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D83" w:rsidRPr="00FE25BF" w:rsidRDefault="00982513" w:rsidP="003656A8">
      <w:pPr>
        <w:pStyle w:val="PlainText"/>
        <w:rPr>
          <w:rFonts w:ascii="Letter Gothic" w:hAnsi="Letter Gothic" w:cs="Courier New"/>
          <w:b/>
          <w:sz w:val="12"/>
          <w:szCs w:val="12"/>
        </w:rPr>
      </w:pPr>
      <w:bookmarkStart w:id="0" w:name="_GoBack"/>
      <w:bookmarkEnd w:id="0"/>
      <w:r w:rsidRPr="00FE25BF">
        <w:rPr>
          <w:rFonts w:ascii="Letter Gothic" w:hAnsi="Letter Gothic" w:cs="Courier New"/>
          <w:b/>
          <w:sz w:val="12"/>
          <w:szCs w:val="12"/>
        </w:rPr>
        <w:t xml:space="preserve">                                                                                                                                                                                     Table LIVE1 Page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LIVE1. Which of the following BEST describes the place where you now live?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large city             1143     547     596     543     210     262      49     293     336     303     144      185      286      326      344      356      212      184      250      276      866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24%     23%     24%     18%     36%     35%     29%     28%     23%     23%     17%      27%      21%      23%      26%      25%      26%      25%      19%      20%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K       K       K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suburb near a          1018     527     491     690      97     105      43     227     328     267     142       77      189      341      410      226      147      154      410      287      731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large city                21%     22%     20%     22%     17%     14%     25%     22%     23%     21%     17%      11%      14%      24%      31%      16%      18%      21%      31%      21%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LM      LMN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small city or          1862     835    1028    1174     229     298      57     428     579     444     335      288      590      551      420      616      295      271      442      606     1250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town                      38%     35%     42%     38%     40%     40%     34%     41%     40%     34%     39%      42%      43%      39%      31%      44%      36%      36%      34%      44%      36%</w:t>
      </w: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rPr>
        <w:t xml:space="preserve">                                            </w:t>
      </w:r>
      <w:r w:rsidRPr="00FE25BF">
        <w:rPr>
          <w:rFonts w:ascii="Letter Gothic" w:hAnsi="Letter Gothic" w:cs="Courier New"/>
          <w:b/>
          <w:sz w:val="12"/>
          <w:szCs w:val="12"/>
          <w:lang w:val="es-US"/>
        </w:rPr>
        <w:t xml:space="preserve">B                                                                        O        O        O                 S                                   U         </w:t>
      </w:r>
    </w:p>
    <w:p w:rsidR="00AD0D83" w:rsidRPr="00FE25BF" w:rsidRDefault="00AD0D83" w:rsidP="003656A8">
      <w:pPr>
        <w:pStyle w:val="PlainText"/>
        <w:rPr>
          <w:rFonts w:ascii="Letter Gothic" w:hAnsi="Letter Gothic" w:cs="Courier New"/>
          <w:b/>
          <w:sz w:val="12"/>
          <w:szCs w:val="12"/>
          <w:lang w:val="es-US"/>
        </w:rPr>
      </w:pP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lang w:val="es-US"/>
        </w:rPr>
        <w:t>A rural area              786     457     329     642      42      57      18      85     197     263     221      112      313      197      160      202      153      132      209      182      602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lang w:val="es-US"/>
        </w:rPr>
        <w:t xml:space="preserve">                          </w:t>
      </w:r>
      <w:r w:rsidRPr="00FE25BF">
        <w:rPr>
          <w:rFonts w:ascii="Letter Gothic" w:hAnsi="Letter Gothic" w:cs="Courier New"/>
          <w:b/>
          <w:sz w:val="12"/>
          <w:szCs w:val="12"/>
        </w:rPr>
        <w:t>16%     19%     13%     21%      7%      8%     10%      8%     14%     20%     26%      16%      23%      14%      12%      14%      19%      18%      16%      13%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H      HI     GHI                NO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29       8      21      15       -      14       2       7       7       7       4       18        2        6        2        4        7        5        3       16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      1%      *%              2%      1%      1%      *%      1%      1%       3%       *%       *%       *%       *%       1%       1%       *%       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16       4      12       6       -       6       -       -       -       6      10       10        -        5        1        4        -        -        -        -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1%       1%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REG Page 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REG. Which of these statements best describes you? [READ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Are you ABSOLUTELY       3327    1599    1729    2376     439     266      29     505     984    1029     733      225      947     1083     1059      777      520      552     1099      868     2451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CERTAIN that you          69%     67%     70%     77%     76%     36%     17%     49%     68%     80%     86%      33%      69%      76%      79%      55%      64%      74%      84%      63%      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are registered to                                   F       F                       G      GH     GHI    GHIJ                 L       LM       LM                 P       PQ      PQR                 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vote at your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current address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Are you PROBABLY          210     114      96     124      19      36       4      66      69      55      16       36       58       59       57       91       20       35       53       63      147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registered, but            4%      5%      4%      4%      3%      5%      2%      6%      5%      4%      2%       5%       4%       4%       4%       6%       2%       5%       4%       5%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there is a chance                                                                   K       K       K                                                    Q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your registration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has lapsed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Are you NOT              1252     629     623     538     111     425     125     452     385     183      99      407      355      265      219      517      273      138      161      417      833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registered to vote        26%     26%     25%     18%     19%     57%     75%     43%     27%     14%     12%      59%      26%      19%      16%      37%      34%      19%      12%      31%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at your current                                                    DE    HIJK     IJK      JK                      MNO       NO                         RS       RS        S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address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41      22      18      14       8       9       9      15       8       5       3       16       10       13        1       21        -       11        -       20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      1%      1%      6%      1%      1%      *%      *%       2%       1%       1%       *%       1%                1%                1%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24      14      11      19       -       6       -       2       -      17       5        6        9        7        2        3        -        9        2        -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      1%              1%              *%              1%      1%       1%       1%       1%       *%       *%                1%       *%                1%</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REG18 Page 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REG. Which of these statements best describes you? [READ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ADULTS 18+      4631    2255    2376    2947     565     694       -    1040    1446    1289     855      540     1346     1417     1317     1367      786      718     1253     1346     3282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1520     785     735    1053     165     179       -     269     401     481     369      125      371      385      634      382      249      238      481      383     1136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Are you ABSOLUTELY       3250    1555    1695    2328     432     264       -     505     984    1029     733      196      937     1073     1038      757      514      549     1083      854     2394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CERTAIN that you          70%     69%     71%     79%     76%     38%             49%     68%     80%     86%      36%      70%      76%      79%      55%      65%      76%      86%      63%      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are registered to                                   F       F                               H      HI     HIJ                 L        L       LM                 P       PQ      PQR                 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vote at your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current address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Are you PROBABLY          206     110      96     124      19      36       -      66      69      55      16       32       58       59       57       87       20       35       53       63      143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registered, but            4%      5%      4%      4%      3%      5%              6%      5%      4%      2%       6%       4%       4%       4%       6%       3%       5%       4%       5%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there is a chance                                                                   K       K       K                                                    Q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your registration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has lapsed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Are you NOT              1119     558     561     471     105     380       -     452     385     183      99      300      330      265      219      500      251      124      116      410      709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registered to vote        24%     25%     24%     16%     19%     55%             43%     27%     14%     12%      56%      25%      19%      17%      37%      32%      17%       9%      30%      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at your current                                                    DE             IJK      JK                      MNO        O                         RS       RS        S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address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31      18      13       4       8       9       -      15       8       5       3        6       10       13        1       21        -        2        -       20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      1%      1%              1%      1%      *%      *%       1%       1%       1%       *%       2%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24      14      11      19       -       6       -       2       -      17       5        6        9        7        2        3        -        9        2        -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      1%              1%              *%              1%      1%       1%       1%       1%       *%       *%                1%       *%                1%</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OFTVOTE-1 Page 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OFTVOTE. How often would you say you vote?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ALL             3327    1599    1729    2376     439     266      29     505     984    1029     733      225      947     1083     1059      777      520      552     1099      868     2451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REGISTERED VOTERS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1185     600     585     890     129      85       9     131     287     406     325       57      272      312      538      231      180      192      436      272      909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Always                   1735     873     862    1224     277     106       6     174     453     598     472      104      517      539      566      356      277      293      566      427     1302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52%     55%     50%     52%     63%     40%     19%     35%     46%     58%     64%      46%      55%      50%      53%      46%      53%      53%      51%      49%      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DF                               H     GHI     GHI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Nearly always             933     408     525     747      73      73       2     117     303     303     198       24      218      335      352      172      158      163      362      259      673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28%     25%     30%     31%     17%     27%      6%     23%     31%     29%     27%      11%      23%      31%      33%      22%      30%      30%      33%      30%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G       G                         L       LM       LM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Part of the time          331     146     186     197      65      40       4      85     142      76      24       36      117       84       94      130       43       40      102       96      236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9%     11%      8%     15%     15%     14%     17%     14%      7%      3%      16%      12%       8%       9%      17%       8%       7%       9%      11%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K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Seldom                    206     103     102     142      18      23       2      66      68      42      26       30       69       69       35       76       34       40       38       64      139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6%      6%      6%      4%      9%      5%     13%      7%      4%      4%      13%       7%       6%       3%      10%       7%       7%       3%       7%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Never vote (VOL.)          74      42      32      40       5       8       6      47      11       9       -       14        9       41       10       29        8       11       20       11       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3%      2%      2%      1%      3%     20%      9%      1%      1%               6%       1%       4%       1%       4%       2%       2%       2%       1%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                                                 MO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Other response             38      24      14      25       -       8      10      16       5       -       6       10       13       14        -       14        -        6       10       10       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(VOL.)                     1%      2%      1%      1%              3%     35%      3%      1%              1%       5%       1%       1%                2%                1%       1%       1%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10       3       7       -       -       7       -       -       -       -       7        7        3        -        -        -        -        -        -        -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3%                                      1%       3%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       -       1       1       -       -       -       -       -       1       -        -        -        -        1        -        -        -        1        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OFTVOTE-1 Page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OFTVOTE. How often would you say you vote?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ALL             3327    1599    1729    2376     439     266      29     505     984    1029     733      225      947     1083     1059      777      520      552     1099      868     2451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REGISTERED VOTERS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Always/Nearly        2667    1280    1387    1971     350     179       7     291     757     901     670      128      736      875      919      528      434      456      927      686     1975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always                    80%     80%     80%     83%     80%     67%     25%     58%     77%     88%     91%      57%      78%      81%      87%      68%      84%      83%      84%      79%      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GH     GHI     GHI                 L        L      LMN                 P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Part/Seldom/          610     291     320     378      89      72      12     198     222     126      50       80      195      194      140      235       85       90      161      170      438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Never                     18%     18%     18%     16%     20%     27%     40%     39%     23%     12%      7%      35%      21%      18%      13%      30%      16%      16%      15%      20%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IJK      JK       K              MNO        O                        QRS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OFTVOTE18+ Page 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OFTVOTE. How often would you say you vote?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REGISTERED      3250    1555    1695    2328     432     264       -     505     984    1029     733      196      937     1073     1038      757      514      549     1083      854     2394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VOTERS AGE 18+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1149     578     571     867     126      84       -     131     287     406     325       48      268      307      523      224      177      190      427      266      882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Always                   1698     855     843    1200     273     104       -     174     453     598     472       99      513      529      554      348      275      290      556      422     1273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52%     55%     50%     52%     63%     40%             35%     46%     58%     64%      50%      55%      49%      53%      46%      53%      53%      51%      49%      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DF                               H      HI      HI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Nearly always             921     398     523     739      73      73       -     117     303     303     198       22      216      335      344      170      158      162      355      255      666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28%     26%     31%     32%     17%     27%             23%     31%     29%     27%      11%      23%      31%      33%      22%      31%      30%      33%      30%      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L       LM       LM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Part of the time          326     140     186     192      65      40       -      85     142      76      24       32      117       84       93      130       43       40      102       96      230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9%     11%      8%     15%     15%             17%     14%      7%      3%      16%      12%       8%       9%      17%       8%       7%       9%      11%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JK      JK       K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Seldom                    202     102     100     140      18      23       -      66      68      42      26       28       69       69       35       76       33       40       38       64      138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7%      6%      6%      4%      9%             13%      7%      4%      4%      14%       7%       6%       3%      10%       6%       7%       4%       7%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Never vote (VOL.)          68      36      32      36       3       8       -      47      11       9       -        8        9       41       10       26        6       11       20       11       57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2%      2%      2%      1%      3%              9%      1%      1%               4%       1%       4%       1%       3%       1%       2%       2%       1%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                                                 MO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Other response             28      24       4      19       -       8       -      16       5       -       6        -       13       14        -        8        -        6       10        5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(VOL.)                     1%      2%      *%      1%              3%              3%      1%              1%                1%       1%                1%                1%       1%       1%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7       -       7       -       -       7       -       -       -       -       7        7        -        -        -        -        -        -        -        -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3%                                      1%       4%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       -       1       1       -       -       -       -       -       1       -        -        -        -        1        -        -        -        1        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OFTVOTE18+ Page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OFTVOTE. How often would you say you vote?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REGISTERED      3250    1555    1695    2328     432     264       -     505     984    1029     733      196      937     1073     1038      757      514      549     1083      854     2394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VOTERS AGE 18+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Always/Nearly        2619    1253    1366    1939     346     177       -     291     757     901     670      121      729      865      898      518      433      452      911      678     1939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always                    81%     81%     81%     83%     80%     67%             58%     77%     88%     91%      62%      78%      81%      87%      68%      84%      82%      84%      79%      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H      HI      HI                 L        L      LMN                 P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Part/Seldom/          596     278     317     369      86      72       -     198     222     126      50       68      195      194      139      231       81       90      161      170      425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Never                     18%     18%     19%     16%     20%     27%             39%     23%     12%      7%      35%      21%      18%      13%      31%      16%      16%      15%      20%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IJK      JK       K               NO        O                        QRS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EMINUSE Page 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EMINUSE. Do you use the internet or email, at least occasionally?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4006    2021    1985    2584     461     543     164     999    1316    1012     474      433      975     1297     1291      970      687      673     1278     1254     2747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83%     85%     80%     84%     80%     73%     98%     96%     91%     79%     55%      63%      71%      91%      96%      69%      85%      90%      97%      92%      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F                     IJK     IJK      JK       K                                 LM      LMN                 P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843     357     486     486     117     198       4      42     130     272     381      257      405      125       48      434      126       72       37      114      725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15%     20%     16%     20%     27%      2%      4%      9%     21%     45%      37%      29%       9%       4%      31%      15%      10%       3%       8%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GH     GHI    GHIJ       NO       NO        O               QRS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5       -       5       -       -       -       -       -       -       5       -        -        -        5        -        5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INTMOB Page 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INTMOB. Do you access the internet on a cell phone, tablet or other mobile handheld device, at least occasionally?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3845    1924    1921    2356     473     612     168    1011    1342     944     349      499      957     1213     1169      996      624      623     1229     1277     2566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79%     81%     78%     77%     82%     83%    100%     97%     93%     73%     41%      72%      69%      85%      87%      71%      77%      84%      93%      93%      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IJK      JK       K                                 LM       LM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1007     453     555     712     104     129       -      29     103     345     506      191      422      214      170      410      189      122       86       89      911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21%     19%     22%     23%     18%     17%              3%      7%     27%     59%      28%      31%      15%      13%      29%      23%      16%       7%       6%      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HI     HIJ       NO       NO                         RS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2       -       2       -       -       -       -       2       -       -        -        2        -        -        2        -        -        -        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IUSERNW2 Page 10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COMBINED EMINUSE/INTMOB: Summary table of internet users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Use internet or      4205    2109    2096    2663     495     625     168    1032    1372    1090     501      512     1053     1329     1301     1094      719      693     1284     1311     2889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email                     87%     89%     85%     87%     86%     84%    100%     99%     95%     85%     59%      74%      76%      93%      97%      78%      88%      93%      98%      96%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IJK     IJK      JK       K                                 LM      LMN                 P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General-             3647    1837    1810    2277     440     531     164     978    1286     866     322      420      879     1181     1159      872      592      603     1223     1220     2424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internet and          75%     77%     73%     74%     76%     72%     98%     94%     89%     67%     38%      61%      64%      83%      87%      62%      73%      81%      93%      89%      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Email, and                                                            IJK     IJK      JK       K                                 LM       LM                 P        P      PQR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Mobile-internet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General-              359     185     175     307      21      13       -      21      30     146     152       13       96      116      132       98       95       70       55       33      323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internet and           7%      8%      7%     10%      4%      2%              2%      2%     11%     18%       2%       7%       8%      10%       7%      12%       9%       4%       2%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Email only                                     EF                                              HI     HIJ                 L        L        L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Mobile-internet       198      87     111      80      34      82       4      34      56      78      27       79       78       32       10      124       32       20        6       57      141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only                   4%      4%      4%      3%      6%     11%      2%      3%      4%      6%      3%      11%       6%       2%       1%       9%       4%       3%       *%       4%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MNO       NO                        QRS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Do not use            649     269     380     407      83     116       -       8      74     199     354      178      328       98       38      314       94       52       31       57      589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internet or email         13%     11%     15%     13%     14%     16%              1%      5%     15%     41%      26%      24%       7%       3%      22%      12%       7%       2%       4%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      HI     HIJ       NO       NO        O               QRS        S        S                          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HOME3NW Page 11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HOME3NW. Do you ever use the internet or email at HOME?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2159    1102    1057    1380     264     306      88     536     730     529     252      266      537      687      664      537      360      353      685      710     1448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731     400     331     515      78      76      21     130     203     222     141       62      138      196      332      147      110      119      276      204      526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1949     977     972    1298     218     227      84     489     668     456     232      192      465      643      643      430      332      330      675      646     1302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90%     89%     92%     94%     83%     74%     96%     91%     91%     86%     92%      72%      87%      94%      97%      80%      92%      94%      99%      91%      90%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L        L       LM                 P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lang w:val="es-US"/>
        </w:rPr>
        <w:t>No                        206     121      85      82      46      74       4      42      63      73      21       74       67       44       21      103       28       23       10       59      146</w:t>
      </w: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lang w:val="es-US"/>
        </w:rPr>
        <w:t xml:space="preserve">                          10%     11%      8%      6%     17%     24%      4%      8%      9%     14%      8%      28%      12%       6%       3%      19%       8%       6%       1%       8%      10%</w:t>
      </w: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lang w:val="es-US"/>
        </w:rPr>
        <w:t xml:space="preserve">                                                            D       D                                              MNO        O                        QRS        S                                    </w:t>
      </w:r>
    </w:p>
    <w:p w:rsidR="00AD0D83" w:rsidRPr="00FE25BF" w:rsidRDefault="00AD0D83" w:rsidP="003656A8">
      <w:pPr>
        <w:pStyle w:val="PlainText"/>
        <w:rPr>
          <w:rFonts w:ascii="Letter Gothic" w:hAnsi="Letter Gothic" w:cs="Courier New"/>
          <w:b/>
          <w:sz w:val="12"/>
          <w:szCs w:val="12"/>
          <w:lang w:val="es-US"/>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5       5       -       -       -       5       -       5       -       -       -        -        5        -        -        5        -        -        -        5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2%              1%                                        1%                         1%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BBHOME1F1 Page 12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BBHOME1F1. Do you subscribe to dial-up internet service at home... OR do you subscribe to a higher-speed broadband service such as DSL, cable, or fiber optic service?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1949     977     972    1298     218     227      84     489     668     456     232      192      465      643      643      430      332      330      675      646     1302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 INTERNET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HOME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672     364     308     487      65      59      20     121     188     198     132       46      118      183      322      119      100      111      274      191      480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70      45      25      11       9      45       4      27      15      21       2       21       13       29        7       32       24        9        4       22       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5%      3%      1%      4%     20%      5%      6%      2%      5%      1%      11%       3%       5%       1%       7%       7%       3%       1%       3%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O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Higher-speed             1664     834     830    1189     184     140      53     413     580     391     209      111      385      561      605      310      278      291      626      577     1086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85%     85%     85%     92%     84%     62%     63%     85%     87%     86%     90%      58%      83%      87%      94%      72%      84%      88%      93%      89%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G       G       G                 L        L      LMN                 P        P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Both Slow-speed/           26      19       7      18       -       4       3       4      12       5       2        7        7        -       13        7        1        5       12       12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Higher-        1%      2%      1%      1%              2%      3%      1%      2%      1%      1%       4%       1%                2%       2%       *%       1%       2%       2%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speed/Broadband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internet            72      24      48      32      11      12       -      18      39      12       3       10       33       20        9       31       18        9       14       25       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only using cell            4%      3%      5%      2%      5%      5%              4%      6%      3%      1%       5%       7%       3%       1%       7%       5%       3%       2%       4%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phone or tablet                                                                             K                                 O                          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home internet           60      31      30      24      11      22       -      14      14      22      11       14       16       24        2       41        6        4        5        8       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(VOL.)              3%      3%      3%      2%      5%     10%              3%      2%      5%      5%       7%       4%       4%       *%       9%       2%       1%       1%       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QRS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51      25      26      24       2       4      24      13       2       5       4       24       12        9        6        4        5       12       13        2       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2%      1%      2%     28%      3%      *%      1%      2%      12%       3%       1%       1%       1%       1%       4%       2%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NO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5       -       5       -       -       -       -       -       5       -       -        5        -        -        -        5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1%                       3%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BBHOME1F1 Page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BBHOME1F1. Do you subscribe to dial-up internet service at home... OR do you subscribe to a higher-speed broadband service such as DSL, cable, or fiber optic service?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1949     977     972    1298     218     227      84     489     668     456     232      192      465      643      643      430      332      330      675      646     1302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 INTERNET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HOME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Dial-up/Both           96      64      33      29       9      49       7      31      27      26       5       27       19       29       20       39       25       14       17       34       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5%      7%      3%      2%      4%     21%      8%      6%      4%      6%      2%      14%       4%       5%       3%       9%       7%       4%       2%       5%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DE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Broadband/Both       1690     852     838    1207     184     144      56     417     592     396     211      118      391      561      618      317      279      296      639      589     1100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87%     87%     86%     93%     84%     64%     67%     85%     89%     87%     91%      62%      84%      87%      96%      74%      84%      90%      95%      91%      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F       F                               G               G                 L        L      LMN                          P       PQ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BBHOME1F2 Page 14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BBHOME1F2. Do you subscribe to dial-up internet service at home... OR do you subscribe to a higher-speed broadband service such as DSL, cable, or fiber optic service?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2045    1006    1039    1283     231     319      80     496     641     561     249      246      516      642      637      557      359      341      598      601     1440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685     354     331     461      68      92      30     137     181     205     123       66      153      162      302      164      118      113      217      172      511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98      43      55      47      15      36       -      10      33      27      27       34       29       14       22       26       26       24       10       46       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      4%      5%      4%      7%     11%              2%      5%      5%     11%      14%       6%       2%       3%       5%       7%       7%       2%       8%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H       NO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Higher-speed             1644     836     808    1076     193     197      61     406     512     450     202      103      406      561      572      371      298      289      549      455     1187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80%     83%     78%     84%     84%     62%     76%     82%     80%     80%     81%      42%      79%      87%      90%      67%      83%      85%      92%      76%      82%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L        L       LM                 P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Both Slow-speed/           19      11       8      14       -       5       -       -       9       7       3        5       11        -        2        3        7        3        2        3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Higher-        1%      1%      1%      1%              2%                      1%      1%      1%       2%       2%                *%       1%       2%       1%       *%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speed/Broadband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internet            85      30      55      27       3      40       -      24      42      15       4       31       17       24       13       62        4        4        3       42       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only using cell            4%      3%      5%      2%      1%     13%              5%      7%      3%      2%      13%       3%       4%       2%      11%       1%       1%       *%       7%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phone or tablet                                                    DE                       K                      MNO                                 QRS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home internet          120      64      56      82       7      25       8      33      34      34       5       56       33       22        9       79       10        4       16       42       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(VOL.)              6%      6%      5%      6%      3%      8%     10%      7%      5%      6%      2%      23%       6%       4%       1%      14%       3%       1%       3%       7%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MNO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73      16      56      35       6      17      11      20      10      25       7       15       17       21       18       13       13       17       18       11       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2%      5%      3%      3%      5%     14%      4%      1%      4%      3%       6%       3%       3%       3%       2%       4%       5%       3%       2%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8       6       1       1       6       -       -       3       -       3       1        3        3        -        1        3        1        -        -        3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      3%                      1%              1%      1%       1%       1%                *%       1%       *%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BBHOME1F2 Page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BBHOME1F2. Do you subscribe to dial-up internet service at home... OR do you subscribe to a higher-speed broadband service such as DSL, cable, or fiber optic service?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2045    1006    1039    1283     231     319      80     496     641     561     249      246      516      642      637      557      359      341      598      601     1440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Dial-up/Both          117      54      63      61      15      41       -      10      43      34      30       39       40       14       24       29       33       26       12       48       68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6%      5%      6%      5%      7%     13%              2%      7%      6%     12%      16%       8%       2%       4%       5%       9%       8%       2%       8%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D                       H               H       NO        N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Broadband/Both       1662     846     816    1090     193     202      61     406     522     456     205      108      418      561      574      374      305      292      552      457     1203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81%     84%     79%     85%     84%     63%     76%     82%     81%     81%     82%      44%      81%      87%      90%      67%      85%      86%      92%      76%      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F       F                                                                 L        L       LM                 P        P        P                 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BBHM1F1/2-1 Page 16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BBHOME1F1/BBHOME2: BBHOME1F1. Do you subscribe to dial-up internet service at home... OR do you subscribe to a higher-speed broadband service such as DSL, cable, or fiber optic service?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BBHOME2. Just to confirm, you use a dial-up connection to the internet at home, and not a higher-speed broadband connection?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1949     977     972    1298     218     227      84     489     668     456     232      192      465      643      643      430      332      330      675      646     1302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 INTERNET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HOME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672     364     308     487      65      59      20     121     188     198     132       46      118      183      322      119      100      111      274      191      480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59      33      25      11       7      36       4      18      15      19       2       21       13       18        7       30       19        9        -       22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1%      3%     16%      5%      4%      2%      4%      1%      11%       3%       3%       1%       7%       6%       3%                3%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1675     845     830    1189     186     149      53     422     580     393     209      111      385      572      605      312      283      291      631      577     1097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86%     87%     85%     92%     85%     66%     63%     86%     87%     86%     90%      58%      83%      89%      94%      73%      85%      88%      93%      89%      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G       G       G       G                 L        L       LM                 P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Both Dial-up and           26      19       7      18       -       4       3       4      12       5       2        7        7        -       13        7        1        5       12       12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(VOL.)           1%      2%      1%      1%              2%      3%      1%      2%      1%      1%       4%       1%                2%       2%       *%       1%       2%       2%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internet            72      24      48      32      11      12       -      18      39      12       3       10       33       20        9       31       18        9       14       25       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only using cell            4%      3%      5%      2%      5%      5%              4%      6%      3%      1%       5%       7%       3%       1%       7%       5%       3%       2%       4%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phone or tablet                                                                             K                                 O                          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home internet           60      31      30      24      11      22       -      14      14      22      11       14       16       24        2       41        6        4        5        8       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(VOL.)              3%      3%      3%      2%      5%     10%              3%      2%      5%      5%       7%       4%       4%       *%       9%       2%       1%       1%       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QRS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51      25      26      24       2       4      24      13       2       5       4       24       12        9        6        4        5       12       13        2       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2%      1%      2%     28%      3%      *%      1%      2%      12%       3%       1%       1%       1%       1%       4%       2%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NO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5       -       5       -       -       -       -       -       5       -       -        5        -        -        -        5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1%                       3%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BBHM1F1/2-1 Page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BBHOME1F1/BBHOME2: BBHOME1F1. Do you subscribe to dial-up internet service at home... OR do you subscribe to a higher-speed broadband service such as DSL, cable, or fiber optic service?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BBHOME2. Just to confirm, you use a dial-up connection to the internet at home, and not a higher-speed broadband connection?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1949     977     972    1298     218     227      84     489     668     456     232      192      465      643      643      430      332      330      675      646     1302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 INTERNET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HOME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Dial-up/Both           85      52      33      29       7      40       7      22      27      24       5       27       19       18       20       37       20       14       12       34       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4%      5%      3%      2%      3%     17%      8%      4%      4%      5%      2%      14%       4%       3%       3%       9%       6%       4%       2%       5%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DE                                               NO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Broadband/Both       1702     864     838    1207     186     153      56     426     592     399     211      118      391      572      618      319      284      296      643      589     1111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87%     88%     86%     93%     85%     68%     67%     87%     89%     87%     91%      62%      84%      89%      96%      74%      86%      90%      95%      91%      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F       F                               G               G                 L        L      LMN                 P        P       PQ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BBHM1F1/2-2 Page 18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HOME3NW/BBHOME1F1/BBHOME2: HOME3NW. Do you ever use the internet or email at HOME? / BBHOME1F1. Do you subscribe to dial-up internet service at home... OR do you subscribe to a higher-speed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service...? / BBHOME2. Just to confirm, you use a dial-up connection to the internet at home, and not a higher-speed broadband connection?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2159    1102    1057    1380     264     306      88     536     730     529     252      266      537      687      664      537      360      353      685      710     1448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731     400     331     515      78      76      21     130     203     222     141       62      138      196      332      147      110      119      276      204      526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59      33      25      11       7      36       4      18      15      19       2       21       13       18        7       30       19        9        -       22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2%      1%      3%     12%      5%      3%      2%      4%      1%       8%       2%       3%       1%       6%       5%       3%                3%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1675     845     830    1189     186     149      53     422     580     393     209      111      385      572      605      312      283      291      631      577     1097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78%     77%     79%     86%     71%     49%     61%     79%     79%     74%     83%      42%      72%      83%      91%      58%      79%      83%      92%      81%      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F                                               G                 L       LM      LMN                 P        P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Both Dial-up and           26      19       7      18       -       4       3       4      12       5       2        7        7        -       13        7        1        5       12       12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(VOL.)           1%      2%      1%      1%              1%      3%      1%      2%      1%      1%       3%       1%                2%       1%       *%       1%       2%       2%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internet            72      24      48      32      11      12       -      18      39      12       3       10       33       20        9       31       18        9       14       25       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only using cell            3%      2%      5%      2%      4%      4%              3%      5%      2%      1%       4%       6%       3%       1%       6%       5%       3%       2%       3%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phone or tablet                                                                             K                                 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home internet          271     156     115     106      57     101       4      61      76      95      32       88       88       68       23      148       34       27       15       72      199</w:t>
      </w: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rPr>
        <w:t xml:space="preserve">access (VOL.)             </w:t>
      </w:r>
      <w:r w:rsidRPr="00FE25BF">
        <w:rPr>
          <w:rFonts w:ascii="Letter Gothic" w:hAnsi="Letter Gothic" w:cs="Courier New"/>
          <w:b/>
          <w:sz w:val="12"/>
          <w:szCs w:val="12"/>
          <w:lang w:val="es-US"/>
        </w:rPr>
        <w:t>13%     14%     11%      8%     22%     33%      4%     11%     10%     18%     13%      33%      16%      10%       3%      28%       9%       8%       2%      10%      14%</w:t>
      </w: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lang w:val="es-US"/>
        </w:rPr>
        <w:t xml:space="preserve">                                                            D       D                              GI              MNO        O        O               QRS        S                                    </w:t>
      </w:r>
    </w:p>
    <w:p w:rsidR="00AD0D83" w:rsidRPr="00FE25BF" w:rsidRDefault="00AD0D83" w:rsidP="003656A8">
      <w:pPr>
        <w:pStyle w:val="PlainText"/>
        <w:rPr>
          <w:rFonts w:ascii="Letter Gothic" w:hAnsi="Letter Gothic" w:cs="Courier New"/>
          <w:b/>
          <w:sz w:val="12"/>
          <w:szCs w:val="12"/>
          <w:lang w:val="es-US"/>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51      25      26      24       2       4      24      13       2       5       4       24       12        9        6        4        5       12       13        2       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2%      2%      2%      1%      1%     27%      2%      *%      1%      1%       9%       2%       1%       1%       1%       1%       3%       2%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NO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5       -       5       -       -       -       -       -       5       -       -        5        -        -        -        5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2%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BBHM1F1/2-2 Page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HOME3NW/BBHOME1F1/BBHOME2: HOME3NW. Do you ever use the internet or email at HOME? / BBHOME1F1. Do you subscribe to dial-up internet service at home... OR do you subscribe to a higher-speed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service...? / BBHOME2. Just to confirm, you use a dial-up connection to the internet at home, and not a higher-speed broadband connection?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2159    1102    1057    1380     264     306      88     536     730     529     252      266      537      687      664      537      360      353      685      710     1448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Dial-up/Both           85      52      33      29       7      40       7      22      27      24       5       27       19       18       20       37       20       14       12       34       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4%      5%      3%      2%      3%     13%      8%      4%      4%      5%      2%      10%       4%       3%       3%       7%       6%       4%       2%       5%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DE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Broadband/Both       1702     864     838    1207     186     153      56     426     592     399     211      118      391      572      618      319      284      296      643      589     1111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79%     78%     79%     87%     71%     50%     64%     80%     81%     75%     84%      44%      73%      83%      93%      59%      79%      84%      94%      83%      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EF       F                                                                 L       LM      LMN                 P        P      PQR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BBHM1F2/2 Page 20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BBHOME1F2/BBHOME2: BBHOME1F2. Do you subscribe to dial-up internet service at home... OR do you subscribe to a higher-speed broadband service such as DSL, cable, or fiber optic service?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BBHOME2. Just to confirm, you use a dial-up connection to the internet at home, and not a higher-speed broadband connection?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2045    1006    1039    1283     231     319      80     496     641     561     249      246      516      642      637      557      359      341      598      601     1440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685     354     331     461      68      92      30     137     181     205     123       66      153      162      302      164      118      113      217      172      511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84      39      45      40      15      29       -      10      24      26      24       27       29       11       18       26       17       21       10       36       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4%      4%      3%      7%      9%              2%      4%      5%     10%      11%       6%       2%       3%       5%       5%       6%       2%       6%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NO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1657     840     818    1083     193     204      61     406     522     451     205      110      406      563      576      371      306      292      549      464     1191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81%     83%     79%     84%     84%     64%     76%     82%     81%     80%     82%      45%      79%      88%      90%      67%      85%      86%      92%      77%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L       LM       LM                 P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Both Dial-up and           19      11       8      14       -       5       -       -       9       7       3        5       11        -        2        3        7        3        2        3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(VOL.)           1%      1%      1%      1%              2%                      1%      1%      1%       2%       2%                *%       1%       2%       1%       *%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internet            85      30      55      27       3      40       -      24      42      15       4       31       17       24       13       62        4        4        3       42       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only using cell            4%      3%      5%      2%      1%     13%              5%      7%      3%      2%      13%       3%       4%       2%      11%       1%       1%       *%       7%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phone or tablet                                                    DE                       K                      MNO                                 QRS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home internet          120      64      56      82       7      25       8      33      34      34       5       56       33       22        9       79       10        4       16       42       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(VOL.)              6%      6%      5%      6%      3%      8%     10%      7%      5%      6%      2%      23%       6%       4%       1%      14%       3%       1%       3%       7%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MNO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73      16      56      35       6      17      11      20      10      25       7       15       17       21       18       13       13       17       18       11       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2%      5%      3%      3%      5%     14%      4%      1%      4%      3%       6%       3%       3%       3%       2%       4%       5%       3%       2%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8       6       1       1       6       -       -       3       -       3       1        3        3        -        1        3        1        -        -        3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      3%                      1%              1%      1%       1%       1%                *%       1%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BBHM1F2/2 Page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BBHOME1F2/BBHOME2: BBHOME1F2. Do you subscribe to dial-up internet service at home... OR do you subscribe to a higher-speed broadband service such as DSL, cable, or fiber optic service?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BBHOME2. Just to confirm, you use a dial-up connection to the internet at home, and not a higher-speed broadband connection?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2045    1006    1039    1283     231     319      80     496     641     561     249      246      516      642      637      557      359      341      598      601     1440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Dial-up/Both          103      50      53      54      15      34       -      10      33      33      27       32       40       11       20       29       24       24       12       38       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5%      5%      5%      4%      7%     11%              2%      5%      6%     11%      13%       8%       2%       3%       5%       7%       7%       2%       6%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H       NO        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Broadband/Both       1676     850     826    1097     193     209      61     406     531     457     208      115      418      563      578      374      313      294      552      467     1207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82%     84%     79%     85%     84%     65%     76%     82%     83%     81%     83%      47%      81%      88%      91%      67%      87%      86%      92%      78%      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F       F                                                                 L        L       LM                 P        P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BBHOME1/2 Page 22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HOME3NW/BBHOME1F1/BBHOME1F2/BBHOME2: HOME3NW. Do you ever use the internet or email at HOME? / BBHOME1F1/BBHOME1F2. Do you subscribe to dial-up internet service at home... OR do you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subscribe to a higher-speed broadband service such as DSL, cable, or fiber optic service? / BBHOME2. Just to confirm, you use a dial-up connection to the internet at home, and not a higher-speed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connection?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ALL             4205    2109    2096    2663     495     625     168    1032    1372    1090     501      512     1053     1329     1301     1094      719      693     1284     1311     2889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1416     754     662     976     146     168      51     267     384     427     264      128      291      358      634      311      228      232      493      376     1037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143      73      70      51      22      64       4      28      39      45      26       47       41       29       25       56       36       30       10       58       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2%      4%     10%      3%      3%      3%      4%      5%       9%       4%       2%       2%       5%       5%       4%       1%       4%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MNO                                   S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3333    1685    1648    2272     379     353     114     828    1102     844     414      221      791     1136     1181      683      590      583     1180     1041     2288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79%     80%     79%     85%     77%     56%     68%     80%     80%     77%     83%      43%      75%      85%      91%      62%      82%      84%      92%      79%      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F                                               G                 L       LM      LMN                 P        P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Both Dial-up and           45      29      15      32       -       9       3       4      21      12       5       12       18        -       15       10        8        7       15       15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(VOL.)           1%      1%      1%      1%              1%      2%      *%      2%      1%      1%       2%       2%                1%       1%       1%       1%       1%       1%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internet           157      54     103      59      14      52       -      42      81      27       7       41       50       44       23       93       22       14       16       66       91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only using cell            4%      3%      5%      2%      3%      8%              4%      6%      2%      1%       8%       5%       3%       2%       9%       3%       2%       1%       5%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phone or tablet                             B                      DE                      JK                        O        O                        QRS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home internet          390     220     170     188      64     125      12      94     111     129      37      144      121       90       32      227       44       31       32      114      277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(VOL.)              9%     10%      8%      7%     13%     20%      7%      9%      8%     12%      7%      28%      11%       7%       2%      21%       6%       4%       2%       9%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MNO        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124      41      83      60       9      21      35      33      12      30      11       39       29       30       24       17       18       28       31       14      108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2%      4%      2%      2%      3%     21%      3%      1%      3%      2%       8%       3%       2%       2%       2%       3%       4%       2%       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HIJK                                       NO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13       6       6       1       6       -       -       3       5       3       1        8        3        -        1        8        1        -        -        3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      *%       2%       *%                *%       1%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BBHOME1/2 Page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HOME3NW/BBHOME1F1/BBHOME1F2/BBHOME2: HOME3NW. Do you ever use the internet or email at HOME? / BBHOME1F1/BBHOME1F2. Do you subscribe to dial-up internet service at home... OR do you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subscribe to a higher-speed broadband service such as DSL, cable, or fiber optic service? / BBHOME2. Just to confirm, you use a dial-up connection to the internet at home, and not a higher-speed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broadband connection?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ALL             4205    2109    2096    2663     495     625     168    1032    1372    1090     501      512     1053     1329     1301     1094      719      693     1284     1311     2889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Dial-up/Both          188     102      86      83      22      73       7      32      61      57      31       59       59       29       40       66       44       37       25       72      116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4%      5%      4%      3%      4%     12%      4%      3%      4%      5%      6%      12%       6%       2%       3%       6%       6%       5%       2%       6%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DE                                               NO        N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Broadband/Both       3378    1714    1664    2304     379     362     117     832    1124     856     419      233      809     1136     1196      693      597      590     1195     1056     2318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dial-up and               80%     81%     79%     86%     77%     58%     70%     81%     82%     78%     84%      46%      77%      85%      92%      63%      83%      85%      93%      81%      80%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broadband                                          EF       F                                               G                 L       LM      LMN                 P        P      PQR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BBHMSUM1 Page 24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HOME3NW/BBHOME1F1/BBHOME1F2/BBHOME2: Internet service at home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ALL             4205    2109    2096    2663     495     625     168    1032    1372    1090     501      512     1053     1329     1301     1094      719      693     1284     1311     2889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1416     754     662     976     146     168      51     267     384     427     264      128      291      358      634      311      228      232      493      376     1037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Home broadband           3378    1714    1664    2304     379     362     117     832    1124     856     419      233      809     1136     1196      693      597      590     1195     1056     2318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users                     80%     81%     79%     86%     77%     58%     70%     81%     82%     78%     84%      46%      77%      85%      92%      63%      83%      85%      93%      81%      80%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F                                               G                 L       LM      LMN                 P        P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home broadband/        827     394     433     360     115     263      51     200     248     234      82      279      244      193      105      401      121      103       89      255      570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DK                        20%     19%     21%     14%     23%     42%     30%     19%     18%     22%     16%      54%      23%      15%       8%      37%      17%      15%       7%      19%      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DE       K                                      MNO       NO        O               QRS        S        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BBHMSUM2 Page 25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HOME3NW/BBHOME1F1/BBHOME1F2/BBHOME2: Internet service at home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Home broadband           3378    1714    1664    2304     379     362     117     832    1124     856     419      233      809     1136     1196      693      597      590     1195     1056     2318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users                     70%     72%     67%     75%     66%     49%     70%     80%     78%     66%     49%      34%      59%      80%      89%      49%      73%      79%      91%      77%      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F               K      JK      JK       K                         L       LM      LMN                 P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home broadband/       1476     664     813     766     198     379      51     208     322     433     437      457      571      291      143      716      216      155      120      311     1159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DK                        30%     28%     33%     25%     34%     51%     30%     20%     22%     34%     51%      66%      41%      20%      11%      51%      27%      21%       9%      23%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DE                              HI    GHIJ      MNO       NO        O               QRS        S        S                          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DEVICE1A Page 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DEVICE1A. Next, do you have a cell phone, or not?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4490    2261    2229    2821     536     687     161    1023    1422    1174     657      583     1233     1366     1291     1251      760      699     1303     1326     3155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92%     95%     90%     92%     93%     93%     96%     98%     98%     91%     77%      85%      89%      96%      96%      89%      94%      94%      99%      97%      91%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K      JK      JK       K                                 LM       LM                 P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364     117     248     249      41      54       7      17      24     115     198      106      147       61       47      158       52       46       12       42      323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5%     10%      8%      7%      7%      4%      2%      2%      9%     23%      15%      11%       4%       4%      11%       6%       6%       1%       3%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HI    GHIJ       NO       NO                        QRS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SMART1 Page 27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SMART1. Some cell phones are called “smartphones” because of certain features they have. Is your cell phone a smartphone such as an iPhone, Android, Blackberry or Windows phone, or are you not sure?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CELL PHONE      4490    2261    2229    2821     536     687     161    1023    1422    1174     657      583     1233     1366     1291     1251      760      699     1303     1326     3155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OWNERS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1535     811     724    1052     163     185      49     266     397     461     333      152      358      380      637      370      249      237      500      384     1146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smartphone          3516    1834    1682    2216     423     482     153     948    1252     807     324      376      866     1119     1147      824      563      594     1201     1148     2365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78%     81%     75%     79%     79%     70%     95%     93%     88%     69%     49%      64%      70%      82%      89%      66%      74%      85%      92%      87%      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F                      JK      JK      JK       K                                 LM      LMN                         PQ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not a                 718     328     390     486      90     106       1      37     101     282     281      116      268      215      113      298      148       82       89      108      604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smartphone                16%     14%     17%     17%     17%     15%      1%      4%      7%     24%     43%      20%      22%      16%       9%      24%      19%      12%       7%       8%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     GHI    GHIJ        O        O        O                RS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sure/Don't know       254      97     157     119      22      98       7      37      68      84      53       91       99       32       30      128       49       23       13       68      186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4%      7%      4%      4%     14%      4%      4%      5%      7%      8%      16%       8%       2%       2%      10%       6%       3%       1%       5%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DE                               H       H      MNO       NO                         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2       -       -       2       -       -       -       -       2       -        -        -        -        2        -        -        -        -        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SMARTPHONE Page 28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SMARTPHONE. Summary table: Have a smartphone or not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Cell, smartphone         3516    1834    1682    2216     423     482     153     948    1252     807     324      376      866     1119     1147      824      563      594     1201     1148     2365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72%     77%     68%     72%     73%     65%     91%     91%     87%     63%     38%      54%      63%      78%      86%      59%      69%      80%      91%      84%      68%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JK      JK      JK       K                                 LM      LMN                 P       PQ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Cell, not a               973     427     546     605     113     205       8      75     169     368     334      207      368      247      145      426      197      105      102      178      790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smartphone                20%     18%     22%     20%     20%     28%      5%      7%     12%     29%     39%      30%      27%      17%      11%      30%      24%      14%       8%      13%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GHI    GHIJ       NO       NO        O                RS       RS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cell/                  364     117     248     249      41      54       7      17      24     115     198      106      147       61       47      158       52       46       12       42      323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Undesignated cell          8%      5%     10%      8%      7%      7%      4%      2%      2%      9%     23%      15%      11%       4%       4%      11%       6%       6%       1%       3%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HI    GHIJ       NO       NO                        QRS        S        S                          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INTFREQ Page 29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INTFREQ. About how often do you use the internet?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ALL             4205    2109    2096    2663     495     625     168    1032    1372    1090     501      512     1053     1329     1301     1094      719      693     1284     1311     2889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1416     754     662     976     146     168      51     267     384     427     264      128      291      358      634      311      228      232      493      376     1037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Almost constantly        1193     561     632     664     176     193      82     427     428     208      39      124      236      369      460      277      188      208      441      381      812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28%     27%     30%     25%     36%     31%     49%     41%     31%     19%      8%      24%      22%      28%      35%      25%      26%      30%      34%      29%      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IJK     IJK      JK       K                                         LMN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day      2043    1076     967    1395     184     260      67     481     692     527     254      204      498      651      688      430      369      352      669      704     1339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49%     51%     46%     52%     37%     42%     40%     47%     50%     48%     51%      40%      47%      49%      53%      39%      51%      51%      52%      54%      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L                 P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About once a day          406     181     225     289      43      51      10      65      93     148      86       53      124      153       71      138       78       47       96       81      320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9%     11%     11%      9%      8%      6%      6%      7%     14%     17%      10%      12%      11%       5%      13%      11%       7%       7%       6%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GHI                 O        O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298     153     145     181      53      49       5      45      87      95      61       56       99       90       53      129       46       32       62       87      211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7%      7%      7%      7%     11%      8%      3%      4%      6%      9%     12%      11%       9%       7%       4%      12%       6%       5%       5%       7%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GHI        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often                245     131     114     125      37      64       -       6      68     112      55       60       90       66       29      114       38       47       16       51      194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6%      5%      5%      7%     10%              1%      5%     10%     11%      12%       9%       5%       2%      10%       5%       7%       1%       4%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H      HI      HI       NO        O                         QS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11       5       6       6       -       5       -       5       -       -       6       11        -        -        -        5        -        -        -        -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1%       2%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10       3       7       4       3       4       4       3       4       -       -        4        6        -        -        -        -        6        -        7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1%      2%      *%      *%                       1%       1%                                           1%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Daily                3642    1818    1824    2348     402     504     159     973    1213     883     379      382      858     1173     1219      846      635      608     1206     1166     2471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87%     86%     87%     88%     81%     81%     95%     94%     88%     81%     76%      75%      81%      88%      94%      77%      88%      88%      94%      89%      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JK     IJK      JK                                         LM      LMN                 P        P      PQR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INTFREQ Page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INTFREQ. About how often do you use the internet?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ALL             4205    2109    2096    2663     495     625     168    1032    1372    1090     501      512     1053     1329     1301     1094      719      693     1284     1311     2889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Less than daily       543     283     260     306      90     113       5      52     155     207     116      116      189      157       82      244       84       80       78      138      405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13%     13%     12%     11%     18%     18%      3%      5%     11%     19%     23%      23%      18%      12%       6%      22%      12%      11%       6%      11%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GH     GHI     GHI       NO        O        O               QRS        S        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DEVICE1B Page 31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DEVICE1. Please tell me if you happen to have each of the following items, or not. Do you have... [INSERT ITEMS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A handheld device made primarily for e-book reading, such as a Nook or Kindle e-reader but NOT a Kindle Fire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845     359     486     603      81      89      37     125     326     223     130       79      161      264      340      104      135      191      332      302      543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15%     20%     20%     14%     12%     22%     12%     23%     17%     15%      12%      12%      19%      25%       7%      17%      26%      25%      22%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F                                      HK                                         LM      LMN                 P       PQ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3993    2014    1979    2459     490     650     131     915    1120    1056     720      610     1208     1161      997     1301      673      555      981     1065     2919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82%     85%     80%     80%     85%     88%     78%     88%     77%     82%     84%      88%      87%      81%      74%      92%      83%      74%      75%      78%      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               I                       I       NO       NO        O               QRS       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15       5      11       7       6       2       -       -       -      10       5        -       11        2        2        3        5        -        2        -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1%      1%                1%       *%       *%       *%       1%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DEVICE1C Page 32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DEVICE1. Please tell me if you happen to have each of the following items, or not. Do you have... [INSERT ITEMS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A tablet computer like an iPad, Samsung Galaxy Tab, Google Nexus, or Kindle Fire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2325    1074    1251    1517     258     312     103     512     875     572     244      186      536      712      882      431      351      407      906      862     1460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48%     45%     51%     49%     45%     42%     61%     49%     61%     44%     28%      27%      39%      50%      66%      31%      43%      55%      69%      63%      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K     HJK       K                         L       LM      LMN                 P       PQ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2516    1298    1218    1546     319     427      65     528     562     714     610      492      842      715      456      969      461      335      408      499     2009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52%     55%     49%     50%     55%     58%     39%     51%     39%     55%     71%      71%      61%      50%      34%      69%      57%      45%      31%      37%      58%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GI    GHIJ      MNO       NO        O               QRS       RS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10       7       4       3       -       2       -       -       5       3       2        7        3        -        -        9        2        -        -        2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1%       *%                         1%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4       -       4       4       -       -       -       -       4       -       -        4        -        -        -        -        -        4        -        4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DEVICE1D Page 33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DEVICE1. Please tell me if you happen to have each of the following items, or not. Do you have... [INSERT ITEMS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A desktop or laptop computer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3609    1769    1839    2432     353     429     147     857    1160     926     480      322      816     1202     1260      746      623      627     1224     1107     2494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74%     74%     74%     79%     61%     58%     88%     82%     80%     72%     56%      47%      59%      84%      94%      53%      77%      84%      93%      81%      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JK      JK      JK       K                         L       LM      LMN                 P       PQ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lang w:val="es-US"/>
        </w:rPr>
        <w:t>No                       1246     609     637     638     225     312      21     184     286     363     375      368      564      225       79      662      189      118       91      260      983</w:t>
      </w: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lang w:val="es-US"/>
        </w:rPr>
        <w:t xml:space="preserve">                          26%     26%     26%     21%     39%     42%     12%     18%     20%     28%     44%      53%      41%      16%       6%      47%      23%      16%       7%      19%      28%</w:t>
      </w:r>
    </w:p>
    <w:p w:rsidR="00AD0D83" w:rsidRPr="00FE25BF" w:rsidRDefault="00982513" w:rsidP="003656A8">
      <w:pPr>
        <w:pStyle w:val="PlainText"/>
        <w:rPr>
          <w:rFonts w:ascii="Letter Gothic" w:hAnsi="Letter Gothic" w:cs="Courier New"/>
          <w:b/>
          <w:sz w:val="12"/>
          <w:szCs w:val="12"/>
          <w:lang w:val="es-US"/>
        </w:rPr>
      </w:pPr>
      <w:r w:rsidRPr="00FE25BF">
        <w:rPr>
          <w:rFonts w:ascii="Letter Gothic" w:hAnsi="Letter Gothic" w:cs="Courier New"/>
          <w:b/>
          <w:sz w:val="12"/>
          <w:szCs w:val="12"/>
          <w:lang w:val="es-US"/>
        </w:rPr>
        <w:t xml:space="preserve">                                                            D       D                             GHI    GHIJ      MNO       NO        O               QRS       RS        S                          T</w:t>
      </w:r>
    </w:p>
    <w:p w:rsidR="00AD0D83" w:rsidRPr="00FE25BF" w:rsidRDefault="00AD0D83" w:rsidP="003656A8">
      <w:pPr>
        <w:pStyle w:val="PlainText"/>
        <w:rPr>
          <w:rFonts w:ascii="Letter Gothic" w:hAnsi="Letter Gothic" w:cs="Courier New"/>
          <w:b/>
          <w:sz w:val="12"/>
          <w:szCs w:val="12"/>
          <w:lang w:val="es-US"/>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DEVICE1SUM Page 34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DEVICE1SUM. Please tell me if you happen to have each of the following items, or not. Do you have... [INSERT ITEMS IN ORDER]?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"YES"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cell phone             4490    2261    2229    2821     536     687     161    1023    1422    1174     657      583     1233     1366     1291     1251      760      699     1303     1326     3155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(DEVICE1a)                92%     95%     90%     92%     93%     93%     96%     98%     98%     91%     77%      85%      89%      96%      96%      89%      94%      94%      99%      97%      91%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K      JK      JK       K                                 LM       LM                 P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desktop or laptop      3609    1769    1839    2432     353     429     147     857    1160     926     480      322      816     1202     1260      746      623      627     1224     1107     2494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computer (d)              74%     74%     74%     79%     61%     58%     88%     82%     80%     72%     56%      47%      59%      84%      94%      53%      77%      84%      93%      81%      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JK      JK      JK       K                         L       LM      LMN                 P       PQ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tablet computer        2325    1074    1251    1517     258     312     103     512     875     572     244      186      536      712      882      431      351      407      906      862     1460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like an iPad,             48%     45%     51%     49%     45%     42%     61%     49%     61%     44%     28%      27%      39%      50%      66%      31%      43%      55%      69%      63%      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Samsung Galaxy Tab,                                                        JK       K     HJK       K                         L       LM      LMN                 P       PQ      PQR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Google Nexus,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Kindle Fire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handheld device         845     359     486     603      81      89      37     125     326     223     130       79      161      264      340      104      135      191      332      302      543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made primarily for        17%     15%     20%     20%     14%     12%     22%     12%     23%     17%     15%      12%      12%      19%      25%       7%      17%      26%      25%      22%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e-book reading,                             B       F                                      HK                                         LM      LMN                 P       PQ       PQ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such as a Nook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Kindle e-reader but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NOT a Kindle Fire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ACT112 Page 35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2159    1102    1057    1380     264     306      88     536     730     529     252      266      537      687      664      537      360      353      685      710     1448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731     400     331     515      78      76      21     130     203     222     141       62      138      196      332      147      110      119      276      204      526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Act112. Use Twitter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do this              565     286     279     368      52     107      55     194     171     112      25       95      102      175      193      133       80       98      215      170      395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26%     26%     26%     27%     20%     35%     63%     36%     23%     21%     10%      36%      19%      25%      29%      25%      22%      28%      31%      24%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HIJK     IJK       K       K                M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do this       1594     815     778    1011     212     198      33     342     558     417     228      171      435      512      470      403      280      254      471      540     1052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74%     74%     74%     73%     80%     65%     37%     64%     76%     79%     90%      64%      81%      75%      71%      75%      78%      72%      69%      76%      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G      GH      GH    GHIJ                LO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       1       -       1       -       -       -       -       1       -       -        -        -        -        1        1        -        -        -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ACT124 Page 36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2159    1102    1057    1380     264     306      88     536     730     529     252      266      537      687      664      537      360      353      685      710     1448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731     400     331     515      78      76      21     130     203     222     141       62      138      196      332      147      110      119      276      204      526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Act124. Use Instagram</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do this              724     307     417     401     113     130      60     316     243      80      21      118      131      254      217      201      124      119      224      245      479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34%     28%     39%     29%     43%     42%     69%     59%     33%     15%      8%      45%      24%      37%      33%      37%      35%      34%      33%      35%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D     IJK     IJK      JK                        M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do this       1428     794     633     976     151     176      27     220     482     447     229      142      405      432      447      330      236      234      462      465      962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66%     72%     60%     71%     57%     58%     31%     41%     66%     85%     91%      54%      75%      63%      67%      61%      65%      66%      67%      65%      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GH     GHI     GHI                LN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       1       2       3       -       -       -       -       -       1       2        -        1        2        -        1        -        -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1%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5       -       5       -       -       -       -       -       5       -       -        5        -        -        -        5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2%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ACT125 Page 37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2159    1102    1057    1380     264     306      88     536     730     529     252      266      537      687      664      537      360      353      685      710     1448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731     400     331     515      78      76      21     130     203     222     141       62      138      196      332      147      110      119      276      204      526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Act125. Use Pinterest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do this              658     179     479     429      79      89      21     194     246     149      40       60      133      234      227      157      123      109      234      248      410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30%     16%     45%     31%     30%     29%     24%     36%     34%     28%     16%      23%      25%      34%      34%      29%      34%      31%      34%      35%      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K       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do this       1494     923     571     944     185     216      61     342     485     380     211      200      403      452      436      380      237      238      451      462     1031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69%     84%     54%     68%     70%     71%     70%     64%     66%     72%     84%      75%      75%      66%      66%      71%      66%      67%      66%      65%      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HIJ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7       -       7       7       -       -       6       -       -       -       2        6        -        2        -        -        -        6        -        -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1%                      6%                              1%       2%                *%                                  2%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ACT135 Page 38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2159    1102    1057    1380     264     306      88     536     730     529     252      266      537      687      664      537      360      353      685      710     1448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731     400     331     515      78      76      21     130     203     222     141       62      138      196      332      147      110      119      276      204      526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Act135. Use Facebook</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do this             1704     828     876    1071     224     240      67     471     610     382     157      203      409      562      525      454      290      266      517      596     1108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79%     75%     83%     78%     85%     78%     76%     88%     84%     72%     62%      76%      76%      82%      79%      85%      81%      75%      75%      84%      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JK      JK                                                            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do this        455     275     181     309      40      66      21      65     120     148      95       63      127      126      138       83       70       87      169      113      341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21%     25%     17%     22%     15%     22%     24%     12%     16%     28%     38%      24%      24%      18%      21%      15%      19%      25%      25%      16%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HI      HI                                                                       P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ACT136 Page 39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2159    1102    1057    1380     264     306      88     536     730     529     252      266      537      687      664      537      360      353      685      710     1448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731     400     331     515      78      76      21     130     203     222     141       62      138      196      332      147      110      119      276      204      526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Act136. Use LinkedIn</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do this              611     331     280     407      62      57       4     182     240     128      50       31       59      186      331      109       46      110      298      219      392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28%     30%     26%     30%     23%     19%      4%     34%     33%     24%     20%      12%      11%      27%      50%      20%      13%      31%      43%      31%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GK      GK       G       G                         LM      LMN                          Q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do this       1531     769     762     969     201     241      84     354     485     392     198      223      476      500      331      414      314      243      386      491     1039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71%     70%     72%     70%     76%     79%     96%     66%     66%     74%     78%      84%      89%      73%      50%      77%      87%      69%      56%      69%      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HI       NO       NO        O                 S       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17       3      15       4       1       7       -       -       5       8       4       12        1        2        3       15        -        -        1        -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      1%      *%      1%      2%                      1%      2%      2%       4%       *%       *%       *%       3%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ACT127 Page 40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2045    1006    1039    1283     231     319      80     496     641     561     249      246      516      642      637      557      359      341      598      601     1440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685     354     331     461      68      92      30     137     181     205     123       66      153      162      302      164      118      113      217      172      511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Act127. Use messaging apps like WhatsApp or Kik</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do this              538     289     249     272      70     125      40     189     192      87      30       84      113      151      189      145       87       84      176      191      345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26%     29%     24%     21%     30%     39%     50%     38%     30%     15%     12%      34%      22%      23%      30%      26%      24%      25%      29%      32%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JK      JK      JK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do this       1504     716     788    1008     161     194      40     307     449     471     219      162      403      489      447      411      270      257      421      410     1092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74%     71%     76%     79%     70%     61%     50%     62%     70%     84%     88%      66%      78%      76%      70%      74%      75%      75%      70%      68%      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GHI     GHI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       -       2       2       -       -       -       -       -       2       -        -        -        2        -        -        2        -        -        -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       1       -       1       -       -       -       -       -       1       -        -        -        -        1        -        -        -        1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ACT128 Page 41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2045    1006    1039    1283     231     319      80     496     641     561     249      246      516      642      637      557      359      341      598      601     1440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685     354     331     461      68      92      30     137     181     205     123       66      153      162      302      164      118      113      217      172      511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Act128. Use an app that automatically deletes the messages you send like Snapchat or Wickr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do this              472     251     221     260      42     110      54     265      84      51      18       77      124      147      124      143       78       96      116       77      395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23%     25%     21%     20%     18%     35%     67%     53%     13%      9%      7%      31%      24%      23%      19%      26%      22%      28%      19%      13%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IJK     IJK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do this       1561     747     814    1021     185     201      26     228     557     503     229      165      389      489      513      410      275      245      482      520     1037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76%     74%     78%     80%     80%     63%     33%     46%     87%     90%     92%      67%      75%      76%      81%      74%      77%      72%      81%      87%      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GH      GH      GH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13       9       4       2       3       7       -       4       -       7       2        4        3        6        -        4        6        -        -        4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      *%      1%      2%              1%              1%      1%       1%       1%       1%                1%       2%                         1%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ACT129 Page 42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2045    1006    1039    1283     231     319      80     496     641     561     249      246      516      642      637      557      359      341      598      601     1440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685     354     331     461      68      92      30     137     181     205     123       66      153      162      302      164      118      113      217      172      511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Act129. Use anonymous social media apps like YikYak, Whisper, After School or Rumr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do this              114      39      75      58      14      23       6      54      39       5      10       20       20       50       23       29       16       20       36       44       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4%      7%      5%      6%      7%      7%     11%      6%      1%      4%       8%       4%       8%       4%       5%       4%       6%       6%       7%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do this       1930     966     964    1224     216     297      75     442     602     555     239      226      496      592      613      528      343      321      562      557     1369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94%     96%     93%     95%     94%     93%     93%     89%     94%     99%     96%      92%      96%      92%      96%      95%      96%      94%      94%      93%      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H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       1       -       1       -       -       -       -       -       1       -        -        -        -        1        -        -        -        1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ACTSUM Page 43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ACTSUM. Please tell me if you ever use the internet or a mobile app to do any of the following things. Do you ever use the internet or a mobile app to...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"YES, DO THIS"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4205    2109    2096    2663     495     625     168    1032    1372    1090     501      512     1053     1329     1301     1094      719      693     1284     1311     2889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1416     754     662     976     146     168      51     267     384     427     264      128      291      358      634      311      228      232      493      376     1037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Facebook             1704     828     876    1071     224     240      67     471     610     382     157      203      409      562      525      454      290      266      517      596     1108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(ACT135)                  79%     75%     83%     78%     85%     78%     76%     88%     84%     72%     62%      76%      76%      82%      79%      85%      81%      75%      75%      84%      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JK      JK                                                            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Instagram             724     307     417     401     113     130      60     316     243      80      21      118      131      254      217      201      124      119      224      245      479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(ACT124)                  34%     28%     39%     29%     43%     42%     69%     59%     33%     15%      8%      45%      24%      37%      33%      37%      35%      34%      33%      35%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D     IJK     IJK      JK                        M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Pinterest             658     179     479     429      79      89      21     194     246     149      40       60      133      234      227      157      123      109      234      248      410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(ACT125)                  30%     16%     45%     31%     30%     29%     24%     36%     34%     28%     16%      23%      25%      34%      34%      29%      34%      31%      34%      35%      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K       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LinkedIn              611     331     280     407      62      57       4     182     240     128      50       31       59      186      331      109       46      110      298      219      392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(ACT136)                  28%     30%     26%     30%     23%     19%      4%     34%     33%     24%     20%      12%      11%      27%      50%      20%      13%      31%      43%      31%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GK      GK       G       G                         LM      LMN                          Q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messaging apps        538     289     249     272      70     125      40     189     192      87      30       84      113      151      189      145       87       84      176      191      345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like WhatsApp or          26%     29%     24%     21%     30%     39%     50%     38%     30%     15%     12%      34%      22%      23%      30%      26%      24%      25%      29%      32%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Kik (ACT127)                                                        D      JK      JK      JK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Twitter               565     286     279     368      52     107      55     194     171     112      25       95      102      175      193      133       80       98      215      170      395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(ACT112)                  26%     26%     26%     27%     20%     35%     63%     36%     23%     21%     10%      36%      19%      25%      29%      25%      22%      28%      31%      24%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HIJK     IJK       K       K                M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an app that           472     251     221     260      42     110      54     265      84      51      18       77      124      147      124      143       78       96      116       77      395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automatically             23%     25%     21%     20%     18%     35%     67%     53%     13%      9%      7%      31%      24%      23%      19%      26%      22%      28%      19%      13%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deletes the                                                        DE     IJK     IJK                                                                                                                 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messages you send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like Snapchat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Wickr (ACT128)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ACTSUM Page 44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ACTSUM. Please tell me if you ever use the internet or a mobile app to do any of the following things. Do you ever use the internet or a mobile app to...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"YES, DO THIS"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4205    2109    2096    2663     495     625     168    1032    1372    1090     501      512     1053     1329     1301     1094      719      693     1284     1311     2889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anonymous             114      39      75      58      14      23       6      54      39       5      10       20       20       50       23       29       16       20       36       44       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social media apps          6%      4%      7%      5%      6%      7%      7%     11%      6%      1%      4%       8%       4%       8%       4%       5%       4%       6%       6%       7%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like YikYak,                                                                       JK       J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Whisper, After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School or Rumr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(ACT129)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SNS2A Page 45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565     286     279     368      52     107      55     194     171     112      25       95      102      175      193      133       80       98      215      170      395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TWITTER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183      99      84     131      15      26      13      52      50      50      14       22       27       42       92       33       25       30       83       55      128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Twitter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day       137      82      55     106       2      19      20      68      28      18       3       24       21       42       49       25       14       16       73       24      113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24%     29%     20%     29%      4%     18%     36%     35%     16%     16%     12%      26%      21%      24%      26%      19%      18%      17%      34%      14%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IJK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About once a day          112      62      50      68      16      26      13      21      58      11       4       23       17       40       32       38       19       24       21       48       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22%     18%     19%     30%     25%     24%     11%     34%     10%     16%      24%      17%      23%      16%      28%      24%      24%      10%      28%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HJ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few times a week        129      64      64      74      18      28       9      49      42      24       5       15       24       36       54       43       19       10       47       40       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23%     23%     23%     20%     34%     26%     16%     25%     25%     21%     20%      16%      23%      21%      28%      32%      24%      10%      22%      23%      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Every few weeks            78      33      45      54       1      10       -      34      20      23       1        4       14       27       34        7        4       17       40       20       58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14%     12%     16%     15%      2%     10%             17%     12%     20%      5%       4%      14%      15%      18%       5%       5%      18%      19%      12%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often                104      42      62      62      12      24      13      19      22      37       9       29       26       28       22       17       24       31       31       38       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15%     22%     17%     24%     22%     24%     10%     13%     33%     36%      30%      25%      16%      11%      13%      29%      31%      14%      22%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       3       -       3       -       -       -       -       -       -       3        -        -        3        -        3        -        -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1%                                                     11%                         2%                2%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       2       -       2       -       -       2       -       -       -        -        -        -        2        -        -        -        2        -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5%                      1%                                                          1%                                  1%                1%</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SNS2A Page 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565     286     279     368      52     107      55     194     171     112      25       95      102      175      193      133       80       98      215      170      395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TWITTER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Daily                 249     144     105     174      18      45      33      89      86      29       7       47       39       81       81       62       33       40       94       72      177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44%     50%     38%     47%     34%     42%     60%     46%     50%     25%     28%      50%      38%      47%      42%      47%      42%      41%      44%      42%      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       J       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Weekly or less        311     139     171     190      31      62      22     102      85      84      15       48       64       90      109       67       47       58      118       98      213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55%     49%     61%     52%     61%     58%     40%     53%     50%     75%     60%      50%      62%      52%      57%      51%      58%      59%      55%      58%      54%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GHI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SNS2B Page 47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724     307     417     401     113     130      60     316     243      80      21      118      131      254      217      201      124      119      224      245      479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INSTAGRAM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207      93     114     123      30      31      14      77      68      35      12       26       32       52       96       49       31       34       80       67      140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Instagram</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day       259     114     145     154      46      39      26     142      67      21       2       35       54      123       48       79       48       33       83       62      197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36%     37%     35%     38%     41%     30%     44%     45%     28%     26%      8%      30%      41%      48%      22%      39%      39%      27%      37%      25%      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IK                                                  O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About once a day          115      57      58      66      20      21       8      47      41      18       1       26       12       35       42       31       29       16       34       46       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19%     14%     17%     18%     17%     14%     15%     17%     23%      6%      22%       9%      14%      19%      15%      23%      13%      15%      19%      15%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few times a week        191      77     114     102      17      43      18      76      71      20       6       33       39       56       60       49       26       29       60       71      119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26%     25%     27%     25%     15%     33%     29%     24%     29%     25%     28%      27%      30%      22%      27%      24%      21%      25%      27%      29%      25%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Every few weeks            71      21      50      50       8       2       4      32      15      11       8        7        9       29       26       19       14       25       12       17       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7%     12%     12%      7%      2%      6%     10%      6%     14%     38%       6%       7%      11%      12%      10%      11%      21%       5%       7%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often                 88      38      50      29      20      24       4      19      49       9       4       18       17       12       41       23        7       16       34       49       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12%     12%      7%     18%     19%      7%      6%     20%     11%     21%      15%      13%       5%      19%      12%       6%      14%      15%      20%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SNS2B Page 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724     307     417     401     113     130      60     316     243      80      21      118      131      254      217      201      124      119      224      245      479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INSTAGRAM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Daily                 375     171     204     220      67      60      35     189     108      39       3       61       66      158       90      109       76       48      117      108      267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52%     56%     49%     55%     59%     46%     58%     60%     45%     49%     14%      52%      50%      62%      42%      54%      62%      41%      53%      44%      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K       K       K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Weekly or less        349     135     214     181      46      70      26     127     135      41      18       57       65       96      127       92       48       70      106      137      212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48%     44%     51%     45%     41%     54%     42%     40%     55%     51%     86%      48%      50%      38%      58%      46%      38%      59%      47%      56%      44%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GHIJ                                   N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SNS2C Page 49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658     179     479     429      79      89      21     194     246     149      40       60      133      234      227      157      123      109      234      248      410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PINTEREST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210      63     147     150      22      22       5      47      71      59      23       13       34       56      106       39       35       35       86       72      138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Pinterest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day        77      19      58      52       7      11       5      34      23      14       -        9       13       34       21       18       26        4       23       29       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11%     12%     12%      9%     12%     24%     17%      9%     10%              15%      10%      15%       9%      11%      21%       3%      10%      12%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About once a day           84      20      64      43      27      11       -      17      30      29       7       11       18       23       31       31       16        4       30       46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13%     11%     13%     10%     34%     13%              9%     12%     19%     19%      19%      13%      10%      14%      20%      13%       3%      13%      18%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few times a week        200      39     161     142      16      28       4      47      75      64       9       10       48       66       77       53       25       47       66       80      120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30%     22%     34%     33%     21%     32%     17%     24%     31%     43%     24%      17%      36%      28%      34%      34%      20%      43%      28%      32%      29%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Every few weeks           178      43     135     138       5      17       -      51      74      37      11        9       34       62       73       25       22       46       71       67      111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27%     24%     28%     32%      6%     19%             26%     30%     25%     26%      16%      25%      27%      32%      16%      18%      42%      30%      27%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often                114      54      60      49      23      22      12      41      43       4      10       20       18       47       25       30       31        8       43       26       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30%     12%     11%     30%     25%     58%     21%     17%      3%     25%      33%      14%      20%      11%      19%      25%       8%      18%      10%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J       J       J               J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       3       -       3       -       -       -       3       -       -       -        -        3        -        -        -        3        -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2%              1%                              2%                                        2%                                  3%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       1       1       3       -       -       -       -       -       -       3        -        -        1        1        -        -        1        1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1%                                                      6%                         1%       1%                         1%       1%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SNS2C Page 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658     179     479     429      79      89      21     194     246     149      40       60      133      234      227      157      123      109      234      248      410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PINTEREST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Daily                 161      39     122      95      34      22       5      51      53      44       7       20       31       57       52       49       42        7       53       75       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24%     22%     25%     22%     43%     25%     24%     26%     22%     29%     19%      34%      23%      25%      23%      31%      34%       7%      23%      30%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R        R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Weekly or less        492     136     356     329      45      67      16     140     193     106      30       39       99      175      174      108       78      101      180      173      319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75%     76%     74%     77%     57%     75%     76%     72%     78%     71%     75%      66%      74%      75%      77%      69%      63%      92%      77%      70%      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PQ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SNS2D Page 51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611     331     280     407      62      57       4     182     240     128      50       31       59      186      331      109       46      110      298      219      392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LINKEDIN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227     132      95     163      20      17       1      48      76      66      32        6       17       49      154       29       17       36      126       76      151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LinkedIn</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day        49      25      24      32       -      11       -      11      29       7       2        7        -       13       29        7        4        8       31       21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8%      9%      8%             20%              6%     12%      5%      4%      22%                7%       9%       6%       8%       7%      10%       9%       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About once a day           59      42      17      39       -       3       -      21      13      14      11        -       10       13       36       12        6       15       25       14       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13%      6%     10%              6%             12%      5%     11%     22%               16%       7%      11%      11%      13%      14%       9%       6%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few times a week        190     104      86     114      29      10       4      72      61      39      12        8       10       64      108       34       13       29      103       65      124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31%     31%     31%     28%     47%     17%    100%     40%     26%     30%     24%      25%      17%      34%      33%      31%      27%      27%      35%      30%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Every few weeks           153      75      78     111      19      14       -      43      64      31      15        7       17       46       83       30       14       25       65       49      104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25%     23%     28%     27%     31%     24%             24%     26%     24%     30%      22%      29%      25%      25%      27%      31%      23%      22%      23%      27%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often                158      85      74     110      14      19       -      34      74      36      10       10       22       50       73       26       10       33       73       69       90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26%     26%     26%     27%     22%     34%             19%     31%     28%     20%      31%      38%      27%      22%      24%      22%      30%      24%      31%      23%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       -       1       1       -       -       -       -       -       1       -        -        -        -        1        -        -        -        1        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Daily                 108      67      41      71       -      15       -      32      42      21      13        7       10       26       65       19        9       23       56       35       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20%     15%     17%             25%             18%     17%     17%     26%      22%      16%      14%      20%      18%      20%      21%      19%      16%      19%</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SNS2D Page 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611     331     280     407      62      57       4     182     240     128      50       31       59      186      331      109       46      110      298      219      392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LINKEDIN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Weekly or less        502     263     238     335      62      43       4     149     199     106      37       24       50      160      264       89       37       87      241      183      318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82%     80%     85%     82%    100%     75%    100%     82%     83%     83%     74%      78%      84%      86%      80%      82%      80%      79%      81%      84%      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DF            HIJK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SNS2E Page 53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1704     828     876    1071     224     240      67     471     610     382     157      203      409      562      525      454      290      266      517      596     1108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FACEBOOK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556     286     270     390      61      57      16     115     167     157      91       48      104      150      252      120       87       86      204      167      389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 Facebook</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day       931     414     517     558     135     154      36     322     353     147      64      104      227      335      260      260      158      168      256      335      596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55%     50%     59%     52%     60%     64%     53%     68%     58%     38%     41%      51%      56%      60%      50%      57%      55%      63%      50%      56%      54%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About once a day          360     177     183     256      29      29       4      69     135     100      48       26       86      122      126       59       73       52      138      124      235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21%     21%     21%     24%     13%     12%      6%     15%     22%     26%     31%      13%      21%      22%      24%      13%      25%      19%      27%      21%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G      GH      GH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few times a week        268     158     110     167      33      40      20      55      90      74      27       52       66       58       92       97       43       22       75       96      172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19%     13%     16%     15%     17%     29%     12%     15%     19%     17%      26%      16%      10%      17%      21%      15%       8%      15%      16%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N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Every few weeks            57      29      27      48       3       5       4      11       8      25       7        4       13       18       21       17        2       10       16        7       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4%      3%      5%      1%      2%      6%      2%      1%      7%      5%       2%       3%       3%       4%       4%       1%       4%       3%       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often                 73      44      29      43      18       6       4      14      21      25      11       14       17       23       20       15       14       10       26       26       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5%      3%      4%      8%      2%      5%      3%      3%      6%      7%       7%       4%       4%       4%       3%       5%       4%       5%       4%       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12       6       5       -       5       6       -       -       -      12       -        4        -        5        2        6        -        -        5        4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2%      3%                              3%               2%                1%       *%       1%                         1%       1%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4       -       4       -       -       -       -       -       4       -       -        -        -        -        4        -        -        4        -        4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1%                         1%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SNS2E Page 54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SNS2. Thinking about the social media sites or mobile apps you use... About how often do you visit or use [INSERT ITEMS; RANDOMIZE]? [READ CATEGORIES AS NECESSARY]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1704     828     876    1071     224     240      67     471     610     382     157      203      409      562      525      454      290      266      517      596     1108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FACEBOOK USERS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Daily                1291     590     701     813     164     183      40     390     488     246     113      129      313      457      386      319      231      220      394      460      831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76%     71%     80%     76%     73%     76%     59%     83%     80%     65%     72%      64%      77%      81%      74%      70%      80%      83%      76%      77%      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J       J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Weekly or less        398     231     167     258      55      50      27      80     119     123      45       70       96       99      133      129       59       42      117      129      269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23%     28%     19%     24%     24%     21%     41%     17%     19%     32%     28%      34%      23%      18%      25%      28%      20%      16%      23%      22%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HI                N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Q1A Page 55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 At various times, people may need to get information about issues that are going on in their lives. [FOR FIRST TWO RANDOMIZED ITEMS: In the past 30 days, have you gotten any information about...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[FOR REMAINING ITEMS: How about...[INSERT NEXT ITEM]? [READ AS NECESSARY: Have you gotten any information in the past 30 days about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Schools or education, either for yourself or a family member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1905     847    1058    1095     286     295     120     537     625     433     170      239      421      599      641      505      307      349      585      741     1162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39%     36%     43%     36%     50%     40%     72%     52%     43%     34%     20%      35%      31%      42%      48%      36%      38%      47%      45%      54%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HIJK     IJK      JK       K                                  M       LM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2940    1523    1416    1969     288     446      46     503     817     852     685      449      956      825      698      898      506      397      726      627     2306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61%     64%     57%     64%     50%     60%     27%     48%     57%     66%     80%      65%      69%      58%      52%      64%      62%      53%      55%      46%      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G       G     GHI    GHIJ        O       NO                         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9       7       2       5       4       -       2       -       4       4       -        2        4        4        -        5        -        -        4        -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1%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Q1B Page 56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 At various times, people may need to get information about issues that are going on in their lives. [FOR FIRST TWO RANDOMIZED ITEMS: In the past 30 days, have you gotten any information about...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[FOR REMAINING ITEMS: How about...[INSERT NEXT ITEM]? [READ AS NECESSARY: Have you gotten any information in the past 30 days about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Personal finances, such as investments or tax exempt accounts for health care, childcare, or educational expenses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1550     779     771    1050     169     186      47     344     504     402     241      118      331      464      629      281      220      283      647      511     1036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32%     33%     31%     34%     29%     25%     28%     33%     35%     31%     28%      17%      24%      33%      47%      20%      27%      38%      49%      37%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LM      LMN                         PQ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3270    1582    1688    1998     405     551     116     685     934     883     610      567     1030      956      708     1117      587      462      666      846     2419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67%     67%     68%     65%     70%     74%     69%     66%     65%     69%     71%      82%      75%      67%      53%      79%      72%      62%      51%      62%      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NO       NO        O                RS       RS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22       9      13      11       4       4       5       7       8       -       2        5       14        2        1        8        -        -        -        4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      1%      1%      3%      1%      1%              *%       1%       1%       *%       *%       1%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11       8       3      11       -       -       -       5       -       4       2        -        5        5        1        3        5        -        1        7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       *%       *%       *%       1%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Q1C Page 57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 At various times, people may need to get information about issues that are going on in their lives. [FOR FIRST TWO RANDOMIZED ITEMS: In the past 30 days, have you gotten any information about...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[FOR REMAINING ITEMS: How about...[INSERT NEXT ITEM]? [READ AS NECESSARY: Have you gotten any information in the past 30 days about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Government services or benefits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1337     586     750     790     204     199      25     240     356     414     277      142      292      420      473      414      233      197      389      337      996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28%     25%     30%     26%     35%     27%     15%     23%     25%     32%     32%      21%      21%      29%      35%      29%      29%      26%      30%      25%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GHI     GHI                         LM       LM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3465    1760    1705    2247     359     542     133     790    1078     858     574      535     1074      991      856      989      569      529      916     1026     2434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71%     74%     69%     73%     62%     73%     79%     76%     75%     67%     67%      78%      78%      69%      64%      70%      70%      71%      70%      75%      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E       J      JK       J                        O       NO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47      29      19      30      12       -       9      10       9      17       3        9       13       16        9        -       11       19       10        4       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2%              5%      1%      1%      1%      *%       1%       1%       1%       1%                1%       2%       1%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5       3       2       2       3       -       -       -       3       -       2        3        2        -        -        5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Q1D Page 58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 At various times, people may need to get information about issues that are going on in their lives. [FOR FIRST TWO RANDOMIZED ITEMS: In the past 30 days, have you gotten any information about...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[FOR REMAINING ITEMS: How about...[INSERT NEXT ITEM]? [READ AS NECESSARY: Have you gotten any information in the past 30 days about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Health care or health insurance, either for yourself or a family member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1970     884    1085    1182     324     239      37     376     581     541     418      224      547      548      647      581      343      356      510      554     1414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41%     37%     44%     39%     56%     32%     22%     36%     40%     42%     49%      32%      40%      38%      48%      41%      42%      48%      39%      41%      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DF                       G       G       G     GHI                                 LMN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2855    1479    1375    1866     252     495     128     664     861     744     421      455      826      868      690      822      469      386      797      809     2038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59%     62%     56%     61%     44%     67%     76%     64%     60%     58%     49%      66%      60%      61%      52%      58%      58%      52%      61%      59%      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E     IJK       K       K       K                O        O        O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24      14      10      16       2       7       4       -       4       4      11       10        7        6        1        5        1        4        7        4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      1%      *%      1%      2%              *%      *%      1%       2%       1%       *%       *%       *%       *%       *%       1%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5       -       5       5       -       -       -       -       -       -       5        -        -        5        -        -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Q1E Page 59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 At various times, people may need to get information about issues that are going on in their lives. [FOR FIRST TWO RANDOMIZED ITEMS: In the past 30 days, have you gotten any information about...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[FOR REMAINING ITEMS: How about...[INSERT NEXT ITEM]? [READ AS NECESSARY: Have you gotten any information in the past 30 days about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 Issues pertaining to your job</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1348     711     637     869     135     177      13     319     589     353      64       92      240      388      624      258      201      275      531      485      863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28%     30%     26%     28%     23%     24%      8%     31%     41%     27%      7%      13%      17%      27%      47%      18%      25%      37%      40%      35%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GK    GHJK      GK                                 LM      LMN                         PQ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2863    1409    1454    1768     359     479     125     650     802     796     448      450      947      849      605      921      502      409      688      803     2050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59%     59%     59%     58%     62%     65%     74%     63%     55%     62%     52%      65%      69%      60%      45%      65%      62%      55%      52%      59%      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IK       K               K                O       NO        O                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working/No job        616     246     370     418      74      85      29      62      45     140     335      148      180      182      104      214      110       61       90       69      547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(VOL.)                    13%     10%     15%     14%     13%     11%     18%      6%      3%     11%     39%      21%      13%      13%       8%      15%      13%       8%       7%       5%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HI                      HI    GHIJ      MNO        O        O                RS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25      11      13      15       7       -       -       7      10       -       8        -       14        8        3       15        -        -        3       10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      1%      *%      1%                      1%      1%              1%                1%       1%       *%       1%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       2       -       2       -       -       2       -       -       -        -        -        -        2        -        -        -        2        -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Q1F Page 60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 At various times, people may need to get information about issues that are going on in their lives. [FOR FIRST TWO RANDOMIZED ITEMS: In the past 30 days, have you gotten any information about...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[FOR REMAINING ITEMS: How about...[INSERT NEXT ITEM]? [READ AS NECESSARY: Have you gotten any information in the past 30 days about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 News and information about what’s going on in your local community</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3222    1545    1676    2160     349     407      96     666    1003     868     556      326      846      964     1072      818      552      508     1023      954     2262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66%     65%     68%     70%     60%     55%     57%     64%     69%     67%     65%      47%      61%      68%      80%      58%      68%      68%      78%      70%      65%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L        L      LMN                 P        P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1606     825     781     899     229     334      67     370     443     417     288      348      535      458      262      585      261      231      289      409     1194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33%     35%     32%     29%     40%     45%     40%     36%     31%     32%     34%      50%      39%      32%      20%      42%      32%      31%      22%      30%      34%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MNO        O        O               QRS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16       4      11       7       -       -       6       5       -       1       4       10        -        3        2        3        -        7        -        5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3%      *%              *%      1%       1%                *%       *%       *%                1%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11       3       7       5       -       -       -       -       -       3       7        6        -        2        3        2        -        -        3        -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1%       1%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Q1G Page 61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 At various times, people may need to get information about issues that are going on in their lives. [FOR FIRST TWO RANDOMIZED ITEMS: In the past 30 days, have you gotten any information about...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[FOR REMAINING ITEMS: How about...[INSERT NEXT ITEM]? [READ AS NECESSARY: Have you gotten any information in the past 30 days about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 Local home repair businesses, such as plumbers or electricians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898     440     458     600      95     137      12     137     284     285     173       71      222      250      355      173      136      155      330      277      621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18%     18%     20%     16%     19%      7%     13%     20%     22%     20%      10%      16%      18%      27%      12%      17%      21%      25%      20%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GH      GH      GH                          L      LMN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3948    1936    2013    2462     483     604     156     900    1160    1004     681      618     1159     1175      978     1232      672      591      984     1088     2851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81%     81%     81%     80%     84%     81%     93%     87%     80%     78%     80%      90%      84%      82%      73%      87%      83%      79%      75%      80%      82%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IJK                               NO        O        O                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8       3       5       8       -       -       -       3       3       -       2        -        -        2        6        3        5        -        -        3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1%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Q1H Page 62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 At various times, people may need to get information about issues that are going on in their lives. [FOR FIRST TWO RANDOMIZED ITEMS: In the past 30 days, have you gotten any information about...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[FOR REMAINING ITEMS: How about...[INSERT NEXT ITEM]? [READ AS NECESSARY: Have you gotten any information in the past 30 days about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 Traffic or commuting</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1656     860     796    1057     194     194      41     347     628     407     212      132      368      510      642      350      257      304      623      532     1120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34%     36%     32%     34%     34%     26%     25%     33%     43%     32%     25%      19%      27%      36%      48%      25%      32%      41%      47%      39%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K    GHJK                                         LM      LMN                          P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3174    1508    1666    2004     380     540     121     693     807     880     639      545     1008      911      696     1049      556      436      690      829     2340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65%     63%     67%     65%     66%     73%     72%     67%     56%     68%     75%      79%      73%      64%      52%      74%      68%      58%      52%      61%      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I               I       I       NO       NO        O                RS       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22       9      12       8       4       7       6       -      11       -       3       12        4        5        -        9        -        6        -        7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      1%      1%      3%              1%              *%       2%       *%       *%                1%                1%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       1       1       1       -       -       -       -       -       1       1        -        -        1        1        -        -        -        1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Q1SUM Page 63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Q1SUM. At various times, people may need to get information about issues that are going on in their lives. In the past 30 days, have you gotten any information about...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"YES"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News and                 3222    1545    1676    2160     349     407      96     666    1003     868     556      326      846      964     1072      818      552      508     1023      954     2262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information about         66%     65%     68%     70%     60%     55%     57%     64%     69%     67%     65%      47%      61%      68%      80%      58%      68%      68%      78%      70%      65%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what’s going on in                                 EF                                                                         L        L      LMN                 P        P      PQR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your local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community (f)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Health care or           1970     884    1085    1182     324     239      37     376     581     541     418      224      547      548      647      581      343      356      510      554     1414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health insurance,         41%     37%     44%     39%     56%     32%     22%     36%     40%     42%     49%      32%      40%      38%      48%      41%      42%      48%      39%      41%      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either for yourself                         B              DF                       G       G       G     GHI                                 LMN                          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a family member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Schools or               1905     847    1058    1095     286     295     120     537     625     433     170      239      421      599      641      505      307      349      585      741     1162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education, either         39%     36%     43%     36%     50%     40%     72%     52%     43%     34%     20%      35%      31%      42%      48%      36%      38%      47%      45%      54%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for yourself or a                           B               D            HIJK     IJK      JK       K                                  M       LM                          P        P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family member (a)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Traffic or               1656     860     796    1057     194     194      41     347     628     407     212      132      368      510      642      350      257      304      623      532     1120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commuting (h)             34%     36%     32%     34%     34%     26%     25%     33%     43%     32%     25%      19%      27%      36%      48%      25%      32%      41%      47%      39%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K    GHJK                                         LM      LMN                          P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Personal finances,       1550     779     771    1050     169     186      47     344     504     402     241      118      331      464      629      281      220      283      647      511     1036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such as investments       32%     33%     31%     34%     29%     25%     28%     33%     35%     31%     28%      17%      24%      33%      47%      20%      27%      38%      49%      37%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tax exempt                                       F                                                                                 LM      LMN                         PQ      PQR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accounts for health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care, childcare,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educational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expenses (b)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Q1SUM Page 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Q1SUM. At various times, people may need to get information about issues that are going on in their lives. In the past 30 days, have you gotten any information about...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"YES"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Issues pertaining        1348     711     637     869     135     177      13     319     589     353      64       92      240      388      624      258      201      275      531      485      863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 your job (e)           28%     30%     26%     28%     23%     24%      8%     31%     41%     27%      7%      13%      17%      27%      47%      18%      25%      37%      40%      35%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GK    GHJK      GK                                 LM      LMN                         PQ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Government services      1337     586     750     790     204     199      25     240     356     414     277      142      292      420      473      414      233      197      389      337      996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benefits (c)           28%     25%     30%     26%     35%     27%     15%     23%     25%     32%     32%      21%      21%      29%      35%      29%      29%      26%      30%      25%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GHI     GHI                         LM       LM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Local home repair         898     440     458     600      95     137      12     137     284     285     173       71      222      250      355      173      136      155      330      277      621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businesses, such as       18%     18%     18%     20%     16%     19%      7%     13%     20%     22%     20%      10%      16%      18%      27%      12%      17%      21%      25%      20%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plumbers or                                                                                GH      GH      GH                          L      LMN                          P       PQ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electricians (g)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Q2A Page 65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I sometimes feel stressed about all the information I have to keep track of</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Very well                 800     337     464     470      91     144      20     203     199     202     174      160      273      177      182      299      147       80      163      216      585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14%     19%     15%     16%     19%     12%     20%     14%     16%     20%      23%      20%      12%      14%      21%      18%      11%      12%      16%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       NO       NO                         RS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well            1259     518     741     820     103     200      70     290     332     330     224      196      314      400      344      362      200      220      350      363      892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26%     22%     30%     27%     18%     27%     42%     28%     23%     26%     26%      28%      23%      28%      26%      26%      25%      30%      27%      27%      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                     IJK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well              959     546     413     617     113     165      46     188     336     269     111      141      223      286      309      258      152      178      269      273      686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23%     17%     20%     20%     22%     27%     18%     23%     21%     13%      20%      16%      20%      23%      18%      19%      24%      20%      20%      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K               K       K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          1795     971     825    1138     270     217      28     355     564     486     331      180      553      555      500      477      308      267      531      503     1287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37%     41%     33%     37%     47%     29%     17%     34%     39%     38%     39%      26%      40%      39%      37%      34%      38%      36%      40%      37%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F      DF                       G       G       G       G                 L        L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22       6      16      10       -      12       -       5      15       -       2       12        7        2        2       12        -        -        2        8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              2%              *%      1%              *%       2%       1%       *%       *%       1%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19       -      19      15       -       4       4       -       -       1      14        -       10        7        1        -        7        -        1        5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1%              *%      2%                      *%      2%                1%       1%       *%                1%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Well                 2059     855    1204    1290     194     344      91     493     531     532     398      357      587      577      527      661      346      301      512      579     1477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42%     36%     49%     42%     34%     46%     54%     47%     37%     41%     47%      52%      43%      40%      39%      47%      43%      40%      39%      42%      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       I       I                       I       NO                                   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Q2A Page 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well             2754    1517    1237    1755     383     382      74     543     899     755     442      321      776      841      809      735      460      445      800      776     1973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57%     64%     50%     57%     66%     51%     44%     52%     62%     59%     52%      47%      56%      59%      60%      52%      57%      60%      61%      57%      57%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DF                             GHK                                          L        L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Q2B Page 67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Most of the time, it is easy for me to determine what information is trustworthy</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Very well                1941     932    1010    1261     250     243      44     503     665     422     292      210      518      605      604      485      333      339      561      628     1309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40%     39%     41%     41%     43%     33%     26%     48%     46%     33%     34%      30%      37%      42%      45%      34%      41%      45%      43%      46%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GJK     GJK                                          L       LM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well            1945     959     986    1280     196     260      86     393     531     576     335      229      568      594      543      522      341      294      578      507     1432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40%     40%     40%     42%     34%     35%     51%     38%     37%     45%     39%      33%      41%      42%      41%      37%      42%      39%      44%      37%      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well              529     280     250     302      61     115      20      94     129     145     134      112      170      129      118      191       86       75      109      127      402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11%     12%     10%     10%     11%     16%     12%      9%      9%     11%     16%      16%      12%       9%       9%      14%      11%      10%       8%       9%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HI       NO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           355     177     178     186      68      86      16      44      97     120      68      111       95       84       62      174       42       38       55       83      272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      7%      7%      6%     12%     12%     10%      4%      7%      9%      8%      16%       7%       6%       5%      12%       5%       5%       4%       6%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H              MNO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48      19      29      24       -      22       1       7      15      16       9       13       27        3        4       31        5        -        5       17       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3%      1%      1%      1%      1%      1%       2%       2%       *%       *%       2%       1%                *%       1%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N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35      11      24      17       3      15       -       -       9       9      16       14        3       11        8        6        5        -        6        5       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      1%      1%      *%      2%                      1%      1%      2%       2%       *%       1%       1%       *%       1%                *%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Well                 3886    1891    1996    2540     445     503     130     896    1196     999     628      439     1086     1200     1146     1008      674      633     1139     1135     2741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80%     80%     81%     83%     77%     68%     78%     86%     83%     77%     73%      64%      79%      84%      86%      72%      83%      85%      87%      83%      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JK       K                                 L        L       LM                 P        P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Q2B Page 68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well              884     457     427     488     130     201      36     138     225     265     203      223      265      213      180      364      128      113      165      210      674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19%     17%     16%     22%     27%     22%     13%     16%     21%     24%      32%      19%      15%      13%      26%      16%      15%      13%      15%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H      HI      MNO        O                        QRS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Q2C Page 69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A lot of institutions I deal with – schools, banks, or government agencies – expect me to do too much information-gathering in order to deal with them</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Very well                 811     405     406     505     109     123      14     155     295     207     130      147      192      281      187      284      156      103      181      277      534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17%     16%     16%     19%     17%      8%     15%     20%     16%     15%      21%      14%      20%      14%      20%      19%      14%      14%      20%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                        O                MO                RS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well            1432     715     717     826     167     273      79     341     418     361     212      251      401      394      381      429      268      225      379      429     1000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29%     30%     29%     27%     29%     37%     47%     33%     29%     28%     25%      36%      29%      28%      28%      30%      33%      30%      29%      31%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IJK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well             1034     516     517     701     126     129      42     226     321     248     189      126      250      277      378      211      170      197      333      260      771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21%     22%     21%     23%     22%     17%     25%     22%     22%     19%     22%      18%      18%      19%      28%      15%      21%      26%      25%      19%      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LMN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          1503     714     789     987     169     206      33     307     403     440     304      160      510      442      386      458      207      218      411      394     1104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31%     30%     32%     32%     29%     28%     20%     30%     28%     34%     36%      23%      37%      31%      29%      33%      26%      29%      31%      29%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      GI                LO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52      15      37      29       7      11       -      12       7      23      11        5       12       29        2        9       10        2       11        7       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2%      1%      1%      1%              1%      *%      2%      1%       1%       1%       2%       *%       1%       1%       *%       1%       1%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23      13      10      23       -       -       -       -       2      10       9        -       15        4        4       16        1        1        -        -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1%                                      *%      1%      1%                1%       *%       *%       1%       *%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Well                 2243    1120    1122    1330     276     395      93     495     713     568     342      398      593      675      569      713      424      327      560      706     1533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46%     47%     45%     43%     48%     53%     55%     48%     49%     44%     40%      58%      43%      47%      42%      51%      52%      44%      43%      52%      44%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K                      MNO                                   S        S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Q2C Page 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well             2537    1230    1306    1687     294     335      75     533     725     688     493      287      761      719      764      669      377      415      744      655     1876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52%     52%     53%     55%     51%     45%     45%     51%     50%     53%     58%      42%      55%      50%      57%      48%      46%      56%      57%      48%      54%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L                 L                                  PQ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Q2D Page 71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Having a lot of information makes me feel like I have more control over things in my life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Very well                2127    1004    1123    1294     281     323      83     526     680     496     333      254      571      622      673      587      368      372      581      662     1463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44%     42%     45%     42%     49%     44%     49%     51%     47%     39%     39%      37%      41%      44%      50%      42%      45%      50%      44%      48%      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LM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well            1704     854     850    1157     152     266      50     374     479     463     315      244      485      520      448      506      269      262      458      442     1258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35%     36%     34%     38%     26%     36%     30%     36%     33%     36%     37%      35%      35%      36%      33%      36%      33%      35%      35%      32%      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well              493     235     257     303      57      77      31      71     139     153      87       75      149      152      118      129       76       55      159      133      359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10%     10%     10%     10%     10%     19%      7%     10%     12%     10%      11%      11%      11%       9%       9%       9%       7%      12%      10%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           476     261     215     286      79      61       1      69     145     151      96       90      165      120       98      171       96       50      107      121      352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11%      9%      9%     14%      8%      1%      7%     10%     12%     11%      13%      12%       8%       7%      12%      12%       7%       8%       9%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       G      GH       G        O        O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25       5      19      14       5       2       3       -       -      13       8        5        6       11        3        5        2        -       10        3       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      1%      *%      1%      *%      2%                      1%      1%       1%       *%       1%       *%       *%       *%                1%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30      19      11      15       3      12       -       -       3      12      15       23        5        2        -       10        2        6        -        7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      *%      *%      2%                      *%      1%      2%       3%       *%       *%                1%       *%       1%                1%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MN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Well                 3831    1858    1973    2451     433     588     133     900    1159     959     648      497     1056     1142     1121     1093      637      634     1039     1104     2721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79%     78%     80%     80%     75%     79%     79%     87%     80%     74%     76%      72%      76%      80%      84%      78%      78%      85%      79%      81%      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LM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Q2D Page 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well              969     496     472     589     137     138      33     140     284     304     184      164      313      272      215      300      172      106      266      254      711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21%     19%     19%     24%     19%     19%     13%     20%     24%     21%      24%      23%      19%      16%      21%      21%      14%      20%      19%      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       H        O        O                          R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Q2E Page 73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 I feel confident in my ability to use the internet and other communication devices to keep up with information demands in my life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Very well                2951    1503    1448    1878     382     360     125     844    1009     693     268      271      669      979     1024      699      492      486      979      989     1959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61%     63%     58%     61%     66%     49%     74%     81%     70%     54%     31%      39%      48%      69%      77%      50%      60%      65%      74%      72%      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JK     IJK      JK       K                                 LM      LMN                 P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well             989     455     534     642      94     176      37     138     269     292     233      149      304      303      232      289      176      162      257      242      745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19%     22%     21%     16%     24%     22%     13%     19%     23%     27%      22%      22%      21%      17%      21%      22%      22%      20%      18%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well              300     120     180     160      42      83       2      34      70     101      86       87      138       46       29      146       41       22       38       54      246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5%      7%      5%      7%     11%      1%      3%      5%      8%     10%      13%      10%       3%       2%      10%       5%       3%       3%       4%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GH     GHI       NO       NO                        QRS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           577     293     284     366      59     114       4      24      96     194     244      170      263       87       49      270       97       75       38       75      498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12%     11%     12%     10%     15%      2%      2%      7%     15%     29%      25%      19%       6%       4%      19%      12%      10%       3%       6%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GHI    GHIJ       NO       NO                        QRS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6       2       4       6       -       -       -       -       -       2       2        -        -        4        2        2        -        -        -        -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31       5      27      19       -       7       -       -       2       7      22       12        7       10        2        2        7        -        2        7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      1%      1%              1%                      *%      1%      3%       2%       1%       1%       *%       *%       1%                *%       1%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Well                 3940    1959    1982    2520     477     537     162     982    1278     985     502      420      972     1281     1256      988      668      648     1236     1231     2704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81%     82%     80%     82%     83%     72%     96%     94%     88%     76%     59%      61%      70%      90%      94%      70%      82%      87%      94%      90%      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IJK     IJK      JK       K                         L       LM       LM                 P        P      PQR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Q2E Page 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well              877     413     464     526     101     197       6      58     166     296     330      257      401      132       78      416      138       97       77      130      743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17%     19%     17%     17%     27%      4%      6%     11%     23%     39%      37%      29%       9%       6%      30%      17%      13%       6%       9%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GH     GHI    GHIJ       NO       NO                        QRS        S        S                          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Q2F Page 75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 It is sometimes difficult for me to find the information I need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Very well                 578     283     294     286     101     126      23     119     139     171     118      162      174      144       91      288       75       32       84      145      433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12%     12%      9%     17%     17%     14%     11%     10%     13%     14%      24%      13%      10%       7%      20%       9%       4%       6%      11%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MNO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well            1177     554     623     752      85     214      45     231     308     320     259      211      356      378      230      358      227      172      281      301      874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24%     23%     25%     25%     15%     29%     27%     22%     21%     25%     30%      31%      26%      26%      17%      25%      28%      23%      21%      22%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E                                      HI        O        O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well             1151     555     596     787     132     146      42     283     345     294     171      120      288      359      382      315      180      179      352      328      823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24%     23%     24%     26%     23%     20%     25%     27%     24%     23%     20%      17%      21%      25%      29%      22%      22%      24%      27%      24%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       LM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          1878     949     929    1209     251     231      58     408     637     486     273      181      534      534      621      429      323      347      585      571     1299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39%     40%     38%     39%     44%     31%     34%     39%     44%     38%     32%      26%      39%      37%      46%      30%      40%      47%      45%      42%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K                                 L        L      LMN                 P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36      16      20      11       9      16       -       -       8      14      13        9       14        7        7       13        7        5        3       11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      2%      2%                      1%      1%      2%       1%       1%       *%       *%       1%       1%       1%       *%       1%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34      20      14      24       -       8       -       -       9       3      20        6       14        6        8        5        -       10        8       12       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1%                      1%      *%      2%       1%       1%       *%       1%       *%                1%       1%       1%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Well                 1755     838     917    1038     186     340      68     350     447     492     378      373      530      522      321      646      302      204      365      446     1307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36%     35%     37%     34%     32%     46%     40%     34%     31%     38%     44%      54%      38%      37%      24%      46%      37%      27%      28%      33%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I      HI      MNO        O        O               QRS       RS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Q2F Page 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 Please tell me how well each of the following statements describes you. [INSERT ITEMS; RANDOMIZE]. Would you say that this statement describes you very well, somewhat well, not too well, or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all well?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well             3029    1504    1525    1996     383     377     100     690     982     780     445      301      822      893     1003      744      504      527      938      899     2123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62%     63%     62%     65%     66%     51%     60%     66%     68%     60%     52%      44%      60%      63%      75%      53%      62%      71%      71%      66%      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K      JK       K                         L        L      LMN                 P        P       PQ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Q2SUM-1 Page 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Q2SUM-1. Please tell me how well each of the following statements describes you. [INSERT ITEMS; RANDOMIZE]. Would you say that this statement describes you very well, somewhat well, not too well,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"VERY WELL"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 feel confident in      2951    1503    1448    1878     382     360     125     844    1009     693     268      271      669      979     1024      699      492      486      979      989     1959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my ability to use         61%     63%     58%     61%     66%     49%     74%     81%     70%     54%     31%      39%      48%      69%      77%      50%      60%      65%      74%      72%      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internet and                                    F       F              JK     IJK      JK       K                                 LM      LMN                 P        P      PQR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other communication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devices to keep up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with information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demands in my life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Having a lot of          2127    1004    1123    1294     281     323      83     526     680     496     333      254      571      622      673      587      368      372      581      662     1463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information makes         44%     42%     45%     42%     49%     44%     49%     51%     47%     39%     39%      37%      41%      44%      50%      42%      45%      50%      44%      48%      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me feel like I have                                                                JK      JK                                                  LM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more control over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things in my life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Most of the time,        1941     932    1010    1261     250     243      44     503     665     422     292      210      518      605      604      485      333      339      561      628     1309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it is easy for me         40%     39%     41%     41%     43%     33%     26%     48%     46%     33%     34%      30%      37%      42%      45%      34%      41%      45%      43%      46%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 determine what                                   F                             GJK     GJK                                          L       LM                          P        P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is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trustworthy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of                  811     405     406     505     109     123      14     155     295     207     130      147      192      281      187      284      156      103      181      277      534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institutions I deal       17%     17%     16%     16%     19%     17%      8%     15%     20%     16%     15%      21%      14%      20%      14%      20%      19%      14%      14%      20%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with – schools,                                                                             G                        O                MO                RS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banks,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government agencies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expect me to do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too much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gathering in order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 deal with them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Q2SUM-1 Page 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Q2SUM-1. Please tell me how well each of the following statements describes you. [INSERT ITEMS; RANDOMIZE]. Would you say that this statement describes you very well, somewhat well, not too well,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"VERY WELL"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 sometimes feel          800     337     464     470      91     144      20     203     199     202     174      160      273      177      182      299      147       80      163      216      585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stressed about all        16%     14%     19%     15%     16%     19%     12%     20%     14%     16%     20%      23%      20%      12%      14%      21%      18%      11%      12%      16%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information I                           B                                                               I       NO       NO                         RS        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have to keep track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of (a)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It is sometimes           578     283     294     286     101     126      23     119     139     171     118      162      174      144       91      288       75       32       84      145      433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difficult for me to       12%     12%     12%      9%     17%     17%     14%     11%     10%     13%     14%      24%      13%      10%       7%      20%       9%       4%       6%      11%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find the                                                    D       D                                              MNO        O                        QRS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I need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Q2SUM-2 Page 79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Q2SUM-2. Please tell me how well each of the following statements describes you. [INSERT ITEMS; RANDOMIZE]. Would you say that this statement describes you very well, somewhat well, not too well,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NET "WELL"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 feel confident in      3940    1959    1982    2520     477     537     162     982    1278     985     502      420      972     1281     1256      988      668      648     1236     1231     2704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my ability to use         81%     82%     80%     82%     83%     72%     96%     94%     88%     76%     59%      61%      70%      90%      94%      70%      82%      87%      94%      90%      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internet and                                    F       F             IJK     IJK      JK       K                         L       LM       LM                 P        P      PQR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other communication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devices to keep up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with information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demands in my life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Most of the time,        3886    1891    1996    2540     445     503     130     896    1196     999     628      439     1086     1200     1146     1008      674      633     1139     1135     2741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it is easy for me         80%     80%     81%     83%     77%     68%     78%     86%     83%     77%     73%      64%      79%      84%      86%      72%      83%      85%      87%      83%      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 determine what                                   F                              JK       K                                 L        L       LM                 P        P        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is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trustworthy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Having a lot of          3831    1858    1973    2451     433     588     133     900    1159     959     648      497     1056     1142     1121     1093      637      634     1039     1104     2721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information makes         79%     78%     80%     80%     75%     79%     79%     87%     80%     74%     76%      72%      76%      80%      84%      78%      78%      85%      79%      81%      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me feel like I have                                                               IJK                                                          LM                          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more control over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things in my life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of                 2243    1120    1122    1330     276     395      93     495     713     568     342      398      593      675      569      713      424      327      560      706     1533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institutions I deal       46%     47%     45%     43%     48%     53%     55%     48%     49%     44%     40%      58%      43%      47%      42%      51%      52%      44%      43%      52%      44%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with – schools,                                                     D                       K                      MNO                                   S        S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banks,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government agencies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expect me to do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too much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gathering in order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 deal with them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Q2SUM-2 Page 80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Q2SUM-2. Please tell me how well each of the following statements describes you. [INSERT ITEMS; RANDOMIZE]. Would you say that this statement describes you very well, somewhat well, not too well,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well?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NET "WELL"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 sometimes feel         2059     855    1204    1290     194     344      91     493     531     532     398      357      587      577      527      661      346      301      512      579     1477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stressed about all        42%     36%     49%     42%     34%     46%     54%     47%     37%     41%     47%      52%      43%      40%      39%      47%      43%      40%      39%      42%      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information I                           B                       E       I       I                       I       NO                                   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have to keep track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of (a)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It is sometimes          1755     838     917    1038     186     340      68     350     447     492     378      373      530      522      321      646      302      204      365      446     1307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difficult for me to       36%     35%     37%     34%     32%     46%     40%     34%     31%     38%     44%      54%      38%      37%      24%      46%      37%      27%      28%      33%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find the                                                           DE                               I      HI      MNO        O        O               QRS       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I need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Q3 Page 81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Q3. Some people say they feel overloaded with too much information these days. Others say they like having so much information available. How about you? Do you feel overloaded, or do you like having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of information available? [RANDOMIZE Q3 AND Q4]</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 feel overloaded         970     406     564     587     134     166      25     133     229     292     266      196      284      261      223      346      155      107      211      219      748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17%     23%     19%     23%     22%     15%     13%     16%     23%     31%      28%      21%      18%      17%      25%      19%      14%      16%      16%      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HI    GHIJ       NO                                  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 like having a lot      3722    1891    1831    2402     423     530     143     897    1168     940     543      442     1051     1129     1087     1003      632      621     1074     1110     2606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of information            77%     80%     74%     78%     73%     72%     85%     86%     81%     73%     63%      64%      76%      79%      81%      71%      78%      83%      82%      81%      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available                           C                                      JK      JK      JK       K                         L        L        L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89      43      45      47      17      24       -       4      26      40      18       29       26       24        9       46       10        5       20       28       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2%      2%      2%      3%      3%              *%      2%      3%      2%       4%       2%       2%       1%       3%       1%       1%       2%       2%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O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73      38      35      33       4      21       -       6      22      16      29       23       19       13       19       14       17       12        9       11       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2%      1%      1%      1%      3%              1%      2%      1%      3%       3%       1%       1%       1%       1%       2%       2%       1%       1%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Q4 Page 82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Q4. Which of the following best describes you – even if neither is exactly right? [READ AND RANDOMIZE] [RANDOMIZE Q3 AND Q4]</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Having a lot of          3260    1638    1622    2016     423     513     134     784     995     837     480      455      917      965      909      915      553      540      892      960     2295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information               67%     69%     66%     66%     73%     69%     80%     75%     69%     65%     56%      66%      66%      68%      68%      65%      68%      72%      68%      70%      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available helps                                                            JK      JK       K       K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simplify my life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The volume of            1281     581     700     847     122     184      25     226     351     367     289      198      372      348      358      417      213      162      341      340      936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information               26%     24%     28%     28%     21%     25%     15%     22%     24%     28%     34%      29%      27%      24%      27%      30%      26%      22%      26%      25%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available makes my                                                                                  G     GHI                                            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life seem more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complex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of both (VOL.)       141      65      75     103       3      23       9      28      60      30      14       14       29       53       44       34       27       23       31       41      100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3%      *%      3%      5%      3%      4%      2%      2%       2%       2%       4%       3%       2%       3%       3%       2%       3%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110      61      49      66      13      18       -       3      29      45      29       17       38       39       16       23       16       13       36       20       90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3%      2%      2%      2%      2%              *%      2%      3%      3%       2%       3%       3%       1%       2%       2%       2%       3%       1%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       H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63      32      30      38      17       3       -       -      11      10      42        6       25       21       11       20        3        6       14        7       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3%      *%                      1%      1%      5%       1%       2%       1%       1%       1%       *%       1%       1%       1%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IJ                                                                                         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BOOKS1 Page 83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BOOKS1. During the past 12 months, about how many BOOKS did you read either all or part of the way through? Please include any print, electronic, or audiobooks you may have read or listened to.</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None                     1221     713     508     687     164     282       7     203     376     368     256      279      493      266      173      457      195      175      221      345      874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25%     30%     21%     22%     28%     38%      4%     19%     26%     29%     30%      40%      36%      19%      13%      32%      24%      23%      17%      25%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               G       G      GH      GH       NO       NO        O               QRS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 book                    334     202     131     176      50      86       7      71      90     108      53       75      134       77       48      125       80       21       67       71      263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      9%      5%      6%      9%     12%      4%      7%      6%      8%      6%      11%      10%       5%       4%       9%      10%       3%       5%       5%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                                               NO       NO                         RS       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2-3 books                 770     371     399     422     109     145      35     175     199     234     112      112      160      323      174      213      108      129      244      215      555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16%     16%     14%     19%     20%     21%     17%     14%     18%     13%      16%      12%      23%      13%      15%      13%      17%      19%      16%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4-5 books                 588     274     314     374      71      69      40     140     190     157      62       53      159      186      187      141       73       79      224      154      432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12%     13%     12%     12%      9%     24%     13%     13%     12%      7%       8%      12%      13%      14%      10%       9%      11%      17%      11%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K       K       K                                           L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6-10 books                621     278     343     438      55      60      34     155     201     116     108       65      144      207      203      163       95      119      172      190      429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13%     12%     14%     14%     10%      8%     20%     15%     14%      9%     13%       9%      10%      15%      15%      12%      12%      16%      13%      14%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J       J                                                  LM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11-20 books               515     267     248     378      53      36      25     136     155     112      79       50      119      126      219      119      100       86      145      147      367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11%     11%     10%     12%      9%      5%     15%     13%     11%      9%      9%       7%       9%       9%      16%       8%      12%      12%      11%      11%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LMN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More than 20 books        735     247     487     556      64      48      19     153     213     180     160       29      153      232      317      163      152      134      228      217      515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15%     10%     20%     18%     11%      6%     11%     15%     15%     14%     19%       4%      11%      16%      24%      12%      19%      18%      17%      16%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EF                                                                         L        L      LMN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35      16      19      16       4      15       -       4       4      11      17       19        8        8        -       25        3        -        -        8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1%      2%              *%      *%      1%      2%       3%       1%       1%                2%       *%                         1%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T-Test for Means (equal variances), 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BOOKS1 Page 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BOOKS1. During the past 12 months, about how many BOOKS did you read either all or part of the way through? Please include any print, electronic, or audiobooks you may have read or listened to.</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36      10      26      22       7       -       -       5      18       4       9        6       10        1       19        3        8        3       15       21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      1%      1%      1%                      *%      1%      *%      1%       1%       1%       *%       1%       *%       1%       *%       1%       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Read any books       3562    1639    1923    2344     403     444     161     829    1048     906     574      385      870     1152     1146      924      607      568     1080      993     2561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 past 12 months         73%     69%     78%     76%     70%     60%     96%     80%     73%     70%     67%      56%      63%      81%      86%      66%      75%      76%      82%      73%      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F                    HIJK     IJK                                                 LM       LM                 P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MEAN (including            12       9      15      14       9       6      13      12      12      11      13        5        9       13       17       10       12       13       14       13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None)                                       B      EF                                                                         L       LM      LMN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MEDIAN (including           4       3       5       5       3       1       5       5       4       3       3        1        2        4        7        2        4        5        5        4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None)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MEAN (excluding            16      13      19      18      12      10      13      15      17      15      19        9       14       15       20       15       16       17       17       17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None)                                       B      EF                                                                                  L      LMN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MEDIAN (excluding           6       5       6       7       5       3       5       6       6       5       7        4        5        5       10        5        6       10        6        6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None)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T-Test for Means (equal variances), 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BOOKS2A Page 85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BOOKS2. Thinking about all of the books you have read in the past 12 months, were any of those... [INSERT ITEMS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3562    1639    1923    2344     403     444     161     829    1048     906     574      385      870     1152     1146      924      607      568     1080      993     2561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READ ANY BOOKS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1214     596     618     861     123     123      49     216     294     354     278      101      238      308      562      260      197      194      424      291      919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Printed books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3220    1467    1753    2168     371     371     145     753     933     826     520      333      774     1053     1053      847      553      522      964      885     2327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90%     89%     91%     92%     92%     83%     90%     91%     89%     91%     91%      86%      89%      91%      92%      92%      91%      92%      89%      89%      91%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328     162     166     166      32      69      16      76     111      73      52       49       89      100       91       70       54       47      114      105      224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     10%      9%      7%      8%     16%     10%      9%     11%      8%      9%      13%      10%       9%       8%       8%       9%       8%      11%      11%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13       9       3       8       -       4       -       -       4       7       1        4        7        -        1        7        -        -        -        3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              1%                      *%      1%      *%       1%       1%                *%       1%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       1       -       1       -       -       -       -       -       -       1        -        -        -        1        -        -        -        1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BOOKS2B Page 86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BOOKS2. Thinking about all of the books you have read in the past 12 months, were any of those... [INSERT ITEMS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3562    1639    1923    2344     403     444     161     829    1048     906     574      385      870     1152     1146      924      607      568     1080      993     2561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READ ANY BOOKS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1214     596     618     861     123     123      49     216     294     354     278      101      238      308      562      260      197      194      424      291      919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Audiobooks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700     338     363     459      67      93      34     168     221     190      79       93      132      204      270      134      130      144      209      207      494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21%     19%     20%     17%     21%     21%     20%     21%     21%     14%      24%      15%      18%      24%      15%      21%      25%      19%      21%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2848    1302    1547    1883     331     345     127     661     822     711     492      286      737      940      877      789      475      424      865      781     2059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80%     79%     80%     80%     82%     78%     79%     80%     78%     78%     86%      74%      85%      82%      76%      85%      78%      75%      80%      79%      80%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LO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7       -       7       2       5       -       -       -       5       -       2        -        -        7        -        -        2        -        5        5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              *%                         1%                         *%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7       -       7       1       -       6       -       -       -       6       1        6        -        1        -        -        -        -        -        -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1%      *%       1%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BOOKS2C Page 87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BOOKS2. Thinking about all of the books you have read in the past 12 months, were any of those... [INSERT ITEMS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3562    1639    1923    2344     403     444     161     829    1048     906     574      385      870     1152     1146      924      607      568     1080      993     2561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READ ANY BOOKS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1214     596     618     861     123     123      49     216     294     354     278      101      238      308      562      260      197      194      424      291      919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Electronic books, also called e-books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1365     641     723     966     131     138      57     369     461     309     165      112      263      450      540      269      211      257      517      409      956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38%     39%     38%     41%     33%     31%     35%     44%     44%     34%     29%      29%      30%      39%      47%      29%      35%      45%      48%      41%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JK      JK                                          M      LMN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2184     998    1186    1376     265     300     104     460     582     590     408      266      607      695      606      653      396      311      558      579     1597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61%     61%     62%     59%     66%     68%     65%     56%     56%     65%     71%      69%      70%      60%      53%      71%      65%      55%      52%      58%      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HI        O       NO                         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8       -       8       2       7       -       -       -       5       2       1        1        -        7        -        2        -        -        5        5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2%                              *%      *%      *%       *%                1%                *%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6       -       6       -       -       6       -       -       -       6       -        6        -        -        -        -        -        -        -        -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1%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Q7A Page 88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Q7. When you read electronic books or e-books, do you ever read them on... [INSERT ITEMS IN ORDER]? [IF YES: How often do you read e-books on... (ITEM)? Would you say every day or almost every day,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TABLET           902     391     511     670      64      87      26     192     343     224     116       42      137      288      435      146      115      170      399      299      603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OWNERS WHO READ 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IN THE PAST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340     159     181     270      22      26       8      57     105      98      71       12       36       80      212       44       42       61      162      100      240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A tablet computer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every day or         139      52      86     118       5       6       7      21      34      49      27        4       24       21       89       10       26       24       70       44       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almost every day          15%     13%     17%     18%      8%      7%     25%     11%     10%     22%     23%      10%      17%       7%      21%       7%      23%      14%      18%      15%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I                                   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202     115      88     141      13      28       6      44      82      51      20       12       40       62       88       29       21       45       96       83      120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22%     29%     17%     21%     20%     33%     22%     23%     24%     23%     17%      29%      29%      22%      20%      20%      18%      26%      24%      28%      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202      87     115     136      25      21       4      64      71      47      16        4       37       88       72       39       34       35       76       55      147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22%     22%     23%     20%     39%     24%     16%     33%     21%     21%     14%      10%      27%      31%      17%      27%      30%      21%      19%      18%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LO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less often           178      78     100     147      11       6       8      29      73      45      22       15       23       62       78       42       13       34       76       37      141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20%     20%     22%     17%      7%     29%     15%     21%     20%     19%      36%      17%      21%      18%      29%      11%      20%      19%      12%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read e-        171      56     115     126       9      19       2      27      81      32      29        6        7       53      106       19       21       29       80       72       99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 on this             19%     14%     23%     19%     15%     22%      8%     14%     24%     14%     25%      14%       5%      18%      24%      13%      18%      17%      20%      24%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device                                                                                                                                 M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10       4       7       4       -       7       -       7       2       -       2        -        7        2        2        7        -        2        -        8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7%              3%      *%              2%                5%       1%       *%       4%                1%                3%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Q7A Page 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Q7. When you read electronic books or e-books, do you ever read them on... [INSERT ITEMS IN ORDER]? [IF YES: How often do you read e-books on... (ITEM)? Would you say every day or almost every day,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TABLET           902     391     511     670      64      87      26     192     343     224     116       42      137      288      435      146      115      170      399      299      603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OWNERS WHO READ 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IN THE PAST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721     332     389     541      55      61      24     159     260     192      85       36      124      233      328      120       94      138      319      219      502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80%     85%     76%     81%     85%     71%     92%     82%     76%     86%     73%      86%      90%      81%      75%      82%      82%      82%      80%      73%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Q7B Page 90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Q7. When you read electronic books or e-books, do you ever read them on... [INSERT ITEMS IN ORDER]? [IF YES: How often do you read e-books on... (ITEM)? Would you say every day or almost every day,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E-READER         529     199     330     415      39      41      18      75     186     155      96       39       78      168      244       45      112      115      210      187      342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OWNERS WHO READ 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IN THE PAST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215      93     122     181      11      13       6      24      56      71      58       10       22       55      128       15       41       38      101       62      153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An e-book reader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every day or          93      24      69      79       3       7       2       7      29      28      27        9        5       26       53        4       29       19       35       27       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almost every day          18%     12%     21%     19%      8%     17%     10%      9%     16%     18%     28%      22%       6%      16%      22%       9%      26%      16%      17%      14%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88      39      49      79       -       5       4      18      24      24      18        -       17       19       52        8       17       14       44       28       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17%     19%     15%     19%             13%     21%     24%     13%     15%     19%               22%      11%      21%      19%      15%      13%      21%      15%      18%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87      37      50      61      20       -       2      11      41      27       6        2       13       32       39        4       20       20       31       40       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16%     18%     15%     15%     51%             12%     14%     22%     17%      6%       6%      17%      19%      16%       9%      18%      18%      15%      21%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less often           102      38      64      86       1      10       -      16      43      34      10        -       19       29       54        7       22       31       40       46       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19%     19%     20%     21%      3%     23%             21%     23%     22%     10%               25%      17%      22%      16%      19%      27%      19%      24%      17%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read e-        145      61      84      96      15      19       4      20      48      41      31       18       23       59       45       17       24       23       59       43      103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 on this             27%     31%     26%     23%     38%     47%     25%     27%     26%     26%     33%      48%      29%      35%      19%      38%      22%      20%      28%      23%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device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Can’t read e-books          1       1       -       1       -       -       -       -       -       1       -        -        -        -        1        -        -        -        1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on device/Device           *%      1%              *%                                              1%                                          *%                                  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not equipped for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reading e-books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Q7B Page 91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Q7. When you read electronic books or e-books, do you ever read them on... [INSERT ITEMS IN ORDER]? [IF YES: How often do you read e-books on... (ITEM)? Would you say every day or almost every day,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E-READER         529     199     330     415      39      41      18      75     186     155      96       39       78      168      244       45      112      115      210      187      342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OWNERS WHO READ 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IN THE PAST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11       -      11      11       -       -       6       4       -       -       2        9        -        2        -        4        -        8        -        4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3%      3%                     31%      5%                      2%      24%                1%                9%                7%                2%       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       -       1       1       -       -       -       -       -       -       1        -        -        1        -        -        -        -        -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370     137     233     305      24      22       8      51     137     112      61       11       55      106      198       24       87       84      149      141      229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70%     69%     71%     74%     62%     53%     43%     68%     74%     73%     64%      28%      71%      63%      81%      53%      78%      73%      71%      75%      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        L       LN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Q7C Page 92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Q7. When you read electronic books or e-books, do you ever read them on... [INSERT ITEMS IN ORDER]? [IF YES: How often do you read e-books on... (ITEM)? Would you say every day or almost every day,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DESKTOP/        1248     588     659     916     107     107      50     319     425     300     150       83      229      407      529      203      188      248      505      376      871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LAPTOP OWNERS WHO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READ E-BOOKS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455     232     223     357      33      32      16      89     127     129      91       23       61      111      260       60       63       84      206      121      334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A desktop or laptop computer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every day or          57      26      31      28      13       6       2      27      14       5       9        3        7       17       30       20       11        2       21        8       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almost every day           5%      4%      5%      3%     12%      5%      3%      8%      3%      2%      6%       4%       3%       4%       6%      10%       6%       1%       4%       2%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138      78      60      93      12      21       -      48      45      34      10        -       29       73       37       31       19       26       52       23      116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11%     13%      9%     10%     11%     20%             15%     11%     11%      7%               13%      18%       7%      15%      10%      10%      10%       6%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167     100      67     108      15       9       7      64      45      38      12        7       26       59       74       34       12       44       65       54      113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13%     17%     10%     12%     14%      9%     15%     20%     11%     13%      8%       9%      11%      15%      14%      17%       6%      18%      13%      14%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less often           148      70      78     124      12       3      11      32      60      35       9       16       38       39       55       24       14       32       64       45      103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12%     12%     14%     12%      2%     22%     10%     14%     12%      6%      19%      17%      10%      10%      12%       8%      13%      13%      12%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read e-        734     315     420     559      54      69      30     145     260     188     109       56      130      218      330       92      133      145      302      247      487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 on this             59%     53%     64%     61%     51%     64%     60%     45%     61%     63%     73%      68%      57%      54%      62%      45%      70%      58%      60%      66%      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device                                                                                      H       H       H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Q7C Page 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Q7. When you read electronic books or e-books, do you ever read them on... [INSERT ITEMS IN ORDER]? [IF YES: How often do you read e-books on... (ITEM)? Would you say every day or almost every day,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DESKTOP/        1248     588     659     916     107     107      50     319     425     300     150       83      229      407      529      203      188      248      505      376      871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LAPTOP OWNERS WHO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READ E-BOOKS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       -       3       3       -       -       -       3       -       -       -        -        -        -        3        3        -        -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1%                                                          1%       2%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510     274     237     354      53      39      20     171     164     111      41       27       99      188      196      108       56      103      203      129      381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41%     47%     36%     39%     49%     36%     40%     54%     39%     37%     27%      32%      43%      46%      37%      53%      30%      42%      40%      34%      44%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IJK                                                                    Q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Q7D Page 94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Q7. When you read electronic books or e-books, do you ever read them on... [INSERT ITEMS IN ORDER]? [IF YES: How often do you read e-books on... (ITEM)? Would you say every day or almost every day,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CELL PHONE      1341     641     700     954     126     138      57     369     461     293     158      112      258      443      529      262      201      257      517      409      933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OWNERS WHO READ 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IN THE PAST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481     246     235     370      39      38      18     100     135     130      95       30       68      119      264       75       67       86      210      129      352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A cell phone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every day or         141      51      90      77      29      17      13      59      55      12       2       23       34       49       35       36       32       31       34       57       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almost every day          10%      8%     13%      8%     23%     13%     22%     16%     12%      4%      2%      21%      13%      11%       7%      14%      16%      12%       7%      14%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K      JK      JK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152      79      73     103      12      21      10      56      52      27       5       13       50       29       60       33       35       16       58       43      109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11%     12%     10%     11%      9%     15%     18%     15%     11%      9%      3%      11%      20%       7%      11%      13%      18%       6%      11%      11%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K                                 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134      80      54      65      18      29       4      47      49      29       5        7       30       40       56       24       19       42       44       46       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10%     12%      8%      7%     14%     21%      6%     13%     11%     10%      3%       7%      12%       9%      11%       9%       9%      16%       9%      11%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less often           231     121     110     150      34      15       8      64      98      42      19       29       52       73       77       49       24       43       88       69      162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19%     16%     16%     27%     11%     14%     17%     21%     14%     12%      26%      20%      16%      15%      19%      12%      17%      17%      17%      17%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read e-        682     310     371     557      35      56      22     143     207     180     126       40       92      252      299      120       91      125      291      193      489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 on this             51%     48%     53%     58%     27%     41%     39%     39%     45%     62%     80%      35%      36%      57%      56%      46%      45%      49%      56%      47%      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device                                              E                                              HI    GHIJ                         LM       LM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       2       2       -       -       -       -       -       2       -        -        -        -        2        -        -        -        2        -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Q7D Page 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Q7. When you read electronic books or e-books, do you ever read them on... [INSERT ITEMS IN ORDER]? [IF YES: How often do you read e-books on... (ITEM)? Would you say every day or almost every day,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CELL PHONE      1341     641     700     954     126     138      57     369     461     293     158      112      258      443      529      262      201      257      517      409      933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OWNERS WHO READ 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IN THE PAST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658     331     327     395      92      82      35     226     254     110      32       72      166      191      229      142      111      132      224      216      442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49%     52%     47%     41%     73%     59%     61%     61%     55%     38%     20%      65%      64%      43%      43%      54%      55%      51%      43%      53%      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K      JK      JK       K               NO       NO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Q7SUM Page 96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Q7SUM. When you read electronic books or e-books, do you ever read them on... [INSERT ITEMS IN ORDER]?</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NET "YES"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ORIGINAL        1365     641     723     966     131     138      57     369     461     309     165      112      263      450      540      269      211      257      517      409      956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ITEM FILTER WHO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READ E-BOOKS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485     246     239     372      40      38      18     100     135     133      96       30       69      120      266       76       69       86      210      129      356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tablet computer         721     332     389     541      55      61      24     159     260     192      85       36      124      233      328      120       94      138      319      219      502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80%     85%     76%     81%     85%     71%     92%     82%     76%     86%     73%      86%      90%      81%      75%      82%      82%      82%      80%      73%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An e-book reader          370     137     233     305      24      22       8      51     137     112      61       11       55      106      198       24       87       84      149      141      229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70%     69%     71%     74%     62%     53%     43%     68%     74%     73%     64%      28%      71%      63%      81%      53%      78%      73%      71%      75%      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        L       LN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cell phone (d)          658     331     327     395      92      82      35     226     254     110      32       72      166      191      229      142      111      132      224      216      442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49%     52%     47%     41%     73%     59%     61%     61%     55%     38%     20%      65%      64%      43%      43%      54%      55%      51%      43%      53%      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K      JK      JK       K               NO       NO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desktop or laptop       510     274     237     354      53      39      20     171     164     111      41       27       99      188      196      108       56      103      203      129      381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computer (c)              41%     47%     36%     39%     49%     36%     40%     54%     39%     37%     27%      32%      43%      46%      37%      53%      30%      42%      40%      34%      44%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IJK                                                                    Q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Q8A Page 97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Q8. Overall, thinking about the different kinds of reading you might do, including books, magazines, journals, newspapers and other online content, do you ever read... [INSERT ITEM; RANDOMIZE]? [IF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How often do you do this – every day or almost every day, a 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For work or school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every day or        1557     822     735     987     197     187     100     498     514     323     104      153      339      463      596      317      224      237      613      506     1050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almost every day          32%     35%     30%     32%     34%     25%     60%     48%     36%     25%     12%      22%      25%      32%      45%      22%      28%      32%      47%      37%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IJK      JK       K                                 LM      LMN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718     385     333     429      86     114      38     217     226     177      57       89      149      270      210      158      135      151      232      257      461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15%     16%     13%     14%     15%     15%     23%     21%     16%     14%      7%      13%      11%      19%      16%      11%      17%      20%      18%      19%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JK       K       K                                  M        M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397     181     216     242      40      57      23      85     155     101      28       47       98      137      113      107       58       76      119      113      282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8%      8%      9%      8%      7%      8%     14%      8%     11%      8%      3%       7%       7%      10%       8%       8%       7%      10%       9%       8%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K       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less often           167      90      77      96      32      33       3      37      55      54      16       34       47       37       48       46       44       22       36       53      114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4%      3%      3%      5%      4%      2%      4%      4%      4%      2%       5%       3%       3%       4%       3%       5%       3%       3%       4%       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never do this        1852     853     999    1193     201     342       4     203     459     616     544      349      696      471      324      743      318      235      281      419     1427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38%     36%     40%     39%     35%     46%      2%     20%     32%     48%     64%      51%      50%      33%      24%      53%      39%      32%      21%      31%      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G      GH     GHI    GHIJ       NO       NO        O               QRS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job/Not in             162      46     116     122      21       8       -       -      37      18     106       17       50       48       47       38       33       25       33       20      143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school (VOL.)              3%      2%      5%      4%      4%      1%                      3%      1%     12%       2%       4%       3%       4%       3%       4%       3%       3%       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F                                                      IJ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Q8A Page 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Q8. Overall, thinking about the different kinds of reading you might do, including books, magazines, journals, newspapers and other online content, do you ever read... [INSERT ITEM; RANDOMIZE]? [IF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How often do you do this – every day or almost every day, a 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2839    1479    1361    1754     355     391     164     837     950     655     205      324      634      907      967      627      462      486     1000      929     1907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58%     62%     55%     57%     61%     53%     98%     80%     66%     51%     24%      47%      46%      64%      72%      45%      57%      65%      76%      68%      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HIJK     IJK      JK       K                                 LM      LMN                 P        P      PQR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Q8B Page 99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Q8. Overall, thinking about the different kinds of reading you might do, including books, magazines, journals, newspapers and other online content, do you ever read... [INSERT ITEM; RANDOMIZE]? [IF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How often do you do this – every day or almost every day, a 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For pleasure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_______________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every day or        1727     776     951    1245     164     161      54     356     477     439     372      127      418      540      634      416      287      298      540      445     1278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almost every day          36%     33%     38%     41%     28%     22%     32%     34%     33%     34%     43%      18%      30%      38%      47%      30%      35%      40%      41%      33%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EF                                                     HIJ                 L       LM      LMN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956     470     486     582      98     158      45     244     274     251     133      113      260      288      292      290      148      134      275      277      676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20%     20%     20%     19%     17%     21%     27%     23%     19%     19%     16%      16%      19%      20%      22%      21%      18%      18%      21%      20%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730     363     367     464     120      86      16     176     215     215      99       87      210      256      175      190      134      106      213      208      519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15%     15%     15%     15%     21%     12%     10%     17%     15%     17%     12%      13%      15%      18%      13%      14%      17%      14%      16%      15%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less often           497     213     284     260      73     103      18      90     163     138      84       96      144      120      135      169       82       74      120      149      348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9%     11%      8%     13%     14%     11%      9%     11%     11%     10%      14%      10%       8%      10%      12%      10%      10%       9%      11%      10%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never do this         937     551     386     515     123     234      34     170     317     246     165      267      345      221      103      343      159      133      166      289      648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19%     23%     16%     17%     21%     32%     20%     16%     22%     19%     19%      39%      25%      15%       8%      24%      20%      18%      13%      21%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DE                                              MNO       NO        O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       -       3       3       -       -       -       -       -       -       3        -        -        3        -        -        3        -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5       5       -       -       -       -       -       5       -       -       -        -        5        -        -        -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Q8B Page 100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Q8. Overall, thinking about the different kinds of reading you might do, including books, magazines, journals, newspapers and other online content, do you ever read... [INSERT ITEM; RANDOMIZE]? [IF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How often do you do this – every day or almost every day, a 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3910    1822    2088    2552     454     507     134     866    1129    1043     688      422     1031     1204     1235     1066      651      612     1149     1079     2821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81%     77%     84%     83%     79%     68%     80%     83%     78%     81%     80%      61%      75%      84%      92%      76%      80%      82%      87%      79%      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F       F                                                                 L       LM      LMN                                  PQ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Q8C Page 101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Q8. Overall, thinking about the different kinds of reading you might do, including books, magazines, journals, newspapers and other online content, do you ever read... [INSERT ITEM; RANDOMIZE]? [IF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How often do you do this – every day or almost every day, a 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To keep up with current events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every day or        2268    1191    1077    1591     231     232      59     477     668     593     443      134      572      696      856      464      389      401      783      609     1654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almost every day          47%     50%     43%     52%     40%     31%     35%     46%     46%     46%     52%      19%      41%      49%      64%      33%      48%      54%      60%      45%      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G                 L        L      LMN                 P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1027     451     576     621     126     150      43     238     269     318     152      151      318      338      215      347      175      135      242      237      786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21%     19%     23%     20%     22%     20%     26%     23%     19%     25%     18%      22%      23%      24%      16%      25%      21%      18%      18%      17%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IK                         O        O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466     190     276     273      65      85      22     100     144     132      58       92      144      135       96      195       64       61       95      154      312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10%      8%     11%      9%     11%     11%     13%     10%     10%     10%      7%      13%      10%       9%       7%      14%       8%       8%       7%      11%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less often           210      87     123      82      17      87      11      51      82      43      23       95       61       22       31       89       43       26       17       81      129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4%      5%      3%      3%     12%      7%      5%      6%      3%      3%      14%       4%       2%       2%       6%       5%       3%       1%       6%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MNO        N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never do this         870     459     410     490     139     187      32     168     283     203     173      214      279      236      141      313      143      123      178      287      583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19%     17%     16%     24%     25%     19%     16%     20%     16%     20%      31%      20%      17%      11%      22%      18%      16%      14%      21%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MNO        O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7       -       7       7       -       -       -       -       -       -       7        4        -        -        -        -        -        -        -        -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7       -       7       7       -       -       -       7       -       -       -        -        7        -        -        -        -        -        -        -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Q8C Page 102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Q8. Overall, thinking about the different kinds of reading you might do, including books, magazines, journals, newspapers and other online content, do you ever read... [INSERT ITEM; RANDOMIZE]? [IF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How often do you do this – every day or almost every day, a 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3971    1919    2053    2567     439     554     136     866    1163    1085     676      472     1095     1191     1198     1095      670      623     1137     1081     2881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82%     81%     83%     84%     76%     75%     81%     83%     80%     84%     79%      68%      79%      83%      89%      78%      82%      84%      86%      79%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L        L      LMN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Q8D Page 103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Q8. Overall, thinking about the different kinds of reading you might do, including books, magazines, journals, newspapers and other online content, do you ever read... [INSERT ITEM; RANDOMIZE]? [IF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How often do you do this – every day or almost every day, a 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To research specific topics you’re interested in</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every day or        1435     762     673     902     158     206      52     406     512     297     149      124      336      444      525      335      226      230      478      480      953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almost every day          30%     32%     27%     29%     27%     28%     31%     39%     35%     23%     17%      18%      24%      31%      39%      24%      28%      31%      36%      35%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L      LMN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1328     647     681     833     176     166      44     305     415     392     165      148      360      408      411      362      261      220      377      374      954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27%     27%     27%     27%     30%     22%     26%     29%     29%     30%     19%      21%      26%      29%      31%      26%      32%      30%      29%      27%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K       K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a few times a        898     376     522     611      95     111      43     180     228     268     162      115      231      307      238      257      104      153      290      222      669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19%     16%     21%     20%     16%     15%     26%     17%     16%     21%     19%      17%      17%      22%      18%      18%      13%      21%      22%      16%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Q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less often           417     199     218     236      52     116      13      66     120     127      88       92      129      114       82      142       87       37       79      120      298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      8%      9%      8%      9%     16%      8%      6%      8%     10%     10%      13%       9%       8%       6%      10%      11%       5%       6%       9%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O                                  RS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never do this         758     378     380     478      95     139      16      83     170     202     276      208      319      149       76      295      135      105       90      171      586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16%     15%     16%     16%     19%      9%      8%     12%     16%     32%      30%      23%      10%       6%      21%      17%      14%       7%      13%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GHIJ       NO       NO        O                RS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18      16       2      10       2       3       -       -       -       3      15        3        5        4        6       18        -        -        -        -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      *%      *%                              *%      2%       *%       *%       *%       *%       1%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Q8D Page 104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Q8. Overall, thinking about the different kinds of reading you might do, including books, magazines, journals, newspapers and other online content, do you ever read... [INSERT ITEM; RANDOMIZE]? [IF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How often do you do this – every day or almost every day, a few times a week, a few times a month, or less often?]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4078    1984    2094    2582     481     599     152     957    1276    1084     564      479     1056     1274     1257     1096      678      641     1224     1196     2874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84%     83%     85%     84%     83%     81%     91%     92%     88%     84%     66%      69%      77%      89%      94%      78%      83%      86%      93%      88%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JK       K       K                                 LM      LMN                          P      PQR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Q8SUM Page 105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Q8SUM. Overall, thinking about the different kinds of reading you might do, including books, magazines, journals, newspapers and other online content, do you ever read... [INSERT ITEM;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NET "YES"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 research              4078    1984    2094    2582     481     599     152     957    1276    1084     564      479     1056     1274     1257     1096      678      641     1224     1196     2874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specific topics           84%     83%     85%     84%     83%     81%     91%     92%     88%     84%     66%      69%      77%      89%      94%      78%      83%      86%      93%      88%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you’re interested                                                           K      JK       K       K                                 LM      LMN                          P      PQR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 keep up with          3971    1919    2053    2567     439     554     136     866    1163    1085     676      472     1095     1191     1198     1095      670      623     1137     1081     2881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current events (c)        82%     81%     83%     84%     76%     75%     81%     83%     80%     84%     79%      68%      79%      83%      89%      78%      82%      84%      86%      79%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L        L      LMN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For pleasure (b)         3910    1822    2088    2552     454     507     134     866    1129    1043     688      422     1031     1204     1235     1066      651      612     1149     1079     2821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81%     77%     84%     83%     79%     68%     80%     83%     78%     81%     80%      61%      75%      84%      92%      76%      80%      82%      87%      79%      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F       F                                                                 L       LM      LMN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For work or school       2839    1479    1361    1754     355     391     164     837     950     655     205      324      634      907      967      627      462      486     1000      929     1907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58%     62%     55%     57%     61%     53%     98%     80%     66%     51%     24%      47%      46%      64%      72%      45%      57%      65%      76%      68%      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HIJK     IJK      JK       K                                 LM      LMN                 P        P      PQR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LIBUSEA Page 106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LIBUSE. Have you, personally, EVER...[INSERT ITEMS IN ORDER], or is this something you’ve never done? [IF YES, ASK: Have you done this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Visited a public library or used a public library bookmobile IN PERSON</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have done this      2346     942    1404    1488     299     304     108     553     733     579     340      263      538      745      793      702      358      385      670      745     1593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 past 12 months         48%     40%     57%     48%     52%     41%     64%     53%     51%     45%     40%      38%      39%      52%      59%      50%      44%      52%      51%      55%      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JK      JK       K                                         LM      LMN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have done           1565     866     699    1110     118     202      19     326     482     436     290      189      483      493      397      326      309      275      486      393     1170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this, but not in          32%     36%     28%     36%     20%     27%     11%     31%     33%     34%     34%      27%      35%      35%      30%      23%      38%      37%      37%      29%      34%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C              EF                               G       G       G       G                                                     P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have never done       943     569     373     472     161     235      41     161     232     274     225      238      359      189      149      381      146       86      160      229      713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this                      19%     24%     15%     15%     28%     32%     25%     16%     16%     21%     26%      35%      26%      13%      11%      27%      18%      12%      12%      17%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       D                                      HI       NO       NO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3911    1808    2103    2598     417     506     127     879    1214    1015     630      452     1021     1238     1190     1027      667      659     1155     1138     2764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81%     76%     85%     85%     72%     68%     75%     84%     84%     79%     74%      65%      74%      87%      89%      73%      82%      88%      88%      83%      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EF                               K       K                                         LM       LM                 P        P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LIBUSEB Page 107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LIBUSE. Have you, personally, EVER...[INSERT ITEMS IN ORDER], or is this something you’ve never done? [IF YES, ASK: Have you done this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Used a public library WEBSITE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have done this      1311     477     834     859     160     130      31     343     476     311     137       74      226      436      571      296      197      233      439      445      862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 past 12 months         27%     20%     34%     28%     28%     18%     18%     33%     33%     24%     16%      11%      16%      31%      43%      21%      24%      31%      33%      33%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F       F                     GJK     GJK       K                                 LM      LMN                          P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have done            569     308     260     357      77      69       5     183     186     133      55       36      114      210      206      147      101       75      191      143      426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this, but not in          12%     13%     11%     12%     13%      9%      3%     18%     13%     10%      6%       5%       8%      15%      15%      10%      12%      10%      15%      10%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GJK      GK       G                                 LM       LM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have never done      2950    1577    1373    1836     341     542     133     501     775     845     662      573     1032      775      560      962      508      437      671      767     2178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this                      61%     66%     55%     60%     59%     73%     79%     48%     54%     66%     77%      83%      75%      54%      42%      68%      62%      59%      51%      56%      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DE     HIJ                      HI     HIJ      MNO       NO        O                RS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16       9       7      16       -       -       -      14       2       -       -        -        7        7        2        2        -        -       14        7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1%      *%                                1%       *%       *%       *%                         1%       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8       6       2       2       -       -       -       -       6       -       2        6        2        -        -        2        6        -        -        6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1%       *%                         *%       1%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1880     786    1094    1216     237     199      35     525     662     444     191      110      340      645      776      443      299      308      630      588     1288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39%     33%     44%     40%     41%     27%     21%     51%     46%     34%     22%      16%      25%      45%      58%      31%      37%      41%      48%      43%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F       F                     GJK     GJK      GK                         L       LM      LMN                          P       PQ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LIBUSEC Page 108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LIBUSE. Have you, personally, EVER...[INSERT ITEMS IN ORDER], or is this something you’ve never done? [IF YES, ASK: Have you done this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Used a public library mobile APP</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have done this       316      97     218     203      29      39       3      42     151      91      25       11       32       84      183       44       57       61      129      126      187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 past 12 months          7%      4%      9%      7%      5%      5%      2%      4%     10%      7%      3%       2%       2%       6%      14%       3%       7%       8%      10%       9%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GHK      GK                                 LM      LMN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have done             85      35      51      50      13      14       -      19      25      24      16       15       16       17       37       17       18       28       19       37       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this, but not in           2%      1%      2%      2%      2%      2%              2%      2%      2%      2%       2%       1%       1%       3%       1%       2%       4%       1%       3%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have never done      4428    2232    2196    2796     534     688     165     978    1263    1164     806      663     1325     1318     1109     1343      738      657     1153     1201     3219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this                      91%     94%     89%     91%     92%     93%     98%     94%     87%     90%     94%      96%      96%      92%      83%      95%      91%      88%      88%      88%      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IJ       I                       I        O        O        O                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25      14      11      21       2       -       -       -       7      10       8        -        7        8        9        3        -        -       13        3       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      1%      *%                              *%      1%      1%                1%       1%       1%       *%                         1%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401     132     269     253      42      53       3      62     176     115      42       26       48      100      220       62       75       89      148      164      236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6%     11%      8%      7%      7%      2%      6%     12%      9%      5%       4%       3%       7%      16%       4%       9%      12%      11%      12%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GHK       G                                  M      LMN                 P        P        P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EVERLIB Page 109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COMBINED LIBUSEA/B/C: Have ever personally used a public library: in-person, website or mobile app</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ever used a         4046    1872    2174    2682     445     519     136     901    1261    1044     654      471     1056     1276     1229     1071      677      678     1200     1161     2875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public library, in-       83%     79%     88%     87%     77%     70%     81%     87%     87%     81%     76%      68%      77%      89%      92%      76%      83%      91%      91%      85%      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person/website/app                          B      EF                               K      JK                                         LM       LM                 P       PQ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Never used a public       800     504     296     379     133     222      32     132     185     243     201      219      323      144      110      336      136       68      108      199      601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library                   16%     21%     12%     12%     23%     30%     19%     13%     13%     19%     24%      32%      23%      10%       8%      24%      17%       9%       8%      15%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       D                              HI      HI       NO       NO                        QRS       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Undesignated                8       1       7       8       -       -       -       7       -       1       -        -        1        7        -        1        -        -        7        7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                *%                         1%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LIB_FRQ Page 110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LIB_FRQ. How often do you visit public libraries or bookmobiles in person? Would you say...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2346     942    1404    1488     299     304     108     553     733     579     340      263      538      745      793      702      358      385      670      745     1593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792     354     438     541      91      83      34     140     214     221     164       69      148      193      378      192      119      128      267      222      566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least once a           327     114     213     164      33      49      19     100      86      78      39       42       61      101      118       92       63       58       75      107      216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14%     12%     15%     11%     11%     16%     17%     18%     12%     13%     11%      16%      11%      14%      15%      13%      18%      15%      11%      14%      14%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374     132     242     202      84      48      18      89     108     104      55       30      100      140      104      134       45       58       97      141      233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16%     14%     17%     14%     28%     16%     16%     16%     15%     18%     16%      11%      19%      19%      13%      19%      13%      15%      14%      19%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least once a           528     183     345     349      57      82      15     106     190     132      73       38      143      139      206      141       92       73      170      193      333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23%     19%     25%     23%     19%     27%     14%     19%     26%     23%     22%      14%      27%      19%      26%      20%      26%      19%      25%      26%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often               1113     511     602     769     124     126      56     257     348     263     174      152      234      363      362      330      158      195      328      303      808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47%     54%     43%     52%     42%     41%     52%     47%     47%     45%     51%      58%      43%      49%      46%      47%      44%      51%      49%      41%      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4       2       2       4       -       -       -       -       -       2       -        -        -        2        2        4        -        -        -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Weekly                327     114     213     164      33      49      19     100      86      78      39       42       61      101      118       92       63       58       75      107      216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14%     12%     15%     11%     11%     16%     17%     18%     12%     13%     11%      16%      11%      14%      15%      13%      18%      15%      11%      14%      14%</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LIB_FRQ Page 111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LIB_FRQ. How often do you visit public libraries or bookmobiles in person? Would you say...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2346     942    1404    1488     299     304     108     553     733     579     340      263      538      745      793      702      358      385      670      745     1593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Monthly               902     315     587     551     141     130      33     196     299     236     128       68      243      279      310      276      137      131      267      335      565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38%     33%     42%     37%     47%     43%     30%     35%     41%     41%     38%      26%      45%      37%      39%      39%      38%      34%      40%      45%      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L                 L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Less often           1113     511     602     769     124     126      56     257     348     263     174      152      234      363      362      330      158      195      328      303      808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47%     54%     43%     52%     42%     41%     52%     47%     47%     45%     51%      58%      43%      49%      46%      47%      44%      51%      49%      41%      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LIBST_FRQ Page 112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LIBST_FRQ. How often do you use a public library website? Would you say...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1311     477     834     859     160     130      31     343     476     311     137       74      226      436      571      296      197      233      439      445      862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455     192     263     325      44      39       9      90     144     128      77       18       61      105      269       82       66       78      177      135      318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least once a           159      33     126      89      12      14       4      34      79      39       4        6       17       55       82       44       29       21       51       64       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12%      7%     15%     10%      8%     11%     12%     10%     17%     12%      3%       7%       8%      13%      14%      15%      15%       9%      12%      14%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120      56      63      85      18       4       -      28      31      38      19        -       25       34       58       21        6       26       44       31       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9%     12%      8%     10%     11%      3%              8%      7%     12%     14%               11%       8%      10%       7%       3%      11%      10%       7%      10%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least once a           303      93     210     222      30      18       7      70     108      83      36       14       61       82      147       60       42       59      121       83      220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23%     20%     25%     26%     19%     14%     23%     20%     23%     27%     26%      18%      27%      19%      26%      20%      21%      25%      28%      19%      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often                726     292     434     459      99      93      20     211     258     151      76       55      123      263      283      170      119      127      223      266      458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55%     61%     52%     53%     62%     72%     65%     62%     54%     49%     56%      74%      54%      60%      50%      57%      60%      54%      51%      60%      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       2       -       2       -       -       -       -       -       -       -        -        -        2        -        2        -        -        -        -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       -       1       1       -       -       -       -       -       -       1        -        -        -        1        -        1        -        -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Weekly                159      33     126      89      12      14       4      34      79      39       4        6       17       55       82       44       29       21       51       64       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7%     15%     10%      8%     11%     12%     10%     17%     12%      3%       7%       8%      13%      14%      15%      15%       9%      12%      14%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Monthly               423     150     273     307      48      22       7      98     139     121      55       14       86      116      205       80       48       85      165      114      306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32%     31%     33%     36%     30%     17%     23%     29%     29%     39%     40%      18%      38%      27%      36%      27%      24%      37%      38%      26%      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LIBST_FRQ Page 113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LIBST_FRQ. How often do you use a public library website? Would you say...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1311     477     834     859     160     130      31     343     476     311     137       74      226      436      571      296      197      233      439      445      862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Less often            726     292     434     459      99      93      20     211     258     151      76       55      123      263      283      170      119      127      223      266      458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55%     61%     52%     53%     62%     72%     65%     62%     54%     49%     56%      74%      54%      60%      50%      57%      60%      54%      51%      60%      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O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LIBAPP_FRQ Page 114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LIBAPP_FRQ. How often do you use a public library mobile APP? Would you say...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316      97     218     203      29      39       3      42     151      91      25       11       32       84      183       44       57       61      129      126      187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MOBILE APP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115      42      73      82      10      11       1      12      46      37      17        3        8       22       80       13       19       20       51       39       75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least once a            68      20      48      46       4      16       -       6      46      14       2        9       11        4       45        4       15       14       34       41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week                      22%     21%     22%     23%     12%     42%             14%     31%     16%      6%      76%      34%       5%      24%       8%      27%      24%      26%      33%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N                          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Several times a            46      26      19      31      12       -       -       9      19      16       1        -       11       22       12        9        2       15        8       18       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14%     27%      9%     15%     43%                     22%     13%     17%      5%               35%      27%       7%      19%       4%      24%       6%      14%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 least once a            63      17      46      53       -       -       -       6      22      17      15        -        6       15       40        9       10       15       24       21       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month                     20%     17%     21%     26%                             14%     15%     19%     60%               19%      18%      22%      20%      17%      24%      19%      16%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often                139      34     105      73      13      22       3      21      63      43       7        3        4       42       86       23       30       17       63       47       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44%     35%     48%     36%     45%     58%    100%     50%     42%     48%     29%      24%      13%      50%      47%      53%      53%      28%      49%      37%      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M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Weekly                 68      20      48      46       4      16       -       6      46      14       2        9       11        4       45        4       15       14       34       41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22%     21%     22%     23%     12%     42%             14%     31%     16%      6%      76%      34%       5%      24%       8%      27%      24%      26%      33%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N                          N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LIBAPP_FRQ Page 115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LIBAPP_FRQ. How often do you use a public library mobile APP? Would you say...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316      97     218     203      29      39       3      42     151      91      25       11       32       84      183       44       57       61      129      126      187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MOBILE APP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Monthly               108      43      65      84      12       -       -      15      41      33      16        -       17       37       52       17       12       30       31       38       68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34%     44%     30%     41%     43%                     36%     27%     37%     65%               53%      44%      28%      39%      21%      49%      24%      30%      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Less often            139      34     105      73      13      22       3      21      63      43       7        3        4       42       86       23       30       17       63       47       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44%     35%     48%     36%     45%     58%    100%     50%     42%     48%     29%      24%      13%      50%      47%      53%      53%      28%      49%      37%      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M        M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LIBMOB Page 116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LIBMOB. Now thinking about cell phones and other handheld mobile devices... In the past 12 months, have you used a cell phone, e-reader or tablet computer to visit a public library’s website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access public library resources?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1311     477     834     859     160     130      31     343     476     311     137       74      226      436      571      296      197      233      439      445      862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455     192     263     325      44      39       9      90     144     128      77       18       61      105      269       82       66       78      177      135      318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646     213     432     424      74      59      26     160     259     153      42       30       92      182      339      126       90      137      220      250      393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49%     45%     52%     49%     46%     45%     84%     47%     54%     49%     31%      41%      41%      42%      59%      43%      46%      59%      50%      56%      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K       K                                          MN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665     263     402     434      86      71       5     183     217     157      94       44      134      254      231      170      107       96      218      194      468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51%     55%     48%     51%     54%     55%     16%     53%     46%     50%     69%      59%      59%      58%      40%      57%      54%      41%      50%      44%      54%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       G       G     GIJ                 O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       1       -       1       -       -       -       -       -       1       -        -        -        -        1        -        -        -        1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LIBVISIT Page 117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LIBVISIT. Has a librarian EVER visited you at a place other than a library building or bookmobile to share information or provide material to you? Please include any time a librarian may have visited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an organization you belong to, a community center, or your workplace. [IF YES, ASK: Did this happen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have been            348     139     209     187      49      66       4     105     108      96      29       25       84      104      133       52       77       46      130      121      224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visited in some way        7%      6%      8%      6%      9%      9%      3%     10%      7%      7%      3%       4%       6%       7%      10%       4%      10%       6%      10%       9%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by a librarian in                                                                  GK       K       K                                          LM                 P                 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this has             199      96     104     138      25      24      14      49      36      60      34       14       72       44       70       53       50       31       51       43      156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happened, but not          4%      4%      4%      4%      4%      3%      9%      5%      3%      5%      4%       2%       5%       3%       5%       4%       6%       4%       4%       3%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have never done      4290    2135    2155    2731     500     651     149     884    1299    1131     785      646     1219     1275     1134     1293      682      667     1134     1203     3080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this                      88%     90%     87%     89%     87%     88%     89%     85%     90%     88%     92%      94%      88%      89%      85%      92%      84%      89%      86%      88%      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O                 O                QS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8       3       5       8       -       -       -       2       -       1       3        2        3        2        2        1        3        2        -        -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9       5       3       5       3       -       -       -       3       -       3        3        3        2        -        9        -        -        -        -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       *%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Yes                   547     235     312     325      74      90      19     155     144     156      63       39      155      148      203      105      128       77      181      164      380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11%     10%     13%     11%     13%     12%     11%     15%     10%     12%      7%       6%      11%      10%      15%       7%      16%      10%      14%      12%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L                LN                 P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EBK_AWR Page 118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EBK_AWR. As far as you know, does your public library loan out e-books?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2133     975    1158    1459     201     278      59     438     627     602     386      213      486      677      754      555      335      362      693      634     1497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44%     41%     47%     48%     35%     38%     35%     42%     43%     47%     45%      31%      35%      47%      56%      39%      41%      49%      53%      46%      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EF                                                                                 LM      LMN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952     511     441     478     137     225      57     251     311     187     145      233      339      228      148      388      146      102      194      296      656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22%     18%     16%     24%     30%     34%     24%     22%     15%     17%      34%      25%      16%      11%      28%      18%      14%      15%      22%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JK      JK       J                      MNO       NO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1762     889     873    1131     236     238      52     351     505     499     321      241      554      521      435      464      332      282      428      438     1317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36%     37%     35%     37%     41%     32%     31%     34%     35%     39%     38%      35%      40%      37%      32%      33%      41%      38%      33%      32%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7       3       4       2       3       -       -       -       3       -       4        3        2        -        2        2        -        -        -        -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EBK_BRW Page 119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EBK_BRW. Have you ever tried to borrow or download an E-BOOK from a public library, or have you not done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2133     975    1158    1459     201     278      59     438     627     602     386      213      486      677      754      555      335      362      693      634     1497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WHOSE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LIBRARY LOANS OUT 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752     365     387     559      60      75      19     115     180     240     187       55      134      190      371      158      113      128      279      189      562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have tried           380     150     230     266      16      47       5      77     160      92      43       22       36       84      238       45       56       69      166      149      231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15%     20%     18%      8%     17%      8%     17%     25%     15%     11%      10%       7%      12%      32%       8%      17%      19%      24%      23%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GJK                                                 LMN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have not tried       1753     825     928    1192     185     231      54     361     468     511     342      191      450      593      516      509      279      293      527      485     1266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82%     85%     80%     82%     92%     83%     92%     83%     75%     85%     89%      90%      93%      88%      68%      92%      83%      81%      76%      77%      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I                       I       I        O        O        O                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AWR_BRW Page 120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EBK_AWR/EBK_BRW: EBK_AWR. As far as you know, does your public library loan out e-books? / EBK_BRW. Have you ever tried to borrow or download an E-BOOK from a public library, or have you not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done this?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public library      2133     975    1158    1459     201     278      59     438     627     602     386      213      486      677      754      555      335      362      693      634     1497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loans e-books             44%     41%     47%     48%     35%     38%     35%     42%     43%     47%     45%      31%      35%      47%      56%      39%      41%      49%      53%      46%      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EF                                                                                 LM      LMN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Have tried to         380     150     230     266      16      47       5      77     160      92      43       22       36       84      238       45       56       69      166      149      231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borrow/download        8%      6%      9%      9%      3%      6%      3%      7%     11%      7%      5%       3%       3%       6%      18%       3%       7%       9%      13%      11%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GK                                          M      LMN                          P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Have NOT tried       1753     825     928    1192     185     231      54     361     468     511     342      191      450      593      516      509      279      293      527      485     1266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36%     35%     37%     39%     32%     31%     32%     35%     32%     40%     40%      28%      33%      42%      39%      36%      34%      39%      40%      35%      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LM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DK/Refused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EBK_BRW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public library        952     511     441     478     137     225      57     251     311     187     145      233      339      228      148      388      146      102      194      296      656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does not loan e-          20%     22%     18%     16%     24%     30%     34%     24%     22%     15%     17%      34%      25%      16%      11%      28%      18%      14%      15%      22%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D       D      JK      JK       J                      MNO       NO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1762     889     873    1131     236     238      52     351     505     499     321      241      554      521      435      464      332      282      428      438     1317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36%     37%     35%     37%     41%     32%     31%     34%     35%     39%     38%      35%      40%      37%      32%      33%      41%      38%      33%      32%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7       3       4       2       3       -       -       -       3       -       4        3        2        -        2        2        -        -        -        -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Q9A Page 121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Q9. People visit public libraries for different reasons. In the past 12 months, have you visited a public library IN PERSON to...[INSERT FIRST TWO RANDOMIZED ITEMS]? How about to [REMAINING ITEMS]?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[READ IF NECESSARY: Have you visited a public library IN PERSON for this reason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2346     942    1404    1488     299     304     108     553     733     579     340      263      538      745      793      702      358      385      670      745     1593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792     354     438     541      91      83      34     140     214     221     164       69      148      193      378      192      119      128      267      222      566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Borrow print books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1513     556     957    1045     164     170      81     331     502     386     196      128      290      487      602      372      249      270      472      523      985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64%     59%     68%     70%     55%     56%     76%     60%     69%     67%     58%      49%      54%      65%      76%      53%      70%      70%      70%      70%      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EF                       K                                                         LM      LMN                 P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829     384     445     441     135     132      26     222     229     191     144      133      248      258      189      327      109      114      196      218      609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35%     41%     32%     30%     45%     44%     24%     40%     31%     33%     42%      50%      46%      35%      24%      47%      30%      30%      29%      29%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       D                                       G       NO       NO        O               QRS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4       2       2       2       -       2       -       -       2       2       -        2        -        -        2        2        -        -        2        4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1%                         *%       *%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Q9B Page 122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Q9. People visit public libraries for different reasons. In the past 12 months, have you visited a public library IN PERSON to...[INSERT FIRST TWO RANDOMIZED ITEMS]? How about to [REMAINING ITEMS]?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[READ IF NECESSARY: Have you visited a public library IN PERSON for this reason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2346     942    1404    1488     299     304     108     553     733     579     340      263      538      745      793      702      358      385      670      745     1593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792     354     438     541      91      83      34     140     214     221     164       69      148      193      378      192      119      128      267      222      566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Get help from a librarian</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829     253     576     474     134     146      42     192     202     261     121      102      189      264      275      274      137      115      190      257      572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35%     27%     41%     32%     45%     48%     39%     35%     28%     45%     36%      39%      35%      35%      35%      39%      38%      30%      28%      34%      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D                               I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1518     689     828    1014     165     158      66     361     530     317     219      161      350      481      518      427      222      270      480      488     1022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65%     73%     59%     68%     55%     52%     61%     65%     72%     55%     64%      61%      65%      65%      65%      61%      62%      70%      72%      66%      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J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Q9C Page 123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Q9. People visit public libraries for different reasons. In the past 12 months, have you visited a public library IN PERSON to...[INSERT FIRST TWO RANDOMIZED ITEMS]? How about to [REMAINING ITEMS]?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[READ IF NECESSARY: Have you visited a public library IN PERSON for this reason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2346     942    1404    1488     299     304     108     553     733     579     340      263      538      745      793      702      358      385      670      745     1593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792     354     438     541      91      83      34     140     214     221     164       69      148      193      378      192      119      128      267      222      566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Just sit and read, study, or watch or listen to media</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1158     442     716     615     181     186      69     384     322     296      71      147      253      415      340      387      183      184      277      356      798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49%     47%     51%     41%     61%     61%     64%     70%     44%     51%     21%      56%      47%      56%      43%      55%      51%      48%      41%      48%      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IK     IJK       K       K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1181     500     681     871     112     118      38     169     410     275     270      116      285      325      450      315      175      200      386      389      788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50%     53%     48%     59%     37%     39%     36%     30%     56%     48%     79%      44%      53%      44%      57%      45%      49%      52%      58%      52%      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GH       H    GHIJ                                   N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7       -       7       2       5       -       -       -       -       7       -        -        -        5        2        -        -        -        7        -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2%                                      1%                                 1%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Q9D Page 124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Q9. People visit public libraries for different reasons. In the past 12 months, have you visited a public library IN PERSON to...[INSERT FIRST TWO RANDOMIZED ITEMS]? How about to [REMAINING ITEMS]?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[READ IF NECESSARY: Have you visited a public library IN PERSON for this reason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1155     481     674     750     146     147      56     253     383     292     157      123      268      355      408      323      165      199      359      379      775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399     188     211     279      45      39      14      63     113     118      82       30       69       99      200       86       55       67      151      117      281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Attend a class, program or lecture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310      96     213     181      41      55      18      95      86      79      27       36       41      111      121       91       44       53       87      100      209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27%     20%     32%     24%     28%     37%     32%     37%     23%     27%     17%      30%      15%      31%      30%      28%      27%      27%      24%      26%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K                                                  M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845     385     461     569     104      92      38     158     296     213     129       87      227      244      287      232      120      146      272      278      566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73%     80%     68%     76%     72%     63%     68%     63%     77%     73%     83%      70%      85%      69%      70%      72%      73%      73%      76%      74%      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H                NO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Q9E Page 125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Q9. People visit public libraries for different reasons. In the past 12 months, have you visited a public library IN PERSON to...[INSERT FIRST TWO RANDOMIZED ITEMS]? How about to [REMAINING ITEMS]?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[READ IF NECESSARY: Have you visited a public library IN PERSON for this reason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1155     481     674     750     146     147      56     253     383     292     157      123      268      355      408      323      165      199      359      379      775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399     188     211     279      45      39      14      63     113     118      82       30       69       99      200       86       55       67      151      117      281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 Attend a meeting of a group you belong to</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211      62     149     127      30      40       5      53      48      61      41       20       37       69       86       48       37       43       62       74      137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13%     22%     17%     21%     27%      9%     21%     13%     21%     26%      17%      14%      19%      21%      15%      23%      22%      17%      20%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944     418     525     622     115     108      51     200     334     232     116      103      231      286      322      275      128      156      297      305      638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82%     87%     78%     83%     79%     73%     91%     79%     87%     79%     74%      83%      86%      81%      79%      85%      77%      78%      83%      80%      82%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Q9F Page 126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Q9. People visit public libraries for different reasons. In the past 12 months, have you visited a public library IN PERSON to...[INSERT FIRST TWO RANDOMIZED ITEMS]? How about to [REMAINING ITEMS]?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[READ IF NECESSARY: Have you visited a public library IN PERSON for this reason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WHO      1191     461     730     738     153     157      52     300     350     287     184      140      270      390      385      379      193      186      310      367      818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393     166     227     262      46      44      20      77     101     103      82       39       79       94      178      106       64       61      116      105      285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 Use a 3-D printer or other new high-tech device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160      40     120      72      33      32       5      41      54      30      28       10       42       52       55       39       23       22       48       63       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13%      9%     16%     10%     22%     20%      9%     14%     15%     11%     15%       7%      16%      13%      14%      10%      12%      12%      15%      17%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1031     421     610     666     120     125      47     259     296     256     156      130      228      339      330      339      171      164      262      303      724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87%     91%     84%     90%     78%     80%     91%     86%     85%     89%     85%      93%      84%      87%      86%      90%      88%      88%      85%      83%      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Q9G Page 127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Q9. People visit public libraries for different reasons. In the past 12 months, have you visited a public library IN PERSON to...[INSERT FIRST TWO RANDOMIZED ITEMS]? How about to [REMAINING ITEMS]?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[READ IF NECESSARY: Have you visited a public library IN PERSON for this reason in the past 12 months?]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WHO      1191     461     730     738     153     157      52     300     350     287     184      140      270      390      385      379      193      186      310      367      818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393     166     227     262      46      44      20      77     101     103      82       39       79       94      178      106       64       61      116      105      285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 Search online for a job or apply for a job online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172      78      94      77      38      26       6      67      56      39       2       27       34       52       57       73       42       28       25       66      104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14%     17%     13%     10%     25%     17%     12%     22%     16%     13%      1%      20%      13%      13%      15%      19%      22%      15%       8%      18%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K       K       K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1019     383     636     661     116     130      45     233     294     248     182      112      236      338      328      306      151      158      285      300      715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86%     83%     87%     90%     75%     83%     88%     78%     84%     87%     99%      80%      87%      87%      85%      81%      78%      85%      92%      82%      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HIJ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Q9SUM Page 128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Q9SUM. People visit public libraries for different reasons. In the past 12 months, have you visited a public library IN PERSON to...[INSERT ITEMS]?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"YES"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2346     942    1404    1488     299     304     108     553     733     579     340      263      538      745      793      702      358      385      670      745     1593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OR FORM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SPLIT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792     354     438     541      91      83      34     140     214     221     164       69      148      193      378      192      119      128      267      222      566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Borrow print books       1513     556     957    1045     164     170      81     331     502     386     196      128      290      487      602      372      249      270      472      523      985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64%     59%     68%     70%     55%     56%     76%     60%     69%     67%     58%      49%      54%      65%      76%      53%      70%      70%      70%      70%      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EF                       K                                                         LM      LMN                 P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Just sit and read,       1158     442     716     615     181     186      69     384     322     296      71      147      253      415      340      387      183      184      277      356      798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study, or watch or        49%     47%     51%     41%     61%     61%     64%     70%     44%     51%     21%      56%      47%      56%      43%      55%      51%      48%      41%      48%      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listen to media (c)                                         D       D      IK     IJK       K       K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Get help from a           829     253     576     474     134     146      42     192     202     261     121      102      189      264      275      274      137      115      190      257      572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librarian (b)             35%     27%     41%     32%     45%     48%     39%     35%     28%     45%     36%      39%      35%      35%      35%      39%      38%      30%      28%      34%      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D                               I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Attend a class,           310      96     213     181      41      55      18      95      86      79      27       36       41      111      121       91       44       53       87      100      209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program or lecture        27%     20%     32%     24%     28%     37%     32%     37%     23%     27%     17%      30%      15%      31%      30%      28%      27%      27%      24%      26%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                                         B                                       K                                                  M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Attend a meeting of       211      62     149     127      30      40       5      53      48      61      41       20       37       69       86       48       37       43       62       74      137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group you belong        18%     13%     22%     17%     21%     27%      9%     21%     13%     21%     26%      17%      14%      19%      21%      15%      23%      22%      17%      20%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 (e)                                      B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Search online for a       172      78      94      77      38      26       6      67      56      39       2       27       34       52       57       73       42       28       25       66      104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job or apply for a        14%     17%     13%     10%     25%     17%     12%     22%     16%     13%      1%      20%      13%      13%      15%      19%      22%      15%       8%      18%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job online (g)                                              D                       K       K       K                                                    S        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Q9SUM Page 129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Q9SUM. People visit public libraries for different reasons. In the past 12 months, have you visited a public library IN PERSON to...[INSERT ITEMS]?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"YES"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2346     942    1404    1488     299     304     108     553     733     579     340      263      538      745      793      702      358      385      670      745     1593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VISITED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IN-PERSON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 THE PAST 12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MONTHS OR FORM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SPLIT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a 3-D printer         160      40     120      72      33      32       5      41      54      30      28       10       42       52       55       39       23       22       48       63       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other new high-        13%      9%     16%     10%     22%     20%      9%     14%     15%     11%     15%       7%      16%      13%      14%      10%      12%      12%      15%      17%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tech device (f)                             B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Q10 Page 130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Q10. Next, I have some questions about using computers and the internet at public libraries. First, in the past 12 months, have you used computers, the internet, or a public WI-FI network at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library?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3911    1808    2103    2598     417     506     127     879    1214    1015     630      452     1021     1238     1190     1027      667      659     1155     1138     2764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HAVE EVER VISITED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PUBLIC LIBRARY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PERSON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1314     653     661     934     125     140      40     227     343     391     287      115      283      333      577      288      211      219      448      333      976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1120     428     692     668     176     122      70     385     343     234      83      102      225      420      370      357      181      196      260      369      749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29%     24%     33%     26%     42%     24%     55%     44%     28%     23%     13%      23%      22%      34%      31%      35%      27%      30%      22%      32%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DF             IJK     IJK       K       K                                 LM        M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2788    1377    1411    1929     240     384      57     494     871     779     547      350      796      818      818      671      487      463      894      769     2014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71%     76%     67%     74%     58%     76%     45%     56%     72%     77%     87%      77%      78%      66%      69%      65%      73%      70%      77%      68%      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E                      GH      GH    GHIJ        N       NO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       1       -       1       -       -       -       -       -       1       -        -        -        -        1        -        -        -        1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2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Q11A Page 131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Q11. In the past 12 months, have you used a public library computer, internet or WI-FI connection to... [INSERT FIRST TWO RANDOMIZED ITEMS]? How about to [REMAINING ITEMS]? [READ IF NECESSARY: Have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you used a public library computer, internet or WI-FI connection to do this in the past 12 months, or not?]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564     237     326     344      83      57      33     187     175     120      46       49      106      210      198      173       71      101      144      190      374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HAVE USED COMPUTERS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INTERNET AT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PUBLIC LIBRARY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178      87      91     116      24      14       8      46      50      50      23       11       28       49       90       43       21       32       59       52      126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Check or send email or texts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301     132     169     179      51      35      20     134      83      50      14       19       49      130      102       78       51       56       89       83      218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53%     55%     52%     52%     62%     61%     60%     72%     47%     42%     30%      40%      46%      62%      51%      45%      71%      55%      62%      44%      58%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263     106     157     166      31      22      13      53      92      70      32       30       57       79       97       95       20       45       55      107      156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47%     45%     48%     48%     38%     39%     40%     28%     53%     58%     70%      60%      54%      38%      49%      55%      29%      45%      38%      56%      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       H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Q11B Page 132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Q11. In the past 12 months, have you used a public library computer, internet or WI-FI connection to... [INSERT FIRST TWO RANDOMIZED ITEMS]? How about to [REMAINING ITEMS]? [READ IF NECESSARY: Have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you used a public library computer, internet or WI-FI connection to do this in the past 12 months, or not?]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564     237     326     344      83      57      33     187     175     120      46       49      106      210      198      173       71      101      144      190      374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HAVE USED COMPUTERS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INTERNET AT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PUBLIC LIBRARY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178      87      91     116      24      14       8      46      50      50      23       11       28       49       90       43       21       32       59       52      126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Do research for school or work</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343     150     193     187      60      36      28     157      96      49      10       23       65      144      111       99       56       46       84      104      239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61%     63%     59%     54%     72%     64%     86%     84%     55%     41%     22%      47%      61%      69%      56%      57%      78%      46%      58%      55%      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IJK       K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221      87     133     157      23      21       5      30      78      71      36       26       42       65       88       74       16       55       60       86      135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39%     37%     41%     46%     28%     36%     14%     16%     45%     59%     78%      53%      39%      31%      44%      43%      22%      54%      42%      45%      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GH      GH     GHI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Q11C Page 133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Q11. In the past 12 months, have you used a public library computer, internet or WI-FI connection to... [INSERT FIRST TWO RANDOMIZED ITEMS]? How about to [REMAINING ITEMS]? [READ IF NECESSARY: Have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you used a public library computer, internet or WI-FI connection to do this in the past 12 months, or not?]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WHO       557     191     366     324      93      66      37     197     168     115      37       53      119      211      172      184      109       95      116      179      375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HAVE USED COMPUTERS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INTERNET AT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PUBLIC LIBRARY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171      67     104     106      26      20      15      51      44      42      18       18       33       48       71       50       33       28       41       45      125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Take an online class or complete an online certification program of some kind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146      33     114      75      12      27       5      79      30      25       7        5       30       56       55       49       31       11       37       45      102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26%     17%     31%     23%     13%     41%     13%     40%     18%     22%     19%       9%      25%      27%      32%      27%      29%      11%      32%      25%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GI                                                           L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411     158     252     249      81      39      32     118     138      90      30       48       89      154      117      134       78       85       79      135      274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74%     83%     69%     77%     87%     59%     87%     60%     82%     78%     81%      91%      75%      73%      68%      73%      71%      89%      68%      75%      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H               H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Q11D Page 134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Q11. In the past 12 months, have you used a public library computer, internet or WI-FI connection to... [INSERT FIRST TWO RANDOMIZED ITEMS]? How about to [REMAINING ITEMS]? [READ IF NECESSARY: Have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you used a public library computer, internet or WI-FI connection to do this in the past 12 months, or not?]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WHO       557     191     366     324      93      66      37     197     168     115      37       53      119      211      172      184      109       95      116      179      375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HAVE USED COMPUTERS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INTERNET AT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PUBLIC LIBRARY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171      67     104     106      26      20      15      51      44      42      18       18       33       48       71       50       33       28       41       45      125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Get health information online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210      68     142     107      28      32      21      67      64      43      14       25       49       73       62       78       41       37       28       62      147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38%     36%     39%     33%     30%     48%     55%     34%     38%     38%     39%      48%      41%      35%      36%      43%      37%      39%      24%      35%      39%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347     123     224     217      65      34      17     130     104      71      22       27       70      137      110      106       69       58       88      117      228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62%     64%     61%     67%     70%     52%     45%     66%     62%     62%     61%      52%      59%      65%      64%      57%      63%      61%      76%      65%      61%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Q11SUM Page 135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Q11SUM. In the past 12 months, have you used a public library computer, internet or WI-FI connection to... [INSERT ITEMS]?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"YES"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1120     428     692     668     176     122      70     385     343     234      83      102      225      420      370      357      181      196      260      369      749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WHO HAVE USED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COMPUTERS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INTERNET AT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PUBLIC LIBRARY IN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THE 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349     154     195     222      50      34      23      97      94      92      41       29       61       97      161       93       54       60      100       97      251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 research for           343     150     193     187      60      36      28     157      96      49      10       23       65      144      111       99       56       46       84      104      239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school or work (b)        61%     63%     59%     54%     72%     64%     86%     84%     55%     41%     22%      47%      61%      69%      56%      57%      78%      46%      58%      55%      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IJK       K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Check or send email       301     132     169     179      51      35      20     134      83      50      14       19       49      130      102       78       51       56       89       83      218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texts (a)              53%     55%     52%     52%     62%     61%     60%     72%     47%     42%     30%      40%      46%      62%      51%      45%      71%      55%      62%      44%      58%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Get health                210      68     142     107      28      32      21      67      64      43      14       25       49       73       62       78       41       37       28       62      147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information online        38%     36%     39%     33%     30%     48%     55%     34%     38%     38%     39%      48%      41%      35%      36%      43%      37%      39%      24%      35%      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Take an online            146      33     114      75      12      27       5      79      30      25       7        5       30       56       55       49       31       11       37       45      102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class or complete         26%     17%     31%     23%     13%     41%     13%     40%     18%     22%     19%       9%      25%      27%      32%      27%      29%      11%      32%      25%      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an online                                   B                                      GI                                                           L                                   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certification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program of some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kind (c)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Q12 Page 136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Q12. Have you ever connected to the library’s WiFi system when the library building itself was closed?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334     172     162     204      46      38      13     100      91      92      38       31       82      102      120      102       50       45      103      116      219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      7%      7%      7%      8%      5%      8%     10%      6%      7%      4%       4%       6%       7%       9%       7%       6%       6%       8%       8%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4498    2195    2303    2848     531     703     155     929    1355    1196     813      659     1287     1320     1217     1306      763      696     1210     1252     3241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93%     92%     93%     93%     92%     95%     92%     89%     94%     93%     95%      96%      93%      93%      91%      93%      94%      93%      92%      92%      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11       9       2       9       -       -       -       5       -       -       4        -        4        5        -        -        -        4        -        -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10       2       8       8       -       -       -       7       -       2       -        -        7        -        2        -        -        -        2        -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Q13A Page 137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Q13. In the past 12 months, have you used a public library WEBSITE or mobile APP to do any of the following? First, in the past 12 months, have you used a public library website or mobile APP to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How about to... [INSERT NEXT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702     269     433     451      89      78      17     183     274     151      72       39      118      239      303      147       99      120      257      256      446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MOBILE APP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241     104     137     169      25      21       4      48      81      64      42        9       31       59      141       39       29       43      105       76      165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Search the library catalog for print books, audiobooks, e-books, CDs or DVDs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405     148     257     278      34      38      13      99     171      87      32       18       39      141      208       64       62       81      153      158      247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58%     55%     59%     62%     38%     48%     76%     54%     62%     58%     45%      46%      33%      59%      69%      43%      63%      68%      60%      62%      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M        M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297     121     176     173      55      40       4      83     103      63      40       21       79       98       95       83       37       39      104       98      199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42%     45%     41%     38%     62%     52%     24%     46%     38%     42%     55%      54%      67%      41%      31%      57%      37%      32%      40%      38%      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NO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Q13B Page 138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Q13. In the past 12 months, have you used a public library WEBSITE or mobile APP to do any of the following? First, in the past 12 months, have you used a public library website or mobile APP to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How about to... [INSERT NEXT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702     269     433     451      89      78      17     183     274     151      72       39      118      239      303      147       99      120      257      256      446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MOBILE APP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241     104     137     169      25      21       4      48      81      64      42        9       31       59      141       39       29       43      105       76      165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Reserve or place holds on print books, audiobooks, e-books, CDs or DVDs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306     120     186     220      27      21       4      40     141      93      27        4       50       75      178       45       32       65      128      135      170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44%     44%     43%     49%     30%     26%     22%     22%     52%     62%     38%       9%      42%      31%      59%      31%      32%      54%      50%      53%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HK                                          LN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396     149     247     231      63      58      13     143     133      58      45       35       68      164      125      102       67       55      128      120      276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56%     56%     57%     51%     70%     74%     78%     78%     48%     38%     62%      91%      58%      69%      41%      69%      68%      46%      50%      47%      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                       J        O                 O                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Q13C Page 139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Q13. In the past 12 months, have you used a public library WEBSITE or mobile APP to do any of the following? First, in the past 12 months, have you used a public library website or mobile APP to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How about to... [INSERT NEXT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WHO       702     269     433     451      89      78      17     183     274     151      72       39      118      239      303      147       99      120      257      256      446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MOBILE APP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241     104     137     169      25      21       4      48      81      64      42        9       31       59      141       39       29       43      105       76      165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Renew a book, DVD or CD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282      96     187     190      20      34       4      40     134      74      30        9       22       74      178       33       47       56      117      135      148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40%     36%     43%     42%     23%     43%     22%     22%     49%     49%     42%      22%      19%      31%      59%      22%      48%      47%      45%      53%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                                         LMN                 P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420     173     246     261      69      44      13     143     140      76      42       30       95      165      125      115       52       64      140      121      299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60%     64%     57%     58%     77%     57%     78%     78%     51%     51%     58%      78%      81%      69%      41%      78%      52%      53%      55%      47%      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                                O        O        O               QRS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Q13D Page 140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Q13. In the past 12 months, have you used a public library WEBSITE or mobile APP to do any of the following? First, in the past 12 months, have you used a public library website or mobile APP to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How about to... [INSERT NEXT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WHO       649     229     420     430      74      65      13     170     218     169      69       43      114      212      277      154      109      120      198      202      443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MOBILE APP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227      96     131     164      21      21       5      45      67      68      37       10       31       52      132       45       40       38       77       62      163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Read book reviews or get book recommendations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201      58     143     127      19      22       4      54      78      38      26        7       28       60      105       35       28       40       73       76      125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31%     25%     34%     30%     26%     34%     27%     32%     36%     23%     38%      17%      25%      28%      38%      23%      26%      34%      37%      38%      28%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447     169     277     302      55      43      10     116     140     131      43       36       86      152      171      119       81       80      125      126      319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69%     74%     66%     70%     74%     66%     73%     68%     64%     77%     62%      83%      75%      72%      62%      77%      74%      66%      63%      62%      72%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2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Q13E Page 141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Q13. In the past 12 months, have you used a public library WEBSITE or mobile APP to do any of the following? First, in the past 12 months, have you used a public library website or mobile APP to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How about to... [INSERT NEXT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WHO       649     229     420     430      74      65      13     170     218     169      69       43      114      212      277      154      109      120      198      202      443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MOBILE APP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227      96     131     164      21      21       5      45      67      68      37       10       31       52      132       45       40       38       77       62      163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 Use an online database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242      96     146     151      25      23       7     101      74      49       9        5       41       86      108       52       39       51       78       69      171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37%     42%     35%     35%     34%     36%     54%     59%     34%     29%     13%      12%      36%      41%      39%      34%      36%      42%      39%      34%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393     130     263     277      49      42       6      70     140     119      53       32       74      126      162      102       66       69      119      128      265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61%     57%     63%     64%     66%     64%     46%     41%     64%     70%     77%      75%      64%      59%      59%      66%      60%      58%      60%      64%      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       H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12       1      11       2       -       -       -       -       4       1       7        6        -        -        7        -        4        -        1        4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1%      3%      1%                                      2%      1%     10%      13%                         2%                4%                1%       2%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2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Q13F Page 142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Q13. In the past 12 months, have you used a public library WEBSITE or mobile APP to do any of the following? First, in the past 12 months, have you used a public library website or mobile APP to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[INSERT ITEMS; RANDOMIZE]? How about to... [INSERT NEXT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WHO       649     229     420     430      74      65      13     170     218     169      69       43      114      212      277      154      109      120      198      202      443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MOBILE APP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227      96     131     164      21      21       5      45      67      68      37       10       31       52      132       45       40       38       77       62      163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 Conduct research or get homework help</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287      83     204     162      29      43       7      99     102      61      15       17       43      106      118       80       51       41       93      104      181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44%     36%     49%     38%     39%     67%     54%     58%     47%     36%     22%      40%      38%      50%      43%      52%      47%      34%      47%      51%      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JK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360     144     216     268      46      22       6      71     116     108      54       26       71      105      158       74       58       80      105       98      262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55%     63%     51%     62%     61%     33%     46%     42%     53%     64%     78%      60%      62%      50%      57%      48%      53%      66%      53%      49%      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H      HI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2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Q13SUM Page 143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Q13SUM. In the past 12 months, have you used a public library WEBSITE or mobile APP to do any of the following?</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"YES"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1351     498     853     881     164     143      31     353     492     320     141       81      232      451      579      302      209      240      455      457      890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WHO USED A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WEBSITE/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MOBILE APP IN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PAST 12 MONTHS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468     200     268     333      46      42       9      93     148     132      79       19       62      111      273       84       69       81      182      138      328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Search the library        405     148     257     278      34      38      13      99     171      87      32       18       39      141      208       64       62       81      153      158      247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catalog for print         58%     55%     59%     62%     38%     48%     76%     54%     62%     58%     45%      46%      33%      59%      69%      43%      63%      68%      60%      62%      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audiobooks,                                  E                                                                                  M        M                          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e-books, CDs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DVDs (a)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Conduct research or       287      83     204     162      29      43       7      99     102      61      15       17       43      106      118       80       51       41       93      104      181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get homework help         44%     36%     49%     38%     39%     67%     54%     58%     47%     36%     22%      40%      38%      50%      43%      52%      47%      34%      47%      51%      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                                                                 D              JK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Reserve or place          306     120     186     220      27      21       4      40     141      93      27        4       50       75      178       45       32       65      128      135      170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holds on print            44%     44%     43%     49%     30%     26%     22%     22%     52%     62%     38%       9%      42%      31%      59%      31%      32%      54%      50%      53%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books, audiobooks,                                                                          H      HK                                          LN                          P        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e-books, CDs 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DVDs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Renew a book, DVD         282      96     187     190      20      34       4      40     134      74      30        9       22       74      178       33       47       56      117      135      148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CD (c)                 40%     36%     43%     42%     23%     43%     22%     22%     49%     49%     42%      22%      19%      31%      59%      22%      48%      47%      45%      53%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                                         LMN                 P        P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Use an online             242      96     146     151      25      23       7     101      74      49       9        5       41       86      108       52       39       51       78       69      171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database (e)              37%     42%     35%     35%     34%     36%     54%     59%     34%     29%     13%      12%      36%      41%      39%      34%      36%      42%      39%      34%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Read book reviews         201      58     143     127      19      22       4      54      78      38      26        7       28       60      105       35       28       40       73       76      125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get book               31%     25%     34%     30%     26%     34%     27%     32%     36%     23%     38%      17%      25%      28%      38%      23%      26%      34%      37%      38%      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recommendations (d)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Q14 Page 144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Q14. Do you think your local public library provides you with the resources you need, or not?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3734    1793    1941    2370     436     547     144     870    1131     935     610      496     1071     1126     1034     1096      643      579     1031     1097     2631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77%     75%     78%     77%     75%     74%     86%     84%     78%     73%     71%      72%      78%      79%      77%      78%      79%      78%      78%      80%      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542     273     269     297      83     103       9      93     168     161     105       94      151      147      143      177       66       83      138      144      398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11%     11%     11%     10%     14%     14%      6%      9%     12%     13%     12%      14%      11%      10%      11%      13%       8%      11%      10%      11%      11%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568     303     265     400      59      89      15      76     141     192     140       99      158      154      153      133      104       83      141      123      443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13%     11%     13%     10%     12%      9%      7%     10%     15%     16%      14%      11%      11%      11%       9%      13%      11%      11%       9%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HI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10       9       1       2       -       2       -       2       6       -       1        -        -        -        8        2        -        1        5        3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1%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Q15A Page 145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Helping spark creativity among young people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2378    1077    1301    1473     321     403      60     423     714     750     400      363      674      731      598      810      386      357      544      728     1642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49%     45%     53%     48%     56%     54%     36%     41%     49%     58%     47%      53%      49%      51%      45%      58%      48%      48%      41%      53%      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    GHIK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1501     752     749     985     138     213      80     397     476     330     202      176      428      435      462      354      284      239      495      408     1093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31%     32%     30%     32%     24%     29%     48%     38%     33%     26%     24%      26%      31%      30%      35%      25%      35%      32%      38%      30%      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JK      JK      JK                                                   L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much              508     293     215     294      58      78      23     148     149      99      87       89      121      157      141      113       71       94      155      159      349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12%      9%     10%     10%     11%     13%     14%     10%      8%     10%      13%       9%      11%      11%       8%       9%      13%      12%      12%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at all            141      82      59      67      22      35       5      44      38      21      30       26       54       32       29       44       12       12       47       42       99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2%      2%      4%      5%      3%      4%      3%      2%      4%       4%       4%       2%       2%       3%       2%       2%       4%       3%       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317     167     150     247      39      12       -      27      68      88     132       33      103       69      108       85       57       44       74       30      288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      7%      6%      8%      7%      2%              3%      5%      7%     15%       5%       7%       5%       8%       6%       7%       6%       6%       2%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H     HIJ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8       6       2       3       -       -       -       -       -       1       5        3        -        2        1        3        2        -        1        1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1%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           3879    1829    2050    2458     459     617     140     821    1191    1080     601      539     1102     1166     1060     1164      670      596     1039     1136     2736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80%     77%     83%     80%     79%     83%     84%     79%     82%     84%     70%      78%      80%      82%      79%      83%      82%      80%      79%      83%      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K       K       K       K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Q15A Page 146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too much/         649     376     274     361      80     113      28     193     187     119     117      115      175      190      170      157       84      106      201      201      449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13%     16%     11%     12%     14%     15%     16%     19%     13%      9%     14%      17%      13%      13%      13%      11%      10%      14%      15%      15%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J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Q15B Page 147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Promoting a sense of community among different groups within your local area</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1858     806    1053    1187     247     260      48     286     545     596     363      227      552      562      506      570      343      276      471      566     1286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38%     34%     43%     39%     43%     35%     29%     28%     38%     46%     42%      33%      40%      39%      38%      40%      42%      37%      36%      41%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     GHI       H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1699     857     842    1150     138     261      61     439     506     408     271      215      455      498      528      463      252      297      527      477     1220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35%     36%     34%     37%     24%     35%     36%     42%     35%     32%     32%      31%      33%      35%      39%      33%      31%      40%      40%      35%      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E              JK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much              658     374     284     387      85     120      55     196     227     127      41      102      179      205      172      189      106       95      186      149      508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14%     16%     11%     13%     15%     16%     33%     19%     16%     10%      5%      15%      13%      14%      13%      13%      13%      13%      14%      11%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IJK      JK      JK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at all            280     161     119     105      67      53       4      73      87      55      59       84       74       83       39      109       36       29       64      106      173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7%      5%      3%     12%      7%      3%      7%      6%      4%      7%      12%       5%       6%       3%       8%       4%       4%       5%       8%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MNO                 O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347     178     169     235      41      41       -      46      82      98     116       57      119       74       93       77       76       48       66       68      279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      7%      7%      8%      7%      6%              4%      6%      8%     14%       8%       9%       5%       7%       5%       9%       6%       5%       5%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13       2      11       5       -       6       -       -       -       6       5        6        -        5        -        -        -        -        -        -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1%       1%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Q15B Page 148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           3557    1663    1894    2337     385     521     109     725    1050    1003     634      442     1008     1060     1034     1033      596      573      998     1044     2506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73%     70%     77%     76%     67%     70%     65%     70%     73%     78%     74%      64%      73%      74%      77%      73%      73%      77%      76%      76%      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                                               H                                  L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too much/         938     536     402     492     152     174      59     269     313     182     100      185      253      288      211      299      142      124      251      256      682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19%     23%     16%     16%     26%     23%     35%     26%     22%     14%     12%      27%      18%      20%      16%      21%      17%      17%      19%      19%      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       D      JK      JK      JK                       MO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Q15C Page 149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Creating educational opportunity for people of all ages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2831    1300    1531    1806     321     436     106     610     786     821     478      379      827      839      774      853      506      458      708      836     1989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58%     55%     62%     59%     56%     59%     63%     59%     54%     64%     56%      55%      60%      59%      58%      61%      62%      61%      54%      61%      57%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IK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1391     732     659     924     128     199      52     309     463     325     228      185      390      400      414      332      242      206      453      348     1040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29%     31%     27%     30%     22%     27%     31%     30%     32%     25%     27%      27%      28%      28%      31%      24%      30%      28%      34%      25%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J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much              236     150      86     127      37      51       8      67      82      33      40       36       57       92       52       79       16       53       56       87      149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      6%      3%      4%      6%      7%      4%      6%      6%      3%      5%       5%       4%       6%       4%       6%       2%       7%       4%       6%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J                                                                    Q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at all            160      78      83      60      44      34       2      25      54      48      28       59       35       36       30       69       10        3       39       51      110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2%      8%      5%      1%      2%      4%      4%      3%       9%       3%       3%       2%       5%       1%       *%       3%       4%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MNO                                  QR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230     113     118     152      48      22       -      29      62      61      79       31       69       60       68       75       39       23       57       42      188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      5%      5%      5%      8%      3%              3%      4%      5%      9%       4%       5%       4%       5%       5%       5%       3%       4%       3%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6       6       -       1       -       -       -       -       -       1       3        -        3        -        1        -        -        3        1        3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Q15C Page 150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           4221    2031    2190    2730     449     634     158     920    1248    1145     706      564     1217     1239     1188     1185      748      664     1161     1184     3030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87%     85%     88%     89%     78%     86%     94%     88%     86%     89%     83%      82%      88%      87%      89%      84%      92%      89%      88%      87%      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K                       K                                           L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too much/         396     228     168     187      81      84      10      92     136      81      68       95       92      128       81      148       26       56       96      138      258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8%     10%      7%      6%     14%     11%      6%      9%      9%      6%      8%      14%       7%       9%       6%      11%       3%       7%       7%      10%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MO                                   Q                          Q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Q15D Page 151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Providing a trusted place for people to learn about new technologies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2288     999    1289    1373     309     408      74     416     664     687     421      352      713      677      536      767      406      299      568      666     1616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47%     42%     52%     45%     53%     55%     44%     40%     46%     53%     49%      51%      52%      47%      40%      54%      50%      40%      43%      49%      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HI       H        O        O        O                RS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1575     828     747    1078     155     213      67     382     472     387     248      202      422      422      527      363      264      285      488      433     1141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32%     35%     30%     35%     27%     29%     40%     37%     33%     30%     29%      29%      31%      30%      39%      26%      32%      38%      37%      32%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LMN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much              436     265     170     272      49      52      16     127     164      88      38       60      104      127      144      112       68       86      118      137      298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     11%      7%      9%      9%      7%     10%     12%     11%      7%      4%       9%       8%       9%      11%       8%       8%      12%       9%      10%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JK      JK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at all            185     102      83      72      28      45       7      67      40      28      38       31       39       79       36       58       14       20       58       70      115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4%      3%      2%      5%      6%      4%      6%      3%      2%      4%       5%       3%       6%       3%       4%       2%       3%       4%       5%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IJ                                                  O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366     181     185     273      36      24       4      50     106      98     109       44      102      121       95      108       60       55       82       61      306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8%      7%      9%      6%      3%      2%      5%      7%      8%     13%       6%       7%       8%       7%       8%       7%       7%       6%       4%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G       G    GHIJ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       2       1       1       -       -       -       -       -       -       1        -        -        1        -        -        -        -        -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Q15D Page 152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           3863    1827    2036    2452     464     621     141     797    1136    1074     669      554     1135     1099     1063     1131      671      584     1056     1099     2757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80%     77%     82%     80%     80%     84%     84%     77%     79%     83%     78%      80%      82%      77%      79%      80%      82%      78%      80%      80%      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too much/         621     368     253     344      77      96      23     193     204     116      76       92      143      206      180      170       82      107      176      208      413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13%     15%     10%     11%     13%     13%     14%     19%     14%      9%      9%      13%      10%      14%      13%      12%      10%      14%      13%      15%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JK      JK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Q15E Page 153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 Serving as a gathering place for addressing challenges in your local community</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1420     620     800     900     198     212      45     238     430     442     246      171      433      449      358      469      235      187      368      419      995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29%     26%     32%     29%     34%     29%     27%     23%     30%     34%     29%      25%      31%      31%      27%      33%      29%      25%      28%      31%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1752     860     892    1158     146     286      72     359     525     468     310      251      492      485      522      459      332      325      496      490     1260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36%     36%     36%     38%     25%     39%     43%     35%     36%     36%     36%      36%      36%      34%      39%      33%      41%      44%      38%      36%      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E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much              758     426     332     474     104      92      37     238     222     144     108      100      214      207      238      216      120      104      216      197      561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18%     13%     15%     18%     12%     22%     23%     15%     11%     13%      14%      16%      14%      18%      15%      15%      14%      16%      14%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IJK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at all            402     200     201     199      61      89      11     122     130      86      52       98       97      123       84      137       57       55      102      162      240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8%      8%      6%     11%     12%      6%     12%      9%      7%      6%      14%       7%       9%       6%      10%       7%       7%       8%      12%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JK                               MO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499     262     237     331      68      56       3      80     133     142     133       59      145      157      133      126       69       66      131       99      400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11%     10%     11%     12%      8%      2%      8%      9%     11%     16%       9%      10%      11%      10%       9%       9%       9%      10%       7%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       G       G     GHI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24      10      14       8       -       6       -       3       7       7       6       11        -        7        4        -        -       10        1        1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              1%              *%      *%      1%      1%       2%                *%       *%                         1%       *%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Q15E Page 154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           3172    1479    1693    2057     344     499     117     597     955     910     556      422      925      934      880      928      567      512      864      909     2255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65%     62%     68%     67%     60%     67%     70%     57%     66%     71%     65%      61%      67%      65%      66%      66%      70%      69%      66%      66%      65%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       H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too much/        1159     627     533     673     165     181      48     360     352     231     160      197      311      330      322      354      176      159      318      359      801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24%     26%     22%     22%     29%     24%     29%     35%     24%     18%     19%      29%      23%      23%      24%      25%      22%      21%      24%      26%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IJK       J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Q15F Page 155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 Providing a safe place for people to spend time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3369    1543    1825    2178     402     503     110     674    1022     958     566      444      925     1073      915      971      615      536      900      956     2408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69%     65%     74%     71%     70%     68%     66%     65%     71%     74%     66%      64%      67%      75%      68%      69%      76%      72%      68%      70%      69%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HK                                LMO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988     549     439     642      80     153      43     257     306     209     169      129      325      228      304      277      150      141      312      301      685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23%     18%     21%     14%     21%     25%     25%     21%     16%     20%      19%      24%      16%      23%      20%      18%      19%      24%      22%      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J                                         N                 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too much              159      99      61      88      23      38      10      40      42      42      24       28       37       43       52       48       16       25       37       34      125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4%      2%      3%      4%      5%      6%      4%      3%      3%      3%       4%       3%       3%       4%       3%       2%       3%       3%       3%       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at all            136      60      75      47      37      25       2      48      22      28      30       46       32       42       16       46       10        9       29       32      104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2%      6%      3%      1%      5%      2%      2%      3%       7%       2%       3%       1%       3%       1%       1%       2%       2%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I                               MO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193     119      74     114      36      22       3      22      53      50      62       40       57       41       52       64       22       31       36       42      151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5%      3%      4%      6%      3%      2%      2%      4%      4%      7%       6%       4%       3%       4%       5%       3%       4%       3%       3%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GHI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9       8       2       2       -       -       -       -       -       2       6        3        5        -        -        3        -        3        -        3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1%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           4356    2092    2264    2820     482     656     153     931    1329    1167     734      573     1250     1301     1219     1248      764      677     1212     1257     3092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90%     88%     91%     92%     83%     89%     91%     89%     92%     91%     86%      83%      91%      91%      91%      89%      94%      91%      92%      92%      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                                       K                                 L        L        L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Q15F Page 156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 How much, if at all, do you think your local public library contributes to the following things in your community? Do you think it contributes a lot, some, not too much, or nothing at all when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it comes to [INSERT ITEMS; RANDOMIZE]? Next, how much do you think the library contributes to...[INSERT NEXT ITEM]? [READ IF NECESSARY: Do you think it contributes a lot to your local community,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not too much, or nothing at all when it comes to (ITEM)?]</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Not too much/         295     159     136     134      60      63      12      88      65      70      53       73       69       85       67       94       26       35       66       66      229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Nothing                    6%      7%      5%      4%     10%      8%      7%      8%      4%      5%      6%      11%       5%       6%       5%       7%       3%       5%       5%       5%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MO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Q15SUM Page 157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Q15SUM. How much, if at all, do you think your local public library contributes to the following things in your community? Do you think it contributes a lot, some, not too much, or nothing at all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when it comes to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"A LOT"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Providing a safe         3369    1543    1825    2178     402     503     110     674    1022     958     566      444      925     1073      915      971      615      536      900      956     2408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place for people to       69%     65%     74%     71%     70%     68%     66%     65%     71%     74%     66%      64%      67%      75%      68%      69%      76%      72%      68%      70%      69%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spend time (f)                              B                                                      HK                                LMO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Creating                 2831    1300    1531    1806     321     436     106     610     786     821     478      379      827      839      774      853      506      458      708      836     1989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educational               58%     55%     62%     59%     56%     59%     63%     59%     54%     64%     56%      55%      60%      59%      58%      61%      62%      61%      54%      61%      57%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opportunity for                             B                                                      IK                                                             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people of all ages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Helping spark            2378    1077    1301    1473     321     403      60     423     714     750     400      363      674      731      598      810      386      357      544      728     1642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creativity among          49%     45%     53%     48%     56%     54%     36%     41%     49%     58%     47%      53%      49%      51%      45%      58%      48%      48%      41%      53%      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young people (a)                            B                                               H    GHIK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Providing a trusted      2288     999    1289    1373     309     408      74     416     664     687     421      352      713      677      536      767      406      299      568      666     1616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place for people to       47%     42%     52%     45%     53%     55%     44%     40%     46%     53%     49%      51%      52%      47%      40%      54%      50%      40%      43%      49%      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learn about new                             B                       D                              HI       H        O        O        O                RS        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technologies (d)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Promoting a sense        1858     806    1053    1187     247     260      48     286     545     596     363      227      552      562      506      570      343      276      471      566     1286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of community among        38%     34%     43%     39%     43%     35%     29%     28%     38%     46%     42%      33%      40%      39%      38%      40%      42%      37%      36%      41%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different groups                            B                                               H     GHI       H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within your local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area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Serving as a             1420     620     800     900     198     212      45     238     430     442     246      171      433      449      358      469      235      187      368      419      995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gathering place for       29%     26%     32%     29%     34%     29%     27%     23%     30%     34%     29%      25%      31%      31%      27%      33%      29%      25%      28%      31%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addressing                                  B                                                       H                                                    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challenges in your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local community (e)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Q16A Page 158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Q16. If your local public library CLOSED, would that have a MAJOR impact, MINOR impact or NO IMPACT on... [INSERT ITEMS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You and your family</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Major impact             1617     655     963     902     219     353      33     241     507     539     279      216      448      491      458      581      265      237      341      562     1056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33%     28%     39%     29%     38%     48%     19%     23%     35%     42%     33%      31%      32%      34%      34%      41%      33%      32%      26%      41%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GH     GHK      GH                                          QRS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Minor impact             1607     826     781    1090     170     186      67     391     532     352     251      191      399      516      496      403      275      261      526      459     1143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33%     35%     32%     36%     29%     25%     40%     38%     37%     27%     29%      28%      29%      36%      37%      29%      34%      35%      40%      34%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J       J                                          M       LM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impact                1586     883     703    1054     183     194      68     408     402     395     291      273      514      410      382      410      272      247      447      347     1237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33%     37%     28%     34%     32%     26%     40%     39%     28%     31%     34%      40%      37%      29%      29%      29%      33%      33%      34%      25%      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F                              IJ                               NO       NO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Community does not          5       -       5       5       -       -       -       -       -       -       5        4        2        -        -        -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a public              *%              *%      *%                                                      1%       1%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31      12      19      17       5       8       -       -       5       2      23        -       17       10        3       14        1        -        1        -       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1%      1%                      *%      *%      3%                1%       1%       *%       1%       *%                *%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8       2       6       -       -       -       -       -       -       -       6        6        -        -        -        -        -        -        -        -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Impact               3224    1481    1743    1993     389     539     100     632    1039     892     530      407      847     1007      953      984      540      498      867     1021     2198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66%     62%     70%     65%     67%     73%     60%     61%     72%     69%     62%      59%      61%      71%      71%      70%      66%      67%      66%      75%      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HK       H                                 LM       LM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Q16B Page 159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Q16. If your local public library CLOSED, would that have a MAJOR impact, MINOR impact or NO IMPACT on... [INSERT ITEMS IN ORDER]?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Your community as a whole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Major impact             3186    1350    1836    2015     380     511      92     618     951     944     543      394      881      954      946      927      567      483      841      939     2240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66%     57%     74%     66%     66%     69%     55%     59%     66%     73%     64%      57%      64%      67%      71%      66%      70%      65%      64%      69%      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GHIK                                  L       LM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Minor impact             1204     771     433     846      86     144      66     328     380     225     194      146      378      361      313      294      174      221      394      314      888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25%     32%     17%     28%     15%     19%     39%     32%     26%     17%     23%      21%      27%      25%      23%      21%      21%      30%      30%      23%      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JK      JK       J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impact                 300     148     152     108      87      66      10      68      72      84      61      103       81       77       39      137       46       22       55       73      227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6%      6%      4%     15%      9%      6%      7%      5%      7%      7%      15%       6%       5%       3%      10%       6%       3%       4%       5%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MNO        O                         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Community does not          2       -       2       2       -       -       -       -       -       -       2        -        2        -        -        -        -        -        -        -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a public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145      97      48      86      22      20       -      23      37      35      50       47       31       26       40       44       26       19       18       34      111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4%      2%      3%      4%      3%              2%      3%      3%      6%       7%       2%       2%       3%       3%       3%       3%       1%       2%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HIJ       MN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18      12       6      12       3       -       -       3       7       -       6        -        7        9        -        7        -        -        7        7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      1%                      *%      *%              1%                *%       1%                *%                         1%       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Impact               4390    2121    2269    2861     466     655     158     946    1331    1170     737      539     1260     1315     1260     1221      741      704     1235     1254     3128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90%     89%     92%     93%     81%     88%     94%     91%     92%     91%     86%      78%      91%      92%      94%      87%      91%      94%      94%      92%      90%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K                                 L        L        L                          P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Q17A Page 160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Q17. Now thinking about some new things public libraries could do to change how they serve the public... Please tell me if each of the following is something you, personally, think public libraries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do, should MAYBE do, or should definitely NOT do.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2490    1232    1258    1590     298     373      88     536     773     626     441      360      703      731      686      693      421      376      694      738     1750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822     441     381     578      86      91      21     130     213     251     192       83      182      212      340      190      130      125      279      212      609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Have more comfortable spaces for reading, working, and relaxing at the library</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1407     649     759     806     207     255      61     349     436     319     233      213      412      410      367      423      252      233      350      410      997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                        57%     53%     60%     51%     69%     68%     69%     65%     56%     51%     53%      59%      59%      56%      54%      61%      60%      62%      50%      56%      57%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JK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maybe do           743     406     337     549      46      85      18     151     258     206     106       94      209      231      210      175      136      105      241      242      501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30%     33%     27%     35%     15%     23%     20%     28%     33%     33%     24%      26%      30%      32%      31%      25%      32%      28%      35%      33%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231     113     117     155      31      25       9      34      53      76      47       31       51       66       81       58       21       27       80       70      159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do                     9%      9%      9%     10%     10%      7%     11%      6%      7%     12%     11%       8%       7%       9%      12%       8%       5%       7%      12%       9%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Doesn’t really             28      13      15      26       -       -       -       -       8      15       5        7        7        6        8       12        -        2        7        7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matter to me (VOL.)        1%      1%      1%      2%                                      1%      2%      1%       2%       1%       1%       1%       2%                1%       1%       1%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67      41      27      44      15       8       -       1      11       9      46       14       23       12       15       20       12        1       16        9       58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2%      3%      5%      2%              *%      1%      1%     10%       4%       3%       2%       2%       3%       3%       *%       2%       1%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14      11       3      10       -       -       -       -       7       2       4        3        -        7        4        5        -        8        -        -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      1%                                      1%      *%      1%       1%                1%       1%       1%                2%                         1%</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Q17B Page 161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Q17. Now thinking about some new things public libraries could do to change how they serve the public... Please tell me if each of the following is something you, personally, think public libraries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do, should MAYBE do, or should definitely NOT do.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2490    1232    1258    1590     298     373      88     536     773     626     441      360      703      731      686      693      421      376      694      738     1750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822     441     381     578      86      91      21     130     213     251     192       83      182      212      340      190      130      125      279      212      609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Move some print books and stacks OUT OF public locations to free up more space for things such as tech centers, reading rooms, meetings rooms, and cultural events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588     322     266     287     109     128      15     161     173     153      85      103      177      180      124      204       82       75      148      159      429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                        24%     26%     21%     18%     37%     34%     17%     30%     22%     24%     19%      29%      25%      25%      18%      29%      20%      20%      21%      22%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maybe do          1005     497     508     683      84     138      41     238     306     242     165      139      300      270      294      247      196      172      271      300      704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40%     40%     40%     43%     28%     37%     47%     44%     40%     39%     37%      39%      43%      37%      43%      36%      47%      46%      39%      41%      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781     349     432     534      91      98      31     137     268     210     121       85      196      251      248      200      123      121      253      271      508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do                    31%     28%     34%     34%     31%     26%     36%     26%     35%     34%     28%      23%      28%      34%      36%      29%      29%      32%      36%      37%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Doesn’t really             38      21      17      32       -       -       -       -      13      15      10       12        3       11       13        6       10        6        6        6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matter to me (VOL.)        2%      2%      1%      2%                                      2%      2%      2%       3%       *%       1%       2%       1%       2%       2%       1%       1%       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73      41      32      50      14       9       -       -      13       6      53       18       25       20        7       30       10        1       16        2       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3%      5%      2%                      2%      1%     12%       5%       4%       3%       1%       4%       2%       *%       2%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                                            R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6       3       3       3       -       -       -       -       -       -       6        3        3        -        -        6        -        -        -        -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1%       *%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Q17C Page 162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Q17. Now thinking about some new things public libraries could do to change how they serve the public... Please tell me if each of the following is something you, personally, think public libraries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do, should MAYBE do, or should definitely NOT do.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2364    1146    1218    1480     280     368      80     504     673     663     415      329      677      696      653      715      392      370      620      629     1727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779     392     387     520      84     103      30     139     188     230     177       88      200      178      309      207      128      122      224      179      596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Buy 3-D printers and other digital tools to allow people to learn how to use them to make different kinds of objects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1190     542     648     645     194     232      34     251     378     305     211      195      381      321      294      410      226      142      295      320      870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                        50%     47%     53%     44%     69%     63%     43%     50%     56%     46%     51%      59%      56%      46%      45%      57%      58%      38%      47%      51%      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O        O                          R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maybe do           874     438     436     620      66     117      30     220     199     256     155      106      209      298      260      235      123      184      248      237      636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37%     38%     36%     42%     24%     32%     37%     44%     30%     39%     37%      32%      31%      43%      40%      33%      31%      50%      40%      38%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I                                                  M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256     151     105     191      17       8      12      25      92      83      42       15       78       64       95       61       38       41       75       65      186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do                    11%     13%      9%     13%      6%      2%     15%      5%     14%     13%     10%       5%      12%       9%      14%       8%      10%      11%      12%      10%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H       H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Doesn’t really              9       2       8       9       -       -       -       3       2       -       4        -        3        2        3        5        -        -        2        2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matter to me (VOL.)        *%      *%      1%      1%                              1%      *%              1%                1%       *%       1%       1%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24      11      13      14       -       5       4       5       -      12       3        8        7        7        1        5        5        3        1        5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1%      4%      1%              2%      1%       3%       1%       1%       *%       1%       1%       1%       *%       1%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11       2       9       -       3       6       -       -       3       6       -        6        -        3        -        -        -        -        -        -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1%      1%                      *%      1%               2%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Q17D Page 163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Q17. Now thinking about some new things public libraries could do to change how they serve the public... Please tell me if each of the following is something you, personally, think public libraries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do, should MAYBE do, or should definitely NOT do. [INSERT ITEMS; RANDOMIZE]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2364    1146    1218    1480     280     368      80     504     673     663     415      329      677      696      653      715      392      370      620      629     1727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779     392     387     520      84     103      30     139     188     230     177       88      200      178      309      207      128      122      224      179      596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Offer programs to teach people, including kids and senior citizens, how to use digital tools such as computers, smartphones and apps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1882     853    1029    1161     227     298      68     403     552     541     301      256      536      525      561      572      333      276      511      501     1377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                        80%     74%     84%     78%     81%     81%     84%     80%     82%     82%     73%      78%      79%      75%      86%      80%      85%      75%      82%      80%      80%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maybe do           369     222     147     260      39      49       8      73      95     100      83       51      115      120       80      116       40       80       80      101      266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19%     12%     18%     14%     13%     10%     15%     14%     15%     20%      16%      17%      17%      12%      16%      10%      22%      13%      16%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Should definitely          96      58      38      52       6      21       2      20      27      22      25       17       24       45        9       24       13       14       29       24       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do                     4%      5%      3%      4%      2%      6%      3%      4%      4%      3%      6%       5%       4%       7%       1%       3%       3%       4%       5%       4%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Doesn’t really              4       1       3       4       -       -       -       -       -       -       4        -        2        1        1        -        -        -        -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matter to me (VOL.)        *%      *%      *%      *%                                                      1%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9       9       -       1       8       -       -       8       -       -       1        3        -        5        1        3        5        -        -        3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3%                      2%                      *%       1%                1%       *%       *%       1%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4       2       2       2       -       -       2       -       -       -       -        2        -        -        -        -        -        -        -        -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3%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Q17SUM-1 Page 164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Q17SUM-1. Now thinking about some new things public libraries could do to change how they serve the public... Please tell me if each of the following is something you, personally, think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libraries should DEFINITELY do, should MAYBE do, or should definitely NOT do.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"SHOULD DEFINITELY DO"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Offer programs to        1882     853    1029    1161     227     298      68     403     552     541     301      256      536      525      561      572      333      276      511      501     1377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teach people,             80%     74%     84%     78%     81%     81%     84%     80%     82%     82%     73%      78%      79%      75%      86%      80%      85%      75%      82%      80%      80%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including kids and                          B                                                                                                   N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senior citizens,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how to use digital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tools such as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computers,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smartphones and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apps (d)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more                1407     649     759     806     207     255      61     349     436     319     233      213      412      410      367      423      252      233      350      410      997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comfortable spaces        57%     53%     60%     51%     69%     68%     69%     65%     56%     51%     53%      59%      59%      56%      54%      61%      60%      62%      50%      56%      57%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for reading,                                                D       D              JK                                                                    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working, and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relaxing at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(a)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Buy 3-D printers         1190     542     648     645     194     232      34     251     378     305     211      195      381      321      294      410      226      142      295      320      870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and other digital         50%     47%     53%     44%     69%     63%     43%     50%     56%     46%     51%      59%      56%      46%      45%      57%      58%      38%      47%      51%      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tools to allow                                              D       D                                                O        O                          R        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people to learn how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 use them to make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different kinds of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objects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Move some print           588     322     266     287     109     128      15     161     173     153      85      103      177      180      124      204       82       75      148      159      429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 and stacks          24%     26%     21%     18%     37%     34%     17%     30%     22%     24%     19%      29%      25%      25%      18%      29%      20%      20%      21%      22%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OUT OF public                                               D       D               K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locations to free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up more space for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things such as tech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centers, reading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rooms, meetings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rooms, and cultural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events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Q17SUM-2 Page 165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Q17SUM-2. Now thinking about some new things public libraries could do to change how they serve the public... Please tell me if each of the following is something you, personally, think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libraries should DEFINITELY do, should MAYBE do, or should definitely NOT do.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"SHOULD DEFINITELY NOT DO"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Move some print           781     349     432     534      91      98      31     137     268     210     121       85      196      251      248      200      123      121      253      271      508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 and stacks          31%     28%     34%     34%     31%     26%     36%     26%     35%     34%     28%      23%      28%      34%      36%      29%      29%      32%      36%      37%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OUT OF public                                                                                                                                   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locations to free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up more space for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things such as tech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centers, reading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rooms, meetings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rooms, and cultural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events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Buy 3-D printers          256     151     105     191      17       8      12      25      92      83      42       15       78       64       95       61       38       41       75       65      186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and other digital         11%     13%      9%     13%      6%      2%     15%      5%     14%     13%     10%       5%      12%       9%      14%       8%      10%      11%      12%      10%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tools to allow                                      F                                       H       H                                           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people to learn how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 use them to make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different kinds of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objects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more                 231     113     117     155      31      25       9      34      53      76      47       31       51       66       81       58       21       27       80       70      159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comfortable spaces         9%      9%      9%     10%     10%      7%     11%      6%      7%     12%     11%       8%       7%       9%      12%       8%       5%       7%      12%       9%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for reading,                                                                                                                                                                        Q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working, and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relaxing at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(a)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Q17SUM-2 Page 166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Q17SUM-2. Now thinking about some new things public libraries could do to change how they serve the public... Please tell me if each of the following is something you, personally, think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libraries should DEFINITELY do, should MAYBE do, or should definitely NOT do.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"SHOULD DEFINITELY NOT DO"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Offer programs to          96      58      38      52       6      21       2      20      27      22      25       17       24       45        9       24       13       14       29       24       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teach people,              4%      5%      3%      4%      2%      6%      3%      4%      4%      3%      6%       5%       4%       7%       1%       3%       3%       4%       5%       4%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including kids and                                                                                                                     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senior citizens,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how to use digital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tools such as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computers,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smartphones and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apps (d)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Q17SUM-3 Page 167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Q17SUM-3. Now thinking about some new things public libraries could do to change how they serve the public... Please tell me if each of the following is something you, personally, think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libraries should DEFINITELY do, should MAYBE do, or should definitely NOT do.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"SHOULD MAYBE DO"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Move some print          1005     497     508     683      84     138      41     238     306     242     165      139      300      270      294      247      196      172      271      300      704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books and stacks          40%     40%     40%     43%     28%     37%     47%     44%     40%     39%     37%      39%      43%      37%      43%      36%      47%      46%      39%      41%      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OUT OF public                                       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locations to free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up more space for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things such as tech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centers, reading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rooms, meetings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rooms, and cultural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events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Buy 3-D printers          874     438     436     620      66     117      30     220     199     256     155      106      209      298      260      235      123      184      248      237      636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and other digital         37%     38%     36%     42%     24%     32%     37%     44%     30%     39%     37%      32%      31%      43%      40%      33%      31%      50%      40%      38%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tools to allow                                      E                               I                                                  M                                  PQ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people to learn how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 use them to make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different kinds of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objects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more                 743     406     337     549      46      85      18     151     258     206     106       94      209      231      210      175      136      105      241      242      501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comfortable spaces        30%     33%     27%     35%     15%     23%     20%     28%     33%     33%     24%      26%      30%      32%      31%      25%      32%      28%      35%      33%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for reading,                                       EF                                                                                                                               P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working, and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relaxing at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(a)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Q17SUM-3 Page 168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Q17SUM-3. Now thinking about some new things public libraries could do to change how they serve the public... Please tell me if each of the following is something you, personally, think public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libraries should DEFINITELY do, should MAYBE do, or should definitely NOT do. [INSERT ITEMS; RANDOMIZE]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"SHOULD MAYBE DO"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Offer programs to         369     222     147     260      39      49       8      73      95     100      83       51      115      120       80      116       40       80       80      101      266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teach people,             16%     19%     12%     18%     14%     13%     10%     15%     14%     15%     20%      16%      17%      17%      12%      16%      10%      22%      13%      16%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including kids and                  C                                                                                                                                      Q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senior citizens,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how to use digital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tools such as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computers,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smartphones and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apps (d)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Q18A Page 169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 I’d like to know in what ways you think the public library contributes to your community. First, do you think the library contributes a lot in terms of [INSERT ITEMS; RANDOMIZE], contributes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somewhat, a little or not at all? How about in [INSERT NEXT ITEM]? [READ IF NECESSARY: Do you think the public library contributes a lot to the community in this way, somewhat, a little, or not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2490    1232    1258    1590     298     373      88     536     773     626     441      360      703      731      686      693      421      376      694      738     1750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822     441     381     578      86      91      21     130     213     251     192       83      182      212      340      190      130      125      279      212      609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Helping people find jobs or pursue job training</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549     253     296     312      85     118      20     117     176     156      71      101      144      144      152      176       96       84      126      188      360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22%     21%     24%     20%     29%     32%     23%     22%     23%     25%     16%      28%      20%      20%      22%      25%      23%      22%      18%      25%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843     431     413     581     102      92      27     177     263     219     148      101      264      248      230      233      113      155      244      237      607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34%     35%     33%     37%     34%     25%     30%     33%     34%     35%     34%      28%      38%      34%      34%      34%      27%      41%      35%      32%      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little                  511     258     253     328      48      84      19     127     164     128      71       66      128      158      160      138      107       59      155      161      351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21%     21%     20%     21%     16%     23%     22%     24%     21%     20%     16%      18%      18%      22%      23%      20%      25%      16%      22%      22%      20%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340     189     152     200      40      45      18      81      92      79      65       58       91      117       73       81       64       48       98       92      249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14%     15%     12%     13%     13%     12%     20%     15%     12%     13%     15%      16%      13%      16%      11%      12%      15%      13%      14%      12%      14%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Community does not          3       -       3       3       -       -       -       -       -       1       2        -        2        -        1        -        -        1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a public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238     102     135     160      22      34       4      34      77      44      79       34       74       59       69       66       41       28       71       62      176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8%     11%     10%      8%      9%      5%      6%     10%      7%     18%       9%      11%       8%      10%       9%      10%       8%      10%       8%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GHJ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5       -       5       5       -       -       -       -       -       -       5        -        -        5        -        -        -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1%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Q18A Page 170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 I’d like to know in what ways you think the public library contributes to your community. First, do you think the library contributes a lot in terms of [INSERT ITEMS; RANDOMIZE], contributes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somewhat, a little or not at all? How about in [INSERT NEXT ITEM]? [READ IF NECESSARY: Do you think the public library contributes a lot to the community in this way, somewhat, a little, or not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2490    1232    1258    1590     298     373      88     536     773     626     441      360      703      731      686      693      421      376      694      738     1750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lot/Somewhat       1393     683     709     893     187     210      47     294     439     375     219      203      407      392      382      409      209      239      370      424      967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56%     55%     56%     56%     63%     56%     53%     55%     57%     60%     50%      56%      58%      54%      56%      59%      50%      64%      53%      57%      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Little/Not at         852     447     405     529      88     129      37     208     256     206     136      124      220      275      232      219      171      107      253      252      599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                       34%     36%     32%     33%     30%     35%     42%     39%     33%     33%     31%      34%      31%      38%      34%      32%      40%      29%      36%      34%      34%</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Q18B Page 171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 I’d like to know in what ways you think the public library contributes to your community. First, do you think the library contributes a lot in terms of [INSERT ITEMS; RANDOMIZE], contributes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somewhat, a little or not at all? How about in [INSERT NEXT ITEM]? [READ IF NECESSARY: Do you think the public library contributes a lot to the community in this way, somewhat, a little, or not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2490    1232    1258    1590     298     373      88     536     773     626     441      360      703      731      686      693      421      376      694      738     1750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822     441     381     578      86      91      21     130     213     251     192       83      182      212      340      190      130      125      279      212      609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Helping people when they seek health information</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811     371     440     478      97     158      18     125     262     236     161      119      259      230      200      248      150      133      170      256      553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33%     30%     35%     30%     33%     42%     21%     23%     34%     38%     37%      33%      37%      31%      29%      36%      36%      36%      24%      35%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H       H       H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952     501     451     639      98     124      32     240     270     237     165      129      268      267      284      266      127      148      301      280      672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38%     41%     36%     40%     33%     33%     36%     45%     35%     38%     37%      36%      38%      37%      41%      38%      30%      39%      43%      38%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little                  378     194     184     246      47      57      27      96     139      77      34       56       81      126      115       88       84       51      122      114      264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15%     16%     15%     15%     16%     15%     31%     18%     18%     12%      8%      16%      11%      17%      17%      13%      20%      14%      18%      15%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K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188      86     102     113      34      19      11      54      60      37      24       34       48       57       49       62       24       14       66       52      136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7%      8%      7%     11%      5%     12%     10%      8%      6%      5%       9%       7%       8%       7%       9%       6%       4%       9%       7%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Community does not          3       -       3       3       -       -       -       -       -       1       2        -        2        -        1        -        -        1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a public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158      81      78     110      22      15       -      21      43      37      54       22       46       52       36       30       36       28       37       37      121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7%      6%      7%      7%      4%              4%      6%      6%     12%       6%       7%       7%       5%       4%       9%       7%       5%       5%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Q18B Page 172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 I’d like to know in what ways you think the public library contributes to your community. First, do you think the library contributes a lot in terms of [INSERT ITEMS; RANDOMIZE], contributes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somewhat, a little or not at all? How about in [INSERT NEXT ITEM]? [READ IF NECESSARY: Do you think the public library contributes a lot to the community in this way, somewhat, a little, or not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A          2490    1232    1258    1590     298     373      88     536     773     626     441      360      703      731      686      693      421      376      694      738     1750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lot/Somewhat       1763     872     891    1118     195     282      50     364     532     473     326      248      526      497      485      514      277      282      470      536     1226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71%     71%     71%     70%     66%     76%     57%     68%     69%     76%     74%      69%      75%      68%      71%      74%      66%      75%      68%      73%      70%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Little/Not at         566     280     286     359      81      76      38     150     198     114      59       90      129      183      164      149      108       65      187      165      400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                       23%     23%     23%     23%     27%     20%     43%     28%     26%     18%     13%      25%      18%      25%      24%      22%      26%      17%      27%      22%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K       K                                                                                       R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Q18C Page 173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 I’d like to know in what ways you think the public library contributes to your community. First, do you think the library contributes a lot in terms of [INSERT ITEMS; RANDOMIZE], contributes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somewhat, a little or not at all? How about in [INSERT NEXT ITEM]? [READ IF NECESSARY: Do you think the public library contributes a lot to the community in this way, somewhat, a little, or not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2364    1146    1218    1480     280     368      80     504     673     663     415      329      677      696      653      715      392      370      620      629     1727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779     392     387     520      84     103      30     139     188     230     177       88      200      178      309      207      128      122      224      179      596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 Helping people decide what information they can trust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873     371     502     528     120     134      32     192     209     292     141      113      261      281      213      287      175      127      203      222      647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37%     32%     41%     36%     43%     36%     39%     38%     31%     44%     34%      34%      39%      40%      33%      40%      45%      34%      33%      35%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885     446     439     583      89     121      35     176     272     214     176      103      253      266      263      274      134      137      258      225      660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37%     39%     36%     39%     32%     33%     44%     35%     40%     32%     43%      31%      37%      38%      40%      38%      34%      37%      42%      36%      38%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little                  344     195     149     213      34      70      10      85      99      88      59       87      109       59       87      118       33       63       79       97      245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15%     17%     12%     14%     12%     19%     12%     17%     15%     13%     14%      26%      16%       8%      13%      16%       8%      17%      13%      15%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NO        N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158      92      67      85      21      33       3      44      73      35       4       17       25       60       57       23       30       22       64       72       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      8%      5%      6%      8%      9%      4%      9%     11%      5%      1%       5%       4%       9%       9%       3%       8%       6%      10%      11%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K       K                                           M                                   P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Community does not          4       -       4       4       -       -       -       -       -       -       4        4        -        -        -        -        -        -        -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a public              *%              *%      *%                                                      1%       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98      41      57      67      15      10       -       7      21      34      31        5       29       30       34       14       20       20       17       14       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4%      5%      5%      6%      3%              1%      3%      5%      7%       2%       4%       4%       5%       2%       5%       5%       3%       2%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       2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Q18C Page 174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 I’d like to know in what ways you think the public library contributes to your community. First, do you think the library contributes a lot in terms of [INSERT ITEMS; RANDOMIZE], contributes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somewhat, a little or not at all? How about in [INSERT NEXT ITEM]? [READ IF NECESSARY: Do you think the public library contributes a lot to the community in this way, somewhat, a little, or not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2364    1146    1218    1480     280     368      80     504     673     663     415      329      677      696      653      715      392      370      620      629     1727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lot/Somewhat       1758     816     942    1111     209     255      67     368     481     506     318      216      515      547      476      561      309      265      461      447     1307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74%     71%     77%     75%     75%     69%     83%     73%     71%     76%     77%      66%      76%      79%      73%      78%      79%      72%      74%      71%      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Little/Not at         502     286     216     298      56     103      13     129     171     123      62      104      134      119      144      140       63       85      143      168      332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                       21%     25%     18%     20%     20%     28%     17%     26%     25%     19%     15%      32%      20%      17%      22%      20%      16%      23%      23%      27%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K       K                       MN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Q18D Page 175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 I’d like to know in what ways you think the public library contributes to your community. First, do you think the library contributes a lot in terms of [INSERT ITEMS; RANDOMIZE], contributes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somewhat, a little or not at all? How about in [INSERT NEXT ITEM]? [READ IF NECESSARY: Do you think the public library contributes a lot to the community in this way, somewhat, a little, or not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2364    1146    1218    1480     280     368      80     504     673     663     415      329      677      696      653      715      392      370      620      629     1727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779     392     387     520      84     103      30     139     188     230     177       88      200      178      309      207      128      122      224      179      596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 Helping people when a natural disaster or major problem strikes the community</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________________________________________________________________________________</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lot                     443     198     245     232      78      95      14      81     109     144      89       97      128      123       93      155       61       57       98      136      304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19%     17%     20%     16%     28%     26%     17%     16%     16%     22%     21%      29%      19%      18%      14%      22%      16%      15%      16%      22%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Somewhat                  864     397     467     555     110     110      25     182     247     239     156       95      279      268      220      310      161      106      236      203      659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37%     35%     38%     38%     39%     30%     31%     36%     37%     36%     38%      29%      41%      39%      34%      43%      41%      29%      38%      32%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little                  411     243     168     254      40      75      20     111      95     113      69       66      101      103      141      107       66       74      122      104      307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21%     14%     17%     14%     21%     25%     22%     14%     17%     17%      20%      15%      15%      22%      15%      17%      20%      20%      17%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at all                404     207     197     280      39      47      18     109     155      93      28       35       96      151      121       79       67       83      131      126      277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18%     16%     19%     14%     13%     23%     22%     23%     14%      7%      11%      14%      22%      19%      11%      17%      23%      21%      20%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JK       K                                  L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Community does not          4       -       4       4       -       -       -       -       -       -       4        4        -        -        -        -        -        -        -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a public              *%              *%      *%                                                      1%       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library (VOL.)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228      98     130     152      14      35       4      21      67      66      68       27       72       49       77       64       34       49       33       59      167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9%     11%     10%      5%     10%      4%      4%     10%     10%     16%       8%      11%       7%      12%       9%       9%      13%       5%       9%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GH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11       2       9       3       -       6       -       -       -       8       1        6        -        1        2        -        2        -        -        -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              1%                              1%      *%       2%                *%       *%                1%                                  1%</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Q18D Page 176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 I’d like to know in what ways you think the public library contributes to your community. First, do you think the library contributes a lot in terms of [INSERT ITEMS; RANDOMIZE], contributes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somewhat, a little or not at all? How about in [INSERT NEXT ITEM]? [READ IF NECESSARY: Do you think the public library contributes a lot to the community in this way, somewhat, a little, or not at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B          2364    1146    1218    1480     280     368      80     504     673     663     415      329      677      696      653      715      392      370      620      629     1727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 lot/Somewhat       1307     596     711     787     187     205      38     263     357     383     245      192      407      392      313      465      222      163      334      339      963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55%     52%     58%     53%     67%     56%     48%     52%     53%     58%     59%      58%      60%      56%      48%      65%      57%      44%      54%      54%      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O                         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Little/Not at         815     450     365     534      78     122      38     220     250     206      97      101      198      254      262      187      133      158      253      231      584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                       34%     39%     30%     36%     28%     33%     48%     44%     37%     31%     23%      31%      29%      36%      40%      26%      34%      43%      41%      37%      34%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K      JK       K                                                   M                          P        P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Q18SUM-1 Page 177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Q18SUM-1. I’d like to know in what ways you think the public library contributes to your community. First, do you think the library contributes a lot in terms of [INSERT ITEMS; RANDOMIZE],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contributes somewhat, a little or not at all? How about in [INSERT NEXT ITEM]? [READ IF NECESSARY: Do you think the public library contributes a lot to the community in this way, somewhat, a little,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not at all?]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"A LOT"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Helping people            873     371     502     528     120     134      32     192     209     292     141      113      261      281      213      287      175      127      203      222      647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decide what               37%     32%     41%     36%     43%     36%     39%     38%     31%     44%     34%      34%      39%      40%      33%      40%      45%      34%      33%      35%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they                            B                                                       I                                                             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can trust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Helping people when       811     371     440     478      97     158      18     125     262     236     161      119      259      230      200      248      150      133      170      256      553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they seek health          33%     30%     35%     30%     33%     42%     21%     23%     34%     38%     37%      33%      37%      31%      29%      36%      36%      36%      24%      35%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(b)                                                     D                       H       H       H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Helping people find       549     253     296     312      85     118      20     117     176     156      71      101      144      144      152      176       96       84      126      188      360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jobs or pursue job        22%     21%     24%     20%     29%     32%     23%     22%     23%     25%     16%      28%      20%      20%      22%      25%      23%      22%      18%      25%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training (a)                                                        D                               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Helping people when       443     198     245     232      78      95      14      81     109     144      89       97      128      123       93      155       61       57       98      136      304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natural disaster        19%     17%     20%     16%     28%     26%     17%     16%     16%     22%     21%      29%      19%      18%      14%      22%      16%      15%      16%      22%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major problem                                            D       D                                                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strikes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community (d)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Q18SUM-2 Page 178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Q18SUM-2. I’d like to know in what ways you think the public library contributes to your community. First, do you think the library contributes a lot in terms of [INSERT ITEMS; RANDOMIZE],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contributes somewhat, a little or not at all? How about in [INSERT NEXT ITEM]? [READ IF NECESSARY: Do you think the public library contributes a lot to the community in this way, somewhat, a little,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not at all?]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SUMMARY OF NET "A LOT/SOMEWHAT" RESPONSES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FORM SPLIT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Helping people           1758     816     942    1111     209     255      67     368     481     506     318      216      515      547      476      561      309      265      461      447     1307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decide what               74%     71%     77%     75%     75%     69%     83%     73%     71%     76%     77%      66%      76%      79%      73%      78%      79%      72%      74%      71%      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they                                                                                                                       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can trust (c)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Helping people when      1763     872     891    1118     195     282      50     364     532     473     326      248      526      497      485      514      277      282      470      536     1226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they seek health          71%     71%     71%     70%     66%     76%     57%     68%     69%     76%     74%      69%      75%      68%      71%      74%      66%      75%      68%      73%      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information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Helping people find      1393     683     709     893     187     210      47     294     439     375     219      203      407      392      382      409      209      239      370      424      967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jobs or pursue job        56%     55%     56%     56%     63%     56%     53%     55%     57%     60%     50%      56%      58%      54%      56%      59%      50%      64%      53%      57%      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training (a)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Helping people when      1307     596     711     787     187     205      38     263     357     383     245      192      407      392      313      465      222      163      334      339      963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 natural disaster        55%     52%     58%     53%     67%     56%     48%     52%     53%     58%     59%      58%      60%      56%      48%      65%      57%      44%      54%      54%      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major problem                                            D                                                                 O                         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strikes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community (d)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SEX Page 179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SEX. Respondent's sex [DO NOT ASK]</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Male                     2378    2378       -    1513     285     337      87     533     723     617     382      326      738      668      640      629      366      416      759      645     1728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49%    100%             49%     49%     46%     52%     51%     50%     48%     45%      47%      53%      47%      48%      45%      45%      56%      58%      47%      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PQ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Female                   2476       -    2476    1556     293     404      81     507     723     672     473      364      642      759      699      779      447      329      556      723     1749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51%            100%     51%     51%     54%     48%     49%     50%     52%     55%      53%      47%      53%      52%      55%      55%      44%      42%      53%      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RS       RS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AGE-5WAY Page 180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AGE. What is your age?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16-17                     168      87      81      93      10      45     168       -       -       -       -      148       20        -        -       31       26       24       47       13      155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4%      3%      3%      2%      6%    100%                                      21%       1%                         2%       3%       3%       4%       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18-29                    1040     533     507     538     114     235       -    1040       -       -       -       82      322      416      221      362      200      166      222      244      796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21%     22%     20%     18%     20%     32%            100%                              12%      23%      29%      17%      26%      25%      22%      17%      18%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LO       LO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30-49                    1446     723     723     865     196     218       -       -    1446       -       -      203      354      352      534      388      223      263      469      886      560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30%     30%     29%     28%     34%     29%                    100%                      29%      26%      25%      40%      28%      27%      35%      36%      65%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LMN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50-64                    1289     617     672     891     181     161       -       -       -    1289       -      126      394      421      345      394      201      159      402      193     1093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27%     26%     27%     29%     31%     22%                            100%              18%      29%      29%      26%      28%      25%      21%      31%      14%      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L        L        L                                   R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65+                       855     382     473     653      74      81       -       -       -       -     855      130      276      228      217      223      161      132      160       23      832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16%     19%     21%     13%     11%                                    100%      19%      20%      16%      16%      16%      20%      18%      12%       2%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6       6       -       4       -       -       -       -       -       -       -        -        3        -        1        3        -        -        -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49      30      19      26       2       2       -       -       -       -       -        2       11       10       20        7        2        3       14        8       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      *%                                               *%       1%       1%       2%       *%       *%       *%       1%       1%       1%</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AGE-7WAY Page 181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AGE. What is your age?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16-17                     168      87      81      93      10      45     168       -       -       -       -      148       20        -        -       31       26       24       47       13      155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4%      3%      3%      2%      6%    100%                                      21%       1%                         2%       3%       3%       4%       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18-24                     625     318     307     318      66     129       -     625       -       -       -       51      174      305       96      221       94       96      165       75      550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13%     13%     12%     10%     12%     17%             60%                               7%      13%      21%       7%      16%      12%      13%      13%       6%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O      LMO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25-34                     790     402     388     450      92     164       -     415     375       -       -       71      249      211      255      248      180      152      142      361      429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17%     16%     15%     16%     22%             40%     26%                      10%      18%      15%      19%      18%      22%      20%      11%      26%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I                                         L                 L        S        S        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35-44                     753     385     368     439     110     112       -       -     753       -       -      107      170      174      303      174      105      136      293      529      224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16%     15%     14%     19%     15%                     52%                      16%      12%      12%      23%      12%      13%      18%      22%      39%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LMN                          P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45-54                     837     408     429     537     122     117       -       -     318     519       -      113      219      280      222      251      103      113      281      298      537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17%     17%     17%     21%     16%                     22%     40%              16%      16%      20%      17%      18%      13%      15%      21%      22%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55-64                     770     359     411     550     100      92       -       -       -     770       -       67      259      220      224      249      142       90      213       60      710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15%     17%     18%     17%     12%                             60%              10%      19%      15%      17%      18%      17%      12%      16%       4%      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                 L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65+                       855     382     473     653      74      81       -       -       -       -     855      130      276      228      217      223      161      132      160       23      832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16%     19%     21%     13%     11%                                    100%      19%      20%      16%      16%      16%      20%      18%      12%       2%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6       6       -       4       -       -       -       -       -       -       -        -        3        -        1        3        -        -        -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AGE-7WAY Page 182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AGE. What is your age?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49      30      19      26       2       2       -       -       -       -       -        2       11       10       20        7        2        3       14        8       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      *%                                               *%       1%       1%       2%       *%       *%       *%       1%       1%       1%</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GENAGE Page 183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GENERATIONAL AGE BREAKS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Minors (b. 1999-          168      87      81      93      10      45     168       -       -       -       -      148       20        -        -       31       26       24       47       13      155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2000)                      3%      4%      3%      3%      2%      6%    100%                                      21%       1%                         2%       3%       3%       4%       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Millennials (b.          1488     755     733     812     172     299       -    1040     448       -       -      129      447      540      369      483      300      248      340      488     1000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1981-1998)                31%     32%     30%     26%     30%     40%            100%     31%                      19%      32%      38%      28%      34%      37%      33%      26%      36%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I                                         L       LO        L        S        S        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Gen X (b. 1965-          1217     620     597     713     175     198       -       -     998     219       -      182      266      319      447      326      143      214      426      716      498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1980)                     25%     26%     24%     23%     30%     27%                     69%     17%              26%      19%      22%      33%      23%      18%      29%      32%      52%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                                                  MN                          Q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Younger Boomers (b.       826     373     453     576     119      92       -       -       -     826       -       86      264      270      206      275      129      101      259      107      719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1955-1964)                17%     16%     18%     19%     21%     12%                             64%              12%      19%      19%      15%      20%      16%      14%      20%       8%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Older Boomers (b.         575     301     274     423      76      56       -       -       -     244     332       55      172      146      199      115      110       80      165       24      552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1946-1954)                12%     13%     11%     14%     13%      8%                             19%     39%       8%      12%      10%      15%       8%      14%      11%      13%       2%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J                                   L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Silent generation         328     141     188     267      14      38       -       -       -       -     328       66      103       92       68      112       52       56       44       11      318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 1937-1945)             7%      6%      8%      9%      2%      5%                                     38%      10%       7%       6%       5%       8%       6%       8%       3%       1%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G.I. generation (b.       195      65     130     156       8      12       -       -       -       -     195       23       93       51       28       57       51       20       20        -      195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1936 or earlier)           4%      3%      5%      5%      1%      2%                                     23%       3%       7%       4%       2%       4%       6%       3%       2%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EF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6       6       -       4       -       -       -       -       -       -       -        -        3        -        1        3        -        -        -        -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GENAGE Page 184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GENERATIONAL AGE BREAKS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49      30      19      26       2       2       -       -       -       -       -        2       11       10       20        7        2        3       14        8       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      *%                                               *%       1%       1%       2%       *%       *%       *%       1%       1%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Boomers              1402     674     728     999     195     147       -       -       -    1070     332      141      437      416      406      390      239      180      424      131     1271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29%     28%     29%     33%     34%     20%                             83%     39%      20%      32%      29%      30%      28%      29%      24%      32%      10%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K                         L        L        L                                                     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MARITAL Page 185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MARITAL. Are you currently married, living with a partner, divorced, separated, widowed, or have you never been married?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Married                  2049    1097     952    1464     168     255       -     115     786     676     452      195      488      588      771      255      330      370      846      871     1176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42%     46%     38%     48%     29%     34%             11%     54%     52%     53%      28%      35%      41%      58%      18%      41%      50%      64%      64%      34%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H       H       H                          L      LMN                 P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Living with a             369     152     216     247      29      76       3     149     131      75      10       71      107      134       56      138       78       51       90      136      232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partner                    8%      6%      9%      8%      5%     10%      2%     14%      9%      6%      1%      10%       8%       9%       4%      10%      10%       7%       7%      10%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GIJK      GK       K                O        O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Divorced                  525     210     315     333      80      65       -      19     174     255      74       59      155      177      135      254       89       74       61      133      393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11%      9%     13%     11%     14%      9%              2%     12%     20%      9%       9%      11%      12%      10%      18%      11%      10%       5%      10%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     HIK       H                                          QRS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Separated                 141      67      74      67      10      52       -      17      51      51      21       56       51       19       14       60       25       13       19       47       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2%      2%      7%              2%      4%      4%      2%       8%       4%       1%       1%       4%       3%       2%       1%       3%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H               NO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Widowed                   367      83     284     257      53      34       -       -      14      76     270       54      183       85       41      185       66       20       17       14      353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3%     11%      8%      9%      5%                      1%      6%     32%       8%      13%       6%       3%      13%       8%       3%       1%       1%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      IJ                NO                         RS       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Never been married       1377     761     616     693     237     255     165     736     286     148      27      254      396      418      308      515      217      214      279      164     1213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28%     32%     25%     23%     41%     34%     98%     71%     20%     11%      3%      37%      29%      29%      23%      37%      27%      29%      21%      12%      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       D    HIJK     IJK      JK       K                O                 O                QS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5       3       2       -       -       3       -       3       2       -       -        -        -        -        5        -        3        -        -        -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21       5      16       9       2       2       -       1       2       8       -        -        -        7        7        2        5        3        2        2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1%      *%      *%      *%              *%      *%      1%                                 *%       1%       *%       1%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MARITAL Page 186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MARITAL. Are you currently married, living with a partner, divorced, separated, widowed, or have you never been married?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Married/LWP          2417    1249    1168    1711     197     331       3     264     917     751     462      266      595      722      827      394      408      421      937     1007     1408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50%     53%     47%     56%     34%     45%      2%     25%     63%     58%     54%      39%      43%      51%      62%      28%      50%      56%      71%      74%      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G     GHK      GH      GH                          L      LMN                 P        P      PQR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PAR Page 187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PAR. Are you the parent or guardian of any children under age 18 now living in your household?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1367     645     723     742     173     302      13     244     886     193      23      213      335      342      477      366      230      216      439     1367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28%     27%     29%     24%     30%     41%      8%     23%     61%     15%      3%      31%      24%      24%      36%      26%      28%      29%      33%     100%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GJK    GHJK       K                                          MN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3477    1728    1749    2327     405     439     155     796     560    1093     832      476     1046     1085      861     1042      583      529      876        -     3477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72%     73%     71%     76%     70%     59%     92%     77%     39%     85%     97%      69%      76%      76%      64%      74%      72%      71%      67%              100%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HI       I              HI     HIJ                 O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10       5       4       -       -       -       -       -       -       2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KIDAGE1 Page 188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KIDAGE1. How many of these children are age 5 or younger?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PARENTS OF      1367     645     723     742     173     302      13     244     886     193      23      213      335      342      477      366      230      216      439     1367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CHILDREN UNDER AGE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18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391     207     184     234      48      68       3      52     247      75       9       44       86       74      187       85       59       59      157      391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children age 5         727     354     372     412      77     160       -      47     503     160      11      114      132      167      313      163       96      115      300      727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younger                53%     55%     51%     56%     45%     53%             19%     57%     83%     50%      53%      39%      49%      66%      45%      42%      53%      68%      53%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HI                                          MN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 child age 5 or          375     151     225     205      48      93       7     103     235      19       9       47      112      109      108      113       62       56       99      375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younger                   27%     23%     31%     28%     28%     31%     57%     42%     26%     10%     39%      22%      33%      32%      23%      31%      27%      26%      22%      27%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       J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2 children age 5 or       213     104     109     101      38      43       6      80     116       8       3       35       81       47       49       65       62       35       38      213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younger                   16%     16%     15%     14%     22%     14%     43%     33%     13%      4%     11%      16%      24%      14%      10%      18%      27%      16%       9%      16%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       J                                 O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3 or more children         51      35      17      23      10       7       -      14      32       5       -       18       10       18        6       25       10       10        3       51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age 5 or younger           4%      5%      2%      3%      6%      2%              6%      4%      3%               8%       3%       5%       1%       7%       5%       5%       1%       4%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       1       -       1       -       -       -       -       -       -       -        -        -        -        1        -        -        -        -        1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EDUC2 Page 189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EDUC2. What is the highest level of school you have completed or the highest degree you have received? [DO NOT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than high            255     105     150      79       -     155      11      26      99      58      62      255        -        -        -      117       60       20        6       93      162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school (Grades 1-8         5%      4%      6%      3%             21%      7%      2%      7%      4%      7%      37%                                  8%       7%       3%       *%       7%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no formal                                                        D                       H              HJ                                           RS       RS        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schooling)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High school               434     220     214     210      54     131     137      56     104      68      68      434        -        -        -      228       40       41       59      120      314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incomplete (Grades         9%      9%      9%      7%      9%     18%     81%      5%      7%      5%      8%      63%                                 16%       5%       6%       4%       9%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9-11 or Grade 12                                                   DE    HIJK                                                                          QRS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with NO diploma)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High school              1380     738     642     885     210     199      20     322     354     394     276        -     1380        -        -      508      307      173      209      335     1046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graduate (Grade 12        28%     31%     26%     29%     36%     27%     12%     31%     24%     31%     32%              100%                        36%      38%      23%      16%      24%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with diploma or GED                 C                                               G       G       G      GI                                           RS       RS        S                          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certificate)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college, no          858     384     475     539     147      79       -     311     182     220     144        -        -      858        -      271      123      156      234      178      681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degree (includes          18%     16%     19%     18%     25%     11%             30%     13%     17%     17%                        60%               19%      15%      21%      18%      13%      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community                                      F      DF                     IJK                                                                                                                 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college)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Two year associate        569     285     284     376      48      87       -     105     170     200      85        -        -      569        -      126      114      124      141      164      404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degree from a             12%     12%     11%     12%      8%     12%             10%     12%     16%     10%                        40%                9%      14%      17%      11%      12%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college or                                                                                         HK                                                                     PS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university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Four year college         782     368     414     572      85      43       -     155     341     180      91        -        -        -      782       96       95      160      361      310      472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university             16%     15%     17%     19%     15%      6%             15%     24%     14%     11%                                 58%       7%      12%      21%      27%      23%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degree/Bachelor's                                   F       F                             HJK                                                                             PQ       PQ        U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degree (e.g., BS,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BA, AB)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EDUC2 Page 190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EDUC2. What is the highest level of school you have completed or the highest degree you have received? [DO NOT READ]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Some postgraduate          78      30      48      59      12       -       -      16      31      15      14        -        -        -       78       18       22        6       29       26       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professional            2%      1%      2%      2%      2%                      2%      2%      1%      2%                                  6%       1%       3%       1%       2%       2%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schooling, no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postgraduate degree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(e.g. some graduate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school)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Postgraduate or           478     242     237     344      22      43       -      49     161     151     112        -        -        -      478       39       52       66      275      141      337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professional              10%     10%     10%     11%      4%      6%              5%     11%     12%     13%                                 36%       3%       6%       9%      21%      10%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degree, including                                  EF                                       H       H       H                                                              P      PQR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master's,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doctorate, medical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law degree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(e.g., MA, MS, PhD,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MD, JD)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6       1       5       2       -       4       -       -       4       1       1        -        -        -        -        5        -        -        -        -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13       5       7       3       -       -       -       -       -       2       3        -        -        -        -        -        -        -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EDUC2CAT Page 191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EDUC2CAT. What is the highest level of school you have completed or the highest degree you have received? [DO NOT READ]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Collapsed education categories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H.S. graduate        2070    1064    1006    1174     264     484     168     404     557     520     406      690     1380        -        -      854      407      234      274      548     1522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or less                   43%     45%     41%     38%     46%     65%    100%     39%     38%     40%     47%     100%     100%                        61%      50%      31%      21%      40%      44%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HIJK                              HI                                          QRS       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Less than H.S.        690     326     364     289      54     285     148      82     203     126     130      690        -        -        -      345      100       61       65      213      476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14%     14%     15%      9%      9%     38%     88%      8%     14%     10%     15%     100%                                 25%      12%       8%       5%      16%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HIJK              HJ              HJ                                          QRS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H.S. graduate        1380     738     642     885     210     199      20     322     354     394     276        -     1380        -        -      508      307      173      209      335     1046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28%     31%     26%     29%     36%     27%     12%     31%     24%     31%     32%              100%                        36%      38%      23%      16%      24%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G       G       G      GI                                           RS       RS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Some college or      2766    1308    1458    1891     314     253       -     637     886     766     446        -        -     1427     1339      550      406      511     1041      819     1946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more                      57%     55%     59%     62%     54%     34%             61%     61%     59%     52%                       100%     100%      39%      50%      69%      79%      60%      56%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K       K                                                                     P       PQ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college         1427     668     759     916     195     167       -     416     352     421     228        -        -     1427        -      397      237      280      375      342     1085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29%     28%     31%     30%     34%     22%             40%     24%     33%     27%                       100%               28%      29%      38%      28%      25%      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IK               I                                                                     PS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College              1339     640     699     975     119      86       -     221     534     345     217        -        -        -     1339      153      170      232      666      477      861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graduate              28%     27%     28%     32%     21%     12%             21%     37%     27%     25%                                100%      11%      21%      31%      51%      35%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HJK                                                                     P       PQ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6       1       5       2       -       4       -       -       4       1       1        -        -        -        -        5        -        -        -        -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13       5       7       3       -       -       -       -       -       2       3        -        -        -        -        -        -        -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EMPLNW Page 192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EMPLNW. Are you now employed full-time, part-time, retired, or are you not employed for pay?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Employed full-time       2186    1310     876    1409     236     338       3     466     989     632      83      176      589      601      818      397      403      415      818      879     1307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45%     55%     35%     46%     41%     46%      2%     45%     68%     49%     10%      26%      43%      42%      61%      28%      50%      56%      62%      64%      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GK    GHJK      GK       G                 L        L      LMN                 P        P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Employed part-time        686     281     405     416      91      93      36     310     136     130      63       78      200      279      124      252       96       96      160      133      552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14%     12%     16%     14%     16%     12%     22%     30%      9%     10%      7%      11%      14%      20%       9%      18%      12%      13%      12%      10%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K     IJK                                         O       LO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Retired                   885     376     509     687      82      74       -       2      28     217     617      112      283      249      237      258      156      139      158       56      829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16%     21%     22%     14%     10%              *%      2%     17%     72%      16%      21%      17%      18%      18%      19%      19%      12%       4%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EF                                       H      HI     HIJ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Not employed for          815     270     545     404     129     189     106     201     224     203      75      262      228      220      103      337      124       71      142      216      599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pay                       17%     11%     22%     13%     22%     25%     63%     19%     16%     16%      9%      38%      17%      15%       8%      24%      15%      10%      11%      16%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D    HIJK       K       K       K              MNO        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Have own business/         71      39      32      41      14       9       -      10      26      22      12        5       27       20       19       25       21        6       14       30       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self-employed              1%      2%      1%      1%      2%      1%              1%      2%      2%      1%       1%       2%       1%       1%       2%       3%       1%       1%       2%       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(VOL.)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Disabled (VOL.)           109      50      59      50      19      24       -       7      27      75       -       22       46       36        4       82        4        7        8       29       80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2%      2%      2%      3%      3%              1%      2%      6%               3%       3%       3%       *%       6%       1%       1%       1%       2%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O        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Student (VOL.)             60      31      29      39       -      15      23      37       -       -       -       22        2       15       20       36        7        5        9        6       54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2%     14%      4%                               3%       *%       1%       2%       3%       1%       1%       1%       *%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M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Other (VOL.)               33      18      15      23       5       -       -       6      13       8       5       11        4        6       11       20        1        5        6       19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1%      1%                      1%      1%      1%      1%       2%       *%       *%       1%       1%       *%       1%       *%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EMPLNW Page 193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EMPLNW. Are you now employed full-time, part-time, retired, or are you not employed for pay?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10       4       6       -       2       -       -       -       2       2       -        -        -        -        2        2        -        -        -        -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Employed FT or       2872    1591    1281    1825     327     431      39     776    1126     762     146      254      789      881      942      649      500      511      978     1012     1859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PT                        59%     67%     52%     59%     57%     58%     23%     75%     78%     59%     17%      37%      57%      62%      70%      46%      61%      69%      74%      74%      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GJK     GJK      GK                         L        L      LMN                 P        P       PQ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DISA Page 194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DISA. Does any disability, handicap, or chronic disease keep you from participating fully in work, school, housework, or other activities, or not?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787     295     493     492     113     134      15      31     166     332     232      214      257      214       98      400      110       83       80      123      664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16%     12%     20%     16%     20%     18%      9%      3%     12%     26%     27%      31%      19%      15%       7%      28%      14%      11%       6%       9%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H     GHI     GHI      MNO        O        O               QRS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4049    2077    1972    2576     465     606     153    1009    1278     952     618      471     1122     1213     1238     1007      702      663     1233     1243     2805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83%     87%     80%     84%     80%     82%     91%     97%     88%     74%     72%      68%      81%      85%      92%      72%      86%      89%      94%      91%      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JK     IJK      JK                                 L        L      LMN                 P        P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4       3       1       1       -       1       -       -       1       3       -        -        1        -        3        1        1        -        1        1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14       4      10       -       -       -       -       -       -       2       6        6        -        -        -        -        -        -        -        -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PARTY Page 195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PARTY. In politics TODAY, do you consider yourself a Republican, Democrat, or independent?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Republican               1028     589     440     846      17      85      23     132     318     278     268       86      280      354      304      169      179      182      375      281      747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21%     25%     18%     28%      3%     12%     14%     13%     22%     22%     31%      13%      20%      25%      23%      12%      22%      24%      29%      21%      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E                       H       H    GHIJ                 L        L        L                 P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Democrat                 1626     705     920     835     399     247      53     338     418     487     316      217      470      442      496      532      267      258      444      406     1220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33%     30%     37%     27%     69%     33%     32%     33%     29%     38%     37%      31%      34%      31%      37%      38%      33%      35%      34%      30%      35%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DF                                       I       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1669     838     831    1097     117     293      83     465     542     396     168      283      430      502      452      520      287      264      429      537     1129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34%     35%     34%     36%     20%     40%     49%     45%     37%     31%     20%      41%      31%      35%      34%      37%      35%      35%      33%      39%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E      JK      JK       K       K                M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preference             276     135     140     176      26      51       -      58      96      74      43       54      131       46       42      127       38       19       35       79      197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(VOL.)                     6%      6%      6%      6%      4%      7%              6%      7%      6%      5%       8%      10%       3%       3%       9%       5%       3%       3%       6%       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O       NO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Other party (VOL.)         11       9       2       1       -       -       -       5       2       -       4        -        5        2        5        5        -        4        3        2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1%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111      43      68      41      10      52       9      35      20      25      22       25       43       30       14       33       20       10       11       30       81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2%      3%      1%      2%      7%      5%      3%      1%      2%      3%       4%       3%       2%       1%       2%       2%       1%       1%       2%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132      58      74      73       9      12       -       8      50      30      34       25       22       51       27       23       21        9       17       31       94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2%      3%      2%      2%      2%              1%      3%      2%      4%       4%       2%       4%       2%       2%       3%       1%       1%       2%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PARTY/LN Page 196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PARTY/PARTYLN: PARTY. In politics TODAY, do you consider yourself a Republican, Democrat, or independent? / PARTYLN. As of today, do you lean more to the Republican Party or more to the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Democratic Party?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Lean Rep                  560     308     251     433       5      83      32     106     169     175      76      102      164      160      133      194       89       78      161      165      395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13%     10%     14%      1%     11%     19%     10%     12%     14%      9%      15%      12%      11%      10%      14%      11%      10%      12%      12%      11%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Lean Dem                  690     319     371     442      81     105      28     246     189     170      48       76      160      276      178      210      133      118      165      163      527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14%     13%     15%     14%     14%     14%     17%     24%     13%     13%      6%      11%      12%      19%      13%      15%      16%      16%      13%      12%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K       K                                LMO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to lean           950     457     493     513      76     220      31     218     351     179     147      208      307      194      229      304      145      110      171      352      588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19%     20%     17%     13%     30%     19%     21%     24%     14%     17%      30%      22%      14%      17%      22%      18%      15%      13%      26%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J      JK                       NO        N                         RS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Rep/Lean Rep             1588     897     691    1280      22     168      55     238     487     453     344      189      444      514      436      363      268      260      535      446     1142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33%     38%     28%     42%      4%     23%     33%     23%     34%     35%     40%      27%      32%      36%      33%      26%      33%      35%      41%      33%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E                       H       H       H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Dem/Lean Dem             2316    1024    1292    1277     480     353      82     585     607     657     364      293      630      719      674      741      400      376      609      569     1747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48%     43%     52%     42%     83%     48%     49%     56%     42%     51%     43%      42%      46%      50%      50%      53%      49%      50%      46%      42%      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DF                      IK              IK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to lean           950     457     493     513      76     220      31     218     351     179     147      208      307      194      229      304      145      110      171      352      588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20%     19%     20%     17%     13%     30%     19%     21%     24%     14%     17%      30%      22%      14%      17%      22%      18%      15%      13%      26%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J      JK                       NO        N                         RS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IDEO Page 197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IDEO. In general, would you describe your political views as very conservative, conservative, moderate, liberal or very liberal?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Very conservative         348     206     143     255      13      54       6      56     113      95      78       57       70      126       94       88       42       60      109      110      238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      9%      6%      8%      2%      7%      4%      5%      8%      7%      9%       8%       5%       9%       7%       6%       5%       8%       8%       8%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Conservative             1193     665     528     793     106     179      27     167     349     334     295      111      423      394      262      347      215      174      329      344      848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25%     28%     21%     26%     18%     24%     16%     16%     24%     26%     35%      16%      31%      28%      20%      25%      26%      23%      25%      25%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H       H    GHIJ                LO       LO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Moderate                 1588     755     833    1037     202     205      93     360     439     431     253      224      449      457      459      457      226      247      471      425     1163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33%     32%     34%     34%     35%     28%     55%     35%     30%     33%     30%      32%      33%      32%      34%      32%      28%      33%      36%      31%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Liberal                   926     432     494     526     152     164      18     297     276     234      97      115      240      247      319      272      185      157      248      253      672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19%     18%     20%     17%     26%     22%     11%     29%     19%     18%     11%      17%      17%      17%      24%      19%      23%      21%      19%      19%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GIJK       K       K                                         LMN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Very liberal              481     185     296     280      66      97      14     109     176     113      70      109      106      115      151      131       99       85      122      122      359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10%      8%     12%      9%     11%     13%      9%     10%     12%      9%      8%      16%       8%       8%      11%       9%      12%      11%       9%       9%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MN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215      75     140     129      24      37       9      48      74      50      29       49       70       59       34      101       24       13       21       79      136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3%      6%      4%      4%      5%      5%      5%      5%      4%      3%       7%       5%       4%       3%       7%       3%       2%       2%       6%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102      59      43      50      15       6       -       4      19      32      33       25       21       28       21       11       20       10       16       33       62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2%      2%      2%      3%      1%              *%      1%      2%      4%       4%       2%       2%       2%       1%       3%       1%       1%       2%       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HI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IDEO Page 198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IDEO. In general, would you describe your political views as very conservative, conservative, moderate, liberal or very liberal?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Conservative         1542     871     671    1048     119     233      34     223     462     429     374      169      494      520      356      436      258      233      437      454     1086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32%     37%     27%     34%     21%     31%     20%     21%     32%     33%     44%      24%      36%      36%      27%      31%      32%      31%      33%      33%      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E                       H      GH    GHIJ                LO       LO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Moderate             1588     755     833    1037     202     205      93     360     439     431     253      224      449      457      459      457      226      247      471      425     1163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33%     32%     34%     34%     35%     28%     55%     35%     30%     33%     30%      32%      33%      32%      34%      32%      28%      33%      36%      31%      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HIJK                                                                                                       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Liberal              1407     617     789     806     218     260      33     406     451     347     166      223      346      363      469      403      285      242      370      375     1031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29%     26%     32%     26%     38%     35%     19%     39%     31%     27%     19%      32%      25%      25%      35%      29%      35%      32%      28%      27%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D             GJK       K       K                                          MN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PARTYIDEO Page 199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PARTY/IDEO: PARTY. In politics TODAY, do you consider yourself a Republican, Democrat, or independent? / IDEO. In general, would you describe your political views as very conservative,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conservative, moderate, liberal or very liberal?</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Conservative              700     410     289     580       -      59      12      76     224     194     188       34      197      264      204       89      142      134      266      212      488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Republican                14%     17%     12%     19%              8%      7%      7%     15%     15%     22%       5%      14%      18%      15%       6%      17%      18%      20%      15%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F                                       H       H    GHIJ                 L        L        L                 P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Moderate or Liberal       313     174     138     254      17      26      11      56      92      80      74       53       79       81       95       77       37       48      106       66      247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Republican                 6%      7%      6%      8%      3%      3%      6%      5%      6%      6%      9%       8%       6%       6%       7%       5%       5%       6%       8%       5%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1669     838     831    1097     117     293      83     465     542     396     168      283      430      502      452      520      287      264      429      537     1129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34%     35%     34%     36%     20%     40%     49%     45%     37%     31%     20%      41%      31%      35%      34%      37%      35%      35%      33%      39%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E      JK      JK       K       K                M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Conservative or           764     341     422     310     242     142      27     118     183     251     176      127      257      239      141      322      113       87      168      205      559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Moderate Democrat         16%     14%     17%     10%     42%     19%     16%     11%     13%     19%     21%      18%      19%      17%      11%      23%      14%      12%      13%      15%      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DF       D                              HI      HI        O        O        O               QRS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Liberal Democrat          827     349     478     504     143     104      26     216     229     224     128       87      202      192      345      194      150      167      268      194      632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15%     19%     16%     25%     14%     15%     21%     16%     17%     15%      13%      15%      13%      26%      14%      18%      22%      20%      14%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DF                                                                                 LMN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Other/No party OR         582     266     317     325      58     117       9     109     177     145     122      106      217      149      101      208       84       46       77      153      422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DK/Refused to PARTY       12%     11%     13%     11%     10%     16%      5%     10%     12%     11%     14%      15%      16%      10%       8%      15%      10%       6%       6%      11%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or IDEO                                                                                     G               G        O       NO                         RS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HISP Page 200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HISP. Are you of Hispanic, Latino, or Spanish origin, such as Mexican, Puerto Rican or Cuban?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741     337     404       -       -     741      45     235     218     161      81      285      199      167       86      310      156       49      113      302      439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15%     14%     16%                    100%     27%     23%     15%     12%     10%      41%      14%      12%       6%      22%      19%       7%       9%      22%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IJK       K                      MNO        O        O                RS       RS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4077    2019    2058    3064     578       -     123     806    1225    1109     773      404     1177     1245     1243     1092      657      696     1196     1053     3021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84%     85%     83%    100%    100%             73%     77%     85%     86%     90%      59%      85%      87%      93%      78%      81%      93%      91%      77%      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    GHIJ                 L        L      LMN                         PQ       PQ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9       2       7       -       -       -       -       -       2       6       -        -        2        5        2        6        -        -        -        -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27      20       7       5       -       -       -       -       1      13       1        -        3       11        6        -        -        -        5       12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      *%                                      *%      1%      *%                *%       1%       *%                                  *%       1%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RACECMB Page 201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RACE. Which of the following describes your race? You can select as many as apply. White, Black or African American, Asian or Asian American or some other race.</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COLLAPSED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White                    3379    1646    1732    3070       -     309     104     610     976     962     696      393      970      981     1027      805      571      567     1054      870     2508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70%     69%     70%    100%             42%     62%     59%     68%     75%     81%      57%      70%      69%      77%      57%      70%      76%      80%      64%      72%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H      HI    GHIJ                 L        L      LMN                 P        P       PQ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Black or African-         609     304     305       -     578      31      15     131     201     185      75       77      210      201      120      281      124       65       85      194      415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American                  13%     13%     12%            100%      4%      9%     13%     14%     14%      9%      11%      15%      14%       9%      20%      15%       9%       6%      14%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K       K                         O        O                RS       RS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Asian or Asian-           198      98     100       -       -       6      18      67      85      20       6       18       37       55       88       57       14       21       86       71      127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American                   4%      4%      4%                      1%     11%      6%      6%      2%      1%       3%       3%       4%       7%       4%       2%       3%       7%       5%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JK                                                 LMN                                  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Mixed race                175      99      76       -       -      21       5      67      69      23       9       20       43       69       42       56       35       42       33       49      126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4%      3%                      3%      3%      6%      5%      2%      1%       3%       3%       5%       3%       4%       4%       6%       3%       4%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Other                     395     192     203       -       -     351      24     145     103      72      47      161      105       94       36      184       63       39       45      155      240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8%      8%                     47%     14%     14%      7%      6%      6%      23%       8%       7%       3%      13%       8%       5%       3%      11%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MNO        O        O               QRS        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know/Refused         98      40      59       -       -      23       1      19      12      27      22       20       16       26       27       25        4       11       13       29       60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(VOL.)                     2%      2%      2%                      3%      1%      2%      1%      2%      3%       3%       1%       2%       2%       2%       1%       1%       1%       2%       2%</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BIRTH_HISP Page 202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BIRTH_HISP. Were you born in the United States, on the island of Puerto Rico, or in another country?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HISPANICS        741     337     404       -       -     741      45     235     218     161      81      285      199      167       86      310      156       49      113      302      439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194      98      96       -       -     194      14      59      53      45      22       63       52       39       39       75       42       15       37       68      126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                      359     172     187       -       -     359      34     158      81      49      36       78      102      133       46      124       85       31       77      120      240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48%     51%     46%                     48%     76%     67%     37%     30%     44%      27%      51%      80%      53%      40%      54%      63%      68%      40%      55%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      IJ                                         L      LMO        L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Puerto Rico                35      13      22       -       -      35       3       3      11      14       5       11       14        4        6       20        3        -        6        9       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      4%      5%                      5%      6%      1%      5%      9%      6%       4%       7%       2%       7%       6%       2%                5%       3%       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Another country           346     152     195       -       -     346       8      74     126      97      41      196       83       29       34      166       68       18       30      174      173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47%     45%     48%                     47%     18%     32%     58%     61%     50%      69%      42%      17%      39%      54%      44%      37%      26%      57%      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GH      GH       G      MNO        N                 N        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RACETHN Page 203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RACE/ETHNICITY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White non-Hispanic       3070    1513    1556    3070       -       -      93     538     865     891     653      289      885      916      975      695      496      556      987      742     2327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63%     64%     63%    100%                     55%     52%     60%     69%     76%      42%      64%      64%      73%      49%      61%      75%      75%      54%      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GHIJ                 L        L      LMN                 P       PQ       PQ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Black non-Hispanic        578     285     293       -     578       -      10     114     196     181      74       54      210      195      119      268      113       64       82      173      405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12%     12%            100%              6%     11%     14%     14%      9%       8%      15%      14%       9%      19%      14%       9%       6%      13%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LO        O                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Hispanic                  741     337     404       -       -     741      45     235     218     161      81      285      199      167       86      310      156       49      113      302      439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15%     14%     16%                    100%     27%     23%     15%     12%     10%      41%      14%      12%       6%      22%      19%       7%       9%      22%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IJK       K                      MNO        O        O                RS       RS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Other non-Hispanic        390     212     178       -       -       -      19     140     157      45      25       49       77      126      138      120       46       71      120      128      261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9%      7%                             11%     13%     11%      3%      3%       7%       6%       9%      10%       9%       6%      10%       9%       9%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know/Refused         76      30      45       -       -       -       1      14      11      11      22       13        9       24       20       15        1        5       13       21       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1%      2%                              1%      1%      1%      1%      3%       2%       1%       2%       2%       1%       *%       1%       1%       2%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Non-white            1709     834     874       -     578     741      74     488     570     386     181      388      486      487      343      698      315      184      315      604     1105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35%     35%     35%            100%    100%     44%     47%     39%     30%     21%      56%      35%      34%      26%      50%      39%      25%      24%      44%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JK      JK       K              MNO        O        O               QRS       RS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RACETHN2 Page 204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RACE/ETHNICITY WITH NATIVITY FOR HISPANICS: HISP. Are you of Hispanic, Latino, or Spanish origin, such as Mexican, Puerto Rican or Cuban? / [IF HISPANIC, ASK:] BIRTH_HISP. Were you born in the United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States, on the island of Puerto Rico, or in another country? / RACE. Which of the following describes your race? You can select as many as apply...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White, non-Hispanic      3070    1513    1556    3070       -       -      93     538     865     891     653      289      885      916      975      695      496      556      987      742     2327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63%     64%     63%    100%                     55%     52%     60%     69%     76%      42%      64%      64%      73%      49%      61%      75%      75%      54%      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GHIJ                 L        L      LMN                 P       PQ       PQ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Black, non-Hispanic       578     285     293       -     578       -      10     114     196     181      74       54      210      195      119      268      113       64       82      173      405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12%     12%            100%              6%     11%     14%     14%      9%       8%      15%      14%       9%      19%      14%       9%       6%      13%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LO        O                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Hispanic, born in         395     186     209       -       -     395      37     160      92      63      41       89      116      138       52      144       88       31       83      129      266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U.S.                       8%      8%      8%                     53%     22%     15%      6%      5%      5%      13%       8%      10%       4%      10%      11%       4%       6%       9%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IJK                                O        O        O                 R        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Hispanic, born            346     152     195       -       -     346       8      74     126      97      41      196       83       29       34      166       68       18       30      174      173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outside U.S.               7%      6%      8%                     47%      5%      7%      9%      8%      5%      28%       6%       2%       3%      12%       8%       2%       2%      13%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MNO       NO                         RS       RS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Other, non-Hispanic       390     212     178       -       -       -      19     140     157      45      25       49       77      126      138      120       46       71      120      128      261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9%      7%                             11%     13%     11%      3%      3%       7%       6%       9%      10%       9%       6%      10%       9%       9%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know/Refused         76      30      45       -       -       -       1      14      11      11      22       13        9       24       20       15        1        5       13       21       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1%      2%                              1%      1%      1%      1%      3%       2%       1%       2%       2%       1%       *%       1%       1%       2%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Non-white            1709     834     874       -     578     741      74     488     570     386     181      388      486      487      343      698      315      184      315      604     1105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35%     35%     35%            100%    100%     44%     47%     39%     30%     21%      56%      35%      34%      26%      50%      39%      25%      24%      44%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JK      JK       K              MNO        O        O               QRS       RS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RACETHN3 Page 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RACE/ETHNICITY WITH ASIAN BREAKOUT: HISP. Are you of Hispanic, Latino, or Spanish origin, such as Mexican, Puerto Rican or Cuban? / RACE. Which of the following describes your race? You can select as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many as apply...</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White, non-Hispanic      3070    1513    1556    3070       -       -      93     538     865     891     653      289      885      916      975      695      496      556      987      742     2327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63%     64%     63%    100%                     55%     52%     60%     69%     76%      42%      64%      64%      73%      49%      61%      75%      75%      54%      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    GHIJ                 L        L      LMN                 P       PQ       PQ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Black, non-Hispanic       578     285     293       -     578       -      10     114     196     181      74       54      210      195      119      268      113       64       82      173      405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12%     12%     12%            100%              6%     11%     14%     14%      9%       8%      15%      14%       9%      19%      14%       9%       6%      13%      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LO        O                RS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Hispanic                  741     337     404       -       -     741      45     235     218     161      81      285      199      167       86      310      156       49      113      302      439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15%     14%     16%                    100%     27%     23%     15%     12%     10%      41%      14%      12%       6%      22%      19%       7%       9%      22%      13%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IJK       K                      MNO        O        O                RS       RS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Asian, non-Hispanic       192      91     100       -       -       -      16      63      85      20       6       16       32       55       88       53       14       21       83       71      120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4%      4%                             10%      6%      6%      2%      1%       2%       2%       4%       7%       4%       2%       3%       6%       5%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JK      JK      JK                                                 LMN                                  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Other, non-Hispanic       198     121      78       -       -       -       3      77      71      25      19       33       44       70       51       67       31       50       37       57      141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      5%      3%                              2%      7%      5%      2%      2%       5%       3%       5%       4%       5%       4%       7%       3%       4%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GJK       J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know/Refused         76      30      45       -       -       -       1      14      11      11      22       13        9       24       20       15        1        5       13       21       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      1%      2%                              1%      1%      1%      1%      3%       2%       1%       2%       2%       1%       *%       1%       1%       2%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Non-white            1709     834     874       -     578     741      74     488     570     386     181      388      486      487      343      698      315      184      315      604     1105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35%     35%     35%            100%    100%     44%     47%     39%     30%     21%      56%      35%      34%      26%      50%      39%      25%      24%      44%      32%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JK      JK       K              MNO        O        O               QRS       RS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INC Page 206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INC. Last year -- that is, in 2015 -- what was your total family income from all sources, before taxes?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Less than $10,000         451     191     260     200     117      82      12     110     140     124      61      153      139      113       43      451        -        -        -       92      359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      8%     10%      7%     20%     11%      7%     11%     10%     10%      7%      22%      10%       8%       3%      32%                                  7%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DF                                                      MNO        O        O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$10,000 to under          452     204     248     254      68      93       4     105     104     139      98       98      185      130       39      452        -        -        -      102      350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$20,000                    9%      9%     10%      8%     12%     12%      2%     10%      7%     11%     11%      14%      13%       9%       3%      32%                                  7%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G               G       G        O        O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$20,000 to under          506     234     271     242      83     135      15     147     145     131      64       94      185      154       71      506        -        -        -      172      333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$30,000                   10%     10%     11%      8%     14%     18%      9%     14%     10%     10%      7%      14%      13%      11%       5%      36%                                 13%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K                                O        O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$30,000 to under          462     181     281     247      80     102      13     113     144     113      77       81      163      130       88        -      462        -        -      151      312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$40,000                   10%      8%     11%      8%     14%     14%      8%     11%     10%      9%      9%      12%      12%       9%       7%               57%                        11%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D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$40,000 to under          351     184     166     250      33      54      12      87      79      88      84       19      143      107       82        -      351        -        -       80      271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$50,000                    7%      8%      7%      8%      6%      7%      7%      8%      5%      7%     10%       3%      10%       7%       6%               43%                         6%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                LO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$50,000 to under          745     416     329     556      64      49      24     166     263     159     132       61      173      280      232        -        -      745        -      216      529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$75,000                   15%     18%     13%     18%     11%      7%     14%     16%     18%     12%     15%       9%      13%      20%      17%                       100%               16%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J                                         LM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$75,000 to under          481     259     223     378      25      43      16      94     176     117      74       28       85      169      199        -        -        -      481      140      342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$100,000                  10%     11%      9%     12%      4%      6%     10%      9%     12%      9%      9%       4%       6%      12%      15%                                 37%      10%      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LM       LM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$100,000 to under         442     279     163     345      26      34      20      51     158     164      42       23       79      114      226        -        -        -      442      150      292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$150,000                   9%     12%      7%     11%      4%      5%     12%      5%     11%     13%      5%       3%       6%       8%      17%                                 34%      11%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HK      HK                                  L      LMN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INC Page 207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INC. Last year -- that is, in 2015 -- what was your total family income from all sources, before taxes?</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$150,000 or more          392     221     170     264      31      36      11      78     136     120      44       14       46       91      241        -        -        -      392      150      242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8%      9%      7%      9%      5%      5%      6%      7%      9%      9%      5%       2%       3%       6%      18%                                 30%      11%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      LMN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236      77     160     101      15      81      41      84      40      29      39       76       91       48       22        -        -        -        -       58      179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      3%      6%      3%      3%     11%     24%      8%      3%      2%      5%      11%       7%       3%       2%                                           4%       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DE    HIJK      IJ                               NO       NO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336     131     206     234      36      31       -       6      63     104     140       42       93       92       96        -        -        -        -       58      269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7%      5%      8%      8%      6%      4%              1%      4%      8%     16%       6%       7%       6%       7%                                           4%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HI     HIJ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Less than            1408     629     779     695     268     310      31     362     388     394     223      345      508      397      153     1408        -        -        -      366     1042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$30,000                   29%     26%     31%     23%     46%     42%     18%     35%     27%     31%     26%      50%      37%      28%      11%     100%                                 27%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D             GIK                              MNO       NO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$30,000-$49,999       813     366     447     496     113     156      26     200     223     201     161      100      307      237      170        -      813        -        -      230      583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15%     18%     16%     20%     21%     15%     19%     15%     16%     19%      14%      22%      17%      13%              100%                        17%      17%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$50,000-$74,999       745     416     329     556      64      49      24     166     263     159     132       61      173      280      232        -        -      745        -      216      529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15%     18%     13%     18%     11%      7%     14%     16%     18%     12%     15%       9%      13%      20%      17%                       100%               16%      15%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J                                         LM        L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$75,000 or more      1315     759     556     987      82     113      47     222     469     402     160       65      209      375      666        -        -        -     1315      439      876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27%     32%     22%     32%     14%     15%     28%     21%     32%     31%     19%       9%      15%      26%      50%                                100%      32%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EF                                      HK      HK                                 LM      LMN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HH1 Page 208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HH1. How many people, including yourself, live in your household?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 person                 1036     525     511     657     198     101       -     183     208     299     329       96      381      269      285      462      198      138      131       36     1000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21%     22%     21%     21%     34%     14%             18%     14%     23%     38%      14%      28%      19%      21%      33%      24%      18%      10%       3%      29%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DF                                       I     HIJ               LNO                 L      QRS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2 people                 1403     707     695    1044     140     130       3     172     255     539     422      145      369      437      446      351      223      228      409       98     1303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29%     30%     28%     34%     24%     18%      2%     17%     18%     42%     49%      21%      27%      31%      33%      25%      27%      31%      31%       7%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G       G     GHI     GHI                          L       LM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3-4 people               1641     778     863     991     171     300      95     462     642     347      89      256      428      519      437      378      267      264      575      793      848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34%     33%     35%     32%     30%     40%     57%     44%     44%     27%     10%      37%      31%      36%      33%      27%      33%      35%      44%      58%      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JK      JK      JK       K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5 or more people          736     342     394     371      57     206      70     218     332      98      11      192      188      199      157      204      126      116      197      439      298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15%     14%     16%     12%     10%     28%     42%     21%     23%      8%      1%      28%      14%      14%      12%      14%      16%      16%      15%      32%       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HIJK      JK      JK       K              MNO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3       3       -       -       -       -       -       -       -       -       -        -        3        -        -        -        -        -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35      22      13       8      12       4       -       5       9       5       4        -       12        2       14       13        -        -        3        2       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      2%      1%              1%      1%      *%      *%                1%       *%       1%       1%                         *%       *%       1%</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HH3 Page 209</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HH3. How many [IF 18+: including yourself] are adults, age 18 and older?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0 adults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1 adult                  1269     598     671     746     280     153      17     226     334     332     340      133      431      347      353      560      239      174      163      224     1045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26%     25%     27%     24%     49%     21%     10%     22%     23%     26%     40%      19%      31%      24%      26%      40%      29%      23%      12%      16%      30%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DF                       G       G       G    GHIJ                 L                        QRS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2 adults                 2300    1143    1157    1588     195     317      87     364     809     602     426      306      623      625      742      540      363      369      770      875     1425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47%     48%     47%     52%     34%     43%     52%     35%     56%     47%     50%      44%      45%      44%      55%      38%      45%      50%      59%      64%      41%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H              HJ       H       H                                 LMN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3-4 adults               1100     534     566     672      86     208      60     381     266     306      79      212      272      409      206      247      191      175      355      248      852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23%     22%     23%     22%     15%     28%     36%     37%     18%     24%      9%      31%      20%      29%      15%      18%      24%      23%      27%      18%      25%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E      IK     IJK       K       K               MO                MO                                            P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5 or more adults          151      83      68      57       8      63       4      68      30      42       6       37       43       45       26       53       19       28       26       20      131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      3%      3%      2%      1%      9%      2%      7%      2%      3%      1%       5%       3%       3%       2%       4%       2%       4%       2%       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DE              IK               K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3       3       -       -       -       -       -       -       -       -       -        -        3        -        -        -        -        -        -        -        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31      17      14       8       9       -       -       1       7       7       4        -        8        2       11        9        -        -        2        1       20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      1%      1%      *%      2%                      *%      *%      1%      *%                1%       *%       1%       1%                         *%       *%       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More than 1          3551    1760    1791    2317     288     588     151     813    1105     950     512      556      937     1079      975      840      574      571     1150     1143     2409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adult in household        73%     74%     72%     75%     50%     79%     90%     78%     76%     74%     60%      81%      68%      76%      73%      60%      71%      77%      87%      84%      69%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E    HIJK       K       K       K               MO                 M                          P        P      PQR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HH3 Page 210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(Continued)</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HH3. How many [IF 18+: including yourself] are adults, age 18 and older?</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NET At least one         1762     784     979     939     197     421     157     406     885     247      55      377      448      452      485      475      292      279      530     1285      477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child in household        36%     33%     40%     31%     34%     57%     93%     39%     61%     19%      6%      55%      32%      32%      36%      34%      36%      37%      40%      94%      14%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DE    HIJK      JK     HJK       K              MNO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QL1A Page 211</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QL1A. Does anyone in your household have a working cell phone?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THOSE WHO        209      77     132     140       9      44       7      17      17      87      80       89       56       35       29       82       28       34        6       42      167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DO NOT OWN A CELL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PHONE AND MULTI-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PERSON HOUSEHOLD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37      15      22      25       2       7       2       3       3      15      14       16        9        6        6       14        5        7        1        7       30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117      59      58      82       2      23       7      17       4      54      35       54       36       16       11       42       14       29        6       21       96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56%     76%     44%     59%     23%     52%    100%    100%     21%     63%     43%      61%      63%      47%      37%      50%      50%      84%     100%      50%      57%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IJK     IJK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92      18      74      57       7      21       -       -      14      33      46       35       21       19       18       41       14        5        -       21       71</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44%     24%     56%     41%     77%     48%                     79%     37%     57%      39%      37%      53%      63%      50%      50%      16%               50%      43%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HHCELL Page 212</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HHCELL. Cell phone household</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Cell phone               4607    2320    2287    2903     538     709     168    1040    1425    1229     692      637     1269     1383     1302     1292      774      728     1309     1347     3250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household                 95%     98%     92%     95%     93%     96%    100%    100%     99%     95%     81%      92%      92%      97%      97%      92%      95%      98%     100%      98%      93%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IJK     IJK      JK       K                                 LM       LM                 P        P      PQR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All others                248      58     189     167      39      32       -       -      21      60     164       52      112       44       37      116       39       18        6       21      227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      2%      8%      5%      7%      4%                      1%      5%     19%       8%       8%       3%       3%       8%       5%       2%       *%       2%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      IJ       NO       NO                        QRS        S        S                          T</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QC1 Page 213</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QC1. Is there at least one telephone INSIDE your home that is currently working and is not a cell phone?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CELL PHONE      3771    2002    1769    2250     484     638     147     976    1254     941     421      527     1049     1121     1061     1094      661      544     1111     1163     2600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SAMPLE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1200     682     518     785     137     166      44     252     342     346     199      132      289      281      492      303      202      174      402      326      870</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home telephone      1312     697     615     836     179     174      66     259     372     388     214      136      301      465      409      283      199      170      508      423      889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35%     35%     35%     37%     37%     27%     45%     27%     30%     41%     51%      26%      29%      42%      39%      26%      30%      31%      46%      36%      34%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H                      HI      HI                         LM       LM                                 PQR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home telephone        2444    1295    1149    1412     302     464      81     716     882     548     205      391      742      656      650      811      462      375      603      740     1703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65%     65%     65%     63%     62%     73%     55%     73%     70%     58%     49%      74%      71%      58%      61%      74%      70%      69%      54%      64%      65%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GJK      JK                       NO       NO                          S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 (VOL.)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Refused (VOL.)             15      10       4       2       3       -       -       -       -       5       2        -        6        -        2        -        -        -        -        -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1%      *%      *%      1%                                      1%      *%                1%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DEV1A/QL1A Page 214</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COMBINED DEVICE1A/QL1A: DEVICE1A. Next, do you have a cell phone, or not? / QL1a. Does anyone in your household have a working cell phone?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BASED ON LANDLINE        1083     376     707     820      94     103      21      64     192     348     434      163      331      306      278      315      151      201      204      205      877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SAMPLE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401     151     250     313      33      28       7      17      59     135     170       39       93      109      157       94       56       73      101       65      335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Yes, have cell            836     318     518     653      54      72      21      64     171     288     271      110      219      262      241      199      113      183      198      184      650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phone                     77%     84%     73%     80%     58%     69%    100%    100%     89%     83%     62%      68%      66%      86%      87%      63%      74%      91%      97%      90%      74%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IJK     IJK       K       K                                 LM       LM                         PQ       PQ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 do not                248      58     189     167      39      32       -       -      21      60     164       52      112       44       37      116       39       18        6       21      227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23%     16%     27%     20%     42%     31%                     11%     17%     38%      32%      34%      14%      13%      37%      26%       9%       3%      10%      26%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D                                              IJ       NO       NO                         RS       RS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know/Refused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DV1A/L1A/C1 Page 215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COMBINED DEVICE1A/QL1A/QC1: DEVICE1A. Next, do you have a cell phone, or not? / QL1a. Does anyone in your household have a working cell phone? / QC1. Is there at least one telephone INSIDE your home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that is currently working and is not a cell phone?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Landline only             248      58     189     167      39      32       -       -      21      60     164       52      112       44       37      116       39       18        6       21      227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      2%      8%      5%      7%      4%                      1%      5%     19%       8%       8%       3%       3%       8%       5%       2%       *%       2%       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                                                       I      IJ       NO       NO                        QRS        S        S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Dual                     2147    1014    1133    1489     233     246      87     324     543     676     485      246      521      727      650      481      312      353      706      606     1539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44%     43%     46%     49%     40%     33%     52%     31%     38%     52%     57%      36%      38%      51%      49%      34%      38%      47%      54%      44%      44%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H                      HI      HI                         LM       LM                          P       PQ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Cell phone only          2444    1295    1149    1412     302     464      81     716     882     548     205      391      742      656      650      811      462      375      603      740     1703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50%     54%     46%     46%     52%     63%     48%     69%     61%     42%     24%      57%      54%      46%      49%      58%      57%      50%      46%      54%      49%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D       K     GJK      JK       K                N        N                          S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Don’t know/Refused         15      10       4       2       3       -       -       -       -       5       2        -        6        -        2        -        -        -        -        -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1%                                      *%      *%                *%                *%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CREGION Page 216</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CENSUS REGION</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Northeast                 893     450     443     578      98     131      31     192     259     242     154      101      269      213      304      255      134      135      279      246      645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18%     19%     18%     19%     17%     18%     18%     18%     18%     19%     18%      15%      20%      15%      23%      18%      16%      18%      21%      18%      19%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LN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Midwest                  1028     485     543     811      78      68      35     187     290     264     236      133      333      298      262      255      165      173      291      238      787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21%     20%     22%     26%     13%      9%     21%     18%     20%     20%     28%      19%      24%      21%      20%      18%      20%      23%      22%      17%      23%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EF                                                     HIJ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South                    1841     919     922    1075     342     263      54     390     598     484     306      284      549      512      488      588      325      278      443      567     1270</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38%     39%     37%     35%     59%     35%     32%     37%     41%     38%     36%      41%      40%      36%      36%      42%      40%      37%      34%      41%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DF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West                     1093     524     569     605      60     279      48     272     300     299     158      171      229      404      285      311      189      159      301      316      775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23%     22%     23%     20%     10%     38%     29%     26%     21%     23%     19%      25%      17%      28%      21%      22%      23%      21%      23%      23%      22%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              DE                                                M                MO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USR Page 217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COMMUNITY SIZE</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Urban                    1763     801     962     992     264     305      52     444     565     469     213      238      438      538      540      579      295      245      440      480     1276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36%     34%     39%     32%     46%     41%     31%     43%     39%     36%     25%      34%      32%      38%      40%      41%      36%      33%      33%      35%      37%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D       D               K       K       K                                           M        S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Suburban                 2274    1200    1074    1477     226     349      95     469     679     577     424      359      616      627      665      524      388      379      726      682     1592</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47%     50%     43%     48%     39%     47%     57%     45%     47%     45%     50%      52%      45%      44%      50%      37%      48%      51%      55%      50%      46%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C               E                                                                                                             P        P        P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Rural                     817     377     440     601      87      87      21     128     202     242     219       93      326      262      133      305      130      122      148      205      609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17%     16%     18%     20%     15%     12%     13%     12%     14%     19%     26%      13%      24%      18%      10%      22%      16%      16%      11%      15%      18%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H    GHIJ                LO        O                 S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br w:type="page"/>
      </w:r>
      <w:r w:rsidRPr="00FE25BF">
        <w:rPr>
          <w:rFonts w:ascii="Letter Gothic" w:hAnsi="Letter Gothic" w:cs="Courier New"/>
          <w:b/>
          <w:sz w:val="12"/>
          <w:szCs w:val="12"/>
        </w:rPr>
        <w:lastRenderedPageBreak/>
        <w:t xml:space="preserve">                                                                                                                                                                                    Table LANG Page 218</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PEW RESEARCH CENTER'S INTERNET, SCIENCE &amp; TECHNOLOGY PROJECT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LIBRARIES SURVEY 2016, MARCH 7-APRIL 4, 2016</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LANGUAGE OF INTERVIEW</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BANNER A ------SEX------ ---------RACE---------- -----------------AGE------------------- -------------EDUCATION------------- ----------HOUSEHOLD INCOME--------- -----PARENT------</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SOME    COLL.            $30,000- $50,000-                     NOT A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TOTAL    MALE   FEMALE   WHITE   BLACK    HISP   16-17   18-29   30-49   50-64    65+    LT HS   HS GRAD    COLL.   GRAD+   &lt;$30,000 $49,999  $74,999  $75,000+  PARENT   PARENT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 ------- ------- ------- ------- ------- ------- ------- ------- ------- ------- -------- -------- -------- -------- -------- -------- -------- -------- -------- --------</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     (B)     (C)     (D)     (E)     (F)     (G)     (H)     (I)     (J)     (K)      (L)      (M)      (N)      (O)      (P)      (Q)      (R)      (S)      (T)      (U)</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TOTAL                    4854    2378    2476    3070     578     741     168    1040    1446    1289     855      690     1380     1427     1339     1408      813      745     1315     1367     3477</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UNWEIGHTED BASE          1601     833     768    1098     170     194      51     269     401     481     369      171      382      390      649      397      258      247      503      391     1205</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English                  4547    2239    2307    3070     578     434     168     973    1329    1203     818      485     1306     1416     1325     1237      747      740     1315     1213     3324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94%     94%     93%    100%    100%     59%    100%     94%     92%     93%     96%      70%      95%      99%      99%      88%      92%      99%     100%      89%      96%</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F       F            HIJK                               I                 L       LM       LM                         PQ       PQ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English, non-        4113    2041    2072    3070     578       -     123     806    1228    1128     774      404     1181     1260     1252     1098      657      696     1202     1065     3039</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Hispanic              85%     86%     84%    100%    100%             73%     77%     85%     88%     90%      59%      86%      88%      94%      78%      81%      93%      91%      78%      87%</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      GH     GHI                 L        L      LMN                         PQ       PQ                 T</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English,              434     199     235       -       -     434      45     168     101      75      44       81      125      156       73      138       90       44      113      148      285</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Hispanic               9%      8%      9%                     59%     27%     16%      7%      6%      5%      12%       9%      11%       5%      10%      11%       6%       9%      11%       8%</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IJK     IJK                                O                 O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Spanish                   307     139     169       -       -     307       -      67     117      86      38      205       75       11       14      172       66        6        -      154      153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6%      6%      7%                     41%              6%      8%      7%      4%      30%       5%       1%       1%      12%       8%       1%               11%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MNO       NO                          R        R                          U         </w:t>
      </w: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Spanish,              307     139     169       -       -     307       -      67     117      86      38      205       75       11       14      172       66        6        -      154      153</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Hispanic               6%      6%      7%                     41%              6%      8%      7%      4%      30%       5%       1%       1%      12%       8%       1%               11%       4%</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K                      MNO       NO                          R        R                          U         </w:t>
      </w: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AD0D83" w:rsidP="003656A8">
      <w:pPr>
        <w:pStyle w:val="PlainText"/>
        <w:rPr>
          <w:rFonts w:ascii="Letter Gothic" w:hAnsi="Letter Gothic" w:cs="Courier New"/>
          <w:b/>
          <w:sz w:val="12"/>
          <w:szCs w:val="12"/>
        </w:rPr>
      </w:pP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Comparison Groups: BC/DEF/GHIJK/LMNO/PQRS/TU</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Independent Z-Test for Percentages (unpooled proportions)</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Uppercase letters indicate significance at the 95% level.</w:t>
      </w:r>
    </w:p>
    <w:p w:rsidR="00AD0D83"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PRINCETON SURVEY RESEARCH ASSOCIATES INTERNATIONAL</w:t>
      </w:r>
    </w:p>
    <w:p w:rsidR="003656A8" w:rsidRPr="00FE25BF" w:rsidRDefault="00982513" w:rsidP="003656A8">
      <w:pPr>
        <w:pStyle w:val="PlainText"/>
        <w:rPr>
          <w:rFonts w:ascii="Letter Gothic" w:hAnsi="Letter Gothic" w:cs="Courier New"/>
          <w:b/>
          <w:sz w:val="12"/>
          <w:szCs w:val="12"/>
        </w:rPr>
      </w:pPr>
      <w:r w:rsidRPr="00FE25BF">
        <w:rPr>
          <w:rFonts w:ascii="Letter Gothic" w:hAnsi="Letter Gothic" w:cs="Courier New"/>
          <w:b/>
          <w:sz w:val="12"/>
          <w:szCs w:val="12"/>
        </w:rPr>
        <w:t xml:space="preserve">                                                                                               APRIL 2016</w:t>
      </w:r>
    </w:p>
    <w:sectPr w:rsidR="003656A8" w:rsidRPr="00FE25BF" w:rsidSect="00982513">
      <w:pgSz w:w="15840" w:h="12240" w:orient="landscape"/>
      <w:pgMar w:top="432" w:right="360" w:bottom="72" w:left="72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Letter Gothic">
    <w:altName w:val="Courier New"/>
    <w:charset w:val="00"/>
    <w:family w:val="modern"/>
    <w:pitch w:val="fixed"/>
    <w:sig w:usb0="00000007" w:usb1="00000000" w:usb2="00000000" w:usb3="00000000" w:csb0="00000093" w:csb1="00000000"/>
  </w:font>
  <w:font w:name="Courier New">
    <w:panose1 w:val="02070309020205020404"/>
    <w:charset w:val="00"/>
    <w:family w:val="modern"/>
    <w:pitch w:val="fixed"/>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100"/>
    <w:rsid w:val="00322EC8"/>
    <w:rsid w:val="003656A8"/>
    <w:rsid w:val="00573100"/>
    <w:rsid w:val="00982513"/>
    <w:rsid w:val="00AD0D83"/>
    <w:rsid w:val="00FE2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656A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656A8"/>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656A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656A8"/>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353E92FD.dotm</Template>
  <TotalTime>2</TotalTime>
  <Pages>218</Pages>
  <Words>161688</Words>
  <Characters>921624</Characters>
  <Application>Microsoft Office Word</Application>
  <DocSecurity>0</DocSecurity>
  <Lines>7680</Lines>
  <Paragraphs>2162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dc:creator>
  <cp:keywords/>
  <dc:description/>
  <cp:lastModifiedBy>Lee Rainie</cp:lastModifiedBy>
  <cp:revision>3</cp:revision>
  <dcterms:created xsi:type="dcterms:W3CDTF">2016-04-05T20:08:00Z</dcterms:created>
  <dcterms:modified xsi:type="dcterms:W3CDTF">2016-04-06T21:44:00Z</dcterms:modified>
</cp:coreProperties>
</file>