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790E" w:rsidRPr="002B460C" w:rsidRDefault="006E790E" w:rsidP="006E790E">
      <w:pPr>
        <w:pStyle w:val="Document"/>
        <w:framePr w:wrap="around"/>
      </w:pPr>
      <w:r w:rsidRPr="002B460C">
        <w:t>Final Questionnaire—ALL COUNTRIES</w:t>
      </w:r>
    </w:p>
    <w:p w:rsidR="00B379B1" w:rsidRDefault="00B379B1" w:rsidP="00B379B1">
      <w:pPr>
        <w:pStyle w:val="DocumentProject"/>
        <w:framePr w:wrap="around"/>
        <w:spacing w:after="0"/>
      </w:pPr>
      <w:r>
        <w:t xml:space="preserve">Pew Research Center’s </w:t>
      </w:r>
    </w:p>
    <w:p w:rsidR="006E790E" w:rsidRPr="002B460C" w:rsidRDefault="00B379B1" w:rsidP="00B379B1">
      <w:pPr>
        <w:pStyle w:val="DocumentProject"/>
        <w:framePr w:wrap="around"/>
      </w:pPr>
      <w:r>
        <w:t>Global Attitudes Project 2011</w:t>
      </w:r>
    </w:p>
    <w:p w:rsidR="00B379B1" w:rsidRDefault="00B379B1" w:rsidP="006E4E96">
      <w:pPr>
        <w:pStyle w:val="Question"/>
        <w:spacing w:after="0"/>
        <w:ind w:firstLine="0"/>
        <w:rPr>
          <w:b/>
        </w:rPr>
      </w:pPr>
    </w:p>
    <w:p w:rsidR="006E4E96" w:rsidRPr="002B460C" w:rsidRDefault="006E4E96" w:rsidP="006E4E96">
      <w:pPr>
        <w:pStyle w:val="Question"/>
        <w:spacing w:after="0"/>
        <w:ind w:firstLine="0"/>
        <w:rPr>
          <w:b/>
        </w:rPr>
      </w:pPr>
      <w:r w:rsidRPr="002B460C">
        <w:rPr>
          <w:b/>
        </w:rPr>
        <w:t xml:space="preserve">READ TO ALL IN JAPAN ONLY </w:t>
      </w:r>
    </w:p>
    <w:p w:rsidR="006E4E96" w:rsidRPr="002B460C" w:rsidRDefault="006E4E96" w:rsidP="006E4E96">
      <w:pPr>
        <w:pStyle w:val="Question"/>
        <w:spacing w:after="0"/>
        <w:ind w:firstLine="0"/>
      </w:pPr>
      <w:r w:rsidRPr="002B460C">
        <w:t xml:space="preserve">INTRODUCTION: Hello, my name is ______________ and I'm calling for _____________.  I know this is a difficult time, but we're conducting a short national survey about recent events and other important issues.  It will </w:t>
      </w:r>
      <w:r w:rsidRPr="002B460C">
        <w:rPr>
          <w:szCs w:val="22"/>
        </w:rPr>
        <w:t>only take about 15 minutes of your time.</w:t>
      </w:r>
      <w:r w:rsidRPr="002B460C">
        <w:t xml:space="preserve">  </w:t>
      </w:r>
    </w:p>
    <w:p w:rsidR="006E4E96" w:rsidRPr="002B460C" w:rsidRDefault="006E4E96" w:rsidP="00E779E5">
      <w:pPr>
        <w:pStyle w:val="Question"/>
        <w:spacing w:after="0"/>
        <w:ind w:firstLine="0"/>
        <w:rPr>
          <w:b/>
        </w:rPr>
      </w:pPr>
    </w:p>
    <w:p w:rsidR="00E779E5" w:rsidRPr="002B460C" w:rsidRDefault="00E779E5" w:rsidP="00E779E5">
      <w:pPr>
        <w:pStyle w:val="Question"/>
        <w:spacing w:after="0"/>
        <w:ind w:firstLine="0"/>
        <w:rPr>
          <w:b/>
        </w:rPr>
      </w:pPr>
      <w:r w:rsidRPr="002B460C">
        <w:rPr>
          <w:b/>
        </w:rPr>
        <w:t xml:space="preserve">ASK ALL </w:t>
      </w:r>
    </w:p>
    <w:p w:rsidR="00E779E5" w:rsidRPr="002B460C" w:rsidRDefault="00E779E5" w:rsidP="00E779E5">
      <w:pPr>
        <w:pStyle w:val="Question"/>
        <w:rPr>
          <w:iCs/>
        </w:rPr>
      </w:pPr>
      <w:r w:rsidRPr="002B460C">
        <w:rPr>
          <w:rFonts w:ascii="Tahoma" w:hAnsi="Tahoma" w:cs="Tahoma"/>
          <w:b/>
          <w:sz w:val="16"/>
        </w:rPr>
        <w:t>Q1</w:t>
      </w:r>
      <w:r w:rsidRPr="002B460C">
        <w:rPr>
          <w:i/>
        </w:rPr>
        <w:tab/>
      </w:r>
      <w:r w:rsidRPr="002B460C">
        <w:rPr>
          <w:iCs/>
        </w:rPr>
        <w:t xml:space="preserve">To begin, how would you describe your day today—has it been a typical day, a particularly good day, or a particularly bad day? </w:t>
      </w:r>
    </w:p>
    <w:p w:rsidR="00E779E5" w:rsidRPr="002B460C" w:rsidRDefault="00E779E5" w:rsidP="00E779E5">
      <w:pPr>
        <w:pStyle w:val="QuestionResponse"/>
      </w:pPr>
      <w:r w:rsidRPr="002B460C">
        <w:t>1</w:t>
      </w:r>
      <w:r w:rsidRPr="002B460C">
        <w:tab/>
        <w:t>A typical day</w:t>
      </w:r>
    </w:p>
    <w:p w:rsidR="00E779E5" w:rsidRPr="002B460C" w:rsidRDefault="00E779E5" w:rsidP="00E779E5">
      <w:pPr>
        <w:pStyle w:val="QuestionResponse"/>
      </w:pPr>
      <w:r w:rsidRPr="002B460C">
        <w:t>2</w:t>
      </w:r>
      <w:r w:rsidRPr="002B460C">
        <w:tab/>
        <w:t>A particularly good day</w:t>
      </w:r>
    </w:p>
    <w:p w:rsidR="00E779E5" w:rsidRPr="002B460C" w:rsidRDefault="00E779E5" w:rsidP="00E779E5">
      <w:pPr>
        <w:pStyle w:val="QuestionResponse"/>
      </w:pPr>
      <w:r w:rsidRPr="002B460C">
        <w:t>3</w:t>
      </w:r>
      <w:r w:rsidRPr="002B460C">
        <w:tab/>
        <w:t>A particularly bad day</w:t>
      </w:r>
    </w:p>
    <w:p w:rsidR="00E779E5" w:rsidRPr="002B460C" w:rsidRDefault="00E779E5" w:rsidP="00E779E5">
      <w:pPr>
        <w:pStyle w:val="QuestionResponse"/>
      </w:pPr>
      <w:r w:rsidRPr="002B460C">
        <w:t>8</w:t>
      </w:r>
      <w:r w:rsidRPr="002B460C">
        <w:tab/>
        <w:t>Don’t know (DO NOT READ)</w:t>
      </w:r>
    </w:p>
    <w:p w:rsidR="00E779E5" w:rsidRPr="002B460C" w:rsidRDefault="00E779E5" w:rsidP="00050D3E">
      <w:pPr>
        <w:pStyle w:val="QuestionResponseLast"/>
      </w:pPr>
      <w:r w:rsidRPr="002B460C">
        <w:t>9</w:t>
      </w:r>
      <w:r w:rsidRPr="002B460C">
        <w:tab/>
        <w:t>Refused (DO NOT READ)</w:t>
      </w:r>
    </w:p>
    <w:p w:rsidR="006E4E96" w:rsidRPr="002B460C" w:rsidRDefault="006E4E96" w:rsidP="006E4E96">
      <w:pPr>
        <w:pStyle w:val="QuestionInstruction"/>
      </w:pPr>
      <w:r w:rsidRPr="002B460C">
        <w:t>ASK ALL IN JAPAN ONLY</w:t>
      </w:r>
    </w:p>
    <w:p w:rsidR="006E4E96" w:rsidRPr="002B460C" w:rsidRDefault="006E4E96" w:rsidP="006E4E96">
      <w:pPr>
        <w:pStyle w:val="Question"/>
      </w:pPr>
      <w:r w:rsidRPr="002B460C">
        <w:rPr>
          <w:rFonts w:ascii="Tahoma" w:hAnsi="Tahoma" w:cs="Tahoma"/>
          <w:b/>
          <w:sz w:val="16"/>
        </w:rPr>
        <w:t>JAP1</w:t>
      </w:r>
      <w:r w:rsidRPr="002B460C">
        <w:rPr>
          <w:rFonts w:ascii="Tahoma" w:hAnsi="Tahoma" w:cs="Tahoma"/>
          <w:b/>
          <w:sz w:val="16"/>
        </w:rPr>
        <w:tab/>
      </w:r>
      <w:r w:rsidRPr="002B460C">
        <w:t xml:space="preserve">Imagine a ladder with steps numbered from 0 at the bottom to 10 at the top.  Suppose the top of the ladder represents the best possible life for you; and the bottom, the worst possible life for you.  On which step of the ladder do you feel you personally stand at the present time?  You can name any number between 0 and 10.  </w:t>
      </w:r>
    </w:p>
    <w:p w:rsidR="006E4E96" w:rsidRPr="002B460C" w:rsidRDefault="006E4E96" w:rsidP="006E4E96">
      <w:pPr>
        <w:pStyle w:val="QuestionResponse"/>
      </w:pPr>
      <w:r w:rsidRPr="002B460C">
        <w:t>Range 0-10</w:t>
      </w:r>
    </w:p>
    <w:p w:rsidR="006E4E96" w:rsidRPr="002B460C" w:rsidRDefault="006E4E96" w:rsidP="006E4E96">
      <w:pPr>
        <w:pStyle w:val="QuestionResponse"/>
      </w:pPr>
      <w:r w:rsidRPr="002B460C">
        <w:t>98</w:t>
      </w:r>
      <w:r w:rsidRPr="002B460C">
        <w:tab/>
        <w:t>Don’t know (DO NOT READ)</w:t>
      </w:r>
    </w:p>
    <w:p w:rsidR="006E4E96" w:rsidRPr="002B460C" w:rsidRDefault="006E4E96" w:rsidP="006E4E96">
      <w:pPr>
        <w:pStyle w:val="Question"/>
        <w:ind w:firstLine="0"/>
        <w:rPr>
          <w:rFonts w:ascii="Tahoma" w:hAnsi="Tahoma" w:cs="Tahoma"/>
          <w:b/>
          <w:sz w:val="16"/>
        </w:rPr>
      </w:pPr>
      <w:r w:rsidRPr="002B460C">
        <w:t>99</w:t>
      </w:r>
      <w:r w:rsidRPr="002B460C">
        <w:tab/>
        <w:t>Refused (DO NOT READ)</w:t>
      </w:r>
    </w:p>
    <w:p w:rsidR="006E4E96" w:rsidRPr="002B460C" w:rsidRDefault="006E4E96" w:rsidP="006E4E96">
      <w:pPr>
        <w:pStyle w:val="QuestionInstruction"/>
      </w:pPr>
      <w:r w:rsidRPr="002B460C">
        <w:t>ASK ALL IN JAPAN ONLY</w:t>
      </w:r>
    </w:p>
    <w:p w:rsidR="006E4E96" w:rsidRPr="002B460C" w:rsidRDefault="006E4E96" w:rsidP="006E4E96">
      <w:pPr>
        <w:pStyle w:val="Question"/>
      </w:pPr>
      <w:r w:rsidRPr="002B460C">
        <w:rPr>
          <w:rFonts w:ascii="Tahoma" w:hAnsi="Tahoma" w:cs="Tahoma"/>
          <w:b/>
          <w:sz w:val="16"/>
        </w:rPr>
        <w:t>JAP2</w:t>
      </w:r>
      <w:r w:rsidRPr="002B460C">
        <w:tab/>
        <w:t xml:space="preserve">And on which step would you say you stood </w:t>
      </w:r>
      <w:r w:rsidRPr="002B460C">
        <w:rPr>
          <w:u w:val="single"/>
        </w:rPr>
        <w:t>five years ago</w:t>
      </w:r>
      <w:r w:rsidRPr="002B460C">
        <w:t xml:space="preserve">?  Zero is the worst possible life and 10 the best possible life. </w:t>
      </w:r>
      <w:r w:rsidRPr="002B460C">
        <w:rPr>
          <w:iCs/>
        </w:rPr>
        <w:t xml:space="preserve"> </w:t>
      </w:r>
    </w:p>
    <w:p w:rsidR="006E4E96" w:rsidRPr="002B460C" w:rsidRDefault="006E4E96" w:rsidP="006E4E96">
      <w:pPr>
        <w:pStyle w:val="QuestionResponse"/>
      </w:pPr>
      <w:r w:rsidRPr="002B460C">
        <w:t>Range 0-10</w:t>
      </w:r>
    </w:p>
    <w:p w:rsidR="006E4E96" w:rsidRPr="002B460C" w:rsidRDefault="006E4E96" w:rsidP="006E4E96">
      <w:pPr>
        <w:pStyle w:val="QuestionResponse"/>
      </w:pPr>
      <w:r w:rsidRPr="002B460C">
        <w:t>98</w:t>
      </w:r>
      <w:r w:rsidRPr="002B460C">
        <w:tab/>
        <w:t>Don’t know (DO NOT READ)</w:t>
      </w:r>
    </w:p>
    <w:p w:rsidR="006E4E96" w:rsidRPr="002B460C" w:rsidRDefault="006E4E96" w:rsidP="006E4E96">
      <w:pPr>
        <w:pStyle w:val="QuestionResponseLast"/>
      </w:pPr>
      <w:r w:rsidRPr="002B460C">
        <w:t>99</w:t>
      </w:r>
      <w:r w:rsidRPr="002B460C">
        <w:tab/>
        <w:t>Refused (DO NOT READ)</w:t>
      </w:r>
    </w:p>
    <w:p w:rsidR="006E4E96" w:rsidRPr="002B460C" w:rsidRDefault="006E4E96" w:rsidP="006E4E96">
      <w:pPr>
        <w:ind w:left="720"/>
        <w:rPr>
          <w:b/>
        </w:rPr>
      </w:pPr>
    </w:p>
    <w:p w:rsidR="006E4E96" w:rsidRPr="002B460C" w:rsidRDefault="006E4E96" w:rsidP="006E4E96">
      <w:pPr>
        <w:ind w:left="720"/>
        <w:rPr>
          <w:rFonts w:ascii="Tahoma" w:hAnsi="Tahoma" w:cs="Tahoma"/>
          <w:b/>
          <w:sz w:val="16"/>
        </w:rPr>
      </w:pPr>
      <w:r w:rsidRPr="002B460C">
        <w:rPr>
          <w:b/>
        </w:rPr>
        <w:t>ASK ALL IN JAPAN ONLY</w:t>
      </w:r>
    </w:p>
    <w:p w:rsidR="006E4E96" w:rsidRPr="002B460C" w:rsidRDefault="006E4E96" w:rsidP="006E4E96">
      <w:pPr>
        <w:ind w:left="720" w:hanging="720"/>
      </w:pPr>
      <w:r w:rsidRPr="002B460C">
        <w:rPr>
          <w:rFonts w:ascii="Tahoma" w:hAnsi="Tahoma" w:cs="Tahoma"/>
          <w:b/>
          <w:sz w:val="16"/>
        </w:rPr>
        <w:t>JAP3</w:t>
      </w:r>
      <w:r w:rsidRPr="002B460C">
        <w:tab/>
        <w:t xml:space="preserve">Just your best guess, on which step do you think you will stand in the future, say </w:t>
      </w:r>
      <w:r w:rsidRPr="002B460C">
        <w:rPr>
          <w:u w:val="single"/>
        </w:rPr>
        <w:t>five years from now</w:t>
      </w:r>
      <w:r w:rsidRPr="002B460C">
        <w:t xml:space="preserve">?  Zero is the worst possible life and 10 is the best possible life.  </w:t>
      </w:r>
    </w:p>
    <w:p w:rsidR="006E4E96" w:rsidRPr="002B460C" w:rsidRDefault="006E4E96" w:rsidP="006E4E96">
      <w:pPr>
        <w:pStyle w:val="QuestionResponse"/>
        <w:keepNext w:val="0"/>
        <w:keepLines w:val="0"/>
        <w:widowControl w:val="0"/>
      </w:pPr>
    </w:p>
    <w:p w:rsidR="006E4E96" w:rsidRPr="002B460C" w:rsidRDefault="006E4E96" w:rsidP="006E4E96">
      <w:pPr>
        <w:pStyle w:val="QuestionResponse"/>
        <w:keepNext w:val="0"/>
        <w:keepLines w:val="0"/>
        <w:widowControl w:val="0"/>
      </w:pPr>
      <w:r w:rsidRPr="002B460C">
        <w:t>Range 0-10</w:t>
      </w:r>
    </w:p>
    <w:p w:rsidR="006E4E96" w:rsidRPr="002B460C" w:rsidRDefault="006E4E96" w:rsidP="006E4E96">
      <w:pPr>
        <w:pStyle w:val="QuestionResponse"/>
        <w:keepNext w:val="0"/>
        <w:keepLines w:val="0"/>
        <w:widowControl w:val="0"/>
      </w:pPr>
      <w:r w:rsidRPr="002B460C">
        <w:t>98</w:t>
      </w:r>
      <w:r w:rsidRPr="002B460C">
        <w:tab/>
        <w:t>Don’t know (DO NOT READ)</w:t>
      </w:r>
    </w:p>
    <w:p w:rsidR="006E4E96" w:rsidRPr="002B460C" w:rsidRDefault="006E4E96" w:rsidP="006E4E96">
      <w:pPr>
        <w:pStyle w:val="Question"/>
        <w:keepNext w:val="0"/>
        <w:keepLines w:val="0"/>
        <w:widowControl w:val="0"/>
        <w:ind w:firstLine="0"/>
      </w:pPr>
      <w:r w:rsidRPr="002B460C">
        <w:t>99</w:t>
      </w:r>
      <w:r w:rsidRPr="002B460C">
        <w:tab/>
        <w:t>Refused (DO NOT READ)</w:t>
      </w:r>
    </w:p>
    <w:p w:rsidR="00E779E5" w:rsidRPr="002B460C" w:rsidRDefault="00E779E5" w:rsidP="00E779E5">
      <w:pPr>
        <w:pStyle w:val="QuestionInstruction"/>
        <w:spacing w:before="0" w:after="0"/>
      </w:pPr>
      <w:r w:rsidRPr="002B460C">
        <w:lastRenderedPageBreak/>
        <w:t xml:space="preserve">ASK ALL   </w:t>
      </w:r>
    </w:p>
    <w:p w:rsidR="00E779E5" w:rsidRPr="002B460C" w:rsidRDefault="00E779E5" w:rsidP="00E779E5">
      <w:pPr>
        <w:pStyle w:val="Question"/>
        <w:rPr>
          <w:iCs/>
        </w:rPr>
      </w:pPr>
      <w:r w:rsidRPr="002B460C">
        <w:rPr>
          <w:rFonts w:ascii="Tahoma" w:hAnsi="Tahoma" w:cs="Tahoma"/>
          <w:b/>
          <w:sz w:val="16"/>
          <w:szCs w:val="16"/>
        </w:rPr>
        <w:t>Q2</w:t>
      </w:r>
      <w:r w:rsidRPr="002B460C">
        <w:tab/>
        <w:t xml:space="preserve">Overall, are you satisfied or dissatisfied with the way things are going in our country today? </w:t>
      </w:r>
    </w:p>
    <w:p w:rsidR="00E779E5" w:rsidRPr="002B460C" w:rsidRDefault="00E779E5" w:rsidP="00E779E5">
      <w:pPr>
        <w:pStyle w:val="QuestionResponse"/>
      </w:pPr>
      <w:r w:rsidRPr="002B460C">
        <w:t>1</w:t>
      </w:r>
      <w:r w:rsidRPr="002B460C">
        <w:tab/>
        <w:t>Satisfied</w:t>
      </w:r>
    </w:p>
    <w:p w:rsidR="00E779E5" w:rsidRPr="002B460C" w:rsidRDefault="00E779E5" w:rsidP="00E779E5">
      <w:pPr>
        <w:pStyle w:val="QuestionResponse"/>
      </w:pPr>
      <w:r w:rsidRPr="002B460C">
        <w:t>2</w:t>
      </w:r>
      <w:r w:rsidRPr="002B460C">
        <w:tab/>
        <w:t>Dissatisfied</w:t>
      </w:r>
    </w:p>
    <w:p w:rsidR="00E779E5" w:rsidRPr="002B460C" w:rsidRDefault="00E779E5" w:rsidP="00E779E5">
      <w:pPr>
        <w:pStyle w:val="QuestionResponse"/>
      </w:pPr>
      <w:r w:rsidRPr="002B460C">
        <w:t>8</w:t>
      </w:r>
      <w:r w:rsidRPr="002B460C">
        <w:tab/>
        <w:t>Don’t know (DO NOT READ)</w:t>
      </w:r>
    </w:p>
    <w:p w:rsidR="00E779E5" w:rsidRPr="002B460C" w:rsidRDefault="00E779E5" w:rsidP="00050D3E">
      <w:pPr>
        <w:pStyle w:val="QuestionResponseLast"/>
      </w:pPr>
      <w:r w:rsidRPr="002B460C">
        <w:t>9</w:t>
      </w:r>
      <w:r w:rsidRPr="002B460C">
        <w:tab/>
        <w:t>Refused (DO NOT READ)</w:t>
      </w:r>
    </w:p>
    <w:p w:rsidR="00FF45DB" w:rsidRPr="002B460C" w:rsidRDefault="00FF45DB" w:rsidP="00FF45DB">
      <w:pPr>
        <w:pStyle w:val="QuestionInstruction"/>
        <w:spacing w:after="0"/>
        <w:rPr>
          <w:szCs w:val="22"/>
        </w:rPr>
      </w:pPr>
      <w:r w:rsidRPr="002B460C">
        <w:rPr>
          <w:szCs w:val="22"/>
        </w:rPr>
        <w:t>ASK ALL IN EGYPT ONLY</w:t>
      </w:r>
    </w:p>
    <w:p w:rsidR="00FF45DB" w:rsidRPr="002B460C" w:rsidRDefault="00FF45DB" w:rsidP="00FF45DB">
      <w:pPr>
        <w:pStyle w:val="Question"/>
        <w:rPr>
          <w:i/>
          <w:strike/>
          <w:szCs w:val="22"/>
        </w:rPr>
      </w:pPr>
      <w:r w:rsidRPr="002B460C">
        <w:rPr>
          <w:rFonts w:ascii="Tahoma" w:hAnsi="Tahoma" w:cs="Tahoma"/>
          <w:b/>
          <w:sz w:val="16"/>
          <w:szCs w:val="16"/>
        </w:rPr>
        <w:t>EGY1</w:t>
      </w:r>
      <w:r w:rsidRPr="002B460C">
        <w:rPr>
          <w:szCs w:val="22"/>
        </w:rPr>
        <w:tab/>
        <w:t xml:space="preserve">Thinking about conditions in Egypt in recent years, what has concerned you most? </w:t>
      </w:r>
      <w:r w:rsidRPr="002B460C">
        <w:rPr>
          <w:i/>
          <w:szCs w:val="22"/>
        </w:rPr>
        <w:t>(READ) (SHOW CARD)</w:t>
      </w:r>
      <w:r w:rsidRPr="002B460C">
        <w:rPr>
          <w:b/>
          <w:szCs w:val="22"/>
        </w:rPr>
        <w:t xml:space="preserve"> </w:t>
      </w:r>
    </w:p>
    <w:p w:rsidR="00FF45DB" w:rsidRPr="002B460C" w:rsidRDefault="00FF45DB" w:rsidP="00FF45DB">
      <w:pPr>
        <w:pStyle w:val="QuestionResponse"/>
        <w:rPr>
          <w:szCs w:val="22"/>
        </w:rPr>
      </w:pPr>
      <w:r w:rsidRPr="002B460C">
        <w:rPr>
          <w:szCs w:val="22"/>
        </w:rPr>
        <w:t>1</w:t>
      </w:r>
      <w:r w:rsidRPr="002B460C">
        <w:rPr>
          <w:szCs w:val="22"/>
        </w:rPr>
        <w:tab/>
        <w:t>Lack of economic prosperity</w:t>
      </w:r>
    </w:p>
    <w:p w:rsidR="00FF45DB" w:rsidRPr="002B460C" w:rsidRDefault="00FF45DB" w:rsidP="00FF45DB">
      <w:pPr>
        <w:pStyle w:val="QuestionResponse"/>
        <w:rPr>
          <w:szCs w:val="22"/>
        </w:rPr>
      </w:pPr>
      <w:r w:rsidRPr="002B460C">
        <w:rPr>
          <w:szCs w:val="22"/>
        </w:rPr>
        <w:t>2</w:t>
      </w:r>
      <w:r w:rsidRPr="002B460C">
        <w:rPr>
          <w:szCs w:val="22"/>
        </w:rPr>
        <w:tab/>
        <w:t>Lack of democracy</w:t>
      </w:r>
    </w:p>
    <w:p w:rsidR="00FF45DB" w:rsidRPr="002B460C" w:rsidRDefault="00FF45DB" w:rsidP="00FF45DB">
      <w:pPr>
        <w:pStyle w:val="QuestionResponse"/>
        <w:rPr>
          <w:szCs w:val="22"/>
        </w:rPr>
      </w:pPr>
      <w:r w:rsidRPr="002B460C">
        <w:rPr>
          <w:szCs w:val="22"/>
        </w:rPr>
        <w:t>3</w:t>
      </w:r>
      <w:r w:rsidRPr="002B460C">
        <w:rPr>
          <w:szCs w:val="22"/>
        </w:rPr>
        <w:tab/>
        <w:t>Corruption</w:t>
      </w:r>
    </w:p>
    <w:p w:rsidR="00FF45DB" w:rsidRPr="002B460C" w:rsidRDefault="00FF45DB" w:rsidP="00FF45DB">
      <w:pPr>
        <w:pStyle w:val="QuestionResponse"/>
        <w:rPr>
          <w:szCs w:val="22"/>
        </w:rPr>
      </w:pPr>
      <w:r w:rsidRPr="002B460C">
        <w:rPr>
          <w:szCs w:val="22"/>
        </w:rPr>
        <w:t>4</w:t>
      </w:r>
      <w:r w:rsidRPr="002B460C">
        <w:rPr>
          <w:szCs w:val="22"/>
        </w:rPr>
        <w:tab/>
        <w:t>The potential for political instability</w:t>
      </w:r>
    </w:p>
    <w:p w:rsidR="00FF45DB" w:rsidRPr="002B460C" w:rsidRDefault="00FF45DB" w:rsidP="00FF45DB">
      <w:pPr>
        <w:pStyle w:val="QuestionResponse"/>
        <w:rPr>
          <w:szCs w:val="22"/>
        </w:rPr>
      </w:pPr>
      <w:r w:rsidRPr="002B460C">
        <w:rPr>
          <w:szCs w:val="22"/>
        </w:rPr>
        <w:t>5</w:t>
      </w:r>
      <w:r w:rsidRPr="002B460C">
        <w:rPr>
          <w:szCs w:val="22"/>
        </w:rPr>
        <w:tab/>
        <w:t>The banning of religious parties</w:t>
      </w:r>
    </w:p>
    <w:p w:rsidR="00FF45DB" w:rsidRPr="002B460C" w:rsidRDefault="00FF45DB" w:rsidP="00FF45DB">
      <w:pPr>
        <w:pStyle w:val="QuestionResponse"/>
        <w:rPr>
          <w:szCs w:val="22"/>
        </w:rPr>
      </w:pPr>
      <w:r w:rsidRPr="002B460C">
        <w:rPr>
          <w:szCs w:val="22"/>
        </w:rPr>
        <w:t>6</w:t>
      </w:r>
      <w:r w:rsidRPr="002B460C">
        <w:rPr>
          <w:szCs w:val="22"/>
        </w:rPr>
        <w:tab/>
        <w:t>Other (DO NOT READ)</w:t>
      </w:r>
    </w:p>
    <w:p w:rsidR="00FF45DB" w:rsidRPr="002B460C" w:rsidRDefault="00FF45DB" w:rsidP="00FF45DB">
      <w:pPr>
        <w:pStyle w:val="QuestionResponse"/>
        <w:rPr>
          <w:szCs w:val="22"/>
        </w:rPr>
      </w:pPr>
      <w:r w:rsidRPr="002B460C">
        <w:rPr>
          <w:szCs w:val="22"/>
        </w:rPr>
        <w:t>8</w:t>
      </w:r>
      <w:r w:rsidRPr="002B460C">
        <w:rPr>
          <w:szCs w:val="22"/>
        </w:rPr>
        <w:tab/>
        <w:t>Don’t know (DO NOT READ)</w:t>
      </w:r>
    </w:p>
    <w:p w:rsidR="00FF45DB" w:rsidRPr="002B460C" w:rsidRDefault="00FF45DB" w:rsidP="00FF45DB">
      <w:pPr>
        <w:pStyle w:val="QuestionResponseLast"/>
        <w:spacing w:after="0"/>
        <w:rPr>
          <w:szCs w:val="22"/>
        </w:rPr>
      </w:pPr>
      <w:r w:rsidRPr="002B460C">
        <w:rPr>
          <w:szCs w:val="22"/>
        </w:rPr>
        <w:t>9</w:t>
      </w:r>
      <w:r w:rsidRPr="002B460C">
        <w:rPr>
          <w:szCs w:val="22"/>
        </w:rPr>
        <w:tab/>
        <w:t>Refused (DO NOT READ)</w:t>
      </w:r>
    </w:p>
    <w:p w:rsidR="00FF45DB" w:rsidRPr="002B460C" w:rsidRDefault="00FF45DB" w:rsidP="00FF45DB">
      <w:pPr>
        <w:pStyle w:val="QuestionInstruction"/>
        <w:spacing w:after="0"/>
        <w:rPr>
          <w:szCs w:val="22"/>
        </w:rPr>
      </w:pPr>
    </w:p>
    <w:p w:rsidR="00FF45DB" w:rsidRPr="002B460C" w:rsidRDefault="00FF45DB" w:rsidP="00FF45DB">
      <w:pPr>
        <w:pStyle w:val="QuestionInstruction"/>
        <w:spacing w:after="0"/>
        <w:rPr>
          <w:szCs w:val="22"/>
        </w:rPr>
      </w:pPr>
      <w:r w:rsidRPr="002B460C">
        <w:rPr>
          <w:szCs w:val="22"/>
        </w:rPr>
        <w:t>ASK IF ANSWER GIVEN IN EGY1 (EGY1=1-6)</w:t>
      </w:r>
    </w:p>
    <w:p w:rsidR="00FF45DB" w:rsidRPr="002B460C" w:rsidRDefault="00FF45DB" w:rsidP="00FF45DB">
      <w:pPr>
        <w:pStyle w:val="Question"/>
        <w:rPr>
          <w:strike/>
          <w:szCs w:val="22"/>
        </w:rPr>
      </w:pPr>
      <w:r w:rsidRPr="002B460C">
        <w:rPr>
          <w:rFonts w:ascii="Tahoma" w:hAnsi="Tahoma" w:cs="Tahoma"/>
          <w:b/>
          <w:sz w:val="16"/>
          <w:szCs w:val="16"/>
        </w:rPr>
        <w:t>EGY2</w:t>
      </w:r>
      <w:r w:rsidRPr="002B460C">
        <w:rPr>
          <w:szCs w:val="22"/>
        </w:rPr>
        <w:tab/>
        <w:t xml:space="preserve">And what has concerned you second most about Egypt? </w:t>
      </w:r>
      <w:r w:rsidRPr="002B460C">
        <w:rPr>
          <w:i/>
          <w:szCs w:val="22"/>
        </w:rPr>
        <w:t>(READ) (SHOW CARD)</w:t>
      </w:r>
      <w:r w:rsidRPr="002B460C">
        <w:rPr>
          <w:b/>
          <w:szCs w:val="22"/>
        </w:rPr>
        <w:t xml:space="preserve"> </w:t>
      </w:r>
    </w:p>
    <w:p w:rsidR="00FF45DB" w:rsidRPr="002B460C" w:rsidRDefault="00FF45DB" w:rsidP="00FF45DB">
      <w:pPr>
        <w:pStyle w:val="QuestionResponse"/>
        <w:rPr>
          <w:szCs w:val="22"/>
        </w:rPr>
      </w:pPr>
      <w:r w:rsidRPr="002B460C">
        <w:rPr>
          <w:szCs w:val="22"/>
        </w:rPr>
        <w:t>1</w:t>
      </w:r>
      <w:r w:rsidRPr="002B460C">
        <w:rPr>
          <w:szCs w:val="22"/>
        </w:rPr>
        <w:tab/>
        <w:t>Lack of economic prosperity</w:t>
      </w:r>
    </w:p>
    <w:p w:rsidR="00FF45DB" w:rsidRPr="002B460C" w:rsidRDefault="00FF45DB" w:rsidP="00FF45DB">
      <w:pPr>
        <w:pStyle w:val="QuestionResponse"/>
        <w:rPr>
          <w:szCs w:val="22"/>
        </w:rPr>
      </w:pPr>
      <w:r w:rsidRPr="002B460C">
        <w:rPr>
          <w:szCs w:val="22"/>
        </w:rPr>
        <w:t>2</w:t>
      </w:r>
      <w:r w:rsidRPr="002B460C">
        <w:rPr>
          <w:szCs w:val="22"/>
        </w:rPr>
        <w:tab/>
        <w:t>Lack of democracy</w:t>
      </w:r>
    </w:p>
    <w:p w:rsidR="00FF45DB" w:rsidRPr="002B460C" w:rsidRDefault="00FF45DB" w:rsidP="00FF45DB">
      <w:pPr>
        <w:pStyle w:val="QuestionResponse"/>
        <w:rPr>
          <w:szCs w:val="22"/>
        </w:rPr>
      </w:pPr>
      <w:r w:rsidRPr="002B460C">
        <w:rPr>
          <w:szCs w:val="22"/>
        </w:rPr>
        <w:t>3</w:t>
      </w:r>
      <w:r w:rsidRPr="002B460C">
        <w:rPr>
          <w:szCs w:val="22"/>
        </w:rPr>
        <w:tab/>
        <w:t>Corruption</w:t>
      </w:r>
    </w:p>
    <w:p w:rsidR="00FF45DB" w:rsidRPr="002B460C" w:rsidRDefault="00FF45DB" w:rsidP="00FF45DB">
      <w:pPr>
        <w:pStyle w:val="QuestionResponse"/>
        <w:rPr>
          <w:szCs w:val="22"/>
        </w:rPr>
      </w:pPr>
      <w:r w:rsidRPr="002B460C">
        <w:rPr>
          <w:szCs w:val="22"/>
        </w:rPr>
        <w:t>4</w:t>
      </w:r>
      <w:r w:rsidRPr="002B460C">
        <w:rPr>
          <w:szCs w:val="22"/>
        </w:rPr>
        <w:tab/>
        <w:t>The potential for political instability</w:t>
      </w:r>
    </w:p>
    <w:p w:rsidR="00FF45DB" w:rsidRPr="002B460C" w:rsidRDefault="00FF45DB" w:rsidP="00FF45DB">
      <w:pPr>
        <w:pStyle w:val="QuestionResponse"/>
        <w:rPr>
          <w:szCs w:val="22"/>
        </w:rPr>
      </w:pPr>
      <w:r w:rsidRPr="002B460C">
        <w:rPr>
          <w:szCs w:val="22"/>
        </w:rPr>
        <w:t>5</w:t>
      </w:r>
      <w:r w:rsidRPr="002B460C">
        <w:rPr>
          <w:szCs w:val="22"/>
        </w:rPr>
        <w:tab/>
        <w:t>The banning of religious parties</w:t>
      </w:r>
    </w:p>
    <w:p w:rsidR="00FF45DB" w:rsidRPr="002B460C" w:rsidRDefault="00FF45DB" w:rsidP="00FF45DB">
      <w:pPr>
        <w:pStyle w:val="QuestionResponse"/>
        <w:rPr>
          <w:szCs w:val="22"/>
        </w:rPr>
      </w:pPr>
      <w:r w:rsidRPr="002B460C">
        <w:rPr>
          <w:szCs w:val="22"/>
        </w:rPr>
        <w:t>6</w:t>
      </w:r>
      <w:r w:rsidRPr="002B460C">
        <w:rPr>
          <w:szCs w:val="22"/>
        </w:rPr>
        <w:tab/>
        <w:t>Other  (DO NOT READ)</w:t>
      </w:r>
    </w:p>
    <w:p w:rsidR="00FF45DB" w:rsidRPr="002B460C" w:rsidRDefault="00FF45DB" w:rsidP="00FF45DB">
      <w:pPr>
        <w:pStyle w:val="QuestionResponse"/>
        <w:rPr>
          <w:szCs w:val="22"/>
        </w:rPr>
      </w:pPr>
      <w:r w:rsidRPr="002B460C">
        <w:rPr>
          <w:szCs w:val="22"/>
        </w:rPr>
        <w:t>8</w:t>
      </w:r>
      <w:r w:rsidRPr="002B460C">
        <w:rPr>
          <w:szCs w:val="22"/>
        </w:rPr>
        <w:tab/>
        <w:t>Don’t know (DO NOT READ)</w:t>
      </w:r>
    </w:p>
    <w:p w:rsidR="00FF45DB" w:rsidRPr="002B460C" w:rsidRDefault="00FF45DB" w:rsidP="00FF45DB">
      <w:pPr>
        <w:pStyle w:val="QuestionResponseLast"/>
        <w:spacing w:after="0"/>
        <w:rPr>
          <w:szCs w:val="22"/>
        </w:rPr>
      </w:pPr>
      <w:r w:rsidRPr="002B460C">
        <w:rPr>
          <w:szCs w:val="22"/>
        </w:rPr>
        <w:t>9</w:t>
      </w:r>
      <w:r w:rsidRPr="002B460C">
        <w:rPr>
          <w:szCs w:val="22"/>
        </w:rPr>
        <w:tab/>
        <w:t>Refused (DO NOT READ)</w:t>
      </w:r>
    </w:p>
    <w:p w:rsidR="00FF45DB" w:rsidRPr="002B460C" w:rsidRDefault="00FF45DB" w:rsidP="00FF45DB">
      <w:pPr>
        <w:pStyle w:val="QuestionResponseLast"/>
        <w:spacing w:after="0"/>
        <w:rPr>
          <w:szCs w:val="22"/>
        </w:rPr>
      </w:pPr>
    </w:p>
    <w:p w:rsidR="00FF45DB" w:rsidRPr="002B460C" w:rsidRDefault="00FF45DB" w:rsidP="00FF45DB">
      <w:pPr>
        <w:pStyle w:val="QuestionInstruction"/>
        <w:spacing w:before="0" w:after="0"/>
        <w:rPr>
          <w:szCs w:val="22"/>
        </w:rPr>
      </w:pPr>
      <w:r w:rsidRPr="002B460C">
        <w:rPr>
          <w:szCs w:val="22"/>
        </w:rPr>
        <w:t xml:space="preserve">ASK ALL IN EGYPT ONLY   </w:t>
      </w:r>
    </w:p>
    <w:p w:rsidR="00FF45DB" w:rsidRPr="002B460C" w:rsidRDefault="00FF45DB" w:rsidP="00FF45DB">
      <w:pPr>
        <w:pStyle w:val="Question"/>
        <w:rPr>
          <w:i/>
          <w:iCs/>
          <w:szCs w:val="22"/>
        </w:rPr>
      </w:pPr>
      <w:r w:rsidRPr="002B460C">
        <w:rPr>
          <w:rFonts w:ascii="Tahoma" w:hAnsi="Tahoma" w:cs="Tahoma"/>
          <w:b/>
          <w:sz w:val="16"/>
          <w:szCs w:val="16"/>
        </w:rPr>
        <w:t>EGY3</w:t>
      </w:r>
      <w:r w:rsidRPr="002B460C">
        <w:rPr>
          <w:szCs w:val="22"/>
        </w:rPr>
        <w:tab/>
        <w:t xml:space="preserve">And now thinking about the future, overall, today are you optimistic or pessimistic about the future of the country? </w:t>
      </w:r>
    </w:p>
    <w:p w:rsidR="00FF45DB" w:rsidRPr="002B460C" w:rsidRDefault="00FF45DB" w:rsidP="00FF45DB">
      <w:pPr>
        <w:pStyle w:val="QuestionResponse"/>
        <w:rPr>
          <w:szCs w:val="22"/>
        </w:rPr>
      </w:pPr>
      <w:r w:rsidRPr="002B460C">
        <w:rPr>
          <w:szCs w:val="22"/>
        </w:rPr>
        <w:t>1</w:t>
      </w:r>
      <w:r w:rsidRPr="002B460C">
        <w:rPr>
          <w:szCs w:val="22"/>
        </w:rPr>
        <w:tab/>
        <w:t>Optimistic</w:t>
      </w:r>
    </w:p>
    <w:p w:rsidR="00FF45DB" w:rsidRPr="002B460C" w:rsidRDefault="00FF45DB" w:rsidP="00FF45DB">
      <w:pPr>
        <w:pStyle w:val="QuestionResponse"/>
        <w:rPr>
          <w:szCs w:val="22"/>
        </w:rPr>
      </w:pPr>
      <w:r w:rsidRPr="002B460C">
        <w:rPr>
          <w:szCs w:val="22"/>
        </w:rPr>
        <w:t>2</w:t>
      </w:r>
      <w:r w:rsidRPr="002B460C">
        <w:rPr>
          <w:szCs w:val="22"/>
        </w:rPr>
        <w:tab/>
        <w:t>Pessimistic</w:t>
      </w:r>
    </w:p>
    <w:p w:rsidR="00FF45DB" w:rsidRPr="002B460C" w:rsidRDefault="00FF45DB" w:rsidP="00FF45DB">
      <w:pPr>
        <w:pStyle w:val="QuestionResponse"/>
        <w:rPr>
          <w:szCs w:val="22"/>
        </w:rPr>
      </w:pPr>
      <w:r w:rsidRPr="002B460C">
        <w:rPr>
          <w:szCs w:val="22"/>
        </w:rPr>
        <w:t>3</w:t>
      </w:r>
      <w:r w:rsidRPr="002B460C">
        <w:rPr>
          <w:szCs w:val="22"/>
        </w:rPr>
        <w:tab/>
        <w:t>Neither (DO NOT READ)</w:t>
      </w:r>
    </w:p>
    <w:p w:rsidR="00FF45DB" w:rsidRPr="002B460C" w:rsidRDefault="00FF45DB" w:rsidP="00FF45DB">
      <w:pPr>
        <w:pStyle w:val="QuestionResponse"/>
        <w:rPr>
          <w:szCs w:val="22"/>
        </w:rPr>
      </w:pPr>
      <w:r w:rsidRPr="002B460C">
        <w:rPr>
          <w:szCs w:val="22"/>
        </w:rPr>
        <w:t>8</w:t>
      </w:r>
      <w:r w:rsidRPr="002B460C">
        <w:rPr>
          <w:szCs w:val="22"/>
        </w:rPr>
        <w:tab/>
        <w:t>Don’t know (DO NOT READ)</w:t>
      </w:r>
    </w:p>
    <w:p w:rsidR="00FF45DB" w:rsidRPr="002B460C" w:rsidRDefault="00FF45DB" w:rsidP="00FF45DB">
      <w:pPr>
        <w:pStyle w:val="QuestionResponseLast"/>
        <w:spacing w:after="0"/>
        <w:rPr>
          <w:szCs w:val="22"/>
        </w:rPr>
      </w:pPr>
      <w:r w:rsidRPr="002B460C">
        <w:rPr>
          <w:szCs w:val="22"/>
        </w:rPr>
        <w:t>9</w:t>
      </w:r>
      <w:r w:rsidRPr="002B460C">
        <w:rPr>
          <w:szCs w:val="22"/>
        </w:rPr>
        <w:tab/>
        <w:t>Refused (DO NOT READ</w:t>
      </w:r>
    </w:p>
    <w:p w:rsidR="006E4E96" w:rsidRPr="002B460C" w:rsidRDefault="006E4E96" w:rsidP="00FF45DB">
      <w:pPr>
        <w:pStyle w:val="QuestionResponseLast"/>
        <w:spacing w:after="0"/>
        <w:rPr>
          <w:szCs w:val="22"/>
        </w:rPr>
      </w:pPr>
    </w:p>
    <w:p w:rsidR="006E4E96" w:rsidRPr="002B460C" w:rsidRDefault="006E4E96" w:rsidP="006E4E96">
      <w:pPr>
        <w:pStyle w:val="QuestionInstruction"/>
      </w:pPr>
      <w:r w:rsidRPr="002B460C">
        <w:lastRenderedPageBreak/>
        <w:t xml:space="preserve">READ IN JAPAN ONLY: </w:t>
      </w:r>
      <w:r w:rsidRPr="002B460C">
        <w:rPr>
          <w:b w:val="0"/>
        </w:rPr>
        <w:t>Thinking about recent events in our country…</w:t>
      </w:r>
    </w:p>
    <w:p w:rsidR="006E4E96" w:rsidRPr="002B460C" w:rsidRDefault="006E4E96" w:rsidP="006E4E96">
      <w:pPr>
        <w:pStyle w:val="QuestionInstruction"/>
      </w:pPr>
    </w:p>
    <w:p w:rsidR="006E4E96" w:rsidRPr="002B460C" w:rsidRDefault="006E4E96" w:rsidP="006E4E96">
      <w:pPr>
        <w:pStyle w:val="QuestionInstruction"/>
      </w:pPr>
      <w:r w:rsidRPr="002B460C">
        <w:t>ASK ALL IN JAPAN ONLY</w:t>
      </w:r>
    </w:p>
    <w:p w:rsidR="006E4E96" w:rsidRPr="002B460C" w:rsidRDefault="006E4E96" w:rsidP="006E4E96">
      <w:pPr>
        <w:pStyle w:val="Question"/>
        <w:spacing w:after="0"/>
        <w:rPr>
          <w:rFonts w:cs="Calibri"/>
          <w:szCs w:val="22"/>
        </w:rPr>
      </w:pPr>
      <w:r w:rsidRPr="002B460C">
        <w:rPr>
          <w:rFonts w:ascii="Tahoma" w:hAnsi="Tahoma" w:cs="Tahoma"/>
          <w:b/>
          <w:sz w:val="16"/>
          <w:szCs w:val="16"/>
        </w:rPr>
        <w:t>JAP4</w:t>
      </w:r>
      <w:r w:rsidRPr="002B460C">
        <w:rPr>
          <w:rFonts w:ascii="Calibri" w:hAnsi="Calibri" w:cs="Calibri"/>
          <w:sz w:val="24"/>
        </w:rPr>
        <w:tab/>
      </w:r>
      <w:r w:rsidRPr="002B460C">
        <w:rPr>
          <w:rFonts w:cs="Calibri"/>
          <w:szCs w:val="22"/>
        </w:rPr>
        <w:t>Were you or members of your household directly affected by the March 11</w:t>
      </w:r>
      <w:r w:rsidRPr="002B460C">
        <w:rPr>
          <w:rFonts w:cs="Calibri"/>
          <w:szCs w:val="22"/>
          <w:vertAlign w:val="superscript"/>
        </w:rPr>
        <w:t>th</w:t>
      </w:r>
      <w:r w:rsidRPr="002B460C">
        <w:rPr>
          <w:rFonts w:cs="Calibri"/>
          <w:szCs w:val="22"/>
        </w:rPr>
        <w:t xml:space="preserve"> earthquake and tsunami? </w:t>
      </w:r>
    </w:p>
    <w:p w:rsidR="006E4E96" w:rsidRPr="002B460C" w:rsidRDefault="006E4E96" w:rsidP="006E4E96">
      <w:pPr>
        <w:pStyle w:val="Question"/>
        <w:spacing w:after="0"/>
        <w:rPr>
          <w:rFonts w:ascii="Calibri" w:hAnsi="Calibri" w:cs="Calibri"/>
          <w:szCs w:val="22"/>
        </w:rPr>
      </w:pPr>
    </w:p>
    <w:p w:rsidR="006E4E96" w:rsidRPr="002B460C" w:rsidRDefault="006E4E96" w:rsidP="006E4E96">
      <w:pPr>
        <w:ind w:left="1435" w:hanging="720"/>
        <w:rPr>
          <w:rFonts w:cs="Calibri"/>
          <w:szCs w:val="22"/>
        </w:rPr>
      </w:pPr>
      <w:r w:rsidRPr="002B460C">
        <w:rPr>
          <w:rFonts w:cs="Calibri"/>
          <w:szCs w:val="22"/>
        </w:rPr>
        <w:t>1</w:t>
      </w:r>
      <w:r w:rsidRPr="002B460C">
        <w:rPr>
          <w:rFonts w:cs="Calibri"/>
          <w:szCs w:val="22"/>
        </w:rPr>
        <w:tab/>
        <w:t>Yes</w:t>
      </w:r>
    </w:p>
    <w:p w:rsidR="006E4E96" w:rsidRPr="002B460C" w:rsidRDefault="006E4E96" w:rsidP="006E4E96">
      <w:pPr>
        <w:ind w:left="1435" w:hanging="720"/>
        <w:rPr>
          <w:rFonts w:cs="Calibri"/>
          <w:szCs w:val="22"/>
        </w:rPr>
      </w:pPr>
      <w:r w:rsidRPr="002B460C">
        <w:rPr>
          <w:rFonts w:cs="Calibri"/>
          <w:szCs w:val="22"/>
        </w:rPr>
        <w:t>2</w:t>
      </w:r>
      <w:r w:rsidRPr="002B460C">
        <w:rPr>
          <w:rFonts w:cs="Calibri"/>
          <w:szCs w:val="22"/>
        </w:rPr>
        <w:tab/>
        <w:t>No</w:t>
      </w:r>
    </w:p>
    <w:p w:rsidR="006E4E96" w:rsidRPr="002B460C" w:rsidRDefault="006E4E96" w:rsidP="006E4E96">
      <w:pPr>
        <w:pStyle w:val="QuestionResponse"/>
      </w:pPr>
      <w:r w:rsidRPr="002B460C">
        <w:t>8</w:t>
      </w:r>
      <w:r w:rsidRPr="002B460C">
        <w:tab/>
        <w:t>Don’t know (DO NOT READ)</w:t>
      </w:r>
    </w:p>
    <w:p w:rsidR="00AA4E66" w:rsidRPr="009B19D0" w:rsidRDefault="006E4E96" w:rsidP="009B19D0">
      <w:pPr>
        <w:pStyle w:val="QuestionResponseLast"/>
      </w:pPr>
      <w:r w:rsidRPr="002B460C">
        <w:t>9</w:t>
      </w:r>
      <w:r w:rsidRPr="002B460C">
        <w:tab/>
        <w:t>Refused (DO NOT READ)</w:t>
      </w:r>
    </w:p>
    <w:p w:rsidR="00AA4E66" w:rsidRPr="00AA4E66" w:rsidRDefault="00AA4E66" w:rsidP="00AA4E66">
      <w:pPr>
        <w:pStyle w:val="QuestionInstruction"/>
        <w:rPr>
          <w:bCs/>
          <w:caps/>
        </w:rPr>
      </w:pPr>
      <w:r>
        <w:rPr>
          <w:bCs/>
          <w:caps/>
        </w:rPr>
        <w:t>ASK ALL IN JAPAN ONLY I</w:t>
      </w:r>
      <w:r w:rsidR="00573B9A">
        <w:rPr>
          <w:bCs/>
          <w:caps/>
        </w:rPr>
        <w:t>N</w:t>
      </w:r>
      <w:r>
        <w:rPr>
          <w:bCs/>
          <w:caps/>
        </w:rPr>
        <w:t xml:space="preserve"> RE-CONTACT SURVEY</w:t>
      </w:r>
    </w:p>
    <w:p w:rsidR="00AA4E66" w:rsidRPr="00AF74FB" w:rsidRDefault="00D00882" w:rsidP="00AA4E66">
      <w:pPr>
        <w:pStyle w:val="Question"/>
        <w:rPr>
          <w:szCs w:val="22"/>
        </w:rPr>
      </w:pPr>
      <w:r>
        <w:rPr>
          <w:rFonts w:ascii="Tahoma" w:hAnsi="Tahoma" w:cs="Tahoma"/>
          <w:b/>
          <w:bCs/>
          <w:sz w:val="16"/>
          <w:szCs w:val="16"/>
        </w:rPr>
        <w:t>RE_</w:t>
      </w:r>
      <w:r w:rsidR="00AA4E66" w:rsidRPr="00AA4E66">
        <w:rPr>
          <w:rFonts w:ascii="Tahoma" w:hAnsi="Tahoma" w:cs="Tahoma"/>
          <w:b/>
          <w:bCs/>
          <w:sz w:val="16"/>
          <w:szCs w:val="16"/>
        </w:rPr>
        <w:t>JAP6</w:t>
      </w:r>
      <w:r w:rsidR="00AA4E66" w:rsidRPr="00AF74FB">
        <w:rPr>
          <w:sz w:val="24"/>
        </w:rPr>
        <w:t xml:space="preserve">     </w:t>
      </w:r>
      <w:r w:rsidR="00AA4E66" w:rsidRPr="00AF74FB">
        <w:rPr>
          <w:szCs w:val="22"/>
        </w:rPr>
        <w:t>As a result of the earthquake and tsunami did you or members of your household:</w:t>
      </w:r>
      <w:r w:rsidR="00AA4E66" w:rsidRPr="00AF74FB">
        <w:rPr>
          <w:i/>
          <w:iCs/>
          <w:szCs w:val="22"/>
        </w:rPr>
        <w:t xml:space="preserve"> </w:t>
      </w:r>
    </w:p>
    <w:p w:rsidR="00AA4E66" w:rsidRPr="00AA4E66" w:rsidRDefault="00AA4E66" w:rsidP="00AA4E66">
      <w:pPr>
        <w:pStyle w:val="questionlist0"/>
        <w:rPr>
          <w:rFonts w:ascii="Tahoma" w:hAnsi="Tahoma" w:cs="Tahoma"/>
          <w:b/>
          <w:sz w:val="16"/>
          <w:szCs w:val="16"/>
          <w:lang w:eastAsia="ja-JP"/>
        </w:rPr>
      </w:pPr>
      <w:r w:rsidRPr="00AA4E66">
        <w:rPr>
          <w:rFonts w:ascii="Tahoma" w:hAnsi="Tahoma" w:cs="Tahoma"/>
          <w:b/>
          <w:sz w:val="16"/>
          <w:szCs w:val="16"/>
          <w:lang w:eastAsia="ja-JP"/>
        </w:rPr>
        <w:t xml:space="preserve">ROTATE A TO G </w:t>
      </w:r>
    </w:p>
    <w:p w:rsidR="00AA4E66" w:rsidRPr="00AA4E66" w:rsidRDefault="00AA4E66" w:rsidP="00AA4E66">
      <w:pPr>
        <w:pStyle w:val="questionlist0"/>
        <w:rPr>
          <w:sz w:val="22"/>
          <w:szCs w:val="22"/>
          <w:lang w:eastAsia="ja-JP"/>
        </w:rPr>
      </w:pPr>
      <w:r w:rsidRPr="00AA4E66">
        <w:rPr>
          <w:rFonts w:ascii="Tahoma" w:hAnsi="Tahoma" w:cs="Tahoma"/>
          <w:b/>
          <w:sz w:val="16"/>
          <w:szCs w:val="16"/>
          <w:lang w:eastAsia="ja-JP"/>
        </w:rPr>
        <w:t>a.</w:t>
      </w:r>
      <w:r w:rsidRPr="00AA4E66">
        <w:rPr>
          <w:sz w:val="22"/>
          <w:szCs w:val="22"/>
          <w:lang w:eastAsia="ja-JP"/>
        </w:rPr>
        <w:t>     Leave your home to go to a safe location</w:t>
      </w:r>
    </w:p>
    <w:p w:rsidR="00AA4E66" w:rsidRPr="00AA4E66" w:rsidRDefault="00AA4E66" w:rsidP="00AA4E66">
      <w:pPr>
        <w:pStyle w:val="questionlist0"/>
        <w:rPr>
          <w:sz w:val="22"/>
          <w:szCs w:val="22"/>
          <w:lang w:eastAsia="ja-JP"/>
        </w:rPr>
      </w:pPr>
      <w:r w:rsidRPr="00AA4E66">
        <w:rPr>
          <w:rFonts w:ascii="Tahoma" w:hAnsi="Tahoma" w:cs="Tahoma"/>
          <w:b/>
          <w:sz w:val="16"/>
          <w:szCs w:val="16"/>
          <w:lang w:eastAsia="ja-JP"/>
        </w:rPr>
        <w:t>b.</w:t>
      </w:r>
      <w:r w:rsidRPr="00AA4E66">
        <w:rPr>
          <w:sz w:val="22"/>
          <w:szCs w:val="22"/>
          <w:lang w:eastAsia="ja-JP"/>
        </w:rPr>
        <w:t>     Have difficulty obtaining food or clean drinking water</w:t>
      </w:r>
    </w:p>
    <w:p w:rsidR="00AA4E66" w:rsidRPr="00AA4E66" w:rsidRDefault="00AA4E66" w:rsidP="00AA4E66">
      <w:pPr>
        <w:pStyle w:val="questionlist0"/>
        <w:rPr>
          <w:color w:val="1F497D"/>
          <w:sz w:val="22"/>
          <w:szCs w:val="22"/>
          <w:lang w:eastAsia="ja-JP"/>
        </w:rPr>
      </w:pPr>
      <w:r w:rsidRPr="00AA4E66">
        <w:rPr>
          <w:rFonts w:ascii="Tahoma" w:hAnsi="Tahoma" w:cs="Tahoma"/>
          <w:b/>
          <w:sz w:val="16"/>
          <w:szCs w:val="16"/>
          <w:lang w:eastAsia="ja-JP"/>
        </w:rPr>
        <w:t>c.</w:t>
      </w:r>
      <w:r w:rsidRPr="00AA4E66">
        <w:rPr>
          <w:sz w:val="22"/>
          <w:szCs w:val="22"/>
          <w:lang w:eastAsia="ja-JP"/>
        </w:rPr>
        <w:t>     Lose time at work</w:t>
      </w:r>
      <w:r w:rsidRPr="00AA4E66">
        <w:rPr>
          <w:color w:val="1F497D"/>
          <w:sz w:val="22"/>
          <w:szCs w:val="22"/>
          <w:lang w:eastAsia="ja-JP"/>
        </w:rPr>
        <w:t xml:space="preserve">  </w:t>
      </w:r>
    </w:p>
    <w:p w:rsidR="00AA4E66" w:rsidRPr="00AA4E66" w:rsidRDefault="00AA4E66" w:rsidP="00AA4E66">
      <w:pPr>
        <w:pStyle w:val="questionlist0"/>
        <w:rPr>
          <w:sz w:val="22"/>
          <w:szCs w:val="22"/>
          <w:lang w:eastAsia="ja-JP"/>
        </w:rPr>
      </w:pPr>
      <w:r w:rsidRPr="00AA4E66">
        <w:rPr>
          <w:rFonts w:ascii="Tahoma" w:hAnsi="Tahoma" w:cs="Tahoma"/>
          <w:b/>
          <w:sz w:val="16"/>
          <w:szCs w:val="16"/>
          <w:lang w:eastAsia="ja-JP"/>
        </w:rPr>
        <w:t>d.</w:t>
      </w:r>
      <w:r w:rsidRPr="00AA4E66">
        <w:rPr>
          <w:sz w:val="22"/>
          <w:szCs w:val="22"/>
          <w:lang w:eastAsia="ja-JP"/>
        </w:rPr>
        <w:t>    Experience electrical blackouts</w:t>
      </w:r>
    </w:p>
    <w:p w:rsidR="00AA4E66" w:rsidRPr="00AA4E66" w:rsidRDefault="00AA4E66" w:rsidP="00AA4E66">
      <w:pPr>
        <w:pStyle w:val="questionlist0"/>
        <w:rPr>
          <w:sz w:val="22"/>
          <w:szCs w:val="22"/>
          <w:lang w:eastAsia="ja-JP"/>
        </w:rPr>
      </w:pPr>
      <w:r w:rsidRPr="00AA4E66">
        <w:rPr>
          <w:rFonts w:ascii="Tahoma" w:hAnsi="Tahoma" w:cs="Tahoma"/>
          <w:b/>
          <w:sz w:val="16"/>
          <w:szCs w:val="16"/>
          <w:lang w:eastAsia="ja-JP"/>
        </w:rPr>
        <w:t>e.</w:t>
      </w:r>
      <w:r w:rsidRPr="00AA4E66">
        <w:rPr>
          <w:sz w:val="22"/>
          <w:szCs w:val="22"/>
          <w:lang w:eastAsia="ja-JP"/>
        </w:rPr>
        <w:t xml:space="preserve">     Lose employment </w:t>
      </w:r>
    </w:p>
    <w:p w:rsidR="00AA4E66" w:rsidRDefault="00AA4E66" w:rsidP="00AA4E66">
      <w:pPr>
        <w:pStyle w:val="QuestionListLast"/>
      </w:pPr>
      <w:r w:rsidRPr="00AA4E66">
        <w:rPr>
          <w:rFonts w:ascii="Tahoma" w:hAnsi="Tahoma" w:cs="Tahoma"/>
          <w:b/>
          <w:sz w:val="16"/>
          <w:szCs w:val="16"/>
        </w:rPr>
        <w:t>g.</w:t>
      </w:r>
      <w:r w:rsidRPr="00AA4E66">
        <w:tab/>
        <w:t>Experience damage to your home or other property</w:t>
      </w:r>
    </w:p>
    <w:p w:rsidR="00AA4E66" w:rsidRPr="002B460C" w:rsidRDefault="00AA4E66" w:rsidP="00AA4E66">
      <w:pPr>
        <w:ind w:left="1440" w:hanging="720"/>
      </w:pPr>
      <w:r w:rsidRPr="002B460C">
        <w:t>1</w:t>
      </w:r>
      <w:r w:rsidRPr="002B460C">
        <w:tab/>
        <w:t>Yes</w:t>
      </w:r>
    </w:p>
    <w:p w:rsidR="00AA4E66" w:rsidRPr="002B460C" w:rsidRDefault="00AA4E66" w:rsidP="00AA4E66">
      <w:pPr>
        <w:ind w:left="1440" w:hanging="720"/>
      </w:pPr>
      <w:r w:rsidRPr="002B460C">
        <w:t>2</w:t>
      </w:r>
      <w:r w:rsidRPr="002B460C">
        <w:tab/>
        <w:t>No</w:t>
      </w:r>
    </w:p>
    <w:p w:rsidR="00AA4E66" w:rsidRPr="002B460C" w:rsidRDefault="00AA4E66" w:rsidP="00AA4E66">
      <w:pPr>
        <w:pStyle w:val="QuestionResponse"/>
        <w:rPr>
          <w:szCs w:val="22"/>
        </w:rPr>
      </w:pPr>
      <w:r w:rsidRPr="002B460C">
        <w:rPr>
          <w:szCs w:val="22"/>
        </w:rPr>
        <w:t>8</w:t>
      </w:r>
      <w:r w:rsidRPr="002B460C">
        <w:rPr>
          <w:szCs w:val="22"/>
        </w:rPr>
        <w:tab/>
        <w:t>Don’t know (DO NOT READ)</w:t>
      </w:r>
    </w:p>
    <w:p w:rsidR="00AA4E66" w:rsidRDefault="00AA4E66" w:rsidP="00AA4E66">
      <w:pPr>
        <w:ind w:firstLine="715"/>
        <w:rPr>
          <w:szCs w:val="22"/>
        </w:rPr>
      </w:pPr>
      <w:r w:rsidRPr="002B460C">
        <w:rPr>
          <w:szCs w:val="22"/>
        </w:rPr>
        <w:t>9</w:t>
      </w:r>
      <w:r w:rsidRPr="002B460C">
        <w:rPr>
          <w:szCs w:val="22"/>
        </w:rPr>
        <w:tab/>
        <w:t>Refused (DO NOT READ)</w:t>
      </w:r>
    </w:p>
    <w:p w:rsidR="006E4E96" w:rsidRPr="002B460C" w:rsidRDefault="006E4E96" w:rsidP="006E4E96">
      <w:pPr>
        <w:ind w:left="715"/>
        <w:rPr>
          <w:b/>
        </w:rPr>
      </w:pPr>
    </w:p>
    <w:p w:rsidR="006E4E96" w:rsidRPr="002B460C" w:rsidRDefault="006E4E96" w:rsidP="006E4E96">
      <w:pPr>
        <w:ind w:left="715"/>
        <w:rPr>
          <w:szCs w:val="22"/>
        </w:rPr>
      </w:pPr>
      <w:r w:rsidRPr="002B460C">
        <w:rPr>
          <w:b/>
        </w:rPr>
        <w:t>ASK ALL IN JAPAN ONLY</w:t>
      </w:r>
    </w:p>
    <w:p w:rsidR="006E4E96" w:rsidRPr="002B460C" w:rsidRDefault="006E4E96" w:rsidP="006E4E96">
      <w:pPr>
        <w:ind w:left="715" w:hanging="715"/>
        <w:rPr>
          <w:rFonts w:cs="Calibri"/>
          <w:szCs w:val="22"/>
        </w:rPr>
      </w:pPr>
      <w:r w:rsidRPr="002B460C">
        <w:rPr>
          <w:rFonts w:ascii="Tahoma" w:hAnsi="Tahoma" w:cs="Tahoma"/>
          <w:b/>
          <w:sz w:val="16"/>
          <w:szCs w:val="16"/>
        </w:rPr>
        <w:t>JAP7</w:t>
      </w:r>
      <w:r w:rsidRPr="002B460C">
        <w:rPr>
          <w:rFonts w:cs="Calibri"/>
          <w:sz w:val="24"/>
        </w:rPr>
        <w:t xml:space="preserve"> </w:t>
      </w:r>
      <w:r w:rsidRPr="002B460C">
        <w:rPr>
          <w:rFonts w:cs="Calibri"/>
          <w:sz w:val="24"/>
        </w:rPr>
        <w:tab/>
      </w:r>
      <w:r w:rsidRPr="002B460C">
        <w:rPr>
          <w:rFonts w:cs="Calibri"/>
          <w:szCs w:val="22"/>
        </w:rPr>
        <w:t>As a result of the March 11</w:t>
      </w:r>
      <w:r w:rsidRPr="002B460C">
        <w:rPr>
          <w:rFonts w:cs="Calibri"/>
          <w:szCs w:val="22"/>
          <w:vertAlign w:val="superscript"/>
        </w:rPr>
        <w:t>th</w:t>
      </w:r>
      <w:r w:rsidRPr="002B460C">
        <w:rPr>
          <w:rFonts w:cs="Calibri"/>
          <w:szCs w:val="22"/>
        </w:rPr>
        <w:t xml:space="preserve"> earthquake and tsunami, do you believe Japan will become a stronger nation or a weaker nation? </w:t>
      </w:r>
    </w:p>
    <w:p w:rsidR="006E4E96" w:rsidRPr="002B460C" w:rsidRDefault="006E4E96" w:rsidP="006E4E96">
      <w:pPr>
        <w:rPr>
          <w:rFonts w:cs="Calibri"/>
          <w:szCs w:val="22"/>
        </w:rPr>
      </w:pPr>
    </w:p>
    <w:p w:rsidR="006E4E96" w:rsidRPr="002B460C" w:rsidRDefault="006E4E96" w:rsidP="006E4E96">
      <w:pPr>
        <w:ind w:left="1435" w:hanging="720"/>
        <w:rPr>
          <w:rFonts w:cs="Calibri"/>
          <w:szCs w:val="22"/>
        </w:rPr>
      </w:pPr>
      <w:r w:rsidRPr="002B460C">
        <w:rPr>
          <w:rFonts w:cs="Calibri"/>
          <w:szCs w:val="22"/>
        </w:rPr>
        <w:t>1</w:t>
      </w:r>
      <w:r w:rsidRPr="002B460C">
        <w:rPr>
          <w:rFonts w:cs="Calibri"/>
          <w:szCs w:val="22"/>
        </w:rPr>
        <w:tab/>
        <w:t>Stronger</w:t>
      </w:r>
    </w:p>
    <w:p w:rsidR="006E4E96" w:rsidRPr="002B460C" w:rsidRDefault="006E4E96" w:rsidP="006E4E96">
      <w:pPr>
        <w:ind w:left="1435" w:hanging="720"/>
        <w:rPr>
          <w:rFonts w:cs="Calibri"/>
          <w:szCs w:val="22"/>
        </w:rPr>
      </w:pPr>
      <w:r w:rsidRPr="002B460C">
        <w:rPr>
          <w:rFonts w:cs="Calibri"/>
          <w:szCs w:val="22"/>
        </w:rPr>
        <w:t>2</w:t>
      </w:r>
      <w:r w:rsidRPr="002B460C">
        <w:rPr>
          <w:rFonts w:cs="Calibri"/>
          <w:szCs w:val="22"/>
        </w:rPr>
        <w:tab/>
        <w:t>Weaker</w:t>
      </w:r>
    </w:p>
    <w:p w:rsidR="006E4E96" w:rsidRPr="002B460C" w:rsidRDefault="006E4E96" w:rsidP="006E4E96">
      <w:pPr>
        <w:ind w:left="1435" w:hanging="720"/>
        <w:rPr>
          <w:rFonts w:cs="Calibri"/>
          <w:szCs w:val="22"/>
        </w:rPr>
      </w:pPr>
      <w:r w:rsidRPr="002B460C">
        <w:rPr>
          <w:rFonts w:cs="Calibri"/>
          <w:szCs w:val="22"/>
        </w:rPr>
        <w:t>3</w:t>
      </w:r>
      <w:r w:rsidRPr="002B460C">
        <w:rPr>
          <w:rFonts w:cs="Calibri"/>
          <w:szCs w:val="22"/>
        </w:rPr>
        <w:tab/>
        <w:t xml:space="preserve">Neither </w:t>
      </w:r>
      <w:r w:rsidRPr="002B460C">
        <w:t>(DO NOT READ)</w:t>
      </w:r>
    </w:p>
    <w:p w:rsidR="006E4E96" w:rsidRPr="002B460C" w:rsidRDefault="006E4E96" w:rsidP="006E4E96">
      <w:pPr>
        <w:pStyle w:val="QuestionResponse"/>
      </w:pPr>
      <w:r w:rsidRPr="002B460C">
        <w:t>8</w:t>
      </w:r>
      <w:r w:rsidRPr="002B460C">
        <w:tab/>
        <w:t>Don’t know (DO NOT READ)</w:t>
      </w:r>
    </w:p>
    <w:p w:rsidR="006E4E96" w:rsidRPr="002B460C" w:rsidRDefault="006E4E96" w:rsidP="006E4E96">
      <w:pPr>
        <w:pStyle w:val="QuestionResponseLast"/>
        <w:rPr>
          <w:b/>
        </w:rPr>
      </w:pPr>
      <w:r w:rsidRPr="002B460C">
        <w:t>9</w:t>
      </w:r>
      <w:r w:rsidRPr="002B460C">
        <w:tab/>
        <w:t>Refused (DO NOT READ)</w:t>
      </w:r>
    </w:p>
    <w:p w:rsidR="00734985" w:rsidRDefault="00734985">
      <w:pPr>
        <w:rPr>
          <w:b/>
        </w:rPr>
      </w:pPr>
      <w:r>
        <w:rPr>
          <w:b/>
        </w:rPr>
        <w:br w:type="page"/>
      </w:r>
    </w:p>
    <w:p w:rsidR="006E4E96" w:rsidRPr="002B460C" w:rsidRDefault="006E4E96" w:rsidP="006E4E96">
      <w:pPr>
        <w:ind w:firstLine="715"/>
        <w:rPr>
          <w:rFonts w:cs="Calibri"/>
          <w:b/>
          <w:szCs w:val="22"/>
        </w:rPr>
      </w:pPr>
      <w:r w:rsidRPr="002B460C">
        <w:rPr>
          <w:b/>
        </w:rPr>
        <w:lastRenderedPageBreak/>
        <w:t>ASK ALL IN JAPAN ONLY</w:t>
      </w:r>
    </w:p>
    <w:p w:rsidR="006E4E96" w:rsidRPr="002B460C" w:rsidRDefault="006E4E96" w:rsidP="006E4E96">
      <w:pPr>
        <w:ind w:left="715" w:hanging="715"/>
        <w:rPr>
          <w:rFonts w:cs="Calibri"/>
          <w:szCs w:val="22"/>
        </w:rPr>
      </w:pPr>
      <w:r w:rsidRPr="002B460C">
        <w:rPr>
          <w:rFonts w:ascii="Tahoma" w:hAnsi="Tahoma" w:cs="Tahoma"/>
          <w:b/>
          <w:sz w:val="16"/>
          <w:szCs w:val="16"/>
        </w:rPr>
        <w:t>JAP8</w:t>
      </w:r>
      <w:r w:rsidRPr="002B460C">
        <w:rPr>
          <w:rFonts w:ascii="Tahoma" w:hAnsi="Tahoma" w:cs="Tahoma"/>
          <w:b/>
          <w:sz w:val="16"/>
          <w:szCs w:val="16"/>
        </w:rPr>
        <w:tab/>
      </w:r>
      <w:r w:rsidRPr="002B460C">
        <w:rPr>
          <w:rFonts w:cs="Calibri"/>
          <w:szCs w:val="22"/>
        </w:rPr>
        <w:t xml:space="preserve">As I read a list of groups and organizations, please tell me how good a job each has done in responding to the impact of the March 11th earthquake and tsunami – very good, somewhat good, somewhat poor, very poor? </w:t>
      </w:r>
    </w:p>
    <w:p w:rsidR="006E4E96" w:rsidRPr="002B460C" w:rsidRDefault="006E4E96" w:rsidP="006E4E96">
      <w:pPr>
        <w:ind w:left="1435" w:hanging="720"/>
        <w:rPr>
          <w:rFonts w:cs="Calibri"/>
          <w:szCs w:val="22"/>
        </w:rPr>
      </w:pPr>
    </w:p>
    <w:p w:rsidR="006E4E96" w:rsidRPr="002B460C" w:rsidRDefault="006E4E96" w:rsidP="006E4E96">
      <w:pPr>
        <w:ind w:left="1440" w:hanging="720"/>
        <w:rPr>
          <w:rFonts w:ascii="Tahoma" w:hAnsi="Tahoma" w:cs="Tahoma"/>
          <w:b/>
          <w:bCs/>
          <w:sz w:val="16"/>
          <w:szCs w:val="16"/>
        </w:rPr>
      </w:pPr>
      <w:r w:rsidRPr="002B460C">
        <w:rPr>
          <w:rFonts w:ascii="Tahoma" w:hAnsi="Tahoma" w:cs="Tahoma"/>
          <w:b/>
          <w:bCs/>
          <w:sz w:val="16"/>
          <w:szCs w:val="16"/>
        </w:rPr>
        <w:t>ROTATE</w:t>
      </w:r>
    </w:p>
    <w:p w:rsidR="006E4E96" w:rsidRPr="002B460C" w:rsidRDefault="006E4E96" w:rsidP="006E4E96">
      <w:pPr>
        <w:pStyle w:val="QuestionResponseLast"/>
        <w:numPr>
          <w:ilvl w:val="0"/>
          <w:numId w:val="17"/>
        </w:numPr>
        <w:spacing w:after="120"/>
        <w:rPr>
          <w:szCs w:val="22"/>
        </w:rPr>
      </w:pPr>
      <w:r w:rsidRPr="002B460C">
        <w:rPr>
          <w:szCs w:val="22"/>
        </w:rPr>
        <w:t xml:space="preserve">Our national government </w:t>
      </w:r>
    </w:p>
    <w:p w:rsidR="006E4E96" w:rsidRPr="002B460C" w:rsidRDefault="006E4E96" w:rsidP="006E4E96">
      <w:pPr>
        <w:pStyle w:val="QuestionResponseLast"/>
        <w:numPr>
          <w:ilvl w:val="0"/>
          <w:numId w:val="17"/>
        </w:numPr>
        <w:spacing w:after="120"/>
        <w:rPr>
          <w:szCs w:val="22"/>
        </w:rPr>
      </w:pPr>
      <w:r w:rsidRPr="002B460C">
        <w:rPr>
          <w:szCs w:val="22"/>
        </w:rPr>
        <w:t>Prime Minister Naoto Kan</w:t>
      </w:r>
    </w:p>
    <w:p w:rsidR="006E4E96" w:rsidRPr="002B460C" w:rsidRDefault="006E4E96" w:rsidP="006E4E96">
      <w:pPr>
        <w:pStyle w:val="QuestionResponseLast"/>
        <w:numPr>
          <w:ilvl w:val="0"/>
          <w:numId w:val="17"/>
        </w:numPr>
        <w:spacing w:after="120"/>
        <w:rPr>
          <w:szCs w:val="22"/>
        </w:rPr>
      </w:pPr>
      <w:r w:rsidRPr="002B460C">
        <w:rPr>
          <w:szCs w:val="22"/>
        </w:rPr>
        <w:t>Self Defense Force</w:t>
      </w:r>
    </w:p>
    <w:p w:rsidR="006E4E96" w:rsidRPr="004B0B91" w:rsidRDefault="004B0B91" w:rsidP="006E4E96">
      <w:pPr>
        <w:pStyle w:val="QuestionResponseLast"/>
        <w:numPr>
          <w:ilvl w:val="0"/>
          <w:numId w:val="17"/>
        </w:numPr>
        <w:spacing w:after="120"/>
        <w:rPr>
          <w:szCs w:val="22"/>
        </w:rPr>
      </w:pPr>
      <w:r w:rsidRPr="004B0B91">
        <w:t>News organizations – such as television, radio, newspapers and magazines</w:t>
      </w:r>
    </w:p>
    <w:p w:rsidR="006E4E96" w:rsidRPr="002B460C" w:rsidRDefault="006E4E96" w:rsidP="006E4E96">
      <w:pPr>
        <w:ind w:firstLine="720"/>
        <w:rPr>
          <w:szCs w:val="22"/>
        </w:rPr>
      </w:pPr>
      <w:r w:rsidRPr="002B460C">
        <w:rPr>
          <w:b/>
          <w:szCs w:val="22"/>
        </w:rPr>
        <w:t>e.</w:t>
      </w:r>
      <w:r w:rsidRPr="002B460C">
        <w:rPr>
          <w:szCs w:val="22"/>
        </w:rPr>
        <w:t xml:space="preserve">    Tokyo Electric Power Company (TEPCO)</w:t>
      </w:r>
    </w:p>
    <w:p w:rsidR="006E4E96" w:rsidRPr="002B460C" w:rsidRDefault="006E4E96" w:rsidP="006E4E96">
      <w:pPr>
        <w:autoSpaceDE w:val="0"/>
        <w:autoSpaceDN w:val="0"/>
        <w:adjustRightInd w:val="0"/>
        <w:ind w:left="715"/>
        <w:rPr>
          <w:b/>
        </w:rPr>
      </w:pPr>
    </w:p>
    <w:p w:rsidR="006E4E96" w:rsidRPr="002B460C" w:rsidRDefault="006E4E96" w:rsidP="006E4E96">
      <w:pPr>
        <w:pStyle w:val="QuestionResponse"/>
      </w:pPr>
      <w:r w:rsidRPr="002B460C">
        <w:t>1</w:t>
      </w:r>
      <w:r w:rsidRPr="002B460C">
        <w:tab/>
        <w:t>Very good</w:t>
      </w:r>
    </w:p>
    <w:p w:rsidR="006E4E96" w:rsidRPr="002B460C" w:rsidRDefault="006E4E96" w:rsidP="006E4E96">
      <w:pPr>
        <w:pStyle w:val="QuestionResponse"/>
      </w:pPr>
      <w:r w:rsidRPr="002B460C">
        <w:t>2</w:t>
      </w:r>
      <w:r w:rsidRPr="002B460C">
        <w:tab/>
        <w:t>Somewhat good</w:t>
      </w:r>
    </w:p>
    <w:p w:rsidR="006E4E96" w:rsidRPr="002B460C" w:rsidRDefault="006E4E96" w:rsidP="006E4E96">
      <w:pPr>
        <w:pStyle w:val="QuestionResponse"/>
      </w:pPr>
      <w:r w:rsidRPr="002B460C">
        <w:t>3</w:t>
      </w:r>
      <w:r w:rsidRPr="002B460C">
        <w:tab/>
        <w:t>Somewhat poor</w:t>
      </w:r>
    </w:p>
    <w:p w:rsidR="006E4E96" w:rsidRPr="002B460C" w:rsidRDefault="006E4E96" w:rsidP="006E4E96">
      <w:pPr>
        <w:pStyle w:val="QuestionResponse"/>
      </w:pPr>
      <w:r w:rsidRPr="002B460C">
        <w:t>4</w:t>
      </w:r>
      <w:r w:rsidRPr="002B460C">
        <w:tab/>
        <w:t xml:space="preserve">Very poor </w:t>
      </w:r>
    </w:p>
    <w:p w:rsidR="006E4E96" w:rsidRPr="002B460C" w:rsidRDefault="006E4E96" w:rsidP="006E4E96">
      <w:pPr>
        <w:pStyle w:val="QuestionResponse"/>
      </w:pPr>
      <w:r w:rsidRPr="002B460C">
        <w:t>8</w:t>
      </w:r>
      <w:r w:rsidRPr="002B460C">
        <w:tab/>
        <w:t>Don’t know (DO NOT READ)</w:t>
      </w:r>
    </w:p>
    <w:p w:rsidR="006E4E96" w:rsidRPr="002B460C" w:rsidRDefault="006E4E96" w:rsidP="00734985">
      <w:pPr>
        <w:pStyle w:val="QuestionResponseLast"/>
        <w:rPr>
          <w:szCs w:val="22"/>
        </w:rPr>
      </w:pPr>
      <w:r w:rsidRPr="002B460C">
        <w:t>9</w:t>
      </w:r>
      <w:r w:rsidRPr="002B460C">
        <w:tab/>
        <w:t>Refused (DO NOT READ)</w:t>
      </w:r>
    </w:p>
    <w:p w:rsidR="00E779E5" w:rsidRPr="002B460C" w:rsidRDefault="00E779E5" w:rsidP="00E779E5">
      <w:pPr>
        <w:pStyle w:val="QuestionInstruction"/>
        <w:rPr>
          <w:bCs/>
          <w:caps/>
        </w:rPr>
      </w:pPr>
      <w:r w:rsidRPr="002B460C">
        <w:rPr>
          <w:bCs/>
          <w:caps/>
        </w:rPr>
        <w:lastRenderedPageBreak/>
        <w:t>ASK ALL</w:t>
      </w:r>
    </w:p>
    <w:p w:rsidR="00E779E5" w:rsidRDefault="00E779E5" w:rsidP="00E779E5">
      <w:pPr>
        <w:pStyle w:val="Question"/>
        <w:spacing w:after="0"/>
        <w:rPr>
          <w:i/>
        </w:rPr>
      </w:pPr>
      <w:r w:rsidRPr="002B460C">
        <w:rPr>
          <w:rFonts w:ascii="Tahoma" w:hAnsi="Tahoma" w:cs="Tahoma"/>
          <w:b/>
          <w:sz w:val="16"/>
          <w:szCs w:val="16"/>
        </w:rPr>
        <w:t>Q3</w:t>
      </w:r>
      <w:r w:rsidRPr="002B460C">
        <w:tab/>
        <w:t xml:space="preserve">Please tell me if you have a very favorable, somewhat favorable, somewhat unfavorable or very unfavorable opinion of (INSERT)? </w:t>
      </w:r>
    </w:p>
    <w:p w:rsidR="001D1708" w:rsidRPr="002B460C" w:rsidRDefault="001D1708" w:rsidP="00E779E5">
      <w:pPr>
        <w:pStyle w:val="Question"/>
        <w:spacing w:after="0"/>
      </w:pPr>
    </w:p>
    <w:p w:rsidR="00E779E5" w:rsidRPr="002B460C" w:rsidRDefault="00E779E5" w:rsidP="00E779E5">
      <w:pPr>
        <w:pStyle w:val="questionlist0"/>
        <w:ind w:left="720" w:firstLine="0"/>
        <w:rPr>
          <w:rFonts w:ascii="Tahoma" w:hAnsi="Tahoma" w:cs="Tahoma"/>
          <w:b/>
          <w:bCs/>
          <w:sz w:val="16"/>
          <w:szCs w:val="16"/>
        </w:rPr>
      </w:pPr>
      <w:r w:rsidRPr="002B460C">
        <w:rPr>
          <w:rFonts w:ascii="Tahoma" w:hAnsi="Tahoma" w:cs="Tahoma"/>
          <w:b/>
          <w:bCs/>
          <w:sz w:val="16"/>
          <w:szCs w:val="16"/>
        </w:rPr>
        <w:t>FOR TELEPHONE SURVEYS ASK A AND B TOGETHER FIRST—THEN ROTATE C TO S (C to L IN THE U.S.)—IN JAPAN ASK Q AND R LAST</w:t>
      </w:r>
    </w:p>
    <w:p w:rsidR="001D1708" w:rsidRDefault="001A0801" w:rsidP="001A0801">
      <w:pPr>
        <w:pStyle w:val="QuestionList"/>
        <w:rPr>
          <w:i/>
        </w:rPr>
      </w:pPr>
      <w:r w:rsidRPr="002B460C">
        <w:rPr>
          <w:rFonts w:ascii="Tahoma" w:hAnsi="Tahoma" w:cs="Tahoma"/>
          <w:b/>
          <w:sz w:val="16"/>
          <w:szCs w:val="16"/>
        </w:rPr>
        <w:t>a.</w:t>
      </w:r>
      <w:r w:rsidRPr="002B460C">
        <w:tab/>
      </w:r>
      <w:r w:rsidR="00E779E5" w:rsidRPr="002B460C">
        <w:t xml:space="preserve">The United States </w:t>
      </w:r>
    </w:p>
    <w:p w:rsidR="00E779E5" w:rsidRPr="002B460C" w:rsidRDefault="001A0801" w:rsidP="001A0801">
      <w:pPr>
        <w:pStyle w:val="QuestionList"/>
      </w:pPr>
      <w:r w:rsidRPr="002B460C">
        <w:rPr>
          <w:rFonts w:ascii="Tahoma" w:hAnsi="Tahoma" w:cs="Tahoma"/>
          <w:b/>
          <w:sz w:val="16"/>
          <w:szCs w:val="16"/>
        </w:rPr>
        <w:t>b.</w:t>
      </w:r>
      <w:r w:rsidRPr="002B460C">
        <w:tab/>
      </w:r>
      <w:r w:rsidR="00E779E5" w:rsidRPr="002B460C">
        <w:t xml:space="preserve">Americans </w:t>
      </w:r>
    </w:p>
    <w:p w:rsidR="001D1708" w:rsidRDefault="001A0801" w:rsidP="001A0801">
      <w:pPr>
        <w:pStyle w:val="QuestionList"/>
      </w:pPr>
      <w:r w:rsidRPr="002B460C">
        <w:rPr>
          <w:rFonts w:ascii="Tahoma" w:hAnsi="Tahoma" w:cs="Tahoma"/>
          <w:b/>
          <w:sz w:val="16"/>
          <w:szCs w:val="16"/>
        </w:rPr>
        <w:t>c.</w:t>
      </w:r>
      <w:r w:rsidRPr="002B460C">
        <w:tab/>
      </w:r>
      <w:r w:rsidR="00E779E5" w:rsidRPr="002B460C">
        <w:t xml:space="preserve">China </w:t>
      </w:r>
    </w:p>
    <w:p w:rsidR="00E779E5" w:rsidRPr="002B460C" w:rsidRDefault="001A0801" w:rsidP="001A0801">
      <w:pPr>
        <w:pStyle w:val="QuestionList"/>
        <w:rPr>
          <w:i/>
        </w:rPr>
      </w:pPr>
      <w:r w:rsidRPr="002B460C">
        <w:rPr>
          <w:rFonts w:ascii="Tahoma" w:hAnsi="Tahoma" w:cs="Tahoma"/>
          <w:b/>
          <w:sz w:val="16"/>
          <w:szCs w:val="16"/>
        </w:rPr>
        <w:t>d.</w:t>
      </w:r>
      <w:r w:rsidRPr="002B460C">
        <w:tab/>
      </w:r>
      <w:r w:rsidR="00E779E5" w:rsidRPr="002B460C">
        <w:t xml:space="preserve">Iran </w:t>
      </w:r>
    </w:p>
    <w:p w:rsidR="001D1708" w:rsidRDefault="001A0801" w:rsidP="001A0801">
      <w:pPr>
        <w:pStyle w:val="QuestionList"/>
        <w:rPr>
          <w:i/>
        </w:rPr>
      </w:pPr>
      <w:r w:rsidRPr="002B460C">
        <w:rPr>
          <w:rFonts w:ascii="Tahoma" w:hAnsi="Tahoma" w:cs="Tahoma"/>
          <w:b/>
          <w:sz w:val="16"/>
          <w:szCs w:val="16"/>
        </w:rPr>
        <w:t>e.</w:t>
      </w:r>
      <w:r w:rsidRPr="002B460C">
        <w:tab/>
      </w:r>
      <w:r w:rsidR="00E779E5" w:rsidRPr="002B460C">
        <w:t xml:space="preserve">Russia </w:t>
      </w:r>
    </w:p>
    <w:p w:rsidR="001D1708" w:rsidRDefault="001A0801" w:rsidP="001A0801">
      <w:pPr>
        <w:pStyle w:val="QuestionList"/>
        <w:rPr>
          <w:i/>
        </w:rPr>
      </w:pPr>
      <w:r w:rsidRPr="002B460C">
        <w:rPr>
          <w:rFonts w:ascii="Tahoma" w:hAnsi="Tahoma" w:cs="Tahoma"/>
          <w:b/>
          <w:sz w:val="16"/>
          <w:szCs w:val="16"/>
        </w:rPr>
        <w:t>f.</w:t>
      </w:r>
      <w:r w:rsidRPr="002B460C">
        <w:tab/>
      </w:r>
      <w:r w:rsidR="00E779E5" w:rsidRPr="002B460C">
        <w:t>The European Union</w:t>
      </w:r>
      <w:r w:rsidR="00E779E5" w:rsidRPr="002B460C">
        <w:rPr>
          <w:rFonts w:ascii="Tahoma" w:hAnsi="Tahoma" w:cs="Tahoma"/>
          <w:b/>
          <w:sz w:val="16"/>
          <w:szCs w:val="16"/>
        </w:rPr>
        <w:t xml:space="preserve"> </w:t>
      </w:r>
    </w:p>
    <w:p w:rsidR="001D1708" w:rsidRDefault="001A0801" w:rsidP="001A0801">
      <w:pPr>
        <w:pStyle w:val="QuestionList"/>
        <w:rPr>
          <w:i/>
        </w:rPr>
      </w:pPr>
      <w:r w:rsidRPr="002B460C">
        <w:rPr>
          <w:rFonts w:ascii="Tahoma" w:hAnsi="Tahoma" w:cs="Tahoma"/>
          <w:b/>
          <w:sz w:val="16"/>
          <w:szCs w:val="16"/>
        </w:rPr>
        <w:t>g.</w:t>
      </w:r>
      <w:r w:rsidRPr="002B460C">
        <w:tab/>
      </w:r>
      <w:r w:rsidR="00E779E5" w:rsidRPr="002B460C">
        <w:t xml:space="preserve">Jews </w:t>
      </w:r>
    </w:p>
    <w:p w:rsidR="001D1708" w:rsidRDefault="001A0801" w:rsidP="001A0801">
      <w:pPr>
        <w:pStyle w:val="QuestionList"/>
        <w:rPr>
          <w:i/>
        </w:rPr>
      </w:pPr>
      <w:r w:rsidRPr="002B460C">
        <w:rPr>
          <w:rFonts w:ascii="Tahoma" w:hAnsi="Tahoma" w:cs="Tahoma"/>
          <w:b/>
          <w:sz w:val="16"/>
          <w:szCs w:val="16"/>
        </w:rPr>
        <w:t>h.</w:t>
      </w:r>
      <w:r w:rsidRPr="002B460C">
        <w:tab/>
      </w:r>
      <w:r w:rsidR="00E779E5" w:rsidRPr="002B460C">
        <w:t>Christians</w:t>
      </w:r>
      <w:r w:rsidR="00734985">
        <w:rPr>
          <w:rStyle w:val="FootnoteReference"/>
        </w:rPr>
        <w:footnoteReference w:id="1"/>
      </w:r>
      <w:r w:rsidR="00E779E5" w:rsidRPr="002B460C">
        <w:t xml:space="preserve"> </w:t>
      </w:r>
    </w:p>
    <w:p w:rsidR="001D1708" w:rsidRDefault="001A0801" w:rsidP="001A0801">
      <w:pPr>
        <w:pStyle w:val="QuestionList"/>
        <w:rPr>
          <w:i/>
        </w:rPr>
      </w:pPr>
      <w:r w:rsidRPr="002B460C">
        <w:rPr>
          <w:rFonts w:ascii="Tahoma" w:hAnsi="Tahoma" w:cs="Tahoma"/>
          <w:b/>
          <w:sz w:val="16"/>
          <w:szCs w:val="16"/>
        </w:rPr>
        <w:t>i.</w:t>
      </w:r>
      <w:r w:rsidRPr="002B460C">
        <w:tab/>
      </w:r>
      <w:r w:rsidR="00E779E5" w:rsidRPr="002B460C">
        <w:t xml:space="preserve">Muslims </w:t>
      </w:r>
    </w:p>
    <w:p w:rsidR="001D1708" w:rsidRDefault="001A0801" w:rsidP="001A0801">
      <w:pPr>
        <w:pStyle w:val="QuestionList"/>
        <w:rPr>
          <w:i/>
          <w:iCs/>
        </w:rPr>
      </w:pPr>
      <w:r w:rsidRPr="002B460C">
        <w:rPr>
          <w:rFonts w:ascii="Tahoma" w:hAnsi="Tahoma" w:cs="Tahoma"/>
          <w:b/>
          <w:iCs/>
          <w:sz w:val="16"/>
          <w:szCs w:val="16"/>
        </w:rPr>
        <w:t>j.</w:t>
      </w:r>
      <w:r w:rsidRPr="002B460C">
        <w:rPr>
          <w:iCs/>
        </w:rPr>
        <w:tab/>
      </w:r>
      <w:r w:rsidR="00E779E5" w:rsidRPr="002B460C">
        <w:rPr>
          <w:iCs/>
        </w:rPr>
        <w:t xml:space="preserve">The United Nations </w:t>
      </w:r>
    </w:p>
    <w:p w:rsidR="001D1708" w:rsidRDefault="001A0801" w:rsidP="001A0801">
      <w:pPr>
        <w:pStyle w:val="QuestionList"/>
        <w:rPr>
          <w:i/>
          <w:szCs w:val="20"/>
        </w:rPr>
      </w:pPr>
      <w:r w:rsidRPr="002B460C">
        <w:rPr>
          <w:rFonts w:ascii="Tahoma" w:hAnsi="Tahoma" w:cs="Tahoma"/>
          <w:b/>
          <w:sz w:val="16"/>
          <w:szCs w:val="16"/>
        </w:rPr>
        <w:t>k.</w:t>
      </w:r>
      <w:r w:rsidRPr="002B460C">
        <w:rPr>
          <w:szCs w:val="20"/>
        </w:rPr>
        <w:tab/>
      </w:r>
      <w:r w:rsidR="00E779E5" w:rsidRPr="002B460C">
        <w:rPr>
          <w:szCs w:val="20"/>
        </w:rPr>
        <w:t xml:space="preserve">Germany </w:t>
      </w:r>
      <w:r w:rsidR="00E779E5" w:rsidRPr="002B460C">
        <w:rPr>
          <w:rFonts w:ascii="Tahoma" w:hAnsi="Tahoma" w:cs="Tahoma"/>
          <w:b/>
          <w:i/>
          <w:sz w:val="16"/>
          <w:szCs w:val="16"/>
        </w:rPr>
        <w:t xml:space="preserve">[Ask in Britain, France, Germany, Spain, </w:t>
      </w:r>
      <w:r w:rsidR="002C667F" w:rsidRPr="002B460C">
        <w:rPr>
          <w:rFonts w:ascii="Tahoma" w:hAnsi="Tahoma" w:cs="Tahoma"/>
          <w:b/>
          <w:i/>
          <w:sz w:val="16"/>
          <w:szCs w:val="16"/>
        </w:rPr>
        <w:t xml:space="preserve">Lithuania, Poland, </w:t>
      </w:r>
      <w:r w:rsidR="00E779E5" w:rsidRPr="002B460C">
        <w:rPr>
          <w:rFonts w:ascii="Tahoma" w:hAnsi="Tahoma" w:cs="Tahoma"/>
          <w:b/>
          <w:i/>
          <w:sz w:val="16"/>
          <w:szCs w:val="16"/>
        </w:rPr>
        <w:t xml:space="preserve">Russia, </w:t>
      </w:r>
      <w:r w:rsidR="002C667F" w:rsidRPr="002B460C">
        <w:rPr>
          <w:rFonts w:ascii="Tahoma" w:hAnsi="Tahoma" w:cs="Tahoma"/>
          <w:b/>
          <w:i/>
          <w:sz w:val="16"/>
          <w:szCs w:val="16"/>
        </w:rPr>
        <w:t xml:space="preserve">and </w:t>
      </w:r>
      <w:r w:rsidR="00E779E5" w:rsidRPr="002B460C">
        <w:rPr>
          <w:rFonts w:ascii="Tahoma" w:hAnsi="Tahoma" w:cs="Tahoma"/>
          <w:b/>
          <w:i/>
          <w:sz w:val="16"/>
          <w:szCs w:val="16"/>
        </w:rPr>
        <w:t>Ukraine only]</w:t>
      </w:r>
      <w:r w:rsidR="00E779E5" w:rsidRPr="002B460C">
        <w:rPr>
          <w:b/>
          <w:szCs w:val="20"/>
        </w:rPr>
        <w:t xml:space="preserve"> </w:t>
      </w:r>
    </w:p>
    <w:p w:rsidR="001D1708" w:rsidRDefault="00E779E5" w:rsidP="001A0801">
      <w:pPr>
        <w:pStyle w:val="QuestionList"/>
        <w:rPr>
          <w:i/>
          <w:szCs w:val="20"/>
        </w:rPr>
      </w:pPr>
      <w:r w:rsidRPr="002B460C">
        <w:rPr>
          <w:rFonts w:ascii="Tahoma" w:hAnsi="Tahoma" w:cs="Tahoma"/>
          <w:b/>
          <w:sz w:val="16"/>
          <w:szCs w:val="16"/>
        </w:rPr>
        <w:t>l.</w:t>
      </w:r>
      <w:r w:rsidRPr="002B460C">
        <w:rPr>
          <w:szCs w:val="20"/>
        </w:rPr>
        <w:tab/>
        <w:t>NATO, that is, North Atlantic Treaty Organization</w:t>
      </w:r>
      <w:r w:rsidRPr="002B460C">
        <w:rPr>
          <w:b/>
          <w:szCs w:val="20"/>
        </w:rPr>
        <w:t xml:space="preserve"> </w:t>
      </w:r>
      <w:r w:rsidRPr="002B460C">
        <w:rPr>
          <w:rFonts w:ascii="Tahoma" w:hAnsi="Tahoma" w:cs="Tahoma"/>
          <w:b/>
          <w:i/>
          <w:sz w:val="16"/>
          <w:szCs w:val="16"/>
        </w:rPr>
        <w:t>[Ask in Britain, France, Germany, Spain,</w:t>
      </w:r>
      <w:r w:rsidR="001A0801" w:rsidRPr="002B460C">
        <w:rPr>
          <w:rFonts w:ascii="Tahoma" w:hAnsi="Tahoma" w:cs="Tahoma"/>
          <w:b/>
          <w:i/>
          <w:sz w:val="16"/>
          <w:szCs w:val="16"/>
        </w:rPr>
        <w:t xml:space="preserve"> Lithuania, Poland,</w:t>
      </w:r>
      <w:r w:rsidRPr="002B460C">
        <w:rPr>
          <w:rFonts w:ascii="Tahoma" w:hAnsi="Tahoma" w:cs="Tahoma"/>
          <w:b/>
          <w:i/>
          <w:sz w:val="16"/>
          <w:szCs w:val="16"/>
        </w:rPr>
        <w:t xml:space="preserve"> Russia, Ukraine, Turkey</w:t>
      </w:r>
      <w:r w:rsidR="005F6698" w:rsidRPr="002B460C">
        <w:rPr>
          <w:rFonts w:ascii="Tahoma" w:hAnsi="Tahoma" w:cs="Tahoma"/>
          <w:b/>
          <w:i/>
          <w:sz w:val="16"/>
          <w:szCs w:val="16"/>
        </w:rPr>
        <w:t>, and the U.S.</w:t>
      </w:r>
      <w:r w:rsidRPr="002B460C">
        <w:rPr>
          <w:rFonts w:ascii="Tahoma" w:hAnsi="Tahoma" w:cs="Tahoma"/>
          <w:b/>
          <w:i/>
          <w:sz w:val="16"/>
          <w:szCs w:val="16"/>
        </w:rPr>
        <w:t xml:space="preserve"> only]</w:t>
      </w:r>
      <w:r w:rsidRPr="002B460C">
        <w:rPr>
          <w:i/>
          <w:szCs w:val="20"/>
        </w:rPr>
        <w:t xml:space="preserve"> </w:t>
      </w:r>
    </w:p>
    <w:p w:rsidR="001D1708" w:rsidRDefault="001A0801" w:rsidP="001A0801">
      <w:pPr>
        <w:pStyle w:val="QuestionList"/>
        <w:rPr>
          <w:i/>
          <w:szCs w:val="20"/>
        </w:rPr>
      </w:pPr>
      <w:r w:rsidRPr="002B460C">
        <w:rPr>
          <w:rFonts w:ascii="Tahoma" w:hAnsi="Tahoma" w:cs="Tahoma"/>
          <w:b/>
          <w:sz w:val="16"/>
          <w:szCs w:val="16"/>
        </w:rPr>
        <w:t>m.</w:t>
      </w:r>
      <w:r w:rsidRPr="002B460C">
        <w:tab/>
      </w:r>
      <w:r w:rsidR="00E779E5" w:rsidRPr="002B460C">
        <w:t xml:space="preserve">Hamas </w:t>
      </w:r>
      <w:r w:rsidR="00E779E5" w:rsidRPr="002B460C">
        <w:rPr>
          <w:rFonts w:ascii="Tahoma" w:hAnsi="Tahoma" w:cs="Tahoma"/>
          <w:b/>
          <w:i/>
          <w:sz w:val="16"/>
          <w:szCs w:val="16"/>
        </w:rPr>
        <w:t>[Ask in Muslim countries and Israel only]</w:t>
      </w:r>
      <w:r w:rsidR="00E779E5" w:rsidRPr="002B460C">
        <w:rPr>
          <w:rFonts w:ascii="Tahoma" w:hAnsi="Tahoma" w:cs="Tahoma"/>
          <w:i/>
          <w:sz w:val="16"/>
          <w:szCs w:val="16"/>
        </w:rPr>
        <w:t xml:space="preserve"> </w:t>
      </w:r>
    </w:p>
    <w:p w:rsidR="00E779E5" w:rsidRPr="002B460C" w:rsidRDefault="001A0801" w:rsidP="001A0801">
      <w:pPr>
        <w:pStyle w:val="QuestionList"/>
        <w:rPr>
          <w:i/>
          <w:szCs w:val="20"/>
        </w:rPr>
      </w:pPr>
      <w:r w:rsidRPr="002B460C">
        <w:rPr>
          <w:rFonts w:ascii="Tahoma" w:hAnsi="Tahoma" w:cs="Tahoma"/>
          <w:b/>
          <w:sz w:val="16"/>
          <w:szCs w:val="16"/>
        </w:rPr>
        <w:t>n.</w:t>
      </w:r>
      <w:r w:rsidRPr="002B460C">
        <w:tab/>
      </w:r>
      <w:r w:rsidR="00E779E5" w:rsidRPr="002B460C">
        <w:t xml:space="preserve">Hezbollah </w:t>
      </w:r>
      <w:r w:rsidR="00E779E5" w:rsidRPr="002B460C">
        <w:rPr>
          <w:rFonts w:ascii="Tahoma" w:hAnsi="Tahoma" w:cs="Tahoma"/>
          <w:b/>
          <w:i/>
          <w:sz w:val="16"/>
          <w:szCs w:val="16"/>
        </w:rPr>
        <w:t>[Ask in Muslim countries and Israel only]</w:t>
      </w:r>
      <w:r w:rsidR="00E779E5" w:rsidRPr="002B460C">
        <w:rPr>
          <w:rFonts w:ascii="Tahoma" w:hAnsi="Tahoma" w:cs="Tahoma"/>
          <w:i/>
          <w:sz w:val="16"/>
          <w:szCs w:val="16"/>
        </w:rPr>
        <w:t xml:space="preserve"> </w:t>
      </w:r>
    </w:p>
    <w:p w:rsidR="00E779E5" w:rsidRPr="002B460C" w:rsidRDefault="001A0801" w:rsidP="001A0801">
      <w:pPr>
        <w:pStyle w:val="QuestionList"/>
        <w:rPr>
          <w:szCs w:val="20"/>
        </w:rPr>
      </w:pPr>
      <w:r w:rsidRPr="002B460C">
        <w:rPr>
          <w:rFonts w:ascii="Tahoma" w:hAnsi="Tahoma" w:cs="Tahoma"/>
          <w:b/>
          <w:sz w:val="16"/>
          <w:szCs w:val="16"/>
        </w:rPr>
        <w:t>o.</w:t>
      </w:r>
      <w:r w:rsidRPr="002B460C">
        <w:rPr>
          <w:szCs w:val="20"/>
        </w:rPr>
        <w:tab/>
      </w:r>
      <w:r w:rsidR="00C74F0B">
        <w:rPr>
          <w:szCs w:val="20"/>
        </w:rPr>
        <w:t>Fat</w:t>
      </w:r>
      <w:r w:rsidR="00E779E5" w:rsidRPr="002B460C">
        <w:rPr>
          <w:szCs w:val="20"/>
        </w:rPr>
        <w:t xml:space="preserve">ah </w:t>
      </w:r>
      <w:r w:rsidR="00E779E5" w:rsidRPr="002B460C">
        <w:rPr>
          <w:rFonts w:ascii="Tahoma" w:hAnsi="Tahoma" w:cs="Tahoma"/>
          <w:b/>
          <w:i/>
          <w:sz w:val="16"/>
          <w:szCs w:val="16"/>
        </w:rPr>
        <w:t xml:space="preserve">[Ask in Palestinian </w:t>
      </w:r>
      <w:r w:rsidR="003079AD" w:rsidRPr="002B460C">
        <w:rPr>
          <w:rFonts w:ascii="Tahoma" w:hAnsi="Tahoma" w:cs="Tahoma"/>
          <w:b/>
          <w:i/>
          <w:sz w:val="16"/>
          <w:szCs w:val="16"/>
        </w:rPr>
        <w:t>T</w:t>
      </w:r>
      <w:r w:rsidR="00E779E5" w:rsidRPr="002B460C">
        <w:rPr>
          <w:rFonts w:ascii="Tahoma" w:hAnsi="Tahoma" w:cs="Tahoma"/>
          <w:b/>
          <w:i/>
          <w:sz w:val="16"/>
          <w:szCs w:val="16"/>
        </w:rPr>
        <w:t xml:space="preserve">erritories only] </w:t>
      </w:r>
    </w:p>
    <w:p w:rsidR="001D1708" w:rsidRDefault="001A0801" w:rsidP="001A0801">
      <w:pPr>
        <w:pStyle w:val="QuestionList"/>
        <w:rPr>
          <w:i/>
          <w:szCs w:val="22"/>
        </w:rPr>
      </w:pPr>
      <w:r w:rsidRPr="002B460C">
        <w:rPr>
          <w:rFonts w:ascii="Tahoma" w:hAnsi="Tahoma" w:cs="Tahoma"/>
          <w:b/>
          <w:sz w:val="16"/>
          <w:szCs w:val="16"/>
        </w:rPr>
        <w:t>p.</w:t>
      </w:r>
      <w:r w:rsidRPr="002B460C">
        <w:rPr>
          <w:szCs w:val="20"/>
        </w:rPr>
        <w:tab/>
      </w:r>
      <w:r w:rsidR="00E779E5" w:rsidRPr="002B460C">
        <w:rPr>
          <w:szCs w:val="20"/>
        </w:rPr>
        <w:t xml:space="preserve">al Qaeda </w:t>
      </w:r>
      <w:r w:rsidR="00E779E5" w:rsidRPr="002B460C">
        <w:rPr>
          <w:rFonts w:ascii="Tahoma" w:hAnsi="Tahoma" w:cs="Tahoma"/>
          <w:b/>
          <w:i/>
          <w:sz w:val="16"/>
          <w:szCs w:val="16"/>
        </w:rPr>
        <w:t xml:space="preserve">[Ask in Muslim countries except Pakistan ] </w:t>
      </w:r>
    </w:p>
    <w:p w:rsidR="00E779E5" w:rsidRPr="002B460C" w:rsidRDefault="00E779E5" w:rsidP="001A0801">
      <w:pPr>
        <w:pStyle w:val="QuestionList"/>
        <w:rPr>
          <w:i/>
          <w:szCs w:val="20"/>
        </w:rPr>
      </w:pPr>
      <w:r w:rsidRPr="002B460C">
        <w:rPr>
          <w:rFonts w:ascii="Tahoma" w:hAnsi="Tahoma" w:cs="Tahoma"/>
          <w:b/>
          <w:sz w:val="16"/>
          <w:szCs w:val="16"/>
        </w:rPr>
        <w:t>q.</w:t>
      </w:r>
      <w:r w:rsidRPr="002B460C">
        <w:rPr>
          <w:rFonts w:ascii="Tahoma" w:hAnsi="Tahoma" w:cs="Tahoma"/>
          <w:sz w:val="16"/>
          <w:szCs w:val="16"/>
        </w:rPr>
        <w:tab/>
      </w:r>
      <w:r w:rsidRPr="002B460C">
        <w:rPr>
          <w:szCs w:val="20"/>
        </w:rPr>
        <w:t xml:space="preserve">India </w:t>
      </w:r>
      <w:r w:rsidRPr="002B460C">
        <w:rPr>
          <w:rFonts w:ascii="Tahoma" w:hAnsi="Tahoma" w:cs="Tahoma"/>
          <w:b/>
          <w:i/>
          <w:sz w:val="16"/>
          <w:szCs w:val="16"/>
        </w:rPr>
        <w:t xml:space="preserve">[Ask in </w:t>
      </w:r>
      <w:r w:rsidR="003079AD" w:rsidRPr="002B460C">
        <w:rPr>
          <w:rFonts w:ascii="Tahoma" w:hAnsi="Tahoma" w:cs="Tahoma"/>
          <w:b/>
          <w:i/>
          <w:sz w:val="16"/>
          <w:szCs w:val="16"/>
        </w:rPr>
        <w:t>Asia</w:t>
      </w:r>
      <w:r w:rsidRPr="002B460C">
        <w:rPr>
          <w:rFonts w:ascii="Tahoma" w:hAnsi="Tahoma" w:cs="Tahoma"/>
          <w:b/>
          <w:i/>
          <w:sz w:val="16"/>
          <w:szCs w:val="16"/>
        </w:rPr>
        <w:t xml:space="preserve"> only]</w:t>
      </w:r>
      <w:r w:rsidRPr="002B460C">
        <w:rPr>
          <w:b/>
          <w:i/>
          <w:szCs w:val="20"/>
        </w:rPr>
        <w:t xml:space="preserve"> </w:t>
      </w:r>
    </w:p>
    <w:p w:rsidR="00E779E5" w:rsidRPr="002B460C" w:rsidRDefault="00E779E5" w:rsidP="001A0801">
      <w:pPr>
        <w:pStyle w:val="QuestionList"/>
        <w:rPr>
          <w:i/>
          <w:szCs w:val="22"/>
        </w:rPr>
      </w:pPr>
      <w:r w:rsidRPr="002B460C">
        <w:rPr>
          <w:rFonts w:ascii="Tahoma" w:hAnsi="Tahoma" w:cs="Tahoma"/>
          <w:b/>
          <w:sz w:val="16"/>
          <w:szCs w:val="16"/>
        </w:rPr>
        <w:t>r.</w:t>
      </w:r>
      <w:r w:rsidRPr="002B460C">
        <w:rPr>
          <w:sz w:val="20"/>
        </w:rPr>
        <w:tab/>
      </w:r>
      <w:r w:rsidRPr="002B460C">
        <w:rPr>
          <w:szCs w:val="22"/>
        </w:rPr>
        <w:t>Pakistan</w:t>
      </w:r>
      <w:r w:rsidRPr="002B460C">
        <w:rPr>
          <w:sz w:val="20"/>
        </w:rPr>
        <w:t xml:space="preserve"> </w:t>
      </w:r>
      <w:r w:rsidRPr="002B460C">
        <w:rPr>
          <w:rFonts w:ascii="Tahoma" w:hAnsi="Tahoma" w:cs="Tahoma"/>
          <w:b/>
          <w:i/>
          <w:sz w:val="16"/>
          <w:szCs w:val="16"/>
        </w:rPr>
        <w:t xml:space="preserve">[Ask in </w:t>
      </w:r>
      <w:r w:rsidR="003079AD" w:rsidRPr="002B460C">
        <w:rPr>
          <w:rFonts w:ascii="Tahoma" w:hAnsi="Tahoma" w:cs="Tahoma"/>
          <w:b/>
          <w:i/>
          <w:sz w:val="16"/>
          <w:szCs w:val="16"/>
        </w:rPr>
        <w:t>Asia</w:t>
      </w:r>
      <w:r w:rsidRPr="002B460C">
        <w:rPr>
          <w:rFonts w:ascii="Tahoma" w:hAnsi="Tahoma" w:cs="Tahoma"/>
          <w:b/>
          <w:i/>
          <w:sz w:val="16"/>
          <w:szCs w:val="16"/>
        </w:rPr>
        <w:t xml:space="preserve">, Muslim countries, </w:t>
      </w:r>
      <w:r w:rsidR="004E670B" w:rsidRPr="002B460C">
        <w:rPr>
          <w:rFonts w:ascii="Tahoma" w:hAnsi="Tahoma" w:cs="Tahoma"/>
          <w:b/>
          <w:i/>
          <w:sz w:val="16"/>
          <w:szCs w:val="16"/>
        </w:rPr>
        <w:t xml:space="preserve">and </w:t>
      </w:r>
      <w:r w:rsidRPr="002B460C">
        <w:rPr>
          <w:rFonts w:ascii="Tahoma" w:hAnsi="Tahoma" w:cs="Tahoma"/>
          <w:b/>
          <w:i/>
          <w:sz w:val="16"/>
          <w:szCs w:val="16"/>
        </w:rPr>
        <w:t>Israel  only]</w:t>
      </w:r>
      <w:r w:rsidRPr="002B460C">
        <w:rPr>
          <w:b/>
        </w:rPr>
        <w:t xml:space="preserve"> </w:t>
      </w:r>
    </w:p>
    <w:p w:rsidR="00E779E5" w:rsidRPr="002B460C" w:rsidRDefault="001A0801" w:rsidP="00D0347F">
      <w:pPr>
        <w:pStyle w:val="QuestionList"/>
      </w:pPr>
      <w:r w:rsidRPr="002B460C">
        <w:rPr>
          <w:rFonts w:ascii="Tahoma" w:hAnsi="Tahoma" w:cs="Tahoma"/>
          <w:b/>
          <w:sz w:val="16"/>
          <w:szCs w:val="16"/>
        </w:rPr>
        <w:t>s.</w:t>
      </w:r>
      <w:r w:rsidRPr="002B460C">
        <w:tab/>
      </w:r>
      <w:r w:rsidR="00E779E5" w:rsidRPr="002B460C">
        <w:t xml:space="preserve">Turkey </w:t>
      </w:r>
      <w:r w:rsidR="00E779E5" w:rsidRPr="002B460C">
        <w:rPr>
          <w:rFonts w:ascii="Tahoma" w:hAnsi="Tahoma" w:cs="Tahoma"/>
          <w:b/>
          <w:i/>
          <w:sz w:val="16"/>
          <w:szCs w:val="16"/>
        </w:rPr>
        <w:t>[Ask in Europe, Muslim countries</w:t>
      </w:r>
      <w:r w:rsidR="003079AD" w:rsidRPr="002B460C">
        <w:rPr>
          <w:rFonts w:ascii="Tahoma" w:hAnsi="Tahoma" w:cs="Tahoma"/>
          <w:b/>
          <w:i/>
          <w:sz w:val="16"/>
          <w:szCs w:val="16"/>
        </w:rPr>
        <w:t>,</w:t>
      </w:r>
      <w:r w:rsidR="00E779E5" w:rsidRPr="002B460C">
        <w:rPr>
          <w:rFonts w:ascii="Tahoma" w:hAnsi="Tahoma" w:cs="Tahoma"/>
          <w:b/>
          <w:i/>
          <w:sz w:val="16"/>
          <w:szCs w:val="16"/>
        </w:rPr>
        <w:t xml:space="preserve"> and Israel only]</w:t>
      </w:r>
      <w:r w:rsidR="00E779E5" w:rsidRPr="002B460C">
        <w:t xml:space="preserve">   </w:t>
      </w:r>
    </w:p>
    <w:p w:rsidR="00D0347F" w:rsidRPr="002B460C" w:rsidRDefault="00D0347F" w:rsidP="00D0347F">
      <w:pPr>
        <w:pStyle w:val="QuestionList"/>
        <w:rPr>
          <w:i/>
          <w:szCs w:val="20"/>
        </w:rPr>
      </w:pPr>
      <w:r w:rsidRPr="002B460C">
        <w:rPr>
          <w:rFonts w:ascii="Tahoma" w:hAnsi="Tahoma" w:cs="Tahoma"/>
          <w:b/>
          <w:sz w:val="16"/>
          <w:szCs w:val="16"/>
        </w:rPr>
        <w:t>t.</w:t>
      </w:r>
      <w:r w:rsidRPr="002B460C">
        <w:rPr>
          <w:rFonts w:ascii="Tahoma" w:hAnsi="Tahoma" w:cs="Tahoma"/>
          <w:sz w:val="16"/>
          <w:szCs w:val="16"/>
        </w:rPr>
        <w:tab/>
      </w:r>
      <w:r w:rsidRPr="002B460C">
        <w:rPr>
          <w:szCs w:val="20"/>
        </w:rPr>
        <w:t xml:space="preserve">The Muslim Brotherhood </w:t>
      </w:r>
      <w:r w:rsidRPr="002B460C">
        <w:rPr>
          <w:rFonts w:ascii="Tahoma" w:hAnsi="Tahoma" w:cs="Tahoma"/>
          <w:b/>
          <w:i/>
          <w:sz w:val="16"/>
          <w:szCs w:val="16"/>
        </w:rPr>
        <w:t>[Ask in Egypt only]</w:t>
      </w:r>
      <w:r w:rsidRPr="002B460C">
        <w:rPr>
          <w:b/>
          <w:i/>
          <w:szCs w:val="20"/>
        </w:rPr>
        <w:t xml:space="preserve"> </w:t>
      </w:r>
      <w:r w:rsidRPr="002B460C">
        <w:rPr>
          <w:i/>
          <w:szCs w:val="20"/>
        </w:rPr>
        <w:t xml:space="preserve"> </w:t>
      </w:r>
    </w:p>
    <w:p w:rsidR="00D0347F" w:rsidRPr="002B460C" w:rsidRDefault="00D0347F" w:rsidP="00D0347F">
      <w:pPr>
        <w:pStyle w:val="QuestionList"/>
        <w:rPr>
          <w:i/>
          <w:szCs w:val="22"/>
        </w:rPr>
      </w:pPr>
      <w:r w:rsidRPr="002B460C">
        <w:rPr>
          <w:rFonts w:ascii="Tahoma" w:hAnsi="Tahoma" w:cs="Tahoma"/>
          <w:b/>
          <w:sz w:val="16"/>
          <w:szCs w:val="16"/>
        </w:rPr>
        <w:t>u.</w:t>
      </w:r>
      <w:r w:rsidRPr="002B460C">
        <w:rPr>
          <w:sz w:val="20"/>
        </w:rPr>
        <w:tab/>
      </w:r>
      <w:r w:rsidRPr="002B460C">
        <w:rPr>
          <w:szCs w:val="22"/>
        </w:rPr>
        <w:t>The April 6 Movement</w:t>
      </w:r>
      <w:r w:rsidRPr="002B460C">
        <w:rPr>
          <w:sz w:val="20"/>
        </w:rPr>
        <w:t xml:space="preserve"> </w:t>
      </w:r>
      <w:r w:rsidRPr="002B460C">
        <w:rPr>
          <w:rFonts w:ascii="Tahoma" w:hAnsi="Tahoma" w:cs="Tahoma"/>
          <w:b/>
          <w:i/>
          <w:sz w:val="16"/>
          <w:szCs w:val="16"/>
        </w:rPr>
        <w:t>[Ask in Egypt only]</w:t>
      </w:r>
      <w:r w:rsidRPr="002B460C">
        <w:rPr>
          <w:b/>
          <w:i/>
          <w:szCs w:val="20"/>
        </w:rPr>
        <w:t xml:space="preserve"> </w:t>
      </w:r>
    </w:p>
    <w:p w:rsidR="00D0347F" w:rsidRPr="002B460C" w:rsidRDefault="00D0347F" w:rsidP="001A0801">
      <w:pPr>
        <w:pStyle w:val="QuestionListLast"/>
      </w:pPr>
    </w:p>
    <w:p w:rsidR="00E779E5" w:rsidRPr="002B460C" w:rsidRDefault="00E779E5" w:rsidP="00E779E5">
      <w:pPr>
        <w:pStyle w:val="QuestionResponse"/>
      </w:pPr>
      <w:r w:rsidRPr="002B460C">
        <w:t>1</w:t>
      </w:r>
      <w:r w:rsidRPr="002B460C">
        <w:tab/>
        <w:t>Very favorable</w:t>
      </w:r>
    </w:p>
    <w:p w:rsidR="00E779E5" w:rsidRPr="002B460C" w:rsidRDefault="00E779E5" w:rsidP="00E779E5">
      <w:pPr>
        <w:pStyle w:val="QuestionResponse"/>
      </w:pPr>
      <w:r w:rsidRPr="002B460C">
        <w:t>2</w:t>
      </w:r>
      <w:r w:rsidRPr="002B460C">
        <w:tab/>
        <w:t>Somewhat favorable</w:t>
      </w:r>
    </w:p>
    <w:p w:rsidR="00E779E5" w:rsidRPr="002B460C" w:rsidRDefault="00E779E5" w:rsidP="00E779E5">
      <w:pPr>
        <w:pStyle w:val="QuestionResponse"/>
      </w:pPr>
      <w:r w:rsidRPr="002B460C">
        <w:t>3</w:t>
      </w:r>
      <w:r w:rsidRPr="002B460C">
        <w:tab/>
        <w:t xml:space="preserve">Somewhat unfavorable </w:t>
      </w:r>
    </w:p>
    <w:p w:rsidR="00E779E5" w:rsidRPr="002B460C" w:rsidRDefault="00E779E5" w:rsidP="00E779E5">
      <w:pPr>
        <w:pStyle w:val="QuestionResponse"/>
      </w:pPr>
      <w:r w:rsidRPr="002B460C">
        <w:t>4</w:t>
      </w:r>
      <w:r w:rsidRPr="002B460C">
        <w:tab/>
        <w:t xml:space="preserve">Very unfavorable </w:t>
      </w:r>
    </w:p>
    <w:p w:rsidR="00E779E5" w:rsidRPr="002B460C" w:rsidRDefault="00E779E5" w:rsidP="00E779E5">
      <w:pPr>
        <w:pStyle w:val="QuestionResponse"/>
      </w:pPr>
      <w:r w:rsidRPr="002B460C">
        <w:t>8</w:t>
      </w:r>
      <w:r w:rsidRPr="002B460C">
        <w:tab/>
        <w:t>Don’t know (DO NOT READ)</w:t>
      </w:r>
    </w:p>
    <w:p w:rsidR="00E779E5" w:rsidRPr="002B460C" w:rsidRDefault="00E779E5" w:rsidP="00050D3E">
      <w:pPr>
        <w:pStyle w:val="QuestionResponseLast"/>
      </w:pPr>
      <w:r w:rsidRPr="002B460C">
        <w:t>9</w:t>
      </w:r>
      <w:r w:rsidRPr="002B460C">
        <w:tab/>
        <w:t>Refused (DO NOT READ)</w:t>
      </w:r>
    </w:p>
    <w:p w:rsidR="00E9498A" w:rsidRPr="002B460C" w:rsidRDefault="00E9498A" w:rsidP="00E9498A">
      <w:pPr>
        <w:pStyle w:val="QuestionInstruction"/>
        <w:spacing w:before="0" w:after="0"/>
        <w:rPr>
          <w:szCs w:val="22"/>
        </w:rPr>
      </w:pPr>
      <w:r w:rsidRPr="002B460C">
        <w:rPr>
          <w:szCs w:val="22"/>
        </w:rPr>
        <w:lastRenderedPageBreak/>
        <w:t>ASK ALL  IN EGYPT ONLY</w:t>
      </w:r>
    </w:p>
    <w:p w:rsidR="00E9498A" w:rsidRPr="002B460C" w:rsidRDefault="00E9498A" w:rsidP="00E9498A">
      <w:pPr>
        <w:pStyle w:val="Question"/>
        <w:rPr>
          <w:i/>
          <w:iCs/>
          <w:szCs w:val="22"/>
        </w:rPr>
      </w:pPr>
      <w:r w:rsidRPr="002B460C">
        <w:rPr>
          <w:rFonts w:ascii="Tahoma" w:hAnsi="Tahoma" w:cs="Tahoma"/>
          <w:b/>
          <w:sz w:val="16"/>
          <w:szCs w:val="16"/>
        </w:rPr>
        <w:t>Q3x</w:t>
      </w:r>
      <w:r w:rsidRPr="002B460C">
        <w:rPr>
          <w:szCs w:val="22"/>
        </w:rPr>
        <w:tab/>
        <w:t xml:space="preserve">In your opinion, was it a good thing or a bad thing that Hosni Mubarak resigned? </w:t>
      </w:r>
    </w:p>
    <w:p w:rsidR="00E9498A" w:rsidRPr="002B460C" w:rsidRDefault="00E9498A" w:rsidP="00E9498A">
      <w:pPr>
        <w:pStyle w:val="QuestionResponse"/>
        <w:rPr>
          <w:szCs w:val="22"/>
        </w:rPr>
      </w:pPr>
      <w:r w:rsidRPr="002B460C">
        <w:rPr>
          <w:szCs w:val="22"/>
        </w:rPr>
        <w:t>1</w:t>
      </w:r>
      <w:r w:rsidRPr="002B460C">
        <w:rPr>
          <w:szCs w:val="22"/>
        </w:rPr>
        <w:tab/>
        <w:t>Good thing</w:t>
      </w:r>
    </w:p>
    <w:p w:rsidR="00E9498A" w:rsidRPr="002B460C" w:rsidRDefault="00E9498A" w:rsidP="00E9498A">
      <w:pPr>
        <w:pStyle w:val="QuestionResponse"/>
        <w:rPr>
          <w:szCs w:val="22"/>
        </w:rPr>
      </w:pPr>
      <w:r w:rsidRPr="002B460C">
        <w:rPr>
          <w:szCs w:val="22"/>
        </w:rPr>
        <w:t>2</w:t>
      </w:r>
      <w:r w:rsidRPr="002B460C">
        <w:rPr>
          <w:szCs w:val="22"/>
        </w:rPr>
        <w:tab/>
        <w:t>Bad thing</w:t>
      </w:r>
    </w:p>
    <w:p w:rsidR="00E9498A" w:rsidRPr="002B460C" w:rsidRDefault="00E9498A" w:rsidP="00E9498A">
      <w:pPr>
        <w:pStyle w:val="QuestionResponse"/>
        <w:rPr>
          <w:szCs w:val="22"/>
        </w:rPr>
      </w:pPr>
      <w:r w:rsidRPr="002B460C">
        <w:rPr>
          <w:szCs w:val="22"/>
        </w:rPr>
        <w:t>3</w:t>
      </w:r>
      <w:r w:rsidRPr="002B460C">
        <w:rPr>
          <w:szCs w:val="22"/>
        </w:rPr>
        <w:tab/>
        <w:t>Neither (DO NOT READ)</w:t>
      </w:r>
    </w:p>
    <w:p w:rsidR="00E9498A" w:rsidRPr="002B460C" w:rsidRDefault="00E9498A" w:rsidP="00E9498A">
      <w:pPr>
        <w:pStyle w:val="QuestionResponse"/>
        <w:rPr>
          <w:szCs w:val="22"/>
        </w:rPr>
      </w:pPr>
      <w:r w:rsidRPr="002B460C">
        <w:rPr>
          <w:szCs w:val="22"/>
        </w:rPr>
        <w:t>8</w:t>
      </w:r>
      <w:r w:rsidRPr="002B460C">
        <w:rPr>
          <w:szCs w:val="22"/>
        </w:rPr>
        <w:tab/>
        <w:t>Don’t know (DO NOT READ)</w:t>
      </w:r>
    </w:p>
    <w:p w:rsidR="00E9498A" w:rsidRPr="002B460C" w:rsidRDefault="00E9498A" w:rsidP="00E9498A">
      <w:pPr>
        <w:pStyle w:val="QuestionResponse"/>
        <w:rPr>
          <w:szCs w:val="22"/>
        </w:rPr>
      </w:pPr>
      <w:r w:rsidRPr="002B460C">
        <w:rPr>
          <w:szCs w:val="22"/>
        </w:rPr>
        <w:t>9</w:t>
      </w:r>
      <w:r w:rsidRPr="002B460C">
        <w:rPr>
          <w:szCs w:val="22"/>
        </w:rPr>
        <w:tab/>
        <w:t>Refused (DO NOT READ</w:t>
      </w:r>
    </w:p>
    <w:p w:rsidR="00E9498A" w:rsidRPr="002B460C" w:rsidRDefault="00E9498A" w:rsidP="00E779E5">
      <w:pPr>
        <w:pStyle w:val="QuestionInstruction"/>
        <w:spacing w:after="0"/>
        <w:rPr>
          <w:szCs w:val="22"/>
        </w:rPr>
      </w:pPr>
    </w:p>
    <w:p w:rsidR="00E779E5" w:rsidRPr="002B460C" w:rsidRDefault="00E779E5" w:rsidP="00E779E5">
      <w:pPr>
        <w:pStyle w:val="QuestionInstruction"/>
        <w:spacing w:after="0"/>
        <w:rPr>
          <w:szCs w:val="22"/>
        </w:rPr>
      </w:pPr>
      <w:r w:rsidRPr="002B460C">
        <w:rPr>
          <w:szCs w:val="22"/>
        </w:rPr>
        <w:t xml:space="preserve">ASK ALL </w:t>
      </w:r>
    </w:p>
    <w:p w:rsidR="00E779E5" w:rsidRPr="002B460C" w:rsidRDefault="00E779E5" w:rsidP="00E779E5">
      <w:pPr>
        <w:pStyle w:val="Question"/>
        <w:rPr>
          <w:i/>
          <w:iCs/>
          <w:szCs w:val="22"/>
        </w:rPr>
      </w:pPr>
      <w:r w:rsidRPr="002B460C">
        <w:rPr>
          <w:rFonts w:ascii="Tahoma" w:hAnsi="Tahoma" w:cs="Tahoma"/>
          <w:b/>
          <w:sz w:val="16"/>
          <w:szCs w:val="16"/>
        </w:rPr>
        <w:t>Q4</w:t>
      </w:r>
      <w:r w:rsidRPr="002B460C">
        <w:rPr>
          <w:szCs w:val="22"/>
        </w:rPr>
        <w:tab/>
        <w:t xml:space="preserve">Now thinking about our economic situation, how would you describe the current economic situation in </w:t>
      </w:r>
      <w:r w:rsidRPr="002B460C">
        <w:rPr>
          <w:b/>
          <w:szCs w:val="22"/>
        </w:rPr>
        <w:t>(survey country)</w:t>
      </w:r>
      <w:r w:rsidRPr="002B460C">
        <w:rPr>
          <w:szCs w:val="22"/>
        </w:rPr>
        <w:t xml:space="preserve"> – is it very good, somewhat good, somewhat bad or very bad?  </w:t>
      </w:r>
    </w:p>
    <w:p w:rsidR="00E779E5" w:rsidRPr="002B460C" w:rsidRDefault="00E779E5" w:rsidP="00E779E5">
      <w:pPr>
        <w:pStyle w:val="Question"/>
        <w:spacing w:after="0"/>
        <w:ind w:firstLine="0"/>
        <w:rPr>
          <w:szCs w:val="22"/>
        </w:rPr>
      </w:pPr>
      <w:r w:rsidRPr="002B460C">
        <w:rPr>
          <w:szCs w:val="22"/>
        </w:rPr>
        <w:t>1</w:t>
      </w:r>
      <w:r w:rsidRPr="002B460C">
        <w:rPr>
          <w:szCs w:val="22"/>
        </w:rPr>
        <w:tab/>
        <w:t>Very good</w:t>
      </w:r>
    </w:p>
    <w:p w:rsidR="00E779E5" w:rsidRPr="002B460C" w:rsidRDefault="00E779E5" w:rsidP="00E779E5">
      <w:pPr>
        <w:pStyle w:val="Question"/>
        <w:spacing w:after="0"/>
        <w:ind w:firstLine="0"/>
        <w:rPr>
          <w:szCs w:val="22"/>
        </w:rPr>
      </w:pPr>
      <w:r w:rsidRPr="002B460C">
        <w:rPr>
          <w:szCs w:val="22"/>
        </w:rPr>
        <w:t>2</w:t>
      </w:r>
      <w:r w:rsidRPr="002B460C">
        <w:rPr>
          <w:szCs w:val="22"/>
        </w:rPr>
        <w:tab/>
        <w:t>Somewhat good</w:t>
      </w:r>
    </w:p>
    <w:p w:rsidR="00E779E5" w:rsidRPr="002B460C" w:rsidRDefault="00E779E5" w:rsidP="00E779E5">
      <w:pPr>
        <w:pStyle w:val="QuestionResponse"/>
        <w:rPr>
          <w:szCs w:val="22"/>
        </w:rPr>
      </w:pPr>
      <w:r w:rsidRPr="002B460C">
        <w:rPr>
          <w:szCs w:val="22"/>
        </w:rPr>
        <w:t>3</w:t>
      </w:r>
      <w:r w:rsidRPr="002B460C">
        <w:rPr>
          <w:szCs w:val="22"/>
        </w:rPr>
        <w:tab/>
        <w:t>Somewhat bad</w:t>
      </w:r>
    </w:p>
    <w:p w:rsidR="00E779E5" w:rsidRPr="002B460C" w:rsidRDefault="00E779E5" w:rsidP="00E779E5">
      <w:pPr>
        <w:pStyle w:val="QuestionResponse"/>
        <w:rPr>
          <w:szCs w:val="22"/>
        </w:rPr>
      </w:pPr>
      <w:r w:rsidRPr="002B460C">
        <w:rPr>
          <w:szCs w:val="22"/>
        </w:rPr>
        <w:t>4</w:t>
      </w:r>
      <w:r w:rsidRPr="002B460C">
        <w:rPr>
          <w:szCs w:val="22"/>
        </w:rPr>
        <w:tab/>
        <w:t>Very bad</w:t>
      </w:r>
    </w:p>
    <w:p w:rsidR="00E779E5" w:rsidRPr="002B460C" w:rsidRDefault="00E779E5" w:rsidP="00E779E5">
      <w:pPr>
        <w:pStyle w:val="QuestionResponse"/>
        <w:rPr>
          <w:szCs w:val="22"/>
        </w:rPr>
      </w:pPr>
      <w:r w:rsidRPr="002B460C">
        <w:rPr>
          <w:szCs w:val="22"/>
        </w:rPr>
        <w:t>8</w:t>
      </w:r>
      <w:r w:rsidRPr="002B460C">
        <w:rPr>
          <w:szCs w:val="22"/>
        </w:rPr>
        <w:tab/>
        <w:t>Don’t know (DO NOT READ)</w:t>
      </w:r>
    </w:p>
    <w:p w:rsidR="00E779E5" w:rsidRPr="002B460C" w:rsidRDefault="00E779E5" w:rsidP="00902934">
      <w:pPr>
        <w:pStyle w:val="QuestionResponseLast"/>
      </w:pPr>
      <w:r w:rsidRPr="002B460C">
        <w:t>9</w:t>
      </w:r>
      <w:r w:rsidRPr="002B460C">
        <w:tab/>
        <w:t>Refused (DO NOT READ)</w:t>
      </w:r>
    </w:p>
    <w:p w:rsidR="00E779E5" w:rsidRPr="002B460C" w:rsidRDefault="00E779E5" w:rsidP="00E779E5">
      <w:pPr>
        <w:pStyle w:val="QuestionInstruction"/>
        <w:spacing w:after="0"/>
        <w:rPr>
          <w:szCs w:val="22"/>
        </w:rPr>
      </w:pPr>
      <w:r w:rsidRPr="002B460C">
        <w:rPr>
          <w:szCs w:val="22"/>
        </w:rPr>
        <w:t>ASK ALL</w:t>
      </w:r>
    </w:p>
    <w:p w:rsidR="00E779E5" w:rsidRDefault="00E779E5" w:rsidP="00E779E5">
      <w:pPr>
        <w:pStyle w:val="Question"/>
        <w:spacing w:after="0"/>
        <w:rPr>
          <w:i/>
          <w:iCs/>
          <w:szCs w:val="22"/>
        </w:rPr>
      </w:pPr>
      <w:r w:rsidRPr="002B460C">
        <w:rPr>
          <w:rFonts w:ascii="Tahoma" w:hAnsi="Tahoma" w:cs="Tahoma"/>
          <w:b/>
          <w:sz w:val="16"/>
          <w:szCs w:val="16"/>
        </w:rPr>
        <w:t>Q5</w:t>
      </w:r>
      <w:r w:rsidRPr="002B460C">
        <w:rPr>
          <w:szCs w:val="22"/>
        </w:rPr>
        <w:tab/>
        <w:t xml:space="preserve">And over the next 12 months do you expect the economic situation in our country to improve a lot, improve a little, remain the same, worsen a little or worsen a lot?  </w:t>
      </w:r>
    </w:p>
    <w:p w:rsidR="001D1708" w:rsidRPr="002B460C" w:rsidRDefault="001D1708" w:rsidP="00E779E5">
      <w:pPr>
        <w:pStyle w:val="Question"/>
        <w:spacing w:after="0"/>
        <w:rPr>
          <w:iCs/>
          <w:szCs w:val="22"/>
        </w:rPr>
      </w:pPr>
    </w:p>
    <w:p w:rsidR="00E779E5" w:rsidRPr="002B460C" w:rsidRDefault="00E779E5" w:rsidP="00E779E5">
      <w:pPr>
        <w:pStyle w:val="QuestionResponse"/>
        <w:rPr>
          <w:szCs w:val="22"/>
        </w:rPr>
      </w:pPr>
      <w:r w:rsidRPr="002B460C">
        <w:rPr>
          <w:szCs w:val="22"/>
        </w:rPr>
        <w:t>1</w:t>
      </w:r>
      <w:r w:rsidRPr="002B460C">
        <w:rPr>
          <w:szCs w:val="22"/>
        </w:rPr>
        <w:tab/>
        <w:t>Improve a lot</w:t>
      </w:r>
    </w:p>
    <w:p w:rsidR="00E779E5" w:rsidRPr="002B460C" w:rsidRDefault="00E779E5" w:rsidP="00E779E5">
      <w:pPr>
        <w:pStyle w:val="QuestionResponse"/>
        <w:rPr>
          <w:szCs w:val="22"/>
        </w:rPr>
      </w:pPr>
      <w:r w:rsidRPr="002B460C">
        <w:rPr>
          <w:szCs w:val="22"/>
        </w:rPr>
        <w:t>2</w:t>
      </w:r>
      <w:r w:rsidRPr="002B460C">
        <w:rPr>
          <w:szCs w:val="22"/>
        </w:rPr>
        <w:tab/>
        <w:t>Improve a little</w:t>
      </w:r>
    </w:p>
    <w:p w:rsidR="00E779E5" w:rsidRPr="002B460C" w:rsidRDefault="00E779E5" w:rsidP="00E779E5">
      <w:pPr>
        <w:pStyle w:val="QuestionResponse"/>
        <w:rPr>
          <w:szCs w:val="22"/>
        </w:rPr>
      </w:pPr>
      <w:r w:rsidRPr="002B460C">
        <w:rPr>
          <w:szCs w:val="22"/>
        </w:rPr>
        <w:t>3</w:t>
      </w:r>
      <w:r w:rsidRPr="002B460C">
        <w:rPr>
          <w:szCs w:val="22"/>
        </w:rPr>
        <w:tab/>
        <w:t>Remain the same</w:t>
      </w:r>
    </w:p>
    <w:p w:rsidR="00E779E5" w:rsidRPr="002B460C" w:rsidRDefault="00E779E5" w:rsidP="00E779E5">
      <w:pPr>
        <w:pStyle w:val="QuestionResponse"/>
        <w:rPr>
          <w:szCs w:val="22"/>
        </w:rPr>
      </w:pPr>
      <w:r w:rsidRPr="002B460C">
        <w:rPr>
          <w:szCs w:val="22"/>
        </w:rPr>
        <w:t>4</w:t>
      </w:r>
      <w:r w:rsidRPr="002B460C">
        <w:rPr>
          <w:szCs w:val="22"/>
        </w:rPr>
        <w:tab/>
        <w:t>Worsen a little</w:t>
      </w:r>
    </w:p>
    <w:p w:rsidR="00E779E5" w:rsidRPr="002B460C" w:rsidRDefault="00E779E5" w:rsidP="00E779E5">
      <w:pPr>
        <w:pStyle w:val="QuestionResponse"/>
        <w:rPr>
          <w:szCs w:val="22"/>
        </w:rPr>
      </w:pPr>
      <w:r w:rsidRPr="002B460C">
        <w:rPr>
          <w:szCs w:val="22"/>
        </w:rPr>
        <w:t>5</w:t>
      </w:r>
      <w:r w:rsidRPr="002B460C">
        <w:rPr>
          <w:szCs w:val="22"/>
        </w:rPr>
        <w:tab/>
        <w:t>Worsen a lot</w:t>
      </w:r>
    </w:p>
    <w:p w:rsidR="00E779E5" w:rsidRPr="002B460C" w:rsidRDefault="00E779E5" w:rsidP="00E779E5">
      <w:pPr>
        <w:pStyle w:val="QuestionResponse"/>
        <w:rPr>
          <w:szCs w:val="22"/>
        </w:rPr>
      </w:pPr>
      <w:r w:rsidRPr="002B460C">
        <w:rPr>
          <w:szCs w:val="22"/>
        </w:rPr>
        <w:t>8</w:t>
      </w:r>
      <w:r w:rsidRPr="002B460C">
        <w:rPr>
          <w:szCs w:val="22"/>
        </w:rPr>
        <w:tab/>
        <w:t>Don’t know (DO NOT READ)</w:t>
      </w:r>
    </w:p>
    <w:p w:rsidR="00E779E5" w:rsidRPr="002B460C" w:rsidRDefault="00E779E5" w:rsidP="00A841B6">
      <w:pPr>
        <w:pStyle w:val="QuestionResponseLast"/>
      </w:pPr>
      <w:r w:rsidRPr="002B460C">
        <w:t>9</w:t>
      </w:r>
      <w:r w:rsidRPr="002B460C">
        <w:tab/>
        <w:t>Refused (DO NOT READ)</w:t>
      </w:r>
    </w:p>
    <w:p w:rsidR="00E779E5" w:rsidRPr="002B460C" w:rsidRDefault="00E779E5" w:rsidP="00E779E5">
      <w:pPr>
        <w:pStyle w:val="QuestionInstruction"/>
        <w:spacing w:before="0" w:after="0"/>
        <w:rPr>
          <w:caps/>
          <w:szCs w:val="22"/>
        </w:rPr>
      </w:pPr>
      <w:r w:rsidRPr="002B460C">
        <w:rPr>
          <w:caps/>
          <w:szCs w:val="22"/>
        </w:rPr>
        <w:t>ask IN ALL COUNTRIES except the u</w:t>
      </w:r>
      <w:r w:rsidR="00A841B6" w:rsidRPr="002B460C">
        <w:rPr>
          <w:caps/>
          <w:szCs w:val="22"/>
        </w:rPr>
        <w:t>.</w:t>
      </w:r>
      <w:r w:rsidRPr="002B460C">
        <w:rPr>
          <w:caps/>
          <w:szCs w:val="22"/>
        </w:rPr>
        <w:t>s</w:t>
      </w:r>
      <w:r w:rsidR="00A841B6" w:rsidRPr="002B460C">
        <w:rPr>
          <w:caps/>
          <w:szCs w:val="22"/>
        </w:rPr>
        <w:t>.</w:t>
      </w:r>
      <w:r w:rsidR="00A42464" w:rsidRPr="002B460C">
        <w:rPr>
          <w:caps/>
          <w:szCs w:val="22"/>
        </w:rPr>
        <w:t xml:space="preserve">, </w:t>
      </w:r>
      <w:r w:rsidR="00D0347F" w:rsidRPr="002B460C">
        <w:rPr>
          <w:caps/>
          <w:szCs w:val="22"/>
        </w:rPr>
        <w:t xml:space="preserve">AND EGYPT </w:t>
      </w:r>
      <w:r w:rsidRPr="002B460C">
        <w:rPr>
          <w:caps/>
          <w:szCs w:val="22"/>
        </w:rPr>
        <w:t xml:space="preserve">IF </w:t>
      </w:r>
      <w:r w:rsidRPr="002B460C">
        <w:rPr>
          <w:szCs w:val="22"/>
        </w:rPr>
        <w:t>ECONOMY IS BAD (Q4=3,4)</w:t>
      </w:r>
    </w:p>
    <w:p w:rsidR="00E779E5" w:rsidRPr="002B460C" w:rsidRDefault="00E779E5" w:rsidP="00564F2B">
      <w:pPr>
        <w:pStyle w:val="Question"/>
        <w:rPr>
          <w:i/>
        </w:rPr>
      </w:pPr>
      <w:r w:rsidRPr="002B460C">
        <w:rPr>
          <w:rFonts w:ascii="Tahoma" w:hAnsi="Tahoma" w:cs="Tahoma"/>
          <w:b/>
          <w:sz w:val="16"/>
          <w:szCs w:val="16"/>
        </w:rPr>
        <w:t>Q6</w:t>
      </w:r>
      <w:r w:rsidRPr="002B460C">
        <w:rPr>
          <w:b/>
        </w:rPr>
        <w:tab/>
      </w:r>
      <w:r w:rsidRPr="002B460C">
        <w:t xml:space="preserve">Who is most to blame for </w:t>
      </w:r>
      <w:r w:rsidRPr="002B460C">
        <w:rPr>
          <w:b/>
        </w:rPr>
        <w:t xml:space="preserve">(survey country’s) </w:t>
      </w:r>
      <w:r w:rsidRPr="002B460C">
        <w:t>current economic problems?  Is it…</w:t>
      </w:r>
      <w:r w:rsidRPr="002B460C">
        <w:rPr>
          <w:b/>
        </w:rPr>
        <w:t xml:space="preserve"> </w:t>
      </w:r>
    </w:p>
    <w:p w:rsidR="00E779E5" w:rsidRPr="002B460C" w:rsidRDefault="00E779E5" w:rsidP="00564F2B">
      <w:pPr>
        <w:pStyle w:val="QuestionResponse"/>
      </w:pPr>
      <w:r w:rsidRPr="002B460C">
        <w:t>1</w:t>
      </w:r>
      <w:r w:rsidRPr="002B460C">
        <w:tab/>
        <w:t xml:space="preserve">Our government </w:t>
      </w:r>
      <w:r w:rsidRPr="002B460C">
        <w:rPr>
          <w:b/>
        </w:rPr>
        <w:t>[In China:</w:t>
      </w:r>
      <w:r w:rsidRPr="002B460C">
        <w:t xml:space="preserve"> Chinese government</w:t>
      </w:r>
      <w:r w:rsidRPr="002B460C">
        <w:rPr>
          <w:b/>
        </w:rPr>
        <w:t>]</w:t>
      </w:r>
    </w:p>
    <w:p w:rsidR="00E779E5" w:rsidRPr="002B460C" w:rsidRDefault="00E779E5" w:rsidP="00564F2B">
      <w:pPr>
        <w:pStyle w:val="QuestionResponse"/>
      </w:pPr>
      <w:r w:rsidRPr="002B460C">
        <w:t>2</w:t>
      </w:r>
      <w:r w:rsidRPr="002B460C">
        <w:tab/>
        <w:t xml:space="preserve">Banks and other major financial institutions </w:t>
      </w:r>
    </w:p>
    <w:p w:rsidR="00E779E5" w:rsidRPr="002B460C" w:rsidRDefault="00E779E5" w:rsidP="00564F2B">
      <w:pPr>
        <w:pStyle w:val="QuestionResponse"/>
      </w:pPr>
      <w:r w:rsidRPr="002B460C">
        <w:t>3</w:t>
      </w:r>
      <w:r w:rsidRPr="002B460C">
        <w:tab/>
        <w:t>The United States</w:t>
      </w:r>
    </w:p>
    <w:p w:rsidR="00E779E5" w:rsidRPr="002B460C" w:rsidRDefault="00E779E5" w:rsidP="00564F2B">
      <w:pPr>
        <w:pStyle w:val="QuestionResponse"/>
      </w:pPr>
      <w:r w:rsidRPr="002B460C">
        <w:t>4</w:t>
      </w:r>
      <w:r w:rsidRPr="002B460C">
        <w:tab/>
        <w:t>The European Union</w:t>
      </w:r>
    </w:p>
    <w:p w:rsidR="00E779E5" w:rsidRPr="002B460C" w:rsidRDefault="00E779E5" w:rsidP="00564F2B">
      <w:pPr>
        <w:pStyle w:val="QuestionResponse"/>
        <w:rPr>
          <w:szCs w:val="22"/>
        </w:rPr>
      </w:pPr>
      <w:r w:rsidRPr="002B460C">
        <w:rPr>
          <w:szCs w:val="22"/>
        </w:rPr>
        <w:t>5</w:t>
      </w:r>
      <w:r w:rsidRPr="002B460C">
        <w:rPr>
          <w:szCs w:val="22"/>
        </w:rPr>
        <w:tab/>
        <w:t xml:space="preserve">The </w:t>
      </w:r>
      <w:r w:rsidRPr="002B460C">
        <w:rPr>
          <w:b/>
          <w:szCs w:val="22"/>
        </w:rPr>
        <w:t>(survey country)</w:t>
      </w:r>
      <w:r w:rsidRPr="002B460C">
        <w:rPr>
          <w:szCs w:val="22"/>
        </w:rPr>
        <w:t xml:space="preserve"> public </w:t>
      </w:r>
    </w:p>
    <w:p w:rsidR="00E779E5" w:rsidRPr="002B460C" w:rsidRDefault="00E779E5" w:rsidP="00564F2B">
      <w:pPr>
        <w:pStyle w:val="QuestionResponse"/>
        <w:rPr>
          <w:szCs w:val="22"/>
        </w:rPr>
      </w:pPr>
      <w:r w:rsidRPr="002B460C">
        <w:rPr>
          <w:szCs w:val="22"/>
        </w:rPr>
        <w:t>6</w:t>
      </w:r>
      <w:r w:rsidRPr="002B460C">
        <w:rPr>
          <w:szCs w:val="22"/>
        </w:rPr>
        <w:tab/>
        <w:t>None of the above (DO NOT READ)</w:t>
      </w:r>
    </w:p>
    <w:p w:rsidR="00E779E5" w:rsidRPr="002B460C" w:rsidRDefault="00E779E5" w:rsidP="00564F2B">
      <w:pPr>
        <w:pStyle w:val="QuestionResponse"/>
        <w:rPr>
          <w:szCs w:val="22"/>
        </w:rPr>
      </w:pPr>
      <w:r w:rsidRPr="002B460C">
        <w:rPr>
          <w:szCs w:val="22"/>
        </w:rPr>
        <w:t>8</w:t>
      </w:r>
      <w:r w:rsidRPr="002B460C">
        <w:rPr>
          <w:szCs w:val="22"/>
        </w:rPr>
        <w:tab/>
        <w:t>Don’t know (DO NOT READ)</w:t>
      </w:r>
    </w:p>
    <w:p w:rsidR="00E779E5" w:rsidRPr="002B460C" w:rsidRDefault="00E779E5" w:rsidP="007457C7">
      <w:pPr>
        <w:pStyle w:val="QuestionResponseLast"/>
      </w:pPr>
      <w:r w:rsidRPr="002B460C">
        <w:t>9</w:t>
      </w:r>
      <w:r w:rsidRPr="002B460C">
        <w:tab/>
        <w:t>Refused (DO NOT READ)</w:t>
      </w:r>
    </w:p>
    <w:p w:rsidR="00E779E5" w:rsidRPr="00151A82" w:rsidRDefault="00E779E5" w:rsidP="007C7867">
      <w:pPr>
        <w:pStyle w:val="QuestionInstruction"/>
      </w:pPr>
      <w:r w:rsidRPr="002B460C">
        <w:lastRenderedPageBreak/>
        <w:t>ASK IF ANSWER GIVEN IN Q6 (Q6=1,2,3,4,5)</w:t>
      </w:r>
      <w:r w:rsidR="00151A82">
        <w:t xml:space="preserve"> NOT ASKED IN JAPAN</w:t>
      </w:r>
    </w:p>
    <w:p w:rsidR="00E779E5" w:rsidRPr="002B460C" w:rsidRDefault="00E779E5" w:rsidP="007C7867">
      <w:pPr>
        <w:pStyle w:val="Question"/>
      </w:pPr>
      <w:r w:rsidRPr="002B460C">
        <w:rPr>
          <w:rFonts w:ascii="Tahoma" w:hAnsi="Tahoma" w:cs="Tahoma"/>
          <w:b/>
          <w:sz w:val="16"/>
          <w:szCs w:val="16"/>
        </w:rPr>
        <w:t>Q7</w:t>
      </w:r>
      <w:r w:rsidRPr="002B460C">
        <w:tab/>
        <w:t xml:space="preserve">Who is second most to blame for </w:t>
      </w:r>
      <w:r w:rsidRPr="002B460C">
        <w:rPr>
          <w:b/>
        </w:rPr>
        <w:t>(survey country’s)</w:t>
      </w:r>
      <w:r w:rsidRPr="002B460C">
        <w:t xml:space="preserve"> current economic problems?  Is it… (DO NOT MARK THE SAME RESPONSE AS Q6) </w:t>
      </w:r>
    </w:p>
    <w:p w:rsidR="00E779E5" w:rsidRPr="002B460C" w:rsidRDefault="00E779E5" w:rsidP="007C7867">
      <w:pPr>
        <w:pStyle w:val="QuestionResponse"/>
      </w:pPr>
      <w:r w:rsidRPr="002B460C">
        <w:t>1</w:t>
      </w:r>
      <w:r w:rsidRPr="002B460C">
        <w:tab/>
        <w:t xml:space="preserve">Our government </w:t>
      </w:r>
      <w:r w:rsidRPr="002B460C">
        <w:rPr>
          <w:b/>
        </w:rPr>
        <w:t>[In China:</w:t>
      </w:r>
      <w:r w:rsidRPr="002B460C">
        <w:t xml:space="preserve"> Chinese government</w:t>
      </w:r>
      <w:r w:rsidRPr="002B460C">
        <w:rPr>
          <w:b/>
        </w:rPr>
        <w:t>]</w:t>
      </w:r>
    </w:p>
    <w:p w:rsidR="00E779E5" w:rsidRPr="002B460C" w:rsidRDefault="00E779E5" w:rsidP="007C7867">
      <w:pPr>
        <w:pStyle w:val="QuestionResponse"/>
      </w:pPr>
      <w:r w:rsidRPr="002B460C">
        <w:t>2</w:t>
      </w:r>
      <w:r w:rsidRPr="002B460C">
        <w:tab/>
        <w:t xml:space="preserve">Banks and other major financial institutions </w:t>
      </w:r>
    </w:p>
    <w:p w:rsidR="00E779E5" w:rsidRPr="002B460C" w:rsidRDefault="00E779E5" w:rsidP="007C7867">
      <w:pPr>
        <w:pStyle w:val="QuestionResponse"/>
      </w:pPr>
      <w:r w:rsidRPr="002B460C">
        <w:t>3</w:t>
      </w:r>
      <w:r w:rsidRPr="002B460C">
        <w:tab/>
        <w:t>The United States</w:t>
      </w:r>
    </w:p>
    <w:p w:rsidR="00E779E5" w:rsidRPr="002B460C" w:rsidRDefault="00E779E5" w:rsidP="007C7867">
      <w:pPr>
        <w:pStyle w:val="QuestionResponse"/>
      </w:pPr>
      <w:r w:rsidRPr="002B460C">
        <w:t>4</w:t>
      </w:r>
      <w:r w:rsidRPr="002B460C">
        <w:tab/>
        <w:t>The European Union</w:t>
      </w:r>
    </w:p>
    <w:p w:rsidR="00E779E5" w:rsidRPr="002B460C" w:rsidRDefault="00E779E5" w:rsidP="007C7867">
      <w:pPr>
        <w:pStyle w:val="QuestionResponse"/>
        <w:rPr>
          <w:strike/>
          <w:szCs w:val="22"/>
        </w:rPr>
      </w:pPr>
      <w:r w:rsidRPr="002B460C">
        <w:rPr>
          <w:szCs w:val="22"/>
        </w:rPr>
        <w:t xml:space="preserve">5 </w:t>
      </w:r>
      <w:r w:rsidRPr="002B460C">
        <w:rPr>
          <w:szCs w:val="22"/>
        </w:rPr>
        <w:tab/>
        <w:t xml:space="preserve">The </w:t>
      </w:r>
      <w:r w:rsidRPr="002B460C">
        <w:rPr>
          <w:b/>
          <w:szCs w:val="22"/>
        </w:rPr>
        <w:t>(survey country)</w:t>
      </w:r>
      <w:r w:rsidRPr="002B460C">
        <w:rPr>
          <w:szCs w:val="22"/>
        </w:rPr>
        <w:t xml:space="preserve"> public</w:t>
      </w:r>
      <w:r w:rsidRPr="002B460C">
        <w:rPr>
          <w:strike/>
          <w:szCs w:val="22"/>
        </w:rPr>
        <w:t xml:space="preserve"> </w:t>
      </w:r>
    </w:p>
    <w:p w:rsidR="00E779E5" w:rsidRPr="002B460C" w:rsidRDefault="00E779E5" w:rsidP="007C7867">
      <w:pPr>
        <w:pStyle w:val="QuestionResponse"/>
        <w:rPr>
          <w:szCs w:val="22"/>
        </w:rPr>
      </w:pPr>
      <w:r w:rsidRPr="002B460C">
        <w:rPr>
          <w:szCs w:val="22"/>
        </w:rPr>
        <w:t>6</w:t>
      </w:r>
      <w:r w:rsidRPr="002B460C">
        <w:rPr>
          <w:szCs w:val="22"/>
        </w:rPr>
        <w:tab/>
        <w:t>None of the above (DO NOT READ)</w:t>
      </w:r>
    </w:p>
    <w:p w:rsidR="00E779E5" w:rsidRPr="002B460C" w:rsidRDefault="00E779E5" w:rsidP="007C7867">
      <w:pPr>
        <w:pStyle w:val="QuestionResponse"/>
        <w:rPr>
          <w:szCs w:val="22"/>
        </w:rPr>
      </w:pPr>
      <w:r w:rsidRPr="002B460C">
        <w:rPr>
          <w:szCs w:val="22"/>
        </w:rPr>
        <w:t>8</w:t>
      </w:r>
      <w:r w:rsidRPr="002B460C">
        <w:rPr>
          <w:szCs w:val="22"/>
        </w:rPr>
        <w:tab/>
        <w:t>Don’t know (DO NOT READ)</w:t>
      </w:r>
    </w:p>
    <w:p w:rsidR="00E779E5" w:rsidRPr="002B460C" w:rsidRDefault="00E779E5" w:rsidP="007C7867">
      <w:pPr>
        <w:pStyle w:val="QuestionResponseLast"/>
      </w:pPr>
      <w:r w:rsidRPr="002B460C">
        <w:t>9</w:t>
      </w:r>
      <w:r w:rsidRPr="002B460C">
        <w:tab/>
        <w:t>Refused (DO NOT READ)</w:t>
      </w:r>
    </w:p>
    <w:p w:rsidR="00E779E5" w:rsidRPr="002B460C" w:rsidRDefault="00E779E5" w:rsidP="007C7867">
      <w:pPr>
        <w:pStyle w:val="QuestionInstruction"/>
      </w:pPr>
      <w:r w:rsidRPr="002B460C">
        <w:t xml:space="preserve">ASK ALL IN MUSLIM COUNTRIES ONLY </w:t>
      </w:r>
    </w:p>
    <w:p w:rsidR="00E779E5" w:rsidRPr="002B460C" w:rsidRDefault="00E779E5" w:rsidP="007C7867">
      <w:pPr>
        <w:pStyle w:val="Question"/>
      </w:pPr>
      <w:r w:rsidRPr="002B460C">
        <w:rPr>
          <w:rFonts w:ascii="Tahoma" w:hAnsi="Tahoma" w:cs="Tahoma"/>
          <w:b/>
          <w:sz w:val="16"/>
          <w:szCs w:val="16"/>
        </w:rPr>
        <w:t>Q8</w:t>
      </w:r>
      <w:r w:rsidRPr="002B460C">
        <w:rPr>
          <w:b/>
        </w:rPr>
        <w:tab/>
      </w:r>
      <w:r w:rsidRPr="002B460C">
        <w:t xml:space="preserve">And which of these three statements is closest to your own opinion…? </w:t>
      </w:r>
      <w:r w:rsidRPr="002B460C">
        <w:rPr>
          <w:i/>
        </w:rPr>
        <w:t xml:space="preserve">(SHOW CARD) </w:t>
      </w:r>
    </w:p>
    <w:p w:rsidR="00E779E5" w:rsidRPr="002B460C" w:rsidRDefault="00E779E5" w:rsidP="007C7867">
      <w:pPr>
        <w:pStyle w:val="QuestionResponse"/>
      </w:pPr>
      <w:r w:rsidRPr="002B460C">
        <w:t>1</w:t>
      </w:r>
      <w:r w:rsidRPr="002B460C">
        <w:tab/>
        <w:t>Democracy is preferable to any other kind of government</w:t>
      </w:r>
    </w:p>
    <w:p w:rsidR="00E779E5" w:rsidRPr="002B460C" w:rsidRDefault="00E779E5" w:rsidP="007C7867">
      <w:pPr>
        <w:pStyle w:val="QuestionResponse"/>
      </w:pPr>
      <w:r w:rsidRPr="002B460C">
        <w:t>2</w:t>
      </w:r>
      <w:r w:rsidRPr="002B460C">
        <w:tab/>
        <w:t>In some circumstances, a non-democratic government can be preferable</w:t>
      </w:r>
    </w:p>
    <w:p w:rsidR="00E779E5" w:rsidRPr="002B460C" w:rsidRDefault="00E779E5" w:rsidP="007C7867">
      <w:pPr>
        <w:pStyle w:val="QuestionResponse"/>
      </w:pPr>
      <w:r w:rsidRPr="002B460C">
        <w:t>3</w:t>
      </w:r>
      <w:r w:rsidRPr="002B460C">
        <w:tab/>
        <w:t>For someone like me, it doesn’t matter what kind of government we have</w:t>
      </w:r>
    </w:p>
    <w:p w:rsidR="00E779E5" w:rsidRPr="002B460C" w:rsidRDefault="00E779E5" w:rsidP="007C7867">
      <w:pPr>
        <w:pStyle w:val="QuestionResponse"/>
      </w:pPr>
      <w:r w:rsidRPr="002B460C">
        <w:t>8</w:t>
      </w:r>
      <w:r w:rsidRPr="002B460C">
        <w:tab/>
        <w:t>Don’t know (DO NOT READ)</w:t>
      </w:r>
    </w:p>
    <w:p w:rsidR="00E779E5" w:rsidRPr="002B460C" w:rsidRDefault="00E779E5" w:rsidP="007C7867">
      <w:pPr>
        <w:pStyle w:val="QuestionResponseLast"/>
      </w:pPr>
      <w:r w:rsidRPr="002B460C">
        <w:t>9</w:t>
      </w:r>
      <w:r w:rsidRPr="002B460C">
        <w:tab/>
        <w:t>Refused (DO NOT READ)</w:t>
      </w:r>
    </w:p>
    <w:p w:rsidR="00E779E5" w:rsidRPr="002B460C" w:rsidRDefault="00E779E5" w:rsidP="007C7867">
      <w:pPr>
        <w:pStyle w:val="QuestionInstruction"/>
      </w:pPr>
      <w:r w:rsidRPr="002B460C">
        <w:t xml:space="preserve">ASK ALL IN MUSLIM COUNTRIES ONLY </w:t>
      </w:r>
      <w:r w:rsidR="00D0347F" w:rsidRPr="002B460C">
        <w:t>EXCEPT EGYPT</w:t>
      </w:r>
    </w:p>
    <w:p w:rsidR="00E779E5" w:rsidRPr="002B460C" w:rsidRDefault="00E779E5" w:rsidP="007C7867">
      <w:pPr>
        <w:pStyle w:val="Question"/>
      </w:pPr>
      <w:r w:rsidRPr="002B460C">
        <w:rPr>
          <w:rFonts w:ascii="Tahoma" w:hAnsi="Tahoma" w:cs="Tahoma"/>
          <w:b/>
          <w:sz w:val="16"/>
          <w:szCs w:val="16"/>
        </w:rPr>
        <w:t>Q9</w:t>
      </w:r>
      <w:r w:rsidRPr="002B460C">
        <w:tab/>
        <w:t>People have different views of democracy. As I read you a list, please tell me how important each of the following is in a democracy to you. (</w:t>
      </w:r>
      <w:r w:rsidR="00C72100" w:rsidRPr="002B460C">
        <w:t>INSERT</w:t>
      </w:r>
      <w:r w:rsidRPr="002B460C">
        <w:t xml:space="preserve">) – do you think this is very important, somewhat important, not too important or not important at all in a democracy? </w:t>
      </w:r>
    </w:p>
    <w:p w:rsidR="00E779E5" w:rsidRPr="002B460C" w:rsidRDefault="007C7867" w:rsidP="007C7867">
      <w:pPr>
        <w:pStyle w:val="QuestionList"/>
      </w:pPr>
      <w:r w:rsidRPr="002B460C">
        <w:rPr>
          <w:rFonts w:ascii="Tahoma" w:hAnsi="Tahoma" w:cs="Tahoma"/>
          <w:b/>
          <w:sz w:val="16"/>
          <w:szCs w:val="16"/>
        </w:rPr>
        <w:t>a.</w:t>
      </w:r>
      <w:r w:rsidRPr="002B460C">
        <w:tab/>
      </w:r>
      <w:r w:rsidR="00E779E5" w:rsidRPr="002B460C">
        <w:t>People can openly say what they think and can criticize the government</w:t>
      </w:r>
    </w:p>
    <w:p w:rsidR="00E779E5" w:rsidRPr="002B460C" w:rsidRDefault="007C7867" w:rsidP="007C7867">
      <w:pPr>
        <w:pStyle w:val="QuestionList"/>
      </w:pPr>
      <w:r w:rsidRPr="002B460C">
        <w:rPr>
          <w:rFonts w:ascii="Tahoma" w:hAnsi="Tahoma" w:cs="Tahoma"/>
          <w:b/>
          <w:sz w:val="16"/>
          <w:szCs w:val="16"/>
        </w:rPr>
        <w:t>b</w:t>
      </w:r>
      <w:r w:rsidRPr="002B460C">
        <w:t>.</w:t>
      </w:r>
      <w:r w:rsidRPr="002B460C">
        <w:tab/>
      </w:r>
      <w:r w:rsidR="00E779E5" w:rsidRPr="002B460C">
        <w:t>People choose their leaders in free elections</w:t>
      </w:r>
    </w:p>
    <w:p w:rsidR="00E779E5" w:rsidRPr="002B460C" w:rsidRDefault="007C7867" w:rsidP="007C7867">
      <w:pPr>
        <w:pStyle w:val="QuestionList"/>
      </w:pPr>
      <w:r w:rsidRPr="002B460C">
        <w:rPr>
          <w:rFonts w:ascii="Tahoma" w:hAnsi="Tahoma" w:cs="Tahoma"/>
          <w:b/>
          <w:sz w:val="16"/>
          <w:szCs w:val="16"/>
        </w:rPr>
        <w:t>c.</w:t>
      </w:r>
      <w:r w:rsidRPr="002B460C">
        <w:tab/>
      </w:r>
      <w:r w:rsidR="00E779E5" w:rsidRPr="002B460C">
        <w:t>The economy is prospering</w:t>
      </w:r>
    </w:p>
    <w:p w:rsidR="00E779E5" w:rsidRPr="002B460C" w:rsidRDefault="007C7867" w:rsidP="007C7867">
      <w:pPr>
        <w:pStyle w:val="QuestionList"/>
      </w:pPr>
      <w:r w:rsidRPr="002B460C">
        <w:rPr>
          <w:rFonts w:ascii="Tahoma" w:hAnsi="Tahoma" w:cs="Tahoma"/>
          <w:b/>
          <w:sz w:val="16"/>
          <w:szCs w:val="16"/>
        </w:rPr>
        <w:t>d.</w:t>
      </w:r>
      <w:r w:rsidRPr="002B460C">
        <w:tab/>
      </w:r>
      <w:r w:rsidR="00E779E5" w:rsidRPr="002B460C">
        <w:t>Women have the same rights as men</w:t>
      </w:r>
    </w:p>
    <w:p w:rsidR="00E779E5" w:rsidRPr="002B460C" w:rsidRDefault="007C7867" w:rsidP="007C7867">
      <w:pPr>
        <w:pStyle w:val="QuestionList"/>
      </w:pPr>
      <w:r w:rsidRPr="002B460C">
        <w:rPr>
          <w:rFonts w:ascii="Tahoma" w:hAnsi="Tahoma" w:cs="Tahoma"/>
          <w:b/>
          <w:sz w:val="16"/>
          <w:szCs w:val="16"/>
        </w:rPr>
        <w:t>e.</w:t>
      </w:r>
      <w:r w:rsidRPr="002B460C">
        <w:tab/>
      </w:r>
      <w:r w:rsidR="00E779E5" w:rsidRPr="002B460C">
        <w:t>Political stability</w:t>
      </w:r>
    </w:p>
    <w:p w:rsidR="00E779E5" w:rsidRPr="002B460C" w:rsidRDefault="007C7867" w:rsidP="007C7867">
      <w:pPr>
        <w:pStyle w:val="QuestionListLast"/>
      </w:pPr>
      <w:r w:rsidRPr="002B460C">
        <w:rPr>
          <w:rFonts w:ascii="Tahoma" w:hAnsi="Tahoma" w:cs="Tahoma"/>
          <w:b/>
          <w:sz w:val="16"/>
          <w:szCs w:val="16"/>
        </w:rPr>
        <w:t>f.</w:t>
      </w:r>
      <w:r w:rsidRPr="002B460C">
        <w:tab/>
      </w:r>
      <w:r w:rsidR="00E779E5" w:rsidRPr="002B460C">
        <w:t>People of all faiths can practice their religion freely</w:t>
      </w:r>
    </w:p>
    <w:p w:rsidR="00E779E5" w:rsidRPr="002B460C" w:rsidRDefault="007C7867" w:rsidP="007C7867">
      <w:pPr>
        <w:pStyle w:val="QuestionResponse"/>
      </w:pPr>
      <w:r w:rsidRPr="002B460C">
        <w:t>1</w:t>
      </w:r>
      <w:r w:rsidRPr="002B460C">
        <w:tab/>
      </w:r>
      <w:r w:rsidR="00E779E5" w:rsidRPr="002B460C">
        <w:t>Very important</w:t>
      </w:r>
    </w:p>
    <w:p w:rsidR="00E779E5" w:rsidRPr="002B460C" w:rsidRDefault="007C7867" w:rsidP="007C7867">
      <w:pPr>
        <w:pStyle w:val="QuestionResponse"/>
      </w:pPr>
      <w:r w:rsidRPr="002B460C">
        <w:t>2</w:t>
      </w:r>
      <w:r w:rsidRPr="002B460C">
        <w:tab/>
      </w:r>
      <w:r w:rsidR="00E779E5" w:rsidRPr="002B460C">
        <w:t>Somewhat important</w:t>
      </w:r>
    </w:p>
    <w:p w:rsidR="00E779E5" w:rsidRPr="002B460C" w:rsidRDefault="007C7867" w:rsidP="007C7867">
      <w:pPr>
        <w:pStyle w:val="QuestionResponse"/>
      </w:pPr>
      <w:r w:rsidRPr="002B460C">
        <w:t>3</w:t>
      </w:r>
      <w:r w:rsidRPr="002B460C">
        <w:tab/>
      </w:r>
      <w:r w:rsidR="00E779E5" w:rsidRPr="002B460C">
        <w:t>Not too important</w:t>
      </w:r>
    </w:p>
    <w:p w:rsidR="00E779E5" w:rsidRPr="002B460C" w:rsidRDefault="007C7867" w:rsidP="007C7867">
      <w:pPr>
        <w:pStyle w:val="QuestionResponse"/>
      </w:pPr>
      <w:r w:rsidRPr="002B460C">
        <w:t>4</w:t>
      </w:r>
      <w:r w:rsidRPr="002B460C">
        <w:tab/>
      </w:r>
      <w:r w:rsidR="00E779E5" w:rsidRPr="002B460C">
        <w:t>Not important at all</w:t>
      </w:r>
    </w:p>
    <w:p w:rsidR="00E779E5" w:rsidRPr="002B460C" w:rsidRDefault="00E779E5" w:rsidP="007C7867">
      <w:pPr>
        <w:pStyle w:val="QuestionResponse"/>
      </w:pPr>
      <w:r w:rsidRPr="002B460C">
        <w:t>8</w:t>
      </w:r>
      <w:r w:rsidRPr="002B460C">
        <w:tab/>
        <w:t>Don’t know (DO NOT READ)</w:t>
      </w:r>
    </w:p>
    <w:p w:rsidR="00E779E5" w:rsidRPr="002B460C" w:rsidRDefault="00E779E5" w:rsidP="007C7867">
      <w:pPr>
        <w:pStyle w:val="QuestionResponseLast"/>
      </w:pPr>
      <w:r w:rsidRPr="002B460C">
        <w:t>9</w:t>
      </w:r>
      <w:r w:rsidRPr="002B460C">
        <w:tab/>
        <w:t>Refused (DO NOT READ)</w:t>
      </w:r>
    </w:p>
    <w:p w:rsidR="00E779E5" w:rsidRPr="002B460C" w:rsidRDefault="00E779E5" w:rsidP="00C72100">
      <w:pPr>
        <w:pStyle w:val="Question"/>
        <w:spacing w:after="0"/>
        <w:rPr>
          <w:rFonts w:ascii="Tahoma" w:hAnsi="Tahoma" w:cs="Tahoma"/>
          <w:b/>
          <w:sz w:val="16"/>
          <w:szCs w:val="16"/>
        </w:rPr>
      </w:pPr>
      <w:r w:rsidRPr="002B460C">
        <w:rPr>
          <w:rFonts w:ascii="Tahoma" w:hAnsi="Tahoma" w:cs="Tahoma"/>
          <w:b/>
          <w:sz w:val="16"/>
          <w:szCs w:val="16"/>
        </w:rPr>
        <w:lastRenderedPageBreak/>
        <w:t>Q10</w:t>
      </w:r>
      <w:r w:rsidR="00C72100" w:rsidRPr="002B460C">
        <w:rPr>
          <w:rFonts w:ascii="Tahoma" w:hAnsi="Tahoma" w:cs="Tahoma"/>
          <w:b/>
          <w:sz w:val="16"/>
          <w:szCs w:val="16"/>
        </w:rPr>
        <w:tab/>
        <w:t>NOT ASKED</w:t>
      </w:r>
    </w:p>
    <w:p w:rsidR="00C72100" w:rsidRPr="002B460C" w:rsidRDefault="00C72100" w:rsidP="00C72100">
      <w:pPr>
        <w:pStyle w:val="Question"/>
        <w:spacing w:after="0"/>
      </w:pPr>
    </w:p>
    <w:p w:rsidR="00E779E5" w:rsidRPr="002B460C" w:rsidRDefault="00E779E5" w:rsidP="00C7609B">
      <w:pPr>
        <w:pStyle w:val="QuestionInstruction"/>
      </w:pPr>
      <w:r w:rsidRPr="002B460C">
        <w:t xml:space="preserve">ASK ALL IN </w:t>
      </w:r>
      <w:r w:rsidR="008022C3" w:rsidRPr="002B460C">
        <w:t xml:space="preserve">BRITAIN, FRANCE, GERMANY, SPAIN, LITHUANIA, POLAND, AND TURKEY </w:t>
      </w:r>
      <w:r w:rsidRPr="002B460C">
        <w:t>ONLY</w:t>
      </w:r>
    </w:p>
    <w:p w:rsidR="00E779E5" w:rsidRDefault="00E779E5" w:rsidP="00E779E5">
      <w:pPr>
        <w:pStyle w:val="Question"/>
        <w:spacing w:after="0"/>
        <w:rPr>
          <w:i/>
        </w:rPr>
      </w:pPr>
      <w:r w:rsidRPr="002B460C">
        <w:rPr>
          <w:rFonts w:ascii="Tahoma" w:hAnsi="Tahoma" w:cs="Tahoma"/>
          <w:b/>
          <w:sz w:val="16"/>
          <w:szCs w:val="16"/>
        </w:rPr>
        <w:t>Q11</w:t>
      </w:r>
      <w:r w:rsidRPr="002B460C">
        <w:tab/>
        <w:t xml:space="preserve">How do you feel about </w:t>
      </w:r>
      <w:r w:rsidR="00524357" w:rsidRPr="002B460C">
        <w:rPr>
          <w:b/>
        </w:rPr>
        <w:t>[In Turkey:</w:t>
      </w:r>
      <w:r w:rsidR="00524357" w:rsidRPr="002B460C">
        <w:t xml:space="preserve"> our country</w:t>
      </w:r>
      <w:r w:rsidR="00524357" w:rsidRPr="002B460C">
        <w:rPr>
          <w:b/>
        </w:rPr>
        <w:t>;</w:t>
      </w:r>
      <w:r w:rsidR="00524357" w:rsidRPr="002B460C">
        <w:t xml:space="preserve"> </w:t>
      </w:r>
      <w:r w:rsidR="00524357" w:rsidRPr="002B460C">
        <w:rPr>
          <w:b/>
        </w:rPr>
        <w:t>In all other countries:</w:t>
      </w:r>
      <w:r w:rsidR="00524357" w:rsidRPr="002B460C">
        <w:t xml:space="preserve"> Turkey</w:t>
      </w:r>
      <w:r w:rsidR="00524357" w:rsidRPr="002B460C">
        <w:rPr>
          <w:b/>
        </w:rPr>
        <w:t>]</w:t>
      </w:r>
      <w:r w:rsidRPr="002B460C">
        <w:t xml:space="preserve"> becoming a member of the EU?  Do you strongly favor, favor, oppose or strongly oppose </w:t>
      </w:r>
      <w:r w:rsidR="00524357" w:rsidRPr="002B460C">
        <w:t>[</w:t>
      </w:r>
      <w:r w:rsidR="00524357" w:rsidRPr="002B460C">
        <w:rPr>
          <w:b/>
        </w:rPr>
        <w:t>In Turkey:</w:t>
      </w:r>
      <w:r w:rsidR="00524357" w:rsidRPr="002B460C">
        <w:t xml:space="preserve"> our country; </w:t>
      </w:r>
      <w:r w:rsidR="00524357" w:rsidRPr="002B460C">
        <w:rPr>
          <w:b/>
        </w:rPr>
        <w:t>In all other countries:</w:t>
      </w:r>
      <w:r w:rsidR="00524357" w:rsidRPr="002B460C">
        <w:t xml:space="preserve"> Turkey] </w:t>
      </w:r>
      <w:r w:rsidRPr="002B460C">
        <w:t xml:space="preserve">becoming a member of the EU? </w:t>
      </w:r>
    </w:p>
    <w:p w:rsidR="001D1708" w:rsidRPr="002B460C" w:rsidRDefault="001D1708" w:rsidP="00E779E5">
      <w:pPr>
        <w:pStyle w:val="Question"/>
        <w:spacing w:after="0"/>
      </w:pPr>
    </w:p>
    <w:p w:rsidR="00E779E5" w:rsidRPr="002B460C" w:rsidRDefault="00E779E5" w:rsidP="00E779E5">
      <w:pPr>
        <w:pStyle w:val="QuestionResponse"/>
      </w:pPr>
      <w:r w:rsidRPr="002B460C">
        <w:t>1</w:t>
      </w:r>
      <w:r w:rsidRPr="002B460C">
        <w:tab/>
        <w:t>Strongly favor</w:t>
      </w:r>
    </w:p>
    <w:p w:rsidR="00E779E5" w:rsidRPr="002B460C" w:rsidRDefault="00E779E5" w:rsidP="00E779E5">
      <w:pPr>
        <w:pStyle w:val="QuestionResponse"/>
      </w:pPr>
      <w:r w:rsidRPr="002B460C">
        <w:t>2</w:t>
      </w:r>
      <w:r w:rsidRPr="002B460C">
        <w:tab/>
        <w:t>Favor</w:t>
      </w:r>
    </w:p>
    <w:p w:rsidR="00E779E5" w:rsidRPr="002B460C" w:rsidRDefault="00E779E5" w:rsidP="00E779E5">
      <w:pPr>
        <w:pStyle w:val="QuestionResponse"/>
      </w:pPr>
      <w:r w:rsidRPr="002B460C">
        <w:t>3</w:t>
      </w:r>
      <w:r w:rsidRPr="002B460C">
        <w:tab/>
        <w:t>Oppose</w:t>
      </w:r>
    </w:p>
    <w:p w:rsidR="00E779E5" w:rsidRPr="002B460C" w:rsidRDefault="00E779E5" w:rsidP="00E779E5">
      <w:pPr>
        <w:pStyle w:val="QuestionResponse"/>
      </w:pPr>
      <w:r w:rsidRPr="002B460C">
        <w:t>4</w:t>
      </w:r>
      <w:r w:rsidRPr="002B460C">
        <w:tab/>
        <w:t>Strongly oppose</w:t>
      </w:r>
    </w:p>
    <w:p w:rsidR="00E779E5" w:rsidRPr="002B460C" w:rsidRDefault="00E779E5" w:rsidP="00E779E5">
      <w:pPr>
        <w:pStyle w:val="QuestionResponse"/>
      </w:pPr>
      <w:r w:rsidRPr="002B460C">
        <w:t>8</w:t>
      </w:r>
      <w:r w:rsidRPr="002B460C">
        <w:tab/>
        <w:t>Don’t know (DO NOT READ)</w:t>
      </w:r>
    </w:p>
    <w:p w:rsidR="00E779E5" w:rsidRPr="002B460C" w:rsidRDefault="00E779E5" w:rsidP="00C7609B">
      <w:pPr>
        <w:pStyle w:val="QuestionResponseLast"/>
      </w:pPr>
      <w:r w:rsidRPr="002B460C">
        <w:t>9</w:t>
      </w:r>
      <w:r w:rsidRPr="002B460C">
        <w:tab/>
        <w:t>Refused (DO NOT READ)</w:t>
      </w:r>
    </w:p>
    <w:p w:rsidR="00E779E5" w:rsidRPr="002B460C" w:rsidRDefault="00E779E5" w:rsidP="00E779E5">
      <w:pPr>
        <w:pStyle w:val="QuestionInstruction"/>
        <w:rPr>
          <w:bCs/>
          <w:caps/>
        </w:rPr>
      </w:pPr>
      <w:r w:rsidRPr="002B460C">
        <w:rPr>
          <w:bCs/>
          <w:caps/>
        </w:rPr>
        <w:t>ASK ALL IN PAKISTAN AND MEXICO ONLY</w:t>
      </w:r>
    </w:p>
    <w:p w:rsidR="00E779E5" w:rsidRPr="002B460C" w:rsidRDefault="00E779E5" w:rsidP="00E779E5">
      <w:pPr>
        <w:pStyle w:val="Question"/>
        <w:rPr>
          <w:i/>
          <w:iCs/>
        </w:rPr>
      </w:pPr>
      <w:r w:rsidRPr="002B460C">
        <w:rPr>
          <w:rFonts w:ascii="Tahoma" w:hAnsi="Tahoma" w:cs="Tahoma"/>
          <w:b/>
          <w:sz w:val="16"/>
        </w:rPr>
        <w:t>Q12</w:t>
      </w:r>
      <w:r w:rsidRPr="002B460C">
        <w:tab/>
        <w:t xml:space="preserve">Now I am going to read you a list of things that may be problems in our country.  As I read each one, please tell me if you think it is a very big problem, a moderately big problem, a small problem or not a problem at all. </w:t>
      </w:r>
      <w:r w:rsidRPr="002B460C">
        <w:rPr>
          <w:i/>
        </w:rPr>
        <w:t>(SHOW CARD)</w:t>
      </w:r>
      <w:r w:rsidRPr="002B460C">
        <w:t xml:space="preserve"> </w:t>
      </w:r>
    </w:p>
    <w:p w:rsidR="001D1708" w:rsidRDefault="00E779E5" w:rsidP="00E779E5">
      <w:pPr>
        <w:pStyle w:val="QuestionList"/>
        <w:rPr>
          <w:i/>
          <w:szCs w:val="22"/>
        </w:rPr>
      </w:pPr>
      <w:r w:rsidRPr="002B460C">
        <w:rPr>
          <w:rFonts w:ascii="Tahoma" w:hAnsi="Tahoma" w:cs="Tahoma"/>
          <w:b/>
          <w:sz w:val="16"/>
          <w:szCs w:val="16"/>
        </w:rPr>
        <w:t>a.</w:t>
      </w:r>
      <w:r w:rsidRPr="002B460C">
        <w:rPr>
          <w:szCs w:val="22"/>
        </w:rPr>
        <w:tab/>
        <w:t xml:space="preserve">crime </w:t>
      </w:r>
    </w:p>
    <w:p w:rsidR="00E779E5" w:rsidRPr="002B460C" w:rsidRDefault="00E779E5" w:rsidP="00E779E5">
      <w:pPr>
        <w:pStyle w:val="QuestionList"/>
        <w:rPr>
          <w:i/>
          <w:szCs w:val="22"/>
        </w:rPr>
      </w:pPr>
      <w:r w:rsidRPr="002B460C">
        <w:rPr>
          <w:rFonts w:ascii="Tahoma" w:hAnsi="Tahoma" w:cs="Tahoma"/>
          <w:b/>
          <w:sz w:val="16"/>
          <w:szCs w:val="16"/>
        </w:rPr>
        <w:t>b.</w:t>
      </w:r>
      <w:r w:rsidRPr="002B460C">
        <w:rPr>
          <w:szCs w:val="22"/>
        </w:rPr>
        <w:tab/>
        <w:t xml:space="preserve">corrupt political leaders </w:t>
      </w:r>
    </w:p>
    <w:p w:rsidR="00E779E5" w:rsidRPr="002B460C" w:rsidRDefault="00E779E5" w:rsidP="00A32874">
      <w:pPr>
        <w:pStyle w:val="QuestionList"/>
        <w:rPr>
          <w:strike/>
          <w:szCs w:val="22"/>
        </w:rPr>
      </w:pPr>
      <w:r w:rsidRPr="002B460C">
        <w:rPr>
          <w:rFonts w:ascii="Tahoma" w:hAnsi="Tahoma" w:cs="Tahoma"/>
          <w:b/>
          <w:sz w:val="16"/>
          <w:szCs w:val="16"/>
        </w:rPr>
        <w:t>c.</w:t>
      </w:r>
      <w:r w:rsidRPr="002B460C">
        <w:rPr>
          <w:b/>
          <w:szCs w:val="22"/>
        </w:rPr>
        <w:tab/>
      </w:r>
      <w:r w:rsidRPr="002B460C">
        <w:rPr>
          <w:szCs w:val="22"/>
        </w:rPr>
        <w:t xml:space="preserve">access to clean drinking water </w:t>
      </w:r>
      <w:r w:rsidR="00DC4685" w:rsidRPr="002B460C">
        <w:rPr>
          <w:rFonts w:ascii="Tahoma" w:hAnsi="Tahoma" w:cs="Tahoma"/>
          <w:b/>
          <w:i/>
          <w:sz w:val="16"/>
          <w:szCs w:val="16"/>
        </w:rPr>
        <w:t>[</w:t>
      </w:r>
      <w:r w:rsidRPr="002B460C">
        <w:rPr>
          <w:rFonts w:ascii="Tahoma" w:hAnsi="Tahoma" w:cs="Tahoma"/>
          <w:b/>
          <w:i/>
          <w:sz w:val="16"/>
          <w:szCs w:val="16"/>
        </w:rPr>
        <w:t>Ask in Pakistan only</w:t>
      </w:r>
      <w:r w:rsidR="00DC4685" w:rsidRPr="002B460C">
        <w:rPr>
          <w:rFonts w:ascii="Tahoma" w:hAnsi="Tahoma" w:cs="Tahoma"/>
          <w:b/>
          <w:i/>
          <w:sz w:val="16"/>
          <w:szCs w:val="16"/>
        </w:rPr>
        <w:t>]</w:t>
      </w:r>
      <w:r w:rsidRPr="002B460C">
        <w:t xml:space="preserve">  </w:t>
      </w:r>
    </w:p>
    <w:p w:rsidR="001D1708" w:rsidRDefault="00E779E5" w:rsidP="00E779E5">
      <w:pPr>
        <w:pStyle w:val="QuestionList"/>
        <w:rPr>
          <w:i/>
          <w:szCs w:val="22"/>
        </w:rPr>
      </w:pPr>
      <w:r w:rsidRPr="002B460C">
        <w:rPr>
          <w:rFonts w:ascii="Tahoma" w:hAnsi="Tahoma" w:cs="Tahoma"/>
          <w:b/>
          <w:sz w:val="16"/>
          <w:szCs w:val="16"/>
        </w:rPr>
        <w:t>d.</w:t>
      </w:r>
      <w:r w:rsidRPr="002B460C">
        <w:rPr>
          <w:szCs w:val="22"/>
        </w:rPr>
        <w:tab/>
        <w:t xml:space="preserve">terrorism </w:t>
      </w:r>
    </w:p>
    <w:p w:rsidR="001D1708" w:rsidRDefault="00E779E5" w:rsidP="00E779E5">
      <w:pPr>
        <w:pStyle w:val="QuestionList"/>
        <w:rPr>
          <w:i/>
          <w:szCs w:val="22"/>
        </w:rPr>
      </w:pPr>
      <w:r w:rsidRPr="002B460C">
        <w:rPr>
          <w:rFonts w:ascii="Tahoma" w:hAnsi="Tahoma" w:cs="Tahoma"/>
          <w:b/>
          <w:sz w:val="16"/>
          <w:szCs w:val="16"/>
        </w:rPr>
        <w:t>e.</w:t>
      </w:r>
      <w:r w:rsidRPr="002B460C">
        <w:rPr>
          <w:szCs w:val="22"/>
        </w:rPr>
        <w:tab/>
        <w:t xml:space="preserve">people leaving our country for jobs in other countries </w:t>
      </w:r>
    </w:p>
    <w:p w:rsidR="00E779E5" w:rsidRPr="002B460C" w:rsidRDefault="00E779E5" w:rsidP="00E779E5">
      <w:pPr>
        <w:pStyle w:val="QuestionList"/>
        <w:rPr>
          <w:i/>
          <w:szCs w:val="22"/>
        </w:rPr>
      </w:pPr>
      <w:r w:rsidRPr="002B460C">
        <w:rPr>
          <w:rFonts w:ascii="Tahoma" w:hAnsi="Tahoma" w:cs="Tahoma"/>
          <w:b/>
          <w:sz w:val="16"/>
          <w:szCs w:val="16"/>
        </w:rPr>
        <w:t>f.</w:t>
      </w:r>
      <w:r w:rsidRPr="002B460C">
        <w:rPr>
          <w:szCs w:val="22"/>
        </w:rPr>
        <w:tab/>
        <w:t>illegal drugs</w:t>
      </w:r>
      <w:r w:rsidRPr="002B460C">
        <w:rPr>
          <w:caps/>
          <w:szCs w:val="22"/>
        </w:rPr>
        <w:t xml:space="preserve">  </w:t>
      </w:r>
    </w:p>
    <w:p w:rsidR="00775CFE" w:rsidRDefault="00E779E5" w:rsidP="00E779E5">
      <w:pPr>
        <w:pStyle w:val="QuestionList"/>
        <w:rPr>
          <w:i/>
          <w:szCs w:val="22"/>
        </w:rPr>
      </w:pPr>
      <w:r w:rsidRPr="002B460C">
        <w:rPr>
          <w:rFonts w:ascii="Tahoma" w:hAnsi="Tahoma" w:cs="Tahoma"/>
          <w:b/>
          <w:sz w:val="16"/>
          <w:szCs w:val="16"/>
        </w:rPr>
        <w:t>g.</w:t>
      </w:r>
      <w:r w:rsidRPr="002B460C">
        <w:rPr>
          <w:b/>
          <w:szCs w:val="22"/>
        </w:rPr>
        <w:tab/>
      </w:r>
      <w:r w:rsidRPr="002B460C">
        <w:rPr>
          <w:szCs w:val="22"/>
        </w:rPr>
        <w:t xml:space="preserve">pollution </w:t>
      </w:r>
    </w:p>
    <w:p w:rsidR="00E779E5" w:rsidRPr="002B460C" w:rsidRDefault="00E779E5" w:rsidP="00E779E5">
      <w:pPr>
        <w:pStyle w:val="QuestionList"/>
        <w:rPr>
          <w:szCs w:val="22"/>
        </w:rPr>
      </w:pPr>
      <w:r w:rsidRPr="002B460C">
        <w:rPr>
          <w:rFonts w:ascii="Tahoma" w:hAnsi="Tahoma" w:cs="Tahoma"/>
          <w:b/>
          <w:sz w:val="16"/>
          <w:szCs w:val="16"/>
        </w:rPr>
        <w:t>h.</w:t>
      </w:r>
      <w:r w:rsidRPr="002B460C">
        <w:rPr>
          <w:b/>
          <w:szCs w:val="22"/>
        </w:rPr>
        <w:tab/>
      </w:r>
      <w:r w:rsidRPr="002B460C">
        <w:rPr>
          <w:szCs w:val="22"/>
        </w:rPr>
        <w:t xml:space="preserve">lack of jobs </w:t>
      </w:r>
      <w:r w:rsidR="00DC4685" w:rsidRPr="002B460C">
        <w:rPr>
          <w:rFonts w:ascii="Tahoma" w:hAnsi="Tahoma" w:cs="Tahoma"/>
          <w:b/>
          <w:i/>
          <w:sz w:val="16"/>
          <w:szCs w:val="16"/>
        </w:rPr>
        <w:t>[</w:t>
      </w:r>
      <w:r w:rsidRPr="002B460C">
        <w:rPr>
          <w:rFonts w:ascii="Tahoma" w:hAnsi="Tahoma" w:cs="Tahoma"/>
          <w:b/>
          <w:i/>
          <w:sz w:val="16"/>
          <w:szCs w:val="16"/>
        </w:rPr>
        <w:t>Ask in Pakistan only</w:t>
      </w:r>
      <w:r w:rsidR="00DC4685" w:rsidRPr="002B460C">
        <w:rPr>
          <w:rFonts w:ascii="Tahoma" w:hAnsi="Tahoma" w:cs="Tahoma"/>
          <w:b/>
          <w:i/>
          <w:sz w:val="16"/>
          <w:szCs w:val="16"/>
        </w:rPr>
        <w:t>]</w:t>
      </w:r>
      <w:r w:rsidRPr="002B460C">
        <w:t xml:space="preserve"> </w:t>
      </w:r>
    </w:p>
    <w:p w:rsidR="00E779E5" w:rsidRPr="002B460C" w:rsidRDefault="00E779E5" w:rsidP="00E779E5">
      <w:pPr>
        <w:pStyle w:val="QuestionList"/>
        <w:rPr>
          <w:i/>
          <w:szCs w:val="22"/>
        </w:rPr>
      </w:pPr>
      <w:r w:rsidRPr="002B460C">
        <w:rPr>
          <w:rFonts w:ascii="Tahoma" w:hAnsi="Tahoma" w:cs="Tahoma"/>
          <w:b/>
          <w:sz w:val="16"/>
          <w:szCs w:val="16"/>
        </w:rPr>
        <w:t>i.</w:t>
      </w:r>
      <w:r w:rsidRPr="002B460C">
        <w:rPr>
          <w:szCs w:val="22"/>
        </w:rPr>
        <w:tab/>
        <w:t xml:space="preserve">the situation in Kashmir </w:t>
      </w:r>
      <w:r w:rsidR="00DC4685" w:rsidRPr="002B460C">
        <w:rPr>
          <w:rFonts w:ascii="Tahoma" w:hAnsi="Tahoma" w:cs="Tahoma"/>
          <w:b/>
          <w:i/>
          <w:sz w:val="16"/>
          <w:szCs w:val="16"/>
        </w:rPr>
        <w:t>[</w:t>
      </w:r>
      <w:r w:rsidRPr="002B460C">
        <w:rPr>
          <w:rFonts w:ascii="Tahoma" w:hAnsi="Tahoma" w:cs="Tahoma"/>
          <w:b/>
          <w:i/>
          <w:sz w:val="16"/>
          <w:szCs w:val="16"/>
        </w:rPr>
        <w:t>Ask in Pakistan only</w:t>
      </w:r>
      <w:r w:rsidR="00DC4685" w:rsidRPr="002B460C">
        <w:rPr>
          <w:rFonts w:ascii="Tahoma" w:hAnsi="Tahoma" w:cs="Tahoma"/>
          <w:b/>
          <w:i/>
          <w:sz w:val="16"/>
          <w:szCs w:val="16"/>
        </w:rPr>
        <w:t>]</w:t>
      </w:r>
      <w:r w:rsidRPr="002B460C">
        <w:t xml:space="preserve"> </w:t>
      </w:r>
    </w:p>
    <w:p w:rsidR="00E779E5" w:rsidRPr="002B460C" w:rsidRDefault="00E779E5" w:rsidP="00E779E5">
      <w:pPr>
        <w:pStyle w:val="QuestionList"/>
        <w:rPr>
          <w:b/>
          <w:szCs w:val="22"/>
        </w:rPr>
      </w:pPr>
      <w:r w:rsidRPr="002B460C">
        <w:rPr>
          <w:rFonts w:ascii="Tahoma" w:hAnsi="Tahoma" w:cs="Tahoma"/>
          <w:b/>
          <w:sz w:val="16"/>
          <w:szCs w:val="16"/>
        </w:rPr>
        <w:t>j.</w:t>
      </w:r>
      <w:r w:rsidRPr="002B460C">
        <w:rPr>
          <w:b/>
          <w:szCs w:val="22"/>
        </w:rPr>
        <w:tab/>
      </w:r>
      <w:r w:rsidRPr="002B460C">
        <w:rPr>
          <w:szCs w:val="22"/>
        </w:rPr>
        <w:t>the situation in Afghanistan</w:t>
      </w:r>
      <w:r w:rsidR="00DC4685" w:rsidRPr="002B460C">
        <w:rPr>
          <w:szCs w:val="22"/>
        </w:rPr>
        <w:t xml:space="preserve"> </w:t>
      </w:r>
      <w:r w:rsidR="00DC4685" w:rsidRPr="002B460C">
        <w:rPr>
          <w:rFonts w:ascii="Tahoma" w:hAnsi="Tahoma" w:cs="Tahoma"/>
          <w:b/>
          <w:i/>
          <w:sz w:val="16"/>
          <w:szCs w:val="16"/>
        </w:rPr>
        <w:t>[</w:t>
      </w:r>
      <w:r w:rsidRPr="002B460C">
        <w:rPr>
          <w:rFonts w:ascii="Tahoma" w:hAnsi="Tahoma" w:cs="Tahoma"/>
          <w:b/>
          <w:i/>
          <w:sz w:val="16"/>
          <w:szCs w:val="16"/>
        </w:rPr>
        <w:t>Ask in Pakistan only</w:t>
      </w:r>
      <w:r w:rsidR="00DC4685" w:rsidRPr="002B460C">
        <w:rPr>
          <w:rFonts w:ascii="Tahoma" w:hAnsi="Tahoma" w:cs="Tahoma"/>
          <w:b/>
          <w:i/>
          <w:sz w:val="16"/>
          <w:szCs w:val="16"/>
        </w:rPr>
        <w:t>]</w:t>
      </w:r>
      <w:r w:rsidRPr="002B460C">
        <w:t xml:space="preserve"> </w:t>
      </w:r>
      <w:r w:rsidRPr="002B460C">
        <w:rPr>
          <w:szCs w:val="22"/>
        </w:rPr>
        <w:t xml:space="preserve"> </w:t>
      </w:r>
    </w:p>
    <w:p w:rsidR="00E779E5" w:rsidRPr="002B460C" w:rsidRDefault="00E779E5" w:rsidP="00E779E5">
      <w:pPr>
        <w:pStyle w:val="QuestionList"/>
        <w:rPr>
          <w:i/>
          <w:szCs w:val="22"/>
        </w:rPr>
      </w:pPr>
      <w:r w:rsidRPr="002B460C">
        <w:rPr>
          <w:rFonts w:ascii="Tahoma" w:hAnsi="Tahoma" w:cs="Tahoma"/>
          <w:b/>
          <w:sz w:val="16"/>
          <w:szCs w:val="16"/>
        </w:rPr>
        <w:t>k.</w:t>
      </w:r>
      <w:r w:rsidRPr="002B460C">
        <w:rPr>
          <w:b/>
          <w:szCs w:val="22"/>
        </w:rPr>
        <w:tab/>
      </w:r>
      <w:r w:rsidRPr="002B460C">
        <w:rPr>
          <w:szCs w:val="22"/>
        </w:rPr>
        <w:t xml:space="preserve">economic problems </w:t>
      </w:r>
      <w:r w:rsidR="00DC4685" w:rsidRPr="002B460C">
        <w:rPr>
          <w:rFonts w:ascii="Tahoma" w:hAnsi="Tahoma" w:cs="Tahoma"/>
          <w:b/>
          <w:i/>
          <w:sz w:val="16"/>
          <w:szCs w:val="16"/>
        </w:rPr>
        <w:t>[</w:t>
      </w:r>
      <w:r w:rsidRPr="002B460C">
        <w:rPr>
          <w:rFonts w:ascii="Tahoma" w:hAnsi="Tahoma" w:cs="Tahoma"/>
          <w:b/>
          <w:i/>
          <w:sz w:val="16"/>
          <w:szCs w:val="16"/>
        </w:rPr>
        <w:t>Ask in Mexico only</w:t>
      </w:r>
      <w:r w:rsidR="00DC4685" w:rsidRPr="002B460C">
        <w:rPr>
          <w:rFonts w:ascii="Tahoma" w:hAnsi="Tahoma" w:cs="Tahoma"/>
          <w:b/>
          <w:i/>
          <w:sz w:val="16"/>
          <w:szCs w:val="16"/>
        </w:rPr>
        <w:t>]</w:t>
      </w:r>
      <w:r w:rsidRPr="002B460C">
        <w:rPr>
          <w:b/>
          <w:i/>
          <w:szCs w:val="22"/>
        </w:rPr>
        <w:t xml:space="preserve"> </w:t>
      </w:r>
    </w:p>
    <w:p w:rsidR="00E779E5" w:rsidRPr="002B460C" w:rsidRDefault="00E779E5" w:rsidP="00C7609B">
      <w:pPr>
        <w:pStyle w:val="QuestionListLast"/>
        <w:rPr>
          <w:i/>
        </w:rPr>
      </w:pPr>
      <w:r w:rsidRPr="002B460C">
        <w:rPr>
          <w:rFonts w:ascii="Tahoma" w:hAnsi="Tahoma" w:cs="Tahoma"/>
          <w:b/>
          <w:sz w:val="16"/>
          <w:szCs w:val="16"/>
        </w:rPr>
        <w:t>l.</w:t>
      </w:r>
      <w:r w:rsidRPr="002B460C">
        <w:rPr>
          <w:b/>
        </w:rPr>
        <w:tab/>
      </w:r>
      <w:r w:rsidRPr="002B460C">
        <w:t xml:space="preserve">drug cartel-related violence in places like Ciudad Juarez </w:t>
      </w:r>
      <w:r w:rsidR="00DC4685" w:rsidRPr="002B460C">
        <w:rPr>
          <w:rFonts w:ascii="Tahoma" w:hAnsi="Tahoma" w:cs="Tahoma"/>
          <w:b/>
          <w:i/>
          <w:sz w:val="16"/>
          <w:szCs w:val="16"/>
        </w:rPr>
        <w:t>[</w:t>
      </w:r>
      <w:r w:rsidRPr="002B460C">
        <w:rPr>
          <w:rFonts w:ascii="Tahoma" w:hAnsi="Tahoma" w:cs="Tahoma"/>
          <w:b/>
          <w:i/>
          <w:sz w:val="16"/>
          <w:szCs w:val="16"/>
        </w:rPr>
        <w:t>Ask in Mexico only</w:t>
      </w:r>
      <w:r w:rsidR="00DC4685" w:rsidRPr="002B460C">
        <w:rPr>
          <w:rFonts w:ascii="Tahoma" w:hAnsi="Tahoma" w:cs="Tahoma"/>
          <w:b/>
          <w:i/>
          <w:sz w:val="16"/>
          <w:szCs w:val="16"/>
        </w:rPr>
        <w:t>]</w:t>
      </w:r>
      <w:r w:rsidRPr="002B460C">
        <w:rPr>
          <w:b/>
          <w:i/>
        </w:rPr>
        <w:t xml:space="preserve"> </w:t>
      </w:r>
    </w:p>
    <w:p w:rsidR="00E779E5" w:rsidRPr="002B460C" w:rsidRDefault="00E779E5" w:rsidP="00E779E5">
      <w:pPr>
        <w:pStyle w:val="QuestionResponse"/>
      </w:pPr>
      <w:r w:rsidRPr="002B460C">
        <w:t>1</w:t>
      </w:r>
      <w:r w:rsidRPr="002B460C">
        <w:tab/>
        <w:t>Very big problem</w:t>
      </w:r>
    </w:p>
    <w:p w:rsidR="00E779E5" w:rsidRPr="002B460C" w:rsidRDefault="00E779E5" w:rsidP="00E779E5">
      <w:pPr>
        <w:pStyle w:val="QuestionResponse"/>
      </w:pPr>
      <w:r w:rsidRPr="002B460C">
        <w:t>2</w:t>
      </w:r>
      <w:r w:rsidRPr="002B460C">
        <w:tab/>
        <w:t>Moderately big problem</w:t>
      </w:r>
    </w:p>
    <w:p w:rsidR="00E779E5" w:rsidRPr="002B460C" w:rsidRDefault="00E779E5" w:rsidP="00E779E5">
      <w:pPr>
        <w:pStyle w:val="QuestionResponse"/>
      </w:pPr>
      <w:r w:rsidRPr="002B460C">
        <w:t>3</w:t>
      </w:r>
      <w:r w:rsidRPr="002B460C">
        <w:tab/>
        <w:t>Small problem</w:t>
      </w:r>
    </w:p>
    <w:p w:rsidR="00E779E5" w:rsidRPr="002B460C" w:rsidRDefault="00E779E5" w:rsidP="00E779E5">
      <w:pPr>
        <w:pStyle w:val="QuestionResponse"/>
      </w:pPr>
      <w:r w:rsidRPr="002B460C">
        <w:t>4</w:t>
      </w:r>
      <w:r w:rsidRPr="002B460C">
        <w:tab/>
        <w:t>Not a problem at all</w:t>
      </w:r>
    </w:p>
    <w:p w:rsidR="00E779E5" w:rsidRPr="002B460C" w:rsidRDefault="00E779E5" w:rsidP="00E779E5">
      <w:pPr>
        <w:pStyle w:val="QuestionResponse"/>
      </w:pPr>
      <w:r w:rsidRPr="002B460C">
        <w:t>8</w:t>
      </w:r>
      <w:r w:rsidRPr="002B460C">
        <w:tab/>
        <w:t>Don’t know (DO NOT READ)</w:t>
      </w:r>
      <w:r w:rsidRPr="002B460C">
        <w:tab/>
      </w:r>
    </w:p>
    <w:p w:rsidR="00E779E5" w:rsidRPr="002B460C" w:rsidRDefault="00E779E5" w:rsidP="00C7609B">
      <w:pPr>
        <w:pStyle w:val="QuestionResponseLast"/>
      </w:pPr>
      <w:r w:rsidRPr="002B460C">
        <w:t>9</w:t>
      </w:r>
      <w:r w:rsidRPr="002B460C">
        <w:tab/>
        <w:t>Refused (DO NOT READ)</w:t>
      </w:r>
      <w:r w:rsidRPr="002B460C">
        <w:tab/>
      </w:r>
    </w:p>
    <w:p w:rsidR="00E779E5" w:rsidRPr="002B460C" w:rsidRDefault="00E779E5" w:rsidP="00C7609B">
      <w:pPr>
        <w:pStyle w:val="QuestionInstruction"/>
      </w:pPr>
      <w:r w:rsidRPr="002B460C">
        <w:lastRenderedPageBreak/>
        <w:t>ASK ALL</w:t>
      </w:r>
      <w:r w:rsidR="00051D0E" w:rsidRPr="002B460C">
        <w:t xml:space="preserve"> IN ALL COUNTRIES EXCEPT JAPAN</w:t>
      </w:r>
    </w:p>
    <w:p w:rsidR="00E779E5" w:rsidRPr="002B460C" w:rsidRDefault="00E779E5" w:rsidP="00C7609B">
      <w:pPr>
        <w:pStyle w:val="Question"/>
        <w:rPr>
          <w:i/>
        </w:rPr>
      </w:pPr>
      <w:r w:rsidRPr="002B460C">
        <w:rPr>
          <w:rFonts w:ascii="Tahoma" w:hAnsi="Tahoma" w:cs="Tahoma"/>
          <w:b/>
          <w:sz w:val="16"/>
          <w:szCs w:val="16"/>
        </w:rPr>
        <w:t>Q13</w:t>
      </w:r>
      <w:r w:rsidRPr="002B460C">
        <w:tab/>
        <w:t xml:space="preserve">Do you think rising prices is a very big problem, a moderately big problem, a small problem or not a problem at all in our country? </w:t>
      </w:r>
    </w:p>
    <w:p w:rsidR="00E779E5" w:rsidRPr="002B460C" w:rsidRDefault="00E779E5" w:rsidP="00E779E5">
      <w:pPr>
        <w:pStyle w:val="QuestionResponse"/>
      </w:pPr>
      <w:r w:rsidRPr="002B460C">
        <w:t>1</w:t>
      </w:r>
      <w:r w:rsidRPr="002B460C">
        <w:tab/>
        <w:t>Very big problem</w:t>
      </w:r>
    </w:p>
    <w:p w:rsidR="00E779E5" w:rsidRPr="002B460C" w:rsidRDefault="00E779E5" w:rsidP="00E779E5">
      <w:pPr>
        <w:pStyle w:val="QuestionResponse"/>
      </w:pPr>
      <w:r w:rsidRPr="002B460C">
        <w:t>2</w:t>
      </w:r>
      <w:r w:rsidRPr="002B460C">
        <w:tab/>
        <w:t>Moderately big problem</w:t>
      </w:r>
    </w:p>
    <w:p w:rsidR="00E779E5" w:rsidRPr="002B460C" w:rsidRDefault="00E779E5" w:rsidP="00E779E5">
      <w:pPr>
        <w:pStyle w:val="QuestionResponse"/>
      </w:pPr>
      <w:r w:rsidRPr="002B460C">
        <w:t>3</w:t>
      </w:r>
      <w:r w:rsidRPr="002B460C">
        <w:tab/>
        <w:t>Small problem</w:t>
      </w:r>
    </w:p>
    <w:p w:rsidR="00E779E5" w:rsidRPr="002B460C" w:rsidRDefault="00E779E5" w:rsidP="00E779E5">
      <w:pPr>
        <w:pStyle w:val="QuestionResponse"/>
      </w:pPr>
      <w:r w:rsidRPr="002B460C">
        <w:t>4</w:t>
      </w:r>
      <w:r w:rsidRPr="002B460C">
        <w:tab/>
        <w:t>Not a problem at all</w:t>
      </w:r>
    </w:p>
    <w:p w:rsidR="00E779E5" w:rsidRPr="002B460C" w:rsidRDefault="00E779E5" w:rsidP="00E779E5">
      <w:pPr>
        <w:pStyle w:val="QuestionResponse"/>
      </w:pPr>
      <w:r w:rsidRPr="002B460C">
        <w:t>8</w:t>
      </w:r>
      <w:r w:rsidRPr="002B460C">
        <w:tab/>
        <w:t>Don’t know (DO NOT READ)</w:t>
      </w:r>
      <w:r w:rsidRPr="002B460C">
        <w:tab/>
      </w:r>
    </w:p>
    <w:p w:rsidR="00E779E5" w:rsidRPr="002B460C" w:rsidRDefault="00E779E5" w:rsidP="00C7609B">
      <w:pPr>
        <w:pStyle w:val="QuestionResponseLast"/>
      </w:pPr>
      <w:r w:rsidRPr="002B460C">
        <w:t>9</w:t>
      </w:r>
      <w:r w:rsidRPr="002B460C">
        <w:tab/>
        <w:t>Refused (DO NOT READ)</w:t>
      </w:r>
    </w:p>
    <w:p w:rsidR="00E779E5" w:rsidRPr="002B460C" w:rsidRDefault="00E779E5" w:rsidP="00C7609B">
      <w:pPr>
        <w:pStyle w:val="QuestionInstruction"/>
      </w:pPr>
      <w:r w:rsidRPr="002B460C">
        <w:t>ASK ALL</w:t>
      </w:r>
      <w:r w:rsidR="00E32C41" w:rsidRPr="002B460C">
        <w:t xml:space="preserve"> IN ALL COUNTRIES EXCEPT JAPAN</w:t>
      </w:r>
    </w:p>
    <w:p w:rsidR="00E779E5" w:rsidRPr="002B460C" w:rsidRDefault="00E779E5" w:rsidP="00C7609B">
      <w:pPr>
        <w:pStyle w:val="Question"/>
        <w:rPr>
          <w:i/>
        </w:rPr>
      </w:pPr>
      <w:r w:rsidRPr="002B460C">
        <w:rPr>
          <w:rFonts w:ascii="Tahoma" w:hAnsi="Tahoma" w:cs="Tahoma"/>
          <w:b/>
          <w:sz w:val="16"/>
          <w:szCs w:val="16"/>
        </w:rPr>
        <w:t>Q13b</w:t>
      </w:r>
      <w:r w:rsidRPr="002B460C">
        <w:tab/>
        <w:t xml:space="preserve">Do you think a lack of job opportunities is a very big problem, a moderately big problem, a small problem or not a problem at all in our country? </w:t>
      </w:r>
    </w:p>
    <w:p w:rsidR="00E779E5" w:rsidRPr="002B460C" w:rsidRDefault="00E779E5" w:rsidP="00E779E5">
      <w:pPr>
        <w:pStyle w:val="QuestionResponse"/>
      </w:pPr>
      <w:r w:rsidRPr="002B460C">
        <w:t>1</w:t>
      </w:r>
      <w:r w:rsidRPr="002B460C">
        <w:tab/>
        <w:t>Very big problem</w:t>
      </w:r>
    </w:p>
    <w:p w:rsidR="00E779E5" w:rsidRPr="002B460C" w:rsidRDefault="00E779E5" w:rsidP="00E779E5">
      <w:pPr>
        <w:pStyle w:val="QuestionResponse"/>
      </w:pPr>
      <w:r w:rsidRPr="002B460C">
        <w:t>2</w:t>
      </w:r>
      <w:r w:rsidRPr="002B460C">
        <w:tab/>
        <w:t>Moderately big problem</w:t>
      </w:r>
    </w:p>
    <w:p w:rsidR="00E779E5" w:rsidRPr="002B460C" w:rsidRDefault="00E779E5" w:rsidP="00E779E5">
      <w:pPr>
        <w:pStyle w:val="QuestionResponse"/>
      </w:pPr>
      <w:r w:rsidRPr="002B460C">
        <w:t>3</w:t>
      </w:r>
      <w:r w:rsidRPr="002B460C">
        <w:tab/>
        <w:t>Small problem</w:t>
      </w:r>
    </w:p>
    <w:p w:rsidR="00E779E5" w:rsidRPr="002B460C" w:rsidRDefault="00E779E5" w:rsidP="00E779E5">
      <w:pPr>
        <w:pStyle w:val="QuestionResponse"/>
      </w:pPr>
      <w:r w:rsidRPr="002B460C">
        <w:t>4</w:t>
      </w:r>
      <w:r w:rsidRPr="002B460C">
        <w:tab/>
        <w:t>Not a problem at all</w:t>
      </w:r>
    </w:p>
    <w:p w:rsidR="00E779E5" w:rsidRPr="002B460C" w:rsidRDefault="00E779E5" w:rsidP="00E779E5">
      <w:pPr>
        <w:pStyle w:val="QuestionResponse"/>
      </w:pPr>
      <w:r w:rsidRPr="002B460C">
        <w:t>8</w:t>
      </w:r>
      <w:r w:rsidRPr="002B460C">
        <w:tab/>
        <w:t>Don’t know (DO NOT READ)</w:t>
      </w:r>
      <w:r w:rsidRPr="002B460C">
        <w:tab/>
      </w:r>
    </w:p>
    <w:p w:rsidR="00E779E5" w:rsidRPr="002B460C" w:rsidRDefault="00E779E5" w:rsidP="00C7609B">
      <w:pPr>
        <w:pStyle w:val="QuestionResponseLast"/>
      </w:pPr>
      <w:r w:rsidRPr="002B460C">
        <w:t>9</w:t>
      </w:r>
      <w:r w:rsidRPr="002B460C">
        <w:tab/>
        <w:t>Refused (DO NOT READ)</w:t>
      </w:r>
    </w:p>
    <w:p w:rsidR="00E779E5" w:rsidRPr="002B460C" w:rsidRDefault="00E779E5" w:rsidP="00E779E5">
      <w:pPr>
        <w:pStyle w:val="QuestionInstruction"/>
        <w:spacing w:after="0"/>
      </w:pPr>
      <w:r w:rsidRPr="002B460C">
        <w:t xml:space="preserve">ASK </w:t>
      </w:r>
      <w:r w:rsidR="00080AB8" w:rsidRPr="002B460C">
        <w:t xml:space="preserve">ALL </w:t>
      </w:r>
      <w:r w:rsidRPr="002B460C">
        <w:t>IN MEXICO ONLY</w:t>
      </w:r>
    </w:p>
    <w:p w:rsidR="00E779E5" w:rsidRDefault="00E779E5" w:rsidP="00E779E5">
      <w:pPr>
        <w:pStyle w:val="Question"/>
        <w:spacing w:after="0"/>
        <w:rPr>
          <w:i/>
          <w:iCs/>
        </w:rPr>
      </w:pPr>
      <w:r w:rsidRPr="002B460C">
        <w:rPr>
          <w:rFonts w:ascii="Tahoma" w:hAnsi="Tahoma" w:cs="Tahoma"/>
          <w:b/>
          <w:bCs/>
          <w:sz w:val="16"/>
          <w:szCs w:val="16"/>
        </w:rPr>
        <w:t>Q14</w:t>
      </w:r>
      <w:r w:rsidRPr="002B460C">
        <w:tab/>
        <w:t xml:space="preserve">In your opinion, at this time is it more important that the government try to maintain law and order or try to protect people’s personal freedoms? </w:t>
      </w:r>
    </w:p>
    <w:p w:rsidR="00AC4010" w:rsidRPr="002B460C" w:rsidRDefault="00AC4010" w:rsidP="00E779E5">
      <w:pPr>
        <w:pStyle w:val="Question"/>
        <w:spacing w:after="0"/>
        <w:rPr>
          <w:i/>
          <w:iCs/>
        </w:rPr>
      </w:pPr>
    </w:p>
    <w:p w:rsidR="00E779E5" w:rsidRPr="002B460C" w:rsidRDefault="00E779E5" w:rsidP="00E779E5">
      <w:pPr>
        <w:pStyle w:val="QuestionResponse"/>
      </w:pPr>
      <w:r w:rsidRPr="002B460C">
        <w:t>1 </w:t>
      </w:r>
      <w:r w:rsidRPr="002B460C">
        <w:tab/>
        <w:t xml:space="preserve">Law and order            </w:t>
      </w:r>
    </w:p>
    <w:p w:rsidR="00E779E5" w:rsidRPr="002B460C" w:rsidRDefault="00E779E5" w:rsidP="00E779E5">
      <w:pPr>
        <w:pStyle w:val="QuestionResponse"/>
      </w:pPr>
      <w:r w:rsidRPr="002B460C">
        <w:t>2</w:t>
      </w:r>
      <w:r w:rsidRPr="002B460C">
        <w:tab/>
        <w:t>Personal freedoms</w:t>
      </w:r>
    </w:p>
    <w:p w:rsidR="00E779E5" w:rsidRPr="002B460C" w:rsidRDefault="00E779E5" w:rsidP="00E779E5">
      <w:pPr>
        <w:pStyle w:val="QuestionResponse"/>
      </w:pPr>
      <w:r w:rsidRPr="002B460C">
        <w:t>3</w:t>
      </w:r>
      <w:r w:rsidRPr="002B460C">
        <w:tab/>
        <w:t>Both (DO NOT READ)</w:t>
      </w:r>
    </w:p>
    <w:p w:rsidR="00E779E5" w:rsidRPr="002B460C" w:rsidRDefault="00E779E5" w:rsidP="00E779E5">
      <w:pPr>
        <w:pStyle w:val="QuestionResponse"/>
      </w:pPr>
      <w:r w:rsidRPr="002B460C">
        <w:t>8</w:t>
      </w:r>
      <w:r w:rsidRPr="002B460C">
        <w:tab/>
        <w:t xml:space="preserve">Don’t know (DO NOT READ)          </w:t>
      </w:r>
    </w:p>
    <w:p w:rsidR="00E779E5" w:rsidRPr="002B460C" w:rsidRDefault="00E779E5" w:rsidP="00C7609B">
      <w:pPr>
        <w:pStyle w:val="QuestionResponseLast"/>
      </w:pPr>
      <w:r w:rsidRPr="002B460C">
        <w:t>9</w:t>
      </w:r>
      <w:r w:rsidRPr="002B460C">
        <w:tab/>
        <w:t>Refused (DO NOT READ)</w:t>
      </w:r>
    </w:p>
    <w:p w:rsidR="00E779E5" w:rsidRPr="002B460C" w:rsidRDefault="00E779E5" w:rsidP="00C7609B">
      <w:pPr>
        <w:pStyle w:val="QuestionInstruction"/>
      </w:pPr>
      <w:r w:rsidRPr="002B460C">
        <w:lastRenderedPageBreak/>
        <w:t>ASK ALL</w:t>
      </w:r>
    </w:p>
    <w:p w:rsidR="00E779E5" w:rsidRPr="002B460C" w:rsidRDefault="00E779E5" w:rsidP="00C7609B">
      <w:pPr>
        <w:pStyle w:val="Question"/>
      </w:pPr>
      <w:r w:rsidRPr="002B460C">
        <w:rPr>
          <w:rFonts w:ascii="Tahoma" w:hAnsi="Tahoma" w:cs="Tahoma"/>
          <w:b/>
          <w:sz w:val="16"/>
          <w:szCs w:val="16"/>
        </w:rPr>
        <w:t>Q15</w:t>
      </w:r>
      <w:r w:rsidRPr="002B460C">
        <w:tab/>
        <w:t xml:space="preserve">Please tell me whether you completely agree, mostly agree, mostly disagree or completely disagree with the following statements. </w:t>
      </w:r>
    </w:p>
    <w:p w:rsidR="00B763FD" w:rsidRPr="002B460C" w:rsidRDefault="00B763FD" w:rsidP="00C7609B">
      <w:pPr>
        <w:pStyle w:val="QuestionList"/>
        <w:rPr>
          <w:rFonts w:ascii="Tahoma" w:hAnsi="Tahoma" w:cs="Tahoma"/>
          <w:b/>
          <w:sz w:val="16"/>
          <w:szCs w:val="16"/>
        </w:rPr>
      </w:pPr>
      <w:r w:rsidRPr="002B460C">
        <w:rPr>
          <w:rFonts w:ascii="Tahoma" w:hAnsi="Tahoma" w:cs="Tahoma"/>
          <w:b/>
          <w:sz w:val="16"/>
          <w:szCs w:val="16"/>
        </w:rPr>
        <w:t>ROTATE IN TELEPHONE SURVEYS</w:t>
      </w:r>
    </w:p>
    <w:p w:rsidR="00AC4010" w:rsidRDefault="00C7609B" w:rsidP="00C7609B">
      <w:pPr>
        <w:pStyle w:val="QuestionList"/>
        <w:rPr>
          <w:i/>
        </w:rPr>
      </w:pPr>
      <w:r w:rsidRPr="002B460C">
        <w:rPr>
          <w:rFonts w:ascii="Tahoma" w:hAnsi="Tahoma" w:cs="Tahoma"/>
          <w:b/>
          <w:sz w:val="16"/>
          <w:szCs w:val="16"/>
        </w:rPr>
        <w:t>a.</w:t>
      </w:r>
      <w:r w:rsidRPr="002B460C">
        <w:tab/>
      </w:r>
      <w:r w:rsidR="00E779E5" w:rsidRPr="002B460C">
        <w:t xml:space="preserve">Success in life is pretty much determined by forces outside our control </w:t>
      </w:r>
    </w:p>
    <w:p w:rsidR="00AC4010" w:rsidRDefault="00E779E5" w:rsidP="00C7609B">
      <w:pPr>
        <w:pStyle w:val="QuestionList"/>
        <w:rPr>
          <w:i/>
        </w:rPr>
      </w:pPr>
      <w:r w:rsidRPr="002B460C">
        <w:rPr>
          <w:rFonts w:ascii="Tahoma" w:hAnsi="Tahoma" w:cs="Tahoma"/>
          <w:b/>
          <w:sz w:val="16"/>
          <w:szCs w:val="16"/>
        </w:rPr>
        <w:t>b.</w:t>
      </w:r>
      <w:r w:rsidRPr="002B460C">
        <w:rPr>
          <w:b/>
        </w:rPr>
        <w:tab/>
      </w:r>
      <w:r w:rsidRPr="002B460C">
        <w:t xml:space="preserve">Our people are not perfect, but our culture is superior to others </w:t>
      </w:r>
    </w:p>
    <w:p w:rsidR="00AC4010" w:rsidRDefault="00E779E5" w:rsidP="00C7609B">
      <w:pPr>
        <w:pStyle w:val="QuestionList"/>
        <w:rPr>
          <w:i/>
        </w:rPr>
      </w:pPr>
      <w:r w:rsidRPr="002B460C">
        <w:rPr>
          <w:rFonts w:ascii="Tahoma" w:hAnsi="Tahoma" w:cs="Tahoma"/>
          <w:b/>
          <w:sz w:val="16"/>
          <w:szCs w:val="16"/>
        </w:rPr>
        <w:t>c.</w:t>
      </w:r>
      <w:r w:rsidRPr="002B460C">
        <w:tab/>
        <w:t xml:space="preserve">It is sometimes necessary to use military force to maintain order in the world </w:t>
      </w:r>
    </w:p>
    <w:p w:rsidR="00AC4010" w:rsidRPr="002B460C" w:rsidRDefault="00E779E5" w:rsidP="00C7609B">
      <w:pPr>
        <w:pStyle w:val="QuestionList"/>
        <w:rPr>
          <w:i/>
        </w:rPr>
      </w:pPr>
      <w:r w:rsidRPr="002B460C">
        <w:rPr>
          <w:rFonts w:ascii="Tahoma" w:hAnsi="Tahoma" w:cs="Tahoma"/>
          <w:b/>
          <w:sz w:val="16"/>
          <w:szCs w:val="16"/>
        </w:rPr>
        <w:t>d.</w:t>
      </w:r>
      <w:r w:rsidRPr="002B460C">
        <w:tab/>
        <w:t>It's natural for Russia to have an empire</w:t>
      </w:r>
      <w:r w:rsidR="007675F6" w:rsidRPr="002B460C">
        <w:t xml:space="preserve"> </w:t>
      </w:r>
      <w:r w:rsidR="00DC4685" w:rsidRPr="002B460C">
        <w:rPr>
          <w:rFonts w:ascii="Tahoma" w:hAnsi="Tahoma" w:cs="Tahoma"/>
          <w:b/>
          <w:i/>
          <w:sz w:val="16"/>
          <w:szCs w:val="16"/>
        </w:rPr>
        <w:t>[</w:t>
      </w:r>
      <w:r w:rsidR="007675F6" w:rsidRPr="002B460C">
        <w:rPr>
          <w:rFonts w:ascii="Tahoma" w:hAnsi="Tahoma" w:cs="Tahoma"/>
          <w:b/>
          <w:i/>
          <w:sz w:val="16"/>
          <w:szCs w:val="16"/>
        </w:rPr>
        <w:t>Ask in Russia and Ukraine only</w:t>
      </w:r>
      <w:r w:rsidR="00DC4685" w:rsidRPr="002B460C">
        <w:rPr>
          <w:rFonts w:ascii="Tahoma" w:hAnsi="Tahoma" w:cs="Tahoma"/>
          <w:b/>
          <w:i/>
          <w:sz w:val="16"/>
          <w:szCs w:val="16"/>
        </w:rPr>
        <w:t>]</w:t>
      </w:r>
      <w:r w:rsidRPr="002B460C">
        <w:t xml:space="preserve"> </w:t>
      </w:r>
    </w:p>
    <w:p w:rsidR="00E779E5" w:rsidRPr="002B460C" w:rsidRDefault="00E779E5" w:rsidP="00221610">
      <w:pPr>
        <w:pStyle w:val="QuestionListLast"/>
      </w:pPr>
      <w:r w:rsidRPr="002B460C">
        <w:rPr>
          <w:rFonts w:ascii="Tahoma" w:hAnsi="Tahoma" w:cs="Tahoma"/>
          <w:b/>
          <w:sz w:val="16"/>
          <w:szCs w:val="16"/>
        </w:rPr>
        <w:t>e.</w:t>
      </w:r>
      <w:r w:rsidRPr="002B460C">
        <w:tab/>
        <w:t>It is a great misfortune that the Soviet Union no longer exists</w:t>
      </w:r>
      <w:r w:rsidR="007675F6" w:rsidRPr="002B460C">
        <w:t xml:space="preserve"> </w:t>
      </w:r>
      <w:r w:rsidR="00DC4685" w:rsidRPr="002B460C">
        <w:rPr>
          <w:rFonts w:ascii="Tahoma" w:hAnsi="Tahoma" w:cs="Tahoma"/>
          <w:b/>
          <w:i/>
          <w:sz w:val="16"/>
          <w:szCs w:val="16"/>
        </w:rPr>
        <w:t>[</w:t>
      </w:r>
      <w:r w:rsidR="007675F6" w:rsidRPr="002B460C">
        <w:rPr>
          <w:rFonts w:ascii="Tahoma" w:hAnsi="Tahoma" w:cs="Tahoma"/>
          <w:b/>
          <w:i/>
          <w:sz w:val="16"/>
          <w:szCs w:val="16"/>
        </w:rPr>
        <w:t>Ask in Russia only</w:t>
      </w:r>
      <w:r w:rsidR="00DC4685" w:rsidRPr="002B460C">
        <w:rPr>
          <w:rFonts w:ascii="Tahoma" w:hAnsi="Tahoma" w:cs="Tahoma"/>
          <w:b/>
          <w:i/>
          <w:sz w:val="16"/>
          <w:szCs w:val="16"/>
        </w:rPr>
        <w:t>]</w:t>
      </w:r>
      <w:r w:rsidRPr="002B460C">
        <w:t xml:space="preserve"> </w:t>
      </w:r>
    </w:p>
    <w:p w:rsidR="00E779E5" w:rsidRPr="002B460C" w:rsidRDefault="00E779E5" w:rsidP="00E779E5">
      <w:pPr>
        <w:pStyle w:val="QuestionResponse"/>
        <w:rPr>
          <w:szCs w:val="22"/>
        </w:rPr>
      </w:pPr>
      <w:r w:rsidRPr="002B460C">
        <w:rPr>
          <w:szCs w:val="22"/>
        </w:rPr>
        <w:t>1</w:t>
      </w:r>
      <w:r w:rsidRPr="002B460C">
        <w:rPr>
          <w:szCs w:val="22"/>
        </w:rPr>
        <w:tab/>
        <w:t>Completely agree</w:t>
      </w:r>
    </w:p>
    <w:p w:rsidR="00E779E5" w:rsidRPr="002B460C" w:rsidRDefault="00E779E5" w:rsidP="00E779E5">
      <w:pPr>
        <w:pStyle w:val="QuestionResponse"/>
        <w:rPr>
          <w:szCs w:val="22"/>
        </w:rPr>
      </w:pPr>
      <w:r w:rsidRPr="002B460C">
        <w:rPr>
          <w:szCs w:val="22"/>
        </w:rPr>
        <w:t>2</w:t>
      </w:r>
      <w:r w:rsidRPr="002B460C">
        <w:rPr>
          <w:szCs w:val="22"/>
        </w:rPr>
        <w:tab/>
        <w:t>Mostly agree</w:t>
      </w:r>
    </w:p>
    <w:p w:rsidR="00E779E5" w:rsidRPr="002B460C" w:rsidRDefault="00E779E5" w:rsidP="00E779E5">
      <w:pPr>
        <w:pStyle w:val="QuestionResponse"/>
        <w:rPr>
          <w:szCs w:val="22"/>
        </w:rPr>
      </w:pPr>
      <w:r w:rsidRPr="002B460C">
        <w:rPr>
          <w:szCs w:val="22"/>
        </w:rPr>
        <w:t>3</w:t>
      </w:r>
      <w:r w:rsidRPr="002B460C">
        <w:rPr>
          <w:szCs w:val="22"/>
        </w:rPr>
        <w:tab/>
        <w:t>Mostly disagree</w:t>
      </w:r>
    </w:p>
    <w:p w:rsidR="00E779E5" w:rsidRPr="002B460C" w:rsidRDefault="00E779E5" w:rsidP="00E779E5">
      <w:pPr>
        <w:pStyle w:val="QuestionResponse"/>
        <w:rPr>
          <w:szCs w:val="22"/>
        </w:rPr>
      </w:pPr>
      <w:r w:rsidRPr="002B460C">
        <w:rPr>
          <w:szCs w:val="22"/>
        </w:rPr>
        <w:t>4</w:t>
      </w:r>
      <w:r w:rsidRPr="002B460C">
        <w:rPr>
          <w:szCs w:val="22"/>
        </w:rPr>
        <w:tab/>
        <w:t>Completely disagree</w:t>
      </w:r>
    </w:p>
    <w:p w:rsidR="00E779E5" w:rsidRPr="002B460C" w:rsidRDefault="00E779E5" w:rsidP="00E779E5">
      <w:pPr>
        <w:pStyle w:val="QuestionResponse"/>
        <w:rPr>
          <w:szCs w:val="22"/>
        </w:rPr>
      </w:pPr>
      <w:r w:rsidRPr="002B460C">
        <w:rPr>
          <w:szCs w:val="22"/>
        </w:rPr>
        <w:t>8</w:t>
      </w:r>
      <w:r w:rsidRPr="002B460C">
        <w:rPr>
          <w:szCs w:val="22"/>
        </w:rPr>
        <w:tab/>
        <w:t>Don’t know (DO NOT READ)</w:t>
      </w:r>
    </w:p>
    <w:p w:rsidR="00E779E5" w:rsidRPr="002B460C" w:rsidRDefault="00E779E5" w:rsidP="00221610">
      <w:pPr>
        <w:pStyle w:val="QuestionResponseLast"/>
      </w:pPr>
      <w:r w:rsidRPr="002B460C">
        <w:t>9</w:t>
      </w:r>
      <w:r w:rsidRPr="002B460C">
        <w:tab/>
        <w:t>Refused (DO NOT READ)</w:t>
      </w:r>
    </w:p>
    <w:p w:rsidR="00E779E5" w:rsidRPr="002B460C" w:rsidRDefault="00E779E5" w:rsidP="00221610">
      <w:pPr>
        <w:pStyle w:val="QuestionInstruction"/>
      </w:pPr>
      <w:r w:rsidRPr="002B460C">
        <w:t xml:space="preserve">ASK </w:t>
      </w:r>
      <w:r w:rsidR="00080AB8" w:rsidRPr="002B460C">
        <w:t xml:space="preserve">ALL </w:t>
      </w:r>
      <w:r w:rsidRPr="002B460C">
        <w:t>IN LITHUANIA, RUSSIA, AND UKRAINE ONLY</w:t>
      </w:r>
    </w:p>
    <w:p w:rsidR="00E779E5" w:rsidRPr="002B460C" w:rsidRDefault="00E779E5" w:rsidP="00221610">
      <w:pPr>
        <w:pStyle w:val="Question"/>
        <w:rPr>
          <w:i/>
        </w:rPr>
      </w:pPr>
      <w:r w:rsidRPr="002B460C">
        <w:rPr>
          <w:rFonts w:ascii="Tahoma" w:hAnsi="Tahoma" w:cs="Tahoma"/>
          <w:b/>
          <w:sz w:val="16"/>
          <w:szCs w:val="16"/>
        </w:rPr>
        <w:t>Q16</w:t>
      </w:r>
      <w:r w:rsidR="00DE6CCD" w:rsidRPr="002B460C">
        <w:rPr>
          <w:rFonts w:ascii="Tahoma" w:hAnsi="Tahoma" w:cs="Tahoma"/>
          <w:b/>
          <w:sz w:val="16"/>
          <w:szCs w:val="16"/>
        </w:rPr>
        <w:t>a</w:t>
      </w:r>
      <w:r w:rsidR="00221610" w:rsidRPr="002B460C">
        <w:tab/>
      </w:r>
      <w:r w:rsidRPr="002B460C">
        <w:t xml:space="preserve">Some say that people who get ahead these days do so mainly at the expense of other people, others say that people who get ahead these days do so because they have more ability and ambition than other people - which comes closer to your point of view? </w:t>
      </w:r>
    </w:p>
    <w:p w:rsidR="00E779E5" w:rsidRPr="002B460C" w:rsidRDefault="00E779E5" w:rsidP="00221610">
      <w:pPr>
        <w:pStyle w:val="QuestionResponse"/>
      </w:pPr>
      <w:r w:rsidRPr="002B460C">
        <w:t>1</w:t>
      </w:r>
      <w:r w:rsidRPr="002B460C">
        <w:tab/>
        <w:t>At other people’s expense</w:t>
      </w:r>
    </w:p>
    <w:p w:rsidR="00E779E5" w:rsidRPr="002B460C" w:rsidRDefault="00E779E5" w:rsidP="00221610">
      <w:pPr>
        <w:pStyle w:val="QuestionResponse"/>
      </w:pPr>
      <w:r w:rsidRPr="002B460C">
        <w:t>2</w:t>
      </w:r>
      <w:r w:rsidRPr="002B460C">
        <w:tab/>
        <w:t>Ability and ambition</w:t>
      </w:r>
    </w:p>
    <w:p w:rsidR="00E779E5" w:rsidRPr="002B460C" w:rsidRDefault="00E779E5" w:rsidP="00221610">
      <w:pPr>
        <w:pStyle w:val="QuestionResponse"/>
      </w:pPr>
      <w:r w:rsidRPr="002B460C">
        <w:t>8</w:t>
      </w:r>
      <w:r w:rsidRPr="002B460C">
        <w:tab/>
        <w:t>Don’t know (DO NOT READ)</w:t>
      </w:r>
    </w:p>
    <w:p w:rsidR="00E779E5" w:rsidRPr="002B460C" w:rsidRDefault="00E779E5" w:rsidP="00221610">
      <w:pPr>
        <w:pStyle w:val="QuestionResponseLast"/>
      </w:pPr>
      <w:r w:rsidRPr="002B460C">
        <w:t>9</w:t>
      </w:r>
      <w:r w:rsidRPr="002B460C">
        <w:tab/>
        <w:t>Refused (DO NOT READ)</w:t>
      </w:r>
    </w:p>
    <w:p w:rsidR="00E779E5" w:rsidRPr="002B460C" w:rsidRDefault="00E779E5" w:rsidP="00221610">
      <w:pPr>
        <w:pStyle w:val="QuestionInstruction"/>
      </w:pPr>
      <w:r w:rsidRPr="002B460C">
        <w:t xml:space="preserve">ASK </w:t>
      </w:r>
      <w:r w:rsidR="00080AB8" w:rsidRPr="002B460C">
        <w:t xml:space="preserve">ALL </w:t>
      </w:r>
      <w:r w:rsidRPr="002B460C">
        <w:t>IN LITHUANIA, RUSSIA, AND UKRAINE ONLY</w:t>
      </w:r>
    </w:p>
    <w:p w:rsidR="00E779E5" w:rsidRPr="002B460C" w:rsidRDefault="00221610" w:rsidP="00221610">
      <w:pPr>
        <w:pStyle w:val="Question"/>
        <w:rPr>
          <w:i/>
        </w:rPr>
      </w:pPr>
      <w:r w:rsidRPr="002B460C">
        <w:rPr>
          <w:rFonts w:ascii="Tahoma" w:hAnsi="Tahoma" w:cs="Tahoma"/>
          <w:b/>
          <w:sz w:val="16"/>
          <w:szCs w:val="16"/>
        </w:rPr>
        <w:t>Q</w:t>
      </w:r>
      <w:r w:rsidR="00E779E5" w:rsidRPr="002B460C">
        <w:rPr>
          <w:rFonts w:ascii="Tahoma" w:hAnsi="Tahoma" w:cs="Tahoma"/>
          <w:b/>
          <w:sz w:val="16"/>
          <w:szCs w:val="16"/>
        </w:rPr>
        <w:t>16b</w:t>
      </w:r>
      <w:r w:rsidRPr="002B460C">
        <w:tab/>
      </w:r>
      <w:r w:rsidR="00E779E5" w:rsidRPr="002B460C">
        <w:t xml:space="preserve">Some say that most people who don't succeed in life fail because of society's failures.  Others say that most people who don't succeed do so because of their own individual failures.  Which comes closer to your point of view? </w:t>
      </w:r>
    </w:p>
    <w:p w:rsidR="00E779E5" w:rsidRPr="002B460C" w:rsidRDefault="00E779E5" w:rsidP="00221610">
      <w:pPr>
        <w:pStyle w:val="QuestionResponse"/>
      </w:pPr>
      <w:r w:rsidRPr="002B460C">
        <w:t>1</w:t>
      </w:r>
      <w:r w:rsidRPr="002B460C">
        <w:tab/>
        <w:t>Society's failures</w:t>
      </w:r>
      <w:r w:rsidRPr="002B460C">
        <w:tab/>
      </w:r>
      <w:r w:rsidRPr="002B460C">
        <w:tab/>
      </w:r>
    </w:p>
    <w:p w:rsidR="00E779E5" w:rsidRPr="002B460C" w:rsidRDefault="00E779E5" w:rsidP="00221610">
      <w:pPr>
        <w:pStyle w:val="QuestionResponse"/>
      </w:pPr>
      <w:r w:rsidRPr="002B460C">
        <w:t>2</w:t>
      </w:r>
      <w:r w:rsidRPr="002B460C">
        <w:tab/>
        <w:t>Personal failures</w:t>
      </w:r>
      <w:r w:rsidRPr="002B460C">
        <w:tab/>
      </w:r>
      <w:r w:rsidRPr="002B460C">
        <w:tab/>
      </w:r>
    </w:p>
    <w:p w:rsidR="00E779E5" w:rsidRPr="002B460C" w:rsidRDefault="00E779E5" w:rsidP="00221610">
      <w:pPr>
        <w:pStyle w:val="QuestionResponse"/>
      </w:pPr>
      <w:r w:rsidRPr="002B460C">
        <w:t>8</w:t>
      </w:r>
      <w:r w:rsidRPr="002B460C">
        <w:tab/>
        <w:t>Don’t know (DO NOT READ)</w:t>
      </w:r>
      <w:r w:rsidRPr="002B460C">
        <w:tab/>
      </w:r>
    </w:p>
    <w:p w:rsidR="00E779E5" w:rsidRPr="002B460C" w:rsidRDefault="00E779E5" w:rsidP="00221610">
      <w:pPr>
        <w:pStyle w:val="QuestionResponseLast"/>
      </w:pPr>
      <w:r w:rsidRPr="002B460C">
        <w:t>9</w:t>
      </w:r>
      <w:r w:rsidRPr="002B460C">
        <w:tab/>
        <w:t>Refused (DO NOT READ)</w:t>
      </w:r>
    </w:p>
    <w:p w:rsidR="00E779E5" w:rsidRPr="002B460C" w:rsidRDefault="00E779E5" w:rsidP="00E779E5">
      <w:pPr>
        <w:pStyle w:val="QuestionInstruction"/>
      </w:pPr>
      <w:r w:rsidRPr="002B460C">
        <w:lastRenderedPageBreak/>
        <w:t>ASK ALL</w:t>
      </w:r>
      <w:r w:rsidR="00E27087">
        <w:rPr>
          <w:rStyle w:val="FootnoteReference"/>
        </w:rPr>
        <w:footnoteReference w:id="2"/>
      </w:r>
    </w:p>
    <w:p w:rsidR="00E779E5" w:rsidRPr="002B460C" w:rsidRDefault="00E779E5" w:rsidP="00221610">
      <w:pPr>
        <w:pStyle w:val="Question"/>
      </w:pPr>
      <w:r w:rsidRPr="002B460C">
        <w:rPr>
          <w:rFonts w:ascii="Tahoma" w:hAnsi="Tahoma" w:cs="Tahoma"/>
          <w:b/>
          <w:sz w:val="16"/>
          <w:szCs w:val="16"/>
        </w:rPr>
        <w:t>Q17</w:t>
      </w:r>
      <w:r w:rsidRPr="002B460C">
        <w:tab/>
        <w:t>Which one of these comes closest to your opinion, number 1 or number 2?</w:t>
      </w:r>
      <w:r w:rsidR="00F517A9" w:rsidRPr="002B460C">
        <w:t xml:space="preserve"> </w:t>
      </w:r>
      <w:r w:rsidR="00F517A9" w:rsidRPr="002B460C">
        <w:rPr>
          <w:i/>
        </w:rPr>
        <w:t>(READ)</w:t>
      </w:r>
      <w:r w:rsidRPr="002B460C">
        <w:t xml:space="preserve"> </w:t>
      </w:r>
      <w:r w:rsidRPr="002B460C">
        <w:rPr>
          <w:i/>
        </w:rPr>
        <w:t xml:space="preserve">(SHOW CARD)  </w:t>
      </w:r>
    </w:p>
    <w:p w:rsidR="00F517A9" w:rsidRPr="002B460C" w:rsidRDefault="00F517A9" w:rsidP="00E779E5">
      <w:pPr>
        <w:pStyle w:val="QuestionResponse"/>
        <w:rPr>
          <w:rFonts w:ascii="Tahoma" w:hAnsi="Tahoma" w:cs="Tahoma"/>
          <w:b/>
          <w:sz w:val="16"/>
          <w:szCs w:val="16"/>
        </w:rPr>
      </w:pPr>
      <w:r w:rsidRPr="002B460C">
        <w:rPr>
          <w:rFonts w:ascii="Tahoma" w:hAnsi="Tahoma" w:cs="Tahoma"/>
          <w:b/>
          <w:sz w:val="16"/>
          <w:szCs w:val="16"/>
        </w:rPr>
        <w:t>ROTATE IN TELEPHONE SURVEYS</w:t>
      </w:r>
    </w:p>
    <w:p w:rsidR="00E779E5" w:rsidRPr="002B460C" w:rsidRDefault="00E779E5" w:rsidP="00E779E5">
      <w:pPr>
        <w:pStyle w:val="QuestionResponse"/>
      </w:pPr>
      <w:r w:rsidRPr="002B460C">
        <w:t>1</w:t>
      </w:r>
      <w:r w:rsidRPr="002B460C">
        <w:tab/>
        <w:t>Number 1 – It is not necessary to believe in God in order to be moral and have good values</w:t>
      </w:r>
    </w:p>
    <w:p w:rsidR="00E779E5" w:rsidRPr="002B460C" w:rsidRDefault="00E779E5" w:rsidP="00E779E5">
      <w:pPr>
        <w:pStyle w:val="QuestionResponse"/>
      </w:pPr>
      <w:r w:rsidRPr="002B460C">
        <w:t>2</w:t>
      </w:r>
      <w:r w:rsidRPr="002B460C">
        <w:tab/>
        <w:t>Number 2 – It is necessary to believe in God in order to be moral and have good values</w:t>
      </w:r>
    </w:p>
    <w:p w:rsidR="00E779E5" w:rsidRPr="002B460C" w:rsidRDefault="00E779E5" w:rsidP="00E779E5">
      <w:pPr>
        <w:pStyle w:val="QuestionResponse"/>
      </w:pPr>
      <w:r w:rsidRPr="002B460C">
        <w:t>8</w:t>
      </w:r>
      <w:r w:rsidRPr="002B460C">
        <w:tab/>
        <w:t>Don’t know (DO NOT READ)</w:t>
      </w:r>
    </w:p>
    <w:p w:rsidR="00E779E5" w:rsidRPr="002B460C" w:rsidRDefault="00E779E5" w:rsidP="00221610">
      <w:pPr>
        <w:pStyle w:val="QuestionResponseLast"/>
      </w:pPr>
      <w:r w:rsidRPr="002B460C">
        <w:t>9</w:t>
      </w:r>
      <w:r w:rsidRPr="002B460C">
        <w:tab/>
        <w:t>Refused (DO NOT READ)</w:t>
      </w:r>
    </w:p>
    <w:p w:rsidR="00E779E5" w:rsidRPr="002B460C" w:rsidRDefault="00E779E5" w:rsidP="00E779E5">
      <w:pPr>
        <w:pStyle w:val="QuestionInstruction"/>
      </w:pPr>
      <w:r w:rsidRPr="002B460C">
        <w:t>ASK ALL</w:t>
      </w:r>
    </w:p>
    <w:p w:rsidR="00E779E5" w:rsidRPr="002B460C" w:rsidRDefault="00E779E5" w:rsidP="00E779E5">
      <w:pPr>
        <w:pStyle w:val="Question"/>
      </w:pPr>
      <w:r w:rsidRPr="002B460C">
        <w:rPr>
          <w:rFonts w:ascii="Tahoma" w:hAnsi="Tahoma" w:cs="Tahoma"/>
          <w:b/>
          <w:sz w:val="16"/>
        </w:rPr>
        <w:t>Q18</w:t>
      </w:r>
      <w:r w:rsidRPr="002B460C">
        <w:tab/>
        <w:t>And which one of these comes closer to your opinion, number 1 or number 2?</w:t>
      </w:r>
      <w:r w:rsidR="00F517A9" w:rsidRPr="002B460C">
        <w:t xml:space="preserve"> </w:t>
      </w:r>
      <w:r w:rsidR="00F517A9" w:rsidRPr="002B460C">
        <w:rPr>
          <w:i/>
        </w:rPr>
        <w:t>(READ)</w:t>
      </w:r>
      <w:r w:rsidRPr="002B460C">
        <w:t xml:space="preserve">  </w:t>
      </w:r>
      <w:r w:rsidRPr="002B460C">
        <w:rPr>
          <w:i/>
        </w:rPr>
        <w:t>(SHOW CARD)</w:t>
      </w:r>
      <w:r w:rsidRPr="002B460C">
        <w:t xml:space="preserve">  </w:t>
      </w:r>
    </w:p>
    <w:p w:rsidR="00F517A9" w:rsidRPr="002B460C" w:rsidRDefault="00F517A9" w:rsidP="00F517A9">
      <w:pPr>
        <w:pStyle w:val="QuestionResponse"/>
        <w:rPr>
          <w:rFonts w:ascii="Tahoma" w:hAnsi="Tahoma" w:cs="Tahoma"/>
          <w:b/>
          <w:sz w:val="16"/>
          <w:szCs w:val="16"/>
        </w:rPr>
      </w:pPr>
      <w:r w:rsidRPr="002B460C">
        <w:rPr>
          <w:rFonts w:ascii="Tahoma" w:hAnsi="Tahoma" w:cs="Tahoma"/>
          <w:b/>
          <w:sz w:val="16"/>
          <w:szCs w:val="16"/>
        </w:rPr>
        <w:t>ROTATE IN TELEPHONE SURVEYS</w:t>
      </w:r>
    </w:p>
    <w:p w:rsidR="00E779E5" w:rsidRPr="002B460C" w:rsidRDefault="00E779E5" w:rsidP="00E779E5">
      <w:pPr>
        <w:pStyle w:val="QuestionResponse"/>
      </w:pPr>
      <w:r w:rsidRPr="002B460C">
        <w:t>1</w:t>
      </w:r>
      <w:r w:rsidRPr="002B460C">
        <w:tab/>
        <w:t>Number 1 – Homosexuality is a way of life that should be accepted by society</w:t>
      </w:r>
    </w:p>
    <w:p w:rsidR="00E779E5" w:rsidRPr="002B460C" w:rsidRDefault="00E779E5" w:rsidP="00E779E5">
      <w:pPr>
        <w:pStyle w:val="QuestionResponse"/>
      </w:pPr>
      <w:r w:rsidRPr="002B460C">
        <w:t>2</w:t>
      </w:r>
      <w:r w:rsidRPr="002B460C">
        <w:tab/>
        <w:t>Number 2 – Homosexuality is a way of life that should not be accepted by society</w:t>
      </w:r>
    </w:p>
    <w:p w:rsidR="00E779E5" w:rsidRPr="002B460C" w:rsidRDefault="00E779E5" w:rsidP="00E779E5">
      <w:pPr>
        <w:pStyle w:val="QuestionResponse"/>
      </w:pPr>
      <w:r w:rsidRPr="002B460C">
        <w:t>8</w:t>
      </w:r>
      <w:r w:rsidRPr="002B460C">
        <w:tab/>
        <w:t>Don’t know (DO NOT READ)</w:t>
      </w:r>
    </w:p>
    <w:p w:rsidR="00E779E5" w:rsidRPr="002B460C" w:rsidRDefault="00E779E5" w:rsidP="00221610">
      <w:pPr>
        <w:pStyle w:val="QuestionResponseLast"/>
      </w:pPr>
      <w:r w:rsidRPr="002B460C">
        <w:t>9</w:t>
      </w:r>
      <w:r w:rsidRPr="002B460C">
        <w:tab/>
        <w:t>Refused (DO NOT READ)</w:t>
      </w:r>
    </w:p>
    <w:p w:rsidR="00E779E5" w:rsidRPr="002B460C" w:rsidRDefault="00E779E5" w:rsidP="00E779E5">
      <w:pPr>
        <w:pStyle w:val="QuestionInstruction"/>
        <w:spacing w:after="0"/>
        <w:rPr>
          <w:szCs w:val="22"/>
        </w:rPr>
      </w:pPr>
      <w:r w:rsidRPr="002B460C">
        <w:rPr>
          <w:szCs w:val="22"/>
        </w:rPr>
        <w:t xml:space="preserve">ASK ALL </w:t>
      </w:r>
      <w:r w:rsidR="00BB288E" w:rsidRPr="002B460C">
        <w:rPr>
          <w:szCs w:val="22"/>
        </w:rPr>
        <w:t>IN ALL COUNTRIES EXCEPT EGYPT</w:t>
      </w:r>
      <w:r w:rsidR="006A16CC" w:rsidRPr="002B460C">
        <w:rPr>
          <w:szCs w:val="22"/>
        </w:rPr>
        <w:t xml:space="preserve"> AND JAPAN</w:t>
      </w:r>
    </w:p>
    <w:p w:rsidR="00E779E5" w:rsidRPr="002B460C" w:rsidRDefault="00E779E5" w:rsidP="00E779E5">
      <w:pPr>
        <w:pStyle w:val="Question"/>
        <w:rPr>
          <w:iCs/>
          <w:szCs w:val="22"/>
        </w:rPr>
      </w:pPr>
      <w:r w:rsidRPr="002B460C">
        <w:rPr>
          <w:rFonts w:ascii="Tahoma" w:hAnsi="Tahoma" w:cs="Tahoma"/>
          <w:b/>
          <w:sz w:val="16"/>
          <w:szCs w:val="16"/>
        </w:rPr>
        <w:t>Q19</w:t>
      </w:r>
      <w:r w:rsidRPr="002B460C">
        <w:rPr>
          <w:szCs w:val="22"/>
        </w:rPr>
        <w:tab/>
        <w:t xml:space="preserve">What do you think about the growing trade and business ties between </w:t>
      </w:r>
      <w:r w:rsidRPr="002B460C">
        <w:rPr>
          <w:b/>
          <w:szCs w:val="22"/>
        </w:rPr>
        <w:t>(survey country)</w:t>
      </w:r>
      <w:r w:rsidRPr="002B460C">
        <w:rPr>
          <w:szCs w:val="22"/>
        </w:rPr>
        <w:t xml:space="preserve"> and other countries – do you think it is a very good thing, somewhat good, somewhat bad or a very bad thing for our country?  </w:t>
      </w:r>
    </w:p>
    <w:p w:rsidR="00E779E5" w:rsidRPr="002B460C" w:rsidRDefault="00E779E5" w:rsidP="00E779E5">
      <w:pPr>
        <w:pStyle w:val="QuestionResponse"/>
        <w:rPr>
          <w:szCs w:val="22"/>
        </w:rPr>
      </w:pPr>
      <w:r w:rsidRPr="002B460C">
        <w:rPr>
          <w:szCs w:val="22"/>
        </w:rPr>
        <w:t>1</w:t>
      </w:r>
      <w:r w:rsidRPr="002B460C">
        <w:rPr>
          <w:szCs w:val="22"/>
        </w:rPr>
        <w:tab/>
        <w:t>Very good</w:t>
      </w:r>
    </w:p>
    <w:p w:rsidR="00E779E5" w:rsidRPr="002B460C" w:rsidRDefault="00E779E5" w:rsidP="00E779E5">
      <w:pPr>
        <w:pStyle w:val="QuestionResponse"/>
        <w:rPr>
          <w:szCs w:val="22"/>
        </w:rPr>
      </w:pPr>
      <w:r w:rsidRPr="002B460C">
        <w:rPr>
          <w:szCs w:val="22"/>
        </w:rPr>
        <w:t>2</w:t>
      </w:r>
      <w:r w:rsidRPr="002B460C">
        <w:rPr>
          <w:szCs w:val="22"/>
        </w:rPr>
        <w:tab/>
        <w:t>Somewhat good</w:t>
      </w:r>
    </w:p>
    <w:p w:rsidR="00E779E5" w:rsidRPr="002B460C" w:rsidRDefault="00E779E5" w:rsidP="00E779E5">
      <w:pPr>
        <w:pStyle w:val="QuestionResponse"/>
        <w:rPr>
          <w:szCs w:val="22"/>
        </w:rPr>
      </w:pPr>
      <w:r w:rsidRPr="002B460C">
        <w:rPr>
          <w:szCs w:val="22"/>
        </w:rPr>
        <w:t>3</w:t>
      </w:r>
      <w:r w:rsidRPr="002B460C">
        <w:rPr>
          <w:szCs w:val="22"/>
        </w:rPr>
        <w:tab/>
        <w:t>Somewhat bad</w:t>
      </w:r>
    </w:p>
    <w:p w:rsidR="00E779E5" w:rsidRPr="002B460C" w:rsidRDefault="00E779E5" w:rsidP="00E779E5">
      <w:pPr>
        <w:pStyle w:val="QuestionResponse"/>
        <w:rPr>
          <w:szCs w:val="22"/>
        </w:rPr>
      </w:pPr>
      <w:r w:rsidRPr="002B460C">
        <w:rPr>
          <w:szCs w:val="22"/>
        </w:rPr>
        <w:t>4</w:t>
      </w:r>
      <w:r w:rsidRPr="002B460C">
        <w:rPr>
          <w:szCs w:val="22"/>
        </w:rPr>
        <w:tab/>
        <w:t>Very bad</w:t>
      </w:r>
    </w:p>
    <w:p w:rsidR="00E779E5" w:rsidRPr="002B460C" w:rsidRDefault="00E779E5" w:rsidP="00E779E5">
      <w:pPr>
        <w:pStyle w:val="QuestionResponse"/>
        <w:rPr>
          <w:szCs w:val="22"/>
        </w:rPr>
      </w:pPr>
      <w:r w:rsidRPr="002B460C">
        <w:rPr>
          <w:szCs w:val="22"/>
        </w:rPr>
        <w:t>8</w:t>
      </w:r>
      <w:r w:rsidRPr="002B460C">
        <w:rPr>
          <w:szCs w:val="22"/>
        </w:rPr>
        <w:tab/>
        <w:t>Don’t know (DO NOT READ)</w:t>
      </w:r>
    </w:p>
    <w:p w:rsidR="00E779E5" w:rsidRPr="002B460C" w:rsidRDefault="00E779E5" w:rsidP="00A22414">
      <w:pPr>
        <w:pStyle w:val="QuestionResponseLast"/>
      </w:pPr>
      <w:r w:rsidRPr="002B460C">
        <w:t>9</w:t>
      </w:r>
      <w:r w:rsidRPr="002B460C">
        <w:tab/>
        <w:t>Refused (DO NOT READ)</w:t>
      </w:r>
    </w:p>
    <w:p w:rsidR="00E779E5" w:rsidRPr="002B460C" w:rsidRDefault="00E779E5" w:rsidP="00E779E5">
      <w:pPr>
        <w:pStyle w:val="QuestionInstruction"/>
        <w:spacing w:after="0"/>
        <w:ind w:left="0" w:firstLine="720"/>
        <w:rPr>
          <w:szCs w:val="22"/>
        </w:rPr>
      </w:pPr>
      <w:r w:rsidRPr="002B460C">
        <w:rPr>
          <w:szCs w:val="22"/>
        </w:rPr>
        <w:lastRenderedPageBreak/>
        <w:t>ASK ALL IN PAKISTAN AND INDIA ONLY</w:t>
      </w:r>
    </w:p>
    <w:p w:rsidR="00E779E5" w:rsidRPr="002B460C" w:rsidRDefault="00E779E5" w:rsidP="00E779E5">
      <w:pPr>
        <w:pStyle w:val="Question"/>
        <w:rPr>
          <w:iCs/>
          <w:szCs w:val="22"/>
        </w:rPr>
      </w:pPr>
      <w:r w:rsidRPr="002B460C">
        <w:rPr>
          <w:rFonts w:ascii="Tahoma" w:hAnsi="Tahoma" w:cs="Tahoma"/>
          <w:b/>
          <w:sz w:val="16"/>
          <w:szCs w:val="16"/>
        </w:rPr>
        <w:t>Q20</w:t>
      </w:r>
      <w:r w:rsidRPr="002B460C">
        <w:rPr>
          <w:szCs w:val="22"/>
        </w:rPr>
        <w:tab/>
        <w:t xml:space="preserve">Do you think that an increase in trade and business ties between </w:t>
      </w:r>
      <w:r w:rsidRPr="002B460C">
        <w:rPr>
          <w:b/>
          <w:szCs w:val="22"/>
        </w:rPr>
        <w:t>(survey country)</w:t>
      </w:r>
      <w:r w:rsidRPr="002B460C">
        <w:rPr>
          <w:szCs w:val="22"/>
        </w:rPr>
        <w:t xml:space="preserve"> and </w:t>
      </w:r>
      <w:r w:rsidR="001025C3" w:rsidRPr="002B460C">
        <w:rPr>
          <w:b/>
          <w:szCs w:val="22"/>
        </w:rPr>
        <w:t xml:space="preserve">[In India: </w:t>
      </w:r>
      <w:r w:rsidR="001025C3" w:rsidRPr="002B460C">
        <w:rPr>
          <w:szCs w:val="22"/>
        </w:rPr>
        <w:t>Pakistan</w:t>
      </w:r>
      <w:r w:rsidR="001025C3" w:rsidRPr="002B460C">
        <w:rPr>
          <w:b/>
          <w:szCs w:val="22"/>
        </w:rPr>
        <w:t xml:space="preserve">; In Pakistan: </w:t>
      </w:r>
      <w:r w:rsidR="001025C3" w:rsidRPr="002B460C">
        <w:rPr>
          <w:szCs w:val="22"/>
        </w:rPr>
        <w:t>India</w:t>
      </w:r>
      <w:r w:rsidR="001025C3" w:rsidRPr="002B460C">
        <w:rPr>
          <w:b/>
          <w:szCs w:val="22"/>
        </w:rPr>
        <w:t>]</w:t>
      </w:r>
      <w:r w:rsidRPr="002B460C">
        <w:rPr>
          <w:szCs w:val="22"/>
        </w:rPr>
        <w:t xml:space="preserve"> would be a very good thing, somewhat good, somewhat bad or a very bad thing for our country?  </w:t>
      </w:r>
    </w:p>
    <w:p w:rsidR="00E779E5" w:rsidRPr="002B460C" w:rsidRDefault="00E779E5" w:rsidP="00E779E5">
      <w:pPr>
        <w:pStyle w:val="QuestionResponse"/>
        <w:rPr>
          <w:szCs w:val="22"/>
        </w:rPr>
      </w:pPr>
      <w:r w:rsidRPr="002B460C">
        <w:rPr>
          <w:szCs w:val="22"/>
        </w:rPr>
        <w:t>1</w:t>
      </w:r>
      <w:r w:rsidRPr="002B460C">
        <w:rPr>
          <w:szCs w:val="22"/>
        </w:rPr>
        <w:tab/>
        <w:t>Very good</w:t>
      </w:r>
    </w:p>
    <w:p w:rsidR="00E779E5" w:rsidRPr="002B460C" w:rsidRDefault="00E779E5" w:rsidP="00E779E5">
      <w:pPr>
        <w:pStyle w:val="QuestionResponse"/>
        <w:rPr>
          <w:szCs w:val="22"/>
        </w:rPr>
      </w:pPr>
      <w:r w:rsidRPr="002B460C">
        <w:rPr>
          <w:szCs w:val="22"/>
        </w:rPr>
        <w:t>2</w:t>
      </w:r>
      <w:r w:rsidRPr="002B460C">
        <w:rPr>
          <w:szCs w:val="22"/>
        </w:rPr>
        <w:tab/>
        <w:t>Somewhat good</w:t>
      </w:r>
    </w:p>
    <w:p w:rsidR="00E779E5" w:rsidRPr="002B460C" w:rsidRDefault="00E779E5" w:rsidP="00E779E5">
      <w:pPr>
        <w:pStyle w:val="QuestionResponse"/>
        <w:rPr>
          <w:szCs w:val="22"/>
        </w:rPr>
      </w:pPr>
      <w:r w:rsidRPr="002B460C">
        <w:rPr>
          <w:szCs w:val="22"/>
        </w:rPr>
        <w:t>3</w:t>
      </w:r>
      <w:r w:rsidRPr="002B460C">
        <w:rPr>
          <w:szCs w:val="22"/>
        </w:rPr>
        <w:tab/>
        <w:t>Somewhat bad</w:t>
      </w:r>
    </w:p>
    <w:p w:rsidR="00E779E5" w:rsidRPr="002B460C" w:rsidRDefault="00E779E5" w:rsidP="00E779E5">
      <w:pPr>
        <w:pStyle w:val="QuestionResponse"/>
        <w:rPr>
          <w:szCs w:val="22"/>
        </w:rPr>
      </w:pPr>
      <w:r w:rsidRPr="002B460C">
        <w:rPr>
          <w:szCs w:val="22"/>
        </w:rPr>
        <w:t>4</w:t>
      </w:r>
      <w:r w:rsidRPr="002B460C">
        <w:rPr>
          <w:szCs w:val="22"/>
        </w:rPr>
        <w:tab/>
        <w:t>Very bad</w:t>
      </w:r>
    </w:p>
    <w:p w:rsidR="00E779E5" w:rsidRPr="002B460C" w:rsidRDefault="00E779E5" w:rsidP="00E779E5">
      <w:pPr>
        <w:pStyle w:val="QuestionResponse"/>
        <w:rPr>
          <w:szCs w:val="22"/>
        </w:rPr>
      </w:pPr>
      <w:r w:rsidRPr="002B460C">
        <w:rPr>
          <w:szCs w:val="22"/>
        </w:rPr>
        <w:t>8</w:t>
      </w:r>
      <w:r w:rsidRPr="002B460C">
        <w:rPr>
          <w:szCs w:val="22"/>
        </w:rPr>
        <w:tab/>
        <w:t>Don’t know (DO NOT READ)</w:t>
      </w:r>
    </w:p>
    <w:p w:rsidR="00E779E5" w:rsidRPr="002B460C" w:rsidRDefault="00E779E5" w:rsidP="00A22414">
      <w:pPr>
        <w:pStyle w:val="QuestionResponseLast"/>
      </w:pPr>
      <w:r w:rsidRPr="002B460C">
        <w:t>9</w:t>
      </w:r>
      <w:r w:rsidRPr="002B460C">
        <w:tab/>
        <w:t>Refused (DO NOT READ)</w:t>
      </w:r>
    </w:p>
    <w:p w:rsidR="00E779E5" w:rsidRPr="002B460C" w:rsidRDefault="00E779E5" w:rsidP="00E779E5">
      <w:pPr>
        <w:pStyle w:val="QuestionInstruction"/>
        <w:spacing w:before="0" w:after="0"/>
        <w:rPr>
          <w:bCs/>
          <w:caps/>
          <w:szCs w:val="22"/>
        </w:rPr>
      </w:pPr>
      <w:r w:rsidRPr="002B460C">
        <w:rPr>
          <w:bCs/>
          <w:caps/>
          <w:szCs w:val="22"/>
        </w:rPr>
        <w:t xml:space="preserve">ASK </w:t>
      </w:r>
      <w:r w:rsidR="00080AB8" w:rsidRPr="002B460C">
        <w:rPr>
          <w:bCs/>
          <w:caps/>
          <w:szCs w:val="22"/>
        </w:rPr>
        <w:t xml:space="preserve">ALL </w:t>
      </w:r>
      <w:r w:rsidRPr="002B460C">
        <w:rPr>
          <w:bCs/>
          <w:caps/>
          <w:szCs w:val="22"/>
        </w:rPr>
        <w:t>IN Lithuania ONLY</w:t>
      </w:r>
    </w:p>
    <w:p w:rsidR="00E779E5" w:rsidRPr="002B460C" w:rsidRDefault="00E779E5" w:rsidP="00E779E5">
      <w:pPr>
        <w:pStyle w:val="QuestionResponseLast"/>
        <w:spacing w:after="0"/>
        <w:ind w:left="720"/>
      </w:pPr>
      <w:r w:rsidRPr="002B460C">
        <w:rPr>
          <w:rFonts w:ascii="Tahoma" w:hAnsi="Tahoma" w:cs="Tahoma"/>
          <w:b/>
          <w:sz w:val="16"/>
          <w:szCs w:val="16"/>
        </w:rPr>
        <w:t>Q21</w:t>
      </w:r>
      <w:r w:rsidRPr="002B460C">
        <w:tab/>
        <w:t xml:space="preserve">Generally speaking, do you think our country's membership in the European Union is a good thing, a bad thing, or neither good nor bad? </w:t>
      </w:r>
    </w:p>
    <w:p w:rsidR="00E779E5" w:rsidRPr="002B460C" w:rsidRDefault="00E779E5" w:rsidP="00E779E5">
      <w:pPr>
        <w:pStyle w:val="QuestionResponse"/>
      </w:pPr>
    </w:p>
    <w:p w:rsidR="00E779E5" w:rsidRPr="002B460C" w:rsidRDefault="00E779E5" w:rsidP="00E779E5">
      <w:pPr>
        <w:pStyle w:val="QuestionResponse"/>
      </w:pPr>
      <w:r w:rsidRPr="002B460C">
        <w:t>1</w:t>
      </w:r>
      <w:r w:rsidRPr="002B460C">
        <w:tab/>
        <w:t>Good thing</w:t>
      </w:r>
    </w:p>
    <w:p w:rsidR="00E779E5" w:rsidRPr="002B460C" w:rsidRDefault="00E779E5" w:rsidP="00E779E5">
      <w:pPr>
        <w:pStyle w:val="QuestionResponse"/>
      </w:pPr>
      <w:r w:rsidRPr="002B460C">
        <w:t>2</w:t>
      </w:r>
      <w:r w:rsidRPr="002B460C">
        <w:tab/>
        <w:t>Bad thing</w:t>
      </w:r>
    </w:p>
    <w:p w:rsidR="00E779E5" w:rsidRPr="002B460C" w:rsidRDefault="00E779E5" w:rsidP="00E779E5">
      <w:pPr>
        <w:pStyle w:val="QuestionResponse"/>
      </w:pPr>
      <w:r w:rsidRPr="002B460C">
        <w:t>3</w:t>
      </w:r>
      <w:r w:rsidRPr="002B460C">
        <w:tab/>
        <w:t>Neither</w:t>
      </w:r>
    </w:p>
    <w:p w:rsidR="00E779E5" w:rsidRPr="002B460C" w:rsidRDefault="00E779E5" w:rsidP="00E779E5">
      <w:pPr>
        <w:pStyle w:val="QuestionResponse"/>
      </w:pPr>
      <w:r w:rsidRPr="002B460C">
        <w:t>4</w:t>
      </w:r>
      <w:r w:rsidRPr="002B460C">
        <w:tab/>
        <w:t>Both (DO NOT READ)</w:t>
      </w:r>
    </w:p>
    <w:p w:rsidR="00E779E5" w:rsidRPr="002B460C" w:rsidRDefault="00E779E5" w:rsidP="00E779E5">
      <w:pPr>
        <w:pStyle w:val="QuestionResponse"/>
      </w:pPr>
      <w:r w:rsidRPr="002B460C">
        <w:t>8</w:t>
      </w:r>
      <w:r w:rsidRPr="002B460C">
        <w:tab/>
        <w:t>Don’t know (DO NOT READ)</w:t>
      </w:r>
    </w:p>
    <w:p w:rsidR="00E779E5" w:rsidRPr="002B460C" w:rsidRDefault="00E779E5" w:rsidP="00A22414">
      <w:pPr>
        <w:pStyle w:val="QuestionResponseLast"/>
        <w:rPr>
          <w:strike/>
        </w:rPr>
      </w:pPr>
      <w:r w:rsidRPr="002B460C">
        <w:t>9</w:t>
      </w:r>
      <w:r w:rsidRPr="002B460C">
        <w:tab/>
        <w:t>Refused (DO NOT READ)</w:t>
      </w:r>
    </w:p>
    <w:p w:rsidR="00E779E5" w:rsidRPr="002B460C" w:rsidRDefault="00E779E5" w:rsidP="00A22414">
      <w:pPr>
        <w:pStyle w:val="QuestionInstruction"/>
      </w:pPr>
      <w:r w:rsidRPr="002B460C">
        <w:t xml:space="preserve">ASK </w:t>
      </w:r>
      <w:r w:rsidR="00080AB8" w:rsidRPr="002B460C">
        <w:t xml:space="preserve">ALL </w:t>
      </w:r>
      <w:r w:rsidRPr="002B460C">
        <w:t>IN LITHUANIA, RUSSIA, AND UKRAINE ONLY</w:t>
      </w:r>
    </w:p>
    <w:p w:rsidR="00E779E5" w:rsidRPr="002B460C" w:rsidRDefault="00E779E5" w:rsidP="00A22414">
      <w:pPr>
        <w:pStyle w:val="Question"/>
      </w:pPr>
      <w:r w:rsidRPr="002B460C">
        <w:rPr>
          <w:rFonts w:ascii="Tahoma" w:hAnsi="Tahoma" w:cs="Tahoma"/>
          <w:b/>
          <w:sz w:val="16"/>
          <w:szCs w:val="16"/>
        </w:rPr>
        <w:t>Q22</w:t>
      </w:r>
      <w:r w:rsidRPr="002B460C">
        <w:tab/>
        <w:t xml:space="preserve">After the dissolution of the Soviet Union, we changed from a country where there was just one party to a country with a multiparty system. Overall, do you strongly approve, approve, disapprove or strongly disapprove of this change in </w:t>
      </w:r>
      <w:r w:rsidRPr="002B460C">
        <w:rPr>
          <w:b/>
        </w:rPr>
        <w:t>(</w:t>
      </w:r>
      <w:r w:rsidR="00E60FC0" w:rsidRPr="002B460C">
        <w:rPr>
          <w:b/>
        </w:rPr>
        <w:t>survey country</w:t>
      </w:r>
      <w:r w:rsidRPr="002B460C">
        <w:rPr>
          <w:b/>
        </w:rPr>
        <w:t>)</w:t>
      </w:r>
      <w:r w:rsidRPr="002B460C">
        <w:t xml:space="preserve">? </w:t>
      </w:r>
    </w:p>
    <w:p w:rsidR="00E779E5" w:rsidRPr="002B460C" w:rsidRDefault="00E779E5" w:rsidP="00E779E5">
      <w:pPr>
        <w:pStyle w:val="QuestionResponse"/>
      </w:pPr>
      <w:r w:rsidRPr="002B460C">
        <w:t>1</w:t>
      </w:r>
      <w:r w:rsidRPr="002B460C">
        <w:tab/>
        <w:t>Strongly approve</w:t>
      </w:r>
    </w:p>
    <w:p w:rsidR="00E779E5" w:rsidRPr="002B460C" w:rsidRDefault="00E779E5" w:rsidP="00E779E5">
      <w:pPr>
        <w:pStyle w:val="QuestionResponse"/>
      </w:pPr>
      <w:r w:rsidRPr="002B460C">
        <w:t>2</w:t>
      </w:r>
      <w:r w:rsidRPr="002B460C">
        <w:tab/>
        <w:t>Approve</w:t>
      </w:r>
    </w:p>
    <w:p w:rsidR="00E779E5" w:rsidRPr="002B460C" w:rsidRDefault="00E779E5" w:rsidP="00E779E5">
      <w:pPr>
        <w:pStyle w:val="QuestionResponse"/>
      </w:pPr>
      <w:r w:rsidRPr="002B460C">
        <w:t>3</w:t>
      </w:r>
      <w:r w:rsidRPr="002B460C">
        <w:tab/>
        <w:t>Disapprove</w:t>
      </w:r>
    </w:p>
    <w:p w:rsidR="00E779E5" w:rsidRPr="002B460C" w:rsidRDefault="00E779E5" w:rsidP="00E779E5">
      <w:pPr>
        <w:pStyle w:val="QuestionResponse"/>
      </w:pPr>
      <w:r w:rsidRPr="002B460C">
        <w:t>4</w:t>
      </w:r>
      <w:r w:rsidRPr="002B460C">
        <w:tab/>
        <w:t>Strongly disapprove</w:t>
      </w:r>
    </w:p>
    <w:p w:rsidR="00E779E5" w:rsidRPr="002B460C" w:rsidRDefault="00E779E5" w:rsidP="00E779E5">
      <w:pPr>
        <w:pStyle w:val="QuestionResponse"/>
      </w:pPr>
      <w:r w:rsidRPr="002B460C">
        <w:t>8</w:t>
      </w:r>
      <w:r w:rsidRPr="002B460C">
        <w:tab/>
        <w:t>Don’t know (DO NOT READ)</w:t>
      </w:r>
    </w:p>
    <w:p w:rsidR="00E779E5" w:rsidRPr="002B460C" w:rsidRDefault="00E779E5" w:rsidP="00A22414">
      <w:pPr>
        <w:pStyle w:val="QuestionResponseLast"/>
      </w:pPr>
      <w:r w:rsidRPr="002B460C">
        <w:t>9</w:t>
      </w:r>
      <w:r w:rsidRPr="002B460C">
        <w:tab/>
        <w:t>Refused (DO NOT READ)</w:t>
      </w:r>
    </w:p>
    <w:p w:rsidR="00E779E5" w:rsidRPr="002B460C" w:rsidRDefault="00E779E5" w:rsidP="00A22414">
      <w:pPr>
        <w:pStyle w:val="QuestionInstruction"/>
      </w:pPr>
      <w:r w:rsidRPr="002B460C">
        <w:t xml:space="preserve">ASK </w:t>
      </w:r>
      <w:r w:rsidR="00080AB8" w:rsidRPr="002B460C">
        <w:t xml:space="preserve">ALL </w:t>
      </w:r>
      <w:r w:rsidRPr="002B460C">
        <w:t xml:space="preserve">IN LITHUANIA, RUSSIA, AND UKRAINE ONLY </w:t>
      </w:r>
    </w:p>
    <w:p w:rsidR="00E779E5" w:rsidRPr="002B460C" w:rsidRDefault="00E779E5" w:rsidP="00E779E5">
      <w:pPr>
        <w:ind w:left="720" w:hanging="720"/>
        <w:rPr>
          <w:i/>
        </w:rPr>
      </w:pPr>
      <w:r w:rsidRPr="002B460C">
        <w:rPr>
          <w:rFonts w:ascii="Tahoma" w:hAnsi="Tahoma" w:cs="Tahoma"/>
          <w:b/>
          <w:sz w:val="16"/>
          <w:szCs w:val="16"/>
        </w:rPr>
        <w:t>Q23</w:t>
      </w:r>
      <w:r w:rsidRPr="002B460C">
        <w:tab/>
        <w:t xml:space="preserve">Again thinking back to 1991, do you strongly approve, approve, disapprove or strongly disapprove that our country moved from having a state controlled economy to having a market economy? </w:t>
      </w:r>
    </w:p>
    <w:p w:rsidR="00E779E5" w:rsidRPr="002B460C" w:rsidRDefault="00E779E5" w:rsidP="00E779E5">
      <w:pPr>
        <w:ind w:left="720" w:hanging="720"/>
        <w:rPr>
          <w:i/>
        </w:rPr>
      </w:pPr>
    </w:p>
    <w:p w:rsidR="00E779E5" w:rsidRPr="002B460C" w:rsidRDefault="00E779E5" w:rsidP="00E779E5">
      <w:pPr>
        <w:pStyle w:val="QuestionResponse"/>
      </w:pPr>
      <w:r w:rsidRPr="002B460C">
        <w:t>1</w:t>
      </w:r>
      <w:r w:rsidRPr="002B460C">
        <w:tab/>
        <w:t>Strongly approve</w:t>
      </w:r>
    </w:p>
    <w:p w:rsidR="00E779E5" w:rsidRPr="002B460C" w:rsidRDefault="00E779E5" w:rsidP="00E779E5">
      <w:pPr>
        <w:pStyle w:val="QuestionResponse"/>
      </w:pPr>
      <w:r w:rsidRPr="002B460C">
        <w:t>2</w:t>
      </w:r>
      <w:r w:rsidRPr="002B460C">
        <w:tab/>
        <w:t>Approve</w:t>
      </w:r>
    </w:p>
    <w:p w:rsidR="00E779E5" w:rsidRPr="002B460C" w:rsidRDefault="00E779E5" w:rsidP="00E779E5">
      <w:pPr>
        <w:pStyle w:val="QuestionResponse"/>
      </w:pPr>
      <w:r w:rsidRPr="002B460C">
        <w:t>3</w:t>
      </w:r>
      <w:r w:rsidRPr="002B460C">
        <w:tab/>
        <w:t>Disapprove</w:t>
      </w:r>
    </w:p>
    <w:p w:rsidR="00E779E5" w:rsidRPr="002B460C" w:rsidRDefault="00E779E5" w:rsidP="00E779E5">
      <w:pPr>
        <w:pStyle w:val="QuestionResponse"/>
      </w:pPr>
      <w:r w:rsidRPr="002B460C">
        <w:t>4</w:t>
      </w:r>
      <w:r w:rsidRPr="002B460C">
        <w:tab/>
        <w:t>Strongly disapprove</w:t>
      </w:r>
    </w:p>
    <w:p w:rsidR="00E779E5" w:rsidRPr="002B460C" w:rsidRDefault="00E779E5" w:rsidP="00E779E5">
      <w:pPr>
        <w:pStyle w:val="QuestionResponse"/>
      </w:pPr>
      <w:r w:rsidRPr="002B460C">
        <w:t>8</w:t>
      </w:r>
      <w:r w:rsidRPr="002B460C">
        <w:tab/>
        <w:t>Don’t know (DO NOT READ)</w:t>
      </w:r>
    </w:p>
    <w:p w:rsidR="00E779E5" w:rsidRPr="002B460C" w:rsidRDefault="00E779E5" w:rsidP="006C0A3D">
      <w:pPr>
        <w:pStyle w:val="QuestionResponseLast"/>
      </w:pPr>
      <w:r w:rsidRPr="002B460C">
        <w:t>9</w:t>
      </w:r>
      <w:r w:rsidRPr="002B460C">
        <w:tab/>
        <w:t>Refused (DO NOT READ)</w:t>
      </w:r>
    </w:p>
    <w:p w:rsidR="00E779E5" w:rsidRPr="002B460C" w:rsidRDefault="00E779E5" w:rsidP="006C0A3D">
      <w:pPr>
        <w:pStyle w:val="QuestionInstruction"/>
      </w:pPr>
      <w:r w:rsidRPr="002B460C">
        <w:lastRenderedPageBreak/>
        <w:t xml:space="preserve">ASK </w:t>
      </w:r>
      <w:r w:rsidR="00080AB8" w:rsidRPr="002B460C">
        <w:t xml:space="preserve">ALL </w:t>
      </w:r>
      <w:r w:rsidRPr="002B460C">
        <w:t>IN LITHUANIA, RUSSIA, AND UKRAINE ONLY</w:t>
      </w:r>
    </w:p>
    <w:p w:rsidR="00E779E5" w:rsidRPr="002B460C" w:rsidRDefault="00E779E5" w:rsidP="006C0A3D">
      <w:pPr>
        <w:pStyle w:val="Question"/>
      </w:pPr>
      <w:r w:rsidRPr="002B460C">
        <w:rPr>
          <w:rFonts w:ascii="Tahoma" w:hAnsi="Tahoma" w:cs="Tahoma"/>
          <w:b/>
          <w:sz w:val="16"/>
          <w:szCs w:val="16"/>
        </w:rPr>
        <w:t>Q24</w:t>
      </w:r>
      <w:r w:rsidRPr="002B460C">
        <w:tab/>
        <w:t xml:space="preserve">How much have (INSERT) benefited from the changes since 1991 – a great deal, a fair amount, not too much, or not at all? </w:t>
      </w:r>
    </w:p>
    <w:p w:rsidR="00E779E5" w:rsidRPr="002B460C" w:rsidRDefault="00E779E5" w:rsidP="006C0A3D">
      <w:pPr>
        <w:pStyle w:val="QuestionList"/>
      </w:pPr>
      <w:r w:rsidRPr="002B460C">
        <w:rPr>
          <w:rFonts w:ascii="Tahoma" w:hAnsi="Tahoma" w:cs="Tahoma"/>
          <w:b/>
          <w:sz w:val="16"/>
          <w:szCs w:val="16"/>
        </w:rPr>
        <w:t>a.</w:t>
      </w:r>
      <w:r w:rsidRPr="002B460C">
        <w:tab/>
        <w:t>Ordinary people</w:t>
      </w:r>
    </w:p>
    <w:p w:rsidR="00E779E5" w:rsidRPr="002B460C" w:rsidRDefault="00E779E5" w:rsidP="006C0A3D">
      <w:pPr>
        <w:pStyle w:val="QuestionList"/>
      </w:pPr>
      <w:r w:rsidRPr="002B460C">
        <w:rPr>
          <w:rFonts w:ascii="Tahoma" w:hAnsi="Tahoma" w:cs="Tahoma"/>
          <w:b/>
          <w:sz w:val="16"/>
          <w:szCs w:val="16"/>
        </w:rPr>
        <w:t>b.</w:t>
      </w:r>
      <w:r w:rsidRPr="002B460C">
        <w:tab/>
        <w:t>People who own businesses</w:t>
      </w:r>
    </w:p>
    <w:p w:rsidR="00E779E5" w:rsidRPr="002B460C" w:rsidRDefault="00E779E5" w:rsidP="006C0A3D">
      <w:pPr>
        <w:pStyle w:val="QuestionListLast"/>
      </w:pPr>
      <w:r w:rsidRPr="002B460C">
        <w:rPr>
          <w:rFonts w:ascii="Tahoma" w:hAnsi="Tahoma" w:cs="Tahoma"/>
          <w:b/>
          <w:sz w:val="16"/>
          <w:szCs w:val="16"/>
        </w:rPr>
        <w:t>c.</w:t>
      </w:r>
      <w:r w:rsidRPr="002B460C">
        <w:tab/>
        <w:t>Politicians</w:t>
      </w:r>
    </w:p>
    <w:p w:rsidR="00E779E5" w:rsidRPr="002B460C" w:rsidRDefault="00E779E5" w:rsidP="006C0A3D">
      <w:pPr>
        <w:pStyle w:val="QuestionResponse"/>
      </w:pPr>
      <w:r w:rsidRPr="002B460C">
        <w:t>1</w:t>
      </w:r>
      <w:r w:rsidRPr="002B460C">
        <w:tab/>
        <w:t>Great deal</w:t>
      </w:r>
    </w:p>
    <w:p w:rsidR="00E779E5" w:rsidRPr="002B460C" w:rsidRDefault="00E779E5" w:rsidP="006C0A3D">
      <w:pPr>
        <w:pStyle w:val="QuestionResponse"/>
      </w:pPr>
      <w:r w:rsidRPr="002B460C">
        <w:t>2</w:t>
      </w:r>
      <w:r w:rsidRPr="002B460C">
        <w:tab/>
        <w:t>Fair amount</w:t>
      </w:r>
    </w:p>
    <w:p w:rsidR="00E779E5" w:rsidRPr="002B460C" w:rsidRDefault="00E779E5" w:rsidP="006C0A3D">
      <w:pPr>
        <w:pStyle w:val="QuestionResponse"/>
      </w:pPr>
      <w:r w:rsidRPr="002B460C">
        <w:t xml:space="preserve">3 </w:t>
      </w:r>
      <w:r w:rsidRPr="002B460C">
        <w:tab/>
        <w:t>Not too much</w:t>
      </w:r>
    </w:p>
    <w:p w:rsidR="00E779E5" w:rsidRPr="002B460C" w:rsidRDefault="00E779E5" w:rsidP="006C0A3D">
      <w:pPr>
        <w:pStyle w:val="QuestionResponse"/>
      </w:pPr>
      <w:r w:rsidRPr="002B460C">
        <w:t>4</w:t>
      </w:r>
      <w:r w:rsidRPr="002B460C">
        <w:tab/>
        <w:t>Not at all</w:t>
      </w:r>
      <w:r w:rsidRPr="002B460C">
        <w:tab/>
      </w:r>
    </w:p>
    <w:p w:rsidR="00E779E5" w:rsidRPr="002B460C" w:rsidRDefault="00E779E5" w:rsidP="006C0A3D">
      <w:pPr>
        <w:pStyle w:val="QuestionResponse"/>
      </w:pPr>
      <w:r w:rsidRPr="002B460C">
        <w:t>8</w:t>
      </w:r>
      <w:r w:rsidRPr="002B460C">
        <w:tab/>
        <w:t>Don’t know (DO NOT READ)</w:t>
      </w:r>
    </w:p>
    <w:p w:rsidR="00E779E5" w:rsidRPr="002B460C" w:rsidRDefault="00E779E5" w:rsidP="006C0A3D">
      <w:pPr>
        <w:pStyle w:val="QuestionResponseLast"/>
      </w:pPr>
      <w:r w:rsidRPr="002B460C">
        <w:t>9</w:t>
      </w:r>
      <w:r w:rsidRPr="002B460C">
        <w:tab/>
        <w:t>Refused (DO NOT READ)</w:t>
      </w:r>
    </w:p>
    <w:p w:rsidR="00E779E5" w:rsidRPr="002B460C" w:rsidRDefault="00E779E5" w:rsidP="006C0A3D">
      <w:pPr>
        <w:pStyle w:val="QuestionInstruction"/>
        <w:ind w:left="0" w:firstLine="720"/>
      </w:pPr>
      <w:r w:rsidRPr="002B460C">
        <w:t xml:space="preserve">ASK </w:t>
      </w:r>
      <w:r w:rsidR="00080AB8" w:rsidRPr="002B460C">
        <w:t xml:space="preserve">ALL </w:t>
      </w:r>
      <w:r w:rsidRPr="002B460C">
        <w:t>IN LITHUANIA, RUSSIA, AND UKRAINE ONLY</w:t>
      </w:r>
    </w:p>
    <w:p w:rsidR="00E779E5" w:rsidRPr="002B460C" w:rsidRDefault="00E779E5" w:rsidP="006C0A3D">
      <w:pPr>
        <w:pStyle w:val="Question"/>
      </w:pPr>
      <w:r w:rsidRPr="002B460C">
        <w:rPr>
          <w:rFonts w:ascii="Tahoma" w:hAnsi="Tahoma" w:cs="Tahoma"/>
          <w:b/>
          <w:sz w:val="16"/>
          <w:szCs w:val="16"/>
        </w:rPr>
        <w:t>Q25</w:t>
      </w:r>
      <w:r w:rsidRPr="002B460C">
        <w:t xml:space="preserve"> </w:t>
      </w:r>
      <w:r w:rsidRPr="002B460C">
        <w:tab/>
        <w:t>Have the changes that have taken place in</w:t>
      </w:r>
      <w:r w:rsidR="00080AB8" w:rsidRPr="002B460C">
        <w:t xml:space="preserve"> </w:t>
      </w:r>
      <w:r w:rsidR="00080AB8" w:rsidRPr="002B460C">
        <w:rPr>
          <w:b/>
        </w:rPr>
        <w:t>(survey country)</w:t>
      </w:r>
      <w:r w:rsidRPr="002B460C">
        <w:t xml:space="preserve"> since 1991 had a very good influence, a</w:t>
      </w:r>
      <w:r w:rsidR="006C0A3D" w:rsidRPr="002B460C">
        <w:t xml:space="preserve"> </w:t>
      </w:r>
      <w:r w:rsidRPr="002B460C">
        <w:t xml:space="preserve">good influence, </w:t>
      </w:r>
      <w:r w:rsidR="00080AB8" w:rsidRPr="002B460C">
        <w:t xml:space="preserve">a </w:t>
      </w:r>
      <w:r w:rsidRPr="002B460C">
        <w:t xml:space="preserve">bad influence or a very bad influence on the following? </w:t>
      </w:r>
    </w:p>
    <w:p w:rsidR="00E779E5" w:rsidRPr="002B460C" w:rsidRDefault="00E779E5" w:rsidP="006C0A3D">
      <w:pPr>
        <w:pStyle w:val="QuestionList"/>
      </w:pPr>
      <w:r w:rsidRPr="002B460C">
        <w:rPr>
          <w:rFonts w:ascii="Tahoma" w:hAnsi="Tahoma" w:cs="Tahoma"/>
          <w:b/>
          <w:sz w:val="16"/>
          <w:szCs w:val="16"/>
        </w:rPr>
        <w:t>a.</w:t>
      </w:r>
      <w:r w:rsidRPr="002B460C">
        <w:tab/>
        <w:t xml:space="preserve">How hard people work </w:t>
      </w:r>
    </w:p>
    <w:p w:rsidR="00E779E5" w:rsidRPr="002B460C" w:rsidRDefault="00E779E5" w:rsidP="006C0A3D">
      <w:pPr>
        <w:pStyle w:val="QuestionList"/>
      </w:pPr>
      <w:r w:rsidRPr="002B460C">
        <w:rPr>
          <w:rFonts w:ascii="Tahoma" w:hAnsi="Tahoma" w:cs="Tahoma"/>
          <w:b/>
          <w:sz w:val="16"/>
          <w:szCs w:val="16"/>
        </w:rPr>
        <w:t>b.</w:t>
      </w:r>
      <w:r w:rsidRPr="002B460C">
        <w:tab/>
        <w:t>Law and order</w:t>
      </w:r>
    </w:p>
    <w:p w:rsidR="00E779E5" w:rsidRPr="002B460C" w:rsidRDefault="00E779E5" w:rsidP="006C0A3D">
      <w:pPr>
        <w:pStyle w:val="QuestionList"/>
      </w:pPr>
      <w:r w:rsidRPr="002B460C">
        <w:rPr>
          <w:rFonts w:ascii="Tahoma" w:hAnsi="Tahoma" w:cs="Tahoma"/>
          <w:b/>
          <w:sz w:val="16"/>
          <w:szCs w:val="16"/>
        </w:rPr>
        <w:t>c.</w:t>
      </w:r>
      <w:r w:rsidRPr="002B460C">
        <w:tab/>
        <w:t>Caring about other people in the society</w:t>
      </w:r>
    </w:p>
    <w:p w:rsidR="00E779E5" w:rsidRPr="002B460C" w:rsidRDefault="00E779E5" w:rsidP="006C0A3D">
      <w:pPr>
        <w:pStyle w:val="QuestionList"/>
      </w:pPr>
      <w:r w:rsidRPr="002B460C">
        <w:rPr>
          <w:rFonts w:ascii="Tahoma" w:hAnsi="Tahoma" w:cs="Tahoma"/>
          <w:b/>
          <w:sz w:val="16"/>
          <w:szCs w:val="16"/>
        </w:rPr>
        <w:t>d.</w:t>
      </w:r>
      <w:r w:rsidRPr="002B460C">
        <w:tab/>
        <w:t>Family values</w:t>
      </w:r>
    </w:p>
    <w:p w:rsidR="00E779E5" w:rsidRPr="002B460C" w:rsidRDefault="00E779E5" w:rsidP="006C0A3D">
      <w:pPr>
        <w:pStyle w:val="QuestionList"/>
      </w:pPr>
      <w:r w:rsidRPr="002B460C">
        <w:rPr>
          <w:rFonts w:ascii="Tahoma" w:hAnsi="Tahoma" w:cs="Tahoma"/>
          <w:b/>
          <w:sz w:val="16"/>
          <w:szCs w:val="16"/>
        </w:rPr>
        <w:t>e.</w:t>
      </w:r>
      <w:r w:rsidRPr="002B460C">
        <w:tab/>
        <w:t>Spiritual values</w:t>
      </w:r>
    </w:p>
    <w:p w:rsidR="00E779E5" w:rsidRPr="002B460C" w:rsidRDefault="00E779E5" w:rsidP="006C0A3D">
      <w:pPr>
        <w:pStyle w:val="QuestionList"/>
      </w:pPr>
      <w:r w:rsidRPr="002B460C">
        <w:rPr>
          <w:rFonts w:ascii="Tahoma" w:hAnsi="Tahoma" w:cs="Tahoma"/>
          <w:b/>
          <w:sz w:val="16"/>
          <w:szCs w:val="16"/>
        </w:rPr>
        <w:t>f.</w:t>
      </w:r>
      <w:r w:rsidRPr="002B460C">
        <w:tab/>
        <w:t>The standard of living</w:t>
      </w:r>
    </w:p>
    <w:p w:rsidR="00E779E5" w:rsidRPr="002B460C" w:rsidRDefault="00E779E5" w:rsidP="006C0A3D">
      <w:pPr>
        <w:pStyle w:val="QuestionList"/>
      </w:pPr>
      <w:r w:rsidRPr="002B460C">
        <w:rPr>
          <w:rFonts w:ascii="Tahoma" w:hAnsi="Tahoma" w:cs="Tahoma"/>
          <w:b/>
          <w:sz w:val="16"/>
          <w:szCs w:val="16"/>
        </w:rPr>
        <w:t>g.</w:t>
      </w:r>
      <w:r w:rsidRPr="002B460C">
        <w:tab/>
        <w:t>Public morality</w:t>
      </w:r>
    </w:p>
    <w:p w:rsidR="00E779E5" w:rsidRPr="002B460C" w:rsidRDefault="00E779E5" w:rsidP="006C0A3D">
      <w:pPr>
        <w:pStyle w:val="QuestionList"/>
      </w:pPr>
      <w:r w:rsidRPr="002B460C">
        <w:rPr>
          <w:rFonts w:ascii="Tahoma" w:hAnsi="Tahoma" w:cs="Tahoma"/>
          <w:b/>
          <w:sz w:val="16"/>
          <w:szCs w:val="16"/>
        </w:rPr>
        <w:t>h.</w:t>
      </w:r>
      <w:r w:rsidRPr="002B460C">
        <w:tab/>
        <w:t>Pride in our country</w:t>
      </w:r>
    </w:p>
    <w:p w:rsidR="00E779E5" w:rsidRPr="002B460C" w:rsidRDefault="00E779E5" w:rsidP="006C0A3D">
      <w:pPr>
        <w:pStyle w:val="QuestionList"/>
      </w:pPr>
      <w:r w:rsidRPr="002B460C">
        <w:rPr>
          <w:rFonts w:ascii="Tahoma" w:hAnsi="Tahoma" w:cs="Tahoma"/>
          <w:b/>
          <w:sz w:val="16"/>
          <w:szCs w:val="16"/>
        </w:rPr>
        <w:t>i.</w:t>
      </w:r>
      <w:r w:rsidRPr="002B460C">
        <w:tab/>
        <w:t>How well people get along with one another</w:t>
      </w:r>
    </w:p>
    <w:p w:rsidR="00E779E5" w:rsidRPr="002B460C" w:rsidRDefault="00E779E5" w:rsidP="00080AB8">
      <w:pPr>
        <w:pStyle w:val="QuestionList"/>
        <w:rPr>
          <w:i/>
        </w:rPr>
      </w:pPr>
      <w:r w:rsidRPr="002B460C">
        <w:rPr>
          <w:rFonts w:ascii="Tahoma" w:hAnsi="Tahoma" w:cs="Tahoma"/>
          <w:b/>
          <w:sz w:val="16"/>
          <w:szCs w:val="16"/>
        </w:rPr>
        <w:t>j.</w:t>
      </w:r>
      <w:r w:rsidRPr="002B460C">
        <w:tab/>
        <w:t xml:space="preserve">Relations between </w:t>
      </w:r>
      <w:r w:rsidR="00080AB8" w:rsidRPr="002B460C">
        <w:rPr>
          <w:b/>
        </w:rPr>
        <w:t>[In Russia:</w:t>
      </w:r>
      <w:r w:rsidR="00080AB8" w:rsidRPr="002B460C">
        <w:t xml:space="preserve"> </w:t>
      </w:r>
      <w:r w:rsidRPr="002B460C">
        <w:t>Russians</w:t>
      </w:r>
      <w:r w:rsidR="00080AB8" w:rsidRPr="002B460C">
        <w:t xml:space="preserve">; </w:t>
      </w:r>
      <w:r w:rsidR="00080AB8" w:rsidRPr="002B460C">
        <w:rPr>
          <w:b/>
        </w:rPr>
        <w:t>In Ukraine:</w:t>
      </w:r>
      <w:r w:rsidR="00080AB8" w:rsidRPr="002B460C">
        <w:t xml:space="preserve"> </w:t>
      </w:r>
      <w:r w:rsidRPr="002B460C">
        <w:t>Ukrainians</w:t>
      </w:r>
      <w:r w:rsidR="00080AB8" w:rsidRPr="002B460C">
        <w:rPr>
          <w:b/>
        </w:rPr>
        <w:t>]</w:t>
      </w:r>
      <w:r w:rsidRPr="002B460C">
        <w:t xml:space="preserve"> and other ethnic groups in our country</w:t>
      </w:r>
      <w:r w:rsidR="00080AB8" w:rsidRPr="002B460C">
        <w:t xml:space="preserve"> </w:t>
      </w:r>
      <w:r w:rsidR="00DC4685" w:rsidRPr="002B460C">
        <w:rPr>
          <w:rFonts w:ascii="Tahoma" w:hAnsi="Tahoma" w:cs="Tahoma"/>
          <w:b/>
          <w:i/>
          <w:sz w:val="16"/>
          <w:szCs w:val="16"/>
        </w:rPr>
        <w:t>[</w:t>
      </w:r>
      <w:r w:rsidR="00080AB8" w:rsidRPr="002B460C">
        <w:rPr>
          <w:rFonts w:ascii="Tahoma" w:hAnsi="Tahoma" w:cs="Tahoma"/>
          <w:b/>
          <w:i/>
          <w:sz w:val="16"/>
          <w:szCs w:val="16"/>
        </w:rPr>
        <w:t>Ask in Ru</w:t>
      </w:r>
      <w:r w:rsidRPr="002B460C">
        <w:rPr>
          <w:rFonts w:ascii="Tahoma" w:hAnsi="Tahoma" w:cs="Tahoma"/>
          <w:b/>
          <w:i/>
          <w:sz w:val="16"/>
          <w:szCs w:val="16"/>
        </w:rPr>
        <w:t>ssia</w:t>
      </w:r>
      <w:r w:rsidR="00080AB8" w:rsidRPr="002B460C">
        <w:rPr>
          <w:rFonts w:ascii="Tahoma" w:hAnsi="Tahoma" w:cs="Tahoma"/>
          <w:b/>
          <w:i/>
          <w:sz w:val="16"/>
          <w:szCs w:val="16"/>
        </w:rPr>
        <w:t xml:space="preserve"> and</w:t>
      </w:r>
      <w:r w:rsidRPr="002B460C">
        <w:rPr>
          <w:rFonts w:ascii="Tahoma" w:hAnsi="Tahoma" w:cs="Tahoma"/>
          <w:b/>
          <w:i/>
          <w:sz w:val="16"/>
          <w:szCs w:val="16"/>
        </w:rPr>
        <w:t xml:space="preserve"> Ukraine only</w:t>
      </w:r>
      <w:r w:rsidR="00DC4685" w:rsidRPr="002B460C">
        <w:rPr>
          <w:rFonts w:ascii="Tahoma" w:hAnsi="Tahoma" w:cs="Tahoma"/>
          <w:b/>
          <w:i/>
          <w:sz w:val="16"/>
          <w:szCs w:val="16"/>
        </w:rPr>
        <w:t>]</w:t>
      </w:r>
    </w:p>
    <w:p w:rsidR="00E779E5" w:rsidRPr="002B460C" w:rsidRDefault="00E779E5" w:rsidP="006C0A3D">
      <w:pPr>
        <w:pStyle w:val="QuestionList"/>
      </w:pPr>
      <w:proofErr w:type="spellStart"/>
      <w:r w:rsidRPr="002B460C">
        <w:rPr>
          <w:rFonts w:ascii="Tahoma" w:hAnsi="Tahoma" w:cs="Tahoma"/>
          <w:b/>
          <w:sz w:val="16"/>
          <w:szCs w:val="16"/>
        </w:rPr>
        <w:t>j</w:t>
      </w:r>
      <w:r w:rsidR="0030123B" w:rsidRPr="002B460C">
        <w:rPr>
          <w:rFonts w:ascii="Tahoma" w:hAnsi="Tahoma" w:cs="Tahoma"/>
          <w:b/>
          <w:sz w:val="16"/>
          <w:szCs w:val="16"/>
        </w:rPr>
        <w:t>LIT</w:t>
      </w:r>
      <w:proofErr w:type="spellEnd"/>
      <w:r w:rsidRPr="002B460C">
        <w:rPr>
          <w:rFonts w:ascii="Tahoma" w:hAnsi="Tahoma" w:cs="Tahoma"/>
          <w:b/>
          <w:sz w:val="16"/>
          <w:szCs w:val="16"/>
        </w:rPr>
        <w:t>.</w:t>
      </w:r>
      <w:r w:rsidRPr="002B460C">
        <w:t xml:space="preserve"> Relations between people who live in our country </w:t>
      </w:r>
      <w:r w:rsidR="00DC4685" w:rsidRPr="002B460C">
        <w:rPr>
          <w:rFonts w:ascii="Tahoma" w:hAnsi="Tahoma" w:cs="Tahoma"/>
          <w:b/>
          <w:i/>
          <w:sz w:val="16"/>
          <w:szCs w:val="16"/>
        </w:rPr>
        <w:t>[</w:t>
      </w:r>
      <w:r w:rsidR="00080AB8" w:rsidRPr="002B460C">
        <w:rPr>
          <w:rFonts w:ascii="Tahoma" w:hAnsi="Tahoma" w:cs="Tahoma"/>
          <w:b/>
          <w:i/>
          <w:sz w:val="16"/>
          <w:szCs w:val="16"/>
        </w:rPr>
        <w:t xml:space="preserve">Ask in </w:t>
      </w:r>
      <w:r w:rsidRPr="002B460C">
        <w:rPr>
          <w:rFonts w:ascii="Tahoma" w:hAnsi="Tahoma" w:cs="Tahoma"/>
          <w:b/>
          <w:i/>
          <w:sz w:val="16"/>
          <w:szCs w:val="16"/>
        </w:rPr>
        <w:t>Lithuania only</w:t>
      </w:r>
      <w:r w:rsidR="00DC4685" w:rsidRPr="002B460C">
        <w:rPr>
          <w:rFonts w:ascii="Tahoma" w:hAnsi="Tahoma" w:cs="Tahoma"/>
          <w:b/>
          <w:i/>
          <w:sz w:val="16"/>
          <w:szCs w:val="16"/>
        </w:rPr>
        <w:t>]</w:t>
      </w:r>
      <w:r w:rsidRPr="002B460C">
        <w:t xml:space="preserve"> </w:t>
      </w:r>
    </w:p>
    <w:p w:rsidR="00E779E5" w:rsidRPr="002B460C" w:rsidRDefault="00E779E5" w:rsidP="006C0A3D">
      <w:pPr>
        <w:pStyle w:val="QuestionListLast"/>
      </w:pPr>
      <w:r w:rsidRPr="002B460C">
        <w:rPr>
          <w:rFonts w:ascii="Tahoma" w:hAnsi="Tahoma" w:cs="Tahoma"/>
          <w:b/>
          <w:sz w:val="16"/>
          <w:szCs w:val="16"/>
        </w:rPr>
        <w:t>k.</w:t>
      </w:r>
      <w:r w:rsidRPr="002B460C">
        <w:tab/>
        <w:t>How you think about things</w:t>
      </w:r>
    </w:p>
    <w:p w:rsidR="00E779E5" w:rsidRPr="002B460C" w:rsidRDefault="00E779E5" w:rsidP="006C0A3D">
      <w:pPr>
        <w:pStyle w:val="QuestionResponse"/>
      </w:pPr>
      <w:r w:rsidRPr="002B460C">
        <w:t>1</w:t>
      </w:r>
      <w:r w:rsidRPr="002B460C">
        <w:tab/>
        <w:t xml:space="preserve">Very </w:t>
      </w:r>
      <w:r w:rsidR="00080AB8" w:rsidRPr="002B460C">
        <w:t>g</w:t>
      </w:r>
      <w:r w:rsidRPr="002B460C">
        <w:t xml:space="preserve">ood </w:t>
      </w:r>
      <w:r w:rsidR="00080AB8" w:rsidRPr="002B460C">
        <w:t>i</w:t>
      </w:r>
      <w:r w:rsidRPr="002B460C">
        <w:t>nfluence</w:t>
      </w:r>
      <w:r w:rsidRPr="002B460C">
        <w:tab/>
      </w:r>
    </w:p>
    <w:p w:rsidR="00E779E5" w:rsidRPr="002B460C" w:rsidRDefault="00E779E5" w:rsidP="006C0A3D">
      <w:pPr>
        <w:pStyle w:val="QuestionResponse"/>
      </w:pPr>
      <w:r w:rsidRPr="002B460C">
        <w:t>2</w:t>
      </w:r>
      <w:r w:rsidRPr="002B460C">
        <w:tab/>
        <w:t xml:space="preserve">Good </w:t>
      </w:r>
      <w:r w:rsidR="00080AB8" w:rsidRPr="002B460C">
        <w:t>i</w:t>
      </w:r>
      <w:r w:rsidRPr="002B460C">
        <w:t>nfluence</w:t>
      </w:r>
      <w:r w:rsidRPr="002B460C">
        <w:tab/>
      </w:r>
      <w:r w:rsidRPr="002B460C">
        <w:tab/>
      </w:r>
    </w:p>
    <w:p w:rsidR="00E779E5" w:rsidRPr="002B460C" w:rsidRDefault="00E779E5" w:rsidP="006C0A3D">
      <w:pPr>
        <w:pStyle w:val="QuestionResponse"/>
      </w:pPr>
      <w:r w:rsidRPr="002B460C">
        <w:t>3</w:t>
      </w:r>
      <w:r w:rsidRPr="002B460C">
        <w:tab/>
        <w:t xml:space="preserve">Bad </w:t>
      </w:r>
      <w:r w:rsidR="00080AB8" w:rsidRPr="002B460C">
        <w:t>i</w:t>
      </w:r>
      <w:r w:rsidRPr="002B460C">
        <w:t>nfluence</w:t>
      </w:r>
      <w:r w:rsidRPr="002B460C">
        <w:tab/>
      </w:r>
      <w:r w:rsidRPr="002B460C">
        <w:tab/>
      </w:r>
    </w:p>
    <w:p w:rsidR="00E779E5" w:rsidRPr="002B460C" w:rsidRDefault="00E779E5" w:rsidP="006C0A3D">
      <w:pPr>
        <w:pStyle w:val="QuestionResponse"/>
      </w:pPr>
      <w:r w:rsidRPr="002B460C">
        <w:t>4</w:t>
      </w:r>
      <w:r w:rsidRPr="002B460C">
        <w:tab/>
        <w:t xml:space="preserve">Very </w:t>
      </w:r>
      <w:r w:rsidR="00080AB8" w:rsidRPr="002B460C">
        <w:t>b</w:t>
      </w:r>
      <w:r w:rsidRPr="002B460C">
        <w:t xml:space="preserve">ad </w:t>
      </w:r>
      <w:r w:rsidR="00080AB8" w:rsidRPr="002B460C">
        <w:t>i</w:t>
      </w:r>
      <w:r w:rsidRPr="002B460C">
        <w:t>nfluence</w:t>
      </w:r>
      <w:r w:rsidRPr="002B460C">
        <w:tab/>
      </w:r>
      <w:r w:rsidRPr="002B460C">
        <w:tab/>
      </w:r>
    </w:p>
    <w:p w:rsidR="00E779E5" w:rsidRPr="002B460C" w:rsidRDefault="00E779E5" w:rsidP="006C0A3D">
      <w:pPr>
        <w:pStyle w:val="QuestionResponse"/>
      </w:pPr>
      <w:r w:rsidRPr="002B460C">
        <w:t>5</w:t>
      </w:r>
      <w:r w:rsidRPr="002B460C">
        <w:tab/>
        <w:t xml:space="preserve">No </w:t>
      </w:r>
      <w:r w:rsidR="00080AB8" w:rsidRPr="002B460C">
        <w:t>i</w:t>
      </w:r>
      <w:r w:rsidRPr="002B460C">
        <w:t>nfluence (DO NOT READ)</w:t>
      </w:r>
      <w:r w:rsidRPr="002B460C">
        <w:tab/>
      </w:r>
      <w:r w:rsidRPr="002B460C">
        <w:tab/>
      </w:r>
    </w:p>
    <w:p w:rsidR="00E779E5" w:rsidRPr="002B460C" w:rsidRDefault="00E779E5" w:rsidP="006C0A3D">
      <w:pPr>
        <w:pStyle w:val="QuestionResponse"/>
      </w:pPr>
      <w:r w:rsidRPr="002B460C">
        <w:t xml:space="preserve">8  </w:t>
      </w:r>
      <w:r w:rsidRPr="002B460C">
        <w:tab/>
        <w:t>Don’t know (DO NOT READ)</w:t>
      </w:r>
    </w:p>
    <w:p w:rsidR="00E779E5" w:rsidRPr="002B460C" w:rsidRDefault="00E779E5" w:rsidP="006C0A3D">
      <w:pPr>
        <w:pStyle w:val="QuestionResponseLast"/>
      </w:pPr>
      <w:r w:rsidRPr="002B460C">
        <w:t>9</w:t>
      </w:r>
      <w:r w:rsidRPr="002B460C">
        <w:tab/>
        <w:t>Refused (DO NOT READ)</w:t>
      </w:r>
    </w:p>
    <w:p w:rsidR="00E779E5" w:rsidRPr="002B460C" w:rsidRDefault="00E779E5" w:rsidP="00E779E5">
      <w:pPr>
        <w:pStyle w:val="QuestionInstruction"/>
        <w:spacing w:after="0"/>
        <w:rPr>
          <w:szCs w:val="22"/>
        </w:rPr>
      </w:pPr>
      <w:r w:rsidRPr="002B460C">
        <w:rPr>
          <w:szCs w:val="22"/>
        </w:rPr>
        <w:lastRenderedPageBreak/>
        <w:t>ASK ALL</w:t>
      </w:r>
      <w:r w:rsidR="00BB288E" w:rsidRPr="002B460C">
        <w:rPr>
          <w:szCs w:val="22"/>
        </w:rPr>
        <w:t xml:space="preserve"> IN ALL COUNTRIES EXCEPT EGYPT</w:t>
      </w:r>
    </w:p>
    <w:p w:rsidR="00E779E5" w:rsidRPr="002B460C" w:rsidRDefault="00E779E5" w:rsidP="00E779E5">
      <w:pPr>
        <w:pStyle w:val="Question"/>
        <w:spacing w:after="0"/>
        <w:rPr>
          <w:i/>
          <w:szCs w:val="22"/>
        </w:rPr>
      </w:pPr>
      <w:r w:rsidRPr="002B460C">
        <w:rPr>
          <w:rFonts w:ascii="Tahoma" w:hAnsi="Tahoma" w:cs="Tahoma"/>
          <w:b/>
          <w:sz w:val="16"/>
          <w:szCs w:val="16"/>
        </w:rPr>
        <w:t>Q26</w:t>
      </w:r>
      <w:r w:rsidRPr="002B460C">
        <w:rPr>
          <w:bCs/>
          <w:szCs w:val="22"/>
        </w:rPr>
        <w:tab/>
        <w:t xml:space="preserve">Today, which ONE of the following do you think is the world’s leading economic power? </w:t>
      </w:r>
    </w:p>
    <w:p w:rsidR="00E779E5" w:rsidRPr="002B460C" w:rsidRDefault="00E779E5" w:rsidP="00E779E5">
      <w:pPr>
        <w:pStyle w:val="Question"/>
        <w:spacing w:after="0"/>
        <w:rPr>
          <w:iCs/>
          <w:szCs w:val="22"/>
        </w:rPr>
      </w:pPr>
    </w:p>
    <w:p w:rsidR="00E779E5" w:rsidRPr="002B460C" w:rsidRDefault="00E779E5" w:rsidP="00E779E5">
      <w:pPr>
        <w:pStyle w:val="QuestionInstruction"/>
        <w:rPr>
          <w:rFonts w:ascii="Tahoma" w:hAnsi="Tahoma" w:cs="Tahoma"/>
          <w:sz w:val="16"/>
          <w:szCs w:val="16"/>
        </w:rPr>
      </w:pPr>
      <w:r w:rsidRPr="002B460C">
        <w:rPr>
          <w:rFonts w:ascii="Tahoma" w:hAnsi="Tahoma" w:cs="Tahoma"/>
          <w:sz w:val="16"/>
          <w:szCs w:val="16"/>
        </w:rPr>
        <w:t>ROTATE IN TELEPHONE SURVEYS</w:t>
      </w:r>
    </w:p>
    <w:p w:rsidR="00E779E5" w:rsidRPr="002B460C" w:rsidRDefault="00E779E5" w:rsidP="00E779E5">
      <w:pPr>
        <w:pStyle w:val="QuestionResponse"/>
        <w:rPr>
          <w:szCs w:val="22"/>
        </w:rPr>
      </w:pPr>
      <w:r w:rsidRPr="002B460C">
        <w:rPr>
          <w:szCs w:val="22"/>
        </w:rPr>
        <w:t>1</w:t>
      </w:r>
      <w:r w:rsidRPr="002B460C">
        <w:rPr>
          <w:szCs w:val="22"/>
        </w:rPr>
        <w:tab/>
        <w:t>The United States</w:t>
      </w:r>
    </w:p>
    <w:p w:rsidR="00E779E5" w:rsidRPr="002B460C" w:rsidRDefault="00E779E5" w:rsidP="00E779E5">
      <w:pPr>
        <w:pStyle w:val="QuestionResponse"/>
        <w:rPr>
          <w:szCs w:val="22"/>
        </w:rPr>
      </w:pPr>
      <w:r w:rsidRPr="002B460C">
        <w:rPr>
          <w:szCs w:val="22"/>
        </w:rPr>
        <w:t>2</w:t>
      </w:r>
      <w:r w:rsidRPr="002B460C">
        <w:rPr>
          <w:szCs w:val="22"/>
        </w:rPr>
        <w:tab/>
        <w:t>China</w:t>
      </w:r>
    </w:p>
    <w:p w:rsidR="00E779E5" w:rsidRPr="002B460C" w:rsidRDefault="00E779E5" w:rsidP="00E779E5">
      <w:pPr>
        <w:pStyle w:val="QuestionResponse"/>
        <w:rPr>
          <w:szCs w:val="22"/>
        </w:rPr>
      </w:pPr>
      <w:r w:rsidRPr="002B460C">
        <w:rPr>
          <w:szCs w:val="22"/>
        </w:rPr>
        <w:t>3</w:t>
      </w:r>
      <w:r w:rsidRPr="002B460C">
        <w:rPr>
          <w:szCs w:val="22"/>
        </w:rPr>
        <w:tab/>
        <w:t>Japan OR</w:t>
      </w:r>
    </w:p>
    <w:p w:rsidR="00E779E5" w:rsidRPr="002B460C" w:rsidRDefault="00E779E5" w:rsidP="00E779E5">
      <w:pPr>
        <w:pStyle w:val="QuestionResponse"/>
        <w:rPr>
          <w:szCs w:val="22"/>
        </w:rPr>
      </w:pPr>
      <w:r w:rsidRPr="002B460C">
        <w:rPr>
          <w:szCs w:val="22"/>
        </w:rPr>
        <w:t>4</w:t>
      </w:r>
      <w:r w:rsidRPr="002B460C">
        <w:rPr>
          <w:szCs w:val="22"/>
        </w:rPr>
        <w:tab/>
        <w:t>The countries of the European Union</w:t>
      </w:r>
    </w:p>
    <w:p w:rsidR="00E779E5" w:rsidRPr="002B460C" w:rsidRDefault="00E779E5" w:rsidP="00E779E5">
      <w:pPr>
        <w:pStyle w:val="QuestionResponse"/>
        <w:rPr>
          <w:szCs w:val="22"/>
        </w:rPr>
      </w:pPr>
      <w:r w:rsidRPr="002B460C">
        <w:rPr>
          <w:szCs w:val="22"/>
        </w:rPr>
        <w:t>5</w:t>
      </w:r>
      <w:r w:rsidRPr="002B460C">
        <w:rPr>
          <w:szCs w:val="22"/>
        </w:rPr>
        <w:tab/>
        <w:t xml:space="preserve">Other (DO NOT READ) </w:t>
      </w:r>
    </w:p>
    <w:p w:rsidR="00E779E5" w:rsidRPr="002B460C" w:rsidRDefault="00E779E5" w:rsidP="00E779E5">
      <w:pPr>
        <w:pStyle w:val="QuestionResponse"/>
        <w:rPr>
          <w:szCs w:val="22"/>
        </w:rPr>
      </w:pPr>
      <w:r w:rsidRPr="002B460C">
        <w:rPr>
          <w:szCs w:val="22"/>
        </w:rPr>
        <w:t>97</w:t>
      </w:r>
      <w:r w:rsidRPr="002B460C">
        <w:rPr>
          <w:szCs w:val="22"/>
        </w:rPr>
        <w:tab/>
        <w:t xml:space="preserve">None / There is no leading economic power (DO NOT READ) </w:t>
      </w:r>
    </w:p>
    <w:p w:rsidR="00E779E5" w:rsidRPr="002B460C" w:rsidRDefault="00E779E5" w:rsidP="00E779E5">
      <w:pPr>
        <w:pStyle w:val="QuestionResponse"/>
        <w:rPr>
          <w:szCs w:val="22"/>
        </w:rPr>
      </w:pPr>
      <w:r w:rsidRPr="002B460C">
        <w:rPr>
          <w:szCs w:val="22"/>
        </w:rPr>
        <w:t>98</w:t>
      </w:r>
      <w:r w:rsidRPr="002B460C">
        <w:rPr>
          <w:szCs w:val="22"/>
        </w:rPr>
        <w:tab/>
        <w:t>Don’t know (DO NOT READ)</w:t>
      </w:r>
    </w:p>
    <w:p w:rsidR="00E779E5" w:rsidRPr="002B460C" w:rsidRDefault="00E779E5" w:rsidP="006C0A3D">
      <w:pPr>
        <w:pStyle w:val="QuestionResponseLast"/>
      </w:pPr>
      <w:r w:rsidRPr="002B460C">
        <w:t>99</w:t>
      </w:r>
      <w:r w:rsidRPr="002B460C">
        <w:tab/>
        <w:t>Refused (DO NOT READ)</w:t>
      </w:r>
    </w:p>
    <w:p w:rsidR="00E779E5" w:rsidRPr="002B460C" w:rsidRDefault="00E779E5" w:rsidP="00E779E5">
      <w:pPr>
        <w:pStyle w:val="QuestionInstruction"/>
        <w:spacing w:after="0"/>
        <w:rPr>
          <w:szCs w:val="22"/>
        </w:rPr>
      </w:pPr>
      <w:r w:rsidRPr="002B460C">
        <w:rPr>
          <w:szCs w:val="22"/>
        </w:rPr>
        <w:t xml:space="preserve">ASK IF “UNITED STATES” OR “CHINA” IN Q26 (Q26=1,2) </w:t>
      </w:r>
    </w:p>
    <w:p w:rsidR="00E779E5" w:rsidRPr="002B460C" w:rsidRDefault="00E779E5" w:rsidP="00E779E5">
      <w:pPr>
        <w:pStyle w:val="Question"/>
        <w:rPr>
          <w:iCs/>
          <w:szCs w:val="22"/>
        </w:rPr>
      </w:pPr>
      <w:r w:rsidRPr="002B460C">
        <w:rPr>
          <w:rFonts w:ascii="Tahoma" w:hAnsi="Tahoma" w:cs="Tahoma"/>
          <w:b/>
          <w:sz w:val="16"/>
          <w:szCs w:val="16"/>
        </w:rPr>
        <w:t>Q27</w:t>
      </w:r>
      <w:r w:rsidRPr="002B460C">
        <w:rPr>
          <w:szCs w:val="22"/>
        </w:rPr>
        <w:tab/>
        <w:t xml:space="preserve">Do you think this </w:t>
      </w:r>
      <w:r w:rsidR="00110C89">
        <w:rPr>
          <w:szCs w:val="22"/>
        </w:rPr>
        <w:t xml:space="preserve">is </w:t>
      </w:r>
      <w:r w:rsidRPr="002B460C">
        <w:rPr>
          <w:szCs w:val="22"/>
        </w:rPr>
        <w:t xml:space="preserve">a good thing or a bad thing? </w:t>
      </w:r>
    </w:p>
    <w:p w:rsidR="00E779E5" w:rsidRPr="002B460C" w:rsidRDefault="00E779E5" w:rsidP="00E779E5">
      <w:pPr>
        <w:pStyle w:val="QuestionResponse"/>
        <w:rPr>
          <w:szCs w:val="22"/>
        </w:rPr>
      </w:pPr>
      <w:r w:rsidRPr="002B460C">
        <w:rPr>
          <w:szCs w:val="22"/>
        </w:rPr>
        <w:t>1</w:t>
      </w:r>
      <w:r w:rsidRPr="002B460C">
        <w:rPr>
          <w:szCs w:val="22"/>
        </w:rPr>
        <w:tab/>
        <w:t>Good thing</w:t>
      </w:r>
    </w:p>
    <w:p w:rsidR="00E779E5" w:rsidRPr="002B460C" w:rsidRDefault="00E779E5" w:rsidP="00E779E5">
      <w:pPr>
        <w:pStyle w:val="QuestionResponse"/>
        <w:rPr>
          <w:szCs w:val="22"/>
        </w:rPr>
      </w:pPr>
      <w:r w:rsidRPr="002B460C">
        <w:rPr>
          <w:szCs w:val="22"/>
        </w:rPr>
        <w:t>2</w:t>
      </w:r>
      <w:r w:rsidRPr="002B460C">
        <w:rPr>
          <w:szCs w:val="22"/>
        </w:rPr>
        <w:tab/>
        <w:t>Bad thing</w:t>
      </w:r>
    </w:p>
    <w:p w:rsidR="00E779E5" w:rsidRPr="002B460C" w:rsidRDefault="00E779E5" w:rsidP="00E779E5">
      <w:pPr>
        <w:pStyle w:val="QuestionResponse"/>
        <w:rPr>
          <w:szCs w:val="22"/>
        </w:rPr>
      </w:pPr>
      <w:r w:rsidRPr="002B460C">
        <w:rPr>
          <w:szCs w:val="22"/>
        </w:rPr>
        <w:t>3</w:t>
      </w:r>
      <w:r w:rsidRPr="002B460C">
        <w:rPr>
          <w:szCs w:val="22"/>
        </w:rPr>
        <w:tab/>
        <w:t>Neither (DO NOT READ)</w:t>
      </w:r>
    </w:p>
    <w:p w:rsidR="00E779E5" w:rsidRPr="002B460C" w:rsidRDefault="00E779E5" w:rsidP="00E779E5">
      <w:pPr>
        <w:pStyle w:val="QuestionResponse"/>
        <w:rPr>
          <w:szCs w:val="22"/>
        </w:rPr>
      </w:pPr>
      <w:r w:rsidRPr="002B460C">
        <w:rPr>
          <w:szCs w:val="22"/>
        </w:rPr>
        <w:t>8</w:t>
      </w:r>
      <w:r w:rsidRPr="002B460C">
        <w:rPr>
          <w:szCs w:val="22"/>
        </w:rPr>
        <w:tab/>
        <w:t>Don’t know (DO NOT READ)</w:t>
      </w:r>
    </w:p>
    <w:p w:rsidR="00E779E5" w:rsidRPr="002B460C" w:rsidRDefault="00E779E5" w:rsidP="006C0A3D">
      <w:pPr>
        <w:pStyle w:val="QuestionResponseLast"/>
      </w:pPr>
      <w:r w:rsidRPr="002B460C">
        <w:t>9</w:t>
      </w:r>
      <w:r w:rsidRPr="002B460C">
        <w:tab/>
        <w:t>Refused (DO NOT READ)</w:t>
      </w:r>
    </w:p>
    <w:p w:rsidR="00E779E5" w:rsidRPr="002B460C" w:rsidRDefault="00E779E5" w:rsidP="00E779E5">
      <w:pPr>
        <w:pStyle w:val="QuestionInstruction"/>
        <w:spacing w:after="0"/>
        <w:rPr>
          <w:szCs w:val="22"/>
        </w:rPr>
      </w:pPr>
      <w:r w:rsidRPr="002B460C">
        <w:rPr>
          <w:szCs w:val="22"/>
        </w:rPr>
        <w:t>ASK ALL</w:t>
      </w:r>
      <w:r w:rsidR="000C3DA3" w:rsidRPr="002B460C">
        <w:rPr>
          <w:szCs w:val="22"/>
        </w:rPr>
        <w:t xml:space="preserve"> IN ALL COUNTRIES EXCEPT EGYPT</w:t>
      </w:r>
      <w:r w:rsidRPr="002B460C">
        <w:rPr>
          <w:szCs w:val="22"/>
        </w:rPr>
        <w:t xml:space="preserve"> </w:t>
      </w:r>
    </w:p>
    <w:p w:rsidR="00E779E5" w:rsidRPr="002B460C" w:rsidRDefault="00E779E5" w:rsidP="00E779E5">
      <w:pPr>
        <w:pStyle w:val="Question"/>
        <w:rPr>
          <w:iCs/>
          <w:szCs w:val="22"/>
        </w:rPr>
      </w:pPr>
      <w:r w:rsidRPr="002B460C">
        <w:rPr>
          <w:rFonts w:ascii="Tahoma" w:hAnsi="Tahoma" w:cs="Tahoma"/>
          <w:b/>
          <w:sz w:val="16"/>
          <w:szCs w:val="16"/>
        </w:rPr>
        <w:t>Q28</w:t>
      </w:r>
      <w:r w:rsidRPr="002B460C">
        <w:rPr>
          <w:szCs w:val="22"/>
        </w:rPr>
        <w:tab/>
        <w:t xml:space="preserve">Which comes closest to your view – China will eventually replace the U.S. as the world’s leading superpower; China has already replaced the U.S. as the world’s leading superpower; or China will never replace the U.S. as the world’s leading superpower? </w:t>
      </w:r>
    </w:p>
    <w:p w:rsidR="00E779E5" w:rsidRPr="002B460C" w:rsidRDefault="00E779E5" w:rsidP="00E779E5">
      <w:pPr>
        <w:pStyle w:val="QuestionResponse"/>
        <w:rPr>
          <w:szCs w:val="22"/>
        </w:rPr>
      </w:pPr>
      <w:r w:rsidRPr="002B460C">
        <w:rPr>
          <w:szCs w:val="22"/>
        </w:rPr>
        <w:t>1</w:t>
      </w:r>
      <w:r w:rsidRPr="002B460C">
        <w:rPr>
          <w:szCs w:val="22"/>
        </w:rPr>
        <w:tab/>
        <w:t>Will eventually replace U</w:t>
      </w:r>
      <w:r w:rsidR="00834747" w:rsidRPr="002B460C">
        <w:rPr>
          <w:szCs w:val="22"/>
        </w:rPr>
        <w:t>.</w:t>
      </w:r>
      <w:r w:rsidRPr="002B460C">
        <w:rPr>
          <w:szCs w:val="22"/>
        </w:rPr>
        <w:t>S</w:t>
      </w:r>
      <w:r w:rsidR="00834747" w:rsidRPr="002B460C">
        <w:rPr>
          <w:szCs w:val="22"/>
        </w:rPr>
        <w:t>.</w:t>
      </w:r>
    </w:p>
    <w:p w:rsidR="00E779E5" w:rsidRPr="002B460C" w:rsidRDefault="00E779E5" w:rsidP="00E779E5">
      <w:pPr>
        <w:pStyle w:val="QuestionResponse"/>
        <w:rPr>
          <w:szCs w:val="22"/>
        </w:rPr>
      </w:pPr>
      <w:r w:rsidRPr="002B460C">
        <w:rPr>
          <w:szCs w:val="22"/>
        </w:rPr>
        <w:t>2</w:t>
      </w:r>
      <w:r w:rsidRPr="002B460C">
        <w:rPr>
          <w:szCs w:val="22"/>
        </w:rPr>
        <w:tab/>
        <w:t>Has already replaced U</w:t>
      </w:r>
      <w:r w:rsidR="00834747" w:rsidRPr="002B460C">
        <w:rPr>
          <w:szCs w:val="22"/>
        </w:rPr>
        <w:t>.</w:t>
      </w:r>
      <w:r w:rsidRPr="002B460C">
        <w:rPr>
          <w:szCs w:val="22"/>
        </w:rPr>
        <w:t>S</w:t>
      </w:r>
      <w:r w:rsidR="00834747" w:rsidRPr="002B460C">
        <w:rPr>
          <w:szCs w:val="22"/>
        </w:rPr>
        <w:t>.</w:t>
      </w:r>
    </w:p>
    <w:p w:rsidR="00E779E5" w:rsidRPr="002B460C" w:rsidRDefault="00E779E5" w:rsidP="00E779E5">
      <w:pPr>
        <w:pStyle w:val="QuestionResponse"/>
        <w:rPr>
          <w:szCs w:val="22"/>
        </w:rPr>
      </w:pPr>
      <w:r w:rsidRPr="002B460C">
        <w:rPr>
          <w:szCs w:val="22"/>
        </w:rPr>
        <w:t>3</w:t>
      </w:r>
      <w:r w:rsidRPr="002B460C">
        <w:rPr>
          <w:szCs w:val="22"/>
        </w:rPr>
        <w:tab/>
        <w:t>Will never replace U</w:t>
      </w:r>
      <w:r w:rsidR="00834747" w:rsidRPr="002B460C">
        <w:rPr>
          <w:szCs w:val="22"/>
        </w:rPr>
        <w:t>.</w:t>
      </w:r>
      <w:r w:rsidRPr="002B460C">
        <w:rPr>
          <w:szCs w:val="22"/>
        </w:rPr>
        <w:t>S</w:t>
      </w:r>
      <w:r w:rsidR="00834747" w:rsidRPr="002B460C">
        <w:rPr>
          <w:szCs w:val="22"/>
        </w:rPr>
        <w:t>.</w:t>
      </w:r>
    </w:p>
    <w:p w:rsidR="00E779E5" w:rsidRPr="002B460C" w:rsidRDefault="00E779E5" w:rsidP="00E779E5">
      <w:pPr>
        <w:pStyle w:val="QuestionResponse"/>
        <w:rPr>
          <w:szCs w:val="22"/>
        </w:rPr>
      </w:pPr>
      <w:r w:rsidRPr="002B460C">
        <w:rPr>
          <w:szCs w:val="22"/>
        </w:rPr>
        <w:t>8</w:t>
      </w:r>
      <w:r w:rsidRPr="002B460C">
        <w:rPr>
          <w:szCs w:val="22"/>
        </w:rPr>
        <w:tab/>
        <w:t>Don’t know (DO NOT READ)</w:t>
      </w:r>
    </w:p>
    <w:p w:rsidR="00E779E5" w:rsidRPr="002B460C" w:rsidRDefault="00E779E5" w:rsidP="006C0A3D">
      <w:pPr>
        <w:pStyle w:val="QuestionResponseLast"/>
      </w:pPr>
      <w:r w:rsidRPr="002B460C">
        <w:t>9</w:t>
      </w:r>
      <w:r w:rsidRPr="002B460C">
        <w:tab/>
        <w:t>Refused (DO NOT READ)</w:t>
      </w:r>
    </w:p>
    <w:p w:rsidR="00E779E5" w:rsidRPr="002B460C" w:rsidRDefault="00E779E5" w:rsidP="00E779E5">
      <w:pPr>
        <w:pStyle w:val="QuestionInstruction"/>
        <w:ind w:left="360"/>
        <w:rPr>
          <w:szCs w:val="22"/>
        </w:rPr>
      </w:pPr>
      <w:r w:rsidRPr="002B460C">
        <w:rPr>
          <w:b w:val="0"/>
        </w:rPr>
        <w:tab/>
      </w:r>
      <w:r w:rsidRPr="002B460C">
        <w:rPr>
          <w:szCs w:val="22"/>
        </w:rPr>
        <w:t>ASK ALL</w:t>
      </w:r>
      <w:r w:rsidR="000C3DA3" w:rsidRPr="002B460C">
        <w:rPr>
          <w:szCs w:val="22"/>
        </w:rPr>
        <w:t xml:space="preserve"> IN ALL COUNTRIES EXCEPT EGYPT</w:t>
      </w:r>
    </w:p>
    <w:p w:rsidR="00E779E5" w:rsidRPr="002B460C" w:rsidRDefault="00E779E5" w:rsidP="00E779E5">
      <w:pPr>
        <w:pStyle w:val="Question"/>
        <w:rPr>
          <w:szCs w:val="22"/>
        </w:rPr>
      </w:pPr>
      <w:r w:rsidRPr="002B460C">
        <w:rPr>
          <w:rFonts w:ascii="Tahoma" w:hAnsi="Tahoma" w:cs="Tahoma"/>
          <w:b/>
          <w:sz w:val="16"/>
          <w:szCs w:val="16"/>
        </w:rPr>
        <w:t>Q29</w:t>
      </w:r>
      <w:r w:rsidRPr="002B460C">
        <w:rPr>
          <w:szCs w:val="22"/>
        </w:rPr>
        <w:tab/>
        <w:t>Overall do you think it would be a good thing or a bad thing if China were to become as powerful militarily as the U</w:t>
      </w:r>
      <w:r w:rsidR="0054285B" w:rsidRPr="002B460C">
        <w:rPr>
          <w:szCs w:val="22"/>
        </w:rPr>
        <w:t>.</w:t>
      </w:r>
      <w:r w:rsidRPr="002B460C">
        <w:rPr>
          <w:szCs w:val="22"/>
        </w:rPr>
        <w:t>S</w:t>
      </w:r>
      <w:r w:rsidR="0054285B" w:rsidRPr="002B460C">
        <w:rPr>
          <w:szCs w:val="22"/>
        </w:rPr>
        <w:t>.</w:t>
      </w:r>
      <w:r w:rsidRPr="002B460C">
        <w:rPr>
          <w:szCs w:val="22"/>
        </w:rPr>
        <w:t xml:space="preserve">? </w:t>
      </w:r>
    </w:p>
    <w:p w:rsidR="00E779E5" w:rsidRPr="002B460C" w:rsidRDefault="00E779E5" w:rsidP="00E779E5">
      <w:pPr>
        <w:pStyle w:val="QuestionResponse"/>
        <w:ind w:left="720" w:firstLine="0"/>
        <w:rPr>
          <w:szCs w:val="22"/>
        </w:rPr>
      </w:pPr>
      <w:r w:rsidRPr="002B460C">
        <w:rPr>
          <w:szCs w:val="22"/>
        </w:rPr>
        <w:t>1</w:t>
      </w:r>
      <w:r w:rsidRPr="002B460C">
        <w:rPr>
          <w:szCs w:val="22"/>
        </w:rPr>
        <w:tab/>
        <w:t>Good thing</w:t>
      </w:r>
    </w:p>
    <w:p w:rsidR="00E779E5" w:rsidRPr="002B460C" w:rsidRDefault="00E779E5" w:rsidP="00E779E5">
      <w:pPr>
        <w:pStyle w:val="QuestionResponse"/>
        <w:ind w:left="720" w:firstLine="0"/>
        <w:rPr>
          <w:szCs w:val="22"/>
        </w:rPr>
      </w:pPr>
      <w:r w:rsidRPr="002B460C">
        <w:rPr>
          <w:szCs w:val="22"/>
        </w:rPr>
        <w:t>2</w:t>
      </w:r>
      <w:r w:rsidRPr="002B460C">
        <w:rPr>
          <w:szCs w:val="22"/>
        </w:rPr>
        <w:tab/>
        <w:t xml:space="preserve">Bad thing </w:t>
      </w:r>
    </w:p>
    <w:p w:rsidR="00E779E5" w:rsidRPr="002B460C" w:rsidRDefault="00E779E5" w:rsidP="00E779E5">
      <w:pPr>
        <w:pStyle w:val="QuestionResponse"/>
        <w:ind w:left="720" w:firstLine="0"/>
        <w:rPr>
          <w:szCs w:val="22"/>
        </w:rPr>
      </w:pPr>
      <w:r w:rsidRPr="002B460C">
        <w:rPr>
          <w:szCs w:val="22"/>
        </w:rPr>
        <w:t>8</w:t>
      </w:r>
      <w:r w:rsidRPr="002B460C">
        <w:rPr>
          <w:szCs w:val="22"/>
        </w:rPr>
        <w:tab/>
        <w:t>Don’t know (DO NOT READ)</w:t>
      </w:r>
    </w:p>
    <w:p w:rsidR="00E779E5" w:rsidRPr="002B460C" w:rsidRDefault="00E779E5" w:rsidP="00E779E5">
      <w:pPr>
        <w:pStyle w:val="QuestionResponseLast"/>
        <w:ind w:left="720" w:firstLine="0"/>
        <w:rPr>
          <w:szCs w:val="22"/>
        </w:rPr>
      </w:pPr>
      <w:r w:rsidRPr="002B460C">
        <w:rPr>
          <w:szCs w:val="22"/>
        </w:rPr>
        <w:t>9</w:t>
      </w:r>
      <w:r w:rsidRPr="002B460C">
        <w:rPr>
          <w:szCs w:val="22"/>
        </w:rPr>
        <w:tab/>
        <w:t>Refused (DO NOT READ)</w:t>
      </w:r>
    </w:p>
    <w:p w:rsidR="00E779E5" w:rsidRPr="002B460C" w:rsidRDefault="00E779E5" w:rsidP="00E779E5">
      <w:pPr>
        <w:pStyle w:val="QuestionInstruction"/>
        <w:spacing w:before="0" w:after="0"/>
        <w:rPr>
          <w:caps/>
          <w:szCs w:val="22"/>
        </w:rPr>
      </w:pPr>
      <w:r w:rsidRPr="002B460C">
        <w:rPr>
          <w:caps/>
          <w:szCs w:val="22"/>
        </w:rPr>
        <w:lastRenderedPageBreak/>
        <w:t xml:space="preserve">ask </w:t>
      </w:r>
      <w:r w:rsidR="00DE5C33" w:rsidRPr="002B460C">
        <w:rPr>
          <w:caps/>
          <w:szCs w:val="22"/>
        </w:rPr>
        <w:t xml:space="preserve">ALL </w:t>
      </w:r>
      <w:r w:rsidRPr="002B460C">
        <w:rPr>
          <w:caps/>
          <w:szCs w:val="22"/>
        </w:rPr>
        <w:t>IN ALL COUNTRIES except the u.s.</w:t>
      </w:r>
    </w:p>
    <w:p w:rsidR="00E779E5" w:rsidRPr="002B460C" w:rsidRDefault="00E779E5" w:rsidP="00E779E5">
      <w:pPr>
        <w:pStyle w:val="Question"/>
        <w:rPr>
          <w:szCs w:val="22"/>
        </w:rPr>
      </w:pPr>
      <w:r w:rsidRPr="002B460C">
        <w:rPr>
          <w:rFonts w:ascii="Tahoma" w:hAnsi="Tahoma" w:cs="Tahoma"/>
          <w:b/>
          <w:sz w:val="16"/>
          <w:szCs w:val="16"/>
        </w:rPr>
        <w:t>Q30</w:t>
      </w:r>
      <w:r w:rsidRPr="002B460C">
        <w:rPr>
          <w:szCs w:val="22"/>
        </w:rPr>
        <w:tab/>
        <w:t>Does our government cooperate too much, not enough or about the right amount with the United States government?</w:t>
      </w:r>
      <w:r w:rsidR="00734985">
        <w:rPr>
          <w:rStyle w:val="FootnoteReference"/>
          <w:szCs w:val="22"/>
        </w:rPr>
        <w:footnoteReference w:id="3"/>
      </w:r>
      <w:r w:rsidRPr="002B460C">
        <w:rPr>
          <w:szCs w:val="22"/>
        </w:rPr>
        <w:t xml:space="preserve">  </w:t>
      </w:r>
    </w:p>
    <w:p w:rsidR="00E779E5" w:rsidRPr="002B460C" w:rsidRDefault="00E779E5" w:rsidP="00E779E5">
      <w:pPr>
        <w:pStyle w:val="QuestionResponse"/>
        <w:rPr>
          <w:szCs w:val="22"/>
        </w:rPr>
      </w:pPr>
      <w:r w:rsidRPr="002B460C">
        <w:rPr>
          <w:szCs w:val="22"/>
        </w:rPr>
        <w:t>1</w:t>
      </w:r>
      <w:r w:rsidRPr="002B460C">
        <w:rPr>
          <w:szCs w:val="22"/>
        </w:rPr>
        <w:tab/>
        <w:t>Too much</w:t>
      </w:r>
    </w:p>
    <w:p w:rsidR="00E779E5" w:rsidRPr="002B460C" w:rsidRDefault="00E779E5" w:rsidP="00E779E5">
      <w:pPr>
        <w:pStyle w:val="QuestionResponse"/>
        <w:rPr>
          <w:szCs w:val="22"/>
        </w:rPr>
      </w:pPr>
      <w:r w:rsidRPr="002B460C">
        <w:rPr>
          <w:szCs w:val="22"/>
        </w:rPr>
        <w:t>2</w:t>
      </w:r>
      <w:r w:rsidRPr="002B460C">
        <w:rPr>
          <w:szCs w:val="22"/>
        </w:rPr>
        <w:tab/>
        <w:t>Not enough</w:t>
      </w:r>
    </w:p>
    <w:p w:rsidR="00E779E5" w:rsidRPr="002B460C" w:rsidRDefault="00E779E5" w:rsidP="00E779E5">
      <w:pPr>
        <w:pStyle w:val="QuestionResponse"/>
        <w:rPr>
          <w:szCs w:val="22"/>
        </w:rPr>
      </w:pPr>
      <w:r w:rsidRPr="002B460C">
        <w:rPr>
          <w:szCs w:val="22"/>
        </w:rPr>
        <w:t xml:space="preserve">3 </w:t>
      </w:r>
      <w:r w:rsidRPr="002B460C">
        <w:rPr>
          <w:szCs w:val="22"/>
        </w:rPr>
        <w:tab/>
        <w:t>About right</w:t>
      </w:r>
    </w:p>
    <w:p w:rsidR="00E779E5" w:rsidRPr="002B460C" w:rsidRDefault="00E779E5" w:rsidP="00E779E5">
      <w:pPr>
        <w:pStyle w:val="QuestionResponse"/>
        <w:rPr>
          <w:szCs w:val="22"/>
        </w:rPr>
      </w:pPr>
      <w:r w:rsidRPr="002B460C">
        <w:rPr>
          <w:szCs w:val="22"/>
        </w:rPr>
        <w:t>8</w:t>
      </w:r>
      <w:r w:rsidRPr="002B460C">
        <w:rPr>
          <w:szCs w:val="22"/>
        </w:rPr>
        <w:tab/>
        <w:t>Don’t know (DO NOT READ)</w:t>
      </w:r>
    </w:p>
    <w:p w:rsidR="00042F2B" w:rsidRPr="002B460C" w:rsidRDefault="00E779E5" w:rsidP="00042F2B">
      <w:pPr>
        <w:pStyle w:val="QuestionResponseLast"/>
        <w:rPr>
          <w:rStyle w:val="QuestionInstructionChar"/>
          <w:b w:val="0"/>
        </w:rPr>
      </w:pPr>
      <w:r w:rsidRPr="002B460C">
        <w:t>9</w:t>
      </w:r>
      <w:r w:rsidRPr="002B460C">
        <w:tab/>
        <w:t xml:space="preserve">Refused (DO NOT READ) </w:t>
      </w:r>
    </w:p>
    <w:p w:rsidR="00E779E5" w:rsidRPr="002B460C" w:rsidRDefault="00E779E5" w:rsidP="00042F2B">
      <w:pPr>
        <w:pStyle w:val="QuestionInstruction"/>
      </w:pPr>
      <w:r w:rsidRPr="002B460C">
        <w:t>ASK ALL</w:t>
      </w:r>
      <w:r w:rsidR="00777146" w:rsidRPr="002B460C">
        <w:t xml:space="preserve"> IN ALL COUNTRIES EXCEPT CHINA</w:t>
      </w:r>
    </w:p>
    <w:p w:rsidR="00E779E5" w:rsidRPr="002B460C" w:rsidRDefault="00E779E5" w:rsidP="00042F2B">
      <w:pPr>
        <w:pStyle w:val="Question"/>
      </w:pPr>
      <w:r w:rsidRPr="002B460C">
        <w:rPr>
          <w:rFonts w:ascii="Tahoma" w:hAnsi="Tahoma" w:cs="Tahoma"/>
          <w:b/>
          <w:sz w:val="16"/>
          <w:szCs w:val="16"/>
        </w:rPr>
        <w:t>Q31</w:t>
      </w:r>
      <w:r w:rsidRPr="002B460C">
        <w:tab/>
        <w:t xml:space="preserve">Which statement comes closer to your own views even if neither is exactly right?  </w:t>
      </w:r>
    </w:p>
    <w:p w:rsidR="00E779E5" w:rsidRPr="002B460C" w:rsidRDefault="00E779E5" w:rsidP="00E779E5">
      <w:pPr>
        <w:pStyle w:val="QuestionResponse"/>
        <w:rPr>
          <w:szCs w:val="22"/>
        </w:rPr>
      </w:pPr>
      <w:r w:rsidRPr="002B460C">
        <w:rPr>
          <w:szCs w:val="22"/>
        </w:rPr>
        <w:t>1</w:t>
      </w:r>
      <w:r w:rsidRPr="002B460C">
        <w:rPr>
          <w:szCs w:val="22"/>
        </w:rPr>
        <w:tab/>
        <w:t>Some religions are more prone to violence than others</w:t>
      </w:r>
    </w:p>
    <w:p w:rsidR="00E779E5" w:rsidRPr="002B460C" w:rsidRDefault="00E779E5" w:rsidP="00E779E5">
      <w:pPr>
        <w:pStyle w:val="QuestionResponse"/>
        <w:rPr>
          <w:szCs w:val="22"/>
        </w:rPr>
      </w:pPr>
      <w:r w:rsidRPr="002B460C">
        <w:rPr>
          <w:szCs w:val="22"/>
        </w:rPr>
        <w:t>2</w:t>
      </w:r>
      <w:r w:rsidRPr="002B460C">
        <w:rPr>
          <w:szCs w:val="22"/>
        </w:rPr>
        <w:tab/>
        <w:t>All religions are about the same when it comes to violence</w:t>
      </w:r>
    </w:p>
    <w:p w:rsidR="00E779E5" w:rsidRPr="002B460C" w:rsidRDefault="00E779E5" w:rsidP="00E779E5">
      <w:pPr>
        <w:pStyle w:val="QuestionResponse"/>
        <w:rPr>
          <w:szCs w:val="22"/>
        </w:rPr>
      </w:pPr>
      <w:r w:rsidRPr="002B460C">
        <w:rPr>
          <w:szCs w:val="22"/>
        </w:rPr>
        <w:t>3</w:t>
      </w:r>
      <w:r w:rsidRPr="002B460C">
        <w:rPr>
          <w:szCs w:val="22"/>
        </w:rPr>
        <w:tab/>
        <w:t>Neither</w:t>
      </w:r>
      <w:r w:rsidRPr="002B460C">
        <w:rPr>
          <w:b/>
          <w:szCs w:val="22"/>
        </w:rPr>
        <w:t xml:space="preserve"> </w:t>
      </w:r>
      <w:r w:rsidRPr="002B460C">
        <w:rPr>
          <w:szCs w:val="22"/>
        </w:rPr>
        <w:t>(DO NOT READ)</w:t>
      </w:r>
    </w:p>
    <w:p w:rsidR="00E779E5" w:rsidRPr="002B460C" w:rsidRDefault="00E779E5" w:rsidP="00E779E5">
      <w:pPr>
        <w:pStyle w:val="QuestionResponse"/>
        <w:rPr>
          <w:szCs w:val="22"/>
        </w:rPr>
      </w:pPr>
      <w:r w:rsidRPr="002B460C">
        <w:rPr>
          <w:szCs w:val="22"/>
        </w:rPr>
        <w:t>8</w:t>
      </w:r>
      <w:r w:rsidRPr="002B460C">
        <w:rPr>
          <w:szCs w:val="22"/>
        </w:rPr>
        <w:tab/>
        <w:t>Don’t know (DO NOT READ)</w:t>
      </w:r>
    </w:p>
    <w:p w:rsidR="00E779E5" w:rsidRPr="002B460C" w:rsidRDefault="00E779E5" w:rsidP="00042F2B">
      <w:pPr>
        <w:pStyle w:val="QuestionResponseLast"/>
      </w:pPr>
      <w:r w:rsidRPr="002B460C">
        <w:t>9</w:t>
      </w:r>
      <w:r w:rsidRPr="002B460C">
        <w:tab/>
        <w:t>Refused (DO NOT READ)</w:t>
      </w:r>
    </w:p>
    <w:p w:rsidR="00E779E5" w:rsidRPr="002B460C" w:rsidRDefault="00E779E5" w:rsidP="0030323A">
      <w:pPr>
        <w:pStyle w:val="QuestionInstruction"/>
        <w:rPr>
          <w:szCs w:val="22"/>
        </w:rPr>
      </w:pPr>
      <w:r w:rsidRPr="002B460C">
        <w:rPr>
          <w:szCs w:val="22"/>
        </w:rPr>
        <w:t>ASK IF SOME RELIGIONS MORE VIOLENT THAN OTHERS (Q31=1)</w:t>
      </w:r>
      <w:r w:rsidR="0030323A" w:rsidRPr="002B460C">
        <w:rPr>
          <w:szCs w:val="22"/>
        </w:rPr>
        <w:t xml:space="preserve"> IN ALL COUNTRIES EXCEPT CHINA</w:t>
      </w:r>
    </w:p>
    <w:p w:rsidR="00E779E5" w:rsidRPr="002B460C" w:rsidRDefault="00E779E5" w:rsidP="00E779E5">
      <w:pPr>
        <w:pStyle w:val="Question"/>
        <w:rPr>
          <w:szCs w:val="22"/>
        </w:rPr>
      </w:pPr>
      <w:r w:rsidRPr="002B460C">
        <w:rPr>
          <w:rFonts w:ascii="Tahoma" w:hAnsi="Tahoma" w:cs="Tahoma"/>
          <w:b/>
          <w:sz w:val="16"/>
          <w:szCs w:val="16"/>
        </w:rPr>
        <w:t>Q32</w:t>
      </w:r>
      <w:r w:rsidRPr="002B460C">
        <w:rPr>
          <w:szCs w:val="22"/>
        </w:rPr>
        <w:tab/>
        <w:t>Which one of the religions that I name do you think of as most violent</w:t>
      </w:r>
      <w:r w:rsidR="00D00700" w:rsidRPr="002B460C">
        <w:rPr>
          <w:szCs w:val="22"/>
        </w:rPr>
        <w:t>—</w:t>
      </w:r>
      <w:r w:rsidRPr="002B460C">
        <w:rPr>
          <w:szCs w:val="22"/>
        </w:rPr>
        <w:t xml:space="preserve">Christianity, Islam, Judaism or Hinduism? </w:t>
      </w:r>
    </w:p>
    <w:p w:rsidR="00E779E5" w:rsidRPr="002B460C" w:rsidRDefault="00E779E5" w:rsidP="00E779E5">
      <w:pPr>
        <w:pStyle w:val="QuestionResponse"/>
        <w:rPr>
          <w:szCs w:val="22"/>
        </w:rPr>
      </w:pPr>
      <w:r w:rsidRPr="002B460C">
        <w:rPr>
          <w:szCs w:val="22"/>
        </w:rPr>
        <w:t>1</w:t>
      </w:r>
      <w:r w:rsidRPr="002B460C">
        <w:rPr>
          <w:szCs w:val="22"/>
        </w:rPr>
        <w:tab/>
        <w:t>Christianity</w:t>
      </w:r>
    </w:p>
    <w:p w:rsidR="00E779E5" w:rsidRPr="002B460C" w:rsidRDefault="00E779E5" w:rsidP="00E779E5">
      <w:pPr>
        <w:pStyle w:val="QuestionResponse"/>
        <w:rPr>
          <w:szCs w:val="22"/>
        </w:rPr>
      </w:pPr>
      <w:r w:rsidRPr="002B460C">
        <w:rPr>
          <w:szCs w:val="22"/>
        </w:rPr>
        <w:t>2</w:t>
      </w:r>
      <w:r w:rsidRPr="002B460C">
        <w:rPr>
          <w:szCs w:val="22"/>
        </w:rPr>
        <w:tab/>
        <w:t>Islam</w:t>
      </w:r>
    </w:p>
    <w:p w:rsidR="00E779E5" w:rsidRPr="002B460C" w:rsidRDefault="00E779E5" w:rsidP="00E779E5">
      <w:pPr>
        <w:pStyle w:val="QuestionResponse"/>
        <w:rPr>
          <w:szCs w:val="22"/>
        </w:rPr>
      </w:pPr>
      <w:r w:rsidRPr="002B460C">
        <w:rPr>
          <w:szCs w:val="22"/>
        </w:rPr>
        <w:t>3</w:t>
      </w:r>
      <w:r w:rsidRPr="002B460C">
        <w:rPr>
          <w:szCs w:val="22"/>
        </w:rPr>
        <w:tab/>
        <w:t>Judaism</w:t>
      </w:r>
    </w:p>
    <w:p w:rsidR="00E779E5" w:rsidRPr="002B460C" w:rsidRDefault="00E779E5" w:rsidP="00E779E5">
      <w:pPr>
        <w:pStyle w:val="QuestionResponse"/>
        <w:rPr>
          <w:szCs w:val="22"/>
        </w:rPr>
      </w:pPr>
      <w:r w:rsidRPr="002B460C">
        <w:rPr>
          <w:szCs w:val="22"/>
        </w:rPr>
        <w:t>4</w:t>
      </w:r>
      <w:r w:rsidRPr="002B460C">
        <w:rPr>
          <w:szCs w:val="22"/>
        </w:rPr>
        <w:tab/>
        <w:t>Hinduism</w:t>
      </w:r>
    </w:p>
    <w:p w:rsidR="00E779E5" w:rsidRPr="002B460C" w:rsidRDefault="00E779E5" w:rsidP="00E779E5">
      <w:pPr>
        <w:pStyle w:val="QuestionResponse"/>
        <w:rPr>
          <w:szCs w:val="22"/>
        </w:rPr>
      </w:pPr>
      <w:r w:rsidRPr="002B460C">
        <w:rPr>
          <w:szCs w:val="22"/>
        </w:rPr>
        <w:t>5</w:t>
      </w:r>
      <w:r w:rsidRPr="002B460C">
        <w:rPr>
          <w:szCs w:val="22"/>
        </w:rPr>
        <w:tab/>
        <w:t>None (DO NOT READ)</w:t>
      </w:r>
    </w:p>
    <w:p w:rsidR="00E779E5" w:rsidRPr="002B460C" w:rsidRDefault="00E779E5" w:rsidP="00E779E5">
      <w:pPr>
        <w:pStyle w:val="QuestionResponse"/>
        <w:rPr>
          <w:szCs w:val="22"/>
        </w:rPr>
      </w:pPr>
      <w:r w:rsidRPr="002B460C">
        <w:rPr>
          <w:szCs w:val="22"/>
        </w:rPr>
        <w:t>8</w:t>
      </w:r>
      <w:r w:rsidRPr="002B460C">
        <w:rPr>
          <w:szCs w:val="22"/>
        </w:rPr>
        <w:tab/>
        <w:t>Don’t know (DO NOT READ)</w:t>
      </w:r>
    </w:p>
    <w:p w:rsidR="00E779E5" w:rsidRPr="002B460C" w:rsidRDefault="00E779E5" w:rsidP="00042F2B">
      <w:pPr>
        <w:pStyle w:val="QuestionResponseLast"/>
      </w:pPr>
      <w:r w:rsidRPr="002B460C">
        <w:t>9</w:t>
      </w:r>
      <w:r w:rsidRPr="002B460C">
        <w:tab/>
        <w:t>Refused (DO NOT READ)</w:t>
      </w:r>
    </w:p>
    <w:p w:rsidR="00E779E5" w:rsidRPr="002B460C" w:rsidRDefault="00E779E5" w:rsidP="00DE5C33">
      <w:pPr>
        <w:pStyle w:val="QuestionInstruction"/>
      </w:pPr>
      <w:r w:rsidRPr="002B460C">
        <w:lastRenderedPageBreak/>
        <w:t>ASK ALL IN PAKISTAN AND MEXICO ONLY</w:t>
      </w:r>
    </w:p>
    <w:p w:rsidR="00E779E5" w:rsidRPr="002B460C" w:rsidRDefault="00E779E5" w:rsidP="00DE5C33">
      <w:pPr>
        <w:pStyle w:val="Question"/>
        <w:rPr>
          <w:szCs w:val="22"/>
        </w:rPr>
      </w:pPr>
      <w:r w:rsidRPr="002B460C">
        <w:rPr>
          <w:rFonts w:ascii="Tahoma" w:hAnsi="Tahoma" w:cs="Tahoma"/>
          <w:b/>
          <w:sz w:val="16"/>
          <w:szCs w:val="16"/>
        </w:rPr>
        <w:t>Q33</w:t>
      </w:r>
      <w:r w:rsidRPr="002B460C">
        <w:rPr>
          <w:szCs w:val="22"/>
        </w:rPr>
        <w:tab/>
        <w:t xml:space="preserve">As I read a list of groups and organizations, for each, please tell me what kind of influence the group is having on the way things are going in </w:t>
      </w:r>
      <w:r w:rsidRPr="002B460C">
        <w:rPr>
          <w:b/>
          <w:szCs w:val="22"/>
        </w:rPr>
        <w:t>(survey country)</w:t>
      </w:r>
      <w:r w:rsidRPr="002B460C">
        <w:rPr>
          <w:szCs w:val="22"/>
        </w:rPr>
        <w:t>.   Is the influence of (</w:t>
      </w:r>
      <w:r w:rsidR="00BD77A7" w:rsidRPr="002B460C">
        <w:rPr>
          <w:szCs w:val="22"/>
        </w:rPr>
        <w:t>INSERT</w:t>
      </w:r>
      <w:r w:rsidRPr="002B460C">
        <w:rPr>
          <w:szCs w:val="22"/>
        </w:rPr>
        <w:t xml:space="preserve">) very good, somewhat good, somewhat bad or very bad in </w:t>
      </w:r>
      <w:r w:rsidRPr="002B460C">
        <w:rPr>
          <w:b/>
          <w:szCs w:val="22"/>
        </w:rPr>
        <w:t>(survey country)</w:t>
      </w:r>
      <w:r w:rsidRPr="002B460C">
        <w:rPr>
          <w:szCs w:val="22"/>
        </w:rPr>
        <w:t>?</w:t>
      </w:r>
      <w:r w:rsidRPr="002B460C">
        <w:rPr>
          <w:rStyle w:val="FootnoteReference"/>
          <w:rFonts w:ascii="Times New Roman" w:hAnsi="Times New Roman"/>
          <w:szCs w:val="22"/>
        </w:rPr>
        <w:t xml:space="preserve"> </w:t>
      </w:r>
      <w:r w:rsidRPr="002B460C">
        <w:rPr>
          <w:i/>
          <w:szCs w:val="22"/>
        </w:rPr>
        <w:t>(SHOW CARD)</w:t>
      </w:r>
      <w:r w:rsidRPr="002B460C">
        <w:rPr>
          <w:szCs w:val="22"/>
        </w:rPr>
        <w:t xml:space="preserve"> </w:t>
      </w:r>
    </w:p>
    <w:p w:rsidR="00E779E5" w:rsidRPr="002B460C" w:rsidRDefault="00E779E5" w:rsidP="00DE5C33">
      <w:pPr>
        <w:pStyle w:val="QuestionList"/>
      </w:pPr>
      <w:r w:rsidRPr="002B460C">
        <w:rPr>
          <w:rFonts w:ascii="Tahoma" w:hAnsi="Tahoma" w:cs="Tahoma"/>
          <w:b/>
          <w:sz w:val="16"/>
          <w:szCs w:val="16"/>
        </w:rPr>
        <w:t>a</w:t>
      </w:r>
      <w:r w:rsidR="00042F2B" w:rsidRPr="002B460C">
        <w:rPr>
          <w:rFonts w:ascii="Tahoma" w:hAnsi="Tahoma" w:cs="Tahoma"/>
          <w:b/>
          <w:sz w:val="16"/>
          <w:szCs w:val="16"/>
        </w:rPr>
        <w:t>.</w:t>
      </w:r>
      <w:r w:rsidRPr="002B460C">
        <w:tab/>
        <w:t xml:space="preserve">our national government </w:t>
      </w:r>
    </w:p>
    <w:p w:rsidR="00374BE2" w:rsidRDefault="00E779E5" w:rsidP="00DE5C33">
      <w:pPr>
        <w:pStyle w:val="QuestionList"/>
        <w:rPr>
          <w:i/>
        </w:rPr>
      </w:pPr>
      <w:proofErr w:type="spellStart"/>
      <w:r w:rsidRPr="002B460C">
        <w:rPr>
          <w:rFonts w:ascii="Tahoma" w:hAnsi="Tahoma" w:cs="Tahoma"/>
          <w:b/>
          <w:sz w:val="16"/>
          <w:szCs w:val="16"/>
        </w:rPr>
        <w:t>bPAK</w:t>
      </w:r>
      <w:proofErr w:type="spellEnd"/>
      <w:r w:rsidR="00042F2B" w:rsidRPr="002B460C">
        <w:rPr>
          <w:rFonts w:ascii="Tahoma" w:hAnsi="Tahoma" w:cs="Tahoma"/>
          <w:b/>
          <w:sz w:val="16"/>
          <w:szCs w:val="16"/>
        </w:rPr>
        <w:t>.</w:t>
      </w:r>
      <w:r w:rsidRPr="002B460C">
        <w:t xml:space="preserve"> President Asif Ali </w:t>
      </w:r>
      <w:proofErr w:type="spellStart"/>
      <w:r w:rsidRPr="002B460C">
        <w:t>Zardari</w:t>
      </w:r>
      <w:proofErr w:type="spellEnd"/>
      <w:r w:rsidRPr="002B460C">
        <w:t xml:space="preserve"> </w:t>
      </w:r>
      <w:r w:rsidR="00DC4685" w:rsidRPr="002B460C">
        <w:rPr>
          <w:rFonts w:ascii="Tahoma" w:hAnsi="Tahoma" w:cs="Tahoma"/>
          <w:b/>
          <w:i/>
          <w:sz w:val="16"/>
          <w:szCs w:val="16"/>
        </w:rPr>
        <w:t>[</w:t>
      </w:r>
      <w:r w:rsidRPr="002B460C">
        <w:rPr>
          <w:rFonts w:ascii="Tahoma" w:hAnsi="Tahoma" w:cs="Tahoma"/>
          <w:b/>
          <w:i/>
          <w:sz w:val="16"/>
          <w:szCs w:val="16"/>
        </w:rPr>
        <w:t>Ask in Pakistan only</w:t>
      </w:r>
      <w:r w:rsidR="00DC4685" w:rsidRPr="002B460C">
        <w:rPr>
          <w:rFonts w:ascii="Tahoma" w:hAnsi="Tahoma" w:cs="Tahoma"/>
          <w:b/>
          <w:i/>
          <w:sz w:val="16"/>
          <w:szCs w:val="16"/>
        </w:rPr>
        <w:t>]</w:t>
      </w:r>
      <w:r w:rsidRPr="002B460C">
        <w:rPr>
          <w:szCs w:val="16"/>
        </w:rPr>
        <w:t xml:space="preserve"> </w:t>
      </w:r>
    </w:p>
    <w:p w:rsidR="00E779E5" w:rsidRPr="002B460C" w:rsidRDefault="00E779E5" w:rsidP="00DE5C33">
      <w:pPr>
        <w:pStyle w:val="QuestionList"/>
        <w:rPr>
          <w:szCs w:val="16"/>
        </w:rPr>
      </w:pPr>
      <w:proofErr w:type="spellStart"/>
      <w:r w:rsidRPr="002B460C">
        <w:rPr>
          <w:rFonts w:ascii="Tahoma" w:hAnsi="Tahoma" w:cs="Tahoma"/>
          <w:b/>
          <w:sz w:val="16"/>
          <w:szCs w:val="16"/>
        </w:rPr>
        <w:t>bMEX</w:t>
      </w:r>
      <w:proofErr w:type="spellEnd"/>
      <w:r w:rsidR="00042F2B" w:rsidRPr="002B460C">
        <w:rPr>
          <w:rFonts w:ascii="Tahoma" w:hAnsi="Tahoma" w:cs="Tahoma"/>
          <w:b/>
          <w:sz w:val="16"/>
          <w:szCs w:val="16"/>
        </w:rPr>
        <w:t>.</w:t>
      </w:r>
      <w:r w:rsidRPr="002B460C">
        <w:tab/>
        <w:t xml:space="preserve">President Felipe Calderon </w:t>
      </w:r>
      <w:r w:rsidR="00DC4685" w:rsidRPr="002B460C">
        <w:rPr>
          <w:rFonts w:ascii="Tahoma" w:hAnsi="Tahoma" w:cs="Tahoma"/>
          <w:b/>
          <w:i/>
          <w:sz w:val="16"/>
          <w:szCs w:val="16"/>
        </w:rPr>
        <w:t>[</w:t>
      </w:r>
      <w:r w:rsidRPr="002B460C">
        <w:rPr>
          <w:rFonts w:ascii="Tahoma" w:hAnsi="Tahoma" w:cs="Tahoma"/>
          <w:b/>
          <w:i/>
          <w:sz w:val="16"/>
          <w:szCs w:val="16"/>
        </w:rPr>
        <w:t>Ask in Mexico only</w:t>
      </w:r>
      <w:r w:rsidR="00DC4685" w:rsidRPr="002B460C">
        <w:rPr>
          <w:rFonts w:ascii="Tahoma" w:hAnsi="Tahoma" w:cs="Tahoma"/>
          <w:b/>
          <w:i/>
          <w:sz w:val="16"/>
          <w:szCs w:val="16"/>
        </w:rPr>
        <w:t>]</w:t>
      </w:r>
      <w:r w:rsidRPr="002B460C">
        <w:rPr>
          <w:szCs w:val="16"/>
        </w:rPr>
        <w:t xml:space="preserve"> </w:t>
      </w:r>
    </w:p>
    <w:p w:rsidR="00374BE2" w:rsidRDefault="00E779E5" w:rsidP="00DE5C33">
      <w:pPr>
        <w:pStyle w:val="QuestionList"/>
        <w:rPr>
          <w:i/>
        </w:rPr>
      </w:pPr>
      <w:r w:rsidRPr="002B460C">
        <w:rPr>
          <w:rFonts w:ascii="Tahoma" w:hAnsi="Tahoma" w:cs="Tahoma"/>
          <w:b/>
          <w:sz w:val="16"/>
          <w:szCs w:val="16"/>
        </w:rPr>
        <w:t>c</w:t>
      </w:r>
      <w:r w:rsidR="00042F2B" w:rsidRPr="002B460C">
        <w:rPr>
          <w:rFonts w:ascii="Tahoma" w:hAnsi="Tahoma" w:cs="Tahoma"/>
          <w:b/>
          <w:sz w:val="16"/>
          <w:szCs w:val="16"/>
        </w:rPr>
        <w:t>.</w:t>
      </w:r>
      <w:r w:rsidRPr="002B460C">
        <w:tab/>
        <w:t xml:space="preserve">the military </w:t>
      </w:r>
    </w:p>
    <w:p w:rsidR="00E779E5" w:rsidRPr="002B460C" w:rsidRDefault="00E779E5" w:rsidP="00DE5C33">
      <w:pPr>
        <w:pStyle w:val="QuestionList"/>
      </w:pPr>
      <w:r w:rsidRPr="002B460C">
        <w:rPr>
          <w:rFonts w:ascii="Tahoma" w:hAnsi="Tahoma" w:cs="Tahoma"/>
          <w:b/>
          <w:sz w:val="16"/>
          <w:szCs w:val="16"/>
        </w:rPr>
        <w:t>d</w:t>
      </w:r>
      <w:r w:rsidR="00042F2B" w:rsidRPr="002B460C">
        <w:rPr>
          <w:rFonts w:ascii="Tahoma" w:hAnsi="Tahoma" w:cs="Tahoma"/>
          <w:b/>
          <w:sz w:val="16"/>
          <w:szCs w:val="16"/>
        </w:rPr>
        <w:t>.</w:t>
      </w:r>
      <w:r w:rsidRPr="002B460C">
        <w:tab/>
        <w:t xml:space="preserve">the media—such as television, radio, newspapers, and magazines </w:t>
      </w:r>
    </w:p>
    <w:p w:rsidR="00374BE2" w:rsidRDefault="00E779E5" w:rsidP="00DE5C33">
      <w:pPr>
        <w:pStyle w:val="QuestionList"/>
        <w:rPr>
          <w:i/>
        </w:rPr>
      </w:pPr>
      <w:r w:rsidRPr="002B460C">
        <w:rPr>
          <w:rFonts w:ascii="Tahoma" w:hAnsi="Tahoma" w:cs="Tahoma"/>
          <w:b/>
          <w:sz w:val="16"/>
          <w:szCs w:val="16"/>
        </w:rPr>
        <w:t>e</w:t>
      </w:r>
      <w:r w:rsidR="00042F2B" w:rsidRPr="002B460C">
        <w:rPr>
          <w:rFonts w:ascii="Tahoma" w:hAnsi="Tahoma" w:cs="Tahoma"/>
          <w:b/>
          <w:sz w:val="16"/>
          <w:szCs w:val="16"/>
        </w:rPr>
        <w:t>.</w:t>
      </w:r>
      <w:r w:rsidRPr="002B460C">
        <w:tab/>
        <w:t xml:space="preserve">religious leaders </w:t>
      </w:r>
      <w:r w:rsidR="00DC4685" w:rsidRPr="002B460C">
        <w:rPr>
          <w:rFonts w:ascii="Tahoma" w:hAnsi="Tahoma" w:cs="Tahoma"/>
          <w:b/>
          <w:i/>
          <w:sz w:val="16"/>
          <w:szCs w:val="16"/>
        </w:rPr>
        <w:t>[</w:t>
      </w:r>
      <w:r w:rsidRPr="002B460C">
        <w:rPr>
          <w:rFonts w:ascii="Tahoma" w:hAnsi="Tahoma" w:cs="Tahoma"/>
          <w:b/>
          <w:i/>
          <w:sz w:val="16"/>
          <w:szCs w:val="16"/>
        </w:rPr>
        <w:t>Ask in Pakistan only</w:t>
      </w:r>
      <w:r w:rsidR="00DC4685" w:rsidRPr="002B460C">
        <w:rPr>
          <w:rFonts w:ascii="Tahoma" w:hAnsi="Tahoma" w:cs="Tahoma"/>
          <w:b/>
          <w:i/>
          <w:sz w:val="16"/>
          <w:szCs w:val="16"/>
        </w:rPr>
        <w:t>]</w:t>
      </w:r>
      <w:r w:rsidRPr="002B460C">
        <w:rPr>
          <w:szCs w:val="16"/>
        </w:rPr>
        <w:t xml:space="preserve"> </w:t>
      </w:r>
      <w:r w:rsidRPr="002B460C">
        <w:t xml:space="preserve"> </w:t>
      </w:r>
    </w:p>
    <w:p w:rsidR="00E779E5" w:rsidRPr="002B460C" w:rsidRDefault="00E779E5" w:rsidP="00DE5C33">
      <w:pPr>
        <w:pStyle w:val="QuestionList"/>
      </w:pPr>
      <w:r w:rsidRPr="002B460C">
        <w:rPr>
          <w:rFonts w:ascii="Tahoma" w:hAnsi="Tahoma" w:cs="Tahoma"/>
          <w:b/>
          <w:sz w:val="16"/>
          <w:szCs w:val="16"/>
        </w:rPr>
        <w:t>f</w:t>
      </w:r>
      <w:r w:rsidR="00042F2B" w:rsidRPr="002B460C">
        <w:rPr>
          <w:rFonts w:ascii="Tahoma" w:hAnsi="Tahoma" w:cs="Tahoma"/>
          <w:b/>
          <w:sz w:val="16"/>
          <w:szCs w:val="16"/>
        </w:rPr>
        <w:t>.</w:t>
      </w:r>
      <w:r w:rsidRPr="002B460C">
        <w:tab/>
        <w:t xml:space="preserve">court system </w:t>
      </w:r>
    </w:p>
    <w:p w:rsidR="00E779E5" w:rsidRPr="002B460C" w:rsidRDefault="00E779E5" w:rsidP="00DE5C33">
      <w:pPr>
        <w:pStyle w:val="QuestionListLast"/>
      </w:pPr>
      <w:r w:rsidRPr="002B460C">
        <w:rPr>
          <w:rFonts w:ascii="Tahoma" w:hAnsi="Tahoma" w:cs="Tahoma"/>
          <w:b/>
          <w:sz w:val="16"/>
          <w:szCs w:val="16"/>
        </w:rPr>
        <w:t>g</w:t>
      </w:r>
      <w:r w:rsidR="00042F2B" w:rsidRPr="002B460C">
        <w:rPr>
          <w:rFonts w:ascii="Tahoma" w:hAnsi="Tahoma" w:cs="Tahoma"/>
          <w:b/>
          <w:sz w:val="16"/>
          <w:szCs w:val="16"/>
        </w:rPr>
        <w:t>.</w:t>
      </w:r>
      <w:r w:rsidRPr="002B460C">
        <w:tab/>
        <w:t xml:space="preserve">the police </w:t>
      </w:r>
    </w:p>
    <w:p w:rsidR="00E779E5" w:rsidRPr="002B460C" w:rsidRDefault="00E779E5" w:rsidP="00DE5C33">
      <w:pPr>
        <w:pStyle w:val="QuestionResponse"/>
      </w:pPr>
      <w:r w:rsidRPr="002B460C">
        <w:t>1</w:t>
      </w:r>
      <w:r w:rsidRPr="002B460C">
        <w:tab/>
        <w:t>Very good</w:t>
      </w:r>
    </w:p>
    <w:p w:rsidR="00E779E5" w:rsidRPr="002B460C" w:rsidRDefault="00E779E5" w:rsidP="00DE5C33">
      <w:pPr>
        <w:pStyle w:val="QuestionResponse"/>
      </w:pPr>
      <w:r w:rsidRPr="002B460C">
        <w:t>2</w:t>
      </w:r>
      <w:r w:rsidRPr="002B460C">
        <w:tab/>
        <w:t>Somewhat good</w:t>
      </w:r>
    </w:p>
    <w:p w:rsidR="00E779E5" w:rsidRPr="002B460C" w:rsidRDefault="00E779E5" w:rsidP="00DE5C33">
      <w:pPr>
        <w:pStyle w:val="QuestionResponse"/>
      </w:pPr>
      <w:r w:rsidRPr="002B460C">
        <w:t>3</w:t>
      </w:r>
      <w:r w:rsidRPr="002B460C">
        <w:tab/>
        <w:t>Somewhat bad</w:t>
      </w:r>
    </w:p>
    <w:p w:rsidR="00E779E5" w:rsidRPr="002B460C" w:rsidRDefault="00E779E5" w:rsidP="00DE5C33">
      <w:pPr>
        <w:pStyle w:val="QuestionResponse"/>
      </w:pPr>
      <w:r w:rsidRPr="002B460C">
        <w:t>4</w:t>
      </w:r>
      <w:r w:rsidRPr="002B460C">
        <w:tab/>
        <w:t>Very bad</w:t>
      </w:r>
    </w:p>
    <w:p w:rsidR="00E779E5" w:rsidRPr="002B460C" w:rsidRDefault="00E779E5" w:rsidP="00DE5C33">
      <w:pPr>
        <w:pStyle w:val="QuestionResponse"/>
      </w:pPr>
      <w:r w:rsidRPr="002B460C">
        <w:t>8</w:t>
      </w:r>
      <w:r w:rsidRPr="002B460C">
        <w:tab/>
        <w:t>Don’t know (DO NOT READ)</w:t>
      </w:r>
    </w:p>
    <w:p w:rsidR="00E779E5" w:rsidRPr="002B460C" w:rsidRDefault="00E779E5" w:rsidP="00042F2B">
      <w:pPr>
        <w:pStyle w:val="QuestionResponseLast"/>
      </w:pPr>
      <w:r w:rsidRPr="002B460C">
        <w:t>9</w:t>
      </w:r>
      <w:r w:rsidRPr="002B460C">
        <w:tab/>
        <w:t>Refused (DO NOT READ)</w:t>
      </w:r>
    </w:p>
    <w:p w:rsidR="000C3DA3" w:rsidRPr="002B460C" w:rsidRDefault="000C3DA3" w:rsidP="000C3DA3">
      <w:pPr>
        <w:pStyle w:val="QuestionInstruction"/>
      </w:pPr>
      <w:r w:rsidRPr="002B460C">
        <w:t>ASK ALL IN EGYPT ONLY</w:t>
      </w:r>
    </w:p>
    <w:p w:rsidR="000C3DA3" w:rsidRPr="002B460C" w:rsidRDefault="000C3DA3" w:rsidP="000C3DA3">
      <w:pPr>
        <w:pStyle w:val="Question"/>
        <w:rPr>
          <w:szCs w:val="22"/>
        </w:rPr>
      </w:pPr>
      <w:r w:rsidRPr="002B460C">
        <w:rPr>
          <w:rFonts w:ascii="Tahoma" w:hAnsi="Tahoma" w:cs="Tahoma"/>
          <w:b/>
          <w:sz w:val="16"/>
          <w:szCs w:val="16"/>
        </w:rPr>
        <w:t>EGY4</w:t>
      </w:r>
      <w:r w:rsidRPr="002B460C">
        <w:rPr>
          <w:szCs w:val="22"/>
        </w:rPr>
        <w:tab/>
        <w:t>As I read a list of groups and organizations, for each, please tell me what kind of influence the group is having on the way things are going in Egypt.   Is the influence of (INSERT) very good, somewhat good, somewhat bad or very bad in Egypt?</w:t>
      </w:r>
      <w:r w:rsidRPr="002B460C">
        <w:rPr>
          <w:rStyle w:val="FootnoteReference"/>
          <w:rFonts w:ascii="Times New Roman" w:hAnsi="Times New Roman"/>
          <w:szCs w:val="22"/>
        </w:rPr>
        <w:t xml:space="preserve"> </w:t>
      </w:r>
      <w:r w:rsidRPr="002B460C">
        <w:rPr>
          <w:i/>
          <w:szCs w:val="22"/>
        </w:rPr>
        <w:t>(SHOW CARD)</w:t>
      </w:r>
      <w:r w:rsidRPr="002B460C">
        <w:rPr>
          <w:szCs w:val="22"/>
        </w:rPr>
        <w:t xml:space="preserve"> </w:t>
      </w:r>
    </w:p>
    <w:p w:rsidR="00374BE2" w:rsidRDefault="000C3DA3" w:rsidP="000C3DA3">
      <w:pPr>
        <w:pStyle w:val="QuestionList"/>
        <w:rPr>
          <w:i/>
        </w:rPr>
      </w:pPr>
      <w:r w:rsidRPr="002B460C">
        <w:rPr>
          <w:rFonts w:ascii="Tahoma" w:hAnsi="Tahoma" w:cs="Tahoma"/>
          <w:b/>
          <w:sz w:val="16"/>
          <w:szCs w:val="16"/>
        </w:rPr>
        <w:t>a.</w:t>
      </w:r>
      <w:r w:rsidRPr="002B460C">
        <w:tab/>
        <w:t xml:space="preserve">the military </w:t>
      </w:r>
    </w:p>
    <w:p w:rsidR="000C3DA3" w:rsidRPr="002B460C" w:rsidRDefault="000C3DA3" w:rsidP="000C3DA3">
      <w:pPr>
        <w:pStyle w:val="QuestionList"/>
      </w:pPr>
      <w:r w:rsidRPr="002B460C">
        <w:rPr>
          <w:rFonts w:ascii="Tahoma" w:hAnsi="Tahoma" w:cs="Tahoma"/>
          <w:b/>
          <w:sz w:val="16"/>
          <w:szCs w:val="16"/>
        </w:rPr>
        <w:t>b.</w:t>
      </w:r>
      <w:r w:rsidRPr="002B460C">
        <w:tab/>
        <w:t>the media—such as television, radio, newspapers, and magazines</w:t>
      </w:r>
    </w:p>
    <w:p w:rsidR="000C3DA3" w:rsidRPr="002B460C" w:rsidRDefault="000C3DA3" w:rsidP="000C3DA3">
      <w:pPr>
        <w:pStyle w:val="QuestionList"/>
        <w:rPr>
          <w:i/>
        </w:rPr>
      </w:pPr>
      <w:r w:rsidRPr="002B460C">
        <w:rPr>
          <w:rFonts w:ascii="Tahoma" w:hAnsi="Tahoma" w:cs="Tahoma"/>
          <w:b/>
          <w:sz w:val="16"/>
          <w:szCs w:val="16"/>
        </w:rPr>
        <w:t>c.</w:t>
      </w:r>
      <w:r w:rsidRPr="002B460C">
        <w:tab/>
        <w:t xml:space="preserve">religious leaders </w:t>
      </w:r>
    </w:p>
    <w:p w:rsidR="000C3DA3" w:rsidRPr="002B460C" w:rsidRDefault="000C3DA3" w:rsidP="000C3DA3">
      <w:pPr>
        <w:pStyle w:val="QuestionList"/>
      </w:pPr>
      <w:r w:rsidRPr="002B460C">
        <w:rPr>
          <w:rFonts w:ascii="Tahoma" w:hAnsi="Tahoma" w:cs="Tahoma"/>
          <w:b/>
          <w:sz w:val="16"/>
          <w:szCs w:val="16"/>
        </w:rPr>
        <w:t>d.</w:t>
      </w:r>
      <w:r w:rsidRPr="002B460C">
        <w:tab/>
        <w:t xml:space="preserve">court system </w:t>
      </w:r>
    </w:p>
    <w:p w:rsidR="000C3DA3" w:rsidRPr="002B460C" w:rsidRDefault="000C3DA3" w:rsidP="000C3DA3">
      <w:pPr>
        <w:pStyle w:val="QuestionListLast"/>
      </w:pPr>
      <w:r w:rsidRPr="002B460C">
        <w:rPr>
          <w:rFonts w:ascii="Tahoma" w:hAnsi="Tahoma" w:cs="Tahoma"/>
          <w:b/>
          <w:sz w:val="16"/>
          <w:szCs w:val="16"/>
        </w:rPr>
        <w:t>e.</w:t>
      </w:r>
      <w:r w:rsidRPr="002B460C">
        <w:tab/>
        <w:t xml:space="preserve">the police </w:t>
      </w:r>
    </w:p>
    <w:p w:rsidR="000C3DA3" w:rsidRPr="002B460C" w:rsidRDefault="000C3DA3" w:rsidP="000C3DA3">
      <w:pPr>
        <w:pStyle w:val="QuestionResponse"/>
      </w:pPr>
      <w:r w:rsidRPr="002B460C">
        <w:t>1</w:t>
      </w:r>
      <w:r w:rsidRPr="002B460C">
        <w:tab/>
        <w:t>Very good</w:t>
      </w:r>
    </w:p>
    <w:p w:rsidR="000C3DA3" w:rsidRPr="002B460C" w:rsidRDefault="000C3DA3" w:rsidP="000C3DA3">
      <w:pPr>
        <w:pStyle w:val="QuestionResponse"/>
      </w:pPr>
      <w:r w:rsidRPr="002B460C">
        <w:t>2</w:t>
      </w:r>
      <w:r w:rsidRPr="002B460C">
        <w:tab/>
        <w:t>Somewhat good</w:t>
      </w:r>
    </w:p>
    <w:p w:rsidR="000C3DA3" w:rsidRPr="002B460C" w:rsidRDefault="000C3DA3" w:rsidP="000C3DA3">
      <w:pPr>
        <w:pStyle w:val="QuestionResponse"/>
      </w:pPr>
      <w:r w:rsidRPr="002B460C">
        <w:t>3</w:t>
      </w:r>
      <w:r w:rsidRPr="002B460C">
        <w:tab/>
        <w:t>Somewhat bad</w:t>
      </w:r>
    </w:p>
    <w:p w:rsidR="000C3DA3" w:rsidRPr="002B460C" w:rsidRDefault="000C3DA3" w:rsidP="000C3DA3">
      <w:pPr>
        <w:pStyle w:val="QuestionResponse"/>
      </w:pPr>
      <w:r w:rsidRPr="002B460C">
        <w:t>4</w:t>
      </w:r>
      <w:r w:rsidRPr="002B460C">
        <w:tab/>
        <w:t>Very bad</w:t>
      </w:r>
    </w:p>
    <w:p w:rsidR="000C3DA3" w:rsidRPr="002B460C" w:rsidRDefault="000C3DA3" w:rsidP="000C3DA3">
      <w:pPr>
        <w:pStyle w:val="QuestionResponse"/>
      </w:pPr>
      <w:r w:rsidRPr="002B460C">
        <w:t>8</w:t>
      </w:r>
      <w:r w:rsidRPr="002B460C">
        <w:tab/>
        <w:t>Don’t know (DO NOT READ)</w:t>
      </w:r>
    </w:p>
    <w:p w:rsidR="000C3DA3" w:rsidRPr="002B460C" w:rsidRDefault="000C3DA3" w:rsidP="000C3DA3">
      <w:pPr>
        <w:pStyle w:val="QuestionResponseLast"/>
      </w:pPr>
      <w:r w:rsidRPr="002B460C">
        <w:t>9</w:t>
      </w:r>
      <w:r w:rsidRPr="002B460C">
        <w:tab/>
        <w:t>Refused (DO NOT READ)</w:t>
      </w:r>
    </w:p>
    <w:p w:rsidR="007A2FAC" w:rsidRPr="002B460C" w:rsidRDefault="007A2FAC" w:rsidP="007A2FAC">
      <w:pPr>
        <w:pStyle w:val="QuestionInstruction"/>
        <w:spacing w:before="0" w:after="0"/>
        <w:rPr>
          <w:szCs w:val="22"/>
        </w:rPr>
      </w:pPr>
      <w:r w:rsidRPr="002B460C">
        <w:rPr>
          <w:szCs w:val="22"/>
        </w:rPr>
        <w:lastRenderedPageBreak/>
        <w:t xml:space="preserve">ASK ALL IN EGYPT ONLY </w:t>
      </w:r>
    </w:p>
    <w:p w:rsidR="007A2FAC" w:rsidRPr="002B460C" w:rsidRDefault="007A2FAC" w:rsidP="007A2FAC">
      <w:pPr>
        <w:keepNext/>
        <w:spacing w:after="240"/>
        <w:ind w:left="720" w:hanging="720"/>
        <w:rPr>
          <w:szCs w:val="22"/>
        </w:rPr>
      </w:pPr>
      <w:r w:rsidRPr="002B460C">
        <w:rPr>
          <w:rFonts w:ascii="Tahoma" w:hAnsi="Tahoma" w:cs="Tahoma"/>
          <w:b/>
          <w:bCs/>
          <w:sz w:val="16"/>
          <w:szCs w:val="16"/>
        </w:rPr>
        <w:t>EGY5</w:t>
      </w:r>
      <w:r w:rsidR="00BE6453" w:rsidRPr="002B460C">
        <w:rPr>
          <w:rFonts w:ascii="Tahoma" w:hAnsi="Tahoma" w:cs="Tahoma"/>
          <w:b/>
          <w:bCs/>
          <w:sz w:val="16"/>
          <w:szCs w:val="16"/>
        </w:rPr>
        <w:tab/>
      </w:r>
      <w:r w:rsidRPr="002B460C">
        <w:rPr>
          <w:szCs w:val="22"/>
        </w:rPr>
        <w:t xml:space="preserve">Which one of these comes closest to your opinion, number 1 or number 2? </w:t>
      </w:r>
      <w:r w:rsidRPr="002B460C">
        <w:rPr>
          <w:i/>
          <w:iCs/>
          <w:szCs w:val="22"/>
        </w:rPr>
        <w:t>(READ)</w:t>
      </w:r>
      <w:r w:rsidRPr="002B460C">
        <w:rPr>
          <w:szCs w:val="22"/>
        </w:rPr>
        <w:t xml:space="preserve"> </w:t>
      </w:r>
      <w:r w:rsidRPr="002B460C">
        <w:rPr>
          <w:i/>
          <w:iCs/>
          <w:szCs w:val="22"/>
        </w:rPr>
        <w:t xml:space="preserve">(SHOW CARD)  </w:t>
      </w:r>
    </w:p>
    <w:p w:rsidR="007A2FAC" w:rsidRPr="002B460C" w:rsidRDefault="007A2FAC" w:rsidP="007A2FAC">
      <w:pPr>
        <w:keepNext/>
        <w:numPr>
          <w:ilvl w:val="0"/>
          <w:numId w:val="16"/>
        </w:numPr>
        <w:rPr>
          <w:szCs w:val="22"/>
        </w:rPr>
      </w:pPr>
      <w:r w:rsidRPr="002B460C">
        <w:rPr>
          <w:szCs w:val="22"/>
        </w:rPr>
        <w:t>Number 1 – Parliamentary and presidential elections should be held as soon as possible, so that a new government can take office quickly</w:t>
      </w:r>
    </w:p>
    <w:p w:rsidR="007A2FAC" w:rsidRPr="002B460C" w:rsidRDefault="007A2FAC" w:rsidP="007A2FAC">
      <w:pPr>
        <w:keepNext/>
        <w:numPr>
          <w:ilvl w:val="0"/>
          <w:numId w:val="16"/>
        </w:numPr>
        <w:rPr>
          <w:szCs w:val="22"/>
        </w:rPr>
      </w:pPr>
      <w:r w:rsidRPr="002B460C">
        <w:rPr>
          <w:szCs w:val="22"/>
        </w:rPr>
        <w:t>Number 2 – Elections should be delayed until political parties have enough time to organize</w:t>
      </w:r>
    </w:p>
    <w:p w:rsidR="007A2FAC" w:rsidRPr="002B460C" w:rsidRDefault="007A2FAC" w:rsidP="007A2FAC">
      <w:pPr>
        <w:pStyle w:val="QuestionResponse"/>
      </w:pPr>
      <w:r w:rsidRPr="002B460C">
        <w:t>8</w:t>
      </w:r>
      <w:r w:rsidRPr="002B460C">
        <w:tab/>
        <w:t>Don’t know (DO NOT READ)</w:t>
      </w:r>
    </w:p>
    <w:p w:rsidR="007A2FAC" w:rsidRPr="002B460C" w:rsidRDefault="007A2FAC" w:rsidP="007A2FAC">
      <w:pPr>
        <w:pStyle w:val="QuestionResponseLast"/>
      </w:pPr>
      <w:r w:rsidRPr="002B460C">
        <w:t>9</w:t>
      </w:r>
      <w:r w:rsidRPr="002B460C">
        <w:tab/>
        <w:t>Refused (DO NOT READ)</w:t>
      </w:r>
    </w:p>
    <w:p w:rsidR="00E779E5" w:rsidRPr="002B460C" w:rsidRDefault="00E779E5" w:rsidP="00E779E5">
      <w:pPr>
        <w:pStyle w:val="QuestionInstruction"/>
      </w:pPr>
      <w:r w:rsidRPr="002B460C">
        <w:t xml:space="preserve">ASK </w:t>
      </w:r>
      <w:r w:rsidR="0006676A" w:rsidRPr="002B460C">
        <w:t xml:space="preserve">ALL </w:t>
      </w:r>
      <w:r w:rsidRPr="002B460C">
        <w:t>IN ALL COUNTRIES EXCEPT THE U</w:t>
      </w:r>
      <w:r w:rsidR="00553194" w:rsidRPr="002B460C">
        <w:t>.</w:t>
      </w:r>
      <w:r w:rsidRPr="002B460C">
        <w:t>S</w:t>
      </w:r>
      <w:r w:rsidR="00553194" w:rsidRPr="002B460C">
        <w:t>.</w:t>
      </w:r>
    </w:p>
    <w:p w:rsidR="00E779E5" w:rsidRPr="002B460C" w:rsidRDefault="00E779E5" w:rsidP="00E779E5">
      <w:pPr>
        <w:pStyle w:val="Question"/>
        <w:rPr>
          <w:i/>
        </w:rPr>
      </w:pPr>
      <w:r w:rsidRPr="002B460C">
        <w:rPr>
          <w:rFonts w:ascii="Tahoma" w:hAnsi="Tahoma" w:cs="Tahoma"/>
          <w:b/>
          <w:sz w:val="16"/>
        </w:rPr>
        <w:t>Q34</w:t>
      </w:r>
      <w:r w:rsidRPr="002B460C">
        <w:tab/>
      </w:r>
      <w:r w:rsidRPr="002B460C">
        <w:rPr>
          <w:i/>
        </w:rPr>
        <w:t xml:space="preserve">RELIGION--QUESTION WORDING AND RESPONSE CATEGORIES VARY BY COUNTRY </w:t>
      </w:r>
    </w:p>
    <w:p w:rsidR="00E779E5" w:rsidRPr="002B460C" w:rsidRDefault="00E779E5" w:rsidP="00F17E16">
      <w:pPr>
        <w:pStyle w:val="QuestionInstruction"/>
      </w:pPr>
      <w:r w:rsidRPr="002B460C">
        <w:t>ASK IN THE U</w:t>
      </w:r>
      <w:r w:rsidR="009D0B84" w:rsidRPr="002B460C">
        <w:t>.</w:t>
      </w:r>
      <w:r w:rsidRPr="002B460C">
        <w:t>S</w:t>
      </w:r>
      <w:r w:rsidR="009D0B84" w:rsidRPr="002B460C">
        <w:t>.</w:t>
      </w:r>
      <w:r w:rsidRPr="002B460C">
        <w:t xml:space="preserve"> ONLY</w:t>
      </w:r>
    </w:p>
    <w:p w:rsidR="00E779E5" w:rsidRPr="002B460C" w:rsidRDefault="00E779E5" w:rsidP="00F17E16">
      <w:pPr>
        <w:pStyle w:val="Question"/>
      </w:pPr>
      <w:r w:rsidRPr="002B460C">
        <w:rPr>
          <w:rFonts w:ascii="Tahoma" w:hAnsi="Tahoma" w:cs="Tahoma"/>
          <w:b/>
          <w:sz w:val="16"/>
          <w:szCs w:val="16"/>
        </w:rPr>
        <w:t>RELIG</w:t>
      </w:r>
      <w:r w:rsidRPr="002B460C">
        <w:tab/>
        <w:t>What is your present religion, if any? Are you Protestant, Roman Catholic, Mormon, Orthodox such as Greek or Russian Orthodox, Jewish, Muslim, Buddhist, Hindu, atheist, agnostic, something else, or nothing in particular?</w:t>
      </w:r>
    </w:p>
    <w:p w:rsidR="00E779E5" w:rsidRPr="002B460C" w:rsidRDefault="00E779E5" w:rsidP="00F17E16">
      <w:pPr>
        <w:pStyle w:val="QuestionInstruction"/>
        <w:rPr>
          <w:b w:val="0"/>
        </w:rPr>
      </w:pPr>
      <w:r w:rsidRPr="002B460C">
        <w:rPr>
          <w:b w:val="0"/>
        </w:rPr>
        <w:t>[INTERVIEWER: IF R VOLUNTEERS “nothing in particular, none, no religion, etc.” BEFORE REACHING END OF LIST, PROMPT WITH: And would you say that’s atheist, agnostic, or just nothing in particular?]</w:t>
      </w:r>
    </w:p>
    <w:p w:rsidR="00E779E5" w:rsidRPr="002B460C" w:rsidRDefault="00E779E5" w:rsidP="00F17E16">
      <w:pPr>
        <w:keepNext/>
        <w:keepLines/>
        <w:ind w:firstLine="720"/>
      </w:pPr>
    </w:p>
    <w:p w:rsidR="00E779E5" w:rsidRPr="002B460C" w:rsidRDefault="00042F2B" w:rsidP="00F17E16">
      <w:pPr>
        <w:pStyle w:val="QuestionResponse"/>
      </w:pPr>
      <w:r w:rsidRPr="002B460C">
        <w:t>1</w:t>
      </w:r>
      <w:r w:rsidRPr="002B460C">
        <w:tab/>
      </w:r>
      <w:r w:rsidR="00E779E5" w:rsidRPr="002B460C">
        <w:t>Protestant (Baptist, Methodist, Non-denominational, Lutheran, Presbyterian, Pentecostal, Episcopalian, Reformed, Church of Christ, Jehovah’s Witness, etc.)</w:t>
      </w:r>
    </w:p>
    <w:p w:rsidR="00E779E5" w:rsidRPr="002B460C" w:rsidRDefault="00E779E5" w:rsidP="00F17E16">
      <w:pPr>
        <w:pStyle w:val="QuestionResponse"/>
      </w:pPr>
      <w:r w:rsidRPr="002B460C">
        <w:t>2</w:t>
      </w:r>
      <w:r w:rsidRPr="002B460C">
        <w:tab/>
        <w:t>Roman Catholic (Catholic)</w:t>
      </w:r>
    </w:p>
    <w:p w:rsidR="00E779E5" w:rsidRPr="002B460C" w:rsidRDefault="00E779E5" w:rsidP="00F17E16">
      <w:pPr>
        <w:pStyle w:val="QuestionResponse"/>
      </w:pPr>
      <w:r w:rsidRPr="002B460C">
        <w:t>3</w:t>
      </w:r>
      <w:r w:rsidRPr="002B460C">
        <w:tab/>
        <w:t>Mormon (Church of Jesus Christ of Latter-day Saints/LDS)</w:t>
      </w:r>
    </w:p>
    <w:p w:rsidR="00E779E5" w:rsidRPr="002B460C" w:rsidRDefault="00E779E5" w:rsidP="00F17E16">
      <w:pPr>
        <w:pStyle w:val="QuestionResponse"/>
      </w:pPr>
      <w:r w:rsidRPr="002B460C">
        <w:t>4</w:t>
      </w:r>
      <w:r w:rsidRPr="002B460C">
        <w:tab/>
        <w:t>Orthodox (Greek, Russian, or some other orthodox church)</w:t>
      </w:r>
    </w:p>
    <w:p w:rsidR="00E779E5" w:rsidRPr="002B460C" w:rsidRDefault="00E779E5" w:rsidP="00F17E16">
      <w:pPr>
        <w:pStyle w:val="QuestionResponse"/>
      </w:pPr>
      <w:r w:rsidRPr="002B460C">
        <w:t>5</w:t>
      </w:r>
      <w:r w:rsidRPr="002B460C">
        <w:tab/>
        <w:t>Jewish (Judaism)</w:t>
      </w:r>
    </w:p>
    <w:p w:rsidR="00E779E5" w:rsidRPr="002B460C" w:rsidRDefault="00E779E5" w:rsidP="00F17E16">
      <w:pPr>
        <w:pStyle w:val="QuestionResponse"/>
      </w:pPr>
      <w:r w:rsidRPr="002B460C">
        <w:t>6</w:t>
      </w:r>
      <w:r w:rsidRPr="002B460C">
        <w:tab/>
        <w:t>Muslim (Islam)</w:t>
      </w:r>
    </w:p>
    <w:p w:rsidR="00E779E5" w:rsidRPr="002B460C" w:rsidRDefault="00E779E5" w:rsidP="00F17E16">
      <w:pPr>
        <w:pStyle w:val="QuestionResponse"/>
      </w:pPr>
      <w:r w:rsidRPr="002B460C">
        <w:t>7</w:t>
      </w:r>
      <w:r w:rsidRPr="002B460C">
        <w:tab/>
        <w:t>Buddhist</w:t>
      </w:r>
    </w:p>
    <w:p w:rsidR="00E779E5" w:rsidRPr="002B460C" w:rsidRDefault="00E779E5" w:rsidP="00F17E16">
      <w:pPr>
        <w:pStyle w:val="QuestionResponse"/>
      </w:pPr>
      <w:r w:rsidRPr="002B460C">
        <w:t>8</w:t>
      </w:r>
      <w:r w:rsidRPr="002B460C">
        <w:tab/>
        <w:t>Hindu</w:t>
      </w:r>
    </w:p>
    <w:p w:rsidR="00E779E5" w:rsidRPr="002B460C" w:rsidRDefault="00E779E5" w:rsidP="00F17E16">
      <w:pPr>
        <w:pStyle w:val="QuestionResponse"/>
      </w:pPr>
      <w:r w:rsidRPr="002B460C">
        <w:t>9</w:t>
      </w:r>
      <w:r w:rsidRPr="002B460C">
        <w:tab/>
        <w:t>Atheist (do not believe in God)</w:t>
      </w:r>
    </w:p>
    <w:p w:rsidR="00E779E5" w:rsidRPr="002B460C" w:rsidRDefault="00E779E5" w:rsidP="00F17E16">
      <w:pPr>
        <w:pStyle w:val="QuestionResponse"/>
      </w:pPr>
      <w:r w:rsidRPr="002B460C">
        <w:t>10</w:t>
      </w:r>
      <w:r w:rsidRPr="002B460C">
        <w:tab/>
        <w:t>Agnostic (not sure if there is a God)</w:t>
      </w:r>
    </w:p>
    <w:p w:rsidR="00E779E5" w:rsidRPr="002B460C" w:rsidRDefault="00E779E5" w:rsidP="00F17E16">
      <w:pPr>
        <w:pStyle w:val="QuestionResponse"/>
      </w:pPr>
      <w:r w:rsidRPr="002B460C">
        <w:t xml:space="preserve">11 </w:t>
      </w:r>
      <w:r w:rsidRPr="002B460C">
        <w:tab/>
        <w:t>Something else (SPECIFY)</w:t>
      </w:r>
    </w:p>
    <w:p w:rsidR="00E779E5" w:rsidRPr="002B460C" w:rsidRDefault="00E779E5" w:rsidP="00F17E16">
      <w:pPr>
        <w:pStyle w:val="QuestionResponse"/>
      </w:pPr>
      <w:r w:rsidRPr="002B460C">
        <w:t>12</w:t>
      </w:r>
      <w:r w:rsidRPr="002B460C">
        <w:tab/>
        <w:t>Nothing in particular</w:t>
      </w:r>
    </w:p>
    <w:p w:rsidR="00E779E5" w:rsidRPr="002B460C" w:rsidRDefault="00E779E5" w:rsidP="00F17E16">
      <w:pPr>
        <w:pStyle w:val="QuestionResponse"/>
      </w:pPr>
      <w:r w:rsidRPr="002B460C">
        <w:t>13</w:t>
      </w:r>
      <w:r w:rsidRPr="002B460C">
        <w:tab/>
        <w:t>Christian (DO NOT READ)</w:t>
      </w:r>
    </w:p>
    <w:p w:rsidR="00E779E5" w:rsidRPr="002B460C" w:rsidRDefault="00E779E5" w:rsidP="00F17E16">
      <w:pPr>
        <w:pStyle w:val="QuestionResponse"/>
      </w:pPr>
      <w:r w:rsidRPr="002B460C">
        <w:t>14</w:t>
      </w:r>
      <w:r w:rsidRPr="002B460C">
        <w:tab/>
        <w:t>Unitarian (Universalist) (DO NOT READ)</w:t>
      </w:r>
    </w:p>
    <w:p w:rsidR="00E779E5" w:rsidRPr="002B460C" w:rsidRDefault="00E779E5" w:rsidP="00F17E16">
      <w:pPr>
        <w:pStyle w:val="QuestionResponse"/>
      </w:pPr>
      <w:r w:rsidRPr="002B460C">
        <w:t>98</w:t>
      </w:r>
      <w:r w:rsidRPr="002B460C">
        <w:tab/>
        <w:t>Don’t know (DO NOT READ)</w:t>
      </w:r>
    </w:p>
    <w:p w:rsidR="00E779E5" w:rsidRPr="002B460C" w:rsidRDefault="00E779E5" w:rsidP="00042F2B">
      <w:pPr>
        <w:pStyle w:val="QuestionResponseLast"/>
      </w:pPr>
      <w:r w:rsidRPr="002B460C">
        <w:t>99</w:t>
      </w:r>
      <w:r w:rsidRPr="002B460C">
        <w:tab/>
        <w:t>Refused (DO NOT READ)</w:t>
      </w:r>
    </w:p>
    <w:p w:rsidR="00374BE2" w:rsidRDefault="00374BE2">
      <w:pPr>
        <w:rPr>
          <w:b/>
        </w:rPr>
      </w:pPr>
      <w:r>
        <w:br w:type="page"/>
      </w:r>
    </w:p>
    <w:p w:rsidR="00E779E5" w:rsidRPr="002B460C" w:rsidRDefault="00E779E5" w:rsidP="00042F2B">
      <w:pPr>
        <w:pStyle w:val="QuestionInstruction"/>
      </w:pPr>
      <w:r w:rsidRPr="002B460C">
        <w:lastRenderedPageBreak/>
        <w:t>ASK IF SOMETHING ELSE OR DK/REF (RELIG=11, 98, 99)</w:t>
      </w:r>
    </w:p>
    <w:p w:rsidR="00E779E5" w:rsidRPr="002B460C" w:rsidRDefault="00E779E5" w:rsidP="00042F2B">
      <w:pPr>
        <w:pStyle w:val="Question"/>
        <w:rPr>
          <w:rStyle w:val="QuestionCha"/>
        </w:rPr>
      </w:pPr>
      <w:r w:rsidRPr="002B460C">
        <w:rPr>
          <w:rStyle w:val="QuestionCha"/>
          <w:rFonts w:ascii="Tahoma" w:hAnsi="Tahoma" w:cs="Tahoma"/>
          <w:b/>
          <w:sz w:val="16"/>
          <w:szCs w:val="16"/>
        </w:rPr>
        <w:t>CHR</w:t>
      </w:r>
      <w:r w:rsidRPr="002B460C">
        <w:rPr>
          <w:rStyle w:val="QuestionCha"/>
        </w:rPr>
        <w:tab/>
        <w:t>Do you think of yourself as a Christian or not?</w:t>
      </w:r>
    </w:p>
    <w:p w:rsidR="00E779E5" w:rsidRPr="002B460C" w:rsidRDefault="00E779E5" w:rsidP="00042F2B">
      <w:pPr>
        <w:pStyle w:val="QuestionInstruction"/>
        <w:rPr>
          <w:b w:val="0"/>
        </w:rPr>
      </w:pPr>
      <w:r w:rsidRPr="002B460C">
        <w:rPr>
          <w:b w:val="0"/>
        </w:rPr>
        <w:t xml:space="preserve">IF R NAMED A NON-CHRISTIAN RELIGION IN PREVIOUS QUESTION (e.g. Native American, Wiccan, Pagan, etc.), DO NOT READ (ENTER "NO" CODE 2) </w:t>
      </w:r>
    </w:p>
    <w:p w:rsidR="00E779E5" w:rsidRPr="002B460C" w:rsidRDefault="00E779E5" w:rsidP="00E779E5">
      <w:pPr>
        <w:ind w:left="720" w:hanging="720"/>
      </w:pPr>
    </w:p>
    <w:p w:rsidR="00E779E5" w:rsidRPr="002B460C" w:rsidRDefault="00E779E5" w:rsidP="00042F2B">
      <w:pPr>
        <w:pStyle w:val="QuestionResponse"/>
      </w:pPr>
      <w:r w:rsidRPr="002B460C">
        <w:t>1</w:t>
      </w:r>
      <w:r w:rsidRPr="002B460C">
        <w:tab/>
        <w:t>Yes</w:t>
      </w:r>
    </w:p>
    <w:p w:rsidR="00E779E5" w:rsidRPr="002B460C" w:rsidRDefault="00E779E5" w:rsidP="00042F2B">
      <w:pPr>
        <w:pStyle w:val="QuestionResponse"/>
      </w:pPr>
      <w:r w:rsidRPr="002B460C">
        <w:t>2</w:t>
      </w:r>
      <w:r w:rsidRPr="002B460C">
        <w:tab/>
        <w:t>No</w:t>
      </w:r>
    </w:p>
    <w:p w:rsidR="00E779E5" w:rsidRPr="002B460C" w:rsidRDefault="00E779E5" w:rsidP="00042F2B">
      <w:pPr>
        <w:pStyle w:val="QuestionResponse"/>
      </w:pPr>
      <w:r w:rsidRPr="002B460C">
        <w:t>8</w:t>
      </w:r>
      <w:r w:rsidRPr="002B460C">
        <w:tab/>
        <w:t>Don’t know (DO NOT READ)</w:t>
      </w:r>
    </w:p>
    <w:p w:rsidR="00E779E5" w:rsidRPr="002B460C" w:rsidRDefault="00E779E5" w:rsidP="00042F2B">
      <w:pPr>
        <w:pStyle w:val="QuestionResponseLast"/>
      </w:pPr>
      <w:r w:rsidRPr="002B460C">
        <w:t>9</w:t>
      </w:r>
      <w:r w:rsidRPr="002B460C">
        <w:tab/>
        <w:t>Refused (DO NOT READ)</w:t>
      </w:r>
    </w:p>
    <w:p w:rsidR="00E779E5" w:rsidRPr="002B460C" w:rsidRDefault="00E779E5" w:rsidP="00042F2B">
      <w:pPr>
        <w:pStyle w:val="QuestionInstruction"/>
      </w:pPr>
      <w:r w:rsidRPr="002B460C">
        <w:t>ASK IF CHRISTIAN (RELIG=1-4, 13 OR CHR=1)</w:t>
      </w:r>
    </w:p>
    <w:p w:rsidR="00E779E5" w:rsidRPr="002B460C" w:rsidRDefault="00E779E5" w:rsidP="00042F2B">
      <w:pPr>
        <w:pStyle w:val="Question"/>
      </w:pPr>
      <w:r w:rsidRPr="002B460C">
        <w:rPr>
          <w:rFonts w:ascii="Tahoma" w:hAnsi="Tahoma" w:cs="Tahoma"/>
          <w:b/>
          <w:sz w:val="16"/>
          <w:szCs w:val="16"/>
        </w:rPr>
        <w:t>BORN</w:t>
      </w:r>
      <w:r w:rsidRPr="002B460C">
        <w:tab/>
        <w:t>Would you describe yourself as a "born again" or evangelical Christian, or not?</w:t>
      </w:r>
    </w:p>
    <w:p w:rsidR="00E779E5" w:rsidRPr="002B460C" w:rsidRDefault="00E779E5" w:rsidP="00042F2B">
      <w:pPr>
        <w:pStyle w:val="QuestionResponse"/>
      </w:pPr>
      <w:r w:rsidRPr="002B460C">
        <w:t>1</w:t>
      </w:r>
      <w:r w:rsidRPr="002B460C">
        <w:tab/>
        <w:t>Yes, would</w:t>
      </w:r>
    </w:p>
    <w:p w:rsidR="00E779E5" w:rsidRPr="002B460C" w:rsidRDefault="00E779E5" w:rsidP="00042F2B">
      <w:pPr>
        <w:pStyle w:val="QuestionResponse"/>
      </w:pPr>
      <w:r w:rsidRPr="002B460C">
        <w:t>2</w:t>
      </w:r>
      <w:r w:rsidRPr="002B460C">
        <w:tab/>
        <w:t>No, would not</w:t>
      </w:r>
    </w:p>
    <w:p w:rsidR="00E779E5" w:rsidRPr="002B460C" w:rsidRDefault="00E779E5" w:rsidP="00042F2B">
      <w:pPr>
        <w:pStyle w:val="QuestionResponse"/>
      </w:pPr>
      <w:r w:rsidRPr="002B460C">
        <w:t>8</w:t>
      </w:r>
      <w:r w:rsidRPr="002B460C">
        <w:tab/>
        <w:t>Don’t know (DO NOT READ)</w:t>
      </w:r>
    </w:p>
    <w:p w:rsidR="00E779E5" w:rsidRPr="002B460C" w:rsidRDefault="00E779E5" w:rsidP="00042F2B">
      <w:pPr>
        <w:pStyle w:val="QuestionResponseLast"/>
      </w:pPr>
      <w:r w:rsidRPr="002B460C">
        <w:t>9</w:t>
      </w:r>
      <w:r w:rsidRPr="002B460C">
        <w:tab/>
        <w:t>Refused (DO NOT READ)</w:t>
      </w:r>
    </w:p>
    <w:p w:rsidR="00486133" w:rsidRPr="002B460C" w:rsidRDefault="00486133" w:rsidP="000540A1">
      <w:pPr>
        <w:pStyle w:val="QuestionInstruction"/>
      </w:pPr>
      <w:r w:rsidRPr="002B460C">
        <w:t>ASK IF CHRISTIAN IN BRAZIL</w:t>
      </w:r>
      <w:r w:rsidR="004A28EB" w:rsidRPr="002B460C">
        <w:t xml:space="preserve">, </w:t>
      </w:r>
      <w:r w:rsidR="0001189D" w:rsidRPr="002B460C">
        <w:t xml:space="preserve">BRITAIN, FRANCE, GERMANY, KENYA, </w:t>
      </w:r>
      <w:r w:rsidR="00734985">
        <w:t xml:space="preserve">LEBANON, </w:t>
      </w:r>
      <w:r w:rsidR="004A28EB" w:rsidRPr="002B460C">
        <w:t>LITHUANIA, MEXICO</w:t>
      </w:r>
      <w:r w:rsidR="00941710" w:rsidRPr="002B460C">
        <w:t xml:space="preserve">, POLAND, </w:t>
      </w:r>
      <w:r w:rsidR="0001189D" w:rsidRPr="002B460C">
        <w:t xml:space="preserve">RUSSIA, SPAIN, </w:t>
      </w:r>
      <w:r w:rsidR="00941710" w:rsidRPr="002B460C">
        <w:t>UKRAINE</w:t>
      </w:r>
      <w:r w:rsidR="00216EC0" w:rsidRPr="002B460C">
        <w:t xml:space="preserve">, AND </w:t>
      </w:r>
      <w:r w:rsidR="00834747" w:rsidRPr="002B460C">
        <w:t xml:space="preserve">THE </w:t>
      </w:r>
      <w:r w:rsidR="00216EC0" w:rsidRPr="002B460C">
        <w:t>U.S.</w:t>
      </w:r>
      <w:r w:rsidRPr="002B460C">
        <w:t xml:space="preserve"> ONLY </w:t>
      </w:r>
    </w:p>
    <w:p w:rsidR="00486133" w:rsidRPr="002B460C" w:rsidRDefault="00486133" w:rsidP="00486133">
      <w:pPr>
        <w:pStyle w:val="Question"/>
      </w:pPr>
      <w:r w:rsidRPr="002B460C">
        <w:rPr>
          <w:rFonts w:ascii="Tahoma" w:hAnsi="Tahoma" w:cs="Tahoma"/>
          <w:b/>
          <w:sz w:val="16"/>
          <w:szCs w:val="16"/>
        </w:rPr>
        <w:t>Q35</w:t>
      </w:r>
      <w:r w:rsidR="00734985">
        <w:rPr>
          <w:rFonts w:ascii="Tahoma" w:hAnsi="Tahoma" w:cs="Tahoma"/>
          <w:b/>
          <w:sz w:val="16"/>
          <w:szCs w:val="16"/>
        </w:rPr>
        <w:t>CHR</w:t>
      </w:r>
      <w:r w:rsidRPr="002B460C">
        <w:tab/>
        <w:t xml:space="preserve">Do you think of yourself first as </w:t>
      </w:r>
      <w:r w:rsidRPr="002B460C">
        <w:rPr>
          <w:b/>
        </w:rPr>
        <w:t>(name of survey country’s people)</w:t>
      </w:r>
      <w:r w:rsidRPr="002B460C">
        <w:t xml:space="preserve"> or first as a Christian</w:t>
      </w:r>
      <w:r w:rsidR="00C83B23" w:rsidRPr="002B460C">
        <w:t xml:space="preserve"> </w:t>
      </w:r>
      <w:r w:rsidR="00C83B23" w:rsidRPr="002B460C">
        <w:rPr>
          <w:b/>
        </w:rPr>
        <w:t>[If Catholic in Mexico only:</w:t>
      </w:r>
      <w:r w:rsidR="00C83B23" w:rsidRPr="002B460C">
        <w:t xml:space="preserve"> Catholic</w:t>
      </w:r>
      <w:r w:rsidR="00C83B23" w:rsidRPr="002B460C">
        <w:rPr>
          <w:b/>
        </w:rPr>
        <w:t>]</w:t>
      </w:r>
      <w:r w:rsidRPr="002B460C">
        <w:t>?</w:t>
      </w:r>
      <w:r w:rsidR="003F79E9" w:rsidRPr="002B460C">
        <w:t xml:space="preserve"> </w:t>
      </w:r>
    </w:p>
    <w:p w:rsidR="00486133" w:rsidRPr="002B460C" w:rsidRDefault="00486133" w:rsidP="00486133">
      <w:pPr>
        <w:pStyle w:val="QuestionResponse"/>
      </w:pPr>
      <w:r w:rsidRPr="002B460C">
        <w:t>1</w:t>
      </w:r>
      <w:r w:rsidRPr="002B460C">
        <w:tab/>
      </w:r>
      <w:r w:rsidRPr="002B460C">
        <w:rPr>
          <w:b/>
        </w:rPr>
        <w:t>(Name of survey country’s people)</w:t>
      </w:r>
    </w:p>
    <w:p w:rsidR="00486133" w:rsidRPr="002B460C" w:rsidRDefault="00420104" w:rsidP="00486133">
      <w:pPr>
        <w:pStyle w:val="QuestionResponse"/>
      </w:pPr>
      <w:r w:rsidRPr="002B460C">
        <w:t>2</w:t>
      </w:r>
      <w:r w:rsidR="00486133" w:rsidRPr="002B460C">
        <w:tab/>
        <w:t>Christian</w:t>
      </w:r>
      <w:r w:rsidR="00EE7942" w:rsidRPr="002B460C">
        <w:t xml:space="preserve"> </w:t>
      </w:r>
      <w:r w:rsidR="00EE7942" w:rsidRPr="002B460C">
        <w:rPr>
          <w:b/>
        </w:rPr>
        <w:t>[If Catholic in Mexico only:</w:t>
      </w:r>
      <w:r w:rsidR="00EE7942" w:rsidRPr="002B460C">
        <w:t xml:space="preserve"> Catholic</w:t>
      </w:r>
      <w:r w:rsidR="00EE7942" w:rsidRPr="002B460C">
        <w:rPr>
          <w:b/>
        </w:rPr>
        <w:t>]</w:t>
      </w:r>
    </w:p>
    <w:p w:rsidR="00486133" w:rsidRPr="002B460C" w:rsidRDefault="00420104" w:rsidP="00486133">
      <w:pPr>
        <w:pStyle w:val="QuestionResponse"/>
      </w:pPr>
      <w:r w:rsidRPr="002B460C">
        <w:t>3</w:t>
      </w:r>
      <w:r w:rsidR="00486133" w:rsidRPr="002B460C">
        <w:tab/>
        <w:t>Both equally (DO NOT READ)</w:t>
      </w:r>
    </w:p>
    <w:p w:rsidR="00486133" w:rsidRPr="002B460C" w:rsidRDefault="00420104" w:rsidP="00486133">
      <w:pPr>
        <w:pStyle w:val="QuestionResponse"/>
      </w:pPr>
      <w:r w:rsidRPr="002B460C">
        <w:t>4</w:t>
      </w:r>
      <w:r w:rsidR="00486133" w:rsidRPr="002B460C">
        <w:tab/>
        <w:t xml:space="preserve">Other </w:t>
      </w:r>
      <w:r w:rsidR="00644EDB" w:rsidRPr="002B460C">
        <w:rPr>
          <w:b/>
        </w:rPr>
        <w:t xml:space="preserve">[In </w:t>
      </w:r>
      <w:r w:rsidR="00DF366C" w:rsidRPr="002B460C">
        <w:rPr>
          <w:b/>
        </w:rPr>
        <w:t xml:space="preserve">Lithuania and </w:t>
      </w:r>
      <w:r w:rsidR="00644EDB" w:rsidRPr="002B460C">
        <w:rPr>
          <w:b/>
        </w:rPr>
        <w:t>Russia only:</w:t>
      </w:r>
      <w:r w:rsidR="00644EDB" w:rsidRPr="002B460C">
        <w:t xml:space="preserve"> (SPECIFY)</w:t>
      </w:r>
      <w:r w:rsidR="00644EDB" w:rsidRPr="002B460C">
        <w:rPr>
          <w:b/>
        </w:rPr>
        <w:t>]</w:t>
      </w:r>
      <w:r w:rsidR="00644EDB" w:rsidRPr="002B460C">
        <w:t xml:space="preserve"> </w:t>
      </w:r>
      <w:r w:rsidR="00486133" w:rsidRPr="002B460C">
        <w:t>(DO NOT READ)</w:t>
      </w:r>
    </w:p>
    <w:p w:rsidR="00486133" w:rsidRPr="002B460C" w:rsidRDefault="00486133" w:rsidP="00486133">
      <w:pPr>
        <w:pStyle w:val="QuestionResponse"/>
      </w:pPr>
      <w:r w:rsidRPr="002B460C">
        <w:t>8</w:t>
      </w:r>
      <w:r w:rsidRPr="002B460C">
        <w:tab/>
        <w:t xml:space="preserve">Don’t </w:t>
      </w:r>
      <w:r w:rsidR="001B1D86" w:rsidRPr="002B460C">
        <w:t>k</w:t>
      </w:r>
      <w:r w:rsidRPr="002B460C">
        <w:t>now (DO NOT READ)</w:t>
      </w:r>
    </w:p>
    <w:p w:rsidR="00486133" w:rsidRPr="002B460C" w:rsidRDefault="00486133" w:rsidP="00486133">
      <w:pPr>
        <w:pStyle w:val="QuestionResponseLast"/>
      </w:pPr>
      <w:r w:rsidRPr="002B460C">
        <w:t>9</w:t>
      </w:r>
      <w:r w:rsidRPr="002B460C">
        <w:tab/>
        <w:t>Refused (DO NOT READ)</w:t>
      </w:r>
    </w:p>
    <w:p w:rsidR="00C83B6E" w:rsidRPr="002B460C" w:rsidRDefault="00C83B6E" w:rsidP="00C83B6E">
      <w:pPr>
        <w:pStyle w:val="QuestionInstruction"/>
      </w:pPr>
      <w:r w:rsidRPr="002B460C">
        <w:t xml:space="preserve">ASK IF MUSLIM IN </w:t>
      </w:r>
      <w:r w:rsidR="00DA271E" w:rsidRPr="002B460C">
        <w:t>EGYPT, INDONESIA,</w:t>
      </w:r>
      <w:r w:rsidR="00CA075C">
        <w:t xml:space="preserve"> ISRAEL, </w:t>
      </w:r>
      <w:r w:rsidR="00C50B20" w:rsidRPr="002B460C">
        <w:t>JORDAN</w:t>
      </w:r>
      <w:r w:rsidR="004A28EB" w:rsidRPr="002B460C">
        <w:t xml:space="preserve">, </w:t>
      </w:r>
      <w:r w:rsidR="00734985">
        <w:t xml:space="preserve">LEBANON, </w:t>
      </w:r>
      <w:r w:rsidR="004A28EB" w:rsidRPr="002B460C">
        <w:t>PAKISTAN</w:t>
      </w:r>
      <w:r w:rsidR="00AB7A70" w:rsidRPr="002B460C">
        <w:t>, PALESTINIAN TERRITORIES</w:t>
      </w:r>
      <w:r w:rsidR="00941710" w:rsidRPr="002B460C">
        <w:t>, TURKEY</w:t>
      </w:r>
      <w:r w:rsidRPr="002B460C">
        <w:t xml:space="preserve"> ONLY </w:t>
      </w:r>
    </w:p>
    <w:p w:rsidR="00C83B6E" w:rsidRPr="002B460C" w:rsidRDefault="00C83B6E" w:rsidP="00C83B6E">
      <w:pPr>
        <w:pStyle w:val="Question"/>
      </w:pPr>
      <w:r w:rsidRPr="002B460C">
        <w:rPr>
          <w:rFonts w:ascii="Tahoma" w:hAnsi="Tahoma" w:cs="Tahoma"/>
          <w:b/>
          <w:sz w:val="16"/>
          <w:szCs w:val="16"/>
        </w:rPr>
        <w:t>Q35</w:t>
      </w:r>
      <w:r w:rsidR="00734985">
        <w:rPr>
          <w:rFonts w:ascii="Tahoma" w:hAnsi="Tahoma" w:cs="Tahoma"/>
          <w:b/>
          <w:sz w:val="16"/>
          <w:szCs w:val="16"/>
        </w:rPr>
        <w:t>MUS</w:t>
      </w:r>
      <w:r w:rsidRPr="002B460C">
        <w:tab/>
        <w:t xml:space="preserve">Do you think of yourself first as </w:t>
      </w:r>
      <w:r w:rsidRPr="002B460C">
        <w:rPr>
          <w:b/>
        </w:rPr>
        <w:t>(name of survey country’s people)</w:t>
      </w:r>
      <w:r w:rsidRPr="002B460C">
        <w:t xml:space="preserve"> or first as a </w:t>
      </w:r>
      <w:r w:rsidR="00775864" w:rsidRPr="002B460C">
        <w:t>Muslim</w:t>
      </w:r>
      <w:r w:rsidRPr="002B460C">
        <w:t xml:space="preserve">? </w:t>
      </w:r>
    </w:p>
    <w:p w:rsidR="00C83B6E" w:rsidRPr="002B460C" w:rsidRDefault="00C83B6E" w:rsidP="00C83B6E">
      <w:pPr>
        <w:pStyle w:val="QuestionResponse"/>
      </w:pPr>
      <w:r w:rsidRPr="002B460C">
        <w:t>1</w:t>
      </w:r>
      <w:r w:rsidRPr="002B460C">
        <w:tab/>
      </w:r>
      <w:r w:rsidRPr="002B460C">
        <w:rPr>
          <w:b/>
        </w:rPr>
        <w:t>(Name of survey country’s people)</w:t>
      </w:r>
    </w:p>
    <w:p w:rsidR="00C83B6E" w:rsidRPr="002B460C" w:rsidRDefault="00C83B6E" w:rsidP="00C83B6E">
      <w:pPr>
        <w:pStyle w:val="QuestionResponse"/>
      </w:pPr>
      <w:r w:rsidRPr="002B460C">
        <w:t>2</w:t>
      </w:r>
      <w:r w:rsidRPr="002B460C">
        <w:tab/>
      </w:r>
      <w:r w:rsidR="004F4F25" w:rsidRPr="002B460C">
        <w:t>Muslim</w:t>
      </w:r>
    </w:p>
    <w:p w:rsidR="00C83B6E" w:rsidRPr="002B460C" w:rsidRDefault="00C83B6E" w:rsidP="00C83B6E">
      <w:pPr>
        <w:pStyle w:val="QuestionResponse"/>
      </w:pPr>
      <w:r w:rsidRPr="002B460C">
        <w:t>3</w:t>
      </w:r>
      <w:r w:rsidRPr="002B460C">
        <w:tab/>
        <w:t>Both equally (DO NOT READ)</w:t>
      </w:r>
    </w:p>
    <w:p w:rsidR="00053C31" w:rsidRPr="002B460C" w:rsidRDefault="00053C31" w:rsidP="00053C31">
      <w:pPr>
        <w:pStyle w:val="QuestionResponse"/>
      </w:pPr>
      <w:r w:rsidRPr="002B460C">
        <w:t>4</w:t>
      </w:r>
      <w:r w:rsidRPr="002B460C">
        <w:tab/>
        <w:t xml:space="preserve">Other </w:t>
      </w:r>
      <w:r w:rsidRPr="002B460C">
        <w:rPr>
          <w:b/>
        </w:rPr>
        <w:t>[In Turkey only:</w:t>
      </w:r>
      <w:r w:rsidRPr="002B460C">
        <w:t xml:space="preserve"> (SPECIFY)</w:t>
      </w:r>
      <w:r w:rsidRPr="002B460C">
        <w:rPr>
          <w:b/>
        </w:rPr>
        <w:t>]</w:t>
      </w:r>
      <w:r w:rsidRPr="002B460C">
        <w:t xml:space="preserve"> (DO NOT READ)</w:t>
      </w:r>
    </w:p>
    <w:p w:rsidR="00C83B6E" w:rsidRPr="002B460C" w:rsidRDefault="00C83B6E" w:rsidP="00C83B6E">
      <w:pPr>
        <w:pStyle w:val="QuestionResponse"/>
      </w:pPr>
      <w:r w:rsidRPr="002B460C">
        <w:t>8</w:t>
      </w:r>
      <w:r w:rsidRPr="002B460C">
        <w:tab/>
        <w:t xml:space="preserve">Don’t </w:t>
      </w:r>
      <w:r w:rsidR="001B1D86" w:rsidRPr="002B460C">
        <w:t>k</w:t>
      </w:r>
      <w:r w:rsidRPr="002B460C">
        <w:t>now (DO NOT READ)</w:t>
      </w:r>
    </w:p>
    <w:p w:rsidR="00C83B6E" w:rsidRPr="002B460C" w:rsidRDefault="00C83B6E" w:rsidP="00C83B6E">
      <w:pPr>
        <w:pStyle w:val="QuestionResponseLast"/>
      </w:pPr>
      <w:r w:rsidRPr="002B460C">
        <w:t>9</w:t>
      </w:r>
      <w:r w:rsidRPr="002B460C">
        <w:tab/>
        <w:t>Refused (DO NOT READ)</w:t>
      </w:r>
    </w:p>
    <w:p w:rsidR="005C2CFE" w:rsidRPr="002B460C" w:rsidRDefault="005C2CFE" w:rsidP="005C2CFE">
      <w:pPr>
        <w:pStyle w:val="QuestionInstruction"/>
      </w:pPr>
      <w:r w:rsidRPr="002B460C">
        <w:lastRenderedPageBreak/>
        <w:t xml:space="preserve">ASK IF HINDU IN INDIA ONLY </w:t>
      </w:r>
    </w:p>
    <w:p w:rsidR="005C2CFE" w:rsidRPr="002B460C" w:rsidRDefault="005C2CFE" w:rsidP="005C2CFE">
      <w:pPr>
        <w:pStyle w:val="Question"/>
      </w:pPr>
      <w:r w:rsidRPr="002B460C">
        <w:rPr>
          <w:rFonts w:ascii="Tahoma" w:hAnsi="Tahoma" w:cs="Tahoma"/>
          <w:b/>
          <w:sz w:val="16"/>
          <w:szCs w:val="16"/>
        </w:rPr>
        <w:t>Q35</w:t>
      </w:r>
      <w:r w:rsidR="00734985">
        <w:rPr>
          <w:rFonts w:ascii="Tahoma" w:hAnsi="Tahoma" w:cs="Tahoma"/>
          <w:b/>
          <w:sz w:val="16"/>
          <w:szCs w:val="16"/>
        </w:rPr>
        <w:t>HIN</w:t>
      </w:r>
      <w:r w:rsidRPr="002B460C">
        <w:tab/>
        <w:t xml:space="preserve">Do you think of yourself first as Indian or first as a Hindu? </w:t>
      </w:r>
    </w:p>
    <w:p w:rsidR="005C2CFE" w:rsidRPr="002B460C" w:rsidRDefault="005C2CFE" w:rsidP="005C2CFE">
      <w:pPr>
        <w:pStyle w:val="QuestionResponse"/>
      </w:pPr>
      <w:r w:rsidRPr="002B460C">
        <w:t>1</w:t>
      </w:r>
      <w:r w:rsidRPr="002B460C">
        <w:tab/>
        <w:t>Indian</w:t>
      </w:r>
    </w:p>
    <w:p w:rsidR="005C2CFE" w:rsidRPr="002B460C" w:rsidRDefault="00E8121D" w:rsidP="005C2CFE">
      <w:pPr>
        <w:pStyle w:val="QuestionResponse"/>
      </w:pPr>
      <w:r>
        <w:t>2</w:t>
      </w:r>
      <w:r w:rsidR="005C2CFE" w:rsidRPr="002B460C">
        <w:tab/>
        <w:t>Hindu</w:t>
      </w:r>
    </w:p>
    <w:p w:rsidR="005C2CFE" w:rsidRPr="002B460C" w:rsidRDefault="00E8121D" w:rsidP="005C2CFE">
      <w:pPr>
        <w:pStyle w:val="QuestionResponse"/>
      </w:pPr>
      <w:r>
        <w:t>3</w:t>
      </w:r>
      <w:r w:rsidR="005C2CFE" w:rsidRPr="002B460C">
        <w:tab/>
        <w:t>Both equally (DO NOT READ)</w:t>
      </w:r>
    </w:p>
    <w:p w:rsidR="005C2CFE" w:rsidRPr="002B460C" w:rsidRDefault="00E8121D" w:rsidP="005C2CFE">
      <w:pPr>
        <w:pStyle w:val="QuestionResponse"/>
      </w:pPr>
      <w:r>
        <w:t>4</w:t>
      </w:r>
      <w:r w:rsidR="005C2CFE" w:rsidRPr="002B460C">
        <w:tab/>
        <w:t>Other (DO NOT READ)</w:t>
      </w:r>
    </w:p>
    <w:p w:rsidR="005C2CFE" w:rsidRPr="002B460C" w:rsidRDefault="005C2CFE" w:rsidP="005C2CFE">
      <w:pPr>
        <w:pStyle w:val="QuestionResponse"/>
      </w:pPr>
      <w:r w:rsidRPr="002B460C">
        <w:t>8</w:t>
      </w:r>
      <w:r w:rsidRPr="002B460C">
        <w:tab/>
        <w:t>Don’t Know (DO NOT READ)</w:t>
      </w:r>
    </w:p>
    <w:p w:rsidR="005C2CFE" w:rsidRPr="002B460C" w:rsidRDefault="005C2CFE" w:rsidP="005C2CFE">
      <w:pPr>
        <w:pStyle w:val="QuestionResponseLast"/>
      </w:pPr>
      <w:r w:rsidRPr="002B460C">
        <w:t>9</w:t>
      </w:r>
      <w:r w:rsidRPr="002B460C">
        <w:tab/>
        <w:t>Refused (DO NOT READ)</w:t>
      </w:r>
    </w:p>
    <w:p w:rsidR="00E65B17" w:rsidRPr="002B460C" w:rsidRDefault="00E65B17" w:rsidP="00E65B17">
      <w:pPr>
        <w:pStyle w:val="QuestionInstruction"/>
      </w:pPr>
      <w:r w:rsidRPr="002B460C">
        <w:t xml:space="preserve">ASK IF JEWISH IN ISRAEL ONLY </w:t>
      </w:r>
    </w:p>
    <w:p w:rsidR="00E65B17" w:rsidRPr="002B460C" w:rsidRDefault="00E65B17" w:rsidP="00E65B17">
      <w:pPr>
        <w:pStyle w:val="Question"/>
      </w:pPr>
      <w:r w:rsidRPr="002B460C">
        <w:rPr>
          <w:rFonts w:ascii="Tahoma" w:hAnsi="Tahoma" w:cs="Tahoma"/>
          <w:b/>
          <w:sz w:val="16"/>
          <w:szCs w:val="16"/>
        </w:rPr>
        <w:t>Q35</w:t>
      </w:r>
      <w:r w:rsidR="00734985">
        <w:rPr>
          <w:rFonts w:ascii="Tahoma" w:hAnsi="Tahoma" w:cs="Tahoma"/>
          <w:b/>
          <w:sz w:val="16"/>
          <w:szCs w:val="16"/>
        </w:rPr>
        <w:t>JEW</w:t>
      </w:r>
      <w:r w:rsidRPr="002B460C">
        <w:tab/>
        <w:t xml:space="preserve">Do you think of yourself first as </w:t>
      </w:r>
      <w:r w:rsidR="00E8121D">
        <w:t xml:space="preserve">Israeli </w:t>
      </w:r>
      <w:r w:rsidRPr="002B460C">
        <w:t xml:space="preserve">or first as a Jew? </w:t>
      </w:r>
    </w:p>
    <w:p w:rsidR="00E65B17" w:rsidRPr="002B460C" w:rsidRDefault="00E65B17" w:rsidP="00E65B17">
      <w:pPr>
        <w:pStyle w:val="QuestionResponse"/>
      </w:pPr>
      <w:r w:rsidRPr="002B460C">
        <w:t>1</w:t>
      </w:r>
      <w:r w:rsidRPr="002B460C">
        <w:tab/>
      </w:r>
      <w:r w:rsidR="00E8121D" w:rsidRPr="00E8121D">
        <w:t>Israeli</w:t>
      </w:r>
    </w:p>
    <w:p w:rsidR="00E65B17" w:rsidRPr="002B460C" w:rsidRDefault="00E8121D" w:rsidP="00E65B17">
      <w:pPr>
        <w:pStyle w:val="QuestionResponse"/>
      </w:pPr>
      <w:r>
        <w:t>2</w:t>
      </w:r>
      <w:r w:rsidR="00E65B17" w:rsidRPr="002B460C">
        <w:tab/>
        <w:t>Jew</w:t>
      </w:r>
    </w:p>
    <w:p w:rsidR="00E65B17" w:rsidRPr="002B460C" w:rsidRDefault="00E8121D" w:rsidP="00E65B17">
      <w:pPr>
        <w:pStyle w:val="QuestionResponse"/>
      </w:pPr>
      <w:r>
        <w:t>3</w:t>
      </w:r>
      <w:r w:rsidR="00E65B17" w:rsidRPr="002B460C">
        <w:tab/>
        <w:t>Both equally (DO NOT READ)</w:t>
      </w:r>
    </w:p>
    <w:p w:rsidR="00E65B17" w:rsidRPr="002B460C" w:rsidRDefault="00E8121D" w:rsidP="00E65B17">
      <w:pPr>
        <w:pStyle w:val="QuestionResponse"/>
      </w:pPr>
      <w:r>
        <w:t>4</w:t>
      </w:r>
      <w:r w:rsidR="00E65B17" w:rsidRPr="002B460C">
        <w:tab/>
        <w:t>Other (DO NOT READ)</w:t>
      </w:r>
    </w:p>
    <w:p w:rsidR="00E65B17" w:rsidRPr="002B460C" w:rsidRDefault="00E65B17" w:rsidP="00E65B17">
      <w:pPr>
        <w:pStyle w:val="QuestionResponse"/>
      </w:pPr>
      <w:r w:rsidRPr="002B460C">
        <w:t>8</w:t>
      </w:r>
      <w:r w:rsidRPr="002B460C">
        <w:tab/>
        <w:t xml:space="preserve">Don’t </w:t>
      </w:r>
      <w:r w:rsidR="001B1D86" w:rsidRPr="002B460C">
        <w:t>k</w:t>
      </w:r>
      <w:r w:rsidRPr="002B460C">
        <w:t>now (DO NOT READ)</w:t>
      </w:r>
    </w:p>
    <w:p w:rsidR="00E65B17" w:rsidRPr="002B460C" w:rsidRDefault="00E65B17" w:rsidP="00E65B17">
      <w:pPr>
        <w:pStyle w:val="QuestionResponseLast"/>
      </w:pPr>
      <w:r w:rsidRPr="002B460C">
        <w:t>9</w:t>
      </w:r>
      <w:r w:rsidRPr="002B460C">
        <w:tab/>
        <w:t>Refused (DO NOT READ)</w:t>
      </w:r>
    </w:p>
    <w:p w:rsidR="00E779E5" w:rsidRPr="002B460C" w:rsidRDefault="00E779E5" w:rsidP="00380B21">
      <w:pPr>
        <w:pStyle w:val="QuestionInstruction"/>
      </w:pPr>
      <w:r w:rsidRPr="002B460C">
        <w:t xml:space="preserve">ASK ALL IN </w:t>
      </w:r>
      <w:r w:rsidR="00834747" w:rsidRPr="002B460C">
        <w:t xml:space="preserve">THE </w:t>
      </w:r>
      <w:r w:rsidRPr="002B460C">
        <w:t xml:space="preserve">U.S., BRITAIN, </w:t>
      </w:r>
      <w:r w:rsidR="00F13BEE" w:rsidRPr="002B460C">
        <w:t xml:space="preserve">FRANCE, GERMANY, </w:t>
      </w:r>
      <w:r w:rsidRPr="002B460C">
        <w:t>SPAIN, RUSSIA,</w:t>
      </w:r>
      <w:r w:rsidR="00507CC2" w:rsidRPr="002B460C">
        <w:t xml:space="preserve"> AND</w:t>
      </w:r>
      <w:r w:rsidRPr="002B460C">
        <w:t xml:space="preserve"> MUSLIM COUNTRIES ONLY</w:t>
      </w:r>
    </w:p>
    <w:p w:rsidR="00E779E5" w:rsidRPr="002B460C" w:rsidRDefault="00E779E5" w:rsidP="00380B21">
      <w:pPr>
        <w:pStyle w:val="Question"/>
        <w:rPr>
          <w:i/>
        </w:rPr>
      </w:pPr>
      <w:r w:rsidRPr="002B460C">
        <w:rPr>
          <w:rFonts w:ascii="Tahoma" w:hAnsi="Tahoma" w:cs="Tahoma"/>
          <w:b/>
          <w:sz w:val="16"/>
          <w:szCs w:val="16"/>
        </w:rPr>
        <w:t>Q36</w:t>
      </w:r>
      <w:r w:rsidRPr="002B460C">
        <w:tab/>
        <w:t>Do you think that relations these days between Muslims around the world and people in Western countries such as the United States and Europe</w:t>
      </w:r>
      <w:r w:rsidR="00845C18" w:rsidRPr="002B460C">
        <w:t xml:space="preserve"> </w:t>
      </w:r>
      <w:r w:rsidR="00845C18" w:rsidRPr="002B460C">
        <w:rPr>
          <w:b/>
        </w:rPr>
        <w:t>[In Russia:</w:t>
      </w:r>
      <w:r w:rsidR="00845C18" w:rsidRPr="002B460C">
        <w:t>, including Russia,</w:t>
      </w:r>
      <w:r w:rsidR="00845C18" w:rsidRPr="002B460C">
        <w:rPr>
          <w:b/>
        </w:rPr>
        <w:t>]</w:t>
      </w:r>
      <w:r w:rsidRPr="002B460C">
        <w:t xml:space="preserve"> are generally good or generally bad? </w:t>
      </w:r>
    </w:p>
    <w:p w:rsidR="00E779E5" w:rsidRPr="002B460C" w:rsidRDefault="00E779E5" w:rsidP="00380B21">
      <w:pPr>
        <w:pStyle w:val="QuestionResponse"/>
      </w:pPr>
      <w:r w:rsidRPr="002B460C">
        <w:t>1</w:t>
      </w:r>
      <w:r w:rsidRPr="002B460C">
        <w:tab/>
        <w:t>Generally good</w:t>
      </w:r>
    </w:p>
    <w:p w:rsidR="00E779E5" w:rsidRPr="002B460C" w:rsidRDefault="00E779E5" w:rsidP="00380B21">
      <w:pPr>
        <w:pStyle w:val="QuestionResponse"/>
      </w:pPr>
      <w:r w:rsidRPr="002B460C">
        <w:t>2</w:t>
      </w:r>
      <w:r w:rsidRPr="002B460C">
        <w:tab/>
        <w:t>Generally bad</w:t>
      </w:r>
    </w:p>
    <w:p w:rsidR="00E779E5" w:rsidRPr="002B460C" w:rsidRDefault="00E779E5" w:rsidP="00380B21">
      <w:pPr>
        <w:pStyle w:val="QuestionResponse"/>
      </w:pPr>
      <w:r w:rsidRPr="002B460C">
        <w:t>3</w:t>
      </w:r>
      <w:r w:rsidRPr="002B460C">
        <w:tab/>
        <w:t>Neither (DO NOT READ)</w:t>
      </w:r>
    </w:p>
    <w:p w:rsidR="00E779E5" w:rsidRPr="002B460C" w:rsidRDefault="00E779E5" w:rsidP="00380B21">
      <w:pPr>
        <w:pStyle w:val="QuestionResponse"/>
      </w:pPr>
      <w:r w:rsidRPr="002B460C">
        <w:t>8</w:t>
      </w:r>
      <w:r w:rsidRPr="002B460C">
        <w:tab/>
        <w:t xml:space="preserve">Don’t </w:t>
      </w:r>
      <w:r w:rsidR="001B1D86" w:rsidRPr="002B460C">
        <w:t>k</w:t>
      </w:r>
      <w:r w:rsidRPr="002B460C">
        <w:t>now (DO NOT READ)</w:t>
      </w:r>
    </w:p>
    <w:p w:rsidR="00E779E5" w:rsidRPr="002B460C" w:rsidRDefault="00E779E5" w:rsidP="00380B21">
      <w:pPr>
        <w:pStyle w:val="QuestionResponseLast"/>
      </w:pPr>
      <w:r w:rsidRPr="002B460C">
        <w:t>9</w:t>
      </w:r>
      <w:r w:rsidRPr="002B460C">
        <w:tab/>
        <w:t>Refused (DO NOT READ)</w:t>
      </w:r>
    </w:p>
    <w:p w:rsidR="00E779E5" w:rsidRPr="002B460C" w:rsidRDefault="00E779E5" w:rsidP="00380B21">
      <w:pPr>
        <w:pStyle w:val="QuestionInstruction"/>
      </w:pPr>
      <w:r w:rsidRPr="002B460C">
        <w:t>ASK IF RELATIONS GENERALLY BAD (Q36=2)</w:t>
      </w:r>
    </w:p>
    <w:p w:rsidR="00E779E5" w:rsidRPr="002B460C" w:rsidRDefault="00E779E5" w:rsidP="00380B21">
      <w:pPr>
        <w:pStyle w:val="Question"/>
        <w:rPr>
          <w:i/>
        </w:rPr>
      </w:pPr>
      <w:r w:rsidRPr="002B460C">
        <w:rPr>
          <w:rFonts w:ascii="Tahoma" w:hAnsi="Tahoma" w:cs="Tahoma"/>
          <w:b/>
          <w:sz w:val="16"/>
          <w:szCs w:val="16"/>
        </w:rPr>
        <w:t>Q37</w:t>
      </w:r>
      <w:r w:rsidRPr="002B460C">
        <w:tab/>
        <w:t xml:space="preserve">Who do you think is mostly to blame for this, Muslims or people in Western countries? </w:t>
      </w:r>
    </w:p>
    <w:p w:rsidR="00E779E5" w:rsidRPr="002B460C" w:rsidRDefault="00E779E5" w:rsidP="00380B21">
      <w:pPr>
        <w:pStyle w:val="QuestionResponse"/>
      </w:pPr>
      <w:r w:rsidRPr="002B460C">
        <w:t>1</w:t>
      </w:r>
      <w:r w:rsidRPr="002B460C">
        <w:tab/>
        <w:t>Muslims</w:t>
      </w:r>
    </w:p>
    <w:p w:rsidR="00E779E5" w:rsidRPr="002B460C" w:rsidRDefault="00E779E5" w:rsidP="00380B21">
      <w:pPr>
        <w:pStyle w:val="QuestionResponse"/>
      </w:pPr>
      <w:r w:rsidRPr="002B460C">
        <w:t>2</w:t>
      </w:r>
      <w:r w:rsidRPr="002B460C">
        <w:tab/>
        <w:t>Western people</w:t>
      </w:r>
    </w:p>
    <w:p w:rsidR="00727C1E" w:rsidRPr="002B460C" w:rsidRDefault="00727C1E" w:rsidP="00380B21">
      <w:pPr>
        <w:pStyle w:val="QuestionResponse"/>
      </w:pPr>
      <w:r w:rsidRPr="002B460C">
        <w:t>3</w:t>
      </w:r>
      <w:r w:rsidRPr="002B460C">
        <w:tab/>
        <w:t>Christians (DO NOT READ)</w:t>
      </w:r>
    </w:p>
    <w:p w:rsidR="00E779E5" w:rsidRPr="002B460C" w:rsidRDefault="00727C1E" w:rsidP="00380B21">
      <w:pPr>
        <w:pStyle w:val="QuestionResponse"/>
      </w:pPr>
      <w:r w:rsidRPr="002B460C">
        <w:t>4</w:t>
      </w:r>
      <w:r w:rsidR="00E779E5" w:rsidRPr="002B460C">
        <w:tab/>
        <w:t>Jews (DO NOT READ)</w:t>
      </w:r>
    </w:p>
    <w:p w:rsidR="00E779E5" w:rsidRPr="002B460C" w:rsidRDefault="00727C1E" w:rsidP="00380B21">
      <w:pPr>
        <w:pStyle w:val="QuestionResponse"/>
      </w:pPr>
      <w:r w:rsidRPr="002B460C">
        <w:t>5</w:t>
      </w:r>
      <w:r w:rsidR="00E779E5" w:rsidRPr="002B460C">
        <w:tab/>
        <w:t>Both (DO NOT READ)</w:t>
      </w:r>
    </w:p>
    <w:p w:rsidR="00E779E5" w:rsidRPr="002B460C" w:rsidRDefault="00727C1E" w:rsidP="00380B21">
      <w:pPr>
        <w:pStyle w:val="QuestionResponse"/>
      </w:pPr>
      <w:r w:rsidRPr="002B460C">
        <w:t>6</w:t>
      </w:r>
      <w:r w:rsidR="00E779E5" w:rsidRPr="002B460C">
        <w:tab/>
        <w:t>Neither (DO NOT READ)</w:t>
      </w:r>
    </w:p>
    <w:p w:rsidR="00E779E5" w:rsidRPr="002B460C" w:rsidRDefault="00E779E5" w:rsidP="00380B21">
      <w:pPr>
        <w:pStyle w:val="QuestionResponse"/>
      </w:pPr>
      <w:r w:rsidRPr="002B460C">
        <w:t>8</w:t>
      </w:r>
      <w:r w:rsidRPr="002B460C">
        <w:tab/>
        <w:t xml:space="preserve">Don’t </w:t>
      </w:r>
      <w:r w:rsidR="001B1D86" w:rsidRPr="002B460C">
        <w:t>k</w:t>
      </w:r>
      <w:r w:rsidRPr="002B460C">
        <w:t>now (DO NOT READ)</w:t>
      </w:r>
    </w:p>
    <w:p w:rsidR="00E779E5" w:rsidRPr="002B460C" w:rsidRDefault="00E779E5" w:rsidP="00380B21">
      <w:pPr>
        <w:pStyle w:val="QuestionResponseLast"/>
      </w:pPr>
      <w:r w:rsidRPr="002B460C">
        <w:t>9</w:t>
      </w:r>
      <w:r w:rsidRPr="002B460C">
        <w:tab/>
        <w:t>Refused (DO NOT READ)</w:t>
      </w:r>
    </w:p>
    <w:p w:rsidR="00E779E5" w:rsidRPr="002B460C" w:rsidRDefault="00E779E5" w:rsidP="00380B21">
      <w:pPr>
        <w:pStyle w:val="QuestionInstruction"/>
      </w:pPr>
      <w:r w:rsidRPr="002B460C">
        <w:lastRenderedPageBreak/>
        <w:t>ASK ALL IN MUSLIM COUNTRIES</w:t>
      </w:r>
      <w:r w:rsidR="00507CC2" w:rsidRPr="002B460C">
        <w:t xml:space="preserve"> AND</w:t>
      </w:r>
      <w:r w:rsidRPr="002B460C">
        <w:t xml:space="preserve"> ISRAEL ONLY</w:t>
      </w:r>
    </w:p>
    <w:p w:rsidR="00E779E5" w:rsidRPr="002B460C" w:rsidRDefault="00E779E5" w:rsidP="00380B21">
      <w:pPr>
        <w:pStyle w:val="Question"/>
      </w:pPr>
      <w:r w:rsidRPr="002B460C">
        <w:rPr>
          <w:rFonts w:ascii="Tahoma" w:hAnsi="Tahoma" w:cs="Tahoma"/>
          <w:b/>
          <w:sz w:val="16"/>
          <w:szCs w:val="16"/>
        </w:rPr>
        <w:t>Q38</w:t>
      </w:r>
      <w:r w:rsidRPr="002B460C">
        <w:tab/>
        <w:t xml:space="preserve">In your opinion, how many Europeans do you think are hostile toward Muslims – would you say most, many, just some or very few? </w:t>
      </w:r>
    </w:p>
    <w:p w:rsidR="00E779E5" w:rsidRPr="002B460C" w:rsidRDefault="00E779E5" w:rsidP="00380B21">
      <w:pPr>
        <w:pStyle w:val="QuestionResponse"/>
      </w:pPr>
      <w:r w:rsidRPr="002B460C">
        <w:t>1</w:t>
      </w:r>
      <w:r w:rsidRPr="002B460C">
        <w:tab/>
        <w:t>Most</w:t>
      </w:r>
    </w:p>
    <w:p w:rsidR="00E779E5" w:rsidRPr="002B460C" w:rsidRDefault="00E779E5" w:rsidP="00380B21">
      <w:pPr>
        <w:pStyle w:val="QuestionResponse"/>
      </w:pPr>
      <w:r w:rsidRPr="002B460C">
        <w:t>2</w:t>
      </w:r>
      <w:r w:rsidRPr="002B460C">
        <w:tab/>
        <w:t>Many</w:t>
      </w:r>
    </w:p>
    <w:p w:rsidR="00E779E5" w:rsidRPr="002B460C" w:rsidRDefault="00E779E5" w:rsidP="00380B21">
      <w:pPr>
        <w:pStyle w:val="QuestionResponse"/>
      </w:pPr>
      <w:r w:rsidRPr="002B460C">
        <w:t>3</w:t>
      </w:r>
      <w:r w:rsidRPr="002B460C">
        <w:tab/>
        <w:t>Just some</w:t>
      </w:r>
    </w:p>
    <w:p w:rsidR="00E779E5" w:rsidRPr="002B460C" w:rsidRDefault="00E779E5" w:rsidP="00380B21">
      <w:pPr>
        <w:pStyle w:val="QuestionResponse"/>
      </w:pPr>
      <w:r w:rsidRPr="002B460C">
        <w:t>4</w:t>
      </w:r>
      <w:r w:rsidRPr="002B460C">
        <w:tab/>
        <w:t>Very few</w:t>
      </w:r>
    </w:p>
    <w:p w:rsidR="00E779E5" w:rsidRPr="002B460C" w:rsidRDefault="00E779E5" w:rsidP="00380B21">
      <w:pPr>
        <w:pStyle w:val="QuestionResponse"/>
      </w:pPr>
      <w:r w:rsidRPr="002B460C">
        <w:t>8</w:t>
      </w:r>
      <w:r w:rsidRPr="002B460C">
        <w:tab/>
        <w:t xml:space="preserve">Don’t </w:t>
      </w:r>
      <w:r w:rsidR="001B1D86" w:rsidRPr="002B460C">
        <w:t>k</w:t>
      </w:r>
      <w:r w:rsidRPr="002B460C">
        <w:t>now (DO NOT READ)</w:t>
      </w:r>
    </w:p>
    <w:p w:rsidR="00E779E5" w:rsidRPr="002B460C" w:rsidRDefault="00E779E5" w:rsidP="00380B21">
      <w:pPr>
        <w:pStyle w:val="QuestionResponseLast"/>
      </w:pPr>
      <w:r w:rsidRPr="002B460C">
        <w:t>9</w:t>
      </w:r>
      <w:r w:rsidRPr="002B460C">
        <w:tab/>
        <w:t>Refused (DO NOT READ)</w:t>
      </w:r>
    </w:p>
    <w:p w:rsidR="00E779E5" w:rsidRPr="002B460C" w:rsidRDefault="00E779E5" w:rsidP="00380B21">
      <w:pPr>
        <w:pStyle w:val="QuestionInstruction"/>
      </w:pPr>
      <w:r w:rsidRPr="002B460C">
        <w:t>ASK ALL IN MUSLIM COUNTRIES</w:t>
      </w:r>
      <w:r w:rsidR="00431508" w:rsidRPr="002B460C">
        <w:t xml:space="preserve"> AND</w:t>
      </w:r>
      <w:r w:rsidRPr="002B460C">
        <w:t xml:space="preserve"> ISRAEL ONLY</w:t>
      </w:r>
    </w:p>
    <w:p w:rsidR="00E779E5" w:rsidRPr="002B460C" w:rsidRDefault="00E779E5" w:rsidP="00380B21">
      <w:pPr>
        <w:pStyle w:val="Question"/>
      </w:pPr>
      <w:r w:rsidRPr="002B460C">
        <w:rPr>
          <w:rFonts w:ascii="Tahoma" w:hAnsi="Tahoma" w:cs="Tahoma"/>
          <w:b/>
          <w:sz w:val="16"/>
          <w:szCs w:val="16"/>
        </w:rPr>
        <w:t>Q39</w:t>
      </w:r>
      <w:r w:rsidRPr="002B460C">
        <w:tab/>
        <w:t xml:space="preserve">In your opinion, how many Americans do you think are hostile toward Muslims – would you say most, many, just some or very few? </w:t>
      </w:r>
    </w:p>
    <w:p w:rsidR="00E779E5" w:rsidRPr="002B460C" w:rsidRDefault="00E779E5" w:rsidP="00380B21">
      <w:pPr>
        <w:pStyle w:val="QuestionResponse"/>
      </w:pPr>
      <w:r w:rsidRPr="002B460C">
        <w:t>1</w:t>
      </w:r>
      <w:r w:rsidRPr="002B460C">
        <w:tab/>
        <w:t>Most</w:t>
      </w:r>
    </w:p>
    <w:p w:rsidR="00E779E5" w:rsidRPr="002B460C" w:rsidRDefault="00E779E5" w:rsidP="00380B21">
      <w:pPr>
        <w:pStyle w:val="QuestionResponse"/>
      </w:pPr>
      <w:r w:rsidRPr="002B460C">
        <w:t>2</w:t>
      </w:r>
      <w:r w:rsidRPr="002B460C">
        <w:tab/>
        <w:t>Many</w:t>
      </w:r>
    </w:p>
    <w:p w:rsidR="00E779E5" w:rsidRPr="002B460C" w:rsidRDefault="00E779E5" w:rsidP="00380B21">
      <w:pPr>
        <w:pStyle w:val="QuestionResponse"/>
      </w:pPr>
      <w:r w:rsidRPr="002B460C">
        <w:t>3</w:t>
      </w:r>
      <w:r w:rsidRPr="002B460C">
        <w:tab/>
        <w:t xml:space="preserve">Just </w:t>
      </w:r>
      <w:r w:rsidR="00112607" w:rsidRPr="002B460C">
        <w:t>s</w:t>
      </w:r>
      <w:r w:rsidRPr="002B460C">
        <w:t>ome</w:t>
      </w:r>
    </w:p>
    <w:p w:rsidR="00E779E5" w:rsidRPr="002B460C" w:rsidRDefault="00E779E5" w:rsidP="00380B21">
      <w:pPr>
        <w:pStyle w:val="QuestionResponse"/>
      </w:pPr>
      <w:r w:rsidRPr="002B460C">
        <w:t>4</w:t>
      </w:r>
      <w:r w:rsidRPr="002B460C">
        <w:tab/>
        <w:t>Very few</w:t>
      </w:r>
    </w:p>
    <w:p w:rsidR="00E779E5" w:rsidRPr="002B460C" w:rsidRDefault="00E779E5" w:rsidP="00380B21">
      <w:pPr>
        <w:pStyle w:val="QuestionResponse"/>
      </w:pPr>
      <w:r w:rsidRPr="002B460C">
        <w:t>8</w:t>
      </w:r>
      <w:r w:rsidRPr="002B460C">
        <w:tab/>
        <w:t xml:space="preserve">Don’t </w:t>
      </w:r>
      <w:r w:rsidR="001B1D86" w:rsidRPr="002B460C">
        <w:t>k</w:t>
      </w:r>
      <w:r w:rsidRPr="002B460C">
        <w:t>now (DO NOT READ)</w:t>
      </w:r>
    </w:p>
    <w:p w:rsidR="00E779E5" w:rsidRPr="002B460C" w:rsidRDefault="00E779E5" w:rsidP="00380B21">
      <w:pPr>
        <w:pStyle w:val="QuestionResponseLast"/>
      </w:pPr>
      <w:r w:rsidRPr="002B460C">
        <w:t>9</w:t>
      </w:r>
      <w:r w:rsidRPr="002B460C">
        <w:tab/>
        <w:t>Refused (DO NOT READ)</w:t>
      </w:r>
    </w:p>
    <w:p w:rsidR="00E779E5" w:rsidRPr="002B460C" w:rsidRDefault="00E779E5" w:rsidP="00380B21">
      <w:pPr>
        <w:pStyle w:val="QuestionInstruction"/>
      </w:pPr>
      <w:r w:rsidRPr="002B460C">
        <w:t xml:space="preserve">ASK ALL IN </w:t>
      </w:r>
      <w:r w:rsidR="00834747" w:rsidRPr="002B460C">
        <w:t xml:space="preserve">THE </w:t>
      </w:r>
      <w:r w:rsidRPr="002B460C">
        <w:t xml:space="preserve">U.S., BRITAIN, </w:t>
      </w:r>
      <w:r w:rsidR="0001293B" w:rsidRPr="002B460C">
        <w:t xml:space="preserve">FRANCE, GERMANY, </w:t>
      </w:r>
      <w:r w:rsidRPr="002B460C">
        <w:t>SPAIN, RUSSIA, MUSLIM COUNTRIES</w:t>
      </w:r>
      <w:r w:rsidR="00431508" w:rsidRPr="002B460C">
        <w:t xml:space="preserve"> AND</w:t>
      </w:r>
      <w:r w:rsidR="0001293B" w:rsidRPr="002B460C">
        <w:t xml:space="preserve"> ISRAEL</w:t>
      </w:r>
      <w:r w:rsidRPr="002B460C">
        <w:t xml:space="preserve"> ONLY</w:t>
      </w:r>
    </w:p>
    <w:p w:rsidR="00E779E5" w:rsidRPr="002B460C" w:rsidRDefault="00E779E5" w:rsidP="00380B21">
      <w:pPr>
        <w:pStyle w:val="Question"/>
      </w:pPr>
      <w:r w:rsidRPr="002B460C">
        <w:rPr>
          <w:rFonts w:ascii="Tahoma" w:hAnsi="Tahoma" w:cs="Tahoma"/>
          <w:b/>
          <w:sz w:val="16"/>
          <w:szCs w:val="16"/>
        </w:rPr>
        <w:t>Q40</w:t>
      </w:r>
      <w:r w:rsidRPr="002B460C">
        <w:tab/>
        <w:t xml:space="preserve">All things considered, do you think that Muslim nations should be more economically prosperous than they are today, or don’t you think so? </w:t>
      </w:r>
    </w:p>
    <w:p w:rsidR="00E779E5" w:rsidRPr="002B460C" w:rsidRDefault="00E779E5" w:rsidP="00380B21">
      <w:pPr>
        <w:pStyle w:val="QuestionResponse"/>
      </w:pPr>
      <w:r w:rsidRPr="002B460C">
        <w:t>1</w:t>
      </w:r>
      <w:r w:rsidRPr="002B460C">
        <w:tab/>
        <w:t>Yes, should be</w:t>
      </w:r>
    </w:p>
    <w:p w:rsidR="00E779E5" w:rsidRPr="002B460C" w:rsidRDefault="00380B21" w:rsidP="00380B21">
      <w:pPr>
        <w:pStyle w:val="QuestionResponse"/>
      </w:pPr>
      <w:r w:rsidRPr="002B460C">
        <w:t>2</w:t>
      </w:r>
      <w:r w:rsidRPr="002B460C">
        <w:tab/>
      </w:r>
      <w:r w:rsidR="00E779E5" w:rsidRPr="002B460C">
        <w:t>No, should not be</w:t>
      </w:r>
    </w:p>
    <w:p w:rsidR="00E779E5" w:rsidRPr="002B460C" w:rsidRDefault="00E779E5" w:rsidP="00380B21">
      <w:pPr>
        <w:pStyle w:val="QuestionResponse"/>
      </w:pPr>
      <w:r w:rsidRPr="002B460C">
        <w:t>8</w:t>
      </w:r>
      <w:r w:rsidRPr="002B460C">
        <w:tab/>
        <w:t>Don’t know (DO NOT READ)</w:t>
      </w:r>
    </w:p>
    <w:p w:rsidR="00E779E5" w:rsidRPr="002B460C" w:rsidRDefault="00E779E5" w:rsidP="00380B21">
      <w:pPr>
        <w:pStyle w:val="QuestionResponseLast"/>
      </w:pPr>
      <w:r w:rsidRPr="002B460C">
        <w:t>9</w:t>
      </w:r>
      <w:r w:rsidRPr="002B460C">
        <w:tab/>
        <w:t>Refused (DO NOT READ)</w:t>
      </w:r>
    </w:p>
    <w:p w:rsidR="00E779E5" w:rsidRPr="002B460C" w:rsidRDefault="00E779E5" w:rsidP="0072369D">
      <w:pPr>
        <w:pStyle w:val="QuestionInstruction"/>
      </w:pPr>
      <w:r w:rsidRPr="002B460C">
        <w:t>ASK IF THINKS MUSLIM NATIONS SHOULD BE MORE PROSPEROUS (Q40=1)</w:t>
      </w:r>
    </w:p>
    <w:p w:rsidR="00E779E5" w:rsidRPr="002B460C" w:rsidRDefault="00E779E5" w:rsidP="0072369D">
      <w:pPr>
        <w:pStyle w:val="Question"/>
      </w:pPr>
      <w:r w:rsidRPr="002B460C">
        <w:rPr>
          <w:rFonts w:ascii="Tahoma" w:hAnsi="Tahoma" w:cs="Tahoma"/>
          <w:b/>
          <w:sz w:val="16"/>
          <w:szCs w:val="16"/>
        </w:rPr>
        <w:t>Q41</w:t>
      </w:r>
      <w:r w:rsidRPr="002B460C">
        <w:tab/>
        <w:t>What is most responsible for Muslim nations’ lack of prosperity?</w:t>
      </w:r>
      <w:r w:rsidRPr="002B460C">
        <w:rPr>
          <w:b/>
        </w:rPr>
        <w:t xml:space="preserve"> </w:t>
      </w:r>
      <w:r w:rsidR="00D33E72" w:rsidRPr="002B460C">
        <w:rPr>
          <w:b/>
        </w:rPr>
        <w:t xml:space="preserve"> </w:t>
      </w:r>
      <w:r w:rsidR="00347235" w:rsidRPr="002B460C">
        <w:rPr>
          <w:b/>
        </w:rPr>
        <w:t>[In face-to-face countries only:</w:t>
      </w:r>
      <w:r w:rsidR="00347235" w:rsidRPr="002B460C">
        <w:t xml:space="preserve"> </w:t>
      </w:r>
      <w:r w:rsidRPr="002B460C">
        <w:t>Is it the policies of the U.S. and other western nations, the lack of democracy in the Muslim world, the lack of education in the Muslim world, Islamic fundamentalism, or corruption in the government</w:t>
      </w:r>
      <w:r w:rsidR="00D10F6D" w:rsidRPr="002B460C">
        <w:t>s</w:t>
      </w:r>
      <w:r w:rsidRPr="002B460C">
        <w:t xml:space="preserve"> of Muslim nations?</w:t>
      </w:r>
      <w:r w:rsidR="00347235" w:rsidRPr="002B460C">
        <w:rPr>
          <w:b/>
        </w:rPr>
        <w:t>]</w:t>
      </w:r>
      <w:r w:rsidRPr="002B460C">
        <w:t xml:space="preserve"> </w:t>
      </w:r>
    </w:p>
    <w:p w:rsidR="00B52B09" w:rsidRPr="002B460C" w:rsidRDefault="00B52B09" w:rsidP="0072369D">
      <w:pPr>
        <w:pStyle w:val="QuestionResponse"/>
        <w:rPr>
          <w:rFonts w:ascii="Tahoma" w:hAnsi="Tahoma" w:cs="Tahoma"/>
          <w:b/>
          <w:sz w:val="16"/>
          <w:szCs w:val="16"/>
        </w:rPr>
      </w:pPr>
      <w:r w:rsidRPr="002B460C">
        <w:rPr>
          <w:rFonts w:ascii="Tahoma" w:hAnsi="Tahoma" w:cs="Tahoma"/>
          <w:b/>
          <w:sz w:val="16"/>
          <w:szCs w:val="16"/>
        </w:rPr>
        <w:t xml:space="preserve">ROTATE IN TELEPHONE </w:t>
      </w:r>
      <w:r w:rsidR="00D33E72" w:rsidRPr="002B460C">
        <w:rPr>
          <w:rFonts w:ascii="Tahoma" w:hAnsi="Tahoma" w:cs="Tahoma"/>
          <w:b/>
          <w:sz w:val="16"/>
          <w:szCs w:val="16"/>
        </w:rPr>
        <w:t>SURVEYS</w:t>
      </w:r>
    </w:p>
    <w:p w:rsidR="00E779E5" w:rsidRPr="002B460C" w:rsidRDefault="0072369D" w:rsidP="0072369D">
      <w:pPr>
        <w:pStyle w:val="QuestionResponse"/>
      </w:pPr>
      <w:r w:rsidRPr="002B460C">
        <w:t>1</w:t>
      </w:r>
      <w:r w:rsidRPr="002B460C">
        <w:tab/>
      </w:r>
      <w:r w:rsidR="00E779E5" w:rsidRPr="002B460C">
        <w:t>The policies of the U.S. and other western nations</w:t>
      </w:r>
    </w:p>
    <w:p w:rsidR="00E779E5" w:rsidRPr="002B460C" w:rsidRDefault="0072369D" w:rsidP="0072369D">
      <w:pPr>
        <w:pStyle w:val="QuestionResponse"/>
      </w:pPr>
      <w:r w:rsidRPr="002B460C">
        <w:t>2</w:t>
      </w:r>
      <w:r w:rsidRPr="002B460C">
        <w:tab/>
      </w:r>
      <w:r w:rsidR="00E779E5" w:rsidRPr="002B460C">
        <w:t>Lack of democracy in the Muslim world</w:t>
      </w:r>
    </w:p>
    <w:p w:rsidR="00E779E5" w:rsidRPr="002B460C" w:rsidRDefault="0072369D" w:rsidP="0072369D">
      <w:pPr>
        <w:pStyle w:val="QuestionResponse"/>
      </w:pPr>
      <w:r w:rsidRPr="002B460C">
        <w:t>3</w:t>
      </w:r>
      <w:r w:rsidRPr="002B460C">
        <w:tab/>
      </w:r>
      <w:r w:rsidR="00E779E5" w:rsidRPr="002B460C">
        <w:t>Lack of education in the Muslim world</w:t>
      </w:r>
    </w:p>
    <w:p w:rsidR="00E779E5" w:rsidRPr="002B460C" w:rsidRDefault="0072369D" w:rsidP="0072369D">
      <w:pPr>
        <w:pStyle w:val="QuestionResponse"/>
      </w:pPr>
      <w:r w:rsidRPr="002B460C">
        <w:t>4</w:t>
      </w:r>
      <w:r w:rsidRPr="002B460C">
        <w:tab/>
      </w:r>
      <w:r w:rsidR="00E779E5" w:rsidRPr="002B460C">
        <w:t>Islamic fundamentalism</w:t>
      </w:r>
    </w:p>
    <w:p w:rsidR="00E779E5" w:rsidRPr="002B460C" w:rsidRDefault="0072369D" w:rsidP="0072369D">
      <w:pPr>
        <w:pStyle w:val="QuestionResponse"/>
      </w:pPr>
      <w:r w:rsidRPr="002B460C">
        <w:t>5</w:t>
      </w:r>
      <w:r w:rsidRPr="002B460C">
        <w:tab/>
      </w:r>
      <w:r w:rsidR="00E779E5" w:rsidRPr="002B460C">
        <w:t xml:space="preserve">Corruption in the governments of Muslim nations </w:t>
      </w:r>
    </w:p>
    <w:p w:rsidR="00E779E5" w:rsidRPr="002B460C" w:rsidRDefault="0072369D" w:rsidP="0072369D">
      <w:pPr>
        <w:pStyle w:val="QuestionResponse"/>
      </w:pPr>
      <w:r w:rsidRPr="002B460C">
        <w:t>6</w:t>
      </w:r>
      <w:r w:rsidRPr="002B460C">
        <w:tab/>
      </w:r>
      <w:r w:rsidR="00E779E5" w:rsidRPr="002B460C">
        <w:t>Other (DO NOT READ)</w:t>
      </w:r>
    </w:p>
    <w:p w:rsidR="00E779E5" w:rsidRPr="002B460C" w:rsidRDefault="00E779E5" w:rsidP="0072369D">
      <w:pPr>
        <w:pStyle w:val="QuestionResponse"/>
      </w:pPr>
      <w:r w:rsidRPr="002B460C">
        <w:t>8</w:t>
      </w:r>
      <w:r w:rsidRPr="002B460C">
        <w:tab/>
        <w:t xml:space="preserve">Don’t </w:t>
      </w:r>
      <w:r w:rsidR="001B1D86" w:rsidRPr="002B460C">
        <w:t>k</w:t>
      </w:r>
      <w:r w:rsidRPr="002B460C">
        <w:t>now (DO NOT READ)</w:t>
      </w:r>
    </w:p>
    <w:p w:rsidR="00E779E5" w:rsidRPr="002B460C" w:rsidRDefault="00E779E5" w:rsidP="0072369D">
      <w:pPr>
        <w:pStyle w:val="QuestionResponseLast"/>
      </w:pPr>
      <w:r w:rsidRPr="002B460C">
        <w:t>9</w:t>
      </w:r>
      <w:r w:rsidRPr="002B460C">
        <w:tab/>
        <w:t>Refused (DO NOT READ)</w:t>
      </w:r>
    </w:p>
    <w:p w:rsidR="00E779E5" w:rsidRPr="002B460C" w:rsidRDefault="00E779E5" w:rsidP="0072369D">
      <w:pPr>
        <w:pStyle w:val="QuestionInstruction"/>
      </w:pPr>
      <w:r w:rsidRPr="002B460C">
        <w:lastRenderedPageBreak/>
        <w:t>ASK IF ANSWER GIVEN IN Q41 (Q41=1-6):</w:t>
      </w:r>
    </w:p>
    <w:p w:rsidR="00E779E5" w:rsidRPr="002B460C" w:rsidRDefault="00E779E5" w:rsidP="0072369D">
      <w:pPr>
        <w:pStyle w:val="Question"/>
      </w:pPr>
      <w:r w:rsidRPr="002B460C">
        <w:rPr>
          <w:rFonts w:ascii="Tahoma" w:hAnsi="Tahoma" w:cs="Tahoma"/>
          <w:b/>
          <w:sz w:val="16"/>
          <w:szCs w:val="16"/>
        </w:rPr>
        <w:t>Q42</w:t>
      </w:r>
      <w:r w:rsidRPr="002B460C">
        <w:tab/>
        <w:t>What is SECOND most responsible for Muslim nations’ lack of prosperity?</w:t>
      </w:r>
      <w:r w:rsidRPr="002B460C">
        <w:rPr>
          <w:b/>
        </w:rPr>
        <w:t xml:space="preserve">  </w:t>
      </w:r>
      <w:r w:rsidR="003F00A1" w:rsidRPr="002B460C">
        <w:rPr>
          <w:b/>
        </w:rPr>
        <w:t xml:space="preserve">[In face-to-face countries only: </w:t>
      </w:r>
      <w:r w:rsidRPr="002B460C">
        <w:t>Is it the policies of the U.S. and other western nations, the lack of democracy in the Muslim world, the lack of education in the Muslim world, Islamic fundamentalism, or corruption in the government of Muslim nations?</w:t>
      </w:r>
      <w:r w:rsidR="003F00A1" w:rsidRPr="002B460C">
        <w:rPr>
          <w:b/>
        </w:rPr>
        <w:t>]</w:t>
      </w:r>
      <w:r w:rsidR="00C6702D" w:rsidRPr="002B460C">
        <w:t xml:space="preserve"> (DO NOT MARK THE SAME RESPONSE AS Q</w:t>
      </w:r>
      <w:r w:rsidR="00AC3C1F" w:rsidRPr="002B460C">
        <w:t>41</w:t>
      </w:r>
      <w:r w:rsidR="00C6702D" w:rsidRPr="002B460C">
        <w:t xml:space="preserve">) </w:t>
      </w:r>
      <w:r w:rsidRPr="002B460C">
        <w:t xml:space="preserve"> </w:t>
      </w:r>
    </w:p>
    <w:p w:rsidR="001D5855" w:rsidRPr="002B460C" w:rsidRDefault="001D5855" w:rsidP="0072369D">
      <w:pPr>
        <w:pStyle w:val="QuestionResponse"/>
      </w:pPr>
      <w:r w:rsidRPr="002B460C">
        <w:rPr>
          <w:rFonts w:ascii="Tahoma" w:hAnsi="Tahoma" w:cs="Tahoma"/>
          <w:b/>
          <w:sz w:val="16"/>
          <w:szCs w:val="16"/>
        </w:rPr>
        <w:t>ROTATE IN TELEPHONE SURVEYS</w:t>
      </w:r>
    </w:p>
    <w:p w:rsidR="00E779E5" w:rsidRPr="002B460C" w:rsidRDefault="0072369D" w:rsidP="0072369D">
      <w:pPr>
        <w:pStyle w:val="QuestionResponse"/>
      </w:pPr>
      <w:r w:rsidRPr="002B460C">
        <w:t>1</w:t>
      </w:r>
      <w:r w:rsidRPr="002B460C">
        <w:tab/>
      </w:r>
      <w:r w:rsidR="00E779E5" w:rsidRPr="002B460C">
        <w:t>The policies of the U.S. and other western nations</w:t>
      </w:r>
    </w:p>
    <w:p w:rsidR="00E779E5" w:rsidRPr="002B460C" w:rsidRDefault="0072369D" w:rsidP="0072369D">
      <w:pPr>
        <w:pStyle w:val="QuestionResponse"/>
      </w:pPr>
      <w:r w:rsidRPr="002B460C">
        <w:t>2</w:t>
      </w:r>
      <w:r w:rsidRPr="002B460C">
        <w:tab/>
      </w:r>
      <w:r w:rsidR="00E779E5" w:rsidRPr="002B460C">
        <w:t>Lack of democracy in the Muslim world</w:t>
      </w:r>
    </w:p>
    <w:p w:rsidR="00E779E5" w:rsidRPr="002B460C" w:rsidRDefault="0072369D" w:rsidP="0072369D">
      <w:pPr>
        <w:pStyle w:val="QuestionResponse"/>
      </w:pPr>
      <w:r w:rsidRPr="002B460C">
        <w:t>3</w:t>
      </w:r>
      <w:r w:rsidRPr="002B460C">
        <w:tab/>
      </w:r>
      <w:r w:rsidR="00E779E5" w:rsidRPr="002B460C">
        <w:t>Lack of education in the Muslim world</w:t>
      </w:r>
    </w:p>
    <w:p w:rsidR="00E779E5" w:rsidRPr="002B460C" w:rsidRDefault="0072369D" w:rsidP="0072369D">
      <w:pPr>
        <w:pStyle w:val="QuestionResponse"/>
      </w:pPr>
      <w:r w:rsidRPr="002B460C">
        <w:t>4</w:t>
      </w:r>
      <w:r w:rsidRPr="002B460C">
        <w:tab/>
      </w:r>
      <w:r w:rsidR="00E779E5" w:rsidRPr="002B460C">
        <w:t>Islamic fundamentalism</w:t>
      </w:r>
    </w:p>
    <w:p w:rsidR="00E779E5" w:rsidRPr="002B460C" w:rsidRDefault="0072369D" w:rsidP="0072369D">
      <w:pPr>
        <w:pStyle w:val="QuestionResponse"/>
      </w:pPr>
      <w:r w:rsidRPr="002B460C">
        <w:t>5</w:t>
      </w:r>
      <w:r w:rsidRPr="002B460C">
        <w:tab/>
      </w:r>
      <w:r w:rsidR="00E779E5" w:rsidRPr="002B460C">
        <w:t xml:space="preserve">Corruption in the governments of Muslim nations </w:t>
      </w:r>
    </w:p>
    <w:p w:rsidR="00E779E5" w:rsidRPr="002B460C" w:rsidRDefault="00E779E5" w:rsidP="0072369D">
      <w:pPr>
        <w:pStyle w:val="QuestionResponse"/>
      </w:pPr>
      <w:r w:rsidRPr="002B460C">
        <w:t>6</w:t>
      </w:r>
      <w:r w:rsidRPr="002B460C">
        <w:tab/>
        <w:t>Other (DO NOT READ)</w:t>
      </w:r>
    </w:p>
    <w:p w:rsidR="00E779E5" w:rsidRPr="002B460C" w:rsidRDefault="00E779E5" w:rsidP="0072369D">
      <w:pPr>
        <w:pStyle w:val="QuestionResponse"/>
      </w:pPr>
      <w:r w:rsidRPr="002B460C">
        <w:t>8</w:t>
      </w:r>
      <w:r w:rsidRPr="002B460C">
        <w:tab/>
        <w:t xml:space="preserve">Don’t </w:t>
      </w:r>
      <w:r w:rsidR="001B1D86" w:rsidRPr="002B460C">
        <w:t>k</w:t>
      </w:r>
      <w:r w:rsidRPr="002B460C">
        <w:t>now (DO NOT READ)</w:t>
      </w:r>
    </w:p>
    <w:p w:rsidR="00E779E5" w:rsidRPr="002B460C" w:rsidRDefault="00E779E5" w:rsidP="0072369D">
      <w:pPr>
        <w:pStyle w:val="QuestionResponseLast"/>
      </w:pPr>
      <w:r w:rsidRPr="002B460C">
        <w:t>9</w:t>
      </w:r>
      <w:r w:rsidRPr="002B460C">
        <w:tab/>
        <w:t>Refused (DO NOT READ)</w:t>
      </w:r>
    </w:p>
    <w:p w:rsidR="00E779E5" w:rsidRPr="002B460C" w:rsidRDefault="00E779E5" w:rsidP="008239FB">
      <w:pPr>
        <w:pStyle w:val="QuestionInstruction"/>
      </w:pPr>
      <w:r w:rsidRPr="002B460C">
        <w:t xml:space="preserve">ASK ALL IN </w:t>
      </w:r>
      <w:r w:rsidR="00834747" w:rsidRPr="002B460C">
        <w:t xml:space="preserve">THE </w:t>
      </w:r>
      <w:r w:rsidRPr="002B460C">
        <w:t xml:space="preserve">U.S., BRITAIN, FRANCE, GERMANY, </w:t>
      </w:r>
      <w:r w:rsidR="0013248A" w:rsidRPr="002B460C">
        <w:t xml:space="preserve">SPAIN, </w:t>
      </w:r>
      <w:r w:rsidRPr="002B460C">
        <w:t>RUSSIA, AND ISRAEL</w:t>
      </w:r>
      <w:r w:rsidR="004B0412" w:rsidRPr="002B460C">
        <w:t xml:space="preserve"> ONLY</w:t>
      </w:r>
    </w:p>
    <w:p w:rsidR="00E779E5" w:rsidRPr="002B460C" w:rsidRDefault="00E779E5" w:rsidP="0072369D">
      <w:pPr>
        <w:pStyle w:val="Question"/>
      </w:pPr>
      <w:r w:rsidRPr="002B460C">
        <w:rPr>
          <w:rFonts w:ascii="Tahoma" w:hAnsi="Tahoma" w:cs="Tahoma"/>
          <w:b/>
          <w:sz w:val="16"/>
          <w:szCs w:val="16"/>
        </w:rPr>
        <w:t>Q43</w:t>
      </w:r>
      <w:r w:rsidRPr="002B460C">
        <w:tab/>
        <w:t xml:space="preserve">Do you think most Muslims in our country today want to adopt </w:t>
      </w:r>
      <w:r w:rsidRPr="002B460C">
        <w:rPr>
          <w:b/>
        </w:rPr>
        <w:t>(survey country)</w:t>
      </w:r>
      <w:r w:rsidRPr="002B460C">
        <w:t xml:space="preserve"> customs and way of life or do you think that they want to be distinct from the larger </w:t>
      </w:r>
      <w:r w:rsidRPr="002B460C">
        <w:rPr>
          <w:b/>
        </w:rPr>
        <w:t>(survey country)</w:t>
      </w:r>
      <w:r w:rsidRPr="002B460C">
        <w:t xml:space="preserve"> society? </w:t>
      </w:r>
    </w:p>
    <w:p w:rsidR="00E779E5" w:rsidRPr="002B460C" w:rsidRDefault="0072369D" w:rsidP="0072369D">
      <w:pPr>
        <w:pStyle w:val="QuestionResponse"/>
      </w:pPr>
      <w:r w:rsidRPr="002B460C">
        <w:t>1</w:t>
      </w:r>
      <w:r w:rsidRPr="002B460C">
        <w:tab/>
      </w:r>
      <w:r w:rsidR="00E779E5" w:rsidRPr="002B460C">
        <w:t>Adopt customs</w:t>
      </w:r>
    </w:p>
    <w:p w:rsidR="00E779E5" w:rsidRPr="002B460C" w:rsidRDefault="0072369D" w:rsidP="0072369D">
      <w:pPr>
        <w:pStyle w:val="QuestionResponse"/>
      </w:pPr>
      <w:r w:rsidRPr="002B460C">
        <w:t>2</w:t>
      </w:r>
      <w:r w:rsidRPr="002B460C">
        <w:tab/>
      </w:r>
      <w:r w:rsidR="00E779E5" w:rsidRPr="002B460C">
        <w:t>Want to be distinct</w:t>
      </w:r>
    </w:p>
    <w:p w:rsidR="00E779E5" w:rsidRPr="002B460C" w:rsidRDefault="00E779E5" w:rsidP="0072369D">
      <w:pPr>
        <w:pStyle w:val="QuestionResponse"/>
      </w:pPr>
      <w:r w:rsidRPr="002B460C">
        <w:t>3</w:t>
      </w:r>
      <w:r w:rsidRPr="002B460C">
        <w:tab/>
        <w:t>Both (DO NOT READ)</w:t>
      </w:r>
    </w:p>
    <w:p w:rsidR="00E779E5" w:rsidRPr="002B460C" w:rsidRDefault="00E779E5" w:rsidP="0072369D">
      <w:pPr>
        <w:pStyle w:val="QuestionResponse"/>
      </w:pPr>
      <w:r w:rsidRPr="002B460C">
        <w:t>8</w:t>
      </w:r>
      <w:r w:rsidRPr="002B460C">
        <w:tab/>
        <w:t xml:space="preserve">Don’t </w:t>
      </w:r>
      <w:r w:rsidR="001B1D86" w:rsidRPr="002B460C">
        <w:t>k</w:t>
      </w:r>
      <w:r w:rsidRPr="002B460C">
        <w:t>now (DO NOT READ)</w:t>
      </w:r>
    </w:p>
    <w:p w:rsidR="00E779E5" w:rsidRPr="002B460C" w:rsidRDefault="00E779E5" w:rsidP="0072369D">
      <w:pPr>
        <w:pStyle w:val="QuestionResponseLast"/>
      </w:pPr>
      <w:r w:rsidRPr="002B460C">
        <w:t>9</w:t>
      </w:r>
      <w:r w:rsidRPr="002B460C">
        <w:tab/>
        <w:t>Refused (DO NOT READ)</w:t>
      </w:r>
    </w:p>
    <w:p w:rsidR="004C5D7A" w:rsidRPr="002B460C" w:rsidRDefault="004C5D7A" w:rsidP="004C5D7A">
      <w:pPr>
        <w:pStyle w:val="QuestionInstruction"/>
      </w:pPr>
      <w:r w:rsidRPr="002B460C">
        <w:t>ASK ALL IN INDIA ONLY</w:t>
      </w:r>
    </w:p>
    <w:p w:rsidR="004C5D7A" w:rsidRPr="002B460C" w:rsidRDefault="004C5D7A" w:rsidP="004C5D7A">
      <w:pPr>
        <w:pStyle w:val="Question"/>
        <w:rPr>
          <w:i/>
        </w:rPr>
      </w:pPr>
      <w:r w:rsidRPr="002B460C">
        <w:rPr>
          <w:rFonts w:ascii="Tahoma" w:hAnsi="Tahoma" w:cs="Tahoma"/>
          <w:b/>
          <w:sz w:val="16"/>
          <w:szCs w:val="16"/>
        </w:rPr>
        <w:t>Q43</w:t>
      </w:r>
      <w:r w:rsidRPr="002B460C">
        <w:tab/>
        <w:t xml:space="preserve">Do you think most (INSERT) in our country today want to adopt </w:t>
      </w:r>
      <w:r w:rsidRPr="002B460C">
        <w:rPr>
          <w:b/>
        </w:rPr>
        <w:t>(survey country)</w:t>
      </w:r>
      <w:r w:rsidRPr="002B460C">
        <w:t xml:space="preserve"> customs and way of life or do you think that they want to be distinct from the larger </w:t>
      </w:r>
      <w:r w:rsidRPr="002B460C">
        <w:rPr>
          <w:b/>
        </w:rPr>
        <w:t>(survey country)</w:t>
      </w:r>
      <w:r w:rsidRPr="002B460C">
        <w:t xml:space="preserve"> society? </w:t>
      </w:r>
    </w:p>
    <w:p w:rsidR="000539C8" w:rsidRDefault="004C5D7A" w:rsidP="004C5D7A">
      <w:pPr>
        <w:pStyle w:val="QuestionList"/>
      </w:pPr>
      <w:r w:rsidRPr="002B460C">
        <w:rPr>
          <w:rFonts w:ascii="Tahoma" w:hAnsi="Tahoma" w:cs="Tahoma"/>
          <w:b/>
          <w:sz w:val="16"/>
          <w:szCs w:val="16"/>
        </w:rPr>
        <w:t>a.</w:t>
      </w:r>
      <w:r w:rsidRPr="002B460C">
        <w:tab/>
        <w:t xml:space="preserve">Muslims </w:t>
      </w:r>
    </w:p>
    <w:p w:rsidR="004C5D7A" w:rsidRPr="002B460C" w:rsidRDefault="004C5D7A" w:rsidP="004C5D7A">
      <w:pPr>
        <w:pStyle w:val="QuestionList"/>
        <w:rPr>
          <w:szCs w:val="16"/>
        </w:rPr>
      </w:pPr>
      <w:r w:rsidRPr="002B460C">
        <w:rPr>
          <w:rFonts w:ascii="Tahoma" w:hAnsi="Tahoma" w:cs="Tahoma"/>
          <w:b/>
          <w:sz w:val="16"/>
          <w:szCs w:val="16"/>
        </w:rPr>
        <w:t>b.</w:t>
      </w:r>
      <w:r w:rsidRPr="002B460C">
        <w:tab/>
        <w:t xml:space="preserve">Hindus </w:t>
      </w:r>
    </w:p>
    <w:p w:rsidR="004C5D7A" w:rsidRPr="002B460C" w:rsidRDefault="004C5D7A" w:rsidP="004C5D7A">
      <w:pPr>
        <w:pStyle w:val="QuestionList"/>
      </w:pPr>
      <w:r w:rsidRPr="002B460C">
        <w:rPr>
          <w:rFonts w:ascii="Tahoma" w:hAnsi="Tahoma" w:cs="Tahoma"/>
          <w:b/>
          <w:sz w:val="16"/>
          <w:szCs w:val="16"/>
        </w:rPr>
        <w:t>c.</w:t>
      </w:r>
      <w:r w:rsidRPr="002B460C">
        <w:tab/>
        <w:t xml:space="preserve">Christians </w:t>
      </w:r>
    </w:p>
    <w:p w:rsidR="004C5D7A" w:rsidRPr="002B460C" w:rsidRDefault="004C5D7A" w:rsidP="004C5D7A">
      <w:pPr>
        <w:pStyle w:val="QuestionResponse"/>
      </w:pPr>
    </w:p>
    <w:p w:rsidR="004C5D7A" w:rsidRPr="002B460C" w:rsidRDefault="004C5D7A" w:rsidP="004C5D7A">
      <w:pPr>
        <w:pStyle w:val="QuestionResponse"/>
      </w:pPr>
      <w:r w:rsidRPr="002B460C">
        <w:t>1</w:t>
      </w:r>
      <w:r w:rsidRPr="002B460C">
        <w:tab/>
        <w:t>Adopt customs</w:t>
      </w:r>
    </w:p>
    <w:p w:rsidR="004C5D7A" w:rsidRPr="002B460C" w:rsidRDefault="004C5D7A" w:rsidP="004C5D7A">
      <w:pPr>
        <w:pStyle w:val="QuestionResponse"/>
      </w:pPr>
      <w:r w:rsidRPr="002B460C">
        <w:t>2</w:t>
      </w:r>
      <w:r w:rsidRPr="002B460C">
        <w:tab/>
        <w:t>Want to be distinct</w:t>
      </w:r>
    </w:p>
    <w:p w:rsidR="004C5D7A" w:rsidRPr="002B460C" w:rsidRDefault="004C5D7A" w:rsidP="004C5D7A">
      <w:pPr>
        <w:pStyle w:val="QuestionResponse"/>
      </w:pPr>
      <w:r w:rsidRPr="002B460C">
        <w:t>3</w:t>
      </w:r>
      <w:r w:rsidRPr="002B460C">
        <w:tab/>
        <w:t>Both (DO NOT READ)</w:t>
      </w:r>
    </w:p>
    <w:p w:rsidR="004C5D7A" w:rsidRPr="002B460C" w:rsidRDefault="004C5D7A" w:rsidP="004C5D7A">
      <w:pPr>
        <w:pStyle w:val="QuestionResponse"/>
      </w:pPr>
      <w:r w:rsidRPr="002B460C">
        <w:t>8</w:t>
      </w:r>
      <w:r w:rsidRPr="002B460C">
        <w:tab/>
        <w:t>Don’t Know (DO NOT READ)</w:t>
      </w:r>
    </w:p>
    <w:p w:rsidR="004C5D7A" w:rsidRPr="002B460C" w:rsidRDefault="004C5D7A" w:rsidP="004C5D7A">
      <w:pPr>
        <w:pStyle w:val="QuestionResponseLast"/>
      </w:pPr>
      <w:r w:rsidRPr="002B460C">
        <w:t>9</w:t>
      </w:r>
      <w:r w:rsidRPr="002B460C">
        <w:tab/>
        <w:t>Refused (DO NOT READ)</w:t>
      </w:r>
    </w:p>
    <w:p w:rsidR="00E779E5" w:rsidRPr="002B460C" w:rsidRDefault="00E779E5" w:rsidP="0072369D">
      <w:pPr>
        <w:pStyle w:val="QuestionInstruction"/>
      </w:pPr>
      <w:r w:rsidRPr="002B460C">
        <w:lastRenderedPageBreak/>
        <w:t xml:space="preserve">ASK ALL IN </w:t>
      </w:r>
      <w:r w:rsidR="00834747" w:rsidRPr="002B460C">
        <w:t xml:space="preserve">THE </w:t>
      </w:r>
      <w:r w:rsidRPr="002B460C">
        <w:t xml:space="preserve">U.S., BRITAIN, </w:t>
      </w:r>
      <w:r w:rsidR="00154437" w:rsidRPr="002B460C">
        <w:t xml:space="preserve">FRANCE, GERMANY, </w:t>
      </w:r>
      <w:r w:rsidRPr="002B460C">
        <w:t>SPAIN</w:t>
      </w:r>
      <w:r w:rsidR="00154437" w:rsidRPr="002B460C">
        <w:t>,</w:t>
      </w:r>
      <w:r w:rsidRPr="002B460C">
        <w:t xml:space="preserve"> RUSSIA, MUSLIM COUNTRIES, </w:t>
      </w:r>
      <w:r w:rsidR="00431508" w:rsidRPr="002B460C">
        <w:t xml:space="preserve">AND </w:t>
      </w:r>
      <w:r w:rsidR="00154437" w:rsidRPr="002B460C">
        <w:t>ISRAEL</w:t>
      </w:r>
      <w:r w:rsidRPr="002B460C">
        <w:t xml:space="preserve"> ONLY</w:t>
      </w:r>
    </w:p>
    <w:p w:rsidR="00E779E5" w:rsidRDefault="00E779E5" w:rsidP="00E779E5">
      <w:pPr>
        <w:pStyle w:val="Question"/>
        <w:spacing w:after="0"/>
        <w:rPr>
          <w:i/>
          <w:szCs w:val="22"/>
        </w:rPr>
      </w:pPr>
      <w:r w:rsidRPr="002B460C">
        <w:rPr>
          <w:rFonts w:ascii="Tahoma" w:hAnsi="Tahoma" w:cs="Tahoma"/>
          <w:b/>
          <w:sz w:val="16"/>
          <w:szCs w:val="16"/>
        </w:rPr>
        <w:t>Q44</w:t>
      </w:r>
      <w:r w:rsidRPr="002B460C">
        <w:rPr>
          <w:szCs w:val="22"/>
        </w:rPr>
        <w:tab/>
        <w:t xml:space="preserve">How concerned, if at all, are you about Islamic extremism in our country these days? Are you very concerned, somewhat concerned, not too concerned or not at all concerned about Islamic extremism in our country these days? </w:t>
      </w:r>
    </w:p>
    <w:p w:rsidR="000539C8" w:rsidRPr="002B460C" w:rsidRDefault="000539C8" w:rsidP="00E779E5">
      <w:pPr>
        <w:pStyle w:val="Question"/>
        <w:spacing w:after="0"/>
        <w:rPr>
          <w:i/>
          <w:szCs w:val="22"/>
        </w:rPr>
      </w:pPr>
    </w:p>
    <w:p w:rsidR="00E779E5" w:rsidRPr="002B460C" w:rsidRDefault="00E779E5" w:rsidP="0072369D">
      <w:pPr>
        <w:pStyle w:val="QuestionResponse"/>
      </w:pPr>
      <w:r w:rsidRPr="002B460C">
        <w:t>1</w:t>
      </w:r>
      <w:r w:rsidRPr="002B460C">
        <w:tab/>
        <w:t>Very concerned</w:t>
      </w:r>
    </w:p>
    <w:p w:rsidR="00E779E5" w:rsidRPr="002B460C" w:rsidRDefault="00E779E5" w:rsidP="0072369D">
      <w:pPr>
        <w:pStyle w:val="QuestionResponse"/>
      </w:pPr>
      <w:r w:rsidRPr="002B460C">
        <w:t>2</w:t>
      </w:r>
      <w:r w:rsidRPr="002B460C">
        <w:tab/>
        <w:t>Somewhat concerned</w:t>
      </w:r>
    </w:p>
    <w:p w:rsidR="00E779E5" w:rsidRPr="002B460C" w:rsidRDefault="00E779E5" w:rsidP="0072369D">
      <w:pPr>
        <w:pStyle w:val="QuestionResponse"/>
      </w:pPr>
      <w:r w:rsidRPr="002B460C">
        <w:t>3</w:t>
      </w:r>
      <w:r w:rsidRPr="002B460C">
        <w:tab/>
        <w:t>Not too concerned</w:t>
      </w:r>
    </w:p>
    <w:p w:rsidR="00E779E5" w:rsidRPr="002B460C" w:rsidRDefault="00E779E5" w:rsidP="0072369D">
      <w:pPr>
        <w:pStyle w:val="QuestionResponse"/>
      </w:pPr>
      <w:r w:rsidRPr="002B460C">
        <w:t>4</w:t>
      </w:r>
      <w:r w:rsidRPr="002B460C">
        <w:tab/>
        <w:t>Not at all concerned</w:t>
      </w:r>
    </w:p>
    <w:p w:rsidR="00E779E5" w:rsidRPr="002B460C" w:rsidRDefault="00E779E5" w:rsidP="0072369D">
      <w:pPr>
        <w:pStyle w:val="QuestionResponse"/>
      </w:pPr>
      <w:r w:rsidRPr="002B460C">
        <w:t>8</w:t>
      </w:r>
      <w:r w:rsidRPr="002B460C">
        <w:tab/>
        <w:t>Don’t know (DO NOT READ)</w:t>
      </w:r>
    </w:p>
    <w:p w:rsidR="00E779E5" w:rsidRPr="002B460C" w:rsidRDefault="00E779E5" w:rsidP="0072369D">
      <w:pPr>
        <w:pStyle w:val="QuestionResponseLast"/>
      </w:pPr>
      <w:r w:rsidRPr="002B460C">
        <w:t>9</w:t>
      </w:r>
      <w:r w:rsidRPr="002B460C">
        <w:tab/>
        <w:t xml:space="preserve">Refused (DO NOT READ) </w:t>
      </w:r>
    </w:p>
    <w:p w:rsidR="008C7467" w:rsidRPr="002B460C" w:rsidRDefault="008C7467" w:rsidP="008C7467">
      <w:pPr>
        <w:pStyle w:val="QuestionInstruction"/>
      </w:pPr>
      <w:r w:rsidRPr="002B460C">
        <w:t>ASK ALL IN INDIA ONLY</w:t>
      </w:r>
    </w:p>
    <w:p w:rsidR="008C7467" w:rsidRPr="002B460C" w:rsidRDefault="008C7467" w:rsidP="008C7467">
      <w:pPr>
        <w:pStyle w:val="Question"/>
        <w:spacing w:after="0"/>
        <w:rPr>
          <w:szCs w:val="22"/>
        </w:rPr>
      </w:pPr>
      <w:r w:rsidRPr="002B460C">
        <w:rPr>
          <w:rFonts w:ascii="Tahoma" w:hAnsi="Tahoma" w:cs="Tahoma"/>
          <w:b/>
          <w:sz w:val="16"/>
          <w:szCs w:val="16"/>
        </w:rPr>
        <w:t>Q44</w:t>
      </w:r>
      <w:r w:rsidRPr="002B460C">
        <w:rPr>
          <w:szCs w:val="22"/>
        </w:rPr>
        <w:tab/>
        <w:t xml:space="preserve">How concerned, if at all, are you about (INSERT) extremism in our country these days? Are you very concerned, somewhat concerned, not too concerned or not at all concerned about (INSERT) extremism in our country these days? </w:t>
      </w:r>
    </w:p>
    <w:p w:rsidR="008C7467" w:rsidRPr="002B460C" w:rsidRDefault="008C7467" w:rsidP="008C7467">
      <w:pPr>
        <w:pStyle w:val="Question"/>
        <w:spacing w:after="0"/>
        <w:rPr>
          <w:i/>
          <w:szCs w:val="22"/>
        </w:rPr>
      </w:pPr>
    </w:p>
    <w:p w:rsidR="008C7467" w:rsidRPr="002B460C" w:rsidRDefault="008C7467" w:rsidP="008C7467">
      <w:pPr>
        <w:pStyle w:val="QuestionList"/>
      </w:pPr>
      <w:r w:rsidRPr="002B460C">
        <w:rPr>
          <w:rFonts w:ascii="Tahoma" w:hAnsi="Tahoma" w:cs="Tahoma"/>
          <w:b/>
          <w:sz w:val="16"/>
          <w:szCs w:val="16"/>
        </w:rPr>
        <w:t>a.</w:t>
      </w:r>
      <w:r w:rsidRPr="002B460C">
        <w:tab/>
        <w:t xml:space="preserve">Islamic </w:t>
      </w:r>
    </w:p>
    <w:p w:rsidR="008C7467" w:rsidRPr="002B460C" w:rsidRDefault="008C7467" w:rsidP="008C7467">
      <w:pPr>
        <w:pStyle w:val="QuestionList"/>
        <w:rPr>
          <w:szCs w:val="16"/>
        </w:rPr>
      </w:pPr>
      <w:r w:rsidRPr="002B460C">
        <w:rPr>
          <w:rFonts w:ascii="Tahoma" w:hAnsi="Tahoma" w:cs="Tahoma"/>
          <w:b/>
          <w:sz w:val="16"/>
          <w:szCs w:val="16"/>
        </w:rPr>
        <w:t>b.</w:t>
      </w:r>
      <w:r w:rsidRPr="002B460C">
        <w:tab/>
        <w:t xml:space="preserve">Hindu </w:t>
      </w:r>
    </w:p>
    <w:p w:rsidR="008C7467" w:rsidRPr="002B460C" w:rsidRDefault="008C7467" w:rsidP="008C7467">
      <w:pPr>
        <w:pStyle w:val="Question"/>
        <w:spacing w:after="0"/>
        <w:rPr>
          <w:i/>
          <w:szCs w:val="22"/>
        </w:rPr>
      </w:pPr>
    </w:p>
    <w:p w:rsidR="008C7467" w:rsidRPr="002B460C" w:rsidRDefault="008C7467" w:rsidP="008C7467">
      <w:pPr>
        <w:pStyle w:val="QuestionResponse"/>
      </w:pPr>
      <w:r w:rsidRPr="002B460C">
        <w:t>1</w:t>
      </w:r>
      <w:r w:rsidRPr="002B460C">
        <w:tab/>
        <w:t>Very concerned</w:t>
      </w:r>
    </w:p>
    <w:p w:rsidR="008C7467" w:rsidRPr="002B460C" w:rsidRDefault="008C7467" w:rsidP="008C7467">
      <w:pPr>
        <w:pStyle w:val="QuestionResponse"/>
      </w:pPr>
      <w:r w:rsidRPr="002B460C">
        <w:t>2</w:t>
      </w:r>
      <w:r w:rsidRPr="002B460C">
        <w:tab/>
        <w:t>Somewhat concerned</w:t>
      </w:r>
    </w:p>
    <w:p w:rsidR="008C7467" w:rsidRPr="002B460C" w:rsidRDefault="008C7467" w:rsidP="008C7467">
      <w:pPr>
        <w:pStyle w:val="QuestionResponse"/>
      </w:pPr>
      <w:r w:rsidRPr="002B460C">
        <w:t>3</w:t>
      </w:r>
      <w:r w:rsidRPr="002B460C">
        <w:tab/>
        <w:t>Not too concerned</w:t>
      </w:r>
    </w:p>
    <w:p w:rsidR="008C7467" w:rsidRPr="002B460C" w:rsidRDefault="008C7467" w:rsidP="008C7467">
      <w:pPr>
        <w:pStyle w:val="QuestionResponse"/>
      </w:pPr>
      <w:r w:rsidRPr="002B460C">
        <w:t>4</w:t>
      </w:r>
      <w:r w:rsidRPr="002B460C">
        <w:tab/>
        <w:t>Not at all concerned</w:t>
      </w:r>
    </w:p>
    <w:p w:rsidR="008C7467" w:rsidRPr="002B460C" w:rsidRDefault="008C7467" w:rsidP="008C7467">
      <w:pPr>
        <w:pStyle w:val="QuestionResponse"/>
      </w:pPr>
      <w:r w:rsidRPr="002B460C">
        <w:t>8</w:t>
      </w:r>
      <w:r w:rsidRPr="002B460C">
        <w:tab/>
        <w:t>Don’t know (DO NOT READ)</w:t>
      </w:r>
    </w:p>
    <w:p w:rsidR="008C7467" w:rsidRPr="002B460C" w:rsidRDefault="008C7467" w:rsidP="008C7467">
      <w:pPr>
        <w:pStyle w:val="QuestionResponseLast"/>
      </w:pPr>
      <w:r w:rsidRPr="002B460C">
        <w:t>9</w:t>
      </w:r>
      <w:r w:rsidRPr="002B460C">
        <w:tab/>
        <w:t xml:space="preserve">Refused (DO NOT READ) </w:t>
      </w:r>
    </w:p>
    <w:p w:rsidR="00E779E5" w:rsidRPr="002B460C" w:rsidRDefault="00E779E5" w:rsidP="00E779E5">
      <w:pPr>
        <w:pStyle w:val="QuestionInstruction"/>
        <w:rPr>
          <w:szCs w:val="22"/>
        </w:rPr>
      </w:pPr>
      <w:r w:rsidRPr="002B460C">
        <w:rPr>
          <w:szCs w:val="22"/>
        </w:rPr>
        <w:t>ASK IF CONCERNCED ABOUT ISLAMIC EXTREMISM (Q44=1,2)</w:t>
      </w:r>
      <w:r w:rsidR="00FC7F93" w:rsidRPr="002B460C">
        <w:rPr>
          <w:szCs w:val="22"/>
        </w:rPr>
        <w:t xml:space="preserve"> IN MUSLIM COUNTRIES ONLY</w:t>
      </w:r>
      <w:r w:rsidRPr="002B460C">
        <w:rPr>
          <w:szCs w:val="22"/>
        </w:rPr>
        <w:tab/>
      </w:r>
    </w:p>
    <w:p w:rsidR="00E779E5" w:rsidRPr="002B460C" w:rsidRDefault="00E779E5" w:rsidP="00E779E5">
      <w:pPr>
        <w:pStyle w:val="Question"/>
        <w:rPr>
          <w:szCs w:val="22"/>
        </w:rPr>
      </w:pPr>
      <w:r w:rsidRPr="002B460C">
        <w:rPr>
          <w:rFonts w:ascii="Tahoma" w:hAnsi="Tahoma" w:cs="Tahoma"/>
          <w:b/>
          <w:sz w:val="16"/>
          <w:szCs w:val="16"/>
        </w:rPr>
        <w:t>Q45</w:t>
      </w:r>
      <w:r w:rsidRPr="002B460C">
        <w:rPr>
          <w:szCs w:val="22"/>
        </w:rPr>
        <w:tab/>
        <w:t xml:space="preserve">Which of the following concerns you </w:t>
      </w:r>
      <w:r w:rsidRPr="002B460C">
        <w:rPr>
          <w:szCs w:val="22"/>
          <w:u w:val="single"/>
        </w:rPr>
        <w:t>most</w:t>
      </w:r>
      <w:r w:rsidRPr="002B460C">
        <w:rPr>
          <w:szCs w:val="22"/>
        </w:rPr>
        <w:t xml:space="preserve"> about Islamic extremism in our country today?  (</w:t>
      </w:r>
      <w:r w:rsidR="00FC7F93" w:rsidRPr="002B460C">
        <w:rPr>
          <w:szCs w:val="22"/>
        </w:rPr>
        <w:t>READ</w:t>
      </w:r>
      <w:r w:rsidRPr="002B460C">
        <w:rPr>
          <w:szCs w:val="22"/>
        </w:rPr>
        <w:t xml:space="preserve">)  </w:t>
      </w:r>
    </w:p>
    <w:p w:rsidR="00E779E5" w:rsidRPr="002B460C" w:rsidRDefault="00E779E5" w:rsidP="00E779E5">
      <w:pPr>
        <w:pStyle w:val="QuestionResponse"/>
        <w:rPr>
          <w:szCs w:val="22"/>
        </w:rPr>
      </w:pPr>
      <w:r w:rsidRPr="002B460C">
        <w:rPr>
          <w:szCs w:val="22"/>
        </w:rPr>
        <w:t>1</w:t>
      </w:r>
      <w:r w:rsidRPr="002B460C">
        <w:rPr>
          <w:szCs w:val="22"/>
        </w:rPr>
        <w:tab/>
        <w:t>It is violent</w:t>
      </w:r>
    </w:p>
    <w:p w:rsidR="00E779E5" w:rsidRPr="002B460C" w:rsidRDefault="00E779E5" w:rsidP="00E779E5">
      <w:pPr>
        <w:pStyle w:val="QuestionResponse"/>
        <w:rPr>
          <w:szCs w:val="22"/>
        </w:rPr>
      </w:pPr>
      <w:r w:rsidRPr="002B460C">
        <w:rPr>
          <w:szCs w:val="22"/>
        </w:rPr>
        <w:t>2</w:t>
      </w:r>
      <w:r w:rsidRPr="002B460C">
        <w:rPr>
          <w:szCs w:val="22"/>
        </w:rPr>
        <w:tab/>
        <w:t>It will lead to people having fewer personal freedoms and choices</w:t>
      </w:r>
    </w:p>
    <w:p w:rsidR="00E779E5" w:rsidRPr="002B460C" w:rsidRDefault="00E779E5" w:rsidP="00E779E5">
      <w:pPr>
        <w:pStyle w:val="QuestionResponse"/>
        <w:rPr>
          <w:szCs w:val="22"/>
        </w:rPr>
      </w:pPr>
      <w:r w:rsidRPr="002B460C">
        <w:rPr>
          <w:szCs w:val="22"/>
        </w:rPr>
        <w:t>3</w:t>
      </w:r>
      <w:r w:rsidRPr="002B460C">
        <w:rPr>
          <w:szCs w:val="22"/>
        </w:rPr>
        <w:tab/>
        <w:t>It will divide the country</w:t>
      </w:r>
    </w:p>
    <w:p w:rsidR="00E779E5" w:rsidRPr="002B460C" w:rsidRDefault="00E779E5" w:rsidP="00E779E5">
      <w:pPr>
        <w:pStyle w:val="QuestionResponse"/>
        <w:rPr>
          <w:szCs w:val="22"/>
        </w:rPr>
      </w:pPr>
      <w:r w:rsidRPr="002B460C">
        <w:rPr>
          <w:szCs w:val="22"/>
        </w:rPr>
        <w:t>4</w:t>
      </w:r>
      <w:r w:rsidRPr="002B460C">
        <w:rPr>
          <w:szCs w:val="22"/>
        </w:rPr>
        <w:tab/>
        <w:t>It will hurt the country’s economy</w:t>
      </w:r>
    </w:p>
    <w:p w:rsidR="00E779E5" w:rsidRPr="002B460C" w:rsidRDefault="00E779E5" w:rsidP="00E779E5">
      <w:pPr>
        <w:pStyle w:val="QuestionResponse"/>
        <w:rPr>
          <w:szCs w:val="22"/>
        </w:rPr>
      </w:pPr>
      <w:r w:rsidRPr="002B460C">
        <w:rPr>
          <w:szCs w:val="22"/>
        </w:rPr>
        <w:t>5</w:t>
      </w:r>
      <w:r w:rsidRPr="002B460C">
        <w:rPr>
          <w:szCs w:val="22"/>
        </w:rPr>
        <w:tab/>
        <w:t>None of these (DO NOT READ)</w:t>
      </w:r>
    </w:p>
    <w:p w:rsidR="00E779E5" w:rsidRPr="002B460C" w:rsidRDefault="00E779E5" w:rsidP="00E779E5">
      <w:pPr>
        <w:pStyle w:val="QuestionResponse"/>
        <w:rPr>
          <w:szCs w:val="22"/>
        </w:rPr>
      </w:pPr>
      <w:r w:rsidRPr="002B460C">
        <w:rPr>
          <w:szCs w:val="22"/>
        </w:rPr>
        <w:t>8</w:t>
      </w:r>
      <w:r w:rsidRPr="002B460C">
        <w:rPr>
          <w:szCs w:val="22"/>
        </w:rPr>
        <w:tab/>
        <w:t>Don’t know (DO NOT READ)</w:t>
      </w:r>
    </w:p>
    <w:p w:rsidR="00E779E5" w:rsidRPr="002B460C" w:rsidRDefault="00E779E5" w:rsidP="0072369D">
      <w:pPr>
        <w:pStyle w:val="QuestionResponseLast"/>
      </w:pPr>
      <w:r w:rsidRPr="002B460C">
        <w:t>9</w:t>
      </w:r>
      <w:r w:rsidRPr="002B460C">
        <w:tab/>
        <w:t>Refused (DO NOT READ)</w:t>
      </w:r>
    </w:p>
    <w:p w:rsidR="00E779E5" w:rsidRPr="002B460C" w:rsidRDefault="00E779E5" w:rsidP="00E779E5">
      <w:pPr>
        <w:pStyle w:val="QuestionInstruction"/>
        <w:ind w:left="0" w:firstLine="720"/>
        <w:rPr>
          <w:szCs w:val="22"/>
        </w:rPr>
      </w:pPr>
      <w:r w:rsidRPr="002B460C">
        <w:rPr>
          <w:szCs w:val="22"/>
        </w:rPr>
        <w:lastRenderedPageBreak/>
        <w:t>ASK IF ANSWER GIVEN IN Q45 (Q45=1-4)</w:t>
      </w:r>
      <w:r w:rsidRPr="002B460C">
        <w:rPr>
          <w:szCs w:val="22"/>
        </w:rPr>
        <w:tab/>
      </w:r>
    </w:p>
    <w:p w:rsidR="00E779E5" w:rsidRPr="002B460C" w:rsidRDefault="00E779E5" w:rsidP="00E779E5">
      <w:pPr>
        <w:pStyle w:val="Question"/>
        <w:rPr>
          <w:szCs w:val="22"/>
        </w:rPr>
      </w:pPr>
      <w:r w:rsidRPr="002B460C">
        <w:rPr>
          <w:rFonts w:ascii="Tahoma" w:hAnsi="Tahoma" w:cs="Tahoma"/>
          <w:b/>
          <w:sz w:val="16"/>
          <w:szCs w:val="16"/>
        </w:rPr>
        <w:t>Q46</w:t>
      </w:r>
      <w:r w:rsidRPr="002B460C">
        <w:tab/>
      </w:r>
      <w:r w:rsidRPr="002B460C">
        <w:rPr>
          <w:szCs w:val="22"/>
        </w:rPr>
        <w:t xml:space="preserve">Which of the following concerns you </w:t>
      </w:r>
      <w:r w:rsidRPr="002B460C">
        <w:rPr>
          <w:szCs w:val="22"/>
          <w:u w:val="single"/>
        </w:rPr>
        <w:t>second most</w:t>
      </w:r>
      <w:r w:rsidRPr="002B460C">
        <w:rPr>
          <w:szCs w:val="22"/>
        </w:rPr>
        <w:t xml:space="preserve"> about Islamic extremism in our country today?  (</w:t>
      </w:r>
      <w:r w:rsidR="00FC7F93" w:rsidRPr="002B460C">
        <w:rPr>
          <w:szCs w:val="22"/>
        </w:rPr>
        <w:t>READ</w:t>
      </w:r>
      <w:r w:rsidRPr="002B460C">
        <w:rPr>
          <w:szCs w:val="22"/>
        </w:rPr>
        <w:t xml:space="preserve">) </w:t>
      </w:r>
      <w:r w:rsidR="00FC7F93" w:rsidRPr="002B460C">
        <w:rPr>
          <w:szCs w:val="22"/>
        </w:rPr>
        <w:t>(DO NOT MARK THE SAME RESPONSE AS</w:t>
      </w:r>
      <w:r w:rsidR="00786955" w:rsidRPr="002B460C">
        <w:rPr>
          <w:szCs w:val="22"/>
        </w:rPr>
        <w:t xml:space="preserve"> Q45)</w:t>
      </w:r>
      <w:r w:rsidR="00FC7F93" w:rsidRPr="002B460C">
        <w:rPr>
          <w:szCs w:val="22"/>
        </w:rPr>
        <w:t xml:space="preserve"> </w:t>
      </w:r>
    </w:p>
    <w:p w:rsidR="00E779E5" w:rsidRPr="002B460C" w:rsidRDefault="00E779E5" w:rsidP="00E779E5">
      <w:pPr>
        <w:pStyle w:val="QuestionResponse"/>
        <w:rPr>
          <w:szCs w:val="22"/>
        </w:rPr>
      </w:pPr>
      <w:r w:rsidRPr="002B460C">
        <w:rPr>
          <w:szCs w:val="22"/>
        </w:rPr>
        <w:t>1</w:t>
      </w:r>
      <w:r w:rsidRPr="002B460C">
        <w:rPr>
          <w:szCs w:val="22"/>
        </w:rPr>
        <w:tab/>
        <w:t>It is violent</w:t>
      </w:r>
    </w:p>
    <w:p w:rsidR="00E779E5" w:rsidRPr="002B460C" w:rsidRDefault="00E779E5" w:rsidP="00E779E5">
      <w:pPr>
        <w:pStyle w:val="QuestionResponse"/>
        <w:rPr>
          <w:szCs w:val="22"/>
        </w:rPr>
      </w:pPr>
      <w:r w:rsidRPr="002B460C">
        <w:rPr>
          <w:szCs w:val="22"/>
        </w:rPr>
        <w:t>2</w:t>
      </w:r>
      <w:r w:rsidRPr="002B460C">
        <w:rPr>
          <w:szCs w:val="22"/>
        </w:rPr>
        <w:tab/>
        <w:t>It will lead to people having fewer personal freedoms and choices</w:t>
      </w:r>
    </w:p>
    <w:p w:rsidR="00E779E5" w:rsidRPr="002B460C" w:rsidRDefault="00E779E5" w:rsidP="00E779E5">
      <w:pPr>
        <w:pStyle w:val="QuestionResponse"/>
        <w:rPr>
          <w:szCs w:val="22"/>
        </w:rPr>
      </w:pPr>
      <w:r w:rsidRPr="002B460C">
        <w:rPr>
          <w:szCs w:val="22"/>
        </w:rPr>
        <w:t>3</w:t>
      </w:r>
      <w:r w:rsidRPr="002B460C">
        <w:rPr>
          <w:szCs w:val="22"/>
        </w:rPr>
        <w:tab/>
        <w:t>It will divide the country</w:t>
      </w:r>
    </w:p>
    <w:p w:rsidR="00E779E5" w:rsidRPr="002B460C" w:rsidRDefault="00E779E5" w:rsidP="00E779E5">
      <w:pPr>
        <w:pStyle w:val="QuestionResponse"/>
        <w:rPr>
          <w:szCs w:val="22"/>
        </w:rPr>
      </w:pPr>
      <w:r w:rsidRPr="002B460C">
        <w:rPr>
          <w:szCs w:val="22"/>
        </w:rPr>
        <w:t>4</w:t>
      </w:r>
      <w:r w:rsidRPr="002B460C">
        <w:rPr>
          <w:szCs w:val="22"/>
        </w:rPr>
        <w:tab/>
        <w:t>It will hurt the country’s economy</w:t>
      </w:r>
    </w:p>
    <w:p w:rsidR="00E779E5" w:rsidRPr="002B460C" w:rsidRDefault="00E779E5" w:rsidP="00E779E5">
      <w:pPr>
        <w:pStyle w:val="QuestionResponse"/>
        <w:rPr>
          <w:szCs w:val="22"/>
        </w:rPr>
      </w:pPr>
      <w:r w:rsidRPr="002B460C">
        <w:rPr>
          <w:szCs w:val="22"/>
        </w:rPr>
        <w:t>5</w:t>
      </w:r>
      <w:r w:rsidRPr="002B460C">
        <w:rPr>
          <w:szCs w:val="22"/>
        </w:rPr>
        <w:tab/>
        <w:t>None of these (DO NOT READ)</w:t>
      </w:r>
    </w:p>
    <w:p w:rsidR="00E779E5" w:rsidRPr="002B460C" w:rsidRDefault="00E779E5" w:rsidP="00E779E5">
      <w:pPr>
        <w:pStyle w:val="QuestionResponse"/>
        <w:rPr>
          <w:szCs w:val="22"/>
        </w:rPr>
      </w:pPr>
      <w:r w:rsidRPr="002B460C">
        <w:rPr>
          <w:szCs w:val="22"/>
        </w:rPr>
        <w:t>8</w:t>
      </w:r>
      <w:r w:rsidRPr="002B460C">
        <w:rPr>
          <w:szCs w:val="22"/>
        </w:rPr>
        <w:tab/>
        <w:t>Don’t know (DO NOT READ)</w:t>
      </w:r>
    </w:p>
    <w:p w:rsidR="00E779E5" w:rsidRPr="002B460C" w:rsidRDefault="00E779E5" w:rsidP="0072369D">
      <w:pPr>
        <w:pStyle w:val="QuestionResponseLast"/>
      </w:pPr>
      <w:r w:rsidRPr="002B460C">
        <w:t>9</w:t>
      </w:r>
      <w:r w:rsidRPr="002B460C">
        <w:tab/>
        <w:t>Refused (DO NOT READ)</w:t>
      </w:r>
    </w:p>
    <w:p w:rsidR="00E779E5" w:rsidRPr="002B460C" w:rsidRDefault="00495BB2" w:rsidP="0072369D">
      <w:pPr>
        <w:pStyle w:val="QuestionInstruction"/>
      </w:pPr>
      <w:r w:rsidRPr="002B460C">
        <w:t xml:space="preserve">ASK IF NOT MUSLIM IN </w:t>
      </w:r>
      <w:r w:rsidR="00834747" w:rsidRPr="002B460C">
        <w:t xml:space="preserve">THE </w:t>
      </w:r>
      <w:r w:rsidR="00E779E5" w:rsidRPr="002B460C">
        <w:t xml:space="preserve">U.S., BRITAIN, FRANCE, GERMANY, </w:t>
      </w:r>
      <w:r w:rsidR="00CF15AE">
        <w:t xml:space="preserve">LEBANON, </w:t>
      </w:r>
      <w:r w:rsidR="00E779E5" w:rsidRPr="002B460C">
        <w:t xml:space="preserve">SPAIN, </w:t>
      </w:r>
      <w:r w:rsidRPr="002B460C">
        <w:t xml:space="preserve">AND </w:t>
      </w:r>
      <w:r w:rsidR="00E779E5" w:rsidRPr="002B460C">
        <w:t>RUSSIA</w:t>
      </w:r>
      <w:r w:rsidRPr="002B460C">
        <w:t xml:space="preserve"> ONLY</w:t>
      </w:r>
      <w:r w:rsidR="00E779E5" w:rsidRPr="002B460C">
        <w:t xml:space="preserve">  </w:t>
      </w:r>
    </w:p>
    <w:p w:rsidR="00E779E5" w:rsidRPr="002B460C" w:rsidRDefault="00E779E5" w:rsidP="0072369D">
      <w:pPr>
        <w:pStyle w:val="Question"/>
      </w:pPr>
      <w:r w:rsidRPr="002B460C">
        <w:rPr>
          <w:rFonts w:ascii="Tahoma" w:hAnsi="Tahoma" w:cs="Tahoma"/>
          <w:b/>
          <w:sz w:val="16"/>
          <w:szCs w:val="16"/>
        </w:rPr>
        <w:t>Q47</w:t>
      </w:r>
      <w:r w:rsidR="00CF15AE">
        <w:rPr>
          <w:rFonts w:ascii="Tahoma" w:hAnsi="Tahoma" w:cs="Tahoma"/>
          <w:b/>
          <w:sz w:val="16"/>
          <w:szCs w:val="16"/>
        </w:rPr>
        <w:t>MUSLIM</w:t>
      </w:r>
      <w:r w:rsidRPr="002B460C">
        <w:tab/>
        <w:t xml:space="preserve">Which of these characteristics do you associate with Muslims?  The first is </w:t>
      </w:r>
      <w:r w:rsidR="00CF15AE">
        <w:tab/>
      </w:r>
      <w:r w:rsidRPr="002B460C">
        <w:t xml:space="preserve">(INSERT).  Do you associate this with </w:t>
      </w:r>
      <w:r w:rsidR="0060610B" w:rsidRPr="002B460C">
        <w:t>Muslims</w:t>
      </w:r>
      <w:r w:rsidR="00CF15AE">
        <w:t xml:space="preserve"> </w:t>
      </w:r>
      <w:r w:rsidRPr="002B460C">
        <w:t xml:space="preserve">or not? </w:t>
      </w:r>
    </w:p>
    <w:p w:rsidR="00D13F9B" w:rsidRPr="002B460C" w:rsidRDefault="00D13F9B" w:rsidP="00CC4D20">
      <w:pPr>
        <w:pStyle w:val="QuestionList"/>
        <w:rPr>
          <w:rFonts w:ascii="Tahoma" w:hAnsi="Tahoma" w:cs="Tahoma"/>
          <w:b/>
          <w:sz w:val="16"/>
          <w:szCs w:val="16"/>
        </w:rPr>
      </w:pPr>
      <w:r w:rsidRPr="002B460C">
        <w:rPr>
          <w:rFonts w:ascii="Tahoma" w:hAnsi="Tahoma" w:cs="Tahoma"/>
          <w:b/>
          <w:sz w:val="16"/>
          <w:szCs w:val="16"/>
        </w:rPr>
        <w:t>ROTATE IN TELEPHONE SURVEYS</w:t>
      </w:r>
    </w:p>
    <w:p w:rsidR="00E779E5" w:rsidRPr="002B460C" w:rsidRDefault="00CC4D20" w:rsidP="00CC4D20">
      <w:pPr>
        <w:pStyle w:val="QuestionList"/>
      </w:pPr>
      <w:r w:rsidRPr="002B460C">
        <w:rPr>
          <w:rFonts w:ascii="Tahoma" w:hAnsi="Tahoma" w:cs="Tahoma"/>
          <w:b/>
          <w:sz w:val="16"/>
          <w:szCs w:val="16"/>
        </w:rPr>
        <w:t>a.</w:t>
      </w:r>
      <w:r w:rsidRPr="002B460C">
        <w:tab/>
      </w:r>
      <w:r w:rsidR="00E779E5" w:rsidRPr="002B460C">
        <w:t>Generous</w:t>
      </w:r>
    </w:p>
    <w:p w:rsidR="00E779E5" w:rsidRPr="002B460C" w:rsidRDefault="00CC4D20" w:rsidP="00CC4D20">
      <w:pPr>
        <w:pStyle w:val="QuestionList"/>
      </w:pPr>
      <w:r w:rsidRPr="002B460C">
        <w:rPr>
          <w:rFonts w:ascii="Tahoma" w:hAnsi="Tahoma" w:cs="Tahoma"/>
          <w:b/>
          <w:sz w:val="16"/>
          <w:szCs w:val="16"/>
        </w:rPr>
        <w:t>b.</w:t>
      </w:r>
      <w:r w:rsidRPr="002B460C">
        <w:tab/>
      </w:r>
      <w:r w:rsidR="00E779E5" w:rsidRPr="002B460C">
        <w:t>Violent</w:t>
      </w:r>
    </w:p>
    <w:p w:rsidR="00E779E5" w:rsidRPr="002B460C" w:rsidRDefault="00CC4D20" w:rsidP="00CC4D20">
      <w:pPr>
        <w:pStyle w:val="QuestionList"/>
      </w:pPr>
      <w:r w:rsidRPr="002B460C">
        <w:rPr>
          <w:rFonts w:ascii="Tahoma" w:hAnsi="Tahoma" w:cs="Tahoma"/>
          <w:b/>
          <w:sz w:val="16"/>
          <w:szCs w:val="16"/>
        </w:rPr>
        <w:t>c.</w:t>
      </w:r>
      <w:r w:rsidRPr="002B460C">
        <w:tab/>
      </w:r>
      <w:r w:rsidR="00E779E5" w:rsidRPr="002B460C">
        <w:t>Greedy</w:t>
      </w:r>
    </w:p>
    <w:p w:rsidR="00E779E5" w:rsidRPr="002B460C" w:rsidRDefault="00CC4D20" w:rsidP="00CC4D20">
      <w:pPr>
        <w:pStyle w:val="QuestionList"/>
      </w:pPr>
      <w:r w:rsidRPr="002B460C">
        <w:rPr>
          <w:rFonts w:ascii="Tahoma" w:hAnsi="Tahoma" w:cs="Tahoma"/>
          <w:b/>
          <w:sz w:val="16"/>
          <w:szCs w:val="16"/>
        </w:rPr>
        <w:t>d.</w:t>
      </w:r>
      <w:r w:rsidRPr="002B460C">
        <w:tab/>
      </w:r>
      <w:r w:rsidR="00E779E5" w:rsidRPr="002B460C">
        <w:t>Fanatical</w:t>
      </w:r>
    </w:p>
    <w:p w:rsidR="00E779E5" w:rsidRPr="002B460C" w:rsidRDefault="00CC4D20" w:rsidP="00CC4D20">
      <w:pPr>
        <w:pStyle w:val="QuestionList"/>
      </w:pPr>
      <w:r w:rsidRPr="002B460C">
        <w:rPr>
          <w:rFonts w:ascii="Tahoma" w:hAnsi="Tahoma" w:cs="Tahoma"/>
          <w:b/>
          <w:sz w:val="16"/>
          <w:szCs w:val="16"/>
        </w:rPr>
        <w:t>e.</w:t>
      </w:r>
      <w:r w:rsidRPr="002B460C">
        <w:tab/>
      </w:r>
      <w:r w:rsidR="00E779E5" w:rsidRPr="002B460C">
        <w:t>Honest</w:t>
      </w:r>
    </w:p>
    <w:p w:rsidR="00E779E5" w:rsidRPr="002B460C" w:rsidRDefault="00CC4D20" w:rsidP="00CC4D20">
      <w:pPr>
        <w:pStyle w:val="QuestionList"/>
      </w:pPr>
      <w:r w:rsidRPr="002B460C">
        <w:rPr>
          <w:rFonts w:ascii="Tahoma" w:hAnsi="Tahoma" w:cs="Tahoma"/>
          <w:b/>
          <w:sz w:val="16"/>
          <w:szCs w:val="16"/>
        </w:rPr>
        <w:t>f.</w:t>
      </w:r>
      <w:r w:rsidRPr="002B460C">
        <w:tab/>
      </w:r>
      <w:r w:rsidR="00E779E5" w:rsidRPr="002B460C">
        <w:t>Selfish</w:t>
      </w:r>
    </w:p>
    <w:p w:rsidR="00E779E5" w:rsidRPr="002B460C" w:rsidRDefault="00CC4D20" w:rsidP="00CC4D20">
      <w:pPr>
        <w:pStyle w:val="QuestionList"/>
      </w:pPr>
      <w:r w:rsidRPr="002B460C">
        <w:rPr>
          <w:rFonts w:ascii="Tahoma" w:hAnsi="Tahoma" w:cs="Tahoma"/>
          <w:b/>
          <w:sz w:val="16"/>
          <w:szCs w:val="16"/>
        </w:rPr>
        <w:t>g.</w:t>
      </w:r>
      <w:r w:rsidRPr="002B460C">
        <w:tab/>
      </w:r>
      <w:r w:rsidR="00E779E5" w:rsidRPr="002B460C">
        <w:t>Immoral</w:t>
      </w:r>
    </w:p>
    <w:p w:rsidR="00E779E5" w:rsidRPr="002B460C" w:rsidRDefault="00CC4D20" w:rsidP="00CC4D20">
      <w:pPr>
        <w:pStyle w:val="QuestionList"/>
      </w:pPr>
      <w:r w:rsidRPr="002B460C">
        <w:rPr>
          <w:rFonts w:ascii="Tahoma" w:hAnsi="Tahoma" w:cs="Tahoma"/>
          <w:b/>
          <w:sz w:val="16"/>
          <w:szCs w:val="16"/>
        </w:rPr>
        <w:t>h.</w:t>
      </w:r>
      <w:r w:rsidRPr="002B460C">
        <w:tab/>
      </w:r>
      <w:r w:rsidR="00E779E5" w:rsidRPr="002B460C">
        <w:t>Arrogant</w:t>
      </w:r>
    </w:p>
    <w:p w:rsidR="00E779E5" w:rsidRPr="002B460C" w:rsidRDefault="00CC4D20" w:rsidP="00CC4D20">
      <w:pPr>
        <w:pStyle w:val="QuestionList"/>
      </w:pPr>
      <w:r w:rsidRPr="002B460C">
        <w:rPr>
          <w:rFonts w:ascii="Tahoma" w:hAnsi="Tahoma" w:cs="Tahoma"/>
          <w:b/>
          <w:sz w:val="16"/>
          <w:szCs w:val="16"/>
        </w:rPr>
        <w:t>i.</w:t>
      </w:r>
      <w:r w:rsidRPr="002B460C">
        <w:tab/>
      </w:r>
      <w:r w:rsidR="00E779E5" w:rsidRPr="002B460C">
        <w:t>Tolerant</w:t>
      </w:r>
    </w:p>
    <w:p w:rsidR="00E779E5" w:rsidRPr="002B460C" w:rsidRDefault="00CC4D20" w:rsidP="00F23E79">
      <w:pPr>
        <w:pStyle w:val="QuestionListLast"/>
      </w:pPr>
      <w:r w:rsidRPr="002B460C">
        <w:rPr>
          <w:rFonts w:ascii="Tahoma" w:hAnsi="Tahoma" w:cs="Tahoma"/>
          <w:b/>
          <w:sz w:val="16"/>
          <w:szCs w:val="16"/>
        </w:rPr>
        <w:t>j.</w:t>
      </w:r>
      <w:r w:rsidRPr="002B460C">
        <w:tab/>
      </w:r>
      <w:r w:rsidR="00E779E5" w:rsidRPr="002B460C">
        <w:t>Respectful of women</w:t>
      </w:r>
    </w:p>
    <w:p w:rsidR="00E779E5" w:rsidRPr="002B460C" w:rsidRDefault="00F23E79" w:rsidP="00F23E79">
      <w:pPr>
        <w:pStyle w:val="QuestionResponse"/>
      </w:pPr>
      <w:r w:rsidRPr="002B460C">
        <w:t>1</w:t>
      </w:r>
      <w:r w:rsidRPr="002B460C">
        <w:tab/>
      </w:r>
      <w:r w:rsidR="00E779E5" w:rsidRPr="002B460C">
        <w:t>Yes, associate</w:t>
      </w:r>
    </w:p>
    <w:p w:rsidR="00E779E5" w:rsidRPr="002B460C" w:rsidRDefault="00F23E79" w:rsidP="00F23E79">
      <w:pPr>
        <w:pStyle w:val="QuestionResponse"/>
      </w:pPr>
      <w:r w:rsidRPr="002B460C">
        <w:t>2</w:t>
      </w:r>
      <w:r w:rsidRPr="002B460C">
        <w:tab/>
      </w:r>
      <w:r w:rsidR="00E779E5" w:rsidRPr="002B460C">
        <w:t>No, do not associate</w:t>
      </w:r>
    </w:p>
    <w:p w:rsidR="00E779E5" w:rsidRPr="002B460C" w:rsidRDefault="00E779E5" w:rsidP="00F23E79">
      <w:pPr>
        <w:pStyle w:val="QuestionResponse"/>
      </w:pPr>
      <w:r w:rsidRPr="002B460C">
        <w:t>8</w:t>
      </w:r>
      <w:r w:rsidRPr="002B460C">
        <w:tab/>
        <w:t xml:space="preserve">Don’t </w:t>
      </w:r>
      <w:r w:rsidR="001B1D86" w:rsidRPr="002B460C">
        <w:t>k</w:t>
      </w:r>
      <w:r w:rsidRPr="002B460C">
        <w:t>now</w:t>
      </w:r>
      <w:r w:rsidR="00B90820" w:rsidRPr="002B460C">
        <w:t xml:space="preserve"> (DO NOT READ)</w:t>
      </w:r>
    </w:p>
    <w:p w:rsidR="00E779E5" w:rsidRDefault="00E779E5" w:rsidP="00F23E79">
      <w:pPr>
        <w:pStyle w:val="QuestionResponseLast"/>
      </w:pPr>
      <w:r w:rsidRPr="002B460C">
        <w:t>9</w:t>
      </w:r>
      <w:r w:rsidRPr="002B460C">
        <w:tab/>
        <w:t>Refused</w:t>
      </w:r>
      <w:r w:rsidR="00B90820" w:rsidRPr="002B460C">
        <w:t xml:space="preserve"> (DO NOT READ)</w:t>
      </w:r>
    </w:p>
    <w:p w:rsidR="00CF15AE" w:rsidRPr="002B460C" w:rsidRDefault="00CF15AE" w:rsidP="00CF15AE">
      <w:pPr>
        <w:pStyle w:val="QuestionInstruction"/>
      </w:pPr>
      <w:r w:rsidRPr="002B460C">
        <w:lastRenderedPageBreak/>
        <w:t xml:space="preserve">ASK IF MUSLIM IN EGYPT, INDONESIA, JORDAN, </w:t>
      </w:r>
      <w:r>
        <w:t xml:space="preserve">LEBANON, </w:t>
      </w:r>
      <w:r w:rsidRPr="002B460C">
        <w:t xml:space="preserve">PAKISTAN, PALESTINIAN TERRITORIES, AND TURKEY ONLY </w:t>
      </w:r>
    </w:p>
    <w:p w:rsidR="00CF15AE" w:rsidRPr="002B460C" w:rsidRDefault="00CF15AE" w:rsidP="00CF15AE">
      <w:pPr>
        <w:pStyle w:val="Question"/>
      </w:pPr>
      <w:r w:rsidRPr="002B460C">
        <w:rPr>
          <w:rFonts w:ascii="Tahoma" w:hAnsi="Tahoma" w:cs="Tahoma"/>
          <w:b/>
          <w:sz w:val="16"/>
          <w:szCs w:val="16"/>
        </w:rPr>
        <w:t>Q47</w:t>
      </w:r>
      <w:r>
        <w:rPr>
          <w:rFonts w:ascii="Tahoma" w:hAnsi="Tahoma" w:cs="Tahoma"/>
          <w:b/>
          <w:sz w:val="16"/>
          <w:szCs w:val="16"/>
        </w:rPr>
        <w:t>WESTERNER</w:t>
      </w:r>
      <w:r w:rsidRPr="002B460C">
        <w:tab/>
        <w:t xml:space="preserve">Which of these characteristics do you associate with people in Western countries </w:t>
      </w:r>
      <w:r>
        <w:tab/>
      </w:r>
      <w:r w:rsidRPr="002B460C">
        <w:t xml:space="preserve">such as the United States and Europe?  The first is (INSERT).  Do you associate this </w:t>
      </w:r>
      <w:r>
        <w:tab/>
      </w:r>
      <w:r w:rsidRPr="002B460C">
        <w:t xml:space="preserve">with </w:t>
      </w:r>
      <w:r w:rsidRPr="002B460C">
        <w:rPr>
          <w:b/>
        </w:rPr>
        <w:t>[</w:t>
      </w:r>
      <w:r w:rsidRPr="002B460C">
        <w:t xml:space="preserve">people in Western countries or not? </w:t>
      </w:r>
    </w:p>
    <w:p w:rsidR="00CF15AE" w:rsidRPr="002B460C" w:rsidRDefault="00CF15AE" w:rsidP="00CF15AE">
      <w:pPr>
        <w:pStyle w:val="QuestionList"/>
        <w:rPr>
          <w:rFonts w:ascii="Tahoma" w:hAnsi="Tahoma" w:cs="Tahoma"/>
          <w:b/>
          <w:sz w:val="16"/>
          <w:szCs w:val="16"/>
        </w:rPr>
      </w:pPr>
      <w:r w:rsidRPr="002B460C">
        <w:rPr>
          <w:rFonts w:ascii="Tahoma" w:hAnsi="Tahoma" w:cs="Tahoma"/>
          <w:b/>
          <w:sz w:val="16"/>
          <w:szCs w:val="16"/>
        </w:rPr>
        <w:t>ROTATE IN TELEPHONE SURVEYS</w:t>
      </w:r>
    </w:p>
    <w:p w:rsidR="00CF15AE" w:rsidRPr="002B460C" w:rsidRDefault="00CF15AE" w:rsidP="00CF15AE">
      <w:pPr>
        <w:pStyle w:val="QuestionList"/>
      </w:pPr>
      <w:r w:rsidRPr="002B460C">
        <w:rPr>
          <w:rFonts w:ascii="Tahoma" w:hAnsi="Tahoma" w:cs="Tahoma"/>
          <w:b/>
          <w:sz w:val="16"/>
          <w:szCs w:val="16"/>
        </w:rPr>
        <w:t>a.</w:t>
      </w:r>
      <w:r w:rsidRPr="002B460C">
        <w:tab/>
        <w:t>Generous</w:t>
      </w:r>
    </w:p>
    <w:p w:rsidR="00CF15AE" w:rsidRPr="002B460C" w:rsidRDefault="00CF15AE" w:rsidP="00CF15AE">
      <w:pPr>
        <w:pStyle w:val="QuestionList"/>
      </w:pPr>
      <w:r w:rsidRPr="002B460C">
        <w:rPr>
          <w:rFonts w:ascii="Tahoma" w:hAnsi="Tahoma" w:cs="Tahoma"/>
          <w:b/>
          <w:sz w:val="16"/>
          <w:szCs w:val="16"/>
        </w:rPr>
        <w:t>b.</w:t>
      </w:r>
      <w:r w:rsidRPr="002B460C">
        <w:tab/>
        <w:t>Violent</w:t>
      </w:r>
    </w:p>
    <w:p w:rsidR="00CF15AE" w:rsidRPr="002B460C" w:rsidRDefault="00CF15AE" w:rsidP="00CF15AE">
      <w:pPr>
        <w:pStyle w:val="QuestionList"/>
      </w:pPr>
      <w:r w:rsidRPr="002B460C">
        <w:rPr>
          <w:rFonts w:ascii="Tahoma" w:hAnsi="Tahoma" w:cs="Tahoma"/>
          <w:b/>
          <w:sz w:val="16"/>
          <w:szCs w:val="16"/>
        </w:rPr>
        <w:t>c.</w:t>
      </w:r>
      <w:r w:rsidRPr="002B460C">
        <w:tab/>
        <w:t>Greedy</w:t>
      </w:r>
    </w:p>
    <w:p w:rsidR="00CF15AE" w:rsidRPr="002B460C" w:rsidRDefault="00CF15AE" w:rsidP="00CF15AE">
      <w:pPr>
        <w:pStyle w:val="QuestionList"/>
      </w:pPr>
      <w:r w:rsidRPr="002B460C">
        <w:rPr>
          <w:rFonts w:ascii="Tahoma" w:hAnsi="Tahoma" w:cs="Tahoma"/>
          <w:b/>
          <w:sz w:val="16"/>
          <w:szCs w:val="16"/>
        </w:rPr>
        <w:t>d.</w:t>
      </w:r>
      <w:r w:rsidRPr="002B460C">
        <w:tab/>
        <w:t>Fanatical</w:t>
      </w:r>
    </w:p>
    <w:p w:rsidR="00CF15AE" w:rsidRPr="002B460C" w:rsidRDefault="00CF15AE" w:rsidP="00CF15AE">
      <w:pPr>
        <w:pStyle w:val="QuestionList"/>
      </w:pPr>
      <w:r w:rsidRPr="002B460C">
        <w:rPr>
          <w:rFonts w:ascii="Tahoma" w:hAnsi="Tahoma" w:cs="Tahoma"/>
          <w:b/>
          <w:sz w:val="16"/>
          <w:szCs w:val="16"/>
        </w:rPr>
        <w:t>e.</w:t>
      </w:r>
      <w:r w:rsidRPr="002B460C">
        <w:tab/>
        <w:t>Honest</w:t>
      </w:r>
    </w:p>
    <w:p w:rsidR="00CF15AE" w:rsidRPr="002B460C" w:rsidRDefault="00CF15AE" w:rsidP="00CF15AE">
      <w:pPr>
        <w:pStyle w:val="QuestionList"/>
      </w:pPr>
      <w:r w:rsidRPr="002B460C">
        <w:rPr>
          <w:rFonts w:ascii="Tahoma" w:hAnsi="Tahoma" w:cs="Tahoma"/>
          <w:b/>
          <w:sz w:val="16"/>
          <w:szCs w:val="16"/>
        </w:rPr>
        <w:t>f.</w:t>
      </w:r>
      <w:r w:rsidRPr="002B460C">
        <w:tab/>
        <w:t>Selfish</w:t>
      </w:r>
    </w:p>
    <w:p w:rsidR="00CF15AE" w:rsidRPr="002B460C" w:rsidRDefault="00CF15AE" w:rsidP="00CF15AE">
      <w:pPr>
        <w:pStyle w:val="QuestionList"/>
      </w:pPr>
      <w:r w:rsidRPr="002B460C">
        <w:rPr>
          <w:rFonts w:ascii="Tahoma" w:hAnsi="Tahoma" w:cs="Tahoma"/>
          <w:b/>
          <w:sz w:val="16"/>
          <w:szCs w:val="16"/>
        </w:rPr>
        <w:t>g.</w:t>
      </w:r>
      <w:r w:rsidRPr="002B460C">
        <w:tab/>
        <w:t>Immoral</w:t>
      </w:r>
    </w:p>
    <w:p w:rsidR="00CF15AE" w:rsidRPr="002B460C" w:rsidRDefault="00CF15AE" w:rsidP="00CF15AE">
      <w:pPr>
        <w:pStyle w:val="QuestionList"/>
      </w:pPr>
      <w:r w:rsidRPr="002B460C">
        <w:rPr>
          <w:rFonts w:ascii="Tahoma" w:hAnsi="Tahoma" w:cs="Tahoma"/>
          <w:b/>
          <w:sz w:val="16"/>
          <w:szCs w:val="16"/>
        </w:rPr>
        <w:t>h.</w:t>
      </w:r>
      <w:r w:rsidRPr="002B460C">
        <w:tab/>
        <w:t>Arrogant</w:t>
      </w:r>
    </w:p>
    <w:p w:rsidR="00CF15AE" w:rsidRPr="002B460C" w:rsidRDefault="00CF15AE" w:rsidP="00CF15AE">
      <w:pPr>
        <w:pStyle w:val="QuestionList"/>
      </w:pPr>
      <w:r w:rsidRPr="002B460C">
        <w:rPr>
          <w:rFonts w:ascii="Tahoma" w:hAnsi="Tahoma" w:cs="Tahoma"/>
          <w:b/>
          <w:sz w:val="16"/>
          <w:szCs w:val="16"/>
        </w:rPr>
        <w:t>i.</w:t>
      </w:r>
      <w:r w:rsidRPr="002B460C">
        <w:tab/>
        <w:t>Tolerant</w:t>
      </w:r>
    </w:p>
    <w:p w:rsidR="00CF15AE" w:rsidRPr="002B460C" w:rsidRDefault="00CF15AE" w:rsidP="00CF15AE">
      <w:pPr>
        <w:pStyle w:val="QuestionListLast"/>
      </w:pPr>
      <w:r w:rsidRPr="002B460C">
        <w:rPr>
          <w:rFonts w:ascii="Tahoma" w:hAnsi="Tahoma" w:cs="Tahoma"/>
          <w:b/>
          <w:sz w:val="16"/>
          <w:szCs w:val="16"/>
        </w:rPr>
        <w:t>j.</w:t>
      </w:r>
      <w:r w:rsidRPr="002B460C">
        <w:tab/>
        <w:t>Respectful of women</w:t>
      </w:r>
    </w:p>
    <w:p w:rsidR="00CF15AE" w:rsidRPr="002B460C" w:rsidRDefault="00CF15AE" w:rsidP="00CF15AE">
      <w:pPr>
        <w:pStyle w:val="QuestionResponse"/>
      </w:pPr>
      <w:r w:rsidRPr="002B460C">
        <w:t>1</w:t>
      </w:r>
      <w:r w:rsidRPr="002B460C">
        <w:tab/>
        <w:t>Yes, associate</w:t>
      </w:r>
    </w:p>
    <w:p w:rsidR="00CF15AE" w:rsidRPr="002B460C" w:rsidRDefault="00CF15AE" w:rsidP="00CF15AE">
      <w:pPr>
        <w:pStyle w:val="QuestionResponse"/>
      </w:pPr>
      <w:r w:rsidRPr="002B460C">
        <w:t>2</w:t>
      </w:r>
      <w:r w:rsidRPr="002B460C">
        <w:tab/>
        <w:t>No, do not associate</w:t>
      </w:r>
    </w:p>
    <w:p w:rsidR="00CF15AE" w:rsidRPr="002B460C" w:rsidRDefault="00CF15AE" w:rsidP="00CF15AE">
      <w:pPr>
        <w:pStyle w:val="QuestionResponse"/>
      </w:pPr>
      <w:r w:rsidRPr="002B460C">
        <w:t>8</w:t>
      </w:r>
      <w:r w:rsidRPr="002B460C">
        <w:tab/>
        <w:t>Don’t know (DO NOT READ)</w:t>
      </w:r>
    </w:p>
    <w:p w:rsidR="00CF15AE" w:rsidRPr="002B460C" w:rsidRDefault="00CF15AE" w:rsidP="00F23E79">
      <w:pPr>
        <w:pStyle w:val="QuestionResponseLast"/>
      </w:pPr>
      <w:r w:rsidRPr="002B460C">
        <w:t>9</w:t>
      </w:r>
      <w:r w:rsidRPr="002B460C">
        <w:tab/>
        <w:t>Refused (DO NOT READ)</w:t>
      </w:r>
    </w:p>
    <w:p w:rsidR="00791387" w:rsidRPr="002B460C" w:rsidRDefault="00791387" w:rsidP="00791387">
      <w:pPr>
        <w:pStyle w:val="QuestionInstruction"/>
      </w:pPr>
      <w:r w:rsidRPr="002B460C">
        <w:t xml:space="preserve">ASK ALL IN INDIA ONLY  </w:t>
      </w:r>
    </w:p>
    <w:p w:rsidR="00791387" w:rsidRPr="002B460C" w:rsidRDefault="00791387" w:rsidP="00791387">
      <w:pPr>
        <w:pStyle w:val="Question"/>
        <w:rPr>
          <w:i/>
        </w:rPr>
      </w:pPr>
      <w:r w:rsidRPr="002B460C">
        <w:rPr>
          <w:rFonts w:ascii="Tahoma" w:hAnsi="Tahoma" w:cs="Tahoma"/>
          <w:b/>
          <w:sz w:val="16"/>
          <w:szCs w:val="16"/>
        </w:rPr>
        <w:t>Q47a</w:t>
      </w:r>
      <w:r w:rsidRPr="002B460C">
        <w:rPr>
          <w:rFonts w:ascii="Calibri" w:hAnsi="Calibri"/>
        </w:rPr>
        <w:tab/>
      </w:r>
      <w:r w:rsidRPr="002B460C">
        <w:t xml:space="preserve">With due respect to all religions and beliefs, which of these characteristics do you associate with Muslims?  The first is (INSERT).  Do you associate this with Muslims or not? </w:t>
      </w:r>
    </w:p>
    <w:p w:rsidR="00791387" w:rsidRPr="002B460C" w:rsidRDefault="00791387" w:rsidP="00791387">
      <w:pPr>
        <w:keepNext/>
        <w:keepLines/>
        <w:spacing w:after="60"/>
        <w:ind w:left="1080" w:hanging="360"/>
      </w:pPr>
      <w:r w:rsidRPr="002B460C">
        <w:rPr>
          <w:rFonts w:ascii="Tahoma" w:hAnsi="Tahoma" w:cs="Tahoma"/>
          <w:b/>
          <w:sz w:val="16"/>
          <w:szCs w:val="16"/>
        </w:rPr>
        <w:t>a.</w:t>
      </w:r>
      <w:r w:rsidRPr="002B460C">
        <w:tab/>
        <w:t>Generous</w:t>
      </w:r>
    </w:p>
    <w:p w:rsidR="00791387" w:rsidRPr="002B460C" w:rsidRDefault="00791387" w:rsidP="00791387">
      <w:pPr>
        <w:keepNext/>
        <w:keepLines/>
        <w:spacing w:after="60"/>
        <w:ind w:left="1080" w:hanging="360"/>
      </w:pPr>
      <w:r w:rsidRPr="002B460C">
        <w:rPr>
          <w:rFonts w:ascii="Tahoma" w:hAnsi="Tahoma" w:cs="Tahoma"/>
          <w:b/>
          <w:sz w:val="16"/>
          <w:szCs w:val="16"/>
        </w:rPr>
        <w:t>b.</w:t>
      </w:r>
      <w:r w:rsidRPr="002B460C">
        <w:tab/>
        <w:t>Violent</w:t>
      </w:r>
    </w:p>
    <w:p w:rsidR="00791387" w:rsidRPr="002B460C" w:rsidRDefault="00791387" w:rsidP="00791387">
      <w:pPr>
        <w:keepNext/>
        <w:keepLines/>
        <w:spacing w:after="60"/>
        <w:ind w:left="1080" w:hanging="360"/>
      </w:pPr>
      <w:r w:rsidRPr="002B460C">
        <w:rPr>
          <w:rFonts w:ascii="Tahoma" w:hAnsi="Tahoma" w:cs="Tahoma"/>
          <w:b/>
          <w:sz w:val="16"/>
          <w:szCs w:val="16"/>
        </w:rPr>
        <w:t>c.</w:t>
      </w:r>
      <w:r w:rsidRPr="002B460C">
        <w:tab/>
        <w:t>Greedy</w:t>
      </w:r>
    </w:p>
    <w:p w:rsidR="00791387" w:rsidRPr="002B460C" w:rsidRDefault="00791387" w:rsidP="00791387">
      <w:pPr>
        <w:keepNext/>
        <w:keepLines/>
        <w:spacing w:after="60"/>
        <w:ind w:left="1080" w:hanging="360"/>
      </w:pPr>
      <w:r w:rsidRPr="002B460C">
        <w:rPr>
          <w:rFonts w:ascii="Tahoma" w:hAnsi="Tahoma" w:cs="Tahoma"/>
          <w:b/>
          <w:sz w:val="16"/>
          <w:szCs w:val="16"/>
        </w:rPr>
        <w:t>d.</w:t>
      </w:r>
      <w:r w:rsidRPr="002B460C">
        <w:tab/>
        <w:t>Fanatical</w:t>
      </w:r>
    </w:p>
    <w:p w:rsidR="00791387" w:rsidRPr="002B460C" w:rsidRDefault="00791387" w:rsidP="00791387">
      <w:pPr>
        <w:keepNext/>
        <w:keepLines/>
        <w:spacing w:after="60"/>
        <w:ind w:left="1080" w:hanging="360"/>
      </w:pPr>
      <w:r w:rsidRPr="002B460C">
        <w:rPr>
          <w:rFonts w:ascii="Tahoma" w:hAnsi="Tahoma" w:cs="Tahoma"/>
          <w:b/>
          <w:sz w:val="16"/>
          <w:szCs w:val="16"/>
        </w:rPr>
        <w:t>e.</w:t>
      </w:r>
      <w:r w:rsidRPr="002B460C">
        <w:tab/>
        <w:t>Honest</w:t>
      </w:r>
    </w:p>
    <w:p w:rsidR="00791387" w:rsidRPr="002B460C" w:rsidRDefault="00791387" w:rsidP="00791387">
      <w:pPr>
        <w:keepNext/>
        <w:keepLines/>
        <w:spacing w:after="60"/>
        <w:ind w:left="1080" w:hanging="360"/>
      </w:pPr>
      <w:r w:rsidRPr="002B460C">
        <w:rPr>
          <w:rFonts w:ascii="Tahoma" w:hAnsi="Tahoma" w:cs="Tahoma"/>
          <w:b/>
          <w:sz w:val="16"/>
          <w:szCs w:val="16"/>
        </w:rPr>
        <w:t>f.</w:t>
      </w:r>
      <w:r w:rsidRPr="002B460C">
        <w:tab/>
        <w:t>Selfish</w:t>
      </w:r>
    </w:p>
    <w:p w:rsidR="00791387" w:rsidRPr="002B460C" w:rsidRDefault="00791387" w:rsidP="00791387">
      <w:pPr>
        <w:keepNext/>
        <w:keepLines/>
        <w:spacing w:after="60"/>
        <w:ind w:left="1080" w:hanging="360"/>
      </w:pPr>
      <w:r w:rsidRPr="002B460C">
        <w:rPr>
          <w:rFonts w:ascii="Tahoma" w:hAnsi="Tahoma" w:cs="Tahoma"/>
          <w:b/>
          <w:sz w:val="16"/>
          <w:szCs w:val="16"/>
        </w:rPr>
        <w:t>g.</w:t>
      </w:r>
      <w:r w:rsidRPr="002B460C">
        <w:tab/>
        <w:t>Immoral</w:t>
      </w:r>
    </w:p>
    <w:p w:rsidR="00791387" w:rsidRPr="002B460C" w:rsidRDefault="00791387" w:rsidP="00791387">
      <w:pPr>
        <w:keepNext/>
        <w:keepLines/>
        <w:spacing w:after="60"/>
        <w:ind w:left="1080" w:hanging="360"/>
      </w:pPr>
      <w:r w:rsidRPr="002B460C">
        <w:rPr>
          <w:rFonts w:ascii="Tahoma" w:hAnsi="Tahoma" w:cs="Tahoma"/>
          <w:b/>
          <w:sz w:val="16"/>
          <w:szCs w:val="16"/>
        </w:rPr>
        <w:t>h.</w:t>
      </w:r>
      <w:r w:rsidRPr="002B460C">
        <w:tab/>
        <w:t>Arrogant</w:t>
      </w:r>
    </w:p>
    <w:p w:rsidR="00791387" w:rsidRPr="002B460C" w:rsidRDefault="00791387" w:rsidP="00791387">
      <w:pPr>
        <w:keepNext/>
        <w:keepLines/>
        <w:spacing w:after="60"/>
        <w:ind w:left="1080" w:hanging="360"/>
      </w:pPr>
      <w:r w:rsidRPr="002B460C">
        <w:rPr>
          <w:rFonts w:ascii="Tahoma" w:hAnsi="Tahoma" w:cs="Tahoma"/>
          <w:b/>
          <w:sz w:val="16"/>
          <w:szCs w:val="16"/>
        </w:rPr>
        <w:t>i.</w:t>
      </w:r>
      <w:r w:rsidRPr="002B460C">
        <w:tab/>
        <w:t>Tolerant</w:t>
      </w:r>
    </w:p>
    <w:p w:rsidR="00791387" w:rsidRPr="002B460C" w:rsidRDefault="00791387" w:rsidP="00791387">
      <w:pPr>
        <w:keepNext/>
        <w:keepLines/>
        <w:spacing w:after="240"/>
        <w:ind w:left="1080" w:hanging="360"/>
      </w:pPr>
      <w:r w:rsidRPr="002B460C">
        <w:rPr>
          <w:rFonts w:ascii="Tahoma" w:hAnsi="Tahoma" w:cs="Tahoma"/>
          <w:b/>
          <w:sz w:val="16"/>
          <w:szCs w:val="16"/>
        </w:rPr>
        <w:t>j.</w:t>
      </w:r>
      <w:r w:rsidRPr="002B460C">
        <w:tab/>
        <w:t>Respectful of women</w:t>
      </w:r>
    </w:p>
    <w:p w:rsidR="00791387" w:rsidRPr="002B460C" w:rsidRDefault="00791387" w:rsidP="00791387">
      <w:pPr>
        <w:keepNext/>
        <w:keepLines/>
        <w:ind w:left="1440" w:hanging="720"/>
      </w:pPr>
      <w:r w:rsidRPr="002B460C">
        <w:t>1</w:t>
      </w:r>
      <w:r w:rsidRPr="002B460C">
        <w:tab/>
        <w:t>Yes, associate</w:t>
      </w:r>
    </w:p>
    <w:p w:rsidR="00791387" w:rsidRPr="002B460C" w:rsidRDefault="00791387" w:rsidP="00791387">
      <w:pPr>
        <w:keepNext/>
        <w:keepLines/>
        <w:ind w:left="1440" w:hanging="720"/>
      </w:pPr>
      <w:r w:rsidRPr="002B460C">
        <w:t>2</w:t>
      </w:r>
      <w:r w:rsidRPr="002B460C">
        <w:tab/>
        <w:t>No, do not associate</w:t>
      </w:r>
    </w:p>
    <w:p w:rsidR="00791387" w:rsidRPr="002B460C" w:rsidRDefault="00791387" w:rsidP="00791387">
      <w:pPr>
        <w:keepNext/>
        <w:keepLines/>
        <w:ind w:left="1440" w:hanging="720"/>
      </w:pPr>
      <w:r w:rsidRPr="002B460C">
        <w:t>8</w:t>
      </w:r>
      <w:r w:rsidRPr="002B460C">
        <w:tab/>
        <w:t>Don’t know (DO NOT READ)</w:t>
      </w:r>
    </w:p>
    <w:p w:rsidR="00791387" w:rsidRPr="002B460C" w:rsidRDefault="00791387" w:rsidP="00791387">
      <w:pPr>
        <w:keepLines/>
        <w:spacing w:after="480"/>
        <w:ind w:left="1440" w:hanging="720"/>
      </w:pPr>
      <w:r w:rsidRPr="002B460C">
        <w:t>9</w:t>
      </w:r>
      <w:r w:rsidRPr="002B460C">
        <w:tab/>
        <w:t>Refused (DO NOT READ)</w:t>
      </w:r>
    </w:p>
    <w:p w:rsidR="00791387" w:rsidRPr="002B460C" w:rsidRDefault="00791387" w:rsidP="00791387">
      <w:pPr>
        <w:pStyle w:val="QuestionInstruction"/>
      </w:pPr>
      <w:r w:rsidRPr="002B460C">
        <w:lastRenderedPageBreak/>
        <w:t xml:space="preserve">ASK ALL IN INDIA ONLY  </w:t>
      </w:r>
    </w:p>
    <w:p w:rsidR="00791387" w:rsidRPr="002B460C" w:rsidRDefault="00791387" w:rsidP="00791387">
      <w:pPr>
        <w:pStyle w:val="Question"/>
        <w:rPr>
          <w:i/>
        </w:rPr>
      </w:pPr>
      <w:r w:rsidRPr="002B460C">
        <w:rPr>
          <w:rFonts w:ascii="Tahoma" w:hAnsi="Tahoma" w:cs="Tahoma"/>
          <w:b/>
          <w:sz w:val="16"/>
          <w:szCs w:val="16"/>
        </w:rPr>
        <w:t>Q47b</w:t>
      </w:r>
      <w:r w:rsidRPr="002B460C">
        <w:rPr>
          <w:szCs w:val="22"/>
        </w:rPr>
        <w:tab/>
        <w:t>And w</w:t>
      </w:r>
      <w:r w:rsidRPr="002B460C">
        <w:t xml:space="preserve">hich of these characteristics do you associate with Hindus?  The first is (INSERT).  Do you associate this with Hindus or not? </w:t>
      </w:r>
    </w:p>
    <w:p w:rsidR="00791387" w:rsidRPr="002B460C" w:rsidRDefault="00791387" w:rsidP="00791387">
      <w:pPr>
        <w:keepNext/>
        <w:keepLines/>
        <w:spacing w:after="60"/>
        <w:ind w:left="1080" w:hanging="360"/>
      </w:pPr>
      <w:r w:rsidRPr="002B460C">
        <w:rPr>
          <w:rFonts w:ascii="Tahoma" w:hAnsi="Tahoma" w:cs="Tahoma"/>
          <w:b/>
          <w:sz w:val="16"/>
          <w:szCs w:val="16"/>
        </w:rPr>
        <w:t>a.</w:t>
      </w:r>
      <w:r w:rsidRPr="002B460C">
        <w:tab/>
        <w:t>Generous</w:t>
      </w:r>
    </w:p>
    <w:p w:rsidR="00791387" w:rsidRPr="002B460C" w:rsidRDefault="00791387" w:rsidP="00791387">
      <w:pPr>
        <w:keepNext/>
        <w:keepLines/>
        <w:spacing w:after="60"/>
        <w:ind w:left="1080" w:hanging="360"/>
      </w:pPr>
      <w:r w:rsidRPr="002B460C">
        <w:rPr>
          <w:rFonts w:ascii="Tahoma" w:hAnsi="Tahoma" w:cs="Tahoma"/>
          <w:b/>
          <w:sz w:val="16"/>
          <w:szCs w:val="16"/>
        </w:rPr>
        <w:t>b.</w:t>
      </w:r>
      <w:r w:rsidRPr="002B460C">
        <w:tab/>
        <w:t>Violent</w:t>
      </w:r>
    </w:p>
    <w:p w:rsidR="00791387" w:rsidRPr="002B460C" w:rsidRDefault="00791387" w:rsidP="00791387">
      <w:pPr>
        <w:keepNext/>
        <w:keepLines/>
        <w:spacing w:after="60"/>
        <w:ind w:left="1080" w:hanging="360"/>
      </w:pPr>
      <w:r w:rsidRPr="002B460C">
        <w:rPr>
          <w:rFonts w:ascii="Tahoma" w:hAnsi="Tahoma" w:cs="Tahoma"/>
          <w:b/>
          <w:sz w:val="16"/>
          <w:szCs w:val="16"/>
        </w:rPr>
        <w:t>c.</w:t>
      </w:r>
      <w:r w:rsidRPr="002B460C">
        <w:tab/>
        <w:t>Greedy</w:t>
      </w:r>
    </w:p>
    <w:p w:rsidR="00791387" w:rsidRPr="002B460C" w:rsidRDefault="00791387" w:rsidP="00791387">
      <w:pPr>
        <w:keepNext/>
        <w:keepLines/>
        <w:spacing w:after="60"/>
        <w:ind w:left="1080" w:hanging="360"/>
      </w:pPr>
      <w:r w:rsidRPr="002B460C">
        <w:rPr>
          <w:rFonts w:ascii="Tahoma" w:hAnsi="Tahoma" w:cs="Tahoma"/>
          <w:b/>
          <w:sz w:val="16"/>
          <w:szCs w:val="16"/>
        </w:rPr>
        <w:t>d.</w:t>
      </w:r>
      <w:r w:rsidRPr="002B460C">
        <w:tab/>
        <w:t>Fanatical</w:t>
      </w:r>
    </w:p>
    <w:p w:rsidR="00791387" w:rsidRPr="002B460C" w:rsidRDefault="00791387" w:rsidP="00791387">
      <w:pPr>
        <w:keepNext/>
        <w:keepLines/>
        <w:spacing w:after="60"/>
        <w:ind w:left="1080" w:hanging="360"/>
      </w:pPr>
      <w:r w:rsidRPr="002B460C">
        <w:rPr>
          <w:rFonts w:ascii="Tahoma" w:hAnsi="Tahoma" w:cs="Tahoma"/>
          <w:b/>
          <w:sz w:val="16"/>
          <w:szCs w:val="16"/>
        </w:rPr>
        <w:t>e.</w:t>
      </w:r>
      <w:r w:rsidRPr="002B460C">
        <w:tab/>
        <w:t>Honest</w:t>
      </w:r>
    </w:p>
    <w:p w:rsidR="00791387" w:rsidRPr="002B460C" w:rsidRDefault="00791387" w:rsidP="00791387">
      <w:pPr>
        <w:keepNext/>
        <w:keepLines/>
        <w:spacing w:after="60"/>
        <w:ind w:left="1080" w:hanging="360"/>
      </w:pPr>
      <w:r w:rsidRPr="002B460C">
        <w:rPr>
          <w:rFonts w:ascii="Tahoma" w:hAnsi="Tahoma" w:cs="Tahoma"/>
          <w:b/>
          <w:sz w:val="16"/>
          <w:szCs w:val="16"/>
        </w:rPr>
        <w:t>f.</w:t>
      </w:r>
      <w:r w:rsidRPr="002B460C">
        <w:tab/>
        <w:t>Selfish</w:t>
      </w:r>
    </w:p>
    <w:p w:rsidR="00791387" w:rsidRPr="002B460C" w:rsidRDefault="00791387" w:rsidP="00791387">
      <w:pPr>
        <w:keepNext/>
        <w:keepLines/>
        <w:spacing w:after="60"/>
        <w:ind w:left="1080" w:hanging="360"/>
      </w:pPr>
      <w:r w:rsidRPr="002B460C">
        <w:rPr>
          <w:rFonts w:ascii="Tahoma" w:hAnsi="Tahoma" w:cs="Tahoma"/>
          <w:b/>
          <w:sz w:val="16"/>
          <w:szCs w:val="16"/>
        </w:rPr>
        <w:t>g.</w:t>
      </w:r>
      <w:r w:rsidRPr="002B460C">
        <w:tab/>
        <w:t>Immoral</w:t>
      </w:r>
    </w:p>
    <w:p w:rsidR="00791387" w:rsidRPr="002B460C" w:rsidRDefault="00791387" w:rsidP="00791387">
      <w:pPr>
        <w:keepNext/>
        <w:keepLines/>
        <w:spacing w:after="60"/>
        <w:ind w:left="1080" w:hanging="360"/>
      </w:pPr>
      <w:r w:rsidRPr="002B460C">
        <w:rPr>
          <w:rFonts w:ascii="Tahoma" w:hAnsi="Tahoma" w:cs="Tahoma"/>
          <w:b/>
          <w:sz w:val="16"/>
          <w:szCs w:val="16"/>
        </w:rPr>
        <w:t>h.</w:t>
      </w:r>
      <w:r w:rsidRPr="002B460C">
        <w:tab/>
        <w:t>Arrogant</w:t>
      </w:r>
    </w:p>
    <w:p w:rsidR="00791387" w:rsidRPr="002B460C" w:rsidRDefault="00791387" w:rsidP="00791387">
      <w:pPr>
        <w:keepNext/>
        <w:keepLines/>
        <w:spacing w:after="60"/>
        <w:ind w:left="1080" w:hanging="360"/>
      </w:pPr>
      <w:r w:rsidRPr="002B460C">
        <w:rPr>
          <w:rFonts w:ascii="Tahoma" w:hAnsi="Tahoma" w:cs="Tahoma"/>
          <w:b/>
          <w:sz w:val="16"/>
          <w:szCs w:val="16"/>
        </w:rPr>
        <w:t>i.</w:t>
      </w:r>
      <w:r w:rsidRPr="002B460C">
        <w:tab/>
        <w:t>Tolerant</w:t>
      </w:r>
    </w:p>
    <w:p w:rsidR="00791387" w:rsidRPr="002B460C" w:rsidRDefault="00791387" w:rsidP="00791387">
      <w:pPr>
        <w:keepNext/>
        <w:keepLines/>
        <w:spacing w:after="240"/>
        <w:ind w:left="1080" w:hanging="360"/>
      </w:pPr>
      <w:r w:rsidRPr="002B460C">
        <w:rPr>
          <w:rFonts w:ascii="Tahoma" w:hAnsi="Tahoma" w:cs="Tahoma"/>
          <w:b/>
          <w:sz w:val="16"/>
          <w:szCs w:val="16"/>
        </w:rPr>
        <w:t>j.</w:t>
      </w:r>
      <w:r w:rsidRPr="002B460C">
        <w:tab/>
        <w:t>Respectful of women</w:t>
      </w:r>
    </w:p>
    <w:p w:rsidR="00791387" w:rsidRPr="002B460C" w:rsidRDefault="00791387" w:rsidP="00791387">
      <w:pPr>
        <w:keepNext/>
        <w:keepLines/>
        <w:ind w:left="1440" w:hanging="720"/>
      </w:pPr>
      <w:r w:rsidRPr="002B460C">
        <w:t>1</w:t>
      </w:r>
      <w:r w:rsidRPr="002B460C">
        <w:tab/>
        <w:t>Yes, associate</w:t>
      </w:r>
    </w:p>
    <w:p w:rsidR="00791387" w:rsidRPr="002B460C" w:rsidRDefault="00791387" w:rsidP="00791387">
      <w:pPr>
        <w:keepNext/>
        <w:keepLines/>
        <w:ind w:left="1440" w:hanging="720"/>
      </w:pPr>
      <w:r w:rsidRPr="002B460C">
        <w:t>2</w:t>
      </w:r>
      <w:r w:rsidRPr="002B460C">
        <w:tab/>
        <w:t>No, do not associate</w:t>
      </w:r>
    </w:p>
    <w:p w:rsidR="00791387" w:rsidRPr="002B460C" w:rsidRDefault="00791387" w:rsidP="00791387">
      <w:pPr>
        <w:keepNext/>
        <w:keepLines/>
        <w:ind w:left="1440" w:hanging="720"/>
      </w:pPr>
      <w:r w:rsidRPr="002B460C">
        <w:t>8</w:t>
      </w:r>
      <w:r w:rsidRPr="002B460C">
        <w:tab/>
        <w:t>Don’t know (DO NOT READ)</w:t>
      </w:r>
    </w:p>
    <w:p w:rsidR="00791387" w:rsidRPr="002B460C" w:rsidRDefault="00791387" w:rsidP="00791387">
      <w:pPr>
        <w:keepLines/>
        <w:spacing w:after="480"/>
        <w:ind w:left="1440" w:hanging="720"/>
      </w:pPr>
      <w:r w:rsidRPr="002B460C">
        <w:t>9</w:t>
      </w:r>
      <w:r w:rsidRPr="002B460C">
        <w:tab/>
        <w:t>Refused (DO NOT READ)</w:t>
      </w:r>
    </w:p>
    <w:p w:rsidR="00791387" w:rsidRPr="002B460C" w:rsidRDefault="00791387" w:rsidP="00791387">
      <w:pPr>
        <w:pStyle w:val="QuestionInstruction"/>
      </w:pPr>
      <w:r w:rsidRPr="002B460C">
        <w:t xml:space="preserve">ASK ALL IN INDIA ONLY  </w:t>
      </w:r>
    </w:p>
    <w:p w:rsidR="00791387" w:rsidRPr="002B460C" w:rsidRDefault="00791387" w:rsidP="00791387">
      <w:pPr>
        <w:pStyle w:val="Question"/>
      </w:pPr>
      <w:r w:rsidRPr="002B460C">
        <w:rPr>
          <w:rFonts w:ascii="Tahoma" w:hAnsi="Tahoma" w:cs="Tahoma"/>
          <w:b/>
          <w:sz w:val="16"/>
          <w:szCs w:val="16"/>
        </w:rPr>
        <w:t>Q47c</w:t>
      </w:r>
      <w:r w:rsidRPr="002B460C">
        <w:rPr>
          <w:rFonts w:ascii="Calibri" w:hAnsi="Calibri"/>
          <w:szCs w:val="22"/>
        </w:rPr>
        <w:tab/>
      </w:r>
      <w:r w:rsidRPr="002B460C">
        <w:rPr>
          <w:szCs w:val="22"/>
        </w:rPr>
        <w:t>And w</w:t>
      </w:r>
      <w:r w:rsidRPr="002B460C">
        <w:t xml:space="preserve">hich of these characteristics do you associate with Christians?  The first is (INSERT). Do you associate this with Christians or not? </w:t>
      </w:r>
    </w:p>
    <w:p w:rsidR="00791387" w:rsidRPr="002B460C" w:rsidRDefault="00791387" w:rsidP="00791387">
      <w:pPr>
        <w:keepNext/>
        <w:keepLines/>
        <w:spacing w:after="60"/>
        <w:ind w:left="1080" w:hanging="360"/>
      </w:pPr>
      <w:r w:rsidRPr="002B460C">
        <w:rPr>
          <w:rFonts w:ascii="Tahoma" w:hAnsi="Tahoma" w:cs="Tahoma"/>
          <w:b/>
          <w:sz w:val="16"/>
          <w:szCs w:val="16"/>
        </w:rPr>
        <w:t>a.</w:t>
      </w:r>
      <w:r w:rsidRPr="002B460C">
        <w:tab/>
        <w:t>Generous</w:t>
      </w:r>
    </w:p>
    <w:p w:rsidR="00791387" w:rsidRPr="002B460C" w:rsidRDefault="00791387" w:rsidP="00791387">
      <w:pPr>
        <w:keepNext/>
        <w:keepLines/>
        <w:spacing w:after="60"/>
        <w:ind w:left="1080" w:hanging="360"/>
      </w:pPr>
      <w:r w:rsidRPr="002B460C">
        <w:rPr>
          <w:rFonts w:ascii="Tahoma" w:hAnsi="Tahoma" w:cs="Tahoma"/>
          <w:b/>
          <w:sz w:val="16"/>
          <w:szCs w:val="16"/>
        </w:rPr>
        <w:t>b.</w:t>
      </w:r>
      <w:r w:rsidRPr="002B460C">
        <w:tab/>
        <w:t>Violent</w:t>
      </w:r>
    </w:p>
    <w:p w:rsidR="00791387" w:rsidRPr="002B460C" w:rsidRDefault="00791387" w:rsidP="00791387">
      <w:pPr>
        <w:keepNext/>
        <w:keepLines/>
        <w:spacing w:after="60"/>
        <w:ind w:left="1080" w:hanging="360"/>
      </w:pPr>
      <w:r w:rsidRPr="002B460C">
        <w:rPr>
          <w:rFonts w:ascii="Tahoma" w:hAnsi="Tahoma" w:cs="Tahoma"/>
          <w:b/>
          <w:sz w:val="16"/>
          <w:szCs w:val="16"/>
        </w:rPr>
        <w:t>c.</w:t>
      </w:r>
      <w:r w:rsidRPr="002B460C">
        <w:tab/>
        <w:t>Greedy</w:t>
      </w:r>
    </w:p>
    <w:p w:rsidR="00791387" w:rsidRPr="002B460C" w:rsidRDefault="00791387" w:rsidP="00791387">
      <w:pPr>
        <w:keepNext/>
        <w:keepLines/>
        <w:spacing w:after="60"/>
        <w:ind w:left="1080" w:hanging="360"/>
      </w:pPr>
      <w:r w:rsidRPr="002B460C">
        <w:rPr>
          <w:rFonts w:ascii="Tahoma" w:hAnsi="Tahoma" w:cs="Tahoma"/>
          <w:b/>
          <w:sz w:val="16"/>
          <w:szCs w:val="16"/>
        </w:rPr>
        <w:t>d.</w:t>
      </w:r>
      <w:r w:rsidRPr="002B460C">
        <w:tab/>
        <w:t>Fanatical</w:t>
      </w:r>
    </w:p>
    <w:p w:rsidR="00791387" w:rsidRPr="002B460C" w:rsidRDefault="00791387" w:rsidP="00791387">
      <w:pPr>
        <w:keepNext/>
        <w:keepLines/>
        <w:spacing w:after="60"/>
        <w:ind w:left="1080" w:hanging="360"/>
      </w:pPr>
      <w:r w:rsidRPr="002B460C">
        <w:rPr>
          <w:rFonts w:ascii="Tahoma" w:hAnsi="Tahoma" w:cs="Tahoma"/>
          <w:b/>
          <w:sz w:val="16"/>
          <w:szCs w:val="16"/>
        </w:rPr>
        <w:t>e.</w:t>
      </w:r>
      <w:r w:rsidRPr="002B460C">
        <w:tab/>
        <w:t>Honest</w:t>
      </w:r>
    </w:p>
    <w:p w:rsidR="00791387" w:rsidRPr="002B460C" w:rsidRDefault="00791387" w:rsidP="00791387">
      <w:pPr>
        <w:keepNext/>
        <w:keepLines/>
        <w:spacing w:after="60"/>
        <w:ind w:left="1080" w:hanging="360"/>
      </w:pPr>
      <w:r w:rsidRPr="002B460C">
        <w:rPr>
          <w:rFonts w:ascii="Tahoma" w:hAnsi="Tahoma" w:cs="Tahoma"/>
          <w:b/>
          <w:sz w:val="16"/>
          <w:szCs w:val="16"/>
        </w:rPr>
        <w:t>f.</w:t>
      </w:r>
      <w:r w:rsidRPr="002B460C">
        <w:tab/>
        <w:t>Selfish</w:t>
      </w:r>
    </w:p>
    <w:p w:rsidR="00791387" w:rsidRPr="002B460C" w:rsidRDefault="00791387" w:rsidP="00791387">
      <w:pPr>
        <w:keepNext/>
        <w:keepLines/>
        <w:spacing w:after="60"/>
        <w:ind w:left="1080" w:hanging="360"/>
      </w:pPr>
      <w:r w:rsidRPr="002B460C">
        <w:rPr>
          <w:rFonts w:ascii="Tahoma" w:hAnsi="Tahoma" w:cs="Tahoma"/>
          <w:b/>
          <w:sz w:val="16"/>
          <w:szCs w:val="16"/>
        </w:rPr>
        <w:t>g.</w:t>
      </w:r>
      <w:r w:rsidRPr="002B460C">
        <w:tab/>
        <w:t>Immoral</w:t>
      </w:r>
    </w:p>
    <w:p w:rsidR="00791387" w:rsidRPr="002B460C" w:rsidRDefault="00791387" w:rsidP="00791387">
      <w:pPr>
        <w:keepNext/>
        <w:keepLines/>
        <w:spacing w:after="60"/>
        <w:ind w:left="1080" w:hanging="360"/>
      </w:pPr>
      <w:r w:rsidRPr="002B460C">
        <w:rPr>
          <w:rFonts w:ascii="Tahoma" w:hAnsi="Tahoma" w:cs="Tahoma"/>
          <w:b/>
          <w:sz w:val="16"/>
          <w:szCs w:val="16"/>
        </w:rPr>
        <w:t>h.</w:t>
      </w:r>
      <w:r w:rsidRPr="002B460C">
        <w:tab/>
        <w:t>Arrogant</w:t>
      </w:r>
    </w:p>
    <w:p w:rsidR="00791387" w:rsidRPr="002B460C" w:rsidRDefault="00791387" w:rsidP="00791387">
      <w:pPr>
        <w:keepNext/>
        <w:keepLines/>
        <w:spacing w:after="60"/>
        <w:ind w:left="1080" w:hanging="360"/>
      </w:pPr>
      <w:r w:rsidRPr="002B460C">
        <w:rPr>
          <w:rFonts w:ascii="Tahoma" w:hAnsi="Tahoma" w:cs="Tahoma"/>
          <w:b/>
          <w:sz w:val="16"/>
          <w:szCs w:val="16"/>
        </w:rPr>
        <w:t>i.</w:t>
      </w:r>
      <w:r w:rsidRPr="002B460C">
        <w:tab/>
        <w:t>Tolerant</w:t>
      </w:r>
    </w:p>
    <w:p w:rsidR="00791387" w:rsidRPr="002B460C" w:rsidRDefault="00791387" w:rsidP="00791387">
      <w:pPr>
        <w:keepNext/>
        <w:keepLines/>
        <w:spacing w:after="240"/>
        <w:ind w:left="1080" w:hanging="360"/>
      </w:pPr>
      <w:r w:rsidRPr="002B460C">
        <w:rPr>
          <w:rFonts w:ascii="Tahoma" w:hAnsi="Tahoma" w:cs="Tahoma"/>
          <w:b/>
          <w:sz w:val="16"/>
          <w:szCs w:val="16"/>
        </w:rPr>
        <w:t>j.</w:t>
      </w:r>
      <w:r w:rsidRPr="002B460C">
        <w:tab/>
        <w:t>Respectful of women</w:t>
      </w:r>
    </w:p>
    <w:p w:rsidR="00791387" w:rsidRPr="002B460C" w:rsidRDefault="00791387" w:rsidP="00791387">
      <w:pPr>
        <w:keepNext/>
        <w:keepLines/>
        <w:ind w:left="1440" w:hanging="720"/>
      </w:pPr>
      <w:r w:rsidRPr="002B460C">
        <w:t>1</w:t>
      </w:r>
      <w:r w:rsidRPr="002B460C">
        <w:tab/>
        <w:t>Yes, associate</w:t>
      </w:r>
    </w:p>
    <w:p w:rsidR="00791387" w:rsidRPr="002B460C" w:rsidRDefault="00791387" w:rsidP="00791387">
      <w:pPr>
        <w:keepNext/>
        <w:keepLines/>
        <w:ind w:left="1440" w:hanging="720"/>
      </w:pPr>
      <w:r w:rsidRPr="002B460C">
        <w:t>2</w:t>
      </w:r>
      <w:r w:rsidRPr="002B460C">
        <w:tab/>
        <w:t>No, do not associate</w:t>
      </w:r>
    </w:p>
    <w:p w:rsidR="00791387" w:rsidRPr="002B460C" w:rsidRDefault="00791387" w:rsidP="00791387">
      <w:pPr>
        <w:keepNext/>
        <w:keepLines/>
        <w:ind w:left="1440" w:hanging="720"/>
      </w:pPr>
      <w:r w:rsidRPr="002B460C">
        <w:t>8</w:t>
      </w:r>
      <w:r w:rsidRPr="002B460C">
        <w:tab/>
        <w:t>Don’t know (DO NOT READ)</w:t>
      </w:r>
    </w:p>
    <w:p w:rsidR="00791387" w:rsidRPr="002B460C" w:rsidRDefault="00791387" w:rsidP="00791387">
      <w:pPr>
        <w:keepLines/>
        <w:spacing w:after="480"/>
        <w:ind w:left="1440" w:hanging="720"/>
      </w:pPr>
      <w:r w:rsidRPr="002B460C">
        <w:t>9</w:t>
      </w:r>
      <w:r w:rsidRPr="002B460C">
        <w:tab/>
        <w:t>Refused (DO NOT READ)</w:t>
      </w:r>
    </w:p>
    <w:p w:rsidR="00242F4E" w:rsidRPr="002B460C" w:rsidRDefault="00242F4E" w:rsidP="00242F4E">
      <w:pPr>
        <w:pStyle w:val="QuestionInstruction"/>
      </w:pPr>
      <w:r w:rsidRPr="002B460C">
        <w:lastRenderedPageBreak/>
        <w:t>ASK JEWS IN ISRAEL ONLY</w:t>
      </w:r>
    </w:p>
    <w:p w:rsidR="00242F4E" w:rsidRPr="002B460C" w:rsidRDefault="00242F4E" w:rsidP="00242F4E">
      <w:pPr>
        <w:pStyle w:val="Question"/>
      </w:pPr>
      <w:r w:rsidRPr="002B460C">
        <w:rPr>
          <w:rFonts w:ascii="Tahoma" w:hAnsi="Tahoma" w:cs="Tahoma"/>
          <w:b/>
          <w:sz w:val="16"/>
          <w:szCs w:val="16"/>
        </w:rPr>
        <w:t>Q47</w:t>
      </w:r>
      <w:r w:rsidR="00CF15AE">
        <w:rPr>
          <w:rFonts w:ascii="Tahoma" w:hAnsi="Tahoma" w:cs="Tahoma"/>
          <w:b/>
          <w:sz w:val="16"/>
          <w:szCs w:val="16"/>
        </w:rPr>
        <w:t>isrARAB</w:t>
      </w:r>
      <w:r w:rsidRPr="002B460C">
        <w:t xml:space="preserve"> </w:t>
      </w:r>
      <w:r w:rsidR="00CF15AE">
        <w:tab/>
      </w:r>
      <w:r w:rsidRPr="002B460C">
        <w:t xml:space="preserve">Which of these characteristics do you associate with Arabs?  The first is (INSERT).  </w:t>
      </w:r>
      <w:r w:rsidR="00CF15AE">
        <w:tab/>
      </w:r>
      <w:r w:rsidRPr="002B460C">
        <w:t>Do you associate this with Arabs</w:t>
      </w:r>
      <w:r w:rsidR="00CF15AE">
        <w:rPr>
          <w:b/>
        </w:rPr>
        <w:t xml:space="preserve"> </w:t>
      </w:r>
      <w:r w:rsidRPr="002B460C">
        <w:t xml:space="preserve">or not? </w:t>
      </w:r>
    </w:p>
    <w:p w:rsidR="00242F4E" w:rsidRPr="002B460C" w:rsidRDefault="00242F4E" w:rsidP="00242F4E">
      <w:pPr>
        <w:pStyle w:val="QuestionList"/>
      </w:pPr>
      <w:r w:rsidRPr="002B460C">
        <w:rPr>
          <w:rFonts w:ascii="Tahoma" w:hAnsi="Tahoma" w:cs="Tahoma"/>
          <w:b/>
          <w:sz w:val="16"/>
          <w:szCs w:val="16"/>
        </w:rPr>
        <w:t>a.</w:t>
      </w:r>
      <w:r w:rsidRPr="002B460C">
        <w:tab/>
        <w:t>Generous</w:t>
      </w:r>
    </w:p>
    <w:p w:rsidR="00242F4E" w:rsidRPr="002B460C" w:rsidRDefault="00242F4E" w:rsidP="00242F4E">
      <w:pPr>
        <w:pStyle w:val="QuestionList"/>
      </w:pPr>
      <w:r w:rsidRPr="002B460C">
        <w:rPr>
          <w:rFonts w:ascii="Tahoma" w:hAnsi="Tahoma" w:cs="Tahoma"/>
          <w:b/>
          <w:sz w:val="16"/>
          <w:szCs w:val="16"/>
        </w:rPr>
        <w:t>b.</w:t>
      </w:r>
      <w:r w:rsidRPr="002B460C">
        <w:tab/>
        <w:t>Violent</w:t>
      </w:r>
    </w:p>
    <w:p w:rsidR="00242F4E" w:rsidRPr="002B460C" w:rsidRDefault="00242F4E" w:rsidP="00242F4E">
      <w:pPr>
        <w:pStyle w:val="QuestionList"/>
      </w:pPr>
      <w:r w:rsidRPr="002B460C">
        <w:rPr>
          <w:rFonts w:ascii="Tahoma" w:hAnsi="Tahoma" w:cs="Tahoma"/>
          <w:b/>
          <w:sz w:val="16"/>
          <w:szCs w:val="16"/>
        </w:rPr>
        <w:t>c.</w:t>
      </w:r>
      <w:r w:rsidRPr="002B460C">
        <w:tab/>
        <w:t>Greedy</w:t>
      </w:r>
    </w:p>
    <w:p w:rsidR="00242F4E" w:rsidRPr="002B460C" w:rsidRDefault="00242F4E" w:rsidP="00242F4E">
      <w:pPr>
        <w:pStyle w:val="QuestionList"/>
      </w:pPr>
      <w:r w:rsidRPr="002B460C">
        <w:rPr>
          <w:rFonts w:ascii="Tahoma" w:hAnsi="Tahoma" w:cs="Tahoma"/>
          <w:b/>
          <w:sz w:val="16"/>
          <w:szCs w:val="16"/>
        </w:rPr>
        <w:t>d.</w:t>
      </w:r>
      <w:r w:rsidRPr="002B460C">
        <w:tab/>
        <w:t>Fanatical</w:t>
      </w:r>
    </w:p>
    <w:p w:rsidR="00242F4E" w:rsidRPr="002B460C" w:rsidRDefault="00242F4E" w:rsidP="00242F4E">
      <w:pPr>
        <w:pStyle w:val="QuestionList"/>
      </w:pPr>
      <w:r w:rsidRPr="002B460C">
        <w:rPr>
          <w:rFonts w:ascii="Tahoma" w:hAnsi="Tahoma" w:cs="Tahoma"/>
          <w:b/>
          <w:sz w:val="16"/>
          <w:szCs w:val="16"/>
        </w:rPr>
        <w:t>e.</w:t>
      </w:r>
      <w:r w:rsidRPr="002B460C">
        <w:tab/>
        <w:t>Honest</w:t>
      </w:r>
    </w:p>
    <w:p w:rsidR="00242F4E" w:rsidRPr="002B460C" w:rsidRDefault="00242F4E" w:rsidP="00242F4E">
      <w:pPr>
        <w:pStyle w:val="QuestionList"/>
      </w:pPr>
      <w:r w:rsidRPr="002B460C">
        <w:rPr>
          <w:rFonts w:ascii="Tahoma" w:hAnsi="Tahoma" w:cs="Tahoma"/>
          <w:b/>
          <w:sz w:val="16"/>
          <w:szCs w:val="16"/>
        </w:rPr>
        <w:t>f.</w:t>
      </w:r>
      <w:r w:rsidRPr="002B460C">
        <w:tab/>
        <w:t>Selfish</w:t>
      </w:r>
    </w:p>
    <w:p w:rsidR="00242F4E" w:rsidRPr="002B460C" w:rsidRDefault="00242F4E" w:rsidP="00242F4E">
      <w:pPr>
        <w:pStyle w:val="QuestionList"/>
      </w:pPr>
      <w:r w:rsidRPr="002B460C">
        <w:rPr>
          <w:rFonts w:ascii="Tahoma" w:hAnsi="Tahoma" w:cs="Tahoma"/>
          <w:b/>
          <w:sz w:val="16"/>
          <w:szCs w:val="16"/>
        </w:rPr>
        <w:t>g.</w:t>
      </w:r>
      <w:r w:rsidRPr="002B460C">
        <w:tab/>
        <w:t>Immoral</w:t>
      </w:r>
    </w:p>
    <w:p w:rsidR="00242F4E" w:rsidRPr="002B460C" w:rsidRDefault="00242F4E" w:rsidP="00242F4E">
      <w:pPr>
        <w:pStyle w:val="QuestionList"/>
      </w:pPr>
      <w:r w:rsidRPr="002B460C">
        <w:rPr>
          <w:rFonts w:ascii="Tahoma" w:hAnsi="Tahoma" w:cs="Tahoma"/>
          <w:b/>
          <w:sz w:val="16"/>
          <w:szCs w:val="16"/>
        </w:rPr>
        <w:t>h.</w:t>
      </w:r>
      <w:r w:rsidRPr="002B460C">
        <w:tab/>
        <w:t>Arrogant</w:t>
      </w:r>
    </w:p>
    <w:p w:rsidR="00242F4E" w:rsidRPr="002B460C" w:rsidRDefault="00242F4E" w:rsidP="00242F4E">
      <w:pPr>
        <w:pStyle w:val="QuestionList"/>
      </w:pPr>
      <w:r w:rsidRPr="002B460C">
        <w:rPr>
          <w:rFonts w:ascii="Tahoma" w:hAnsi="Tahoma" w:cs="Tahoma"/>
          <w:b/>
          <w:sz w:val="16"/>
          <w:szCs w:val="16"/>
        </w:rPr>
        <w:t>i.</w:t>
      </w:r>
      <w:r w:rsidRPr="002B460C">
        <w:tab/>
        <w:t>Tolerant</w:t>
      </w:r>
    </w:p>
    <w:p w:rsidR="00242F4E" w:rsidRPr="002B460C" w:rsidRDefault="00242F4E" w:rsidP="00242F4E">
      <w:pPr>
        <w:pStyle w:val="QuestionListLast"/>
      </w:pPr>
      <w:r w:rsidRPr="002B460C">
        <w:rPr>
          <w:rFonts w:ascii="Tahoma" w:hAnsi="Tahoma" w:cs="Tahoma"/>
          <w:b/>
          <w:sz w:val="16"/>
          <w:szCs w:val="16"/>
        </w:rPr>
        <w:t>j.</w:t>
      </w:r>
      <w:r w:rsidRPr="002B460C">
        <w:tab/>
        <w:t>Respectful of women</w:t>
      </w:r>
    </w:p>
    <w:p w:rsidR="00242F4E" w:rsidRPr="002B460C" w:rsidRDefault="00242F4E" w:rsidP="00242F4E">
      <w:pPr>
        <w:pStyle w:val="QuestionResponse"/>
      </w:pPr>
      <w:r w:rsidRPr="002B460C">
        <w:t>1</w:t>
      </w:r>
      <w:r w:rsidRPr="002B460C">
        <w:tab/>
        <w:t>Yes, associate</w:t>
      </w:r>
    </w:p>
    <w:p w:rsidR="00242F4E" w:rsidRPr="002B460C" w:rsidRDefault="00242F4E" w:rsidP="00242F4E">
      <w:pPr>
        <w:pStyle w:val="QuestionResponse"/>
      </w:pPr>
      <w:r w:rsidRPr="002B460C">
        <w:t>2</w:t>
      </w:r>
      <w:r w:rsidRPr="002B460C">
        <w:tab/>
        <w:t>No, do not associate</w:t>
      </w:r>
    </w:p>
    <w:p w:rsidR="00242F4E" w:rsidRPr="002B460C" w:rsidRDefault="00242F4E" w:rsidP="00242F4E">
      <w:pPr>
        <w:pStyle w:val="QuestionResponse"/>
      </w:pPr>
      <w:r w:rsidRPr="002B460C">
        <w:t>8</w:t>
      </w:r>
      <w:r w:rsidRPr="002B460C">
        <w:tab/>
        <w:t xml:space="preserve">Don’t </w:t>
      </w:r>
      <w:r w:rsidR="001B1D86" w:rsidRPr="002B460C">
        <w:t>k</w:t>
      </w:r>
      <w:r w:rsidRPr="002B460C">
        <w:t>now</w:t>
      </w:r>
      <w:r w:rsidR="00B90820" w:rsidRPr="002B460C">
        <w:t xml:space="preserve"> (DO NOT READ)</w:t>
      </w:r>
    </w:p>
    <w:p w:rsidR="00242F4E" w:rsidRDefault="00242F4E" w:rsidP="00242F4E">
      <w:pPr>
        <w:pStyle w:val="QuestionResponseLast"/>
      </w:pPr>
      <w:r w:rsidRPr="002B460C">
        <w:t>9</w:t>
      </w:r>
      <w:r w:rsidRPr="002B460C">
        <w:tab/>
        <w:t>Refused</w:t>
      </w:r>
      <w:r w:rsidR="00B90820" w:rsidRPr="002B460C">
        <w:t xml:space="preserve"> (DO NOT READ)</w:t>
      </w:r>
    </w:p>
    <w:p w:rsidR="00CF15AE" w:rsidRPr="002B460C" w:rsidRDefault="00CF15AE" w:rsidP="00CF15AE">
      <w:pPr>
        <w:pStyle w:val="QuestionInstruction"/>
      </w:pPr>
      <w:r w:rsidRPr="002B460C">
        <w:t>ASK ARABS IN ISRAEL ONLY</w:t>
      </w:r>
    </w:p>
    <w:p w:rsidR="00CF15AE" w:rsidRPr="002B460C" w:rsidRDefault="00CF15AE" w:rsidP="00CF15AE">
      <w:pPr>
        <w:pStyle w:val="Question"/>
      </w:pPr>
      <w:r w:rsidRPr="002B460C">
        <w:rPr>
          <w:rFonts w:ascii="Tahoma" w:hAnsi="Tahoma" w:cs="Tahoma"/>
          <w:b/>
          <w:sz w:val="16"/>
          <w:szCs w:val="16"/>
        </w:rPr>
        <w:t>Q47</w:t>
      </w:r>
      <w:r>
        <w:rPr>
          <w:rFonts w:ascii="Tahoma" w:hAnsi="Tahoma" w:cs="Tahoma"/>
          <w:b/>
          <w:sz w:val="16"/>
          <w:szCs w:val="16"/>
        </w:rPr>
        <w:t>isrJEW</w:t>
      </w:r>
      <w:r w:rsidRPr="002B460C">
        <w:t xml:space="preserve"> </w:t>
      </w:r>
      <w:r>
        <w:tab/>
      </w:r>
      <w:r w:rsidRPr="002B460C">
        <w:t xml:space="preserve">Which of these characteristics do you associate with Jews?  The first is (INSERT).  </w:t>
      </w:r>
      <w:r>
        <w:tab/>
      </w:r>
      <w:r w:rsidRPr="002B460C">
        <w:t xml:space="preserve">Do you </w:t>
      </w:r>
      <w:r>
        <w:tab/>
      </w:r>
      <w:r w:rsidRPr="002B460C">
        <w:t>associate this with Jews</w:t>
      </w:r>
      <w:r w:rsidRPr="002B460C">
        <w:rPr>
          <w:b/>
        </w:rPr>
        <w:t xml:space="preserve"> </w:t>
      </w:r>
      <w:r w:rsidRPr="002B460C">
        <w:t xml:space="preserve">or not? </w:t>
      </w:r>
    </w:p>
    <w:p w:rsidR="00CF15AE" w:rsidRPr="002B460C" w:rsidRDefault="00CF15AE" w:rsidP="00CF15AE">
      <w:pPr>
        <w:pStyle w:val="QuestionList"/>
      </w:pPr>
      <w:r w:rsidRPr="002B460C">
        <w:rPr>
          <w:rFonts w:ascii="Tahoma" w:hAnsi="Tahoma" w:cs="Tahoma"/>
          <w:b/>
          <w:sz w:val="16"/>
          <w:szCs w:val="16"/>
        </w:rPr>
        <w:t>a.</w:t>
      </w:r>
      <w:r w:rsidRPr="002B460C">
        <w:tab/>
        <w:t>Generous</w:t>
      </w:r>
    </w:p>
    <w:p w:rsidR="00CF15AE" w:rsidRPr="002B460C" w:rsidRDefault="00CF15AE" w:rsidP="00CF15AE">
      <w:pPr>
        <w:pStyle w:val="QuestionList"/>
      </w:pPr>
      <w:r w:rsidRPr="002B460C">
        <w:rPr>
          <w:rFonts w:ascii="Tahoma" w:hAnsi="Tahoma" w:cs="Tahoma"/>
          <w:b/>
          <w:sz w:val="16"/>
          <w:szCs w:val="16"/>
        </w:rPr>
        <w:t>b.</w:t>
      </w:r>
      <w:r w:rsidRPr="002B460C">
        <w:tab/>
        <w:t>Violent</w:t>
      </w:r>
    </w:p>
    <w:p w:rsidR="00CF15AE" w:rsidRPr="002B460C" w:rsidRDefault="00CF15AE" w:rsidP="00CF15AE">
      <w:pPr>
        <w:pStyle w:val="QuestionList"/>
      </w:pPr>
      <w:r w:rsidRPr="002B460C">
        <w:rPr>
          <w:rFonts w:ascii="Tahoma" w:hAnsi="Tahoma" w:cs="Tahoma"/>
          <w:b/>
          <w:sz w:val="16"/>
          <w:szCs w:val="16"/>
        </w:rPr>
        <w:t>c.</w:t>
      </w:r>
      <w:r w:rsidRPr="002B460C">
        <w:tab/>
        <w:t>Greedy</w:t>
      </w:r>
    </w:p>
    <w:p w:rsidR="00CF15AE" w:rsidRPr="002B460C" w:rsidRDefault="00CF15AE" w:rsidP="00CF15AE">
      <w:pPr>
        <w:pStyle w:val="QuestionList"/>
      </w:pPr>
      <w:r w:rsidRPr="002B460C">
        <w:rPr>
          <w:rFonts w:ascii="Tahoma" w:hAnsi="Tahoma" w:cs="Tahoma"/>
          <w:b/>
          <w:sz w:val="16"/>
          <w:szCs w:val="16"/>
        </w:rPr>
        <w:t>d.</w:t>
      </w:r>
      <w:r w:rsidRPr="002B460C">
        <w:tab/>
        <w:t>Fanatical</w:t>
      </w:r>
    </w:p>
    <w:p w:rsidR="00CF15AE" w:rsidRPr="002B460C" w:rsidRDefault="00CF15AE" w:rsidP="00CF15AE">
      <w:pPr>
        <w:pStyle w:val="QuestionList"/>
      </w:pPr>
      <w:r w:rsidRPr="002B460C">
        <w:rPr>
          <w:rFonts w:ascii="Tahoma" w:hAnsi="Tahoma" w:cs="Tahoma"/>
          <w:b/>
          <w:sz w:val="16"/>
          <w:szCs w:val="16"/>
        </w:rPr>
        <w:t>e.</w:t>
      </w:r>
      <w:r w:rsidRPr="002B460C">
        <w:tab/>
        <w:t>Honest</w:t>
      </w:r>
    </w:p>
    <w:p w:rsidR="00CF15AE" w:rsidRPr="002B460C" w:rsidRDefault="00CF15AE" w:rsidP="00CF15AE">
      <w:pPr>
        <w:pStyle w:val="QuestionList"/>
      </w:pPr>
      <w:r w:rsidRPr="002B460C">
        <w:rPr>
          <w:rFonts w:ascii="Tahoma" w:hAnsi="Tahoma" w:cs="Tahoma"/>
          <w:b/>
          <w:sz w:val="16"/>
          <w:szCs w:val="16"/>
        </w:rPr>
        <w:t>f.</w:t>
      </w:r>
      <w:r w:rsidRPr="002B460C">
        <w:tab/>
        <w:t>Selfish</w:t>
      </w:r>
    </w:p>
    <w:p w:rsidR="00CF15AE" w:rsidRPr="002B460C" w:rsidRDefault="00CF15AE" w:rsidP="00CF15AE">
      <w:pPr>
        <w:pStyle w:val="QuestionList"/>
      </w:pPr>
      <w:r w:rsidRPr="002B460C">
        <w:rPr>
          <w:rFonts w:ascii="Tahoma" w:hAnsi="Tahoma" w:cs="Tahoma"/>
          <w:b/>
          <w:sz w:val="16"/>
          <w:szCs w:val="16"/>
        </w:rPr>
        <w:t>g.</w:t>
      </w:r>
      <w:r w:rsidRPr="002B460C">
        <w:tab/>
        <w:t>Immoral</w:t>
      </w:r>
    </w:p>
    <w:p w:rsidR="00CF15AE" w:rsidRPr="002B460C" w:rsidRDefault="00CF15AE" w:rsidP="00CF15AE">
      <w:pPr>
        <w:pStyle w:val="QuestionList"/>
      </w:pPr>
      <w:r w:rsidRPr="002B460C">
        <w:rPr>
          <w:rFonts w:ascii="Tahoma" w:hAnsi="Tahoma" w:cs="Tahoma"/>
          <w:b/>
          <w:sz w:val="16"/>
          <w:szCs w:val="16"/>
        </w:rPr>
        <w:t>h.</w:t>
      </w:r>
      <w:r w:rsidRPr="002B460C">
        <w:tab/>
        <w:t>Arrogant</w:t>
      </w:r>
    </w:p>
    <w:p w:rsidR="00CF15AE" w:rsidRPr="002B460C" w:rsidRDefault="00CF15AE" w:rsidP="00CF15AE">
      <w:pPr>
        <w:pStyle w:val="QuestionList"/>
      </w:pPr>
      <w:r w:rsidRPr="002B460C">
        <w:rPr>
          <w:rFonts w:ascii="Tahoma" w:hAnsi="Tahoma" w:cs="Tahoma"/>
          <w:b/>
          <w:sz w:val="16"/>
          <w:szCs w:val="16"/>
        </w:rPr>
        <w:t>i.</w:t>
      </w:r>
      <w:r w:rsidRPr="002B460C">
        <w:tab/>
        <w:t>Tolerant</w:t>
      </w:r>
    </w:p>
    <w:p w:rsidR="00CF15AE" w:rsidRPr="002B460C" w:rsidRDefault="00CF15AE" w:rsidP="00CF15AE">
      <w:pPr>
        <w:pStyle w:val="QuestionListLast"/>
      </w:pPr>
      <w:r w:rsidRPr="002B460C">
        <w:rPr>
          <w:rFonts w:ascii="Tahoma" w:hAnsi="Tahoma" w:cs="Tahoma"/>
          <w:b/>
          <w:sz w:val="16"/>
          <w:szCs w:val="16"/>
        </w:rPr>
        <w:t>j.</w:t>
      </w:r>
      <w:r w:rsidRPr="002B460C">
        <w:tab/>
        <w:t>Respectful of women</w:t>
      </w:r>
    </w:p>
    <w:p w:rsidR="00CF15AE" w:rsidRPr="002B460C" w:rsidRDefault="00CF15AE" w:rsidP="00CF15AE">
      <w:pPr>
        <w:pStyle w:val="QuestionResponse"/>
      </w:pPr>
      <w:r w:rsidRPr="002B460C">
        <w:t>1</w:t>
      </w:r>
      <w:r w:rsidRPr="002B460C">
        <w:tab/>
        <w:t>Yes, associate</w:t>
      </w:r>
    </w:p>
    <w:p w:rsidR="00CF15AE" w:rsidRPr="002B460C" w:rsidRDefault="00CF15AE" w:rsidP="00CF15AE">
      <w:pPr>
        <w:pStyle w:val="QuestionResponse"/>
      </w:pPr>
      <w:r w:rsidRPr="002B460C">
        <w:t>2</w:t>
      </w:r>
      <w:r w:rsidRPr="002B460C">
        <w:tab/>
        <w:t>No, do not associate</w:t>
      </w:r>
    </w:p>
    <w:p w:rsidR="00CF15AE" w:rsidRPr="002B460C" w:rsidRDefault="00CF15AE" w:rsidP="00CF15AE">
      <w:pPr>
        <w:pStyle w:val="QuestionResponse"/>
      </w:pPr>
      <w:r w:rsidRPr="002B460C">
        <w:t>8</w:t>
      </w:r>
      <w:r w:rsidRPr="002B460C">
        <w:tab/>
        <w:t>Don’t know (DO NOT READ)</w:t>
      </w:r>
    </w:p>
    <w:p w:rsidR="00CF15AE" w:rsidRPr="002B460C" w:rsidRDefault="00CF15AE" w:rsidP="00CF15AE">
      <w:pPr>
        <w:pStyle w:val="QuestionResponseLast"/>
      </w:pPr>
      <w:r w:rsidRPr="002B460C">
        <w:t>9</w:t>
      </w:r>
      <w:r w:rsidRPr="002B460C">
        <w:tab/>
        <w:t>Refused (DO NOT READ)</w:t>
      </w:r>
    </w:p>
    <w:p w:rsidR="00CF15AE" w:rsidRPr="002B460C" w:rsidRDefault="00CF15AE" w:rsidP="00242F4E">
      <w:pPr>
        <w:pStyle w:val="QuestionResponseLast"/>
      </w:pPr>
    </w:p>
    <w:p w:rsidR="00E779E5" w:rsidRPr="002B460C" w:rsidRDefault="00E779E5" w:rsidP="00283F06">
      <w:pPr>
        <w:pStyle w:val="QuestionInstruction"/>
      </w:pPr>
      <w:r w:rsidRPr="002B460C">
        <w:lastRenderedPageBreak/>
        <w:t xml:space="preserve">ASK ALL IN MUSLIM COUNTRIES ONLY </w:t>
      </w:r>
    </w:p>
    <w:p w:rsidR="00E779E5" w:rsidRPr="002B460C" w:rsidRDefault="00E779E5" w:rsidP="00283F06">
      <w:pPr>
        <w:pStyle w:val="Question"/>
        <w:rPr>
          <w:i/>
        </w:rPr>
      </w:pPr>
      <w:r w:rsidRPr="002B460C">
        <w:rPr>
          <w:rFonts w:ascii="Tahoma" w:hAnsi="Tahoma" w:cs="Tahoma"/>
          <w:b/>
          <w:sz w:val="16"/>
          <w:szCs w:val="16"/>
        </w:rPr>
        <w:t>Q</w:t>
      </w:r>
      <w:r w:rsidR="00B70C5F" w:rsidRPr="002B460C">
        <w:rPr>
          <w:rFonts w:ascii="Tahoma" w:hAnsi="Tahoma" w:cs="Tahoma"/>
          <w:b/>
          <w:sz w:val="16"/>
          <w:szCs w:val="16"/>
        </w:rPr>
        <w:t>47</w:t>
      </w:r>
      <w:r w:rsidR="009A0CE1" w:rsidRPr="002B460C">
        <w:rPr>
          <w:rFonts w:ascii="Tahoma" w:hAnsi="Tahoma" w:cs="Tahoma"/>
          <w:b/>
          <w:sz w:val="16"/>
          <w:szCs w:val="16"/>
        </w:rPr>
        <w:t>X</w:t>
      </w:r>
      <w:r w:rsidRPr="002B460C">
        <w:rPr>
          <w:b/>
        </w:rPr>
        <w:tab/>
      </w:r>
      <w:r w:rsidRPr="002B460C">
        <w:t xml:space="preserve">Which of the following three statements comes closer to your view – laws in our country should strictly follow the teachings of the Quran, laws in our country should follow the values and principles of Islam but not strictly follow the teachings of the Quran OR laws in our country should not be influenced by the teachings of the Quran?  </w:t>
      </w:r>
    </w:p>
    <w:p w:rsidR="00E779E5" w:rsidRPr="002B460C" w:rsidRDefault="00E779E5" w:rsidP="00E779E5">
      <w:pPr>
        <w:pStyle w:val="QuestionResponseLast"/>
        <w:spacing w:after="0"/>
        <w:ind w:left="720" w:firstLine="0"/>
        <w:rPr>
          <w:szCs w:val="22"/>
        </w:rPr>
      </w:pPr>
      <w:r w:rsidRPr="002B460C">
        <w:rPr>
          <w:szCs w:val="22"/>
        </w:rPr>
        <w:t>1</w:t>
      </w:r>
      <w:r w:rsidRPr="002B460C">
        <w:rPr>
          <w:szCs w:val="22"/>
        </w:rPr>
        <w:tab/>
        <w:t>Laws should strictly follow the teachings of the Quran</w:t>
      </w:r>
    </w:p>
    <w:p w:rsidR="00E779E5" w:rsidRPr="002B460C" w:rsidRDefault="00E779E5" w:rsidP="00E779E5">
      <w:pPr>
        <w:pStyle w:val="QuestionResponseLast"/>
        <w:spacing w:after="0"/>
        <w:rPr>
          <w:szCs w:val="22"/>
        </w:rPr>
      </w:pPr>
      <w:r w:rsidRPr="002B460C">
        <w:rPr>
          <w:szCs w:val="22"/>
        </w:rPr>
        <w:t>2</w:t>
      </w:r>
      <w:r w:rsidRPr="002B460C">
        <w:rPr>
          <w:szCs w:val="22"/>
        </w:rPr>
        <w:tab/>
        <w:t>Laws should follow the values and principles of Islam but not strictly follow the teachings of the Quran</w:t>
      </w:r>
    </w:p>
    <w:p w:rsidR="00E779E5" w:rsidRPr="002B460C" w:rsidRDefault="00E779E5" w:rsidP="00E779E5">
      <w:pPr>
        <w:pStyle w:val="QuestionResponseLast"/>
        <w:spacing w:after="0"/>
        <w:rPr>
          <w:szCs w:val="22"/>
        </w:rPr>
      </w:pPr>
      <w:r w:rsidRPr="002B460C">
        <w:rPr>
          <w:szCs w:val="22"/>
        </w:rPr>
        <w:t>3</w:t>
      </w:r>
      <w:r w:rsidRPr="002B460C">
        <w:rPr>
          <w:szCs w:val="22"/>
        </w:rPr>
        <w:tab/>
        <w:t>Laws should not be influenced by the teachings of the Quran</w:t>
      </w:r>
    </w:p>
    <w:p w:rsidR="00E779E5" w:rsidRPr="002B460C" w:rsidRDefault="00E779E5" w:rsidP="00E779E5">
      <w:pPr>
        <w:pStyle w:val="QuestionResponseLast"/>
        <w:spacing w:after="0"/>
        <w:ind w:left="720" w:firstLine="0"/>
        <w:rPr>
          <w:szCs w:val="22"/>
        </w:rPr>
      </w:pPr>
      <w:r w:rsidRPr="002B460C">
        <w:rPr>
          <w:szCs w:val="22"/>
        </w:rPr>
        <w:t>8</w:t>
      </w:r>
      <w:r w:rsidRPr="002B460C">
        <w:rPr>
          <w:szCs w:val="22"/>
        </w:rPr>
        <w:tab/>
        <w:t>Don’t know (DO NOT READ)</w:t>
      </w:r>
    </w:p>
    <w:p w:rsidR="00E779E5" w:rsidRPr="002B460C" w:rsidRDefault="00E779E5" w:rsidP="00283F06">
      <w:pPr>
        <w:pStyle w:val="QuestionResponseLast"/>
      </w:pPr>
      <w:r w:rsidRPr="002B460C">
        <w:t>9</w:t>
      </w:r>
      <w:r w:rsidRPr="002B460C">
        <w:tab/>
        <w:t>Refused (DO NOT READ)</w:t>
      </w:r>
    </w:p>
    <w:p w:rsidR="00E779E5" w:rsidRPr="002B460C" w:rsidRDefault="00E779E5" w:rsidP="00E779E5">
      <w:pPr>
        <w:pStyle w:val="QuestionInstruction"/>
        <w:spacing w:after="0"/>
        <w:ind w:left="0" w:firstLine="720"/>
        <w:rPr>
          <w:b w:val="0"/>
          <w:szCs w:val="22"/>
        </w:rPr>
      </w:pPr>
      <w:r w:rsidRPr="002B460C">
        <w:rPr>
          <w:szCs w:val="22"/>
        </w:rPr>
        <w:lastRenderedPageBreak/>
        <w:t xml:space="preserve">ASK ALL </w:t>
      </w:r>
    </w:p>
    <w:p w:rsidR="00E779E5" w:rsidRDefault="00E779E5" w:rsidP="00E779E5">
      <w:pPr>
        <w:pStyle w:val="Question"/>
        <w:spacing w:after="0"/>
        <w:rPr>
          <w:i/>
        </w:rPr>
      </w:pPr>
      <w:r w:rsidRPr="002B460C">
        <w:rPr>
          <w:rFonts w:ascii="Tahoma" w:hAnsi="Tahoma" w:cs="Tahoma"/>
          <w:b/>
          <w:sz w:val="16"/>
          <w:szCs w:val="16"/>
        </w:rPr>
        <w:t>Q48</w:t>
      </w:r>
      <w:r w:rsidRPr="002B460C">
        <w:tab/>
        <w:t xml:space="preserve">Now I’m going to read a list of political leaders.  For each, tell me how much confidence you have in each leader to do the right thing regarding world affairs – a lot of confidence, some confidence, not too much confidence, or no confidence at all. </w:t>
      </w:r>
    </w:p>
    <w:p w:rsidR="00876C16" w:rsidRPr="002B460C" w:rsidRDefault="00876C16" w:rsidP="00E779E5">
      <w:pPr>
        <w:pStyle w:val="Question"/>
        <w:spacing w:after="0"/>
        <w:rPr>
          <w:i/>
        </w:rPr>
      </w:pPr>
    </w:p>
    <w:p w:rsidR="00E779E5" w:rsidRPr="002B460C" w:rsidRDefault="00E779E5" w:rsidP="007D63B5">
      <w:pPr>
        <w:pStyle w:val="QuestionInstruction"/>
        <w:rPr>
          <w:rFonts w:ascii="Tahoma" w:hAnsi="Tahoma" w:cs="Tahoma"/>
          <w:sz w:val="16"/>
          <w:szCs w:val="16"/>
        </w:rPr>
      </w:pPr>
      <w:r w:rsidRPr="002B460C">
        <w:rPr>
          <w:rFonts w:ascii="Tahoma" w:hAnsi="Tahoma" w:cs="Tahoma"/>
          <w:sz w:val="16"/>
          <w:szCs w:val="16"/>
        </w:rPr>
        <w:t>ROTATE IN TELEPHONE SURVEYS</w:t>
      </w:r>
    </w:p>
    <w:p w:rsidR="000539C8" w:rsidRPr="000539C8" w:rsidRDefault="00E779E5" w:rsidP="00CE5A15">
      <w:pPr>
        <w:pStyle w:val="QuestionList"/>
        <w:numPr>
          <w:ilvl w:val="0"/>
          <w:numId w:val="5"/>
        </w:numPr>
        <w:rPr>
          <w:szCs w:val="20"/>
        </w:rPr>
      </w:pPr>
      <w:r w:rsidRPr="002B460C">
        <w:t xml:space="preserve">U.S. President Barack Obama </w:t>
      </w:r>
    </w:p>
    <w:p w:rsidR="000539C8" w:rsidRDefault="00E779E5" w:rsidP="00CE5A15">
      <w:pPr>
        <w:pStyle w:val="QuestionList"/>
        <w:numPr>
          <w:ilvl w:val="0"/>
          <w:numId w:val="5"/>
        </w:numPr>
        <w:rPr>
          <w:i/>
          <w:szCs w:val="20"/>
        </w:rPr>
      </w:pPr>
      <w:r w:rsidRPr="000539C8">
        <w:rPr>
          <w:szCs w:val="20"/>
        </w:rPr>
        <w:t xml:space="preserve">Russian President Dmitri Medvedev </w:t>
      </w:r>
      <w:r w:rsidR="000C3DA3" w:rsidRPr="000539C8">
        <w:rPr>
          <w:rFonts w:ascii="Tahoma" w:hAnsi="Tahoma" w:cs="Tahoma"/>
          <w:b/>
          <w:i/>
          <w:sz w:val="16"/>
          <w:szCs w:val="16"/>
        </w:rPr>
        <w:t>[Ask</w:t>
      </w:r>
      <w:r w:rsidR="005272A3" w:rsidRPr="000539C8">
        <w:rPr>
          <w:rFonts w:ascii="Tahoma" w:hAnsi="Tahoma" w:cs="Tahoma"/>
          <w:b/>
          <w:i/>
          <w:sz w:val="16"/>
          <w:szCs w:val="16"/>
        </w:rPr>
        <w:t xml:space="preserve"> all </w:t>
      </w:r>
      <w:r w:rsidR="000C3DA3" w:rsidRPr="000539C8">
        <w:rPr>
          <w:rFonts w:ascii="Tahoma" w:hAnsi="Tahoma" w:cs="Tahoma"/>
          <w:b/>
          <w:i/>
          <w:sz w:val="16"/>
          <w:szCs w:val="16"/>
        </w:rPr>
        <w:t xml:space="preserve"> in all countries except Egypt</w:t>
      </w:r>
      <w:r w:rsidR="005272A3" w:rsidRPr="000539C8">
        <w:rPr>
          <w:rFonts w:ascii="Tahoma" w:hAnsi="Tahoma" w:cs="Tahoma"/>
          <w:b/>
          <w:i/>
          <w:sz w:val="16"/>
          <w:szCs w:val="16"/>
        </w:rPr>
        <w:t xml:space="preserve"> and Japan</w:t>
      </w:r>
      <w:r w:rsidR="000C3DA3" w:rsidRPr="000539C8">
        <w:rPr>
          <w:rFonts w:ascii="Tahoma" w:hAnsi="Tahoma" w:cs="Tahoma"/>
          <w:b/>
          <w:i/>
          <w:sz w:val="16"/>
          <w:szCs w:val="16"/>
        </w:rPr>
        <w:t>]</w:t>
      </w:r>
      <w:r w:rsidR="000C3DA3" w:rsidRPr="002B460C">
        <w:t xml:space="preserve"> </w:t>
      </w:r>
    </w:p>
    <w:p w:rsidR="00E779E5" w:rsidRPr="000539C8" w:rsidRDefault="00E779E5" w:rsidP="00CE5A15">
      <w:pPr>
        <w:pStyle w:val="QuestionList"/>
        <w:numPr>
          <w:ilvl w:val="0"/>
          <w:numId w:val="5"/>
        </w:numPr>
        <w:rPr>
          <w:i/>
          <w:szCs w:val="20"/>
        </w:rPr>
      </w:pPr>
      <w:r w:rsidRPr="002B460C">
        <w:t xml:space="preserve">Russian Prime Minister Vladimir Putin </w:t>
      </w:r>
      <w:r w:rsidRPr="000539C8">
        <w:rPr>
          <w:rFonts w:ascii="Tahoma" w:hAnsi="Tahoma" w:cs="Tahoma"/>
          <w:b/>
          <w:i/>
          <w:sz w:val="16"/>
          <w:szCs w:val="16"/>
        </w:rPr>
        <w:t>[Ask in Russia only]</w:t>
      </w:r>
      <w:r w:rsidRPr="002B460C">
        <w:t xml:space="preserve"> </w:t>
      </w:r>
    </w:p>
    <w:p w:rsidR="00E779E5" w:rsidRPr="002B460C" w:rsidRDefault="00E779E5" w:rsidP="00CE5A15">
      <w:pPr>
        <w:pStyle w:val="QuestionList"/>
        <w:numPr>
          <w:ilvl w:val="0"/>
          <w:numId w:val="5"/>
        </w:numPr>
        <w:rPr>
          <w:i/>
          <w:szCs w:val="20"/>
        </w:rPr>
      </w:pPr>
      <w:r w:rsidRPr="002B460C">
        <w:t xml:space="preserve">German Chancellor Angela Merkel </w:t>
      </w:r>
      <w:r w:rsidR="000C3DA3" w:rsidRPr="002B460C">
        <w:rPr>
          <w:rFonts w:ascii="Tahoma" w:hAnsi="Tahoma" w:cs="Tahoma"/>
          <w:b/>
          <w:i/>
          <w:sz w:val="16"/>
          <w:szCs w:val="16"/>
        </w:rPr>
        <w:t xml:space="preserve">[Ask </w:t>
      </w:r>
      <w:r w:rsidR="005272A3" w:rsidRPr="002B460C">
        <w:rPr>
          <w:rFonts w:ascii="Tahoma" w:hAnsi="Tahoma" w:cs="Tahoma"/>
          <w:b/>
          <w:i/>
          <w:sz w:val="16"/>
          <w:szCs w:val="16"/>
        </w:rPr>
        <w:t xml:space="preserve">all </w:t>
      </w:r>
      <w:r w:rsidR="000C3DA3" w:rsidRPr="002B460C">
        <w:rPr>
          <w:rFonts w:ascii="Tahoma" w:hAnsi="Tahoma" w:cs="Tahoma"/>
          <w:b/>
          <w:i/>
          <w:sz w:val="16"/>
          <w:szCs w:val="16"/>
        </w:rPr>
        <w:t>in all countries except Egypt</w:t>
      </w:r>
      <w:r w:rsidR="005272A3" w:rsidRPr="002B460C">
        <w:rPr>
          <w:rFonts w:ascii="Tahoma" w:hAnsi="Tahoma" w:cs="Tahoma"/>
          <w:b/>
          <w:i/>
          <w:sz w:val="16"/>
          <w:szCs w:val="16"/>
        </w:rPr>
        <w:t xml:space="preserve"> and Japan</w:t>
      </w:r>
      <w:r w:rsidR="000C3DA3" w:rsidRPr="002B460C">
        <w:rPr>
          <w:rFonts w:ascii="Tahoma" w:hAnsi="Tahoma" w:cs="Tahoma"/>
          <w:b/>
          <w:i/>
          <w:sz w:val="16"/>
          <w:szCs w:val="16"/>
        </w:rPr>
        <w:t>]</w:t>
      </w:r>
      <w:r w:rsidRPr="002B460C">
        <w:t xml:space="preserve"> </w:t>
      </w:r>
    </w:p>
    <w:p w:rsidR="00E779E5" w:rsidRPr="002B460C" w:rsidRDefault="00E779E5" w:rsidP="00CE5A15">
      <w:pPr>
        <w:pStyle w:val="QuestionList"/>
        <w:numPr>
          <w:ilvl w:val="0"/>
          <w:numId w:val="5"/>
        </w:numPr>
        <w:rPr>
          <w:b/>
          <w:i/>
        </w:rPr>
      </w:pPr>
      <w:r w:rsidRPr="002B460C">
        <w:t xml:space="preserve">Osama bin Laden  </w:t>
      </w:r>
      <w:r w:rsidRPr="002B460C">
        <w:rPr>
          <w:rFonts w:ascii="Tahoma" w:hAnsi="Tahoma" w:cs="Tahoma"/>
          <w:b/>
          <w:i/>
          <w:sz w:val="16"/>
          <w:szCs w:val="16"/>
        </w:rPr>
        <w:t>[Ask in Muslim countries</w:t>
      </w:r>
      <w:r w:rsidR="00693018" w:rsidRPr="002B460C">
        <w:rPr>
          <w:rFonts w:ascii="Tahoma" w:hAnsi="Tahoma" w:cs="Tahoma"/>
          <w:b/>
          <w:i/>
          <w:sz w:val="16"/>
          <w:szCs w:val="16"/>
        </w:rPr>
        <w:t xml:space="preserve"> and </w:t>
      </w:r>
      <w:r w:rsidRPr="002B460C">
        <w:rPr>
          <w:rFonts w:ascii="Tahoma" w:hAnsi="Tahoma" w:cs="Tahoma"/>
          <w:b/>
          <w:i/>
          <w:sz w:val="16"/>
          <w:szCs w:val="16"/>
        </w:rPr>
        <w:t>Israel  only</w:t>
      </w:r>
      <w:r w:rsidR="004D562B">
        <w:rPr>
          <w:rFonts w:ascii="Tahoma" w:hAnsi="Tahoma" w:cs="Tahoma"/>
          <w:b/>
          <w:i/>
          <w:sz w:val="16"/>
          <w:szCs w:val="16"/>
        </w:rPr>
        <w:t>. In Pakistan, ask in 1</w:t>
      </w:r>
      <w:r w:rsidR="004D562B" w:rsidRPr="004D562B">
        <w:rPr>
          <w:rFonts w:ascii="Tahoma" w:hAnsi="Tahoma" w:cs="Tahoma"/>
          <w:b/>
          <w:i/>
          <w:sz w:val="16"/>
          <w:szCs w:val="16"/>
          <w:vertAlign w:val="superscript"/>
        </w:rPr>
        <w:t>st</w:t>
      </w:r>
      <w:r w:rsidR="004D562B">
        <w:rPr>
          <w:rFonts w:ascii="Tahoma" w:hAnsi="Tahoma" w:cs="Tahoma"/>
          <w:b/>
          <w:i/>
          <w:sz w:val="16"/>
          <w:szCs w:val="16"/>
        </w:rPr>
        <w:t xml:space="preserve"> fielding only.</w:t>
      </w:r>
      <w:r w:rsidRPr="002B460C">
        <w:rPr>
          <w:rFonts w:ascii="Tahoma" w:hAnsi="Tahoma" w:cs="Tahoma"/>
          <w:b/>
          <w:i/>
          <w:sz w:val="16"/>
          <w:szCs w:val="16"/>
        </w:rPr>
        <w:t xml:space="preserve">] </w:t>
      </w:r>
    </w:p>
    <w:p w:rsidR="000539C8" w:rsidRPr="000539C8" w:rsidRDefault="00E779E5" w:rsidP="00CE5A15">
      <w:pPr>
        <w:pStyle w:val="QuestionList"/>
        <w:numPr>
          <w:ilvl w:val="0"/>
          <w:numId w:val="5"/>
        </w:numPr>
        <w:rPr>
          <w:rFonts w:ascii="Tahoma" w:hAnsi="Tahoma" w:cs="Tahoma"/>
          <w:sz w:val="16"/>
          <w:szCs w:val="16"/>
        </w:rPr>
      </w:pPr>
      <w:r w:rsidRPr="002B460C">
        <w:t xml:space="preserve">Iranian President Mahmoud Ahmadinejad </w:t>
      </w:r>
      <w:r w:rsidRPr="000539C8">
        <w:rPr>
          <w:rFonts w:ascii="Tahoma" w:hAnsi="Tahoma" w:cs="Tahoma"/>
          <w:b/>
          <w:i/>
          <w:sz w:val="16"/>
          <w:szCs w:val="16"/>
        </w:rPr>
        <w:t>[Ask in Muslim countries</w:t>
      </w:r>
      <w:r w:rsidR="00693018" w:rsidRPr="000539C8">
        <w:rPr>
          <w:rFonts w:ascii="Tahoma" w:hAnsi="Tahoma" w:cs="Tahoma"/>
          <w:b/>
          <w:i/>
          <w:sz w:val="16"/>
          <w:szCs w:val="16"/>
        </w:rPr>
        <w:t xml:space="preserve"> and</w:t>
      </w:r>
      <w:r w:rsidRPr="000539C8">
        <w:rPr>
          <w:rFonts w:ascii="Tahoma" w:hAnsi="Tahoma" w:cs="Tahoma"/>
          <w:b/>
          <w:i/>
          <w:sz w:val="16"/>
          <w:szCs w:val="16"/>
        </w:rPr>
        <w:t xml:space="preserve"> Israel only]</w:t>
      </w:r>
    </w:p>
    <w:p w:rsidR="00E779E5" w:rsidRPr="000539C8" w:rsidRDefault="00E779E5" w:rsidP="00CE5A15">
      <w:pPr>
        <w:pStyle w:val="QuestionList"/>
        <w:numPr>
          <w:ilvl w:val="0"/>
          <w:numId w:val="5"/>
        </w:numPr>
        <w:rPr>
          <w:rFonts w:ascii="Tahoma" w:hAnsi="Tahoma" w:cs="Tahoma"/>
          <w:sz w:val="16"/>
          <w:szCs w:val="16"/>
        </w:rPr>
      </w:pPr>
      <w:r w:rsidRPr="002B460C">
        <w:t xml:space="preserve">Venezuelan President Hugo Chavez </w:t>
      </w:r>
      <w:r w:rsidRPr="000539C8">
        <w:rPr>
          <w:rFonts w:ascii="Tahoma" w:hAnsi="Tahoma" w:cs="Tahoma"/>
          <w:b/>
          <w:i/>
          <w:sz w:val="16"/>
          <w:szCs w:val="16"/>
        </w:rPr>
        <w:t>[Ask in Brazil, and Mexico only</w:t>
      </w:r>
      <w:r w:rsidRPr="000539C8">
        <w:rPr>
          <w:rFonts w:ascii="Tahoma" w:hAnsi="Tahoma" w:cs="Tahoma"/>
          <w:b/>
          <w:sz w:val="16"/>
          <w:szCs w:val="16"/>
        </w:rPr>
        <w:t xml:space="preserve">] </w:t>
      </w:r>
    </w:p>
    <w:p w:rsidR="00E779E5" w:rsidRPr="000539C8" w:rsidRDefault="00E779E5" w:rsidP="00CE5A15">
      <w:pPr>
        <w:pStyle w:val="QuestionList"/>
        <w:widowControl w:val="0"/>
        <w:numPr>
          <w:ilvl w:val="0"/>
          <w:numId w:val="5"/>
        </w:numPr>
        <w:autoSpaceDE w:val="0"/>
        <w:autoSpaceDN w:val="0"/>
        <w:adjustRightInd w:val="0"/>
        <w:rPr>
          <w:rFonts w:ascii="Tahoma" w:hAnsi="Tahoma" w:cs="Tahoma"/>
          <w:i/>
          <w:sz w:val="16"/>
          <w:szCs w:val="20"/>
        </w:rPr>
      </w:pPr>
      <w:r w:rsidRPr="002B460C">
        <w:t xml:space="preserve">French President Nicolas Sarkozy </w:t>
      </w:r>
    </w:p>
    <w:p w:rsidR="000539C8" w:rsidRPr="000539C8" w:rsidRDefault="00E779E5" w:rsidP="00CE5A15">
      <w:pPr>
        <w:pStyle w:val="QuestionList"/>
        <w:widowControl w:val="0"/>
        <w:numPr>
          <w:ilvl w:val="0"/>
          <w:numId w:val="5"/>
        </w:numPr>
        <w:autoSpaceDE w:val="0"/>
        <w:autoSpaceDN w:val="0"/>
        <w:adjustRightInd w:val="0"/>
        <w:rPr>
          <w:szCs w:val="20"/>
        </w:rPr>
      </w:pPr>
      <w:r w:rsidRPr="000539C8">
        <w:rPr>
          <w:szCs w:val="20"/>
        </w:rPr>
        <w:t xml:space="preserve">Hezbollah leader Sheik </w:t>
      </w:r>
      <w:proofErr w:type="spellStart"/>
      <w:r w:rsidRPr="000539C8">
        <w:rPr>
          <w:szCs w:val="20"/>
        </w:rPr>
        <w:t>Jassan</w:t>
      </w:r>
      <w:proofErr w:type="spellEnd"/>
      <w:r w:rsidRPr="000539C8">
        <w:rPr>
          <w:szCs w:val="20"/>
        </w:rPr>
        <w:t xml:space="preserve"> </w:t>
      </w:r>
      <w:proofErr w:type="spellStart"/>
      <w:r w:rsidRPr="000539C8">
        <w:rPr>
          <w:szCs w:val="20"/>
        </w:rPr>
        <w:t>Nasrallah</w:t>
      </w:r>
      <w:proofErr w:type="spellEnd"/>
      <w:r w:rsidRPr="000539C8">
        <w:rPr>
          <w:rFonts w:ascii="Tahoma" w:hAnsi="Tahoma" w:cs="Tahoma"/>
          <w:b/>
          <w:i/>
          <w:sz w:val="16"/>
          <w:szCs w:val="16"/>
        </w:rPr>
        <w:t xml:space="preserve"> [Ask in Muslim countries</w:t>
      </w:r>
      <w:r w:rsidR="00693018" w:rsidRPr="000539C8">
        <w:rPr>
          <w:rFonts w:ascii="Tahoma" w:hAnsi="Tahoma" w:cs="Tahoma"/>
          <w:b/>
          <w:i/>
          <w:sz w:val="16"/>
          <w:szCs w:val="16"/>
        </w:rPr>
        <w:t xml:space="preserve"> and</w:t>
      </w:r>
      <w:r w:rsidRPr="000539C8">
        <w:rPr>
          <w:rFonts w:ascii="Tahoma" w:hAnsi="Tahoma" w:cs="Tahoma"/>
          <w:b/>
          <w:i/>
          <w:sz w:val="16"/>
          <w:szCs w:val="16"/>
        </w:rPr>
        <w:t xml:space="preserve"> Israel only]</w:t>
      </w:r>
      <w:r w:rsidRPr="000539C8">
        <w:rPr>
          <w:rFonts w:ascii="Tahoma" w:hAnsi="Tahoma" w:cs="Tahoma"/>
          <w:b/>
          <w:i/>
          <w:sz w:val="16"/>
          <w:szCs w:val="20"/>
        </w:rPr>
        <w:t xml:space="preserve"> </w:t>
      </w:r>
    </w:p>
    <w:p w:rsidR="00E779E5" w:rsidRPr="000539C8" w:rsidRDefault="00E779E5" w:rsidP="00CE5A15">
      <w:pPr>
        <w:pStyle w:val="QuestionList"/>
        <w:widowControl w:val="0"/>
        <w:numPr>
          <w:ilvl w:val="0"/>
          <w:numId w:val="5"/>
        </w:numPr>
        <w:autoSpaceDE w:val="0"/>
        <w:autoSpaceDN w:val="0"/>
        <w:adjustRightInd w:val="0"/>
        <w:rPr>
          <w:szCs w:val="20"/>
        </w:rPr>
      </w:pPr>
      <w:r w:rsidRPr="000539C8">
        <w:rPr>
          <w:szCs w:val="20"/>
        </w:rPr>
        <w:t>Israeli Prime Minister Benjamin Netanyahu</w:t>
      </w:r>
      <w:r w:rsidR="00943362">
        <w:rPr>
          <w:rStyle w:val="FootnoteReference"/>
          <w:szCs w:val="20"/>
        </w:rPr>
        <w:footnoteReference w:id="4"/>
      </w:r>
      <w:r w:rsidRPr="000539C8">
        <w:rPr>
          <w:szCs w:val="20"/>
        </w:rPr>
        <w:t xml:space="preserve"> </w:t>
      </w:r>
      <w:r w:rsidRPr="000539C8">
        <w:rPr>
          <w:rFonts w:ascii="Tahoma" w:hAnsi="Tahoma" w:cs="Tahoma"/>
          <w:b/>
          <w:i/>
          <w:sz w:val="16"/>
          <w:szCs w:val="16"/>
        </w:rPr>
        <w:t>[Ask in Muslim countries</w:t>
      </w:r>
      <w:r w:rsidR="00693018" w:rsidRPr="000539C8">
        <w:rPr>
          <w:rFonts w:ascii="Tahoma" w:hAnsi="Tahoma" w:cs="Tahoma"/>
          <w:b/>
          <w:i/>
          <w:sz w:val="16"/>
          <w:szCs w:val="16"/>
        </w:rPr>
        <w:t xml:space="preserve"> and</w:t>
      </w:r>
      <w:r w:rsidRPr="000539C8">
        <w:rPr>
          <w:rFonts w:ascii="Tahoma" w:hAnsi="Tahoma" w:cs="Tahoma"/>
          <w:b/>
          <w:i/>
          <w:sz w:val="16"/>
          <w:szCs w:val="16"/>
        </w:rPr>
        <w:t xml:space="preserve"> Israel only]</w:t>
      </w:r>
      <w:r w:rsidR="000C3FE2" w:rsidRPr="000539C8">
        <w:rPr>
          <w:rFonts w:ascii="Tahoma" w:hAnsi="Tahoma" w:cs="Tahoma"/>
          <w:b/>
          <w:i/>
          <w:sz w:val="16"/>
          <w:szCs w:val="16"/>
        </w:rPr>
        <w:t xml:space="preserve"> </w:t>
      </w:r>
    </w:p>
    <w:p w:rsidR="00E779E5" w:rsidRPr="002B460C" w:rsidRDefault="00E779E5" w:rsidP="00CE5A15">
      <w:pPr>
        <w:pStyle w:val="QuestionList"/>
        <w:numPr>
          <w:ilvl w:val="0"/>
          <w:numId w:val="5"/>
        </w:numPr>
        <w:rPr>
          <w:szCs w:val="20"/>
        </w:rPr>
      </w:pPr>
      <w:r w:rsidRPr="000539C8">
        <w:rPr>
          <w:szCs w:val="20"/>
        </w:rPr>
        <w:t xml:space="preserve">Palestinian President Mahmoud Abbas (Abu </w:t>
      </w:r>
      <w:proofErr w:type="spellStart"/>
      <w:r w:rsidRPr="000539C8">
        <w:rPr>
          <w:szCs w:val="20"/>
        </w:rPr>
        <w:t>Mazen</w:t>
      </w:r>
      <w:proofErr w:type="spellEnd"/>
      <w:r w:rsidRPr="000539C8">
        <w:rPr>
          <w:szCs w:val="20"/>
        </w:rPr>
        <w:t>)</w:t>
      </w:r>
      <w:r w:rsidRPr="000539C8">
        <w:rPr>
          <w:rFonts w:ascii="Tahoma" w:hAnsi="Tahoma" w:cs="Tahoma"/>
          <w:b/>
          <w:i/>
          <w:sz w:val="16"/>
          <w:szCs w:val="16"/>
        </w:rPr>
        <w:t xml:space="preserve"> [Ask in Muslim countries</w:t>
      </w:r>
      <w:r w:rsidR="00693018" w:rsidRPr="000539C8">
        <w:rPr>
          <w:rFonts w:ascii="Tahoma" w:hAnsi="Tahoma" w:cs="Tahoma"/>
          <w:b/>
          <w:i/>
          <w:sz w:val="16"/>
          <w:szCs w:val="16"/>
        </w:rPr>
        <w:t xml:space="preserve"> and</w:t>
      </w:r>
      <w:r w:rsidRPr="000539C8">
        <w:rPr>
          <w:rFonts w:ascii="Tahoma" w:hAnsi="Tahoma" w:cs="Tahoma"/>
          <w:b/>
          <w:i/>
          <w:sz w:val="16"/>
          <w:szCs w:val="16"/>
        </w:rPr>
        <w:t xml:space="preserve"> Israel </w:t>
      </w:r>
      <w:r w:rsidR="00693018" w:rsidRPr="000539C8">
        <w:rPr>
          <w:rFonts w:ascii="Tahoma" w:hAnsi="Tahoma" w:cs="Tahoma"/>
          <w:b/>
          <w:i/>
          <w:sz w:val="16"/>
          <w:szCs w:val="16"/>
        </w:rPr>
        <w:t>only</w:t>
      </w:r>
      <w:r w:rsidRPr="000539C8">
        <w:rPr>
          <w:rFonts w:ascii="Tahoma" w:hAnsi="Tahoma" w:cs="Tahoma"/>
          <w:b/>
          <w:i/>
          <w:sz w:val="16"/>
          <w:szCs w:val="16"/>
        </w:rPr>
        <w:t xml:space="preserve">] </w:t>
      </w:r>
      <w:r w:rsidRPr="000539C8">
        <w:rPr>
          <w:rFonts w:ascii="Tahoma" w:hAnsi="Tahoma" w:cs="Tahoma"/>
          <w:b/>
          <w:i/>
          <w:sz w:val="16"/>
          <w:szCs w:val="20"/>
        </w:rPr>
        <w:t xml:space="preserve"> </w:t>
      </w:r>
    </w:p>
    <w:p w:rsidR="00E779E5" w:rsidRPr="000539C8" w:rsidRDefault="00E779E5" w:rsidP="00CE5A15">
      <w:pPr>
        <w:pStyle w:val="QuestionList"/>
        <w:widowControl w:val="0"/>
        <w:numPr>
          <w:ilvl w:val="0"/>
          <w:numId w:val="5"/>
        </w:numPr>
        <w:autoSpaceDE w:val="0"/>
        <w:autoSpaceDN w:val="0"/>
        <w:adjustRightInd w:val="0"/>
        <w:rPr>
          <w:szCs w:val="20"/>
          <w:lang w:val="pl-PL"/>
        </w:rPr>
      </w:pPr>
      <w:r w:rsidRPr="002B460C">
        <w:t xml:space="preserve">Saudi King Abdullah </w:t>
      </w:r>
      <w:r w:rsidRPr="000539C8">
        <w:rPr>
          <w:rFonts w:ascii="Tahoma" w:hAnsi="Tahoma" w:cs="Tahoma"/>
          <w:b/>
          <w:i/>
          <w:sz w:val="16"/>
          <w:szCs w:val="16"/>
        </w:rPr>
        <w:t>[Ask in Muslim countries</w:t>
      </w:r>
      <w:r w:rsidR="00693018" w:rsidRPr="000539C8">
        <w:rPr>
          <w:rFonts w:ascii="Tahoma" w:hAnsi="Tahoma" w:cs="Tahoma"/>
          <w:b/>
          <w:i/>
          <w:sz w:val="16"/>
          <w:szCs w:val="16"/>
        </w:rPr>
        <w:t xml:space="preserve"> and </w:t>
      </w:r>
      <w:r w:rsidRPr="000539C8">
        <w:rPr>
          <w:rFonts w:ascii="Tahoma" w:hAnsi="Tahoma" w:cs="Tahoma"/>
          <w:b/>
          <w:i/>
          <w:sz w:val="16"/>
          <w:szCs w:val="16"/>
        </w:rPr>
        <w:t xml:space="preserve"> Israel only]</w:t>
      </w:r>
      <w:r w:rsidRPr="000539C8">
        <w:rPr>
          <w:szCs w:val="20"/>
        </w:rPr>
        <w:t xml:space="preserve"> </w:t>
      </w:r>
    </w:p>
    <w:p w:rsidR="00E779E5" w:rsidRPr="002B460C" w:rsidRDefault="00E779E5" w:rsidP="00CE5A15">
      <w:pPr>
        <w:pStyle w:val="QuestionList"/>
        <w:widowControl w:val="0"/>
        <w:numPr>
          <w:ilvl w:val="0"/>
          <w:numId w:val="5"/>
        </w:numPr>
        <w:autoSpaceDE w:val="0"/>
        <w:autoSpaceDN w:val="0"/>
        <w:adjustRightInd w:val="0"/>
        <w:rPr>
          <w:rFonts w:ascii="Tahoma" w:hAnsi="Tahoma" w:cs="Tahoma"/>
          <w:b/>
          <w:i/>
          <w:sz w:val="16"/>
          <w:szCs w:val="16"/>
        </w:rPr>
      </w:pPr>
      <w:r w:rsidRPr="000539C8">
        <w:rPr>
          <w:szCs w:val="20"/>
          <w:lang w:val="pl-PL"/>
        </w:rPr>
        <w:t>Turkish Prime Minister Tayyip Erdogan</w:t>
      </w:r>
      <w:r w:rsidRPr="000539C8">
        <w:rPr>
          <w:rFonts w:ascii="Tahoma" w:hAnsi="Tahoma" w:cs="Tahoma"/>
          <w:b/>
          <w:i/>
          <w:sz w:val="16"/>
          <w:szCs w:val="16"/>
          <w:lang w:val="pl-PL"/>
        </w:rPr>
        <w:t xml:space="preserve"> </w:t>
      </w:r>
      <w:r w:rsidRPr="000539C8">
        <w:rPr>
          <w:rFonts w:ascii="Tahoma" w:hAnsi="Tahoma" w:cs="Tahoma"/>
          <w:b/>
          <w:i/>
          <w:sz w:val="16"/>
          <w:szCs w:val="16"/>
        </w:rPr>
        <w:t>[Ask in Muslim countries, Israel, and</w:t>
      </w:r>
      <w:r w:rsidR="00D85FCF" w:rsidRPr="000539C8">
        <w:rPr>
          <w:rFonts w:ascii="Tahoma" w:hAnsi="Tahoma" w:cs="Tahoma"/>
          <w:b/>
          <w:i/>
          <w:sz w:val="16"/>
          <w:szCs w:val="16"/>
        </w:rPr>
        <w:t xml:space="preserve"> </w:t>
      </w:r>
      <w:r w:rsidRPr="000539C8">
        <w:rPr>
          <w:rFonts w:ascii="Tahoma" w:hAnsi="Tahoma" w:cs="Tahoma"/>
          <w:b/>
          <w:i/>
          <w:sz w:val="16"/>
          <w:szCs w:val="16"/>
        </w:rPr>
        <w:t>Europe only]</w:t>
      </w:r>
      <w:r w:rsidR="00C57869" w:rsidRPr="000539C8">
        <w:rPr>
          <w:rFonts w:ascii="Tahoma" w:hAnsi="Tahoma" w:cs="Tahoma"/>
          <w:b/>
          <w:i/>
          <w:sz w:val="16"/>
          <w:szCs w:val="16"/>
        </w:rPr>
        <w:t xml:space="preserve"> </w:t>
      </w:r>
    </w:p>
    <w:p w:rsidR="000539C8" w:rsidRPr="000539C8" w:rsidRDefault="00E779E5" w:rsidP="00CE5A15">
      <w:pPr>
        <w:pStyle w:val="QuestionList"/>
        <w:widowControl w:val="0"/>
        <w:numPr>
          <w:ilvl w:val="0"/>
          <w:numId w:val="5"/>
        </w:numPr>
        <w:autoSpaceDE w:val="0"/>
        <w:autoSpaceDN w:val="0"/>
        <w:adjustRightInd w:val="0"/>
        <w:rPr>
          <w:rFonts w:ascii="Tahoma" w:hAnsi="Tahoma" w:cs="Tahoma"/>
          <w:b/>
          <w:i/>
          <w:sz w:val="16"/>
          <w:szCs w:val="16"/>
        </w:rPr>
      </w:pPr>
      <w:r w:rsidRPr="000539C8">
        <w:rPr>
          <w:szCs w:val="20"/>
          <w:lang w:val="pl-PL"/>
        </w:rPr>
        <w:t xml:space="preserve">Chinese President Hu Jintao </w:t>
      </w:r>
      <w:r w:rsidRPr="000539C8">
        <w:rPr>
          <w:rFonts w:ascii="Tahoma" w:hAnsi="Tahoma" w:cs="Tahoma"/>
          <w:b/>
          <w:i/>
          <w:sz w:val="16"/>
          <w:szCs w:val="16"/>
        </w:rPr>
        <w:t>[Ask in Asia only]</w:t>
      </w:r>
      <w:r w:rsidRPr="000539C8">
        <w:rPr>
          <w:b/>
          <w:i/>
          <w:szCs w:val="20"/>
          <w:lang w:val="pl-PL"/>
        </w:rPr>
        <w:t xml:space="preserve"> </w:t>
      </w:r>
    </w:p>
    <w:p w:rsidR="00E779E5" w:rsidRPr="000539C8" w:rsidRDefault="00E779E5" w:rsidP="00CE5A15">
      <w:pPr>
        <w:pStyle w:val="QuestionList"/>
        <w:widowControl w:val="0"/>
        <w:numPr>
          <w:ilvl w:val="0"/>
          <w:numId w:val="5"/>
        </w:numPr>
        <w:autoSpaceDE w:val="0"/>
        <w:autoSpaceDN w:val="0"/>
        <w:adjustRightInd w:val="0"/>
        <w:rPr>
          <w:rFonts w:ascii="Tahoma" w:hAnsi="Tahoma" w:cs="Tahoma"/>
          <w:b/>
          <w:i/>
          <w:sz w:val="16"/>
          <w:szCs w:val="16"/>
        </w:rPr>
      </w:pPr>
      <w:r w:rsidRPr="000539C8">
        <w:rPr>
          <w:szCs w:val="22"/>
        </w:rPr>
        <w:t xml:space="preserve">Indian Prime Minister </w:t>
      </w:r>
      <w:proofErr w:type="spellStart"/>
      <w:r w:rsidRPr="000539C8">
        <w:rPr>
          <w:rStyle w:val="Emphasis"/>
          <w:i w:val="0"/>
          <w:szCs w:val="22"/>
        </w:rPr>
        <w:t>Manmohan</w:t>
      </w:r>
      <w:proofErr w:type="spellEnd"/>
      <w:r w:rsidRPr="000539C8">
        <w:rPr>
          <w:rStyle w:val="Emphasis"/>
          <w:i w:val="0"/>
          <w:szCs w:val="22"/>
        </w:rPr>
        <w:t xml:space="preserve"> </w:t>
      </w:r>
      <w:r w:rsidRPr="000539C8">
        <w:rPr>
          <w:szCs w:val="22"/>
        </w:rPr>
        <w:t xml:space="preserve">Singh </w:t>
      </w:r>
      <w:r w:rsidRPr="000539C8">
        <w:rPr>
          <w:rFonts w:ascii="Tahoma" w:hAnsi="Tahoma" w:cs="Tahoma"/>
          <w:b/>
          <w:i/>
          <w:sz w:val="16"/>
          <w:szCs w:val="16"/>
        </w:rPr>
        <w:t>[Ask in Asia only]</w:t>
      </w:r>
      <w:r w:rsidRPr="000539C8">
        <w:rPr>
          <w:b/>
          <w:i/>
          <w:szCs w:val="20"/>
          <w:lang w:val="pl-PL"/>
        </w:rPr>
        <w:t xml:space="preserve"> </w:t>
      </w:r>
    </w:p>
    <w:p w:rsidR="00E779E5" w:rsidRPr="002B460C" w:rsidRDefault="00E779E5" w:rsidP="00E779E5">
      <w:pPr>
        <w:pStyle w:val="QuestionListLast"/>
        <w:spacing w:after="0"/>
        <w:rPr>
          <w:sz w:val="20"/>
        </w:rPr>
      </w:pPr>
    </w:p>
    <w:p w:rsidR="00E779E5" w:rsidRPr="002B460C" w:rsidRDefault="00E779E5" w:rsidP="00E779E5">
      <w:pPr>
        <w:pStyle w:val="QuestionResponse"/>
        <w:rPr>
          <w:szCs w:val="22"/>
        </w:rPr>
      </w:pPr>
      <w:r w:rsidRPr="002B460C">
        <w:rPr>
          <w:szCs w:val="22"/>
        </w:rPr>
        <w:t>1</w:t>
      </w:r>
      <w:r w:rsidRPr="002B460C">
        <w:rPr>
          <w:szCs w:val="22"/>
        </w:rPr>
        <w:tab/>
        <w:t>A lot of confidence</w:t>
      </w:r>
    </w:p>
    <w:p w:rsidR="00E779E5" w:rsidRPr="002B460C" w:rsidRDefault="00E779E5" w:rsidP="00E779E5">
      <w:pPr>
        <w:pStyle w:val="QuestionResponse"/>
        <w:rPr>
          <w:szCs w:val="22"/>
        </w:rPr>
      </w:pPr>
      <w:r w:rsidRPr="002B460C">
        <w:rPr>
          <w:szCs w:val="22"/>
        </w:rPr>
        <w:t>2</w:t>
      </w:r>
      <w:r w:rsidRPr="002B460C">
        <w:rPr>
          <w:szCs w:val="22"/>
        </w:rPr>
        <w:tab/>
        <w:t>Some confidence</w:t>
      </w:r>
    </w:p>
    <w:p w:rsidR="00E779E5" w:rsidRPr="002B460C" w:rsidRDefault="00E779E5" w:rsidP="00E779E5">
      <w:pPr>
        <w:pStyle w:val="QuestionResponse"/>
        <w:rPr>
          <w:szCs w:val="22"/>
        </w:rPr>
      </w:pPr>
      <w:r w:rsidRPr="002B460C">
        <w:rPr>
          <w:szCs w:val="22"/>
        </w:rPr>
        <w:t>3</w:t>
      </w:r>
      <w:r w:rsidRPr="002B460C">
        <w:rPr>
          <w:szCs w:val="22"/>
        </w:rPr>
        <w:tab/>
        <w:t>Not too much confidence</w:t>
      </w:r>
    </w:p>
    <w:p w:rsidR="00E779E5" w:rsidRPr="002B460C" w:rsidRDefault="00E779E5" w:rsidP="00E779E5">
      <w:pPr>
        <w:pStyle w:val="QuestionResponse"/>
        <w:rPr>
          <w:szCs w:val="22"/>
        </w:rPr>
      </w:pPr>
      <w:r w:rsidRPr="002B460C">
        <w:rPr>
          <w:szCs w:val="22"/>
        </w:rPr>
        <w:t>4</w:t>
      </w:r>
      <w:r w:rsidRPr="002B460C">
        <w:rPr>
          <w:szCs w:val="22"/>
        </w:rPr>
        <w:tab/>
        <w:t>No confidence at all</w:t>
      </w:r>
    </w:p>
    <w:p w:rsidR="00E779E5" w:rsidRPr="002B460C" w:rsidRDefault="00E779E5" w:rsidP="00E779E5">
      <w:pPr>
        <w:pStyle w:val="QuestionResponse"/>
        <w:rPr>
          <w:szCs w:val="22"/>
        </w:rPr>
      </w:pPr>
      <w:r w:rsidRPr="002B460C">
        <w:rPr>
          <w:szCs w:val="22"/>
        </w:rPr>
        <w:t>8</w:t>
      </w:r>
      <w:r w:rsidRPr="002B460C">
        <w:rPr>
          <w:szCs w:val="22"/>
        </w:rPr>
        <w:tab/>
        <w:t>Don’t know (DO NOT READ)</w:t>
      </w:r>
    </w:p>
    <w:p w:rsidR="00E779E5" w:rsidRPr="002B460C" w:rsidRDefault="00E779E5" w:rsidP="007D63B5">
      <w:pPr>
        <w:pStyle w:val="QuestionResponseLast"/>
      </w:pPr>
      <w:r w:rsidRPr="002B460C">
        <w:t>9</w:t>
      </w:r>
      <w:r w:rsidRPr="002B460C">
        <w:tab/>
        <w:t>Refused (DO NOT READ)</w:t>
      </w:r>
    </w:p>
    <w:p w:rsidR="00E779E5" w:rsidRPr="002B460C" w:rsidRDefault="00E779E5" w:rsidP="00E779E5">
      <w:pPr>
        <w:pStyle w:val="QuestionInstruction"/>
        <w:spacing w:after="0"/>
      </w:pPr>
      <w:r w:rsidRPr="002B460C">
        <w:lastRenderedPageBreak/>
        <w:t xml:space="preserve">ASK ALL IN PAKISTAN ONLY </w:t>
      </w:r>
    </w:p>
    <w:p w:rsidR="00E779E5" w:rsidRPr="002B460C" w:rsidRDefault="00E779E5" w:rsidP="00E779E5">
      <w:pPr>
        <w:pStyle w:val="Question"/>
        <w:spacing w:after="0"/>
      </w:pPr>
      <w:r w:rsidRPr="002B460C">
        <w:rPr>
          <w:rFonts w:ascii="Tahoma" w:hAnsi="Tahoma" w:cs="Tahoma"/>
          <w:b/>
          <w:sz w:val="16"/>
          <w:szCs w:val="16"/>
        </w:rPr>
        <w:t>Q49</w:t>
      </w:r>
      <w:r w:rsidRPr="002B460C">
        <w:tab/>
        <w:t xml:space="preserve">Now I’d like to ask your views about some additional political leaders and organizations.  Please tell me if you have a very favorable, somewhat favorable, somewhat unfavorable, or very unfavorable opinion of (INSERT)? </w:t>
      </w:r>
      <w:r w:rsidRPr="002B460C">
        <w:rPr>
          <w:iCs/>
        </w:rPr>
        <w:t xml:space="preserve"> </w:t>
      </w:r>
    </w:p>
    <w:p w:rsidR="00E779E5" w:rsidRPr="002B460C" w:rsidRDefault="00E779E5" w:rsidP="00E779E5">
      <w:pPr>
        <w:pStyle w:val="QuestionList"/>
        <w:spacing w:after="0"/>
        <w:rPr>
          <w:rFonts w:ascii="Tahoma" w:hAnsi="Tahoma" w:cs="Tahoma"/>
          <w:b/>
          <w:sz w:val="16"/>
        </w:rPr>
      </w:pPr>
    </w:p>
    <w:p w:rsidR="00E779E5" w:rsidRPr="002B460C" w:rsidRDefault="00E779E5" w:rsidP="00E779E5">
      <w:pPr>
        <w:pStyle w:val="QuestionList"/>
        <w:spacing w:after="0"/>
        <w:rPr>
          <w:i/>
        </w:rPr>
      </w:pPr>
      <w:r w:rsidRPr="002B460C">
        <w:rPr>
          <w:rFonts w:ascii="Tahoma" w:hAnsi="Tahoma" w:cs="Tahoma"/>
          <w:b/>
          <w:sz w:val="16"/>
          <w:szCs w:val="16"/>
        </w:rPr>
        <w:t>a.</w:t>
      </w:r>
      <w:r w:rsidRPr="002B460C">
        <w:rPr>
          <w:rFonts w:ascii="Tahoma" w:hAnsi="Tahoma" w:cs="Tahoma"/>
          <w:b/>
          <w:sz w:val="16"/>
          <w:szCs w:val="16"/>
        </w:rPr>
        <w:tab/>
      </w:r>
      <w:r w:rsidRPr="002B460C">
        <w:rPr>
          <w:sz w:val="24"/>
        </w:rPr>
        <w:t>Nawaz Sharif</w:t>
      </w:r>
      <w:r w:rsidRPr="002B460C">
        <w:t xml:space="preserve"> </w:t>
      </w:r>
    </w:p>
    <w:p w:rsidR="00E779E5" w:rsidRPr="002B460C" w:rsidRDefault="00E779E5" w:rsidP="00E779E5">
      <w:pPr>
        <w:pStyle w:val="QuestionList"/>
        <w:spacing w:after="0"/>
        <w:rPr>
          <w:lang w:val="it-IT"/>
        </w:rPr>
      </w:pPr>
      <w:r w:rsidRPr="002B460C">
        <w:rPr>
          <w:rFonts w:ascii="Tahoma" w:hAnsi="Tahoma" w:cs="Tahoma"/>
          <w:b/>
          <w:sz w:val="16"/>
          <w:szCs w:val="16"/>
          <w:lang w:val="it-IT"/>
        </w:rPr>
        <w:t>b.</w:t>
      </w:r>
      <w:r w:rsidRPr="002B460C">
        <w:rPr>
          <w:lang w:val="it-IT"/>
        </w:rPr>
        <w:tab/>
        <w:t xml:space="preserve">al Qaeda </w:t>
      </w:r>
    </w:p>
    <w:p w:rsidR="00E779E5" w:rsidRPr="002B460C" w:rsidRDefault="00E779E5" w:rsidP="00E779E5">
      <w:pPr>
        <w:pStyle w:val="QuestionList"/>
        <w:spacing w:after="0"/>
        <w:rPr>
          <w:szCs w:val="20"/>
          <w:lang w:val="it-IT"/>
        </w:rPr>
      </w:pPr>
      <w:r w:rsidRPr="002B460C">
        <w:rPr>
          <w:rFonts w:ascii="Tahoma" w:hAnsi="Tahoma" w:cs="Tahoma"/>
          <w:b/>
          <w:sz w:val="16"/>
          <w:szCs w:val="16"/>
          <w:lang w:val="it-IT"/>
        </w:rPr>
        <w:t>c.</w:t>
      </w:r>
      <w:r w:rsidRPr="002B460C">
        <w:rPr>
          <w:lang w:val="it-IT"/>
        </w:rPr>
        <w:tab/>
      </w:r>
      <w:r w:rsidRPr="002B460C">
        <w:rPr>
          <w:sz w:val="24"/>
          <w:lang w:val="it-IT"/>
        </w:rPr>
        <w:t>Asif Ali Zardari</w:t>
      </w:r>
      <w:r w:rsidRPr="002B460C">
        <w:rPr>
          <w:szCs w:val="20"/>
          <w:lang w:val="it-IT"/>
        </w:rPr>
        <w:t xml:space="preserve"> </w:t>
      </w:r>
    </w:p>
    <w:p w:rsidR="00E779E5" w:rsidRPr="002B460C" w:rsidRDefault="00E779E5" w:rsidP="00E779E5">
      <w:pPr>
        <w:pStyle w:val="QuestionListLast"/>
        <w:spacing w:after="0"/>
        <w:rPr>
          <w:i/>
        </w:rPr>
      </w:pPr>
      <w:r w:rsidRPr="002B460C">
        <w:rPr>
          <w:rFonts w:ascii="Tahoma" w:hAnsi="Tahoma" w:cs="Tahoma"/>
          <w:b/>
          <w:sz w:val="16"/>
          <w:szCs w:val="16"/>
        </w:rPr>
        <w:t>d.</w:t>
      </w:r>
      <w:r w:rsidRPr="002B460C">
        <w:tab/>
        <w:t xml:space="preserve">The Taliban </w:t>
      </w:r>
    </w:p>
    <w:p w:rsidR="00E779E5" w:rsidRPr="002B460C" w:rsidRDefault="00E779E5" w:rsidP="00E779E5">
      <w:pPr>
        <w:pStyle w:val="QuestionListLast"/>
        <w:spacing w:after="0"/>
        <w:rPr>
          <w:i/>
        </w:rPr>
      </w:pPr>
      <w:r w:rsidRPr="002B460C">
        <w:rPr>
          <w:rFonts w:ascii="Tahoma" w:hAnsi="Tahoma" w:cs="Tahoma"/>
          <w:b/>
          <w:sz w:val="16"/>
          <w:szCs w:val="16"/>
        </w:rPr>
        <w:t>e.</w:t>
      </w:r>
      <w:r w:rsidRPr="002B460C">
        <w:rPr>
          <w:rFonts w:ascii="Tahoma" w:hAnsi="Tahoma" w:cs="Tahoma"/>
          <w:b/>
          <w:sz w:val="16"/>
          <w:szCs w:val="16"/>
        </w:rPr>
        <w:tab/>
      </w:r>
      <w:proofErr w:type="spellStart"/>
      <w:r w:rsidRPr="002B460C">
        <w:t>Iftikhar</w:t>
      </w:r>
      <w:proofErr w:type="spellEnd"/>
      <w:r w:rsidRPr="002B460C">
        <w:t xml:space="preserve"> Muhammad Chaudhry </w:t>
      </w:r>
    </w:p>
    <w:p w:rsidR="00E779E5" w:rsidRPr="002B460C" w:rsidRDefault="00E779E5" w:rsidP="00E779E5">
      <w:pPr>
        <w:pStyle w:val="QuestionListLast"/>
        <w:spacing w:after="0"/>
        <w:rPr>
          <w:i/>
          <w:sz w:val="20"/>
        </w:rPr>
      </w:pPr>
      <w:r w:rsidRPr="002B460C">
        <w:rPr>
          <w:rFonts w:ascii="Tahoma" w:hAnsi="Tahoma" w:cs="Tahoma"/>
          <w:b/>
          <w:sz w:val="16"/>
          <w:szCs w:val="16"/>
        </w:rPr>
        <w:t>f.</w:t>
      </w:r>
      <w:r w:rsidRPr="002B460C">
        <w:rPr>
          <w:rFonts w:ascii="Tahoma" w:hAnsi="Tahoma" w:cs="Tahoma"/>
          <w:b/>
          <w:sz w:val="16"/>
          <w:szCs w:val="16"/>
        </w:rPr>
        <w:tab/>
      </w:r>
      <w:proofErr w:type="spellStart"/>
      <w:r w:rsidRPr="002B460C">
        <w:t>Yousaf</w:t>
      </w:r>
      <w:proofErr w:type="spellEnd"/>
      <w:r w:rsidRPr="002B460C">
        <w:t xml:space="preserve"> Raza </w:t>
      </w:r>
      <w:proofErr w:type="spellStart"/>
      <w:r w:rsidRPr="002B460C">
        <w:t>Gilani</w:t>
      </w:r>
      <w:proofErr w:type="spellEnd"/>
      <w:r w:rsidRPr="002B460C">
        <w:t xml:space="preserve"> </w:t>
      </w:r>
    </w:p>
    <w:p w:rsidR="00E779E5" w:rsidRPr="002B460C" w:rsidRDefault="00E779E5" w:rsidP="00E779E5">
      <w:pPr>
        <w:pStyle w:val="QuestionListLast"/>
        <w:spacing w:after="0"/>
      </w:pPr>
      <w:r w:rsidRPr="002B460C">
        <w:rPr>
          <w:rFonts w:ascii="Tahoma" w:hAnsi="Tahoma" w:cs="Tahoma"/>
          <w:b/>
          <w:sz w:val="16"/>
          <w:szCs w:val="16"/>
        </w:rPr>
        <w:t>g.</w:t>
      </w:r>
      <w:r w:rsidRPr="002B460C">
        <w:rPr>
          <w:rFonts w:ascii="Tahoma" w:hAnsi="Tahoma" w:cs="Tahoma"/>
          <w:b/>
          <w:sz w:val="16"/>
          <w:szCs w:val="16"/>
        </w:rPr>
        <w:tab/>
      </w:r>
      <w:r w:rsidRPr="002B460C">
        <w:t xml:space="preserve">Imran Khan </w:t>
      </w:r>
    </w:p>
    <w:p w:rsidR="00E779E5" w:rsidRPr="002B460C" w:rsidRDefault="00E779E5" w:rsidP="007D63B5">
      <w:pPr>
        <w:pStyle w:val="QuestionListLast"/>
      </w:pPr>
      <w:r w:rsidRPr="002B460C">
        <w:rPr>
          <w:rFonts w:ascii="Tahoma" w:hAnsi="Tahoma" w:cs="Tahoma"/>
          <w:b/>
          <w:sz w:val="16"/>
          <w:szCs w:val="16"/>
        </w:rPr>
        <w:t>h.</w:t>
      </w:r>
      <w:r w:rsidRPr="002B460C">
        <w:tab/>
        <w:t xml:space="preserve">Chief of Army Staff Gen. </w:t>
      </w:r>
      <w:proofErr w:type="spellStart"/>
      <w:r w:rsidRPr="002B460C">
        <w:t>Ashfaq</w:t>
      </w:r>
      <w:proofErr w:type="spellEnd"/>
      <w:r w:rsidRPr="002B460C">
        <w:t xml:space="preserve"> </w:t>
      </w:r>
      <w:proofErr w:type="spellStart"/>
      <w:r w:rsidRPr="002B460C">
        <w:t>Parvez</w:t>
      </w:r>
      <w:proofErr w:type="spellEnd"/>
      <w:r w:rsidRPr="002B460C">
        <w:t xml:space="preserve"> </w:t>
      </w:r>
      <w:proofErr w:type="spellStart"/>
      <w:r w:rsidRPr="002B460C">
        <w:t>Kayani</w:t>
      </w:r>
      <w:proofErr w:type="spellEnd"/>
      <w:r w:rsidRPr="002B460C">
        <w:t xml:space="preserve"> </w:t>
      </w:r>
    </w:p>
    <w:p w:rsidR="00E779E5" w:rsidRPr="002B460C" w:rsidRDefault="00E779E5" w:rsidP="00E779E5">
      <w:pPr>
        <w:pStyle w:val="QuestionResponse"/>
      </w:pPr>
      <w:r w:rsidRPr="002B460C">
        <w:t>1</w:t>
      </w:r>
      <w:r w:rsidRPr="002B460C">
        <w:tab/>
        <w:t>Very favorable</w:t>
      </w:r>
    </w:p>
    <w:p w:rsidR="00E779E5" w:rsidRPr="002B460C" w:rsidRDefault="00E779E5" w:rsidP="00E779E5">
      <w:pPr>
        <w:pStyle w:val="QuestionResponse"/>
      </w:pPr>
      <w:r w:rsidRPr="002B460C">
        <w:t>2</w:t>
      </w:r>
      <w:r w:rsidRPr="002B460C">
        <w:tab/>
        <w:t>Somewhat favorable</w:t>
      </w:r>
    </w:p>
    <w:p w:rsidR="00E779E5" w:rsidRPr="002B460C" w:rsidRDefault="00E779E5" w:rsidP="00E779E5">
      <w:pPr>
        <w:pStyle w:val="QuestionResponse"/>
      </w:pPr>
      <w:r w:rsidRPr="002B460C">
        <w:t>3</w:t>
      </w:r>
      <w:r w:rsidRPr="002B460C">
        <w:tab/>
        <w:t xml:space="preserve">Somewhat unfavorable </w:t>
      </w:r>
    </w:p>
    <w:p w:rsidR="00E779E5" w:rsidRPr="002B460C" w:rsidRDefault="00E779E5" w:rsidP="00E779E5">
      <w:pPr>
        <w:pStyle w:val="QuestionResponse"/>
      </w:pPr>
      <w:r w:rsidRPr="002B460C">
        <w:t>4</w:t>
      </w:r>
      <w:r w:rsidRPr="002B460C">
        <w:tab/>
        <w:t xml:space="preserve">Very unfavorable </w:t>
      </w:r>
    </w:p>
    <w:p w:rsidR="00E779E5" w:rsidRPr="002B460C" w:rsidRDefault="00E779E5" w:rsidP="00E779E5">
      <w:pPr>
        <w:pStyle w:val="QuestionResponse"/>
      </w:pPr>
      <w:r w:rsidRPr="002B460C">
        <w:t>8</w:t>
      </w:r>
      <w:r w:rsidRPr="002B460C">
        <w:tab/>
        <w:t>Don’t know (DO NOT READ)</w:t>
      </w:r>
    </w:p>
    <w:p w:rsidR="00E779E5" w:rsidRPr="002B460C" w:rsidRDefault="00E779E5" w:rsidP="007D63B5">
      <w:pPr>
        <w:pStyle w:val="QuestionResponseLast"/>
      </w:pPr>
      <w:r w:rsidRPr="002B460C">
        <w:t>9</w:t>
      </w:r>
      <w:r w:rsidRPr="002B460C">
        <w:tab/>
        <w:t>Refused (DO NOT READ)</w:t>
      </w:r>
    </w:p>
    <w:p w:rsidR="00E779E5" w:rsidRPr="002B460C" w:rsidRDefault="00E779E5" w:rsidP="00E779E5">
      <w:pPr>
        <w:pStyle w:val="QuestionInstruction"/>
        <w:spacing w:after="0"/>
      </w:pPr>
      <w:r w:rsidRPr="002B460C">
        <w:t xml:space="preserve">ASK </w:t>
      </w:r>
      <w:r w:rsidR="008F4BC9" w:rsidRPr="002B460C">
        <w:t xml:space="preserve">ALL </w:t>
      </w:r>
      <w:r w:rsidRPr="002B460C">
        <w:t>IN MEXICO ONLY</w:t>
      </w:r>
    </w:p>
    <w:p w:rsidR="00E779E5" w:rsidRPr="002B460C" w:rsidRDefault="00E779E5" w:rsidP="00E779E5">
      <w:pPr>
        <w:pStyle w:val="Question"/>
        <w:spacing w:after="0"/>
        <w:rPr>
          <w:lang w:val="es-ES"/>
        </w:rPr>
      </w:pPr>
      <w:r w:rsidRPr="002B460C">
        <w:rPr>
          <w:rFonts w:ascii="Tahoma" w:hAnsi="Tahoma" w:cs="Tahoma"/>
          <w:b/>
          <w:sz w:val="16"/>
        </w:rPr>
        <w:t>Q50</w:t>
      </w:r>
      <w:r w:rsidRPr="002B460C">
        <w:rPr>
          <w:rFonts w:ascii="Tahoma" w:hAnsi="Tahoma" w:cs="Tahoma"/>
          <w:sz w:val="16"/>
        </w:rPr>
        <w:tab/>
      </w:r>
      <w:r w:rsidRPr="002B460C">
        <w:t>Now I’d like to ask your views about some additional political leaders. Please tell me if you have a very favorable, somewhat favorable, somewhat unfavorable, or very unfavorable opinion of (INSERT)?</w:t>
      </w:r>
      <w:r w:rsidRPr="002B460C">
        <w:rPr>
          <w:i/>
          <w:lang w:val="es-ES"/>
        </w:rPr>
        <w:t xml:space="preserve"> </w:t>
      </w:r>
    </w:p>
    <w:p w:rsidR="00E779E5" w:rsidRPr="002B460C" w:rsidRDefault="00E779E5" w:rsidP="00E779E5">
      <w:pPr>
        <w:pStyle w:val="QuestionList"/>
        <w:spacing w:after="0"/>
        <w:rPr>
          <w:rFonts w:ascii="Tahoma" w:hAnsi="Tahoma" w:cs="Tahoma"/>
          <w:b/>
          <w:sz w:val="16"/>
          <w:lang w:val="es-ES"/>
        </w:rPr>
      </w:pPr>
    </w:p>
    <w:p w:rsidR="00E779E5" w:rsidRPr="002B460C" w:rsidRDefault="00E779E5" w:rsidP="007B72D1">
      <w:pPr>
        <w:pStyle w:val="QuestionList"/>
        <w:rPr>
          <w:i/>
          <w:lang w:val="es-ES"/>
        </w:rPr>
      </w:pPr>
      <w:r w:rsidRPr="002B460C">
        <w:rPr>
          <w:rFonts w:ascii="Tahoma" w:hAnsi="Tahoma" w:cs="Tahoma"/>
          <w:b/>
          <w:bCs/>
          <w:sz w:val="16"/>
          <w:szCs w:val="16"/>
          <w:lang w:val="es-ES"/>
        </w:rPr>
        <w:t>a</w:t>
      </w:r>
      <w:r w:rsidR="007B72D1" w:rsidRPr="002B460C">
        <w:rPr>
          <w:rFonts w:ascii="Tahoma" w:hAnsi="Tahoma" w:cs="Tahoma"/>
          <w:b/>
          <w:bCs/>
          <w:sz w:val="16"/>
          <w:szCs w:val="16"/>
          <w:lang w:val="es-ES"/>
        </w:rPr>
        <w:t>.</w:t>
      </w:r>
      <w:r w:rsidRPr="002B460C">
        <w:rPr>
          <w:lang w:val="es-ES"/>
        </w:rPr>
        <w:t xml:space="preserve">    </w:t>
      </w:r>
      <w:r w:rsidRPr="002B460C">
        <w:rPr>
          <w:szCs w:val="22"/>
          <w:lang w:val="es-ES"/>
        </w:rPr>
        <w:t>Beatriz Paredes Rangel</w:t>
      </w:r>
      <w:r w:rsidRPr="002B460C">
        <w:rPr>
          <w:lang w:val="es-ES"/>
        </w:rPr>
        <w:t xml:space="preserve"> </w:t>
      </w:r>
    </w:p>
    <w:p w:rsidR="00E779E5" w:rsidRPr="002B460C" w:rsidRDefault="00E779E5" w:rsidP="007B72D1">
      <w:pPr>
        <w:pStyle w:val="QuestionList"/>
        <w:rPr>
          <w:lang w:val="es-ES"/>
        </w:rPr>
      </w:pPr>
      <w:r w:rsidRPr="002B460C">
        <w:rPr>
          <w:rFonts w:ascii="Tahoma" w:hAnsi="Tahoma" w:cs="Tahoma"/>
          <w:b/>
          <w:bCs/>
          <w:sz w:val="16"/>
          <w:szCs w:val="16"/>
          <w:lang w:val="es-ES"/>
        </w:rPr>
        <w:t>b</w:t>
      </w:r>
      <w:r w:rsidR="007B72D1" w:rsidRPr="002B460C">
        <w:rPr>
          <w:rFonts w:ascii="Tahoma" w:hAnsi="Tahoma" w:cs="Tahoma"/>
          <w:b/>
          <w:bCs/>
          <w:sz w:val="16"/>
          <w:szCs w:val="16"/>
          <w:lang w:val="es-ES"/>
        </w:rPr>
        <w:t>.</w:t>
      </w:r>
      <w:r w:rsidRPr="002B460C">
        <w:rPr>
          <w:rFonts w:cs="Tahoma"/>
          <w:bCs/>
          <w:szCs w:val="16"/>
          <w:lang w:val="es-ES"/>
        </w:rPr>
        <w:t xml:space="preserve">    </w:t>
      </w:r>
      <w:proofErr w:type="spellStart"/>
      <w:r w:rsidRPr="002B460C">
        <w:rPr>
          <w:szCs w:val="22"/>
          <w:lang w:val="es-ES"/>
        </w:rPr>
        <w:t>Jesus</w:t>
      </w:r>
      <w:proofErr w:type="spellEnd"/>
      <w:r w:rsidRPr="002B460C">
        <w:rPr>
          <w:szCs w:val="22"/>
          <w:lang w:val="es-ES"/>
        </w:rPr>
        <w:t xml:space="preserve"> Ortega </w:t>
      </w:r>
      <w:proofErr w:type="spellStart"/>
      <w:r w:rsidRPr="002B460C">
        <w:rPr>
          <w:szCs w:val="22"/>
          <w:lang w:val="es-ES"/>
        </w:rPr>
        <w:t>Martinez</w:t>
      </w:r>
      <w:proofErr w:type="spellEnd"/>
      <w:r w:rsidRPr="002B460C">
        <w:rPr>
          <w:lang w:val="es-ES"/>
        </w:rPr>
        <w:t xml:space="preserve"> </w:t>
      </w:r>
    </w:p>
    <w:p w:rsidR="00E779E5" w:rsidRPr="002B460C" w:rsidRDefault="00E779E5" w:rsidP="007B72D1">
      <w:pPr>
        <w:pStyle w:val="QuestionList"/>
        <w:rPr>
          <w:i/>
          <w:lang w:val="es-ES"/>
        </w:rPr>
      </w:pPr>
      <w:r w:rsidRPr="002B460C">
        <w:rPr>
          <w:rFonts w:ascii="Tahoma" w:hAnsi="Tahoma" w:cs="Tahoma"/>
          <w:b/>
          <w:bCs/>
          <w:sz w:val="16"/>
          <w:szCs w:val="16"/>
          <w:lang w:val="es-ES"/>
        </w:rPr>
        <w:t>c</w:t>
      </w:r>
      <w:r w:rsidR="007B72D1" w:rsidRPr="002B460C">
        <w:rPr>
          <w:rFonts w:ascii="Tahoma" w:hAnsi="Tahoma" w:cs="Tahoma"/>
          <w:b/>
          <w:bCs/>
          <w:sz w:val="16"/>
          <w:szCs w:val="16"/>
          <w:lang w:val="es-ES"/>
        </w:rPr>
        <w:t>.</w:t>
      </w:r>
      <w:r w:rsidRPr="002B460C">
        <w:rPr>
          <w:lang w:val="es-ES"/>
        </w:rPr>
        <w:t xml:space="preserve">    </w:t>
      </w:r>
      <w:r w:rsidRPr="002B460C">
        <w:t xml:space="preserve">Felipe Calderón </w:t>
      </w:r>
    </w:p>
    <w:p w:rsidR="00E779E5" w:rsidRPr="002B460C" w:rsidRDefault="00E779E5" w:rsidP="007B72D1">
      <w:pPr>
        <w:pStyle w:val="QuestionList"/>
        <w:rPr>
          <w:rFonts w:cs="Tahoma"/>
          <w:bCs/>
          <w:szCs w:val="16"/>
        </w:rPr>
      </w:pPr>
      <w:r w:rsidRPr="002B460C">
        <w:rPr>
          <w:rFonts w:ascii="Tahoma" w:hAnsi="Tahoma" w:cs="Tahoma"/>
          <w:b/>
          <w:bCs/>
          <w:sz w:val="16"/>
          <w:szCs w:val="16"/>
          <w:lang w:val="es-ES"/>
        </w:rPr>
        <w:t>d</w:t>
      </w:r>
      <w:r w:rsidR="007B72D1" w:rsidRPr="002B460C">
        <w:rPr>
          <w:rFonts w:ascii="Tahoma" w:hAnsi="Tahoma" w:cs="Tahoma"/>
          <w:b/>
          <w:bCs/>
          <w:sz w:val="16"/>
          <w:szCs w:val="16"/>
          <w:lang w:val="es-ES"/>
        </w:rPr>
        <w:t>.</w:t>
      </w:r>
      <w:r w:rsidRPr="002B460C">
        <w:rPr>
          <w:rFonts w:cs="Tahoma"/>
          <w:b/>
          <w:bCs/>
          <w:szCs w:val="16"/>
          <w:lang w:val="es-ES"/>
        </w:rPr>
        <w:tab/>
      </w:r>
      <w:r w:rsidRPr="002B460C">
        <w:rPr>
          <w:rFonts w:cs="Tahoma"/>
          <w:bCs/>
          <w:szCs w:val="16"/>
        </w:rPr>
        <w:t xml:space="preserve">Andrés Manuel </w:t>
      </w:r>
      <w:proofErr w:type="spellStart"/>
      <w:r w:rsidRPr="002B460C">
        <w:rPr>
          <w:rFonts w:cs="Tahoma"/>
          <w:bCs/>
          <w:szCs w:val="16"/>
        </w:rPr>
        <w:t>López</w:t>
      </w:r>
      <w:proofErr w:type="spellEnd"/>
      <w:r w:rsidRPr="002B460C">
        <w:rPr>
          <w:rFonts w:cs="Tahoma"/>
          <w:bCs/>
          <w:szCs w:val="16"/>
        </w:rPr>
        <w:t xml:space="preserve"> </w:t>
      </w:r>
      <w:proofErr w:type="spellStart"/>
      <w:r w:rsidRPr="002B460C">
        <w:rPr>
          <w:rFonts w:cs="Tahoma"/>
          <w:bCs/>
          <w:szCs w:val="16"/>
        </w:rPr>
        <w:t>Obrador</w:t>
      </w:r>
      <w:proofErr w:type="spellEnd"/>
      <w:r w:rsidRPr="002B460C">
        <w:rPr>
          <w:rFonts w:cs="Tahoma"/>
          <w:bCs/>
          <w:szCs w:val="16"/>
        </w:rPr>
        <w:t xml:space="preserve"> </w:t>
      </w:r>
    </w:p>
    <w:p w:rsidR="00E779E5" w:rsidRPr="002B460C" w:rsidRDefault="00E779E5" w:rsidP="007B72D1">
      <w:pPr>
        <w:pStyle w:val="QuestionList"/>
        <w:rPr>
          <w:rFonts w:cs="Tahoma"/>
          <w:bCs/>
          <w:szCs w:val="16"/>
        </w:rPr>
      </w:pPr>
      <w:r w:rsidRPr="002B460C">
        <w:rPr>
          <w:rFonts w:ascii="Tahoma" w:hAnsi="Tahoma" w:cs="Tahoma"/>
          <w:b/>
          <w:bCs/>
          <w:sz w:val="16"/>
          <w:szCs w:val="16"/>
          <w:lang w:val="es-ES"/>
        </w:rPr>
        <w:t>e</w:t>
      </w:r>
      <w:r w:rsidR="007B72D1" w:rsidRPr="002B460C">
        <w:rPr>
          <w:rFonts w:ascii="Tahoma" w:hAnsi="Tahoma" w:cs="Tahoma"/>
          <w:b/>
          <w:bCs/>
          <w:sz w:val="16"/>
          <w:szCs w:val="16"/>
          <w:lang w:val="es-ES"/>
        </w:rPr>
        <w:t>.</w:t>
      </w:r>
      <w:r w:rsidRPr="002B460C">
        <w:rPr>
          <w:rFonts w:cs="Tahoma"/>
          <w:b/>
          <w:bCs/>
          <w:szCs w:val="16"/>
          <w:lang w:val="es-ES"/>
        </w:rPr>
        <w:tab/>
      </w:r>
      <w:r w:rsidRPr="002B460C">
        <w:rPr>
          <w:rFonts w:cs="Tahoma"/>
          <w:bCs/>
          <w:szCs w:val="16"/>
        </w:rPr>
        <w:t xml:space="preserve">Enrique Peña Nieto </w:t>
      </w:r>
    </w:p>
    <w:p w:rsidR="00E779E5" w:rsidRPr="002B460C" w:rsidRDefault="00E779E5" w:rsidP="007B72D1">
      <w:pPr>
        <w:pStyle w:val="QuestionList"/>
        <w:rPr>
          <w:rFonts w:cs="Tahoma"/>
          <w:bCs/>
          <w:i/>
          <w:szCs w:val="16"/>
          <w:lang w:val="es-ES"/>
        </w:rPr>
      </w:pPr>
      <w:r w:rsidRPr="002B460C">
        <w:rPr>
          <w:rFonts w:ascii="Tahoma" w:hAnsi="Tahoma" w:cs="Tahoma"/>
          <w:b/>
          <w:bCs/>
          <w:sz w:val="16"/>
          <w:szCs w:val="16"/>
          <w:lang w:val="es-ES"/>
        </w:rPr>
        <w:t>f.</w:t>
      </w:r>
      <w:r w:rsidRPr="002B460C">
        <w:rPr>
          <w:rFonts w:cs="Tahoma"/>
          <w:b/>
          <w:bCs/>
          <w:szCs w:val="16"/>
          <w:lang w:val="es-ES"/>
        </w:rPr>
        <w:tab/>
      </w:r>
      <w:r w:rsidRPr="002B460C">
        <w:rPr>
          <w:rFonts w:cs="Tahoma"/>
          <w:bCs/>
          <w:szCs w:val="16"/>
          <w:lang w:val="es-ES"/>
        </w:rPr>
        <w:t xml:space="preserve">Marcelo Ebrard </w:t>
      </w:r>
    </w:p>
    <w:p w:rsidR="00E779E5" w:rsidRPr="002B460C" w:rsidRDefault="00E779E5" w:rsidP="00E779E5">
      <w:pPr>
        <w:pStyle w:val="QuestionListLast"/>
        <w:spacing w:after="0"/>
        <w:rPr>
          <w:rFonts w:cs="Tahoma"/>
          <w:bCs/>
          <w:szCs w:val="16"/>
        </w:rPr>
      </w:pPr>
      <w:r w:rsidRPr="002B460C">
        <w:rPr>
          <w:rFonts w:ascii="Tahoma" w:hAnsi="Tahoma" w:cs="Tahoma"/>
          <w:b/>
          <w:bCs/>
          <w:sz w:val="16"/>
          <w:szCs w:val="16"/>
          <w:lang w:val="es-ES"/>
        </w:rPr>
        <w:t>g.</w:t>
      </w:r>
      <w:r w:rsidRPr="002B460C">
        <w:rPr>
          <w:rFonts w:cs="Tahoma"/>
          <w:b/>
          <w:bCs/>
          <w:szCs w:val="16"/>
          <w:lang w:val="es-ES"/>
        </w:rPr>
        <w:tab/>
      </w:r>
      <w:r w:rsidRPr="002B460C">
        <w:rPr>
          <w:rFonts w:cs="Tahoma"/>
          <w:bCs/>
          <w:szCs w:val="16"/>
        </w:rPr>
        <w:t xml:space="preserve">Gustavo Madero Muñoz </w:t>
      </w:r>
    </w:p>
    <w:p w:rsidR="00E779E5" w:rsidRPr="002B460C" w:rsidRDefault="00E779E5" w:rsidP="007B72D1">
      <w:pPr>
        <w:pStyle w:val="QuestionListLast"/>
        <w:spacing w:after="0"/>
        <w:ind w:left="0" w:firstLine="0"/>
        <w:rPr>
          <w:i/>
          <w:lang w:val="es-ES"/>
        </w:rPr>
      </w:pPr>
    </w:p>
    <w:p w:rsidR="00E779E5" w:rsidRPr="002B460C" w:rsidRDefault="00E779E5" w:rsidP="007B72D1">
      <w:pPr>
        <w:pStyle w:val="QuestionResponse"/>
      </w:pPr>
      <w:r w:rsidRPr="002B460C">
        <w:t>1</w:t>
      </w:r>
      <w:r w:rsidRPr="002B460C">
        <w:tab/>
        <w:t>Very favorable</w:t>
      </w:r>
    </w:p>
    <w:p w:rsidR="00E779E5" w:rsidRPr="002B460C" w:rsidRDefault="00E779E5" w:rsidP="007B72D1">
      <w:pPr>
        <w:pStyle w:val="QuestionResponse"/>
      </w:pPr>
      <w:r w:rsidRPr="002B460C">
        <w:t>2</w:t>
      </w:r>
      <w:r w:rsidRPr="002B460C">
        <w:tab/>
        <w:t>Somewhat favorable</w:t>
      </w:r>
    </w:p>
    <w:p w:rsidR="00E779E5" w:rsidRPr="002B460C" w:rsidRDefault="00E779E5" w:rsidP="007B72D1">
      <w:pPr>
        <w:pStyle w:val="QuestionResponse"/>
      </w:pPr>
      <w:r w:rsidRPr="002B460C">
        <w:t>3</w:t>
      </w:r>
      <w:r w:rsidRPr="002B460C">
        <w:tab/>
        <w:t xml:space="preserve">Somewhat unfavorable </w:t>
      </w:r>
    </w:p>
    <w:p w:rsidR="00E779E5" w:rsidRPr="002B460C" w:rsidRDefault="00E779E5" w:rsidP="007B72D1">
      <w:pPr>
        <w:pStyle w:val="QuestionResponse"/>
      </w:pPr>
      <w:r w:rsidRPr="002B460C">
        <w:t>4</w:t>
      </w:r>
      <w:r w:rsidRPr="002B460C">
        <w:tab/>
        <w:t xml:space="preserve">Very unfavorable </w:t>
      </w:r>
    </w:p>
    <w:p w:rsidR="00E779E5" w:rsidRPr="002B460C" w:rsidRDefault="00E779E5" w:rsidP="007B72D1">
      <w:pPr>
        <w:pStyle w:val="QuestionResponse"/>
      </w:pPr>
      <w:r w:rsidRPr="002B460C">
        <w:t>8</w:t>
      </w:r>
      <w:r w:rsidRPr="002B460C">
        <w:tab/>
        <w:t>Don’t know (DO NOT READ)</w:t>
      </w:r>
    </w:p>
    <w:p w:rsidR="000C3DA3" w:rsidRPr="002B460C" w:rsidRDefault="00E779E5" w:rsidP="007B72D1">
      <w:pPr>
        <w:pStyle w:val="QuestionResponseLast"/>
      </w:pPr>
      <w:r w:rsidRPr="002B460C">
        <w:t>9</w:t>
      </w:r>
      <w:r w:rsidRPr="002B460C">
        <w:tab/>
        <w:t>Refused (DO NOT READ)</w:t>
      </w:r>
    </w:p>
    <w:p w:rsidR="000C3DA3" w:rsidRPr="002B460C" w:rsidRDefault="000C3DA3" w:rsidP="000C3DA3">
      <w:pPr>
        <w:pStyle w:val="QuestionInstruction"/>
        <w:spacing w:after="0"/>
      </w:pPr>
      <w:r w:rsidRPr="002B460C">
        <w:lastRenderedPageBreak/>
        <w:t>ASK ALL IN EGYPT ONLY</w:t>
      </w:r>
    </w:p>
    <w:p w:rsidR="000C3DA3" w:rsidRPr="002B460C" w:rsidRDefault="000C3DA3" w:rsidP="000C3DA3">
      <w:pPr>
        <w:pStyle w:val="Question"/>
        <w:spacing w:after="0"/>
        <w:rPr>
          <w:lang w:val="es-ES"/>
        </w:rPr>
      </w:pPr>
      <w:r w:rsidRPr="002B460C">
        <w:rPr>
          <w:rFonts w:ascii="Tahoma" w:hAnsi="Tahoma" w:cs="Tahoma"/>
          <w:b/>
          <w:sz w:val="16"/>
        </w:rPr>
        <w:t>EGY6</w:t>
      </w:r>
      <w:r w:rsidRPr="002B460C">
        <w:rPr>
          <w:rFonts w:ascii="Tahoma" w:hAnsi="Tahoma" w:cs="Tahoma"/>
          <w:sz w:val="16"/>
        </w:rPr>
        <w:tab/>
      </w:r>
      <w:r w:rsidRPr="002B460C">
        <w:t>Now I’d like to ask your views about some additional political leaders. Please tell me if you have a very favorable, somewhat favorable, somewhat unfavorable, or very unfavorable opinion of (INSERT)?</w:t>
      </w:r>
      <w:r w:rsidRPr="002B460C">
        <w:rPr>
          <w:i/>
          <w:lang w:val="es-ES"/>
        </w:rPr>
        <w:t xml:space="preserve"> </w:t>
      </w:r>
    </w:p>
    <w:p w:rsidR="000C3DA3" w:rsidRPr="002B460C" w:rsidRDefault="000C3DA3" w:rsidP="000C3DA3">
      <w:pPr>
        <w:pStyle w:val="QuestionList"/>
        <w:spacing w:after="0"/>
        <w:rPr>
          <w:rFonts w:ascii="Tahoma" w:hAnsi="Tahoma" w:cs="Tahoma"/>
          <w:b/>
          <w:sz w:val="16"/>
          <w:lang w:val="es-ES"/>
        </w:rPr>
      </w:pPr>
    </w:p>
    <w:p w:rsidR="000C3DA3" w:rsidRPr="002B460C" w:rsidRDefault="000C3DA3" w:rsidP="000C3DA3">
      <w:pPr>
        <w:pStyle w:val="QuestionList"/>
        <w:rPr>
          <w:szCs w:val="22"/>
        </w:rPr>
      </w:pPr>
      <w:r w:rsidRPr="002B460C">
        <w:rPr>
          <w:b/>
          <w:szCs w:val="22"/>
        </w:rPr>
        <w:t>a.</w:t>
      </w:r>
      <w:r w:rsidRPr="002B460C">
        <w:rPr>
          <w:szCs w:val="22"/>
        </w:rPr>
        <w:tab/>
        <w:t xml:space="preserve">Mohamed </w:t>
      </w:r>
      <w:proofErr w:type="spellStart"/>
      <w:r w:rsidRPr="002B460C">
        <w:rPr>
          <w:szCs w:val="22"/>
        </w:rPr>
        <w:t>Tantawi</w:t>
      </w:r>
      <w:proofErr w:type="spellEnd"/>
      <w:r w:rsidRPr="002B460C">
        <w:rPr>
          <w:szCs w:val="22"/>
        </w:rPr>
        <w:t xml:space="preserve"> </w:t>
      </w:r>
    </w:p>
    <w:p w:rsidR="000C3DA3" w:rsidRPr="002B460C" w:rsidRDefault="000C3DA3" w:rsidP="000C3DA3">
      <w:pPr>
        <w:pStyle w:val="QuestionList"/>
        <w:rPr>
          <w:szCs w:val="22"/>
        </w:rPr>
      </w:pPr>
      <w:r w:rsidRPr="002B460C">
        <w:rPr>
          <w:b/>
          <w:szCs w:val="22"/>
        </w:rPr>
        <w:t>b.</w:t>
      </w:r>
      <w:r w:rsidRPr="002B460C">
        <w:rPr>
          <w:szCs w:val="22"/>
        </w:rPr>
        <w:tab/>
        <w:t xml:space="preserve">Mohamed ElBaradei </w:t>
      </w:r>
    </w:p>
    <w:p w:rsidR="000C3DA3" w:rsidRPr="002B460C" w:rsidRDefault="000C3DA3" w:rsidP="000C3DA3">
      <w:pPr>
        <w:pStyle w:val="QuestionList"/>
      </w:pPr>
      <w:r w:rsidRPr="002B460C">
        <w:rPr>
          <w:b/>
          <w:szCs w:val="22"/>
        </w:rPr>
        <w:t>c.</w:t>
      </w:r>
      <w:r w:rsidRPr="002B460C">
        <w:rPr>
          <w:szCs w:val="22"/>
        </w:rPr>
        <w:tab/>
        <w:t xml:space="preserve">Amr Moussa </w:t>
      </w:r>
    </w:p>
    <w:p w:rsidR="000C3DA3" w:rsidRPr="002B460C" w:rsidRDefault="000C3DA3" w:rsidP="000C3DA3">
      <w:pPr>
        <w:pStyle w:val="QuestionList"/>
        <w:rPr>
          <w:i/>
          <w:lang w:val="es-ES"/>
        </w:rPr>
      </w:pPr>
      <w:r w:rsidRPr="002B460C">
        <w:rPr>
          <w:b/>
          <w:szCs w:val="22"/>
        </w:rPr>
        <w:t>d.</w:t>
      </w:r>
      <w:r w:rsidRPr="002B460C">
        <w:rPr>
          <w:szCs w:val="22"/>
        </w:rPr>
        <w:tab/>
      </w:r>
      <w:proofErr w:type="spellStart"/>
      <w:r w:rsidRPr="002B460C">
        <w:rPr>
          <w:szCs w:val="22"/>
        </w:rPr>
        <w:t>Ayman</w:t>
      </w:r>
      <w:proofErr w:type="spellEnd"/>
      <w:r w:rsidRPr="002B460C">
        <w:rPr>
          <w:szCs w:val="22"/>
        </w:rPr>
        <w:t xml:space="preserve"> </w:t>
      </w:r>
      <w:proofErr w:type="spellStart"/>
      <w:r w:rsidRPr="002B460C">
        <w:rPr>
          <w:szCs w:val="22"/>
        </w:rPr>
        <w:t>Nour</w:t>
      </w:r>
      <w:proofErr w:type="spellEnd"/>
      <w:r w:rsidRPr="002B460C">
        <w:rPr>
          <w:szCs w:val="22"/>
        </w:rPr>
        <w:t xml:space="preserve"> </w:t>
      </w:r>
    </w:p>
    <w:p w:rsidR="000C3DA3" w:rsidRPr="002B460C" w:rsidRDefault="000C3DA3" w:rsidP="000C3DA3">
      <w:pPr>
        <w:pStyle w:val="QuestionList"/>
        <w:numPr>
          <w:ilvl w:val="0"/>
          <w:numId w:val="13"/>
        </w:numPr>
        <w:rPr>
          <w:szCs w:val="22"/>
        </w:rPr>
      </w:pPr>
      <w:r w:rsidRPr="002B460C">
        <w:rPr>
          <w:szCs w:val="22"/>
        </w:rPr>
        <w:t xml:space="preserve">Omar Suleiman </w:t>
      </w:r>
    </w:p>
    <w:p w:rsidR="000C3DA3" w:rsidRPr="002B460C" w:rsidRDefault="000C3DA3" w:rsidP="000C3DA3">
      <w:pPr>
        <w:pStyle w:val="QuestionList"/>
        <w:numPr>
          <w:ilvl w:val="0"/>
          <w:numId w:val="13"/>
        </w:numPr>
        <w:rPr>
          <w:szCs w:val="22"/>
        </w:rPr>
      </w:pPr>
      <w:r w:rsidRPr="002B460C">
        <w:rPr>
          <w:szCs w:val="22"/>
        </w:rPr>
        <w:t xml:space="preserve">Hosni Mubarak </w:t>
      </w:r>
    </w:p>
    <w:p w:rsidR="000C3DA3" w:rsidRPr="002B460C" w:rsidRDefault="000C3DA3" w:rsidP="000C3DA3">
      <w:pPr>
        <w:pStyle w:val="QuestionList"/>
        <w:ind w:left="720" w:firstLine="0"/>
        <w:rPr>
          <w:szCs w:val="22"/>
        </w:rPr>
      </w:pPr>
    </w:p>
    <w:p w:rsidR="000C3DA3" w:rsidRPr="002B460C" w:rsidRDefault="000C3DA3" w:rsidP="000C3DA3">
      <w:pPr>
        <w:pStyle w:val="QuestionResponse"/>
      </w:pPr>
      <w:r w:rsidRPr="002B460C">
        <w:t>1</w:t>
      </w:r>
      <w:r w:rsidRPr="002B460C">
        <w:tab/>
        <w:t>Very favorable</w:t>
      </w:r>
    </w:p>
    <w:p w:rsidR="000C3DA3" w:rsidRPr="002B460C" w:rsidRDefault="000C3DA3" w:rsidP="000C3DA3">
      <w:pPr>
        <w:pStyle w:val="QuestionResponse"/>
      </w:pPr>
      <w:r w:rsidRPr="002B460C">
        <w:t>2</w:t>
      </w:r>
      <w:r w:rsidRPr="002B460C">
        <w:tab/>
        <w:t>Somewhat favorable</w:t>
      </w:r>
    </w:p>
    <w:p w:rsidR="000C3DA3" w:rsidRPr="002B460C" w:rsidRDefault="000C3DA3" w:rsidP="000C3DA3">
      <w:pPr>
        <w:pStyle w:val="QuestionResponse"/>
      </w:pPr>
      <w:r w:rsidRPr="002B460C">
        <w:t>3</w:t>
      </w:r>
      <w:r w:rsidRPr="002B460C">
        <w:tab/>
        <w:t xml:space="preserve">Somewhat unfavorable </w:t>
      </w:r>
    </w:p>
    <w:p w:rsidR="000C3DA3" w:rsidRPr="002B460C" w:rsidRDefault="000C3DA3" w:rsidP="000C3DA3">
      <w:pPr>
        <w:pStyle w:val="QuestionResponse"/>
      </w:pPr>
      <w:r w:rsidRPr="002B460C">
        <w:t>4</w:t>
      </w:r>
      <w:r w:rsidRPr="002B460C">
        <w:tab/>
        <w:t xml:space="preserve">Very unfavorable </w:t>
      </w:r>
    </w:p>
    <w:p w:rsidR="000C3DA3" w:rsidRPr="002B460C" w:rsidRDefault="000C3DA3" w:rsidP="000C3DA3">
      <w:pPr>
        <w:pStyle w:val="QuestionResponse"/>
      </w:pPr>
      <w:r w:rsidRPr="002B460C">
        <w:t>8</w:t>
      </w:r>
      <w:r w:rsidRPr="002B460C">
        <w:tab/>
        <w:t>Don’t know (DO NOT READ)</w:t>
      </w:r>
    </w:p>
    <w:p w:rsidR="000C3DA3" w:rsidRPr="002B460C" w:rsidRDefault="000C3DA3" w:rsidP="000C3DA3">
      <w:pPr>
        <w:pStyle w:val="QuestionInstruction"/>
        <w:rPr>
          <w:b w:val="0"/>
        </w:rPr>
      </w:pPr>
      <w:r w:rsidRPr="002B460C">
        <w:rPr>
          <w:b w:val="0"/>
        </w:rPr>
        <w:t>9</w:t>
      </w:r>
      <w:r w:rsidRPr="002B460C">
        <w:rPr>
          <w:b w:val="0"/>
        </w:rPr>
        <w:tab/>
        <w:t>Refused (DO NOT READ)</w:t>
      </w:r>
    </w:p>
    <w:p w:rsidR="000C3DA3" w:rsidRPr="002B460C" w:rsidRDefault="000C3DA3" w:rsidP="008F2E49">
      <w:pPr>
        <w:pStyle w:val="QuestionInstruction"/>
      </w:pPr>
    </w:p>
    <w:p w:rsidR="00E779E5" w:rsidRPr="002B460C" w:rsidRDefault="00E779E5" w:rsidP="008F2E49">
      <w:pPr>
        <w:pStyle w:val="QuestionInstruction"/>
      </w:pPr>
      <w:r w:rsidRPr="002B460C">
        <w:t>READ TO ALL</w:t>
      </w:r>
    </w:p>
    <w:p w:rsidR="00E779E5" w:rsidRPr="002B460C" w:rsidRDefault="00E779E5" w:rsidP="008F2E49">
      <w:pPr>
        <w:pStyle w:val="Question"/>
        <w:ind w:firstLine="0"/>
      </w:pPr>
      <w:r w:rsidRPr="002B460C">
        <w:t>Now a few questions about the United States…</w:t>
      </w:r>
    </w:p>
    <w:p w:rsidR="00E779E5" w:rsidRPr="002B460C" w:rsidRDefault="00E779E5" w:rsidP="00E779E5">
      <w:pPr>
        <w:pStyle w:val="QuestionInstruction"/>
        <w:spacing w:before="0" w:after="0"/>
        <w:rPr>
          <w:caps/>
          <w:szCs w:val="22"/>
        </w:rPr>
      </w:pPr>
    </w:p>
    <w:p w:rsidR="00E779E5" w:rsidRPr="002B460C" w:rsidRDefault="00E779E5" w:rsidP="00E779E5">
      <w:pPr>
        <w:pStyle w:val="QuestionInstruction"/>
        <w:spacing w:before="0" w:after="0"/>
        <w:rPr>
          <w:caps/>
          <w:szCs w:val="22"/>
        </w:rPr>
      </w:pPr>
      <w:r w:rsidRPr="002B460C">
        <w:rPr>
          <w:caps/>
          <w:szCs w:val="22"/>
        </w:rPr>
        <w:t xml:space="preserve">ask </w:t>
      </w:r>
      <w:r w:rsidR="008F4BC9" w:rsidRPr="002B460C">
        <w:rPr>
          <w:caps/>
          <w:szCs w:val="22"/>
        </w:rPr>
        <w:t xml:space="preserve">ALL </w:t>
      </w:r>
      <w:r w:rsidRPr="002B460C">
        <w:rPr>
          <w:caps/>
          <w:szCs w:val="22"/>
        </w:rPr>
        <w:t>IN ALL COUNTRIES except the u.s.</w:t>
      </w:r>
    </w:p>
    <w:p w:rsidR="000539C8" w:rsidRPr="002B460C" w:rsidRDefault="00E779E5" w:rsidP="00DF00AE">
      <w:pPr>
        <w:pStyle w:val="Question"/>
        <w:rPr>
          <w:i/>
        </w:rPr>
      </w:pPr>
      <w:r w:rsidRPr="002B460C">
        <w:rPr>
          <w:rFonts w:ascii="Tahoma" w:hAnsi="Tahoma" w:cs="Tahoma"/>
          <w:b/>
          <w:sz w:val="16"/>
          <w:szCs w:val="16"/>
        </w:rPr>
        <w:t>Q51</w:t>
      </w:r>
      <w:r w:rsidRPr="002B460C">
        <w:tab/>
        <w:t xml:space="preserve">In making international policy decisions, to what extent do you think the United States takes into account the interests of countries like </w:t>
      </w:r>
      <w:r w:rsidRPr="002B460C">
        <w:rPr>
          <w:b/>
        </w:rPr>
        <w:t>(survey country)</w:t>
      </w:r>
      <w:r w:rsidRPr="002B460C">
        <w:t xml:space="preserve"> – a great deal, a fair amount, not too much, or not at all?</w:t>
      </w:r>
      <w:r w:rsidR="00943362">
        <w:rPr>
          <w:rStyle w:val="FootnoteReference"/>
        </w:rPr>
        <w:footnoteReference w:id="5"/>
      </w:r>
      <w:r w:rsidRPr="002B460C">
        <w:t xml:space="preserve"> </w:t>
      </w:r>
    </w:p>
    <w:p w:rsidR="00E779E5" w:rsidRPr="002B460C" w:rsidRDefault="00E779E5" w:rsidP="00DF00AE">
      <w:pPr>
        <w:pStyle w:val="QuestionResponse"/>
      </w:pPr>
      <w:r w:rsidRPr="002B460C">
        <w:t>1</w:t>
      </w:r>
      <w:r w:rsidRPr="002B460C">
        <w:tab/>
        <w:t>Great deal</w:t>
      </w:r>
    </w:p>
    <w:p w:rsidR="00E779E5" w:rsidRPr="002B460C" w:rsidRDefault="00E779E5" w:rsidP="00DF00AE">
      <w:pPr>
        <w:pStyle w:val="QuestionResponse"/>
      </w:pPr>
      <w:r w:rsidRPr="002B460C">
        <w:t>2</w:t>
      </w:r>
      <w:r w:rsidRPr="002B460C">
        <w:tab/>
        <w:t>Fair amount</w:t>
      </w:r>
    </w:p>
    <w:p w:rsidR="00E779E5" w:rsidRPr="002B460C" w:rsidRDefault="00E779E5" w:rsidP="00DF00AE">
      <w:pPr>
        <w:pStyle w:val="QuestionResponse"/>
      </w:pPr>
      <w:r w:rsidRPr="002B460C">
        <w:t xml:space="preserve">3 </w:t>
      </w:r>
      <w:r w:rsidRPr="002B460C">
        <w:tab/>
        <w:t>Not too much</w:t>
      </w:r>
    </w:p>
    <w:p w:rsidR="00E779E5" w:rsidRPr="002B460C" w:rsidRDefault="00E779E5" w:rsidP="00DF00AE">
      <w:pPr>
        <w:pStyle w:val="QuestionResponse"/>
      </w:pPr>
      <w:r w:rsidRPr="002B460C">
        <w:t>4</w:t>
      </w:r>
      <w:r w:rsidRPr="002B460C">
        <w:tab/>
        <w:t>Not at all</w:t>
      </w:r>
      <w:r w:rsidRPr="002B460C">
        <w:tab/>
      </w:r>
    </w:p>
    <w:p w:rsidR="00E779E5" w:rsidRPr="002B460C" w:rsidRDefault="00E779E5" w:rsidP="00DF00AE">
      <w:pPr>
        <w:pStyle w:val="QuestionResponse"/>
      </w:pPr>
      <w:r w:rsidRPr="002B460C">
        <w:t>8</w:t>
      </w:r>
      <w:r w:rsidRPr="002B460C">
        <w:tab/>
        <w:t>Don’t know (DO NOT READ)</w:t>
      </w:r>
    </w:p>
    <w:p w:rsidR="00E779E5" w:rsidRPr="002B460C" w:rsidRDefault="00E779E5" w:rsidP="00DF00AE">
      <w:pPr>
        <w:pStyle w:val="QuestionResponseLast"/>
      </w:pPr>
      <w:r w:rsidRPr="002B460C">
        <w:t>9</w:t>
      </w:r>
      <w:r w:rsidRPr="002B460C">
        <w:tab/>
        <w:t>Refused (DO NOT READ)</w:t>
      </w:r>
    </w:p>
    <w:p w:rsidR="00E779E5" w:rsidRPr="002B460C" w:rsidRDefault="00E779E5" w:rsidP="00E779E5">
      <w:pPr>
        <w:pStyle w:val="QuestionInstruction"/>
        <w:rPr>
          <w:szCs w:val="22"/>
        </w:rPr>
      </w:pPr>
      <w:r w:rsidRPr="002B460C">
        <w:rPr>
          <w:szCs w:val="22"/>
        </w:rPr>
        <w:lastRenderedPageBreak/>
        <w:t xml:space="preserve">ASK </w:t>
      </w:r>
      <w:r w:rsidR="00D631EF" w:rsidRPr="002B460C">
        <w:rPr>
          <w:szCs w:val="22"/>
        </w:rPr>
        <w:t xml:space="preserve">ALL </w:t>
      </w:r>
      <w:r w:rsidRPr="002B460C">
        <w:rPr>
          <w:szCs w:val="22"/>
        </w:rPr>
        <w:t>IN THE U.S. ONLY</w:t>
      </w:r>
    </w:p>
    <w:p w:rsidR="00E779E5" w:rsidRPr="002B460C" w:rsidRDefault="00E779E5" w:rsidP="00DF00AE">
      <w:pPr>
        <w:pStyle w:val="Question"/>
      </w:pPr>
      <w:r w:rsidRPr="002B460C">
        <w:rPr>
          <w:rFonts w:ascii="Tahoma" w:hAnsi="Tahoma" w:cs="Tahoma"/>
          <w:b/>
          <w:sz w:val="16"/>
          <w:szCs w:val="16"/>
        </w:rPr>
        <w:t>Q51US</w:t>
      </w:r>
      <w:r w:rsidRPr="002B460C">
        <w:tab/>
        <w:t xml:space="preserve">In making international policy decisions, to what extent do you think the United States takes into account the interests of other countries around the world – a great deal, a fair amount, not too much, or not at all?  </w:t>
      </w:r>
    </w:p>
    <w:p w:rsidR="00E779E5" w:rsidRPr="002B460C" w:rsidRDefault="00E779E5" w:rsidP="00E779E5">
      <w:pPr>
        <w:pStyle w:val="QuestionResponse"/>
        <w:rPr>
          <w:szCs w:val="22"/>
        </w:rPr>
      </w:pPr>
      <w:r w:rsidRPr="002B460C">
        <w:rPr>
          <w:szCs w:val="22"/>
        </w:rPr>
        <w:t>1</w:t>
      </w:r>
      <w:r w:rsidRPr="002B460C">
        <w:rPr>
          <w:szCs w:val="22"/>
        </w:rPr>
        <w:tab/>
        <w:t>Great deal</w:t>
      </w:r>
    </w:p>
    <w:p w:rsidR="00E779E5" w:rsidRPr="002B460C" w:rsidRDefault="00E779E5" w:rsidP="00E779E5">
      <w:pPr>
        <w:pStyle w:val="QuestionResponse"/>
        <w:rPr>
          <w:szCs w:val="22"/>
        </w:rPr>
      </w:pPr>
      <w:r w:rsidRPr="002B460C">
        <w:rPr>
          <w:szCs w:val="22"/>
        </w:rPr>
        <w:t>2</w:t>
      </w:r>
      <w:r w:rsidRPr="002B460C">
        <w:rPr>
          <w:szCs w:val="22"/>
        </w:rPr>
        <w:tab/>
        <w:t>Fair amount</w:t>
      </w:r>
    </w:p>
    <w:p w:rsidR="00E779E5" w:rsidRPr="002B460C" w:rsidRDefault="00E779E5" w:rsidP="00E779E5">
      <w:pPr>
        <w:pStyle w:val="QuestionResponse"/>
        <w:rPr>
          <w:szCs w:val="22"/>
        </w:rPr>
      </w:pPr>
      <w:r w:rsidRPr="002B460C">
        <w:rPr>
          <w:szCs w:val="22"/>
        </w:rPr>
        <w:t xml:space="preserve">3 </w:t>
      </w:r>
      <w:r w:rsidRPr="002B460C">
        <w:rPr>
          <w:szCs w:val="22"/>
        </w:rPr>
        <w:tab/>
        <w:t>Not too much</w:t>
      </w:r>
    </w:p>
    <w:p w:rsidR="00E779E5" w:rsidRPr="002B460C" w:rsidRDefault="00E779E5" w:rsidP="00E779E5">
      <w:pPr>
        <w:pStyle w:val="QuestionResponse"/>
        <w:rPr>
          <w:szCs w:val="22"/>
        </w:rPr>
      </w:pPr>
      <w:r w:rsidRPr="002B460C">
        <w:rPr>
          <w:szCs w:val="22"/>
        </w:rPr>
        <w:t>4</w:t>
      </w:r>
      <w:r w:rsidRPr="002B460C">
        <w:rPr>
          <w:szCs w:val="22"/>
        </w:rPr>
        <w:tab/>
        <w:t>Not at all</w:t>
      </w:r>
      <w:r w:rsidRPr="002B460C">
        <w:rPr>
          <w:szCs w:val="22"/>
        </w:rPr>
        <w:tab/>
      </w:r>
    </w:p>
    <w:p w:rsidR="00E779E5" w:rsidRPr="002B460C" w:rsidRDefault="00E779E5" w:rsidP="00E779E5">
      <w:pPr>
        <w:pStyle w:val="QuestionResponse"/>
        <w:rPr>
          <w:szCs w:val="22"/>
        </w:rPr>
      </w:pPr>
      <w:r w:rsidRPr="002B460C">
        <w:rPr>
          <w:szCs w:val="22"/>
        </w:rPr>
        <w:t>8</w:t>
      </w:r>
      <w:r w:rsidRPr="002B460C">
        <w:rPr>
          <w:szCs w:val="22"/>
        </w:rPr>
        <w:tab/>
        <w:t>Don’t know (DO NOT READ)</w:t>
      </w:r>
    </w:p>
    <w:p w:rsidR="00E779E5" w:rsidRPr="002B460C" w:rsidRDefault="00E779E5" w:rsidP="00E779E5">
      <w:pPr>
        <w:pStyle w:val="QuestionResponseLast"/>
        <w:rPr>
          <w:szCs w:val="22"/>
        </w:rPr>
      </w:pPr>
      <w:r w:rsidRPr="002B460C">
        <w:rPr>
          <w:szCs w:val="22"/>
        </w:rPr>
        <w:t>9</w:t>
      </w:r>
      <w:r w:rsidRPr="002B460C">
        <w:rPr>
          <w:szCs w:val="22"/>
        </w:rPr>
        <w:tab/>
        <w:t>Refused (DO NOT READ)</w:t>
      </w:r>
    </w:p>
    <w:p w:rsidR="00E779E5" w:rsidRPr="002B460C" w:rsidRDefault="00E779E5" w:rsidP="00E779E5">
      <w:pPr>
        <w:pStyle w:val="QuestionInstruction"/>
        <w:spacing w:after="0"/>
        <w:rPr>
          <w:szCs w:val="22"/>
        </w:rPr>
      </w:pPr>
      <w:r w:rsidRPr="002B460C">
        <w:rPr>
          <w:szCs w:val="22"/>
        </w:rPr>
        <w:t xml:space="preserve">ASK ALL </w:t>
      </w:r>
    </w:p>
    <w:p w:rsidR="00E779E5" w:rsidRPr="002B460C" w:rsidRDefault="00E779E5" w:rsidP="00DF00AE">
      <w:pPr>
        <w:pStyle w:val="Question"/>
      </w:pPr>
      <w:r w:rsidRPr="002B460C">
        <w:rPr>
          <w:rFonts w:ascii="Tahoma" w:hAnsi="Tahoma" w:cs="Tahoma"/>
          <w:b/>
          <w:sz w:val="16"/>
          <w:szCs w:val="16"/>
        </w:rPr>
        <w:t>Q52</w:t>
      </w:r>
      <w:r w:rsidRPr="002B460C">
        <w:tab/>
        <w:t>And which comes closer to describing your view?  I favor the US-led efforts to fight terrorism, OR I oppose the US-led efforts to fight terrorism.</w:t>
      </w:r>
      <w:r w:rsidR="00943362">
        <w:rPr>
          <w:rStyle w:val="FootnoteReference"/>
        </w:rPr>
        <w:footnoteReference w:id="6"/>
      </w:r>
      <w:r w:rsidRPr="002B460C">
        <w:t xml:space="preserve">  </w:t>
      </w:r>
    </w:p>
    <w:p w:rsidR="00E779E5" w:rsidRPr="002B460C" w:rsidRDefault="00E779E5" w:rsidP="00E779E5">
      <w:pPr>
        <w:pStyle w:val="QuestionResponse"/>
        <w:rPr>
          <w:szCs w:val="22"/>
        </w:rPr>
      </w:pPr>
      <w:r w:rsidRPr="002B460C">
        <w:rPr>
          <w:szCs w:val="22"/>
        </w:rPr>
        <w:t>1</w:t>
      </w:r>
      <w:r w:rsidRPr="002B460C">
        <w:rPr>
          <w:szCs w:val="22"/>
        </w:rPr>
        <w:tab/>
        <w:t>I favor the US-led efforts to fight terrorism</w:t>
      </w:r>
    </w:p>
    <w:p w:rsidR="00E779E5" w:rsidRPr="002B460C" w:rsidRDefault="00E779E5" w:rsidP="00E779E5">
      <w:pPr>
        <w:pStyle w:val="QuestionResponse"/>
        <w:rPr>
          <w:szCs w:val="22"/>
        </w:rPr>
      </w:pPr>
      <w:r w:rsidRPr="002B460C">
        <w:rPr>
          <w:szCs w:val="22"/>
        </w:rPr>
        <w:t>2</w:t>
      </w:r>
      <w:r w:rsidRPr="002B460C">
        <w:rPr>
          <w:szCs w:val="22"/>
        </w:rPr>
        <w:tab/>
        <w:t>I oppose the US-led efforts to fight terrorism</w:t>
      </w:r>
    </w:p>
    <w:p w:rsidR="00E779E5" w:rsidRPr="002B460C" w:rsidRDefault="00E779E5" w:rsidP="00E779E5">
      <w:pPr>
        <w:pStyle w:val="QuestionResponse"/>
        <w:rPr>
          <w:szCs w:val="22"/>
        </w:rPr>
      </w:pPr>
      <w:r w:rsidRPr="002B460C">
        <w:rPr>
          <w:szCs w:val="22"/>
        </w:rPr>
        <w:t>8</w:t>
      </w:r>
      <w:r w:rsidRPr="002B460C">
        <w:rPr>
          <w:szCs w:val="22"/>
        </w:rPr>
        <w:tab/>
        <w:t>Don’t know (DO NOT READ)</w:t>
      </w:r>
    </w:p>
    <w:p w:rsidR="00E779E5" w:rsidRPr="002B460C" w:rsidRDefault="00E779E5" w:rsidP="00DF00AE">
      <w:pPr>
        <w:pStyle w:val="QuestionResponseLast"/>
      </w:pPr>
      <w:r w:rsidRPr="002B460C">
        <w:t>9</w:t>
      </w:r>
      <w:r w:rsidRPr="002B460C">
        <w:tab/>
        <w:t>Refused (DO NOT READ)</w:t>
      </w:r>
    </w:p>
    <w:p w:rsidR="004A29B0" w:rsidRPr="002B460C" w:rsidRDefault="004A29B0" w:rsidP="004A29B0">
      <w:pPr>
        <w:pStyle w:val="QuestionInstruction"/>
      </w:pPr>
      <w:r w:rsidRPr="002B460C">
        <w:t>ASK ALL IN MEXICO ONLY</w:t>
      </w:r>
    </w:p>
    <w:p w:rsidR="004A29B0" w:rsidRPr="002B460C" w:rsidRDefault="004A29B0" w:rsidP="004A29B0">
      <w:pPr>
        <w:pStyle w:val="question0"/>
        <w:rPr>
          <w:color w:val="000000"/>
        </w:rPr>
      </w:pPr>
      <w:r w:rsidRPr="002B460C">
        <w:rPr>
          <w:rFonts w:ascii="Tahoma" w:hAnsi="Tahoma" w:cs="Tahoma"/>
          <w:b/>
          <w:sz w:val="16"/>
          <w:szCs w:val="16"/>
        </w:rPr>
        <w:t>Q52</w:t>
      </w:r>
      <w:r w:rsidR="00C256A7" w:rsidRPr="002B460C">
        <w:rPr>
          <w:rFonts w:ascii="Tahoma" w:hAnsi="Tahoma" w:cs="Tahoma"/>
          <w:b/>
          <w:sz w:val="16"/>
          <w:szCs w:val="16"/>
        </w:rPr>
        <w:t>MEX</w:t>
      </w:r>
      <w:r w:rsidRPr="002B460C">
        <w:tab/>
        <w:t xml:space="preserve">From what you know, do people from our country who move to the U.S. have a better life there, a worse life there, or is life neither better nor worse there? </w:t>
      </w:r>
    </w:p>
    <w:p w:rsidR="004A29B0" w:rsidRPr="002B460C" w:rsidRDefault="004A29B0" w:rsidP="004A29B0">
      <w:pPr>
        <w:pStyle w:val="QuestionResponse"/>
      </w:pPr>
      <w:r w:rsidRPr="002B460C">
        <w:t>1</w:t>
      </w:r>
      <w:r w:rsidRPr="002B460C">
        <w:tab/>
        <w:t>Better</w:t>
      </w:r>
    </w:p>
    <w:p w:rsidR="004A29B0" w:rsidRPr="002B460C" w:rsidRDefault="004A29B0" w:rsidP="004A29B0">
      <w:pPr>
        <w:pStyle w:val="QuestionResponse"/>
      </w:pPr>
      <w:r w:rsidRPr="002B460C">
        <w:t>2</w:t>
      </w:r>
      <w:r w:rsidRPr="002B460C">
        <w:tab/>
        <w:t>Worse</w:t>
      </w:r>
    </w:p>
    <w:p w:rsidR="004A29B0" w:rsidRPr="002B460C" w:rsidRDefault="004A29B0" w:rsidP="004A29B0">
      <w:pPr>
        <w:pStyle w:val="QuestionResponse"/>
      </w:pPr>
      <w:r w:rsidRPr="002B460C">
        <w:t>3</w:t>
      </w:r>
      <w:r w:rsidRPr="002B460C">
        <w:tab/>
        <w:t>Neither better nor worse</w:t>
      </w:r>
    </w:p>
    <w:p w:rsidR="004A29B0" w:rsidRPr="002B460C" w:rsidRDefault="004A29B0" w:rsidP="004A29B0">
      <w:pPr>
        <w:pStyle w:val="QuestionResponse"/>
      </w:pPr>
      <w:r w:rsidRPr="002B460C">
        <w:t>4</w:t>
      </w:r>
      <w:r w:rsidRPr="002B460C">
        <w:tab/>
        <w:t xml:space="preserve">Don’t know anyone who moved to the </w:t>
      </w:r>
      <w:smartTag w:uri="urn:schemas-microsoft-com:office:smarttags" w:element="country-region">
        <w:smartTag w:uri="urn:schemas-microsoft-com:office:smarttags" w:element="place">
          <w:r w:rsidRPr="002B460C">
            <w:t>US</w:t>
          </w:r>
        </w:smartTag>
      </w:smartTag>
      <w:r w:rsidRPr="002B460C">
        <w:t xml:space="preserve"> (DO NOT READ)</w:t>
      </w:r>
    </w:p>
    <w:p w:rsidR="004A29B0" w:rsidRPr="002B460C" w:rsidRDefault="004A29B0" w:rsidP="004A29B0">
      <w:pPr>
        <w:pStyle w:val="QuestionResponse"/>
      </w:pPr>
      <w:r w:rsidRPr="002B460C">
        <w:t>8</w:t>
      </w:r>
      <w:r w:rsidRPr="002B460C">
        <w:tab/>
        <w:t>Don’t know (DO NOT READ)</w:t>
      </w:r>
    </w:p>
    <w:p w:rsidR="004A29B0" w:rsidRPr="002B460C" w:rsidRDefault="004A29B0" w:rsidP="004A29B0">
      <w:pPr>
        <w:pStyle w:val="QuestionResponseLast"/>
      </w:pPr>
      <w:r w:rsidRPr="002B460C">
        <w:t>9</w:t>
      </w:r>
      <w:r w:rsidRPr="002B460C">
        <w:tab/>
        <w:t>Refused (DO NOT READ)</w:t>
      </w:r>
    </w:p>
    <w:p w:rsidR="00E779E5" w:rsidRPr="002B460C" w:rsidRDefault="00E779E5" w:rsidP="00DF00AE">
      <w:pPr>
        <w:pStyle w:val="QuestionInstruction"/>
      </w:pPr>
      <w:r w:rsidRPr="002B460C">
        <w:t>ASK ALL IN TURKEY ONLY</w:t>
      </w:r>
    </w:p>
    <w:p w:rsidR="00E779E5" w:rsidRPr="002B460C" w:rsidRDefault="00E779E5" w:rsidP="00DF00AE">
      <w:pPr>
        <w:pStyle w:val="Question"/>
      </w:pPr>
      <w:r w:rsidRPr="002B460C">
        <w:rPr>
          <w:rFonts w:ascii="Tahoma" w:hAnsi="Tahoma" w:cs="Tahoma"/>
          <w:b/>
          <w:sz w:val="16"/>
          <w:szCs w:val="16"/>
        </w:rPr>
        <w:t>Q53</w:t>
      </w:r>
      <w:r w:rsidRPr="002B460C">
        <w:tab/>
        <w:t>Thinking about our country’s future, should Turkey look more to Europe or more to the Middle East?</w:t>
      </w:r>
    </w:p>
    <w:p w:rsidR="00E779E5" w:rsidRPr="002B460C" w:rsidRDefault="00E779E5" w:rsidP="00DF00AE">
      <w:pPr>
        <w:pStyle w:val="QuestionResponse"/>
      </w:pPr>
      <w:r w:rsidRPr="002B460C">
        <w:t>1</w:t>
      </w:r>
      <w:r w:rsidRPr="002B460C">
        <w:tab/>
        <w:t>Europe</w:t>
      </w:r>
    </w:p>
    <w:p w:rsidR="00E779E5" w:rsidRPr="002B460C" w:rsidRDefault="00E779E5" w:rsidP="00DF00AE">
      <w:pPr>
        <w:pStyle w:val="QuestionResponse"/>
      </w:pPr>
      <w:r w:rsidRPr="002B460C">
        <w:t>2</w:t>
      </w:r>
      <w:r w:rsidRPr="002B460C">
        <w:tab/>
        <w:t>The Middle East</w:t>
      </w:r>
    </w:p>
    <w:p w:rsidR="00E779E5" w:rsidRPr="002B460C" w:rsidRDefault="00E779E5" w:rsidP="00DF00AE">
      <w:pPr>
        <w:pStyle w:val="QuestionResponse"/>
      </w:pPr>
      <w:r w:rsidRPr="002B460C">
        <w:t>3</w:t>
      </w:r>
      <w:r w:rsidRPr="002B460C">
        <w:tab/>
      </w:r>
      <w:r w:rsidRPr="002B460C">
        <w:rPr>
          <w:bCs/>
        </w:rPr>
        <w:t>Both e</w:t>
      </w:r>
      <w:r w:rsidRPr="002B460C">
        <w:t>qually important (DO NOT READ)</w:t>
      </w:r>
    </w:p>
    <w:p w:rsidR="00E779E5" w:rsidRPr="002B460C" w:rsidRDefault="00E779E5" w:rsidP="00DF00AE">
      <w:pPr>
        <w:pStyle w:val="QuestionResponse"/>
      </w:pPr>
      <w:r w:rsidRPr="002B460C">
        <w:t>4</w:t>
      </w:r>
      <w:r w:rsidRPr="002B460C">
        <w:tab/>
        <w:t>Neither (DO NOT READ)</w:t>
      </w:r>
    </w:p>
    <w:p w:rsidR="00E779E5" w:rsidRPr="002B460C" w:rsidRDefault="00E779E5" w:rsidP="00DF00AE">
      <w:pPr>
        <w:pStyle w:val="QuestionResponse"/>
      </w:pPr>
      <w:r w:rsidRPr="002B460C">
        <w:t>8</w:t>
      </w:r>
      <w:r w:rsidRPr="002B460C">
        <w:tab/>
        <w:t>Don’t know (DO NOT READ)</w:t>
      </w:r>
    </w:p>
    <w:p w:rsidR="00E779E5" w:rsidRPr="002B460C" w:rsidRDefault="00E779E5" w:rsidP="00DF00AE">
      <w:pPr>
        <w:pStyle w:val="QuestionResponseLast"/>
      </w:pPr>
      <w:r w:rsidRPr="002B460C">
        <w:t>9</w:t>
      </w:r>
      <w:r w:rsidRPr="002B460C">
        <w:tab/>
        <w:t>Refused (DO NOT READ)</w:t>
      </w:r>
    </w:p>
    <w:p w:rsidR="00E779E5" w:rsidRPr="002B460C" w:rsidRDefault="00E779E5" w:rsidP="00DF00AE">
      <w:pPr>
        <w:pStyle w:val="QuestionInstruction"/>
      </w:pPr>
      <w:r w:rsidRPr="002B460C">
        <w:lastRenderedPageBreak/>
        <w:t xml:space="preserve">ASK </w:t>
      </w:r>
      <w:r w:rsidR="00D631EF" w:rsidRPr="002B460C">
        <w:t xml:space="preserve">ALL </w:t>
      </w:r>
      <w:r w:rsidRPr="002B460C">
        <w:t>IN RUSSIA AND UKRAINE ONLY</w:t>
      </w:r>
    </w:p>
    <w:p w:rsidR="00E779E5" w:rsidRPr="002B460C" w:rsidRDefault="00E779E5" w:rsidP="00DF00AE">
      <w:pPr>
        <w:pStyle w:val="Question"/>
      </w:pPr>
      <w:r w:rsidRPr="002B460C">
        <w:rPr>
          <w:rFonts w:ascii="Tahoma" w:hAnsi="Tahoma" w:cs="Tahoma"/>
          <w:b/>
          <w:sz w:val="16"/>
          <w:szCs w:val="16"/>
        </w:rPr>
        <w:t>Q54</w:t>
      </w:r>
      <w:r w:rsidRPr="002B460C">
        <w:tab/>
        <w:t xml:space="preserve">I'd like you to rate some different groups of people in </w:t>
      </w:r>
      <w:r w:rsidRPr="002B460C">
        <w:rPr>
          <w:b/>
        </w:rPr>
        <w:t>(survey country)</w:t>
      </w:r>
      <w:r w:rsidRPr="002B460C">
        <w:t xml:space="preserve"> according to how you feel about them.  For each group, please tell me whether your opinion is very favorable, mostly favorable, mostly unfavorable or very unfavorable? </w:t>
      </w:r>
    </w:p>
    <w:p w:rsidR="00E779E5" w:rsidRPr="002B460C" w:rsidRDefault="00DF00AE" w:rsidP="005938DD">
      <w:pPr>
        <w:pStyle w:val="QuestionList"/>
      </w:pPr>
      <w:r w:rsidRPr="002B460C">
        <w:rPr>
          <w:rFonts w:ascii="Tahoma" w:hAnsi="Tahoma" w:cs="Tahoma"/>
          <w:b/>
          <w:sz w:val="16"/>
          <w:szCs w:val="16"/>
        </w:rPr>
        <w:t>a.</w:t>
      </w:r>
      <w:r w:rsidRPr="002B460C">
        <w:tab/>
      </w:r>
      <w:r w:rsidR="00E779E5" w:rsidRPr="002B460C">
        <w:t xml:space="preserve">Russians </w:t>
      </w:r>
      <w:r w:rsidR="00D631EF" w:rsidRPr="002B460C">
        <w:rPr>
          <w:rFonts w:ascii="Tahoma" w:hAnsi="Tahoma" w:cs="Tahoma"/>
          <w:b/>
          <w:i/>
          <w:sz w:val="16"/>
          <w:szCs w:val="16"/>
        </w:rPr>
        <w:t>[Ask in Ukraine only]</w:t>
      </w:r>
      <w:r w:rsidR="00E779E5" w:rsidRPr="002B460C">
        <w:t xml:space="preserve"> </w:t>
      </w:r>
    </w:p>
    <w:p w:rsidR="00E779E5" w:rsidRPr="002B460C" w:rsidRDefault="00DF00AE" w:rsidP="005938DD">
      <w:pPr>
        <w:pStyle w:val="QuestionList"/>
      </w:pPr>
      <w:r w:rsidRPr="002B460C">
        <w:rPr>
          <w:rFonts w:ascii="Tahoma" w:hAnsi="Tahoma" w:cs="Tahoma"/>
          <w:b/>
          <w:sz w:val="16"/>
          <w:szCs w:val="16"/>
        </w:rPr>
        <w:t>b.</w:t>
      </w:r>
      <w:r w:rsidRPr="002B460C">
        <w:tab/>
      </w:r>
      <w:r w:rsidR="00E779E5" w:rsidRPr="002B460C">
        <w:t xml:space="preserve">Lithuanians </w:t>
      </w:r>
    </w:p>
    <w:p w:rsidR="00E779E5" w:rsidRPr="002B460C" w:rsidRDefault="00DF00AE" w:rsidP="005938DD">
      <w:pPr>
        <w:pStyle w:val="QuestionList"/>
        <w:rPr>
          <w:rFonts w:ascii="Tahoma" w:hAnsi="Tahoma" w:cs="Tahoma"/>
          <w:b/>
          <w:i/>
          <w:sz w:val="16"/>
          <w:szCs w:val="16"/>
        </w:rPr>
      </w:pPr>
      <w:r w:rsidRPr="002B460C">
        <w:rPr>
          <w:rFonts w:ascii="Tahoma" w:hAnsi="Tahoma" w:cs="Tahoma"/>
          <w:b/>
          <w:sz w:val="16"/>
          <w:szCs w:val="16"/>
        </w:rPr>
        <w:t>c.</w:t>
      </w:r>
      <w:r w:rsidRPr="002B460C">
        <w:tab/>
      </w:r>
      <w:r w:rsidR="00E779E5" w:rsidRPr="002B460C">
        <w:t xml:space="preserve">Ukrainians </w:t>
      </w:r>
      <w:r w:rsidR="00D631EF" w:rsidRPr="002B460C">
        <w:rPr>
          <w:rFonts w:ascii="Tahoma" w:hAnsi="Tahoma" w:cs="Tahoma"/>
          <w:b/>
          <w:i/>
          <w:sz w:val="16"/>
          <w:szCs w:val="16"/>
        </w:rPr>
        <w:t>[Ask in Russia only]</w:t>
      </w:r>
    </w:p>
    <w:p w:rsidR="00E779E5" w:rsidRPr="002B460C" w:rsidRDefault="00DF00AE" w:rsidP="00DF00AE">
      <w:pPr>
        <w:pStyle w:val="QuestionListLast"/>
      </w:pPr>
      <w:r w:rsidRPr="002B460C">
        <w:rPr>
          <w:rFonts w:ascii="Tahoma" w:hAnsi="Tahoma" w:cs="Tahoma"/>
          <w:b/>
          <w:sz w:val="16"/>
          <w:szCs w:val="16"/>
        </w:rPr>
        <w:t>d.</w:t>
      </w:r>
      <w:r w:rsidRPr="002B460C">
        <w:tab/>
      </w:r>
      <w:r w:rsidR="00E779E5" w:rsidRPr="002B460C">
        <w:t>Poles</w:t>
      </w:r>
      <w:r w:rsidR="00D631EF" w:rsidRPr="002B460C">
        <w:t xml:space="preserve"> </w:t>
      </w:r>
      <w:r w:rsidR="00D631EF" w:rsidRPr="002B460C">
        <w:rPr>
          <w:rFonts w:ascii="Tahoma" w:hAnsi="Tahoma" w:cs="Tahoma"/>
          <w:b/>
          <w:i/>
          <w:sz w:val="16"/>
          <w:szCs w:val="16"/>
        </w:rPr>
        <w:t>[Ask in Ukraine only]</w:t>
      </w:r>
      <w:r w:rsidR="00E779E5" w:rsidRPr="002B460C">
        <w:t xml:space="preserve"> </w:t>
      </w:r>
    </w:p>
    <w:p w:rsidR="00E779E5" w:rsidRPr="002B460C" w:rsidRDefault="00E779E5" w:rsidP="00DF00AE">
      <w:pPr>
        <w:pStyle w:val="QuestionResponse"/>
      </w:pPr>
      <w:r w:rsidRPr="002B460C">
        <w:t>1</w:t>
      </w:r>
      <w:r w:rsidRPr="002B460C">
        <w:tab/>
        <w:t>Very favorable</w:t>
      </w:r>
    </w:p>
    <w:p w:rsidR="00E779E5" w:rsidRPr="002B460C" w:rsidRDefault="00E779E5" w:rsidP="00DF00AE">
      <w:pPr>
        <w:pStyle w:val="QuestionResponse"/>
      </w:pPr>
      <w:r w:rsidRPr="002B460C">
        <w:t>2</w:t>
      </w:r>
      <w:r w:rsidRPr="002B460C">
        <w:tab/>
        <w:t>Mostly favorable</w:t>
      </w:r>
    </w:p>
    <w:p w:rsidR="00E779E5" w:rsidRPr="002B460C" w:rsidRDefault="00E779E5" w:rsidP="00DF00AE">
      <w:pPr>
        <w:pStyle w:val="QuestionResponse"/>
      </w:pPr>
      <w:r w:rsidRPr="002B460C">
        <w:t>3</w:t>
      </w:r>
      <w:r w:rsidRPr="002B460C">
        <w:tab/>
        <w:t>Mostly unfavorable</w:t>
      </w:r>
    </w:p>
    <w:p w:rsidR="00E779E5" w:rsidRPr="002B460C" w:rsidRDefault="00E779E5" w:rsidP="00DF00AE">
      <w:pPr>
        <w:pStyle w:val="QuestionResponse"/>
      </w:pPr>
      <w:r w:rsidRPr="002B460C">
        <w:t>4</w:t>
      </w:r>
      <w:r w:rsidRPr="002B460C">
        <w:tab/>
        <w:t>Very unfavorable</w:t>
      </w:r>
    </w:p>
    <w:p w:rsidR="00E779E5" w:rsidRPr="002B460C" w:rsidRDefault="00E779E5" w:rsidP="00DF00AE">
      <w:pPr>
        <w:pStyle w:val="QuestionResponse"/>
      </w:pPr>
      <w:r w:rsidRPr="002B460C">
        <w:t>8</w:t>
      </w:r>
      <w:r w:rsidRPr="002B460C">
        <w:tab/>
        <w:t>Don’t know (DO NOT READ)</w:t>
      </w:r>
    </w:p>
    <w:p w:rsidR="00E779E5" w:rsidRPr="002B460C" w:rsidRDefault="00E779E5" w:rsidP="00DF00AE">
      <w:pPr>
        <w:pStyle w:val="QuestionResponseLast"/>
      </w:pPr>
      <w:r w:rsidRPr="002B460C">
        <w:t>9</w:t>
      </w:r>
      <w:r w:rsidRPr="002B460C">
        <w:tab/>
        <w:t>Refused (DO NOT READ)</w:t>
      </w:r>
    </w:p>
    <w:p w:rsidR="00E779E5" w:rsidRPr="002B460C" w:rsidRDefault="00E779E5" w:rsidP="00F104A9">
      <w:pPr>
        <w:pStyle w:val="QuestionInstruction"/>
      </w:pPr>
      <w:r w:rsidRPr="002B460C">
        <w:t xml:space="preserve">ASK </w:t>
      </w:r>
      <w:r w:rsidR="00A36E8D" w:rsidRPr="002B460C">
        <w:t xml:space="preserve">ALL </w:t>
      </w:r>
      <w:r w:rsidRPr="002B460C">
        <w:t>IN LITHUANIA ONLY</w:t>
      </w:r>
    </w:p>
    <w:p w:rsidR="00E779E5" w:rsidRPr="002B460C" w:rsidRDefault="00E779E5" w:rsidP="00F104A9">
      <w:pPr>
        <w:pStyle w:val="Question"/>
      </w:pPr>
      <w:r w:rsidRPr="002B460C">
        <w:rPr>
          <w:rFonts w:ascii="Tahoma" w:hAnsi="Tahoma" w:cs="Tahoma"/>
          <w:b/>
          <w:sz w:val="16"/>
          <w:szCs w:val="16"/>
        </w:rPr>
        <w:t>Q55</w:t>
      </w:r>
      <w:r w:rsidRPr="002B460C">
        <w:tab/>
        <w:t xml:space="preserve">I'd like you to rate some different groups of people who live in Lithuania according to how you feel about them.  For each group, please tell me whether your opinion is very favorable, mostly favorable, mostly unfavorable or very unfavorable? </w:t>
      </w:r>
    </w:p>
    <w:p w:rsidR="00E779E5" w:rsidRPr="002B460C" w:rsidRDefault="00F104A9" w:rsidP="00F104A9">
      <w:pPr>
        <w:pStyle w:val="QuestionList"/>
      </w:pPr>
      <w:r w:rsidRPr="002B460C">
        <w:rPr>
          <w:rFonts w:ascii="Tahoma" w:hAnsi="Tahoma" w:cs="Tahoma"/>
          <w:b/>
          <w:sz w:val="16"/>
          <w:szCs w:val="16"/>
        </w:rPr>
        <w:t>a.</w:t>
      </w:r>
      <w:r w:rsidRPr="002B460C">
        <w:tab/>
      </w:r>
      <w:r w:rsidR="00E779E5" w:rsidRPr="002B460C">
        <w:t>Russians</w:t>
      </w:r>
    </w:p>
    <w:p w:rsidR="00E779E5" w:rsidRPr="002B460C" w:rsidRDefault="00F104A9" w:rsidP="00F104A9">
      <w:pPr>
        <w:pStyle w:val="QuestionList"/>
      </w:pPr>
      <w:r w:rsidRPr="002B460C">
        <w:rPr>
          <w:rFonts w:ascii="Tahoma" w:hAnsi="Tahoma" w:cs="Tahoma"/>
          <w:b/>
          <w:sz w:val="16"/>
          <w:szCs w:val="16"/>
        </w:rPr>
        <w:t>b.</w:t>
      </w:r>
      <w:r w:rsidRPr="002B460C">
        <w:tab/>
      </w:r>
      <w:r w:rsidR="00E779E5" w:rsidRPr="002B460C">
        <w:t>Poles</w:t>
      </w:r>
    </w:p>
    <w:p w:rsidR="00E779E5" w:rsidRPr="002B460C" w:rsidRDefault="00F104A9" w:rsidP="00F104A9">
      <w:pPr>
        <w:pStyle w:val="QuestionListLast"/>
      </w:pPr>
      <w:r w:rsidRPr="002B460C">
        <w:rPr>
          <w:rFonts w:ascii="Tahoma" w:hAnsi="Tahoma" w:cs="Tahoma"/>
          <w:b/>
          <w:sz w:val="16"/>
          <w:szCs w:val="16"/>
        </w:rPr>
        <w:t>c.</w:t>
      </w:r>
      <w:r w:rsidRPr="002B460C">
        <w:tab/>
      </w:r>
      <w:r w:rsidR="00E779E5" w:rsidRPr="002B460C">
        <w:t>Ukrainians</w:t>
      </w:r>
    </w:p>
    <w:p w:rsidR="00E779E5" w:rsidRPr="002B460C" w:rsidRDefault="00E779E5" w:rsidP="00F104A9">
      <w:pPr>
        <w:pStyle w:val="QuestionResponse"/>
      </w:pPr>
      <w:r w:rsidRPr="002B460C">
        <w:t>1</w:t>
      </w:r>
      <w:r w:rsidRPr="002B460C">
        <w:tab/>
        <w:t>Very favorable</w:t>
      </w:r>
    </w:p>
    <w:p w:rsidR="00E779E5" w:rsidRPr="002B460C" w:rsidRDefault="00E779E5" w:rsidP="00F104A9">
      <w:pPr>
        <w:pStyle w:val="QuestionResponse"/>
      </w:pPr>
      <w:r w:rsidRPr="002B460C">
        <w:t>2</w:t>
      </w:r>
      <w:r w:rsidRPr="002B460C">
        <w:tab/>
        <w:t>Mostly favorable</w:t>
      </w:r>
    </w:p>
    <w:p w:rsidR="00E779E5" w:rsidRPr="002B460C" w:rsidRDefault="00E779E5" w:rsidP="00F104A9">
      <w:pPr>
        <w:pStyle w:val="QuestionResponse"/>
      </w:pPr>
      <w:r w:rsidRPr="002B460C">
        <w:t>3</w:t>
      </w:r>
      <w:r w:rsidRPr="002B460C">
        <w:tab/>
        <w:t>Mostly unfavorable</w:t>
      </w:r>
    </w:p>
    <w:p w:rsidR="00E779E5" w:rsidRPr="002B460C" w:rsidRDefault="00E779E5" w:rsidP="00F104A9">
      <w:pPr>
        <w:pStyle w:val="QuestionResponse"/>
      </w:pPr>
      <w:r w:rsidRPr="002B460C">
        <w:t>4</w:t>
      </w:r>
      <w:r w:rsidRPr="002B460C">
        <w:tab/>
        <w:t>Very unfavorable</w:t>
      </w:r>
    </w:p>
    <w:p w:rsidR="00E779E5" w:rsidRPr="002B460C" w:rsidRDefault="00E779E5" w:rsidP="00F104A9">
      <w:pPr>
        <w:pStyle w:val="QuestionResponse"/>
      </w:pPr>
      <w:r w:rsidRPr="002B460C">
        <w:t>8</w:t>
      </w:r>
      <w:r w:rsidRPr="002B460C">
        <w:tab/>
        <w:t>Don’t know (DO NOT READ)</w:t>
      </w:r>
    </w:p>
    <w:p w:rsidR="00E779E5" w:rsidRPr="002B460C" w:rsidRDefault="00E779E5" w:rsidP="00F104A9">
      <w:pPr>
        <w:pStyle w:val="QuestionResponseLast"/>
      </w:pPr>
      <w:r w:rsidRPr="002B460C">
        <w:t>9</w:t>
      </w:r>
      <w:r w:rsidRPr="002B460C">
        <w:tab/>
        <w:t>Refused (DO NOT READ)</w:t>
      </w:r>
    </w:p>
    <w:p w:rsidR="00E779E5" w:rsidRPr="002B460C" w:rsidRDefault="008F75EF" w:rsidP="008F75EF">
      <w:pPr>
        <w:pStyle w:val="Question"/>
        <w:rPr>
          <w:rFonts w:ascii="Tahoma" w:hAnsi="Tahoma" w:cs="Tahoma"/>
          <w:b/>
          <w:sz w:val="16"/>
          <w:szCs w:val="16"/>
        </w:rPr>
      </w:pPr>
      <w:r w:rsidRPr="002B460C">
        <w:rPr>
          <w:rFonts w:ascii="Tahoma" w:hAnsi="Tahoma" w:cs="Tahoma"/>
          <w:b/>
          <w:sz w:val="16"/>
          <w:szCs w:val="16"/>
        </w:rPr>
        <w:t>Q56</w:t>
      </w:r>
      <w:r w:rsidRPr="002B460C">
        <w:rPr>
          <w:rFonts w:ascii="Tahoma" w:hAnsi="Tahoma" w:cs="Tahoma"/>
          <w:b/>
          <w:sz w:val="16"/>
          <w:szCs w:val="16"/>
        </w:rPr>
        <w:tab/>
        <w:t>NOT ASKED</w:t>
      </w:r>
    </w:p>
    <w:p w:rsidR="00E779E5" w:rsidRPr="002B460C" w:rsidRDefault="00E779E5" w:rsidP="00E779E5">
      <w:pPr>
        <w:ind w:firstLine="720"/>
        <w:rPr>
          <w:b/>
        </w:rPr>
      </w:pPr>
    </w:p>
    <w:p w:rsidR="00E779E5" w:rsidRPr="002B460C" w:rsidRDefault="00E779E5" w:rsidP="00F104A9">
      <w:pPr>
        <w:pStyle w:val="QuestionInstruction"/>
      </w:pPr>
      <w:r w:rsidRPr="002B460C">
        <w:t xml:space="preserve">ASK </w:t>
      </w:r>
      <w:r w:rsidR="00A36E8D" w:rsidRPr="002B460C">
        <w:t xml:space="preserve">ALL </w:t>
      </w:r>
      <w:r w:rsidRPr="002B460C">
        <w:t>IN LITHUANIA, RUSSIA, UKRAINE, AND MUSLIM COUNTRIES ONLY</w:t>
      </w:r>
    </w:p>
    <w:p w:rsidR="00E779E5" w:rsidRPr="002B460C" w:rsidRDefault="00E779E5" w:rsidP="001D5042">
      <w:pPr>
        <w:pStyle w:val="Question"/>
      </w:pPr>
      <w:r w:rsidRPr="002B460C">
        <w:rPr>
          <w:rFonts w:ascii="Tahoma" w:hAnsi="Tahoma" w:cs="Tahoma"/>
          <w:b/>
          <w:sz w:val="16"/>
          <w:szCs w:val="16"/>
        </w:rPr>
        <w:t>Q57</w:t>
      </w:r>
      <w:r w:rsidRPr="002B460C">
        <w:tab/>
        <w:t xml:space="preserve">Some feel that we should rely on a Democratic form of government to solve our country's problems.  Others feel that we should rely on a leader with a strong hand to solve our country's problems.  Which comes closer to your opinion? </w:t>
      </w:r>
    </w:p>
    <w:p w:rsidR="00E779E5" w:rsidRPr="002B460C" w:rsidRDefault="00E779E5" w:rsidP="001D5042">
      <w:pPr>
        <w:pStyle w:val="QuestionResponse"/>
      </w:pPr>
      <w:r w:rsidRPr="002B460C">
        <w:t>1</w:t>
      </w:r>
      <w:r w:rsidRPr="002B460C">
        <w:tab/>
        <w:t>Democratic form of government</w:t>
      </w:r>
    </w:p>
    <w:p w:rsidR="00E779E5" w:rsidRPr="002B460C" w:rsidRDefault="00E779E5" w:rsidP="001D5042">
      <w:pPr>
        <w:pStyle w:val="QuestionResponse"/>
      </w:pPr>
      <w:r w:rsidRPr="002B460C">
        <w:t>2</w:t>
      </w:r>
      <w:r w:rsidRPr="002B460C">
        <w:tab/>
        <w:t>Strong leader</w:t>
      </w:r>
    </w:p>
    <w:p w:rsidR="00E779E5" w:rsidRPr="002B460C" w:rsidRDefault="00E779E5" w:rsidP="001D5042">
      <w:pPr>
        <w:pStyle w:val="QuestionResponse"/>
      </w:pPr>
      <w:r w:rsidRPr="002B460C">
        <w:t>8</w:t>
      </w:r>
      <w:r w:rsidRPr="002B460C">
        <w:tab/>
        <w:t>Don’t know (DO NOT READ)</w:t>
      </w:r>
    </w:p>
    <w:p w:rsidR="00E779E5" w:rsidRPr="002B460C" w:rsidRDefault="00E779E5" w:rsidP="001D5042">
      <w:pPr>
        <w:pStyle w:val="QuestionResponseLast"/>
      </w:pPr>
      <w:r w:rsidRPr="002B460C">
        <w:t>9</w:t>
      </w:r>
      <w:r w:rsidRPr="002B460C">
        <w:tab/>
        <w:t>Refused (DO NOT READ)</w:t>
      </w:r>
    </w:p>
    <w:p w:rsidR="00E779E5" w:rsidRPr="002B460C" w:rsidRDefault="00E779E5" w:rsidP="00F104A9">
      <w:pPr>
        <w:pStyle w:val="QuestionInstruction"/>
      </w:pPr>
      <w:r w:rsidRPr="002B460C">
        <w:lastRenderedPageBreak/>
        <w:t xml:space="preserve">ASK </w:t>
      </w:r>
      <w:r w:rsidR="00A36E8D" w:rsidRPr="002B460C">
        <w:t xml:space="preserve">ALL </w:t>
      </w:r>
      <w:r w:rsidRPr="002B460C">
        <w:t>IN LITHUANIA, RUSSIA, UKRAINE</w:t>
      </w:r>
      <w:r w:rsidR="00180089" w:rsidRPr="002B460C">
        <w:t>, AND MUSLIM COUNTRIES</w:t>
      </w:r>
      <w:r w:rsidRPr="002B460C">
        <w:t xml:space="preserve"> ONLY</w:t>
      </w:r>
    </w:p>
    <w:p w:rsidR="00E779E5" w:rsidRPr="002B460C" w:rsidRDefault="00E779E5" w:rsidP="001D5042">
      <w:pPr>
        <w:pStyle w:val="Question"/>
      </w:pPr>
      <w:r w:rsidRPr="002B460C">
        <w:rPr>
          <w:rFonts w:ascii="Tahoma" w:hAnsi="Tahoma" w:cs="Tahoma"/>
          <w:b/>
          <w:sz w:val="16"/>
          <w:szCs w:val="16"/>
        </w:rPr>
        <w:t>Q58</w:t>
      </w:r>
      <w:r w:rsidRPr="002B460C">
        <w:tab/>
        <w:t xml:space="preserve">If you had to choose between a good democracy or a strong economy, which would you say is more important?  </w:t>
      </w:r>
    </w:p>
    <w:p w:rsidR="00E779E5" w:rsidRPr="002B460C" w:rsidRDefault="00E779E5" w:rsidP="001D5042">
      <w:pPr>
        <w:pStyle w:val="QuestionResponse"/>
      </w:pPr>
      <w:r w:rsidRPr="002B460C">
        <w:t>1</w:t>
      </w:r>
      <w:r w:rsidRPr="002B460C">
        <w:tab/>
        <w:t>A good democracy</w:t>
      </w:r>
    </w:p>
    <w:p w:rsidR="00E779E5" w:rsidRPr="002B460C" w:rsidRDefault="00E779E5" w:rsidP="001D5042">
      <w:pPr>
        <w:pStyle w:val="QuestionResponse"/>
      </w:pPr>
      <w:r w:rsidRPr="002B460C">
        <w:t>2</w:t>
      </w:r>
      <w:r w:rsidRPr="002B460C">
        <w:tab/>
        <w:t>A strong economy</w:t>
      </w:r>
    </w:p>
    <w:p w:rsidR="00E779E5" w:rsidRPr="002B460C" w:rsidRDefault="00E779E5" w:rsidP="001D5042">
      <w:pPr>
        <w:pStyle w:val="QuestionResponse"/>
      </w:pPr>
      <w:r w:rsidRPr="002B460C">
        <w:t>8</w:t>
      </w:r>
      <w:r w:rsidRPr="002B460C">
        <w:tab/>
        <w:t>Don’t know (DO NOT READ)</w:t>
      </w:r>
    </w:p>
    <w:p w:rsidR="001D5042" w:rsidRPr="002B460C" w:rsidRDefault="00E779E5" w:rsidP="001D5042">
      <w:pPr>
        <w:pStyle w:val="QuestionResponseLast"/>
        <w:rPr>
          <w:rStyle w:val="QuestionInstructionChar"/>
          <w:b w:val="0"/>
        </w:rPr>
      </w:pPr>
      <w:r w:rsidRPr="002B460C">
        <w:t>9</w:t>
      </w:r>
      <w:r w:rsidRPr="002B460C">
        <w:tab/>
        <w:t>Refused (DO NOT READ)</w:t>
      </w:r>
    </w:p>
    <w:p w:rsidR="001D5042" w:rsidRPr="002B460C" w:rsidRDefault="00E779E5" w:rsidP="001D5042">
      <w:pPr>
        <w:pStyle w:val="QuestionInstruction"/>
      </w:pPr>
      <w:r w:rsidRPr="002B460C">
        <w:t xml:space="preserve">ASK </w:t>
      </w:r>
      <w:r w:rsidR="00A36E8D" w:rsidRPr="002B460C">
        <w:t xml:space="preserve">ALL </w:t>
      </w:r>
      <w:r w:rsidRPr="002B460C">
        <w:t>IN LITHUANIA, RUSSIA, AND UKRAINE ONLY</w:t>
      </w:r>
    </w:p>
    <w:p w:rsidR="00E779E5" w:rsidRPr="002B460C" w:rsidRDefault="00E779E5" w:rsidP="001D5042">
      <w:pPr>
        <w:pStyle w:val="Question"/>
      </w:pPr>
      <w:r w:rsidRPr="002B460C">
        <w:rPr>
          <w:rFonts w:ascii="Tahoma" w:hAnsi="Tahoma" w:cs="Tahoma"/>
          <w:b/>
          <w:sz w:val="16"/>
          <w:szCs w:val="16"/>
        </w:rPr>
        <w:t>Q59</w:t>
      </w:r>
      <w:r w:rsidRPr="002B460C">
        <w:tab/>
        <w:t xml:space="preserve">How satisfied are you with the way democracy is working in our country – very satisfied, somewhat satisfied, not too satisfied or not at all satisfied? </w:t>
      </w:r>
    </w:p>
    <w:p w:rsidR="00E779E5" w:rsidRPr="002B460C" w:rsidRDefault="00E779E5" w:rsidP="001D5042">
      <w:pPr>
        <w:pStyle w:val="QuestionResponse"/>
      </w:pPr>
      <w:r w:rsidRPr="002B460C">
        <w:t>1</w:t>
      </w:r>
      <w:r w:rsidRPr="002B460C">
        <w:tab/>
        <w:t>Very satisfied</w:t>
      </w:r>
    </w:p>
    <w:p w:rsidR="00E779E5" w:rsidRPr="002B460C" w:rsidRDefault="00E779E5" w:rsidP="001D5042">
      <w:pPr>
        <w:pStyle w:val="QuestionResponse"/>
      </w:pPr>
      <w:r w:rsidRPr="002B460C">
        <w:t>2</w:t>
      </w:r>
      <w:r w:rsidRPr="002B460C">
        <w:tab/>
        <w:t>Somewhat satisfied</w:t>
      </w:r>
    </w:p>
    <w:p w:rsidR="00E779E5" w:rsidRPr="002B460C" w:rsidRDefault="00E779E5" w:rsidP="001D5042">
      <w:pPr>
        <w:pStyle w:val="QuestionResponse"/>
      </w:pPr>
      <w:r w:rsidRPr="002B460C">
        <w:t>3</w:t>
      </w:r>
      <w:r w:rsidRPr="002B460C">
        <w:tab/>
        <w:t>Not too satisfied</w:t>
      </w:r>
    </w:p>
    <w:p w:rsidR="00E779E5" w:rsidRPr="002B460C" w:rsidRDefault="00E779E5" w:rsidP="001D5042">
      <w:pPr>
        <w:pStyle w:val="QuestionResponse"/>
      </w:pPr>
      <w:r w:rsidRPr="002B460C">
        <w:t>4</w:t>
      </w:r>
      <w:r w:rsidRPr="002B460C">
        <w:tab/>
        <w:t>Not at all satisfied</w:t>
      </w:r>
    </w:p>
    <w:p w:rsidR="00E779E5" w:rsidRPr="002B460C" w:rsidRDefault="00E779E5" w:rsidP="001D5042">
      <w:pPr>
        <w:pStyle w:val="QuestionResponse"/>
      </w:pPr>
      <w:r w:rsidRPr="002B460C">
        <w:t>8</w:t>
      </w:r>
      <w:r w:rsidRPr="002B460C">
        <w:tab/>
        <w:t>Don’t know (DO NOT READ)</w:t>
      </w:r>
    </w:p>
    <w:p w:rsidR="00E779E5" w:rsidRPr="002B460C" w:rsidRDefault="00E779E5" w:rsidP="001D5042">
      <w:pPr>
        <w:pStyle w:val="QuestionResponseLast"/>
      </w:pPr>
      <w:r w:rsidRPr="002B460C">
        <w:t>9</w:t>
      </w:r>
      <w:r w:rsidRPr="002B460C">
        <w:tab/>
        <w:t>Refused (DO NOT READ)</w:t>
      </w:r>
    </w:p>
    <w:p w:rsidR="00E779E5" w:rsidRPr="002B460C" w:rsidRDefault="00E779E5" w:rsidP="00E779E5">
      <w:pPr>
        <w:pStyle w:val="QuestionInstruction"/>
        <w:ind w:left="0" w:firstLine="720"/>
        <w:rPr>
          <w:szCs w:val="22"/>
        </w:rPr>
      </w:pPr>
      <w:r w:rsidRPr="002B460C">
        <w:rPr>
          <w:szCs w:val="22"/>
        </w:rPr>
        <w:t xml:space="preserve">ASK ALL </w:t>
      </w:r>
      <w:r w:rsidR="00246430" w:rsidRPr="002B460C">
        <w:rPr>
          <w:szCs w:val="22"/>
        </w:rPr>
        <w:t>IN ALL COUNTRIES EXCEPT EGYPT</w:t>
      </w:r>
      <w:r w:rsidR="005272A3" w:rsidRPr="002B460C">
        <w:rPr>
          <w:szCs w:val="22"/>
        </w:rPr>
        <w:t xml:space="preserve"> AND JAPAN</w:t>
      </w:r>
    </w:p>
    <w:p w:rsidR="00E779E5" w:rsidRPr="002B460C" w:rsidRDefault="00E779E5" w:rsidP="00E779E5">
      <w:pPr>
        <w:pStyle w:val="Question"/>
        <w:rPr>
          <w:i/>
          <w:szCs w:val="22"/>
        </w:rPr>
      </w:pPr>
      <w:r w:rsidRPr="002B460C">
        <w:rPr>
          <w:rFonts w:ascii="Tahoma" w:hAnsi="Tahoma" w:cs="Tahoma"/>
          <w:b/>
          <w:sz w:val="16"/>
          <w:szCs w:val="16"/>
        </w:rPr>
        <w:t>Q60</w:t>
      </w:r>
      <w:r w:rsidRPr="002B460C">
        <w:rPr>
          <w:b/>
          <w:szCs w:val="22"/>
        </w:rPr>
        <w:tab/>
      </w:r>
      <w:r w:rsidRPr="002B460C">
        <w:rPr>
          <w:szCs w:val="22"/>
        </w:rPr>
        <w:t xml:space="preserve">Thinking about people in our country who do not have a job, in general would you say this is mostly their own fault or is it mostly because of forces outside their control? </w:t>
      </w:r>
    </w:p>
    <w:p w:rsidR="00E779E5" w:rsidRPr="002B460C" w:rsidRDefault="00E779E5" w:rsidP="00E779E5">
      <w:pPr>
        <w:pStyle w:val="QuestionResponse"/>
        <w:rPr>
          <w:szCs w:val="22"/>
        </w:rPr>
      </w:pPr>
      <w:r w:rsidRPr="002B460C">
        <w:rPr>
          <w:szCs w:val="22"/>
        </w:rPr>
        <w:t>1</w:t>
      </w:r>
      <w:r w:rsidRPr="002B460C">
        <w:rPr>
          <w:szCs w:val="22"/>
        </w:rPr>
        <w:tab/>
        <w:t>Mostly their own fault</w:t>
      </w:r>
    </w:p>
    <w:p w:rsidR="00E779E5" w:rsidRPr="002B460C" w:rsidRDefault="00E779E5" w:rsidP="00E779E5">
      <w:pPr>
        <w:pStyle w:val="QuestionResponse"/>
        <w:rPr>
          <w:szCs w:val="22"/>
        </w:rPr>
      </w:pPr>
      <w:r w:rsidRPr="002B460C">
        <w:rPr>
          <w:szCs w:val="22"/>
        </w:rPr>
        <w:t>2</w:t>
      </w:r>
      <w:r w:rsidRPr="002B460C">
        <w:rPr>
          <w:szCs w:val="22"/>
        </w:rPr>
        <w:tab/>
        <w:t xml:space="preserve">Mostly because of </w:t>
      </w:r>
      <w:r w:rsidR="00862E4B" w:rsidRPr="002B460C">
        <w:rPr>
          <w:szCs w:val="22"/>
        </w:rPr>
        <w:t>forces</w:t>
      </w:r>
      <w:r w:rsidRPr="002B460C">
        <w:rPr>
          <w:szCs w:val="22"/>
        </w:rPr>
        <w:t xml:space="preserve"> outside their control</w:t>
      </w:r>
    </w:p>
    <w:p w:rsidR="00E779E5" w:rsidRPr="002B460C" w:rsidRDefault="00E779E5" w:rsidP="00E779E5">
      <w:pPr>
        <w:pStyle w:val="QuestionResponse"/>
        <w:rPr>
          <w:szCs w:val="22"/>
        </w:rPr>
      </w:pPr>
      <w:r w:rsidRPr="002B460C">
        <w:rPr>
          <w:szCs w:val="22"/>
        </w:rPr>
        <w:t>8</w:t>
      </w:r>
      <w:r w:rsidRPr="002B460C">
        <w:rPr>
          <w:szCs w:val="22"/>
        </w:rPr>
        <w:tab/>
        <w:t>Don’t know (DO NOT READ)</w:t>
      </w:r>
    </w:p>
    <w:p w:rsidR="00E779E5" w:rsidRPr="002B460C" w:rsidRDefault="00E779E5" w:rsidP="001D5042">
      <w:pPr>
        <w:pStyle w:val="QuestionResponseLast"/>
        <w:rPr>
          <w:u w:val="single"/>
        </w:rPr>
      </w:pPr>
      <w:r w:rsidRPr="002B460C">
        <w:t>9</w:t>
      </w:r>
      <w:r w:rsidRPr="002B460C">
        <w:tab/>
        <w:t>Refused (DO NOT READ</w:t>
      </w:r>
    </w:p>
    <w:p w:rsidR="00E779E5" w:rsidRPr="002B460C" w:rsidRDefault="00E779E5" w:rsidP="001D5042">
      <w:pPr>
        <w:pStyle w:val="QuestionInstruction"/>
      </w:pPr>
      <w:r w:rsidRPr="002B460C">
        <w:t xml:space="preserve">ASK ALL  </w:t>
      </w:r>
    </w:p>
    <w:p w:rsidR="00E779E5" w:rsidRPr="002B460C" w:rsidRDefault="00E779E5" w:rsidP="001D5042">
      <w:pPr>
        <w:pStyle w:val="Question"/>
      </w:pPr>
      <w:r w:rsidRPr="002B460C">
        <w:rPr>
          <w:rFonts w:ascii="Tahoma" w:hAnsi="Tahoma" w:cs="Tahoma"/>
          <w:b/>
          <w:sz w:val="16"/>
          <w:szCs w:val="16"/>
        </w:rPr>
        <w:t>Q61</w:t>
      </w:r>
      <w:r w:rsidRPr="002B460C">
        <w:tab/>
        <w:t xml:space="preserve">What's more important in </w:t>
      </w:r>
      <w:r w:rsidR="00F621A6" w:rsidRPr="002B460C">
        <w:rPr>
          <w:b/>
        </w:rPr>
        <w:t>(survey country)</w:t>
      </w:r>
      <w:r w:rsidRPr="002B460C">
        <w:t xml:space="preserve"> society that everyone be </w:t>
      </w:r>
      <w:r w:rsidR="00897A1A" w:rsidRPr="002B460C">
        <w:rPr>
          <w:b/>
        </w:rPr>
        <w:t>[In Britain:</w:t>
      </w:r>
      <w:r w:rsidR="00897A1A" w:rsidRPr="002B460C">
        <w:t xml:space="preserve"> is</w:t>
      </w:r>
      <w:r w:rsidR="00897A1A" w:rsidRPr="002B460C">
        <w:rPr>
          <w:b/>
        </w:rPr>
        <w:t>]</w:t>
      </w:r>
      <w:r w:rsidR="00897A1A" w:rsidRPr="002B460C">
        <w:t xml:space="preserve"> </w:t>
      </w:r>
      <w:r w:rsidRPr="002B460C">
        <w:t xml:space="preserve">free to pursue their life's goals without interference from the state or that the state play an active role in society so as to guarantee that nobody is in need?  </w:t>
      </w:r>
    </w:p>
    <w:p w:rsidR="00E779E5" w:rsidRPr="002B460C" w:rsidRDefault="00E779E5" w:rsidP="001D5042">
      <w:pPr>
        <w:pStyle w:val="QuestionResponse"/>
      </w:pPr>
      <w:r w:rsidRPr="002B460C">
        <w:t>1</w:t>
      </w:r>
      <w:r w:rsidRPr="002B460C">
        <w:tab/>
        <w:t>Freedom to pursue life’s goals without interference</w:t>
      </w:r>
    </w:p>
    <w:p w:rsidR="00E779E5" w:rsidRPr="002B460C" w:rsidRDefault="00E779E5" w:rsidP="001D5042">
      <w:pPr>
        <w:pStyle w:val="QuestionResponse"/>
      </w:pPr>
      <w:r w:rsidRPr="002B460C">
        <w:t>2</w:t>
      </w:r>
      <w:r w:rsidRPr="002B460C">
        <w:tab/>
        <w:t>Nobody in need</w:t>
      </w:r>
    </w:p>
    <w:p w:rsidR="00E779E5" w:rsidRPr="002B460C" w:rsidRDefault="00E779E5" w:rsidP="001D5042">
      <w:pPr>
        <w:pStyle w:val="QuestionResponse"/>
        <w:rPr>
          <w:szCs w:val="22"/>
        </w:rPr>
      </w:pPr>
      <w:r w:rsidRPr="002B460C">
        <w:rPr>
          <w:szCs w:val="22"/>
        </w:rPr>
        <w:t>8</w:t>
      </w:r>
      <w:r w:rsidRPr="002B460C">
        <w:rPr>
          <w:szCs w:val="22"/>
        </w:rPr>
        <w:tab/>
        <w:t>Don’t know (DO NOT READ)</w:t>
      </w:r>
    </w:p>
    <w:p w:rsidR="00E779E5" w:rsidRPr="002B460C" w:rsidRDefault="00E779E5" w:rsidP="001D5042">
      <w:pPr>
        <w:pStyle w:val="QuestionResponseLast"/>
      </w:pPr>
      <w:r w:rsidRPr="002B460C">
        <w:t>9</w:t>
      </w:r>
      <w:r w:rsidRPr="002B460C">
        <w:tab/>
        <w:t>Refused (DO NOT READ)</w:t>
      </w:r>
    </w:p>
    <w:p w:rsidR="00E779E5" w:rsidRPr="002B460C" w:rsidRDefault="00E779E5" w:rsidP="00E779E5">
      <w:pPr>
        <w:pStyle w:val="QuestionInstruction"/>
        <w:spacing w:before="0" w:after="0"/>
        <w:ind w:left="1440" w:hanging="720"/>
        <w:rPr>
          <w:szCs w:val="22"/>
        </w:rPr>
      </w:pPr>
      <w:r w:rsidRPr="002B460C">
        <w:rPr>
          <w:szCs w:val="22"/>
        </w:rPr>
        <w:lastRenderedPageBreak/>
        <w:t xml:space="preserve">ASK ALL </w:t>
      </w:r>
    </w:p>
    <w:p w:rsidR="00E779E5" w:rsidRPr="002B460C" w:rsidRDefault="00E779E5" w:rsidP="001D5042">
      <w:pPr>
        <w:pStyle w:val="Question"/>
      </w:pPr>
      <w:r w:rsidRPr="002B460C">
        <w:rPr>
          <w:rFonts w:ascii="Tahoma" w:hAnsi="Tahoma" w:cs="Tahoma"/>
          <w:b/>
          <w:sz w:val="16"/>
          <w:szCs w:val="16"/>
        </w:rPr>
        <w:t>Q62</w:t>
      </w:r>
      <w:r w:rsidRPr="002B460C">
        <w:tab/>
        <w:t>Do you think the U.S. and NATO should keep military troops in Afghanistan until the situation has stabilized, or do you think the U.S. and NATO should remove their troops as soon as possible?</w:t>
      </w:r>
      <w:r w:rsidR="00943362">
        <w:rPr>
          <w:rStyle w:val="FootnoteReference"/>
        </w:rPr>
        <w:footnoteReference w:id="7"/>
      </w:r>
      <w:r w:rsidRPr="002B460C">
        <w:t xml:space="preserve"> </w:t>
      </w:r>
    </w:p>
    <w:p w:rsidR="00E779E5" w:rsidRPr="002B460C" w:rsidRDefault="00E779E5" w:rsidP="001D5042">
      <w:pPr>
        <w:pStyle w:val="QuestionResponse"/>
      </w:pPr>
      <w:r w:rsidRPr="002B460C">
        <w:t>1</w:t>
      </w:r>
      <w:r w:rsidRPr="002B460C">
        <w:tab/>
        <w:t>Keep troops in Afghanistan</w:t>
      </w:r>
    </w:p>
    <w:p w:rsidR="00E779E5" w:rsidRPr="002B460C" w:rsidRDefault="00E779E5" w:rsidP="001D5042">
      <w:pPr>
        <w:pStyle w:val="QuestionResponse"/>
      </w:pPr>
      <w:r w:rsidRPr="002B460C">
        <w:t>2</w:t>
      </w:r>
      <w:r w:rsidRPr="002B460C">
        <w:tab/>
        <w:t>Remove their troops</w:t>
      </w:r>
    </w:p>
    <w:p w:rsidR="00E779E5" w:rsidRPr="002B460C" w:rsidRDefault="00E779E5" w:rsidP="001D5042">
      <w:pPr>
        <w:pStyle w:val="QuestionResponse"/>
        <w:rPr>
          <w:b/>
          <w:bCs/>
        </w:rPr>
      </w:pPr>
      <w:r w:rsidRPr="002B460C">
        <w:t>8</w:t>
      </w:r>
      <w:r w:rsidRPr="002B460C">
        <w:tab/>
        <w:t>Don’t know (DO NOT READ)</w:t>
      </w:r>
    </w:p>
    <w:p w:rsidR="00E779E5" w:rsidRPr="002B460C" w:rsidRDefault="00E779E5" w:rsidP="001D5042">
      <w:pPr>
        <w:pStyle w:val="QuestionResponseLast"/>
      </w:pPr>
      <w:r w:rsidRPr="002B460C">
        <w:t>9</w:t>
      </w:r>
      <w:r w:rsidRPr="002B460C">
        <w:tab/>
        <w:t>Refused (DO NOT READ)</w:t>
      </w:r>
    </w:p>
    <w:p w:rsidR="00246430" w:rsidRPr="002B460C" w:rsidRDefault="00246430" w:rsidP="00246430">
      <w:pPr>
        <w:pStyle w:val="QuestionInstruction"/>
        <w:spacing w:after="0"/>
        <w:rPr>
          <w:szCs w:val="22"/>
        </w:rPr>
      </w:pPr>
      <w:r w:rsidRPr="002B460C">
        <w:rPr>
          <w:szCs w:val="22"/>
        </w:rPr>
        <w:t>ASK ALL IN EGYPT ONLY</w:t>
      </w:r>
    </w:p>
    <w:p w:rsidR="00246430" w:rsidRPr="002B460C" w:rsidRDefault="00246430" w:rsidP="00246430">
      <w:pPr>
        <w:pStyle w:val="QuestionResponseLast"/>
        <w:spacing w:after="0"/>
        <w:ind w:left="720"/>
        <w:rPr>
          <w:i/>
          <w:szCs w:val="22"/>
        </w:rPr>
      </w:pPr>
      <w:r w:rsidRPr="002B460C">
        <w:rPr>
          <w:rFonts w:ascii="Tahoma" w:hAnsi="Tahoma" w:cs="Tahoma"/>
          <w:b/>
          <w:sz w:val="16"/>
          <w:szCs w:val="16"/>
        </w:rPr>
        <w:t>EGY7</w:t>
      </w:r>
      <w:r w:rsidRPr="002B460C">
        <w:rPr>
          <w:szCs w:val="22"/>
        </w:rPr>
        <w:tab/>
        <w:t xml:space="preserve">Do you think Egypt should maintain its peace treaty with Israel or do you think Egypt should annul its peace treaty with Israel? </w:t>
      </w:r>
    </w:p>
    <w:p w:rsidR="00246430" w:rsidRPr="002B460C" w:rsidRDefault="00246430" w:rsidP="00246430">
      <w:pPr>
        <w:pStyle w:val="QuestionResponseLast"/>
        <w:spacing w:after="0"/>
        <w:ind w:left="0" w:firstLine="0"/>
        <w:rPr>
          <w:i/>
          <w:szCs w:val="22"/>
        </w:rPr>
      </w:pPr>
    </w:p>
    <w:p w:rsidR="00246430" w:rsidRPr="002B460C" w:rsidRDefault="00246430" w:rsidP="00246430">
      <w:pPr>
        <w:pStyle w:val="QuestionResponse"/>
        <w:rPr>
          <w:szCs w:val="22"/>
        </w:rPr>
      </w:pPr>
      <w:r w:rsidRPr="002B460C">
        <w:rPr>
          <w:szCs w:val="22"/>
        </w:rPr>
        <w:t>1</w:t>
      </w:r>
      <w:r w:rsidRPr="002B460C">
        <w:rPr>
          <w:szCs w:val="22"/>
        </w:rPr>
        <w:tab/>
        <w:t>Maintain treaty</w:t>
      </w:r>
    </w:p>
    <w:p w:rsidR="00246430" w:rsidRPr="002B460C" w:rsidRDefault="00246430" w:rsidP="00246430">
      <w:pPr>
        <w:pStyle w:val="QuestionResponse"/>
        <w:rPr>
          <w:szCs w:val="22"/>
        </w:rPr>
      </w:pPr>
      <w:r w:rsidRPr="002B460C">
        <w:rPr>
          <w:szCs w:val="22"/>
        </w:rPr>
        <w:t>2</w:t>
      </w:r>
      <w:r w:rsidRPr="002B460C">
        <w:rPr>
          <w:szCs w:val="22"/>
        </w:rPr>
        <w:tab/>
        <w:t>Annul treaty</w:t>
      </w:r>
    </w:p>
    <w:p w:rsidR="00246430" w:rsidRPr="002B460C" w:rsidRDefault="00246430" w:rsidP="00246430">
      <w:pPr>
        <w:pStyle w:val="QuestionResponse"/>
        <w:rPr>
          <w:szCs w:val="22"/>
        </w:rPr>
      </w:pPr>
      <w:r w:rsidRPr="002B460C">
        <w:rPr>
          <w:szCs w:val="22"/>
        </w:rPr>
        <w:t>8</w:t>
      </w:r>
      <w:r w:rsidRPr="002B460C">
        <w:rPr>
          <w:szCs w:val="22"/>
        </w:rPr>
        <w:tab/>
        <w:t>Don’t know (DO NOT READ)</w:t>
      </w:r>
    </w:p>
    <w:p w:rsidR="00246430" w:rsidRDefault="00246430" w:rsidP="00246430">
      <w:pPr>
        <w:pStyle w:val="QuestionResponseLast"/>
        <w:spacing w:after="0"/>
        <w:rPr>
          <w:szCs w:val="22"/>
        </w:rPr>
      </w:pPr>
      <w:r w:rsidRPr="002B460C">
        <w:rPr>
          <w:szCs w:val="22"/>
        </w:rPr>
        <w:t>9</w:t>
      </w:r>
      <w:r w:rsidRPr="002B460C">
        <w:rPr>
          <w:szCs w:val="22"/>
        </w:rPr>
        <w:tab/>
        <w:t>Refused (DO NOT READ)</w:t>
      </w:r>
    </w:p>
    <w:p w:rsidR="00F61D46" w:rsidRPr="002B460C" w:rsidRDefault="00F61D46" w:rsidP="00246430">
      <w:pPr>
        <w:pStyle w:val="QuestionResponseLast"/>
        <w:spacing w:after="0"/>
        <w:rPr>
          <w:szCs w:val="22"/>
        </w:rPr>
      </w:pPr>
    </w:p>
    <w:p w:rsidR="00E779E5" w:rsidRPr="002B460C" w:rsidRDefault="00E779E5" w:rsidP="00E779E5">
      <w:pPr>
        <w:pStyle w:val="QuestionInstruction"/>
        <w:rPr>
          <w:szCs w:val="22"/>
        </w:rPr>
      </w:pPr>
      <w:r w:rsidRPr="002B460C">
        <w:rPr>
          <w:szCs w:val="22"/>
        </w:rPr>
        <w:t xml:space="preserve">ASK </w:t>
      </w:r>
      <w:r w:rsidR="00F848D0" w:rsidRPr="002B460C">
        <w:rPr>
          <w:szCs w:val="22"/>
        </w:rPr>
        <w:t xml:space="preserve">ALL </w:t>
      </w:r>
      <w:r w:rsidRPr="002B460C">
        <w:rPr>
          <w:szCs w:val="22"/>
        </w:rPr>
        <w:t>IN ALL</w:t>
      </w:r>
      <w:r w:rsidRPr="002B460C">
        <w:rPr>
          <w:caps/>
          <w:szCs w:val="22"/>
        </w:rPr>
        <w:t xml:space="preserve"> COUNTRIES EXCEPT CHINA</w:t>
      </w:r>
      <w:r w:rsidR="0031268F" w:rsidRPr="002B460C">
        <w:rPr>
          <w:caps/>
          <w:szCs w:val="22"/>
        </w:rPr>
        <w:t xml:space="preserve"> AND EGYPT</w:t>
      </w:r>
    </w:p>
    <w:p w:rsidR="00E779E5" w:rsidRPr="002B460C" w:rsidRDefault="00E779E5" w:rsidP="001D5042">
      <w:pPr>
        <w:pStyle w:val="Question"/>
        <w:rPr>
          <w:i/>
        </w:rPr>
      </w:pPr>
      <w:r w:rsidRPr="002B460C">
        <w:rPr>
          <w:rFonts w:ascii="Tahoma" w:hAnsi="Tahoma" w:cs="Tahoma"/>
          <w:b/>
          <w:sz w:val="16"/>
          <w:szCs w:val="16"/>
        </w:rPr>
        <w:t>Q63</w:t>
      </w:r>
      <w:r w:rsidRPr="002B460C">
        <w:tab/>
        <w:t xml:space="preserve">Turning to China, overall do you think that China’s growing economy is a good thing or a bad thing for our country?  </w:t>
      </w:r>
    </w:p>
    <w:p w:rsidR="00E779E5" w:rsidRPr="002B460C" w:rsidRDefault="00E779E5" w:rsidP="00E779E5">
      <w:pPr>
        <w:pStyle w:val="QuestionResponse"/>
        <w:rPr>
          <w:szCs w:val="22"/>
        </w:rPr>
      </w:pPr>
      <w:r w:rsidRPr="002B460C">
        <w:rPr>
          <w:szCs w:val="22"/>
        </w:rPr>
        <w:t>1</w:t>
      </w:r>
      <w:r w:rsidRPr="002B460C">
        <w:rPr>
          <w:szCs w:val="22"/>
        </w:rPr>
        <w:tab/>
        <w:t>Good thing</w:t>
      </w:r>
    </w:p>
    <w:p w:rsidR="00E779E5" w:rsidRPr="002B460C" w:rsidRDefault="00E779E5" w:rsidP="00E779E5">
      <w:pPr>
        <w:pStyle w:val="QuestionResponse"/>
        <w:rPr>
          <w:szCs w:val="22"/>
        </w:rPr>
      </w:pPr>
      <w:r w:rsidRPr="002B460C">
        <w:rPr>
          <w:szCs w:val="22"/>
        </w:rPr>
        <w:t>2</w:t>
      </w:r>
      <w:r w:rsidRPr="002B460C">
        <w:rPr>
          <w:szCs w:val="22"/>
        </w:rPr>
        <w:tab/>
        <w:t xml:space="preserve">Bad thing </w:t>
      </w:r>
    </w:p>
    <w:p w:rsidR="00E779E5" w:rsidRPr="002B460C" w:rsidRDefault="00E779E5" w:rsidP="00E779E5">
      <w:pPr>
        <w:pStyle w:val="QuestionResponse"/>
        <w:rPr>
          <w:szCs w:val="22"/>
        </w:rPr>
      </w:pPr>
      <w:r w:rsidRPr="002B460C">
        <w:rPr>
          <w:szCs w:val="22"/>
        </w:rPr>
        <w:t>8</w:t>
      </w:r>
      <w:r w:rsidRPr="002B460C">
        <w:rPr>
          <w:szCs w:val="22"/>
        </w:rPr>
        <w:tab/>
        <w:t>Don’t know (DO NOT READ)</w:t>
      </w:r>
    </w:p>
    <w:p w:rsidR="00E779E5" w:rsidRPr="002B460C" w:rsidRDefault="00E779E5" w:rsidP="00E779E5">
      <w:pPr>
        <w:pStyle w:val="QuestionResponseLast"/>
        <w:rPr>
          <w:szCs w:val="22"/>
        </w:rPr>
      </w:pPr>
      <w:r w:rsidRPr="002B460C">
        <w:rPr>
          <w:szCs w:val="22"/>
        </w:rPr>
        <w:t>9</w:t>
      </w:r>
      <w:r w:rsidRPr="002B460C">
        <w:rPr>
          <w:szCs w:val="22"/>
        </w:rPr>
        <w:tab/>
        <w:t>Refused (DO NOT READ)</w:t>
      </w:r>
    </w:p>
    <w:p w:rsidR="00E779E5" w:rsidRPr="002B460C" w:rsidRDefault="00E779E5" w:rsidP="00E779E5">
      <w:pPr>
        <w:pStyle w:val="QuestionInstruction"/>
        <w:rPr>
          <w:szCs w:val="22"/>
        </w:rPr>
      </w:pPr>
      <w:r w:rsidRPr="002B460C">
        <w:rPr>
          <w:szCs w:val="22"/>
        </w:rPr>
        <w:t xml:space="preserve">ASK </w:t>
      </w:r>
      <w:r w:rsidR="00F848D0" w:rsidRPr="002B460C">
        <w:rPr>
          <w:szCs w:val="22"/>
        </w:rPr>
        <w:t xml:space="preserve">ALL </w:t>
      </w:r>
      <w:r w:rsidRPr="002B460C">
        <w:rPr>
          <w:szCs w:val="22"/>
        </w:rPr>
        <w:t>IN ALL COUNTRIES EXCEPT CHINA</w:t>
      </w:r>
      <w:r w:rsidR="0031268F" w:rsidRPr="002B460C">
        <w:rPr>
          <w:szCs w:val="22"/>
        </w:rPr>
        <w:t xml:space="preserve"> AND EGYPT</w:t>
      </w:r>
    </w:p>
    <w:p w:rsidR="00E779E5" w:rsidRPr="002B460C" w:rsidRDefault="00E779E5" w:rsidP="00E779E5">
      <w:pPr>
        <w:pStyle w:val="Question"/>
        <w:rPr>
          <w:iCs/>
          <w:szCs w:val="22"/>
        </w:rPr>
      </w:pPr>
      <w:r w:rsidRPr="002B460C">
        <w:rPr>
          <w:rFonts w:ascii="Tahoma" w:hAnsi="Tahoma" w:cs="Tahoma"/>
          <w:b/>
          <w:sz w:val="16"/>
          <w:szCs w:val="16"/>
        </w:rPr>
        <w:t>Q64</w:t>
      </w:r>
      <w:r w:rsidRPr="002B460C">
        <w:rPr>
          <w:szCs w:val="22"/>
        </w:rPr>
        <w:tab/>
        <w:t>And overall do you think that China’s growing military power is a good thing or a bad thing for our country?</w:t>
      </w:r>
      <w:r w:rsidRPr="002B460C">
        <w:rPr>
          <w:iCs/>
          <w:szCs w:val="22"/>
        </w:rPr>
        <w:t xml:space="preserve"> </w:t>
      </w:r>
    </w:p>
    <w:p w:rsidR="00E779E5" w:rsidRPr="002B460C" w:rsidRDefault="00E779E5" w:rsidP="00E779E5">
      <w:pPr>
        <w:pStyle w:val="Question"/>
        <w:spacing w:after="0"/>
        <w:ind w:firstLine="0"/>
        <w:rPr>
          <w:szCs w:val="22"/>
        </w:rPr>
      </w:pPr>
      <w:r w:rsidRPr="002B460C">
        <w:rPr>
          <w:szCs w:val="22"/>
        </w:rPr>
        <w:t>1</w:t>
      </w:r>
      <w:r w:rsidRPr="002B460C">
        <w:rPr>
          <w:szCs w:val="22"/>
        </w:rPr>
        <w:tab/>
        <w:t>Good thing</w:t>
      </w:r>
    </w:p>
    <w:p w:rsidR="00E779E5" w:rsidRPr="002B460C" w:rsidRDefault="00E779E5" w:rsidP="00E779E5">
      <w:pPr>
        <w:pStyle w:val="QuestionResponse"/>
        <w:rPr>
          <w:szCs w:val="22"/>
        </w:rPr>
      </w:pPr>
      <w:r w:rsidRPr="002B460C">
        <w:rPr>
          <w:szCs w:val="22"/>
        </w:rPr>
        <w:t>2</w:t>
      </w:r>
      <w:r w:rsidRPr="002B460C">
        <w:rPr>
          <w:szCs w:val="22"/>
        </w:rPr>
        <w:tab/>
        <w:t xml:space="preserve">Bad thing </w:t>
      </w:r>
    </w:p>
    <w:p w:rsidR="00E779E5" w:rsidRPr="002B460C" w:rsidRDefault="00E779E5" w:rsidP="00E779E5">
      <w:pPr>
        <w:pStyle w:val="QuestionResponse"/>
        <w:rPr>
          <w:szCs w:val="22"/>
        </w:rPr>
      </w:pPr>
      <w:r w:rsidRPr="002B460C">
        <w:rPr>
          <w:szCs w:val="22"/>
        </w:rPr>
        <w:t>8</w:t>
      </w:r>
      <w:r w:rsidRPr="002B460C">
        <w:rPr>
          <w:szCs w:val="22"/>
        </w:rPr>
        <w:tab/>
        <w:t>Don’t know (DO NOT READ)</w:t>
      </w:r>
    </w:p>
    <w:p w:rsidR="00E779E5" w:rsidRPr="002B460C" w:rsidRDefault="00E779E5" w:rsidP="003A71E8">
      <w:pPr>
        <w:pStyle w:val="QuestionResponseLast"/>
      </w:pPr>
      <w:r w:rsidRPr="002B460C">
        <w:t>9</w:t>
      </w:r>
      <w:r w:rsidRPr="002B460C">
        <w:tab/>
        <w:t>Refused (DO NOT READ)</w:t>
      </w:r>
    </w:p>
    <w:p w:rsidR="00E779E5" w:rsidRPr="002B460C" w:rsidRDefault="00E779E5" w:rsidP="00E779E5">
      <w:pPr>
        <w:pStyle w:val="QuestionInstruction"/>
        <w:rPr>
          <w:bCs/>
          <w:caps/>
          <w:szCs w:val="22"/>
        </w:rPr>
      </w:pPr>
      <w:r w:rsidRPr="002B460C">
        <w:rPr>
          <w:bCs/>
          <w:caps/>
          <w:szCs w:val="22"/>
        </w:rPr>
        <w:lastRenderedPageBreak/>
        <w:t xml:space="preserve">ASK ALL IN </w:t>
      </w:r>
      <w:r w:rsidR="00F848D0" w:rsidRPr="002B460C">
        <w:rPr>
          <w:bCs/>
          <w:caps/>
          <w:szCs w:val="22"/>
        </w:rPr>
        <w:t>BRITAIN, FRANCE, GERMANY, JAPAN, SPAIN</w:t>
      </w:r>
      <w:r w:rsidRPr="002B460C">
        <w:rPr>
          <w:bCs/>
          <w:caps/>
          <w:szCs w:val="22"/>
        </w:rPr>
        <w:t xml:space="preserve">, </w:t>
      </w:r>
      <w:r w:rsidR="00834747" w:rsidRPr="002B460C">
        <w:rPr>
          <w:bCs/>
          <w:caps/>
          <w:szCs w:val="22"/>
        </w:rPr>
        <w:t xml:space="preserve">THE </w:t>
      </w:r>
      <w:r w:rsidRPr="002B460C">
        <w:rPr>
          <w:bCs/>
          <w:caps/>
          <w:szCs w:val="22"/>
        </w:rPr>
        <w:t>U</w:t>
      </w:r>
      <w:r w:rsidR="00F848D0" w:rsidRPr="002B460C">
        <w:rPr>
          <w:bCs/>
          <w:caps/>
          <w:szCs w:val="22"/>
        </w:rPr>
        <w:t>.</w:t>
      </w:r>
      <w:r w:rsidRPr="002B460C">
        <w:rPr>
          <w:bCs/>
          <w:caps/>
          <w:szCs w:val="22"/>
        </w:rPr>
        <w:t>S</w:t>
      </w:r>
      <w:r w:rsidR="00F848D0" w:rsidRPr="002B460C">
        <w:rPr>
          <w:bCs/>
          <w:caps/>
          <w:szCs w:val="22"/>
        </w:rPr>
        <w:t>.</w:t>
      </w:r>
      <w:r w:rsidRPr="002B460C">
        <w:rPr>
          <w:bCs/>
          <w:caps/>
          <w:szCs w:val="22"/>
        </w:rPr>
        <w:t xml:space="preserve">, </w:t>
      </w:r>
      <w:r w:rsidR="00F848D0" w:rsidRPr="002B460C">
        <w:rPr>
          <w:bCs/>
          <w:caps/>
          <w:szCs w:val="22"/>
        </w:rPr>
        <w:t xml:space="preserve">BRAZIL, </w:t>
      </w:r>
      <w:r w:rsidRPr="002B460C">
        <w:rPr>
          <w:bCs/>
          <w:caps/>
          <w:szCs w:val="22"/>
        </w:rPr>
        <w:t>CHINA, INDIA</w:t>
      </w:r>
      <w:r w:rsidR="00F848D0" w:rsidRPr="002B460C">
        <w:rPr>
          <w:bCs/>
          <w:caps/>
          <w:szCs w:val="22"/>
        </w:rPr>
        <w:t>,</w:t>
      </w:r>
      <w:r w:rsidRPr="002B460C">
        <w:rPr>
          <w:bCs/>
          <w:caps/>
          <w:szCs w:val="22"/>
        </w:rPr>
        <w:t xml:space="preserve"> AND RUSSIA ONLY</w:t>
      </w:r>
    </w:p>
    <w:p w:rsidR="00E779E5" w:rsidRPr="002B460C" w:rsidRDefault="00E779E5" w:rsidP="001D5042">
      <w:pPr>
        <w:pStyle w:val="Question"/>
      </w:pPr>
      <w:r w:rsidRPr="002B460C">
        <w:rPr>
          <w:rFonts w:ascii="Tahoma" w:hAnsi="Tahoma" w:cs="Tahoma"/>
          <w:b/>
          <w:sz w:val="16"/>
          <w:szCs w:val="16"/>
        </w:rPr>
        <w:t>Q65</w:t>
      </w:r>
      <w:r w:rsidRPr="002B460C">
        <w:tab/>
        <w:t>Which of these statements comes closer to your view</w:t>
      </w:r>
    </w:p>
    <w:p w:rsidR="00E779E5" w:rsidRPr="002B460C" w:rsidRDefault="00E779E5" w:rsidP="003A71E8">
      <w:pPr>
        <w:pStyle w:val="QuestionResponse"/>
      </w:pPr>
      <w:r w:rsidRPr="002B460C">
        <w:t>1</w:t>
      </w:r>
      <w:r w:rsidRPr="002B460C">
        <w:tab/>
      </w:r>
      <w:r w:rsidRPr="002B460C">
        <w:rPr>
          <w:b/>
        </w:rPr>
        <w:t>(Survey country)</w:t>
      </w:r>
      <w:r w:rsidRPr="002B460C">
        <w:t xml:space="preserve"> should deal with its own problems and let other countries deal with their own problems as best they can OR</w:t>
      </w:r>
    </w:p>
    <w:p w:rsidR="00E779E5" w:rsidRPr="002B460C" w:rsidRDefault="00E779E5" w:rsidP="003A71E8">
      <w:pPr>
        <w:pStyle w:val="QuestionResponse"/>
      </w:pPr>
      <w:r w:rsidRPr="002B460C">
        <w:t>2</w:t>
      </w:r>
      <w:r w:rsidRPr="002B460C">
        <w:tab/>
      </w:r>
      <w:r w:rsidRPr="002B460C">
        <w:rPr>
          <w:b/>
        </w:rPr>
        <w:t>(Survey country)</w:t>
      </w:r>
      <w:r w:rsidRPr="002B460C">
        <w:t xml:space="preserve"> should help other countries deal with their problems</w:t>
      </w:r>
    </w:p>
    <w:p w:rsidR="00E779E5" w:rsidRPr="002B460C" w:rsidRDefault="00E779E5" w:rsidP="003A71E8">
      <w:pPr>
        <w:pStyle w:val="QuestionResponse"/>
      </w:pPr>
      <w:r w:rsidRPr="002B460C">
        <w:t>3</w:t>
      </w:r>
      <w:r w:rsidRPr="002B460C">
        <w:tab/>
        <w:t>Neither (DO NOT READ)</w:t>
      </w:r>
    </w:p>
    <w:p w:rsidR="00E779E5" w:rsidRPr="002B460C" w:rsidRDefault="00E779E5" w:rsidP="003A71E8">
      <w:pPr>
        <w:pStyle w:val="QuestionResponse"/>
      </w:pPr>
      <w:r w:rsidRPr="002B460C">
        <w:t>4</w:t>
      </w:r>
      <w:r w:rsidRPr="002B460C">
        <w:tab/>
        <w:t>Both (DO NOT READ)</w:t>
      </w:r>
    </w:p>
    <w:p w:rsidR="00E779E5" w:rsidRPr="002B460C" w:rsidRDefault="00E779E5" w:rsidP="003A71E8">
      <w:pPr>
        <w:pStyle w:val="QuestionResponse"/>
      </w:pPr>
      <w:r w:rsidRPr="002B460C">
        <w:t>8</w:t>
      </w:r>
      <w:r w:rsidRPr="002B460C">
        <w:tab/>
        <w:t>Don’t know (DO NOT READ)</w:t>
      </w:r>
    </w:p>
    <w:p w:rsidR="00E779E5" w:rsidRPr="002B460C" w:rsidRDefault="00E779E5" w:rsidP="003A71E8">
      <w:pPr>
        <w:pStyle w:val="QuestionResponseLast"/>
      </w:pPr>
      <w:r w:rsidRPr="002B460C">
        <w:t>9</w:t>
      </w:r>
      <w:r w:rsidRPr="002B460C">
        <w:tab/>
        <w:t>Refused (DO NOT READ)</w:t>
      </w:r>
    </w:p>
    <w:p w:rsidR="00E779E5" w:rsidRPr="002B460C" w:rsidRDefault="00E779E5" w:rsidP="00E779E5">
      <w:pPr>
        <w:pStyle w:val="QuestionInstruction"/>
        <w:spacing w:before="0" w:after="0"/>
        <w:rPr>
          <w:szCs w:val="22"/>
        </w:rPr>
      </w:pPr>
      <w:r w:rsidRPr="002B460C">
        <w:rPr>
          <w:szCs w:val="22"/>
        </w:rPr>
        <w:t xml:space="preserve">ASK ALL </w:t>
      </w:r>
    </w:p>
    <w:p w:rsidR="00E779E5" w:rsidRPr="002B460C" w:rsidRDefault="00E779E5" w:rsidP="003A71E8">
      <w:pPr>
        <w:pStyle w:val="Question"/>
      </w:pPr>
      <w:r w:rsidRPr="002B460C">
        <w:rPr>
          <w:rFonts w:ascii="Tahoma" w:hAnsi="Tahoma" w:cs="Tahoma"/>
          <w:b/>
          <w:sz w:val="16"/>
          <w:szCs w:val="16"/>
        </w:rPr>
        <w:t>Q66</w:t>
      </w:r>
      <w:r w:rsidRPr="002B460C">
        <w:tab/>
        <w:t>Do you use the Internet, at least occasionally?</w:t>
      </w:r>
      <w:r w:rsidR="00D9477E">
        <w:rPr>
          <w:rStyle w:val="FootnoteReference"/>
        </w:rPr>
        <w:footnoteReference w:id="8"/>
      </w:r>
      <w:r w:rsidRPr="002B460C">
        <w:t xml:space="preserve"> </w:t>
      </w:r>
    </w:p>
    <w:p w:rsidR="00E779E5" w:rsidRPr="002B460C" w:rsidRDefault="00E779E5" w:rsidP="003A71E8">
      <w:pPr>
        <w:pStyle w:val="QuestionResponse"/>
      </w:pPr>
      <w:r w:rsidRPr="002B460C">
        <w:t>1</w:t>
      </w:r>
      <w:r w:rsidRPr="002B460C">
        <w:tab/>
        <w:t>Yes</w:t>
      </w:r>
    </w:p>
    <w:p w:rsidR="00E779E5" w:rsidRPr="002B460C" w:rsidRDefault="00E779E5" w:rsidP="003A71E8">
      <w:pPr>
        <w:pStyle w:val="QuestionResponse"/>
      </w:pPr>
      <w:r w:rsidRPr="002B460C">
        <w:t>2</w:t>
      </w:r>
      <w:r w:rsidRPr="002B460C">
        <w:tab/>
        <w:t>No</w:t>
      </w:r>
    </w:p>
    <w:p w:rsidR="00E779E5" w:rsidRPr="002B460C" w:rsidRDefault="00E779E5" w:rsidP="003A71E8">
      <w:pPr>
        <w:pStyle w:val="QuestionResponse"/>
        <w:rPr>
          <w:b/>
          <w:bCs/>
        </w:rPr>
      </w:pPr>
      <w:r w:rsidRPr="002B460C">
        <w:t>8</w:t>
      </w:r>
      <w:r w:rsidRPr="002B460C">
        <w:tab/>
        <w:t>Don’t know (DO NOT READ)</w:t>
      </w:r>
    </w:p>
    <w:p w:rsidR="00E779E5" w:rsidRPr="002B460C" w:rsidRDefault="00E779E5" w:rsidP="003A71E8">
      <w:pPr>
        <w:pStyle w:val="QuestionResponseLast"/>
      </w:pPr>
      <w:r w:rsidRPr="002B460C">
        <w:t>9</w:t>
      </w:r>
      <w:r w:rsidRPr="002B460C">
        <w:tab/>
        <w:t>Refused (DO NOT READ)</w:t>
      </w:r>
    </w:p>
    <w:p w:rsidR="00E779E5" w:rsidRPr="002B460C" w:rsidRDefault="00E779E5" w:rsidP="00E779E5">
      <w:pPr>
        <w:pStyle w:val="QuestionInstruction"/>
        <w:spacing w:before="0" w:after="0"/>
        <w:rPr>
          <w:szCs w:val="22"/>
        </w:rPr>
      </w:pPr>
      <w:r w:rsidRPr="002B460C">
        <w:rPr>
          <w:szCs w:val="22"/>
        </w:rPr>
        <w:t xml:space="preserve">ASK ALL </w:t>
      </w:r>
    </w:p>
    <w:p w:rsidR="00E779E5" w:rsidRPr="002B460C" w:rsidRDefault="00E779E5" w:rsidP="003A71E8">
      <w:pPr>
        <w:pStyle w:val="Question"/>
      </w:pPr>
      <w:r w:rsidRPr="002B460C">
        <w:rPr>
          <w:rFonts w:ascii="Tahoma" w:hAnsi="Tahoma" w:cs="Tahoma"/>
          <w:b/>
          <w:sz w:val="16"/>
          <w:szCs w:val="16"/>
        </w:rPr>
        <w:t>Q67</w:t>
      </w:r>
      <w:r w:rsidRPr="002B460C">
        <w:tab/>
        <w:t>Do you send or receive email, at least occasionally?</w:t>
      </w:r>
      <w:r w:rsidR="00D9477E">
        <w:rPr>
          <w:rStyle w:val="FootnoteReference"/>
        </w:rPr>
        <w:footnoteReference w:id="9"/>
      </w:r>
      <w:r w:rsidRPr="002B460C">
        <w:t xml:space="preserve"> </w:t>
      </w:r>
    </w:p>
    <w:p w:rsidR="00E779E5" w:rsidRPr="002B460C" w:rsidRDefault="00E779E5" w:rsidP="00E779E5">
      <w:pPr>
        <w:pStyle w:val="QuestionResponse"/>
        <w:rPr>
          <w:szCs w:val="22"/>
        </w:rPr>
      </w:pPr>
      <w:r w:rsidRPr="002B460C">
        <w:rPr>
          <w:szCs w:val="22"/>
        </w:rPr>
        <w:t>1</w:t>
      </w:r>
      <w:r w:rsidRPr="002B460C">
        <w:rPr>
          <w:szCs w:val="22"/>
        </w:rPr>
        <w:tab/>
        <w:t>Yes</w:t>
      </w:r>
    </w:p>
    <w:p w:rsidR="00E779E5" w:rsidRPr="002B460C" w:rsidRDefault="00E779E5" w:rsidP="00E779E5">
      <w:pPr>
        <w:pStyle w:val="QuestionResponse"/>
        <w:rPr>
          <w:szCs w:val="22"/>
        </w:rPr>
      </w:pPr>
      <w:r w:rsidRPr="002B460C">
        <w:rPr>
          <w:szCs w:val="22"/>
        </w:rPr>
        <w:t>2</w:t>
      </w:r>
      <w:r w:rsidRPr="002B460C">
        <w:rPr>
          <w:szCs w:val="22"/>
        </w:rPr>
        <w:tab/>
        <w:t>No</w:t>
      </w:r>
    </w:p>
    <w:p w:rsidR="00E779E5" w:rsidRPr="002B460C" w:rsidRDefault="00E779E5" w:rsidP="00E779E5">
      <w:pPr>
        <w:pStyle w:val="QuestionResponse"/>
        <w:rPr>
          <w:b/>
          <w:bCs/>
          <w:szCs w:val="22"/>
        </w:rPr>
      </w:pPr>
      <w:r w:rsidRPr="002B460C">
        <w:rPr>
          <w:szCs w:val="22"/>
        </w:rPr>
        <w:t>8</w:t>
      </w:r>
      <w:r w:rsidRPr="002B460C">
        <w:rPr>
          <w:szCs w:val="22"/>
        </w:rPr>
        <w:tab/>
        <w:t>Don’t know (DO NOT READ)</w:t>
      </w:r>
    </w:p>
    <w:p w:rsidR="00E779E5" w:rsidRPr="002B460C" w:rsidRDefault="00E779E5" w:rsidP="003A71E8">
      <w:pPr>
        <w:pStyle w:val="QuestionResponseLast"/>
      </w:pPr>
      <w:r w:rsidRPr="002B460C">
        <w:t>9</w:t>
      </w:r>
      <w:r w:rsidRPr="002B460C">
        <w:tab/>
        <w:t>Refused (DO NOT READ)</w:t>
      </w:r>
    </w:p>
    <w:p w:rsidR="00E779E5" w:rsidRPr="002B460C" w:rsidRDefault="00E779E5" w:rsidP="00E779E5">
      <w:pPr>
        <w:pStyle w:val="QuestionInstruction"/>
        <w:spacing w:before="0" w:after="0"/>
        <w:rPr>
          <w:szCs w:val="22"/>
        </w:rPr>
      </w:pPr>
      <w:r w:rsidRPr="002B460C">
        <w:rPr>
          <w:szCs w:val="22"/>
        </w:rPr>
        <w:t>ASK ALL</w:t>
      </w:r>
    </w:p>
    <w:p w:rsidR="00E779E5" w:rsidRPr="002B460C" w:rsidRDefault="00E779E5" w:rsidP="003A71E8">
      <w:pPr>
        <w:pStyle w:val="Question"/>
        <w:rPr>
          <w:i/>
        </w:rPr>
      </w:pPr>
      <w:r w:rsidRPr="002B460C">
        <w:rPr>
          <w:rFonts w:ascii="Tahoma" w:hAnsi="Tahoma" w:cs="Tahoma"/>
          <w:b/>
          <w:sz w:val="16"/>
          <w:szCs w:val="16"/>
        </w:rPr>
        <w:t>Q68</w:t>
      </w:r>
      <w:r w:rsidRPr="002B460C">
        <w:tab/>
        <w:t>Do you own a cell phone?</w:t>
      </w:r>
      <w:r w:rsidR="00D9477E">
        <w:rPr>
          <w:rStyle w:val="FootnoteReference"/>
        </w:rPr>
        <w:footnoteReference w:id="10"/>
      </w:r>
      <w:r w:rsidRPr="002B460C">
        <w:t xml:space="preserve">  </w:t>
      </w:r>
    </w:p>
    <w:p w:rsidR="00E779E5" w:rsidRPr="002B460C" w:rsidRDefault="00E779E5" w:rsidP="00342D63">
      <w:pPr>
        <w:pStyle w:val="QuestionResponse"/>
      </w:pPr>
      <w:r w:rsidRPr="002B460C">
        <w:t>1</w:t>
      </w:r>
      <w:r w:rsidRPr="002B460C">
        <w:tab/>
        <w:t>Yes</w:t>
      </w:r>
    </w:p>
    <w:p w:rsidR="00E779E5" w:rsidRPr="002B460C" w:rsidRDefault="00E779E5" w:rsidP="00342D63">
      <w:pPr>
        <w:pStyle w:val="QuestionResponse"/>
      </w:pPr>
      <w:r w:rsidRPr="002B460C">
        <w:t>2</w:t>
      </w:r>
      <w:r w:rsidRPr="002B460C">
        <w:tab/>
        <w:t>No</w:t>
      </w:r>
    </w:p>
    <w:p w:rsidR="00E779E5" w:rsidRPr="002B460C" w:rsidRDefault="00E779E5" w:rsidP="00342D63">
      <w:pPr>
        <w:pStyle w:val="QuestionResponse"/>
        <w:rPr>
          <w:b/>
          <w:bCs/>
          <w:szCs w:val="22"/>
        </w:rPr>
      </w:pPr>
      <w:r w:rsidRPr="002B460C">
        <w:rPr>
          <w:szCs w:val="22"/>
        </w:rPr>
        <w:t>8</w:t>
      </w:r>
      <w:r w:rsidRPr="002B460C">
        <w:rPr>
          <w:szCs w:val="22"/>
        </w:rPr>
        <w:tab/>
        <w:t>Don’t know (DO NOT READ)</w:t>
      </w:r>
    </w:p>
    <w:p w:rsidR="00E779E5" w:rsidRPr="002B460C" w:rsidRDefault="00E779E5" w:rsidP="003A71E8">
      <w:pPr>
        <w:pStyle w:val="QuestionResponseLast"/>
      </w:pPr>
      <w:r w:rsidRPr="002B460C">
        <w:t>9</w:t>
      </w:r>
      <w:r w:rsidRPr="002B460C">
        <w:tab/>
        <w:t>Refused (DO NOT READ)</w:t>
      </w:r>
    </w:p>
    <w:p w:rsidR="00E779E5" w:rsidRPr="002B460C" w:rsidRDefault="00E779E5" w:rsidP="003A71E8">
      <w:pPr>
        <w:pStyle w:val="QuestionInstruction"/>
      </w:pPr>
      <w:r w:rsidRPr="002B460C">
        <w:lastRenderedPageBreak/>
        <w:t>ASK ALL INTERNET USERS (Q66=1 OR Q67=1)</w:t>
      </w:r>
    </w:p>
    <w:p w:rsidR="00E779E5" w:rsidRPr="002B460C" w:rsidRDefault="00E779E5" w:rsidP="003A71E8">
      <w:pPr>
        <w:pStyle w:val="Question"/>
      </w:pPr>
      <w:r w:rsidRPr="002B460C">
        <w:rPr>
          <w:rFonts w:ascii="Tahoma" w:hAnsi="Tahoma" w:cs="Tahoma"/>
          <w:b/>
          <w:sz w:val="16"/>
          <w:szCs w:val="16"/>
        </w:rPr>
        <w:t>Q69</w:t>
      </w:r>
      <w:r w:rsidRPr="002B460C">
        <w:rPr>
          <w:b/>
        </w:rPr>
        <w:tab/>
      </w:r>
      <w:r w:rsidRPr="002B460C">
        <w:t>Do you ever use online social networking sites like (</w:t>
      </w:r>
      <w:r w:rsidRPr="002B460C">
        <w:rPr>
          <w:b/>
        </w:rPr>
        <w:t>Facebook, INSERT COUNTRY SPECIFIC EXAMPLES</w:t>
      </w:r>
      <w:r w:rsidRPr="002B460C">
        <w:t>)?</w:t>
      </w:r>
      <w:r w:rsidR="00D9477E">
        <w:rPr>
          <w:rStyle w:val="FootnoteReference"/>
        </w:rPr>
        <w:footnoteReference w:id="11"/>
      </w:r>
      <w:r w:rsidRPr="002B460C">
        <w:t xml:space="preserve"> </w:t>
      </w:r>
    </w:p>
    <w:p w:rsidR="00E779E5" w:rsidRPr="002B460C" w:rsidRDefault="00E779E5" w:rsidP="00E779E5">
      <w:pPr>
        <w:ind w:left="1440" w:hanging="720"/>
      </w:pPr>
      <w:r w:rsidRPr="002B460C">
        <w:t>1</w:t>
      </w:r>
      <w:r w:rsidRPr="002B460C">
        <w:tab/>
        <w:t>Yes</w:t>
      </w:r>
    </w:p>
    <w:p w:rsidR="00E779E5" w:rsidRPr="002B460C" w:rsidRDefault="00E779E5" w:rsidP="00E779E5">
      <w:pPr>
        <w:ind w:left="1440" w:hanging="720"/>
      </w:pPr>
      <w:r w:rsidRPr="002B460C">
        <w:t>2</w:t>
      </w:r>
      <w:r w:rsidRPr="002B460C">
        <w:tab/>
        <w:t>No</w:t>
      </w:r>
    </w:p>
    <w:p w:rsidR="00E779E5" w:rsidRPr="002B460C" w:rsidRDefault="00E779E5" w:rsidP="00E779E5">
      <w:pPr>
        <w:pStyle w:val="QuestionResponse"/>
        <w:rPr>
          <w:b/>
          <w:bCs/>
          <w:szCs w:val="22"/>
        </w:rPr>
      </w:pPr>
      <w:r w:rsidRPr="002B460C">
        <w:rPr>
          <w:szCs w:val="22"/>
        </w:rPr>
        <w:t>8</w:t>
      </w:r>
      <w:r w:rsidRPr="002B460C">
        <w:rPr>
          <w:szCs w:val="22"/>
        </w:rPr>
        <w:tab/>
        <w:t>Don’t know (DO NOT READ)</w:t>
      </w:r>
    </w:p>
    <w:p w:rsidR="00E779E5" w:rsidRPr="002B460C" w:rsidRDefault="00E779E5" w:rsidP="003A71E8">
      <w:pPr>
        <w:pStyle w:val="QuestionResponseLast"/>
        <w:rPr>
          <w:szCs w:val="22"/>
        </w:rPr>
      </w:pPr>
      <w:r w:rsidRPr="002B460C">
        <w:rPr>
          <w:szCs w:val="22"/>
        </w:rPr>
        <w:t>9</w:t>
      </w:r>
      <w:r w:rsidRPr="002B460C">
        <w:rPr>
          <w:szCs w:val="22"/>
        </w:rPr>
        <w:tab/>
        <w:t>Refused (DO NOT READ)</w:t>
      </w:r>
    </w:p>
    <w:p w:rsidR="0031268F" w:rsidRPr="002B460C" w:rsidRDefault="0031268F" w:rsidP="0031268F">
      <w:pPr>
        <w:pStyle w:val="QuestionInstruction"/>
        <w:spacing w:after="0"/>
        <w:ind w:left="0" w:firstLine="720"/>
        <w:rPr>
          <w:szCs w:val="22"/>
        </w:rPr>
      </w:pPr>
      <w:r w:rsidRPr="002B460C">
        <w:rPr>
          <w:szCs w:val="22"/>
        </w:rPr>
        <w:t>ASK IN EGYPT ONLY IF USE SOCIAL NETWORKING SITES (Q69=1)</w:t>
      </w:r>
    </w:p>
    <w:p w:rsidR="0031268F" w:rsidRPr="002B460C" w:rsidRDefault="0031268F" w:rsidP="0031268F">
      <w:pPr>
        <w:pStyle w:val="QuestionResponse"/>
        <w:ind w:left="720"/>
        <w:rPr>
          <w:i/>
          <w:szCs w:val="22"/>
        </w:rPr>
      </w:pPr>
      <w:r w:rsidRPr="002B460C">
        <w:rPr>
          <w:rFonts w:ascii="Tahoma" w:hAnsi="Tahoma" w:cs="Tahoma"/>
          <w:b/>
          <w:sz w:val="16"/>
          <w:szCs w:val="16"/>
        </w:rPr>
        <w:t>EGY8</w:t>
      </w:r>
      <w:r w:rsidRPr="002B460C">
        <w:rPr>
          <w:rFonts w:ascii="Tahoma" w:hAnsi="Tahoma" w:cs="Tahoma"/>
          <w:b/>
          <w:sz w:val="16"/>
          <w:szCs w:val="16"/>
        </w:rPr>
        <w:tab/>
      </w:r>
      <w:r w:rsidRPr="002B460C">
        <w:rPr>
          <w:szCs w:val="22"/>
        </w:rPr>
        <w:t xml:space="preserve">Have you gotten news and information about the political situation in Egypt from social networking sites or not? </w:t>
      </w:r>
    </w:p>
    <w:p w:rsidR="0031268F" w:rsidRPr="002B460C" w:rsidRDefault="0031268F" w:rsidP="0031268F">
      <w:pPr>
        <w:pStyle w:val="QuestionResponse"/>
        <w:ind w:left="720"/>
        <w:rPr>
          <w:szCs w:val="22"/>
        </w:rPr>
      </w:pPr>
    </w:p>
    <w:p w:rsidR="0031268F" w:rsidRPr="002B460C" w:rsidRDefault="0031268F" w:rsidP="0031268F">
      <w:pPr>
        <w:pStyle w:val="QuestionResponse"/>
        <w:rPr>
          <w:szCs w:val="22"/>
        </w:rPr>
      </w:pPr>
      <w:r w:rsidRPr="002B460C">
        <w:rPr>
          <w:szCs w:val="22"/>
        </w:rPr>
        <w:t>1</w:t>
      </w:r>
      <w:r w:rsidRPr="002B460C">
        <w:rPr>
          <w:szCs w:val="22"/>
        </w:rPr>
        <w:tab/>
        <w:t>Yes</w:t>
      </w:r>
    </w:p>
    <w:p w:rsidR="0031268F" w:rsidRPr="002B460C" w:rsidRDefault="0031268F" w:rsidP="0031268F">
      <w:pPr>
        <w:pStyle w:val="QuestionResponse"/>
        <w:rPr>
          <w:szCs w:val="22"/>
        </w:rPr>
      </w:pPr>
      <w:r w:rsidRPr="002B460C">
        <w:rPr>
          <w:szCs w:val="22"/>
        </w:rPr>
        <w:t>2</w:t>
      </w:r>
      <w:r w:rsidRPr="002B460C">
        <w:rPr>
          <w:szCs w:val="22"/>
        </w:rPr>
        <w:tab/>
        <w:t>No</w:t>
      </w:r>
    </w:p>
    <w:p w:rsidR="0031268F" w:rsidRPr="002B460C" w:rsidRDefault="0031268F" w:rsidP="0031268F">
      <w:pPr>
        <w:pStyle w:val="QuestionResponse"/>
        <w:rPr>
          <w:szCs w:val="22"/>
        </w:rPr>
      </w:pPr>
      <w:r w:rsidRPr="002B460C">
        <w:rPr>
          <w:szCs w:val="22"/>
        </w:rPr>
        <w:t>8</w:t>
      </w:r>
      <w:r w:rsidRPr="002B460C">
        <w:rPr>
          <w:szCs w:val="22"/>
        </w:rPr>
        <w:tab/>
        <w:t>Don’t know (DO NOT READ)</w:t>
      </w:r>
    </w:p>
    <w:p w:rsidR="0031268F" w:rsidRDefault="0031268F" w:rsidP="0031268F">
      <w:pPr>
        <w:pStyle w:val="QuestionResponseLast"/>
        <w:spacing w:after="0"/>
        <w:rPr>
          <w:szCs w:val="22"/>
        </w:rPr>
      </w:pPr>
      <w:r w:rsidRPr="002B460C">
        <w:rPr>
          <w:szCs w:val="22"/>
        </w:rPr>
        <w:t>9</w:t>
      </w:r>
      <w:r w:rsidRPr="002B460C">
        <w:rPr>
          <w:szCs w:val="22"/>
        </w:rPr>
        <w:tab/>
        <w:t>Refused (DO NOT READ)</w:t>
      </w:r>
    </w:p>
    <w:p w:rsidR="00F61D46" w:rsidRPr="002B460C" w:rsidRDefault="00F61D46" w:rsidP="0031268F">
      <w:pPr>
        <w:pStyle w:val="QuestionResponseLast"/>
        <w:spacing w:after="0"/>
        <w:rPr>
          <w:szCs w:val="22"/>
        </w:rPr>
      </w:pPr>
    </w:p>
    <w:p w:rsidR="00E779E5" w:rsidRPr="002B460C" w:rsidRDefault="00E779E5" w:rsidP="00C57B8D">
      <w:pPr>
        <w:pStyle w:val="QuestionInstruction"/>
      </w:pPr>
      <w:r w:rsidRPr="002B460C">
        <w:t>ASK IF CELL PHONE OWNERS (Q68=1)</w:t>
      </w:r>
    </w:p>
    <w:p w:rsidR="00E779E5" w:rsidRPr="002B460C" w:rsidRDefault="00E779E5" w:rsidP="00C57B8D">
      <w:pPr>
        <w:pStyle w:val="Question"/>
        <w:rPr>
          <w:i/>
        </w:rPr>
      </w:pPr>
      <w:r w:rsidRPr="002B460C">
        <w:rPr>
          <w:rFonts w:ascii="Tahoma" w:hAnsi="Tahoma" w:cs="Tahoma"/>
          <w:b/>
          <w:sz w:val="16"/>
          <w:szCs w:val="16"/>
        </w:rPr>
        <w:t>Q70</w:t>
      </w:r>
      <w:r w:rsidRPr="002B460C">
        <w:rPr>
          <w:b/>
        </w:rPr>
        <w:tab/>
      </w:r>
      <w:r w:rsidRPr="002B460C">
        <w:t>I am going to read you a list of thing</w:t>
      </w:r>
      <w:r w:rsidR="005C618F" w:rsidRPr="002B460C">
        <w:t>s</w:t>
      </w:r>
      <w:r w:rsidRPr="002B460C">
        <w:t xml:space="preserve"> people do on cell phones. For each, please tell me if this is something you do regularly or not?</w:t>
      </w:r>
      <w:r w:rsidR="00D9477E">
        <w:rPr>
          <w:rStyle w:val="FootnoteReference"/>
        </w:rPr>
        <w:footnoteReference w:id="12"/>
      </w:r>
      <w:r w:rsidRPr="002B460C">
        <w:t xml:space="preserve"> </w:t>
      </w:r>
    </w:p>
    <w:p w:rsidR="00D94877" w:rsidRPr="002B460C" w:rsidRDefault="00D94877" w:rsidP="00C57B8D">
      <w:pPr>
        <w:pStyle w:val="QuestionList"/>
        <w:rPr>
          <w:rFonts w:ascii="Tahoma" w:hAnsi="Tahoma" w:cs="Tahoma"/>
          <w:b/>
          <w:sz w:val="16"/>
          <w:szCs w:val="16"/>
        </w:rPr>
      </w:pPr>
      <w:r w:rsidRPr="002B460C">
        <w:rPr>
          <w:rFonts w:ascii="Tahoma" w:hAnsi="Tahoma" w:cs="Tahoma"/>
          <w:b/>
          <w:sz w:val="16"/>
          <w:szCs w:val="16"/>
        </w:rPr>
        <w:t>ROTATE IN TELEPHONE SURVEYS</w:t>
      </w:r>
    </w:p>
    <w:p w:rsidR="00E779E5" w:rsidRPr="002B460C" w:rsidRDefault="00C57B8D" w:rsidP="00C57B8D">
      <w:pPr>
        <w:pStyle w:val="QuestionList"/>
      </w:pPr>
      <w:r w:rsidRPr="002B460C">
        <w:rPr>
          <w:rFonts w:ascii="Tahoma" w:hAnsi="Tahoma" w:cs="Tahoma"/>
          <w:b/>
          <w:sz w:val="16"/>
          <w:szCs w:val="16"/>
        </w:rPr>
        <w:t>a.</w:t>
      </w:r>
      <w:r w:rsidRPr="002B460C">
        <w:tab/>
      </w:r>
      <w:r w:rsidR="00E779E5" w:rsidRPr="002B460C">
        <w:t>Make phone calls</w:t>
      </w:r>
    </w:p>
    <w:p w:rsidR="00E779E5" w:rsidRPr="002B460C" w:rsidRDefault="00C57B8D" w:rsidP="00C57B8D">
      <w:pPr>
        <w:pStyle w:val="QuestionList"/>
      </w:pPr>
      <w:r w:rsidRPr="002B460C">
        <w:rPr>
          <w:rFonts w:ascii="Tahoma" w:hAnsi="Tahoma" w:cs="Tahoma"/>
          <w:b/>
          <w:sz w:val="16"/>
          <w:szCs w:val="16"/>
        </w:rPr>
        <w:t>b.</w:t>
      </w:r>
      <w:r w:rsidRPr="002B460C">
        <w:tab/>
      </w:r>
      <w:r w:rsidR="00E779E5" w:rsidRPr="002B460C">
        <w:t>Send text messages</w:t>
      </w:r>
    </w:p>
    <w:p w:rsidR="00E779E5" w:rsidRPr="002B460C" w:rsidRDefault="00C57B8D" w:rsidP="00C57B8D">
      <w:pPr>
        <w:pStyle w:val="QuestionList"/>
      </w:pPr>
      <w:r w:rsidRPr="002B460C">
        <w:rPr>
          <w:rFonts w:ascii="Tahoma" w:hAnsi="Tahoma" w:cs="Tahoma"/>
          <w:b/>
          <w:sz w:val="16"/>
          <w:szCs w:val="16"/>
        </w:rPr>
        <w:t>c.</w:t>
      </w:r>
      <w:r w:rsidRPr="002B460C">
        <w:tab/>
      </w:r>
      <w:r w:rsidR="00E779E5" w:rsidRPr="002B460C">
        <w:t>Use the internet</w:t>
      </w:r>
    </w:p>
    <w:p w:rsidR="00E779E5" w:rsidRPr="002B460C" w:rsidRDefault="00C57B8D" w:rsidP="00C57B8D">
      <w:pPr>
        <w:pStyle w:val="QuestionListLast"/>
      </w:pPr>
      <w:r w:rsidRPr="002B460C">
        <w:rPr>
          <w:rFonts w:ascii="Tahoma" w:hAnsi="Tahoma" w:cs="Tahoma"/>
          <w:b/>
          <w:sz w:val="16"/>
          <w:szCs w:val="16"/>
        </w:rPr>
        <w:t>d.</w:t>
      </w:r>
      <w:r w:rsidRPr="002B460C">
        <w:tab/>
      </w:r>
      <w:r w:rsidR="00E779E5" w:rsidRPr="002B460C">
        <w:t xml:space="preserve">Take pictures or video </w:t>
      </w:r>
    </w:p>
    <w:p w:rsidR="00E779E5" w:rsidRPr="002B460C" w:rsidRDefault="00E779E5" w:rsidP="00C57B8D">
      <w:pPr>
        <w:pStyle w:val="QuestionResponse"/>
      </w:pPr>
      <w:r w:rsidRPr="002B460C">
        <w:t>1</w:t>
      </w:r>
      <w:r w:rsidRPr="002B460C">
        <w:tab/>
        <w:t>Yes</w:t>
      </w:r>
    </w:p>
    <w:p w:rsidR="00E779E5" w:rsidRPr="002B460C" w:rsidRDefault="00E779E5" w:rsidP="00C57B8D">
      <w:pPr>
        <w:pStyle w:val="QuestionResponse"/>
      </w:pPr>
      <w:r w:rsidRPr="002B460C">
        <w:t>2</w:t>
      </w:r>
      <w:r w:rsidRPr="002B460C">
        <w:tab/>
        <w:t>No</w:t>
      </w:r>
    </w:p>
    <w:p w:rsidR="00E779E5" w:rsidRPr="002B460C" w:rsidRDefault="00E779E5" w:rsidP="00C57B8D">
      <w:pPr>
        <w:pStyle w:val="QuestionResponse"/>
        <w:rPr>
          <w:b/>
          <w:bCs/>
          <w:szCs w:val="22"/>
        </w:rPr>
      </w:pPr>
      <w:r w:rsidRPr="002B460C">
        <w:rPr>
          <w:szCs w:val="22"/>
        </w:rPr>
        <w:t>8</w:t>
      </w:r>
      <w:r w:rsidRPr="002B460C">
        <w:rPr>
          <w:szCs w:val="22"/>
        </w:rPr>
        <w:tab/>
        <w:t>Don’t know (DO NOT READ)</w:t>
      </w:r>
    </w:p>
    <w:p w:rsidR="00E779E5" w:rsidRPr="002B460C" w:rsidRDefault="00E779E5" w:rsidP="00C57B8D">
      <w:pPr>
        <w:pStyle w:val="QuestionResponseLast"/>
      </w:pPr>
      <w:r w:rsidRPr="002B460C">
        <w:t>9</w:t>
      </w:r>
      <w:r w:rsidRPr="002B460C">
        <w:tab/>
        <w:t>Refused (DO NOT READ)</w:t>
      </w:r>
    </w:p>
    <w:p w:rsidR="00D9477E" w:rsidRDefault="00D9477E">
      <w:pPr>
        <w:rPr>
          <w:b/>
          <w:szCs w:val="22"/>
        </w:rPr>
      </w:pPr>
      <w:r>
        <w:rPr>
          <w:szCs w:val="22"/>
        </w:rPr>
        <w:br w:type="page"/>
      </w:r>
    </w:p>
    <w:p w:rsidR="00510EDA" w:rsidRPr="002B460C" w:rsidRDefault="00510EDA" w:rsidP="00510EDA">
      <w:pPr>
        <w:pStyle w:val="QuestionInstruction"/>
        <w:spacing w:before="0" w:after="0"/>
        <w:rPr>
          <w:szCs w:val="22"/>
        </w:rPr>
      </w:pPr>
      <w:r w:rsidRPr="002B460C">
        <w:rPr>
          <w:szCs w:val="22"/>
        </w:rPr>
        <w:lastRenderedPageBreak/>
        <w:t>ASK IF CELL PHONE OWNERS IN GERMANY AND JAPAN ONLY (Q68=1).  ASK IF CALLED ON A LANDLINE NUMBER AND CELL PHONE OWNERS IN BRITAIN, FRANCE, AND SPAIN ONLY.</w:t>
      </w:r>
    </w:p>
    <w:p w:rsidR="00510EDA" w:rsidRPr="002B460C" w:rsidRDefault="00510EDA" w:rsidP="00510EDA">
      <w:pPr>
        <w:ind w:left="720" w:hanging="720"/>
        <w:rPr>
          <w:szCs w:val="18"/>
        </w:rPr>
      </w:pPr>
      <w:r w:rsidRPr="002B460C">
        <w:rPr>
          <w:rFonts w:ascii="Tahoma" w:hAnsi="Tahoma" w:cs="Tahoma"/>
          <w:b/>
          <w:sz w:val="16"/>
          <w:szCs w:val="16"/>
        </w:rPr>
        <w:t>Q70E</w:t>
      </w:r>
      <w:r w:rsidRPr="002B460C">
        <w:tab/>
      </w:r>
      <w:r w:rsidRPr="002B460C">
        <w:rPr>
          <w:szCs w:val="18"/>
        </w:rPr>
        <w:t>Of all the telephone calls that you receive, do you get…</w:t>
      </w:r>
      <w:r w:rsidRPr="002B460C">
        <w:rPr>
          <w:i/>
          <w:szCs w:val="18"/>
        </w:rPr>
        <w:t>(READ)</w:t>
      </w:r>
      <w:r w:rsidRPr="002B460C">
        <w:rPr>
          <w:szCs w:val="18"/>
        </w:rPr>
        <w:t xml:space="preserve">? </w:t>
      </w:r>
    </w:p>
    <w:p w:rsidR="00510EDA" w:rsidRPr="002B460C" w:rsidRDefault="00510EDA" w:rsidP="00510EDA">
      <w:pPr>
        <w:ind w:left="720" w:hanging="720"/>
        <w:rPr>
          <w:szCs w:val="18"/>
        </w:rPr>
      </w:pPr>
    </w:p>
    <w:p w:rsidR="00510EDA" w:rsidRPr="002B460C" w:rsidRDefault="00510EDA" w:rsidP="00510EDA">
      <w:pPr>
        <w:ind w:left="720"/>
        <w:rPr>
          <w:szCs w:val="18"/>
        </w:rPr>
      </w:pPr>
      <w:r w:rsidRPr="002B460C">
        <w:rPr>
          <w:szCs w:val="18"/>
        </w:rPr>
        <w:t>1</w:t>
      </w:r>
      <w:r w:rsidRPr="002B460C">
        <w:rPr>
          <w:szCs w:val="18"/>
        </w:rPr>
        <w:tab/>
        <w:t>All or almost all calls on a cell phone</w:t>
      </w:r>
    </w:p>
    <w:p w:rsidR="00510EDA" w:rsidRPr="002B460C" w:rsidRDefault="00510EDA" w:rsidP="00510EDA">
      <w:pPr>
        <w:ind w:left="720"/>
        <w:rPr>
          <w:szCs w:val="18"/>
        </w:rPr>
      </w:pPr>
      <w:r w:rsidRPr="002B460C">
        <w:rPr>
          <w:szCs w:val="18"/>
        </w:rPr>
        <w:t>2</w:t>
      </w:r>
      <w:r w:rsidRPr="002B460C">
        <w:rPr>
          <w:szCs w:val="18"/>
        </w:rPr>
        <w:tab/>
        <w:t>Some on a cell phone and some on a landline phone</w:t>
      </w:r>
    </w:p>
    <w:p w:rsidR="00510EDA" w:rsidRPr="002B460C" w:rsidRDefault="00510EDA" w:rsidP="00510EDA">
      <w:pPr>
        <w:ind w:left="720"/>
        <w:rPr>
          <w:b/>
          <w:bCs/>
          <w:szCs w:val="18"/>
        </w:rPr>
      </w:pPr>
      <w:r w:rsidRPr="002B460C">
        <w:rPr>
          <w:szCs w:val="18"/>
        </w:rPr>
        <w:t>3</w:t>
      </w:r>
      <w:r w:rsidRPr="002B460C">
        <w:rPr>
          <w:szCs w:val="18"/>
        </w:rPr>
        <w:tab/>
        <w:t>All or almost all calls on a landline phone</w:t>
      </w:r>
    </w:p>
    <w:p w:rsidR="00510EDA" w:rsidRPr="002B460C" w:rsidRDefault="00510EDA" w:rsidP="00510EDA">
      <w:pPr>
        <w:pStyle w:val="Question"/>
        <w:spacing w:after="0"/>
        <w:ind w:firstLine="0"/>
        <w:rPr>
          <w:b/>
          <w:bCs/>
          <w:szCs w:val="22"/>
        </w:rPr>
      </w:pPr>
      <w:r w:rsidRPr="002B460C">
        <w:rPr>
          <w:szCs w:val="22"/>
        </w:rPr>
        <w:t>8</w:t>
      </w:r>
      <w:r w:rsidRPr="002B460C">
        <w:rPr>
          <w:szCs w:val="22"/>
        </w:rPr>
        <w:tab/>
        <w:t>Don’t know (DO NOT READ)</w:t>
      </w:r>
    </w:p>
    <w:p w:rsidR="00510EDA" w:rsidRPr="002B460C" w:rsidRDefault="00510EDA" w:rsidP="00510EDA">
      <w:pPr>
        <w:pStyle w:val="QuestionResponseLast"/>
      </w:pPr>
      <w:r w:rsidRPr="002B460C">
        <w:t>9</w:t>
      </w:r>
      <w:r w:rsidRPr="002B460C">
        <w:tab/>
        <w:t>Refused (DO NOT READ)</w:t>
      </w:r>
    </w:p>
    <w:p w:rsidR="00E779E5" w:rsidRPr="002B460C" w:rsidRDefault="00E779E5" w:rsidP="00C57B8D">
      <w:pPr>
        <w:pStyle w:val="QuestionInstruction"/>
      </w:pPr>
      <w:r w:rsidRPr="002B460C">
        <w:t>ASK ALL</w:t>
      </w:r>
    </w:p>
    <w:p w:rsidR="00E779E5" w:rsidRPr="002B460C" w:rsidRDefault="00E779E5" w:rsidP="00E779E5">
      <w:pPr>
        <w:pStyle w:val="Question"/>
        <w:rPr>
          <w:i/>
          <w:lang w:val="en-CA"/>
        </w:rPr>
      </w:pPr>
      <w:r w:rsidRPr="002B460C">
        <w:rPr>
          <w:rFonts w:ascii="Tahoma" w:hAnsi="Tahoma" w:cs="Tahoma"/>
          <w:b/>
          <w:sz w:val="16"/>
          <w:szCs w:val="20"/>
        </w:rPr>
        <w:t>Q71</w:t>
      </w:r>
      <w:r w:rsidRPr="002B460C">
        <w:rPr>
          <w:szCs w:val="20"/>
        </w:rPr>
        <w:tab/>
      </w:r>
      <w:r w:rsidRPr="002B460C">
        <w:rPr>
          <w:bCs/>
          <w:szCs w:val="22"/>
        </w:rPr>
        <w:t>Now a question about using military force</w:t>
      </w:r>
      <w:r w:rsidRPr="002B460C">
        <w:rPr>
          <w:szCs w:val="20"/>
        </w:rPr>
        <w:t>, d</w:t>
      </w:r>
      <w:r w:rsidRPr="002B460C">
        <w:rPr>
          <w:lang w:val="en-CA"/>
        </w:rPr>
        <w:t xml:space="preserve">o you think </w:t>
      </w:r>
      <w:r w:rsidRPr="002B460C">
        <w:rPr>
          <w:b/>
          <w:lang w:val="en-CA"/>
        </w:rPr>
        <w:t>(survey country)</w:t>
      </w:r>
      <w:r w:rsidRPr="002B460C">
        <w:rPr>
          <w:i/>
          <w:iCs/>
          <w:lang w:val="en-CA"/>
        </w:rPr>
        <w:t xml:space="preserve"> </w:t>
      </w:r>
      <w:r w:rsidRPr="002B460C">
        <w:rPr>
          <w:lang w:val="en-CA"/>
        </w:rPr>
        <w:t xml:space="preserve">should have UN approval before it uses military force to deal with an international threat or do you think that would make it too difficult for our country to deal with international threats? </w:t>
      </w:r>
    </w:p>
    <w:p w:rsidR="00E779E5" w:rsidRPr="002B460C" w:rsidRDefault="00E779E5" w:rsidP="00E779E5">
      <w:pPr>
        <w:pStyle w:val="QuestionResponse"/>
        <w:rPr>
          <w:i/>
          <w:lang w:val="en-CA"/>
        </w:rPr>
      </w:pPr>
      <w:r w:rsidRPr="002B460C">
        <w:rPr>
          <w:lang w:val="en-CA"/>
        </w:rPr>
        <w:t>1</w:t>
      </w:r>
      <w:r w:rsidRPr="002B460C">
        <w:rPr>
          <w:lang w:val="en-CA"/>
        </w:rPr>
        <w:tab/>
        <w:t>Should have UN approval</w:t>
      </w:r>
    </w:p>
    <w:p w:rsidR="00E779E5" w:rsidRPr="002B460C" w:rsidRDefault="00E779E5" w:rsidP="00E779E5">
      <w:pPr>
        <w:pStyle w:val="QuestionResponse"/>
        <w:rPr>
          <w:lang w:val="en-CA"/>
        </w:rPr>
      </w:pPr>
      <w:r w:rsidRPr="002B460C">
        <w:rPr>
          <w:lang w:val="en-CA"/>
        </w:rPr>
        <w:t>2</w:t>
      </w:r>
      <w:r w:rsidRPr="002B460C">
        <w:rPr>
          <w:lang w:val="en-CA"/>
        </w:rPr>
        <w:tab/>
        <w:t>Would make it too difficult to deal with threats</w:t>
      </w:r>
    </w:p>
    <w:p w:rsidR="00E779E5" w:rsidRPr="002B460C" w:rsidRDefault="00E779E5" w:rsidP="00E779E5">
      <w:pPr>
        <w:pStyle w:val="QuestionResponse"/>
        <w:rPr>
          <w:b/>
          <w:bCs/>
          <w:szCs w:val="22"/>
        </w:rPr>
      </w:pPr>
      <w:r w:rsidRPr="002B460C">
        <w:rPr>
          <w:szCs w:val="22"/>
        </w:rPr>
        <w:t>8</w:t>
      </w:r>
      <w:r w:rsidRPr="002B460C">
        <w:rPr>
          <w:szCs w:val="22"/>
        </w:rPr>
        <w:tab/>
        <w:t>Don’t know (DO NOT READ)</w:t>
      </w:r>
    </w:p>
    <w:p w:rsidR="00E779E5" w:rsidRPr="002B460C" w:rsidRDefault="00E779E5" w:rsidP="00C57B8D">
      <w:pPr>
        <w:pStyle w:val="QuestionResponseLast"/>
      </w:pPr>
      <w:r w:rsidRPr="002B460C">
        <w:t>9</w:t>
      </w:r>
      <w:r w:rsidRPr="002B460C">
        <w:tab/>
        <w:t>Refused (DO NOT READ)</w:t>
      </w:r>
    </w:p>
    <w:p w:rsidR="00E779E5" w:rsidRPr="002B460C" w:rsidRDefault="00E779E5" w:rsidP="00E779E5">
      <w:pPr>
        <w:pStyle w:val="QuestionInstruction"/>
        <w:spacing w:before="0" w:after="0"/>
      </w:pPr>
      <w:r w:rsidRPr="002B460C">
        <w:t xml:space="preserve">ASK ALL IN INDIA AND PAKISTAN ONLY </w:t>
      </w:r>
    </w:p>
    <w:p w:rsidR="00E779E5" w:rsidRPr="002B460C" w:rsidRDefault="00E779E5" w:rsidP="00C57B8D">
      <w:pPr>
        <w:pStyle w:val="Question"/>
        <w:rPr>
          <w:i/>
        </w:rPr>
      </w:pPr>
      <w:r w:rsidRPr="002B460C">
        <w:rPr>
          <w:rFonts w:ascii="Tahoma" w:hAnsi="Tahoma" w:cs="Tahoma"/>
          <w:b/>
          <w:sz w:val="16"/>
          <w:szCs w:val="16"/>
        </w:rPr>
        <w:t>Q72</w:t>
      </w:r>
      <w:r w:rsidRPr="002B460C">
        <w:tab/>
        <w:t>Do you think relations between Pakistan and the U.S. have improved in recent years, or don’t you think so?</w:t>
      </w:r>
      <w:r w:rsidRPr="002B460C">
        <w:rPr>
          <w:rStyle w:val="FootnoteReference"/>
          <w:rFonts w:ascii="Times New Roman" w:hAnsi="Times New Roman"/>
          <w:vertAlign w:val="baseline"/>
        </w:rPr>
        <w:t xml:space="preserve"> </w:t>
      </w:r>
    </w:p>
    <w:p w:rsidR="00E779E5" w:rsidRPr="002B460C" w:rsidRDefault="00E779E5" w:rsidP="00E779E5">
      <w:pPr>
        <w:pStyle w:val="QuestionResponse"/>
      </w:pPr>
      <w:r w:rsidRPr="002B460C">
        <w:t>1</w:t>
      </w:r>
      <w:r w:rsidRPr="002B460C">
        <w:tab/>
        <w:t>Yes – have improved</w:t>
      </w:r>
    </w:p>
    <w:p w:rsidR="00E779E5" w:rsidRPr="002B460C" w:rsidRDefault="00E779E5" w:rsidP="00E779E5">
      <w:pPr>
        <w:pStyle w:val="QuestionResponse"/>
      </w:pPr>
      <w:r w:rsidRPr="002B460C">
        <w:t>2</w:t>
      </w:r>
      <w:r w:rsidRPr="002B460C">
        <w:tab/>
        <w:t>No – have not improved</w:t>
      </w:r>
    </w:p>
    <w:p w:rsidR="00E779E5" w:rsidRPr="002B460C" w:rsidRDefault="00E779E5" w:rsidP="00E779E5">
      <w:pPr>
        <w:pStyle w:val="QuestionResponse"/>
      </w:pPr>
      <w:r w:rsidRPr="002B460C">
        <w:t>8</w:t>
      </w:r>
      <w:r w:rsidRPr="002B460C">
        <w:tab/>
        <w:t>Don’t know (DO NOT READ)</w:t>
      </w:r>
    </w:p>
    <w:p w:rsidR="00E779E5" w:rsidRPr="002B460C" w:rsidRDefault="00E779E5" w:rsidP="00C57B8D">
      <w:pPr>
        <w:pStyle w:val="QuestionResponseLast"/>
      </w:pPr>
      <w:r w:rsidRPr="002B460C">
        <w:t>9</w:t>
      </w:r>
      <w:r w:rsidRPr="002B460C">
        <w:tab/>
        <w:t>Refused (DO NOT READ)</w:t>
      </w:r>
    </w:p>
    <w:p w:rsidR="00E779E5" w:rsidRPr="002B460C" w:rsidRDefault="00E779E5" w:rsidP="00E779E5">
      <w:pPr>
        <w:pStyle w:val="QuestionInstruction"/>
        <w:spacing w:before="0" w:after="0"/>
      </w:pPr>
      <w:r w:rsidRPr="002B460C">
        <w:t xml:space="preserve">ASK ALL IN </w:t>
      </w:r>
      <w:smartTag w:uri="urn:schemas-microsoft-com:office:smarttags" w:element="country-region">
        <w:smartTag w:uri="urn:schemas-microsoft-com:office:smarttags" w:element="place">
          <w:r w:rsidRPr="002B460C">
            <w:t>PAKISTAN</w:t>
          </w:r>
        </w:smartTag>
      </w:smartTag>
      <w:r w:rsidRPr="002B460C">
        <w:t xml:space="preserve"> ONLY </w:t>
      </w:r>
    </w:p>
    <w:p w:rsidR="00E779E5" w:rsidRPr="002B460C" w:rsidRDefault="00E779E5" w:rsidP="00E779E5">
      <w:pPr>
        <w:pStyle w:val="Question"/>
        <w:tabs>
          <w:tab w:val="left" w:pos="6270"/>
          <w:tab w:val="left" w:pos="7920"/>
        </w:tabs>
        <w:rPr>
          <w:i/>
        </w:rPr>
      </w:pPr>
      <w:r w:rsidRPr="002B460C">
        <w:rPr>
          <w:rFonts w:ascii="Tahoma" w:hAnsi="Tahoma" w:cs="Tahoma"/>
          <w:b/>
          <w:sz w:val="16"/>
          <w:szCs w:val="16"/>
        </w:rPr>
        <w:t>Q</w:t>
      </w:r>
      <w:r w:rsidR="001473E4" w:rsidRPr="002B460C">
        <w:rPr>
          <w:rFonts w:ascii="Tahoma" w:hAnsi="Tahoma" w:cs="Tahoma"/>
          <w:b/>
          <w:sz w:val="16"/>
          <w:szCs w:val="16"/>
        </w:rPr>
        <w:t>72b</w:t>
      </w:r>
      <w:r w:rsidRPr="002B460C">
        <w:rPr>
          <w:b/>
        </w:rPr>
        <w:tab/>
      </w:r>
      <w:r w:rsidRPr="002B460C">
        <w:t xml:space="preserve">How important is it that relations improve between Pakistan and the U.S., very important, somewhat important, not too important, or not at all important? </w:t>
      </w:r>
    </w:p>
    <w:p w:rsidR="00E779E5" w:rsidRPr="002B460C" w:rsidRDefault="00E779E5" w:rsidP="00E779E5">
      <w:pPr>
        <w:pStyle w:val="QuestionResponse"/>
      </w:pPr>
      <w:r w:rsidRPr="002B460C">
        <w:t>1</w:t>
      </w:r>
      <w:r w:rsidRPr="002B460C">
        <w:tab/>
        <w:t>Very important</w:t>
      </w:r>
    </w:p>
    <w:p w:rsidR="00E779E5" w:rsidRPr="002B460C" w:rsidRDefault="00E779E5" w:rsidP="00E779E5">
      <w:pPr>
        <w:pStyle w:val="QuestionResponse"/>
      </w:pPr>
      <w:r w:rsidRPr="002B460C">
        <w:t>2</w:t>
      </w:r>
      <w:r w:rsidRPr="002B460C">
        <w:tab/>
        <w:t>Somewhat important</w:t>
      </w:r>
    </w:p>
    <w:p w:rsidR="00E779E5" w:rsidRPr="002B460C" w:rsidRDefault="00E779E5" w:rsidP="00E779E5">
      <w:pPr>
        <w:pStyle w:val="QuestionResponse"/>
      </w:pPr>
      <w:r w:rsidRPr="002B460C">
        <w:t>3</w:t>
      </w:r>
      <w:r w:rsidRPr="002B460C">
        <w:tab/>
        <w:t>Not too important</w:t>
      </w:r>
    </w:p>
    <w:p w:rsidR="00E779E5" w:rsidRPr="002B460C" w:rsidRDefault="00E779E5" w:rsidP="00E779E5">
      <w:pPr>
        <w:pStyle w:val="QuestionResponse"/>
      </w:pPr>
      <w:r w:rsidRPr="002B460C">
        <w:t>4</w:t>
      </w:r>
      <w:r w:rsidRPr="002B460C">
        <w:tab/>
        <w:t>Not at all important</w:t>
      </w:r>
    </w:p>
    <w:p w:rsidR="00E779E5" w:rsidRPr="002B460C" w:rsidRDefault="00E779E5" w:rsidP="00E779E5">
      <w:pPr>
        <w:pStyle w:val="QuestionResponse"/>
      </w:pPr>
      <w:r w:rsidRPr="002B460C">
        <w:t>8</w:t>
      </w:r>
      <w:r w:rsidRPr="002B460C">
        <w:tab/>
        <w:t>Don’t know (DO NOT READ)</w:t>
      </w:r>
    </w:p>
    <w:p w:rsidR="00E779E5" w:rsidRPr="002B460C" w:rsidRDefault="00E779E5" w:rsidP="003C574B">
      <w:pPr>
        <w:pStyle w:val="QuestionResponseLast"/>
      </w:pPr>
      <w:r w:rsidRPr="002B460C">
        <w:t>9</w:t>
      </w:r>
      <w:r w:rsidRPr="002B460C">
        <w:tab/>
        <w:t>Refused (DO NOT READ)</w:t>
      </w:r>
    </w:p>
    <w:p w:rsidR="00E779E5" w:rsidRPr="002B460C" w:rsidRDefault="00E779E5" w:rsidP="00E779E5">
      <w:pPr>
        <w:pStyle w:val="QuestionInstruction"/>
        <w:spacing w:before="0" w:after="0"/>
      </w:pPr>
      <w:r w:rsidRPr="002B460C">
        <w:lastRenderedPageBreak/>
        <w:t xml:space="preserve">ASK ALL IN INDIA AND PAKISTAN ONLY </w:t>
      </w:r>
    </w:p>
    <w:p w:rsidR="00E779E5" w:rsidRDefault="00E779E5" w:rsidP="00E779E5">
      <w:pPr>
        <w:pStyle w:val="Question"/>
        <w:spacing w:after="0"/>
        <w:rPr>
          <w:i/>
        </w:rPr>
      </w:pPr>
      <w:r w:rsidRPr="002B460C">
        <w:rPr>
          <w:rFonts w:ascii="Tahoma" w:hAnsi="Tahoma" w:cs="Tahoma"/>
          <w:b/>
          <w:sz w:val="16"/>
          <w:szCs w:val="16"/>
        </w:rPr>
        <w:t>Q73</w:t>
      </w:r>
      <w:r w:rsidRPr="002B460C">
        <w:tab/>
        <w:t>Now thinking about India, do you think relations between India and the U.S. have improved in recent years, or don’t you think so?</w:t>
      </w:r>
      <w:r w:rsidRPr="002B460C">
        <w:rPr>
          <w:rStyle w:val="FootnoteReference"/>
          <w:i/>
        </w:rPr>
        <w:t xml:space="preserve"> </w:t>
      </w:r>
    </w:p>
    <w:p w:rsidR="00F61D46" w:rsidRPr="002B460C" w:rsidRDefault="00F61D46" w:rsidP="00E779E5">
      <w:pPr>
        <w:pStyle w:val="Question"/>
        <w:spacing w:after="0"/>
      </w:pPr>
    </w:p>
    <w:p w:rsidR="00E779E5" w:rsidRPr="002B460C" w:rsidRDefault="00E779E5" w:rsidP="00E779E5">
      <w:pPr>
        <w:pStyle w:val="QuestionResponse"/>
      </w:pPr>
      <w:r w:rsidRPr="002B460C">
        <w:t>1</w:t>
      </w:r>
      <w:r w:rsidRPr="002B460C">
        <w:tab/>
        <w:t>Yes – have improved</w:t>
      </w:r>
    </w:p>
    <w:p w:rsidR="00E779E5" w:rsidRPr="002B460C" w:rsidRDefault="00E779E5" w:rsidP="00E779E5">
      <w:pPr>
        <w:pStyle w:val="QuestionResponse"/>
      </w:pPr>
      <w:r w:rsidRPr="002B460C">
        <w:t>2</w:t>
      </w:r>
      <w:r w:rsidRPr="002B460C">
        <w:tab/>
        <w:t>No – have not improved</w:t>
      </w:r>
    </w:p>
    <w:p w:rsidR="00E779E5" w:rsidRPr="002B460C" w:rsidRDefault="00E779E5" w:rsidP="00E779E5">
      <w:pPr>
        <w:pStyle w:val="QuestionResponse"/>
      </w:pPr>
      <w:r w:rsidRPr="002B460C">
        <w:t>8</w:t>
      </w:r>
      <w:r w:rsidRPr="002B460C">
        <w:tab/>
        <w:t>Don’t know (DO NOT READ)</w:t>
      </w:r>
    </w:p>
    <w:p w:rsidR="00E779E5" w:rsidRPr="002B460C" w:rsidRDefault="00E779E5" w:rsidP="003C574B">
      <w:pPr>
        <w:pStyle w:val="QuestionResponseLast"/>
      </w:pPr>
      <w:r w:rsidRPr="002B460C">
        <w:t>9</w:t>
      </w:r>
      <w:r w:rsidRPr="002B460C">
        <w:tab/>
        <w:t>Refused (DO NOT READ)</w:t>
      </w:r>
    </w:p>
    <w:p w:rsidR="00E779E5" w:rsidRPr="002B460C" w:rsidRDefault="00E779E5" w:rsidP="00E779E5">
      <w:pPr>
        <w:pStyle w:val="QuestionInstruction"/>
        <w:spacing w:before="0" w:after="0"/>
      </w:pPr>
      <w:r w:rsidRPr="002B460C">
        <w:t>ASK ALL IN INDIA AND PAKISTAN ONLY</w:t>
      </w:r>
    </w:p>
    <w:p w:rsidR="00E779E5" w:rsidRPr="002B460C" w:rsidRDefault="00E779E5" w:rsidP="00E779E5">
      <w:pPr>
        <w:pStyle w:val="Question"/>
        <w:tabs>
          <w:tab w:val="left" w:pos="6270"/>
          <w:tab w:val="left" w:pos="7920"/>
        </w:tabs>
        <w:rPr>
          <w:i/>
        </w:rPr>
      </w:pPr>
      <w:r w:rsidRPr="002B460C">
        <w:rPr>
          <w:rFonts w:ascii="Tahoma" w:hAnsi="Tahoma" w:cs="Tahoma"/>
          <w:b/>
          <w:sz w:val="16"/>
          <w:szCs w:val="16"/>
        </w:rPr>
        <w:t>Q74</w:t>
      </w:r>
      <w:r w:rsidRPr="002B460C">
        <w:rPr>
          <w:b/>
        </w:rPr>
        <w:tab/>
      </w:r>
      <w:r w:rsidRPr="002B460C">
        <w:t xml:space="preserve">How important is it that relations improve between Pakistan and India, very important, somewhat important, not too important, or not at all important? </w:t>
      </w:r>
    </w:p>
    <w:p w:rsidR="00E779E5" w:rsidRPr="002B460C" w:rsidRDefault="00E779E5" w:rsidP="00E779E5">
      <w:pPr>
        <w:pStyle w:val="QuestionResponse"/>
      </w:pPr>
      <w:r w:rsidRPr="002B460C">
        <w:t>1</w:t>
      </w:r>
      <w:r w:rsidRPr="002B460C">
        <w:tab/>
        <w:t>Very important</w:t>
      </w:r>
    </w:p>
    <w:p w:rsidR="00E779E5" w:rsidRPr="002B460C" w:rsidRDefault="00E779E5" w:rsidP="00E779E5">
      <w:pPr>
        <w:pStyle w:val="QuestionResponse"/>
      </w:pPr>
      <w:r w:rsidRPr="002B460C">
        <w:t>2</w:t>
      </w:r>
      <w:r w:rsidRPr="002B460C">
        <w:tab/>
        <w:t>Somewhat important</w:t>
      </w:r>
    </w:p>
    <w:p w:rsidR="00E779E5" w:rsidRPr="002B460C" w:rsidRDefault="00E779E5" w:rsidP="00E779E5">
      <w:pPr>
        <w:pStyle w:val="QuestionResponse"/>
      </w:pPr>
      <w:r w:rsidRPr="002B460C">
        <w:t>3</w:t>
      </w:r>
      <w:r w:rsidRPr="002B460C">
        <w:tab/>
        <w:t>Not too important</w:t>
      </w:r>
    </w:p>
    <w:p w:rsidR="00E779E5" w:rsidRPr="002B460C" w:rsidRDefault="00E779E5" w:rsidP="00E779E5">
      <w:pPr>
        <w:pStyle w:val="QuestionResponse"/>
      </w:pPr>
      <w:r w:rsidRPr="002B460C">
        <w:t>4</w:t>
      </w:r>
      <w:r w:rsidRPr="002B460C">
        <w:tab/>
        <w:t>Not at all important</w:t>
      </w:r>
    </w:p>
    <w:p w:rsidR="00E779E5" w:rsidRPr="002B460C" w:rsidRDefault="00E779E5" w:rsidP="00E779E5">
      <w:pPr>
        <w:pStyle w:val="QuestionResponse"/>
      </w:pPr>
      <w:r w:rsidRPr="002B460C">
        <w:t>8</w:t>
      </w:r>
      <w:r w:rsidRPr="002B460C">
        <w:tab/>
        <w:t>Don’t know (DO NOT READ)</w:t>
      </w:r>
    </w:p>
    <w:p w:rsidR="00E779E5" w:rsidRPr="002B460C" w:rsidRDefault="00E779E5" w:rsidP="003C574B">
      <w:pPr>
        <w:pStyle w:val="QuestionResponseLast"/>
      </w:pPr>
      <w:r w:rsidRPr="002B460C">
        <w:t>9</w:t>
      </w:r>
      <w:r w:rsidRPr="002B460C">
        <w:tab/>
        <w:t>Refused (DO NOT READ)</w:t>
      </w:r>
    </w:p>
    <w:p w:rsidR="00E779E5" w:rsidRPr="002B460C" w:rsidRDefault="00E779E5" w:rsidP="00E779E5">
      <w:pPr>
        <w:pStyle w:val="QuestionInstruction"/>
        <w:spacing w:before="0" w:after="0"/>
      </w:pPr>
      <w:r w:rsidRPr="002B460C">
        <w:t>ASK ALL IN INDIA AND PAKISTAN ONLY</w:t>
      </w:r>
    </w:p>
    <w:p w:rsidR="00E779E5" w:rsidRPr="002B460C" w:rsidRDefault="00E779E5" w:rsidP="00E779E5">
      <w:pPr>
        <w:pStyle w:val="Question"/>
        <w:tabs>
          <w:tab w:val="left" w:pos="6270"/>
          <w:tab w:val="left" w:pos="7920"/>
        </w:tabs>
        <w:rPr>
          <w:b/>
          <w:i/>
        </w:rPr>
      </w:pPr>
      <w:r w:rsidRPr="002B460C">
        <w:rPr>
          <w:rFonts w:ascii="Tahoma" w:hAnsi="Tahoma" w:cs="Tahoma"/>
          <w:b/>
          <w:sz w:val="16"/>
          <w:szCs w:val="16"/>
        </w:rPr>
        <w:t>Q75</w:t>
      </w:r>
      <w:r w:rsidRPr="002B460C">
        <w:rPr>
          <w:b/>
        </w:rPr>
        <w:tab/>
      </w:r>
      <w:r w:rsidRPr="002B460C">
        <w:t xml:space="preserve">How important is it that the dispute over Kashmir be resolved, very important, somewhat important, not too important, or not at all important? </w:t>
      </w:r>
    </w:p>
    <w:p w:rsidR="00E779E5" w:rsidRPr="002B460C" w:rsidRDefault="00E779E5" w:rsidP="00E779E5">
      <w:pPr>
        <w:pStyle w:val="QuestionResponse"/>
      </w:pPr>
      <w:r w:rsidRPr="002B460C">
        <w:t>1</w:t>
      </w:r>
      <w:r w:rsidRPr="002B460C">
        <w:tab/>
        <w:t>Very important</w:t>
      </w:r>
    </w:p>
    <w:p w:rsidR="00E779E5" w:rsidRPr="002B460C" w:rsidRDefault="00E779E5" w:rsidP="00E779E5">
      <w:pPr>
        <w:pStyle w:val="QuestionResponse"/>
      </w:pPr>
      <w:r w:rsidRPr="002B460C">
        <w:t>2</w:t>
      </w:r>
      <w:r w:rsidRPr="002B460C">
        <w:tab/>
        <w:t>Somewhat important</w:t>
      </w:r>
    </w:p>
    <w:p w:rsidR="00E779E5" w:rsidRPr="002B460C" w:rsidRDefault="00E779E5" w:rsidP="00E779E5">
      <w:pPr>
        <w:pStyle w:val="QuestionResponse"/>
      </w:pPr>
      <w:r w:rsidRPr="002B460C">
        <w:t>3</w:t>
      </w:r>
      <w:r w:rsidRPr="002B460C">
        <w:tab/>
        <w:t>Not too important</w:t>
      </w:r>
    </w:p>
    <w:p w:rsidR="00E779E5" w:rsidRPr="002B460C" w:rsidRDefault="00E779E5" w:rsidP="00E779E5">
      <w:pPr>
        <w:pStyle w:val="QuestionResponse"/>
      </w:pPr>
      <w:r w:rsidRPr="002B460C">
        <w:t>4</w:t>
      </w:r>
      <w:r w:rsidRPr="002B460C">
        <w:tab/>
        <w:t>Not at all important</w:t>
      </w:r>
    </w:p>
    <w:p w:rsidR="00E779E5" w:rsidRPr="002B460C" w:rsidRDefault="00E779E5" w:rsidP="00E779E5">
      <w:pPr>
        <w:pStyle w:val="QuestionResponse"/>
      </w:pPr>
      <w:r w:rsidRPr="002B460C">
        <w:t>8</w:t>
      </w:r>
      <w:r w:rsidRPr="002B460C">
        <w:tab/>
        <w:t>Don’t know (DO NOT READ)</w:t>
      </w:r>
    </w:p>
    <w:p w:rsidR="00E779E5" w:rsidRPr="002B460C" w:rsidRDefault="00E779E5" w:rsidP="003C574B">
      <w:pPr>
        <w:pStyle w:val="QuestionResponseLast"/>
      </w:pPr>
      <w:r w:rsidRPr="002B460C">
        <w:t>9</w:t>
      </w:r>
      <w:r w:rsidRPr="002B460C">
        <w:tab/>
        <w:t>Refused (DO NOT READ)</w:t>
      </w:r>
    </w:p>
    <w:p w:rsidR="00E779E5" w:rsidRPr="002B460C" w:rsidRDefault="00E779E5" w:rsidP="00E779E5">
      <w:pPr>
        <w:pStyle w:val="QuestionInstruction"/>
        <w:spacing w:after="0"/>
      </w:pPr>
      <w:r w:rsidRPr="002B460C">
        <w:t>ASK ALL IN INDIA AND PAKISTAN ONLY</w:t>
      </w:r>
    </w:p>
    <w:p w:rsidR="00E779E5" w:rsidRPr="002B460C" w:rsidRDefault="00E779E5" w:rsidP="00E779E5">
      <w:pPr>
        <w:pStyle w:val="Question"/>
        <w:rPr>
          <w:iCs/>
        </w:rPr>
      </w:pPr>
      <w:r w:rsidRPr="002B460C">
        <w:rPr>
          <w:rFonts w:ascii="Tahoma" w:hAnsi="Tahoma" w:cs="Tahoma"/>
          <w:b/>
          <w:sz w:val="16"/>
        </w:rPr>
        <w:t>Q76</w:t>
      </w:r>
      <w:r w:rsidRPr="002B460C">
        <w:tab/>
        <w:t xml:space="preserve">Would you favor or oppose further talks between </w:t>
      </w:r>
      <w:r w:rsidRPr="002B460C">
        <w:rPr>
          <w:b/>
        </w:rPr>
        <w:t>(survey country)</w:t>
      </w:r>
      <w:r w:rsidRPr="002B460C">
        <w:t xml:space="preserve"> and </w:t>
      </w:r>
      <w:r w:rsidR="00D85E97" w:rsidRPr="002B460C">
        <w:rPr>
          <w:b/>
        </w:rPr>
        <w:t xml:space="preserve">[In India: </w:t>
      </w:r>
      <w:r w:rsidR="00D85E97" w:rsidRPr="002B460C">
        <w:t>Pakistan;</w:t>
      </w:r>
      <w:r w:rsidR="00D85E97" w:rsidRPr="002B460C">
        <w:rPr>
          <w:b/>
        </w:rPr>
        <w:t xml:space="preserve"> In Pakistan: </w:t>
      </w:r>
      <w:r w:rsidRPr="002B460C">
        <w:t>India</w:t>
      </w:r>
      <w:r w:rsidR="00D85E97" w:rsidRPr="002B460C">
        <w:rPr>
          <w:b/>
        </w:rPr>
        <w:t>]</w:t>
      </w:r>
      <w:r w:rsidRPr="002B460C">
        <w:t xml:space="preserve"> to try to reduce tensions between the two countries?  </w:t>
      </w:r>
    </w:p>
    <w:p w:rsidR="00E779E5" w:rsidRPr="002B460C" w:rsidRDefault="00E779E5" w:rsidP="00E779E5">
      <w:pPr>
        <w:pStyle w:val="QuestionResponse"/>
      </w:pPr>
      <w:r w:rsidRPr="002B460C">
        <w:t>1</w:t>
      </w:r>
      <w:r w:rsidRPr="002B460C">
        <w:tab/>
        <w:t>Favor</w:t>
      </w:r>
    </w:p>
    <w:p w:rsidR="00E779E5" w:rsidRPr="002B460C" w:rsidRDefault="00E779E5" w:rsidP="00E779E5">
      <w:pPr>
        <w:pStyle w:val="QuestionResponse"/>
      </w:pPr>
      <w:r w:rsidRPr="002B460C">
        <w:t>2</w:t>
      </w:r>
      <w:r w:rsidRPr="002B460C">
        <w:tab/>
        <w:t>Oppose</w:t>
      </w:r>
    </w:p>
    <w:p w:rsidR="00E779E5" w:rsidRPr="002B460C" w:rsidRDefault="00E779E5" w:rsidP="00E779E5">
      <w:pPr>
        <w:pStyle w:val="QuestionResponse"/>
      </w:pPr>
      <w:r w:rsidRPr="002B460C">
        <w:t>8</w:t>
      </w:r>
      <w:r w:rsidRPr="002B460C">
        <w:tab/>
        <w:t>Don’t know (DO NOT READ)</w:t>
      </w:r>
    </w:p>
    <w:p w:rsidR="00E779E5" w:rsidRPr="002B460C" w:rsidRDefault="00E779E5" w:rsidP="003C574B">
      <w:pPr>
        <w:pStyle w:val="QuestionResponseLast"/>
      </w:pPr>
      <w:r w:rsidRPr="002B460C">
        <w:t>9</w:t>
      </w:r>
      <w:r w:rsidRPr="002B460C">
        <w:tab/>
        <w:t>Refused (DO NOT READ)</w:t>
      </w:r>
    </w:p>
    <w:p w:rsidR="00E779E5" w:rsidRPr="002B460C" w:rsidRDefault="00E779E5" w:rsidP="00E779E5">
      <w:pPr>
        <w:pStyle w:val="QuestionInstruction"/>
        <w:spacing w:before="0" w:after="0"/>
      </w:pPr>
      <w:r w:rsidRPr="002B460C">
        <w:lastRenderedPageBreak/>
        <w:t xml:space="preserve">ASK ALL IN </w:t>
      </w:r>
      <w:smartTag w:uri="urn:schemas-microsoft-com:office:smarttags" w:element="country-region">
        <w:r w:rsidRPr="002B460C">
          <w:t>INDIA</w:t>
        </w:r>
      </w:smartTag>
      <w:r w:rsidRPr="002B460C">
        <w:t xml:space="preserve"> AND </w:t>
      </w:r>
      <w:smartTag w:uri="urn:schemas-microsoft-com:office:smarttags" w:element="country-region">
        <w:smartTag w:uri="urn:schemas-microsoft-com:office:smarttags" w:element="place">
          <w:r w:rsidRPr="002B460C">
            <w:t>PAKISTAN</w:t>
          </w:r>
        </w:smartTag>
      </w:smartTag>
      <w:r w:rsidRPr="002B460C">
        <w:t xml:space="preserve"> ONLY</w:t>
      </w:r>
    </w:p>
    <w:p w:rsidR="00E779E5" w:rsidRPr="002B460C" w:rsidRDefault="00E779E5" w:rsidP="00E779E5">
      <w:pPr>
        <w:pStyle w:val="Question"/>
        <w:tabs>
          <w:tab w:val="left" w:pos="6270"/>
          <w:tab w:val="left" w:pos="7920"/>
        </w:tabs>
        <w:rPr>
          <w:i/>
        </w:rPr>
      </w:pPr>
      <w:r w:rsidRPr="002B460C">
        <w:rPr>
          <w:rFonts w:ascii="Tahoma" w:hAnsi="Tahoma" w:cs="Tahoma"/>
          <w:b/>
          <w:sz w:val="16"/>
          <w:szCs w:val="16"/>
        </w:rPr>
        <w:t>Q77</w:t>
      </w:r>
      <w:r w:rsidRPr="002B460C">
        <w:rPr>
          <w:b/>
        </w:rPr>
        <w:tab/>
      </w:r>
      <w:r w:rsidRPr="002B460C">
        <w:t xml:space="preserve">What’s your opinion of U.S. policies toward India and Pakistan – would you say they are fair or do they favor India too much or do they favor Pakistan too much? </w:t>
      </w:r>
    </w:p>
    <w:p w:rsidR="00E779E5" w:rsidRPr="002B460C" w:rsidRDefault="00E779E5" w:rsidP="00E779E5">
      <w:pPr>
        <w:pStyle w:val="QuestionResponse"/>
      </w:pPr>
      <w:r w:rsidRPr="002B460C">
        <w:t>1</w:t>
      </w:r>
      <w:r w:rsidRPr="002B460C">
        <w:tab/>
        <w:t>Fair</w:t>
      </w:r>
    </w:p>
    <w:p w:rsidR="00E779E5" w:rsidRPr="002B460C" w:rsidRDefault="00E779E5" w:rsidP="00E779E5">
      <w:pPr>
        <w:pStyle w:val="QuestionResponse"/>
      </w:pPr>
      <w:r w:rsidRPr="002B460C">
        <w:t>2</w:t>
      </w:r>
      <w:r w:rsidRPr="002B460C">
        <w:tab/>
        <w:t xml:space="preserve">Favor </w:t>
      </w:r>
      <w:smartTag w:uri="urn:schemas-microsoft-com:office:smarttags" w:element="place">
        <w:smartTag w:uri="urn:schemas-microsoft-com:office:smarttags" w:element="country-region">
          <w:r w:rsidRPr="002B460C">
            <w:t>India</w:t>
          </w:r>
        </w:smartTag>
      </w:smartTag>
    </w:p>
    <w:p w:rsidR="00E779E5" w:rsidRPr="002B460C" w:rsidRDefault="00E779E5" w:rsidP="00E779E5">
      <w:pPr>
        <w:pStyle w:val="QuestionResponse"/>
      </w:pPr>
      <w:r w:rsidRPr="002B460C">
        <w:t>3</w:t>
      </w:r>
      <w:r w:rsidRPr="002B460C">
        <w:tab/>
        <w:t xml:space="preserve">Favor </w:t>
      </w:r>
      <w:smartTag w:uri="urn:schemas-microsoft-com:office:smarttags" w:element="place">
        <w:smartTag w:uri="urn:schemas-microsoft-com:office:smarttags" w:element="country-region">
          <w:r w:rsidRPr="002B460C">
            <w:t>Pakistan</w:t>
          </w:r>
        </w:smartTag>
      </w:smartTag>
    </w:p>
    <w:p w:rsidR="00E779E5" w:rsidRPr="002B460C" w:rsidRDefault="00E779E5" w:rsidP="00E779E5">
      <w:pPr>
        <w:pStyle w:val="QuestionResponse"/>
      </w:pPr>
      <w:r w:rsidRPr="002B460C">
        <w:t>8</w:t>
      </w:r>
      <w:r w:rsidRPr="002B460C">
        <w:tab/>
        <w:t>Don’t know (DO NOT READ)</w:t>
      </w:r>
    </w:p>
    <w:p w:rsidR="00E779E5" w:rsidRPr="002B460C" w:rsidRDefault="003C574B" w:rsidP="003C574B">
      <w:pPr>
        <w:pStyle w:val="QuestionResponseLast"/>
      </w:pPr>
      <w:r w:rsidRPr="002B460C">
        <w:t>9</w:t>
      </w:r>
      <w:r w:rsidRPr="002B460C">
        <w:tab/>
      </w:r>
      <w:r w:rsidR="00E779E5" w:rsidRPr="002B460C">
        <w:t>Refused (DO NOT READ)</w:t>
      </w:r>
    </w:p>
    <w:p w:rsidR="00E779E5" w:rsidRPr="002B460C" w:rsidRDefault="00E779E5" w:rsidP="003C574B">
      <w:pPr>
        <w:pStyle w:val="QuestionInstruction"/>
      </w:pPr>
      <w:r w:rsidRPr="002B460C">
        <w:t>READ TO ALL</w:t>
      </w:r>
    </w:p>
    <w:p w:rsidR="00E779E5" w:rsidRPr="002B460C" w:rsidRDefault="00E779E5" w:rsidP="003C574B">
      <w:pPr>
        <w:pStyle w:val="Question"/>
        <w:ind w:firstLine="0"/>
      </w:pPr>
      <w:r w:rsidRPr="002B460C">
        <w:t>Now, I want to ask you a few questions about U.S. President Barack Obama…</w:t>
      </w:r>
    </w:p>
    <w:p w:rsidR="00E779E5" w:rsidRPr="002B460C" w:rsidRDefault="00E779E5" w:rsidP="00E779E5">
      <w:pPr>
        <w:pStyle w:val="QuestionResponseLast"/>
        <w:spacing w:after="0"/>
        <w:ind w:left="0" w:firstLine="0"/>
      </w:pPr>
    </w:p>
    <w:p w:rsidR="00E779E5" w:rsidRPr="002B460C" w:rsidRDefault="00E779E5" w:rsidP="003C574B">
      <w:pPr>
        <w:pStyle w:val="QuestionInstruction"/>
      </w:pPr>
      <w:r w:rsidRPr="002B460C">
        <w:t>ASK ALL</w:t>
      </w:r>
    </w:p>
    <w:p w:rsidR="00E779E5" w:rsidRPr="002B460C" w:rsidRDefault="00E779E5" w:rsidP="003C574B">
      <w:pPr>
        <w:pStyle w:val="Question"/>
      </w:pPr>
      <w:r w:rsidRPr="002B460C">
        <w:rPr>
          <w:rFonts w:ascii="Tahoma" w:hAnsi="Tahoma" w:cs="Tahoma"/>
          <w:b/>
          <w:sz w:val="16"/>
          <w:szCs w:val="16"/>
        </w:rPr>
        <w:t>Q78</w:t>
      </w:r>
      <w:r w:rsidRPr="002B460C">
        <w:tab/>
        <w:t>What is most appealing to you about President Barack Obama, his personal qualities, his policies, both, or neither?</w:t>
      </w:r>
      <w:r w:rsidR="00E06B4C" w:rsidRPr="002B460C">
        <w:t xml:space="preserve"> </w:t>
      </w:r>
    </w:p>
    <w:p w:rsidR="00E779E5" w:rsidRPr="002B460C" w:rsidRDefault="00E779E5" w:rsidP="00E779E5">
      <w:pPr>
        <w:pStyle w:val="QuestionResponse"/>
        <w:rPr>
          <w:szCs w:val="22"/>
        </w:rPr>
      </w:pPr>
      <w:r w:rsidRPr="002B460C">
        <w:rPr>
          <w:szCs w:val="22"/>
        </w:rPr>
        <w:t>1</w:t>
      </w:r>
      <w:r w:rsidRPr="002B460C">
        <w:rPr>
          <w:szCs w:val="22"/>
        </w:rPr>
        <w:tab/>
        <w:t>His personal qualities</w:t>
      </w:r>
    </w:p>
    <w:p w:rsidR="00E779E5" w:rsidRPr="002B460C" w:rsidRDefault="00E779E5" w:rsidP="00E779E5">
      <w:pPr>
        <w:pStyle w:val="QuestionResponse"/>
        <w:rPr>
          <w:szCs w:val="22"/>
        </w:rPr>
      </w:pPr>
      <w:r w:rsidRPr="002B460C">
        <w:rPr>
          <w:szCs w:val="22"/>
        </w:rPr>
        <w:t>2</w:t>
      </w:r>
      <w:r w:rsidRPr="002B460C">
        <w:rPr>
          <w:szCs w:val="22"/>
        </w:rPr>
        <w:tab/>
        <w:t>His policies</w:t>
      </w:r>
    </w:p>
    <w:p w:rsidR="00E779E5" w:rsidRPr="002B460C" w:rsidRDefault="00E779E5" w:rsidP="00E779E5">
      <w:pPr>
        <w:pStyle w:val="QuestionResponse"/>
        <w:rPr>
          <w:szCs w:val="22"/>
        </w:rPr>
      </w:pPr>
      <w:r w:rsidRPr="002B460C">
        <w:rPr>
          <w:szCs w:val="22"/>
        </w:rPr>
        <w:t>3</w:t>
      </w:r>
      <w:r w:rsidRPr="002B460C">
        <w:rPr>
          <w:szCs w:val="22"/>
        </w:rPr>
        <w:tab/>
        <w:t xml:space="preserve">Both </w:t>
      </w:r>
    </w:p>
    <w:p w:rsidR="00E779E5" w:rsidRPr="002B460C" w:rsidRDefault="00E779E5" w:rsidP="00E779E5">
      <w:pPr>
        <w:pStyle w:val="QuestionResponse"/>
        <w:rPr>
          <w:szCs w:val="22"/>
        </w:rPr>
      </w:pPr>
      <w:r w:rsidRPr="002B460C">
        <w:rPr>
          <w:szCs w:val="22"/>
        </w:rPr>
        <w:t>4</w:t>
      </w:r>
      <w:r w:rsidRPr="002B460C">
        <w:rPr>
          <w:szCs w:val="22"/>
        </w:rPr>
        <w:tab/>
        <w:t>Neither</w:t>
      </w:r>
    </w:p>
    <w:p w:rsidR="00E779E5" w:rsidRPr="002B460C" w:rsidRDefault="00E779E5" w:rsidP="00E779E5">
      <w:pPr>
        <w:pStyle w:val="QuestionResponse"/>
        <w:rPr>
          <w:szCs w:val="22"/>
        </w:rPr>
      </w:pPr>
      <w:r w:rsidRPr="002B460C">
        <w:rPr>
          <w:szCs w:val="22"/>
        </w:rPr>
        <w:t>8</w:t>
      </w:r>
      <w:r w:rsidRPr="002B460C">
        <w:rPr>
          <w:szCs w:val="22"/>
        </w:rPr>
        <w:tab/>
        <w:t>Don’t know (DO NOT READ)</w:t>
      </w:r>
    </w:p>
    <w:p w:rsidR="00E779E5" w:rsidRPr="002B460C" w:rsidRDefault="00E779E5" w:rsidP="002A6CB2">
      <w:pPr>
        <w:pStyle w:val="QuestionResponseLast"/>
      </w:pPr>
      <w:r w:rsidRPr="002B460C">
        <w:t>9</w:t>
      </w:r>
      <w:r w:rsidRPr="002B460C">
        <w:tab/>
        <w:t>Refused (DO NOT READ)</w:t>
      </w:r>
    </w:p>
    <w:p w:rsidR="00E779E5" w:rsidRPr="002B460C" w:rsidRDefault="00E779E5" w:rsidP="002A6CB2">
      <w:pPr>
        <w:pStyle w:val="QuestionInstruction"/>
      </w:pPr>
      <w:r w:rsidRPr="002B460C">
        <w:t>ASK ALL</w:t>
      </w:r>
    </w:p>
    <w:p w:rsidR="00E779E5" w:rsidRPr="002B460C" w:rsidRDefault="00E779E5" w:rsidP="002A6CB2">
      <w:pPr>
        <w:pStyle w:val="Question"/>
      </w:pPr>
      <w:r w:rsidRPr="002B460C">
        <w:rPr>
          <w:rFonts w:ascii="Tahoma" w:hAnsi="Tahoma" w:cs="Tahoma"/>
          <w:b/>
          <w:sz w:val="16"/>
          <w:szCs w:val="16"/>
        </w:rPr>
        <w:t>Q79</w:t>
      </w:r>
      <w:r w:rsidRPr="002B460C">
        <w:tab/>
        <w:t>Please tell me if you approve or disapprove of the way President Barack Obama is dealing with</w:t>
      </w:r>
      <w:r w:rsidR="00ED07C0" w:rsidRPr="002B460C">
        <w:t xml:space="preserve"> </w:t>
      </w:r>
      <w:r w:rsidRPr="002B460C">
        <w:t xml:space="preserve">(INSERT) </w:t>
      </w:r>
    </w:p>
    <w:p w:rsidR="00E779E5" w:rsidRPr="002B460C" w:rsidRDefault="000513CB" w:rsidP="00E779E5">
      <w:pPr>
        <w:pStyle w:val="QuestionInstruction"/>
        <w:spacing w:before="0" w:after="0"/>
        <w:rPr>
          <w:rFonts w:ascii="Tahoma" w:hAnsi="Tahoma" w:cs="Tahoma"/>
          <w:i/>
          <w:sz w:val="16"/>
          <w:szCs w:val="16"/>
        </w:rPr>
      </w:pPr>
      <w:r w:rsidRPr="002B460C">
        <w:rPr>
          <w:rFonts w:ascii="Tahoma" w:hAnsi="Tahoma" w:cs="Tahoma"/>
          <w:sz w:val="16"/>
          <w:szCs w:val="16"/>
        </w:rPr>
        <w:t>ROTATE</w:t>
      </w:r>
      <w:r w:rsidR="00E779E5" w:rsidRPr="002B460C">
        <w:rPr>
          <w:rFonts w:ascii="Tahoma" w:hAnsi="Tahoma" w:cs="Tahoma"/>
          <w:sz w:val="16"/>
          <w:szCs w:val="16"/>
        </w:rPr>
        <w:t xml:space="preserve"> IN TELEPHONE SURVEYS</w:t>
      </w:r>
    </w:p>
    <w:p w:rsidR="00E779E5" w:rsidRPr="002B460C" w:rsidRDefault="002A6CB2" w:rsidP="002A6CB2">
      <w:pPr>
        <w:pStyle w:val="QuestionList"/>
      </w:pPr>
      <w:r w:rsidRPr="002B460C">
        <w:rPr>
          <w:rFonts w:ascii="Tahoma" w:hAnsi="Tahoma" w:cs="Tahoma"/>
          <w:b/>
          <w:sz w:val="16"/>
          <w:szCs w:val="16"/>
        </w:rPr>
        <w:t>a.</w:t>
      </w:r>
      <w:r w:rsidRPr="002B460C">
        <w:rPr>
          <w:rFonts w:ascii="Tahoma" w:hAnsi="Tahoma" w:cs="Tahoma"/>
        </w:rPr>
        <w:tab/>
      </w:r>
      <w:r w:rsidR="00E779E5" w:rsidRPr="002B460C">
        <w:t xml:space="preserve">global economic problems </w:t>
      </w:r>
    </w:p>
    <w:p w:rsidR="00E779E5" w:rsidRPr="002B460C" w:rsidRDefault="002A6CB2" w:rsidP="002A6CB2">
      <w:pPr>
        <w:pStyle w:val="QuestionList"/>
      </w:pPr>
      <w:r w:rsidRPr="002B460C">
        <w:rPr>
          <w:rFonts w:ascii="Tahoma" w:hAnsi="Tahoma" w:cs="Tahoma"/>
          <w:b/>
          <w:sz w:val="16"/>
          <w:szCs w:val="16"/>
        </w:rPr>
        <w:t>b.</w:t>
      </w:r>
      <w:r w:rsidRPr="002B460C">
        <w:tab/>
      </w:r>
      <w:r w:rsidR="00E779E5" w:rsidRPr="002B460C">
        <w:t>the situation in Afghanistan</w:t>
      </w:r>
    </w:p>
    <w:p w:rsidR="00E779E5" w:rsidRPr="002B460C" w:rsidRDefault="002A6CB2" w:rsidP="002A6CB2">
      <w:pPr>
        <w:pStyle w:val="QuestionList"/>
      </w:pPr>
      <w:r w:rsidRPr="002B460C">
        <w:rPr>
          <w:rFonts w:ascii="Tahoma" w:hAnsi="Tahoma" w:cs="Tahoma"/>
          <w:b/>
          <w:sz w:val="16"/>
          <w:szCs w:val="16"/>
        </w:rPr>
        <w:t>c.</w:t>
      </w:r>
      <w:r w:rsidRPr="002B460C">
        <w:tab/>
      </w:r>
      <w:r w:rsidR="00E779E5" w:rsidRPr="002B460C">
        <w:t>Iran</w:t>
      </w:r>
      <w:r w:rsidR="00E779E5" w:rsidRPr="002B460C">
        <w:rPr>
          <w:i/>
        </w:rPr>
        <w:t xml:space="preserve"> </w:t>
      </w:r>
    </w:p>
    <w:p w:rsidR="00E779E5" w:rsidRPr="002B460C" w:rsidRDefault="002A6CB2" w:rsidP="002A6CB2">
      <w:pPr>
        <w:pStyle w:val="QuestionList"/>
      </w:pPr>
      <w:r w:rsidRPr="002B460C">
        <w:rPr>
          <w:rFonts w:ascii="Tahoma" w:hAnsi="Tahoma" w:cs="Tahoma"/>
          <w:b/>
          <w:sz w:val="16"/>
          <w:szCs w:val="16"/>
        </w:rPr>
        <w:t>d.</w:t>
      </w:r>
      <w:r w:rsidRPr="002B460C">
        <w:tab/>
      </w:r>
      <w:r w:rsidR="00E779E5" w:rsidRPr="002B460C">
        <w:t>the conflict between Israelis and Palestinians</w:t>
      </w:r>
      <w:r w:rsidR="00E779E5" w:rsidRPr="002B460C">
        <w:rPr>
          <w:i/>
        </w:rPr>
        <w:t xml:space="preserve"> </w:t>
      </w:r>
    </w:p>
    <w:p w:rsidR="00E779E5" w:rsidRPr="002B460C" w:rsidRDefault="002A6CB2" w:rsidP="002A6CB2">
      <w:pPr>
        <w:pStyle w:val="QuestionListLast"/>
      </w:pPr>
      <w:r w:rsidRPr="002B460C">
        <w:rPr>
          <w:rFonts w:ascii="Tahoma" w:hAnsi="Tahoma" w:cs="Tahoma"/>
          <w:b/>
          <w:sz w:val="16"/>
          <w:szCs w:val="16"/>
        </w:rPr>
        <w:t>e.</w:t>
      </w:r>
      <w:r w:rsidRPr="002B460C">
        <w:tab/>
      </w:r>
      <w:r w:rsidR="00E779E5" w:rsidRPr="002B460C">
        <w:t xml:space="preserve">the calls for political change in countries such as Egypt, Tunisia, Bahrain and Libya </w:t>
      </w:r>
    </w:p>
    <w:p w:rsidR="00E779E5" w:rsidRPr="002B460C" w:rsidRDefault="00E779E5" w:rsidP="00E779E5">
      <w:pPr>
        <w:pStyle w:val="QuestionResponse"/>
        <w:rPr>
          <w:szCs w:val="22"/>
        </w:rPr>
      </w:pPr>
      <w:r w:rsidRPr="002B460C">
        <w:rPr>
          <w:szCs w:val="22"/>
        </w:rPr>
        <w:t>1</w:t>
      </w:r>
      <w:r w:rsidRPr="002B460C">
        <w:rPr>
          <w:szCs w:val="22"/>
        </w:rPr>
        <w:tab/>
        <w:t>Approve</w:t>
      </w:r>
    </w:p>
    <w:p w:rsidR="00E779E5" w:rsidRPr="002B460C" w:rsidRDefault="00E779E5" w:rsidP="00E779E5">
      <w:pPr>
        <w:pStyle w:val="QuestionResponse"/>
        <w:rPr>
          <w:szCs w:val="22"/>
        </w:rPr>
      </w:pPr>
      <w:r w:rsidRPr="002B460C">
        <w:rPr>
          <w:szCs w:val="22"/>
        </w:rPr>
        <w:t>2</w:t>
      </w:r>
      <w:r w:rsidRPr="002B460C">
        <w:rPr>
          <w:szCs w:val="22"/>
        </w:rPr>
        <w:tab/>
        <w:t>Disapprove</w:t>
      </w:r>
    </w:p>
    <w:p w:rsidR="00E779E5" w:rsidRPr="002B460C" w:rsidRDefault="00E779E5" w:rsidP="00E779E5">
      <w:pPr>
        <w:pStyle w:val="QuestionResponse"/>
        <w:rPr>
          <w:szCs w:val="22"/>
        </w:rPr>
      </w:pPr>
      <w:r w:rsidRPr="002B460C">
        <w:rPr>
          <w:szCs w:val="22"/>
        </w:rPr>
        <w:t>8</w:t>
      </w:r>
      <w:r w:rsidRPr="002B460C">
        <w:rPr>
          <w:szCs w:val="22"/>
        </w:rPr>
        <w:tab/>
        <w:t>Don’t know (DO NOT READ)</w:t>
      </w:r>
    </w:p>
    <w:p w:rsidR="00E779E5" w:rsidRPr="002B460C" w:rsidRDefault="00E779E5" w:rsidP="002A6CB2">
      <w:pPr>
        <w:pStyle w:val="QuestionResponseLast"/>
      </w:pPr>
      <w:r w:rsidRPr="002B460C">
        <w:t>9</w:t>
      </w:r>
      <w:r w:rsidRPr="002B460C">
        <w:tab/>
        <w:t>Refused (DO NOT READ)</w:t>
      </w:r>
    </w:p>
    <w:p w:rsidR="00D9477E" w:rsidRDefault="00D9477E">
      <w:pPr>
        <w:rPr>
          <w:b/>
          <w:szCs w:val="22"/>
        </w:rPr>
      </w:pPr>
      <w:r>
        <w:rPr>
          <w:szCs w:val="22"/>
        </w:rPr>
        <w:br w:type="page"/>
      </w:r>
    </w:p>
    <w:p w:rsidR="00820C90" w:rsidRPr="002B460C" w:rsidRDefault="00820C90" w:rsidP="00820C90">
      <w:pPr>
        <w:pStyle w:val="QuestionInstruction"/>
        <w:spacing w:after="0"/>
        <w:rPr>
          <w:szCs w:val="22"/>
        </w:rPr>
      </w:pPr>
      <w:r w:rsidRPr="002B460C">
        <w:rPr>
          <w:szCs w:val="22"/>
        </w:rPr>
        <w:lastRenderedPageBreak/>
        <w:t>ASK IN EGYPT ONLY IF DISAPPROVE OF OBAMA’S HANDLING OF CALLS FOR POLITICAL CHANGE (Q79E=2)</w:t>
      </w:r>
    </w:p>
    <w:p w:rsidR="00820C90" w:rsidRPr="002B460C" w:rsidRDefault="00820C90" w:rsidP="00820C90">
      <w:pPr>
        <w:pStyle w:val="QuestionResponseLast"/>
        <w:spacing w:after="0"/>
        <w:ind w:left="720"/>
        <w:rPr>
          <w:i/>
          <w:szCs w:val="22"/>
        </w:rPr>
      </w:pPr>
      <w:r w:rsidRPr="002B460C">
        <w:rPr>
          <w:rFonts w:ascii="Tahoma" w:hAnsi="Tahoma" w:cs="Tahoma"/>
          <w:b/>
          <w:sz w:val="16"/>
          <w:szCs w:val="16"/>
        </w:rPr>
        <w:t>EGY9</w:t>
      </w:r>
      <w:r w:rsidRPr="002B460C">
        <w:rPr>
          <w:szCs w:val="22"/>
        </w:rPr>
        <w:tab/>
        <w:t xml:space="preserve">Do you think President Obama has shown too much support or too little support for those who are calling for political change? </w:t>
      </w:r>
    </w:p>
    <w:p w:rsidR="00820C90" w:rsidRPr="002B460C" w:rsidRDefault="00820C90" w:rsidP="00820C90">
      <w:pPr>
        <w:pStyle w:val="QuestionResponseLast"/>
        <w:spacing w:after="0"/>
        <w:ind w:left="0" w:firstLine="0"/>
        <w:rPr>
          <w:i/>
          <w:szCs w:val="22"/>
        </w:rPr>
      </w:pPr>
    </w:p>
    <w:p w:rsidR="00820C90" w:rsidRPr="002B460C" w:rsidRDefault="00820C90" w:rsidP="00820C90">
      <w:pPr>
        <w:pStyle w:val="QuestionResponse"/>
        <w:rPr>
          <w:szCs w:val="22"/>
        </w:rPr>
      </w:pPr>
      <w:r w:rsidRPr="002B460C">
        <w:rPr>
          <w:szCs w:val="22"/>
        </w:rPr>
        <w:t>1</w:t>
      </w:r>
      <w:r w:rsidRPr="002B460C">
        <w:rPr>
          <w:szCs w:val="22"/>
        </w:rPr>
        <w:tab/>
        <w:t>Too much support</w:t>
      </w:r>
    </w:p>
    <w:p w:rsidR="00820C90" w:rsidRPr="002B460C" w:rsidRDefault="00820C90" w:rsidP="00820C90">
      <w:pPr>
        <w:pStyle w:val="QuestionResponse"/>
        <w:rPr>
          <w:szCs w:val="22"/>
        </w:rPr>
      </w:pPr>
      <w:r w:rsidRPr="002B460C">
        <w:rPr>
          <w:szCs w:val="22"/>
        </w:rPr>
        <w:t>2</w:t>
      </w:r>
      <w:r w:rsidRPr="002B460C">
        <w:rPr>
          <w:szCs w:val="22"/>
        </w:rPr>
        <w:tab/>
        <w:t>Too little support</w:t>
      </w:r>
    </w:p>
    <w:p w:rsidR="00820C90" w:rsidRPr="002B460C" w:rsidRDefault="00820C90" w:rsidP="00820C90">
      <w:pPr>
        <w:pStyle w:val="QuestionResponse"/>
        <w:rPr>
          <w:szCs w:val="22"/>
        </w:rPr>
      </w:pPr>
      <w:r w:rsidRPr="002B460C">
        <w:rPr>
          <w:szCs w:val="22"/>
        </w:rPr>
        <w:t>3</w:t>
      </w:r>
      <w:r w:rsidRPr="002B460C">
        <w:rPr>
          <w:szCs w:val="22"/>
        </w:rPr>
        <w:tab/>
        <w:t>Neither (DO NOT READ)</w:t>
      </w:r>
    </w:p>
    <w:p w:rsidR="00820C90" w:rsidRPr="002B460C" w:rsidRDefault="00820C90" w:rsidP="00820C90">
      <w:pPr>
        <w:pStyle w:val="QuestionResponse"/>
        <w:rPr>
          <w:szCs w:val="22"/>
        </w:rPr>
      </w:pPr>
      <w:r w:rsidRPr="002B460C">
        <w:rPr>
          <w:szCs w:val="22"/>
        </w:rPr>
        <w:t>8</w:t>
      </w:r>
      <w:r w:rsidRPr="002B460C">
        <w:rPr>
          <w:szCs w:val="22"/>
        </w:rPr>
        <w:tab/>
        <w:t>Don’t know (DO NOT READ)</w:t>
      </w:r>
    </w:p>
    <w:p w:rsidR="00820C90" w:rsidRPr="002B460C" w:rsidRDefault="00820C90" w:rsidP="00820C90">
      <w:pPr>
        <w:pStyle w:val="QuestionResponseLast"/>
      </w:pPr>
      <w:r w:rsidRPr="002B460C">
        <w:t>9</w:t>
      </w:r>
      <w:r w:rsidRPr="002B460C">
        <w:tab/>
        <w:t>Refused (DO NOT READ)</w:t>
      </w:r>
    </w:p>
    <w:p w:rsidR="00820C90" w:rsidRPr="002B460C" w:rsidRDefault="00820C90" w:rsidP="00820C90">
      <w:pPr>
        <w:pStyle w:val="QuestionInstruction"/>
        <w:spacing w:after="0"/>
        <w:rPr>
          <w:szCs w:val="22"/>
        </w:rPr>
      </w:pPr>
      <w:r w:rsidRPr="002B460C">
        <w:rPr>
          <w:szCs w:val="22"/>
        </w:rPr>
        <w:t>ASK ALL IN EGYPT ONLY</w:t>
      </w:r>
    </w:p>
    <w:p w:rsidR="00820C90" w:rsidRPr="002B460C" w:rsidRDefault="00820C90" w:rsidP="00820C90">
      <w:pPr>
        <w:ind w:left="715" w:hanging="715"/>
        <w:rPr>
          <w:i/>
        </w:rPr>
      </w:pPr>
      <w:r w:rsidRPr="002B460C">
        <w:rPr>
          <w:rFonts w:ascii="Tahoma" w:hAnsi="Tahoma" w:cs="Tahoma"/>
          <w:b/>
          <w:sz w:val="16"/>
          <w:szCs w:val="16"/>
        </w:rPr>
        <w:t>EGY10</w:t>
      </w:r>
      <w:r w:rsidRPr="002B460C">
        <w:tab/>
        <w:t xml:space="preserve">Overall, do you think the U.S. response to the political situation in Egypt has had a positive impact or a negative impact on the way thing are going now in Egypt? </w:t>
      </w:r>
    </w:p>
    <w:p w:rsidR="00820C90" w:rsidRPr="002B460C" w:rsidRDefault="00820C90" w:rsidP="00820C90">
      <w:pPr>
        <w:pStyle w:val="QuestionResponse"/>
        <w:rPr>
          <w:szCs w:val="22"/>
        </w:rPr>
      </w:pPr>
      <w:r w:rsidRPr="002B460C">
        <w:rPr>
          <w:szCs w:val="22"/>
        </w:rPr>
        <w:t>1</w:t>
      </w:r>
      <w:r w:rsidRPr="002B460C">
        <w:rPr>
          <w:szCs w:val="22"/>
        </w:rPr>
        <w:tab/>
        <w:t>Positive</w:t>
      </w:r>
    </w:p>
    <w:p w:rsidR="00820C90" w:rsidRPr="002B460C" w:rsidRDefault="00820C90" w:rsidP="00820C90">
      <w:pPr>
        <w:pStyle w:val="QuestionResponse"/>
        <w:rPr>
          <w:szCs w:val="22"/>
        </w:rPr>
      </w:pPr>
      <w:r w:rsidRPr="002B460C">
        <w:rPr>
          <w:szCs w:val="22"/>
        </w:rPr>
        <w:t>2</w:t>
      </w:r>
      <w:r w:rsidRPr="002B460C">
        <w:rPr>
          <w:szCs w:val="22"/>
        </w:rPr>
        <w:tab/>
        <w:t>Negative</w:t>
      </w:r>
    </w:p>
    <w:p w:rsidR="00820C90" w:rsidRPr="002B460C" w:rsidRDefault="00820C90" w:rsidP="00820C90">
      <w:pPr>
        <w:pStyle w:val="QuestionResponse"/>
        <w:rPr>
          <w:szCs w:val="22"/>
        </w:rPr>
      </w:pPr>
      <w:r w:rsidRPr="002B460C">
        <w:rPr>
          <w:szCs w:val="22"/>
        </w:rPr>
        <w:t>3</w:t>
      </w:r>
      <w:r w:rsidRPr="002B460C">
        <w:rPr>
          <w:szCs w:val="22"/>
        </w:rPr>
        <w:tab/>
        <w:t>Neither (DO NOT READ)</w:t>
      </w:r>
    </w:p>
    <w:p w:rsidR="00820C90" w:rsidRPr="002B460C" w:rsidRDefault="00820C90" w:rsidP="00820C90">
      <w:pPr>
        <w:pStyle w:val="QuestionResponse"/>
        <w:rPr>
          <w:szCs w:val="22"/>
        </w:rPr>
      </w:pPr>
      <w:r w:rsidRPr="002B460C">
        <w:rPr>
          <w:szCs w:val="22"/>
        </w:rPr>
        <w:t>8</w:t>
      </w:r>
      <w:r w:rsidRPr="002B460C">
        <w:rPr>
          <w:szCs w:val="22"/>
        </w:rPr>
        <w:tab/>
        <w:t>Don’t know (DO NOT READ)</w:t>
      </w:r>
    </w:p>
    <w:p w:rsidR="00820C90" w:rsidRPr="002B460C" w:rsidRDefault="00820C90" w:rsidP="00820C90">
      <w:pPr>
        <w:pStyle w:val="QuestionResponse"/>
        <w:rPr>
          <w:szCs w:val="22"/>
        </w:rPr>
      </w:pPr>
      <w:r w:rsidRPr="002B460C">
        <w:rPr>
          <w:szCs w:val="22"/>
        </w:rPr>
        <w:t>9</w:t>
      </w:r>
      <w:r w:rsidRPr="002B460C">
        <w:rPr>
          <w:szCs w:val="22"/>
        </w:rPr>
        <w:tab/>
        <w:t>Refused (DO NOT READ)</w:t>
      </w:r>
    </w:p>
    <w:p w:rsidR="00820C90" w:rsidRPr="002B460C" w:rsidRDefault="00820C90" w:rsidP="00820C90">
      <w:pPr>
        <w:rPr>
          <w:b/>
          <w:strike/>
        </w:rPr>
      </w:pPr>
    </w:p>
    <w:p w:rsidR="00820C90" w:rsidRPr="002B460C" w:rsidRDefault="00820C90" w:rsidP="00820C90">
      <w:pPr>
        <w:pStyle w:val="A1BodyText"/>
        <w:spacing w:line="240" w:lineRule="auto"/>
        <w:ind w:left="1440" w:hanging="720"/>
        <w:rPr>
          <w:rFonts w:ascii="Times New Roman" w:hAnsi="Times New Roman"/>
          <w:b/>
          <w:strike/>
        </w:rPr>
      </w:pPr>
    </w:p>
    <w:p w:rsidR="00820C90" w:rsidRPr="002B460C" w:rsidRDefault="00820C90" w:rsidP="00820C90">
      <w:pPr>
        <w:pStyle w:val="QuestionInstruction"/>
        <w:spacing w:after="0"/>
        <w:rPr>
          <w:szCs w:val="22"/>
        </w:rPr>
      </w:pPr>
      <w:r w:rsidRPr="002B460C">
        <w:rPr>
          <w:szCs w:val="22"/>
        </w:rPr>
        <w:t>ASK ALL IN EGYPT ONLY</w:t>
      </w:r>
    </w:p>
    <w:p w:rsidR="00820C90" w:rsidRPr="002B460C" w:rsidRDefault="00820C90" w:rsidP="00820C90">
      <w:pPr>
        <w:pStyle w:val="Question"/>
        <w:rPr>
          <w:i/>
          <w:iCs/>
          <w:szCs w:val="22"/>
        </w:rPr>
      </w:pPr>
      <w:r w:rsidRPr="002B460C">
        <w:rPr>
          <w:rFonts w:ascii="Tahoma" w:hAnsi="Tahoma" w:cs="Tahoma"/>
          <w:b/>
          <w:sz w:val="16"/>
          <w:szCs w:val="16"/>
        </w:rPr>
        <w:t>EGY11</w:t>
      </w:r>
      <w:r w:rsidRPr="002B460C">
        <w:rPr>
          <w:szCs w:val="22"/>
        </w:rPr>
        <w:tab/>
        <w:t xml:space="preserve">Thinking of Egypt’s relationship with the United States, in the future, would you like Egypt to be closer, about as close, or less close to the United States than it has been in recent years? </w:t>
      </w:r>
    </w:p>
    <w:p w:rsidR="00820C90" w:rsidRPr="002B460C" w:rsidRDefault="00820C90" w:rsidP="00820C90">
      <w:pPr>
        <w:pStyle w:val="QuestionResponse"/>
        <w:rPr>
          <w:szCs w:val="22"/>
        </w:rPr>
      </w:pPr>
      <w:r w:rsidRPr="002B460C">
        <w:rPr>
          <w:szCs w:val="22"/>
        </w:rPr>
        <w:t>1</w:t>
      </w:r>
      <w:r w:rsidRPr="002B460C">
        <w:rPr>
          <w:szCs w:val="22"/>
        </w:rPr>
        <w:tab/>
        <w:t>Closer to the United States</w:t>
      </w:r>
    </w:p>
    <w:p w:rsidR="00820C90" w:rsidRPr="002B460C" w:rsidRDefault="00820C90" w:rsidP="00820C90">
      <w:pPr>
        <w:pStyle w:val="QuestionResponse"/>
        <w:rPr>
          <w:szCs w:val="22"/>
        </w:rPr>
      </w:pPr>
      <w:r w:rsidRPr="002B460C">
        <w:rPr>
          <w:szCs w:val="22"/>
        </w:rPr>
        <w:t>2</w:t>
      </w:r>
      <w:r w:rsidRPr="002B460C">
        <w:rPr>
          <w:szCs w:val="22"/>
        </w:rPr>
        <w:tab/>
        <w:t>About as close to the United States</w:t>
      </w:r>
    </w:p>
    <w:p w:rsidR="00820C90" w:rsidRPr="002B460C" w:rsidRDefault="00820C90" w:rsidP="00820C90">
      <w:pPr>
        <w:pStyle w:val="QuestionResponse"/>
        <w:rPr>
          <w:szCs w:val="22"/>
        </w:rPr>
      </w:pPr>
      <w:r w:rsidRPr="002B460C">
        <w:rPr>
          <w:szCs w:val="22"/>
        </w:rPr>
        <w:t>3</w:t>
      </w:r>
      <w:r w:rsidRPr="002B460C">
        <w:rPr>
          <w:szCs w:val="22"/>
        </w:rPr>
        <w:tab/>
        <w:t>Less close to the United States</w:t>
      </w:r>
    </w:p>
    <w:p w:rsidR="00820C90" w:rsidRPr="002B460C" w:rsidRDefault="00820C90" w:rsidP="00820C90">
      <w:pPr>
        <w:pStyle w:val="QuestionResponse"/>
        <w:rPr>
          <w:szCs w:val="22"/>
        </w:rPr>
      </w:pPr>
      <w:r w:rsidRPr="002B460C">
        <w:rPr>
          <w:szCs w:val="22"/>
        </w:rPr>
        <w:t>8</w:t>
      </w:r>
      <w:r w:rsidRPr="002B460C">
        <w:rPr>
          <w:szCs w:val="22"/>
        </w:rPr>
        <w:tab/>
        <w:t>Don’t know (DO NOT READ)</w:t>
      </w:r>
    </w:p>
    <w:p w:rsidR="00820C90" w:rsidRPr="002B460C" w:rsidRDefault="00820C90" w:rsidP="00820C90">
      <w:pPr>
        <w:pStyle w:val="QuestionResponseLast"/>
        <w:spacing w:after="0"/>
        <w:rPr>
          <w:szCs w:val="22"/>
        </w:rPr>
      </w:pPr>
      <w:r w:rsidRPr="002B460C">
        <w:rPr>
          <w:szCs w:val="22"/>
        </w:rPr>
        <w:t>9</w:t>
      </w:r>
      <w:r w:rsidRPr="002B460C">
        <w:rPr>
          <w:szCs w:val="22"/>
        </w:rPr>
        <w:tab/>
        <w:t>Refused (DO NOT READ)</w:t>
      </w:r>
    </w:p>
    <w:p w:rsidR="00820C90" w:rsidRPr="002B460C" w:rsidRDefault="00820C90" w:rsidP="00E779E5">
      <w:pPr>
        <w:pStyle w:val="QuestionInstruction"/>
        <w:spacing w:after="0"/>
        <w:ind w:left="0" w:firstLine="720"/>
      </w:pPr>
    </w:p>
    <w:p w:rsidR="00E779E5" w:rsidRPr="002B460C" w:rsidRDefault="00E779E5" w:rsidP="00E779E5">
      <w:pPr>
        <w:pStyle w:val="QuestionInstruction"/>
        <w:spacing w:after="0"/>
        <w:ind w:left="0" w:firstLine="720"/>
      </w:pPr>
      <w:r w:rsidRPr="002B460C">
        <w:t>ASK ALL IN PAKISTAN ONLY</w:t>
      </w:r>
    </w:p>
    <w:p w:rsidR="00E779E5" w:rsidRPr="002B460C" w:rsidRDefault="00E779E5" w:rsidP="00E779E5">
      <w:pPr>
        <w:pStyle w:val="Question"/>
        <w:rPr>
          <w:iCs/>
        </w:rPr>
      </w:pPr>
      <w:r w:rsidRPr="002B460C">
        <w:rPr>
          <w:rFonts w:ascii="Tahoma" w:hAnsi="Tahoma" w:cs="Tahoma"/>
          <w:b/>
          <w:sz w:val="16"/>
        </w:rPr>
        <w:t>Q80</w:t>
      </w:r>
      <w:r w:rsidRPr="002B460C">
        <w:tab/>
        <w:t xml:space="preserve">What is your impression about how much financial aid the United States gives to Pakistan? Does the </w:t>
      </w:r>
      <w:smartTag w:uri="urn:schemas-microsoft-com:office:smarttags" w:element="country-region">
        <w:r w:rsidRPr="002B460C">
          <w:t>United States</w:t>
        </w:r>
      </w:smartTag>
      <w:r w:rsidRPr="002B460C">
        <w:t xml:space="preserve"> give a lot, a little, hardly any, or no aid to </w:t>
      </w:r>
      <w:smartTag w:uri="urn:schemas-microsoft-com:office:smarttags" w:element="place">
        <w:smartTag w:uri="urn:schemas-microsoft-com:office:smarttags" w:element="country-region">
          <w:r w:rsidRPr="002B460C">
            <w:t>Pakistan</w:t>
          </w:r>
        </w:smartTag>
      </w:smartTag>
      <w:r w:rsidRPr="002B460C">
        <w:t xml:space="preserve">? </w:t>
      </w:r>
    </w:p>
    <w:p w:rsidR="00E779E5" w:rsidRPr="002B460C" w:rsidRDefault="00E779E5" w:rsidP="00E779E5">
      <w:pPr>
        <w:pStyle w:val="QuestionResponse"/>
      </w:pPr>
      <w:r w:rsidRPr="002B460C">
        <w:t>1</w:t>
      </w:r>
      <w:r w:rsidRPr="002B460C">
        <w:tab/>
        <w:t>A lot</w:t>
      </w:r>
    </w:p>
    <w:p w:rsidR="00E779E5" w:rsidRPr="002B460C" w:rsidRDefault="00E779E5" w:rsidP="00E779E5">
      <w:pPr>
        <w:pStyle w:val="QuestionResponse"/>
      </w:pPr>
      <w:r w:rsidRPr="002B460C">
        <w:t>2</w:t>
      </w:r>
      <w:r w:rsidRPr="002B460C">
        <w:tab/>
        <w:t>A little</w:t>
      </w:r>
    </w:p>
    <w:p w:rsidR="00E779E5" w:rsidRPr="002B460C" w:rsidRDefault="00E779E5" w:rsidP="00E779E5">
      <w:pPr>
        <w:pStyle w:val="QuestionResponse"/>
      </w:pPr>
      <w:r w:rsidRPr="002B460C">
        <w:t>3</w:t>
      </w:r>
      <w:r w:rsidRPr="002B460C">
        <w:tab/>
        <w:t>Hardly any</w:t>
      </w:r>
    </w:p>
    <w:p w:rsidR="00E779E5" w:rsidRPr="002B460C" w:rsidRDefault="00E779E5" w:rsidP="00E779E5">
      <w:pPr>
        <w:pStyle w:val="QuestionResponse"/>
      </w:pPr>
      <w:r w:rsidRPr="002B460C">
        <w:t>4</w:t>
      </w:r>
      <w:r w:rsidRPr="002B460C">
        <w:tab/>
        <w:t>None</w:t>
      </w:r>
    </w:p>
    <w:p w:rsidR="00E779E5" w:rsidRPr="002B460C" w:rsidRDefault="00E779E5" w:rsidP="00E779E5">
      <w:pPr>
        <w:pStyle w:val="QuestionResponse"/>
      </w:pPr>
      <w:r w:rsidRPr="002B460C">
        <w:t>8</w:t>
      </w:r>
      <w:r w:rsidRPr="002B460C">
        <w:tab/>
        <w:t>Don’t know (DO NOT READ)</w:t>
      </w:r>
    </w:p>
    <w:p w:rsidR="00E779E5" w:rsidRPr="002B460C" w:rsidRDefault="00E779E5" w:rsidP="002A6CB2">
      <w:pPr>
        <w:pStyle w:val="QuestionResponseLast"/>
      </w:pPr>
      <w:r w:rsidRPr="002B460C">
        <w:t>9</w:t>
      </w:r>
      <w:r w:rsidRPr="002B460C">
        <w:tab/>
        <w:t>Refused (DO NOT READ)</w:t>
      </w:r>
    </w:p>
    <w:p w:rsidR="00E779E5" w:rsidRPr="002B460C" w:rsidRDefault="00E779E5" w:rsidP="00E779E5">
      <w:pPr>
        <w:pStyle w:val="QuestionInstruction"/>
        <w:spacing w:after="0"/>
        <w:ind w:left="0" w:firstLine="720"/>
      </w:pPr>
      <w:r w:rsidRPr="002B460C">
        <w:lastRenderedPageBreak/>
        <w:t>ASK IF A LOT, A LITTLE, OR HARDLY ANY (Q80=1,2,3)</w:t>
      </w:r>
    </w:p>
    <w:p w:rsidR="00E779E5" w:rsidRPr="002B460C" w:rsidRDefault="00E779E5" w:rsidP="00E779E5">
      <w:pPr>
        <w:pStyle w:val="Question"/>
        <w:rPr>
          <w:iCs/>
        </w:rPr>
      </w:pPr>
      <w:r w:rsidRPr="002B460C">
        <w:rPr>
          <w:rFonts w:ascii="Tahoma" w:hAnsi="Tahoma" w:cs="Tahoma"/>
          <w:b/>
          <w:sz w:val="16"/>
        </w:rPr>
        <w:t>Q81</w:t>
      </w:r>
      <w:r w:rsidRPr="002B460C">
        <w:rPr>
          <w:rFonts w:ascii="Tahoma" w:hAnsi="Tahoma" w:cs="Tahoma"/>
          <w:b/>
          <w:sz w:val="16"/>
        </w:rPr>
        <w:tab/>
      </w:r>
      <w:r w:rsidRPr="002B460C">
        <w:t xml:space="preserve">From what you know, is U.S. aid to Pakistan increasing, decreasing or staying about the same? </w:t>
      </w:r>
    </w:p>
    <w:p w:rsidR="00E779E5" w:rsidRPr="002B460C" w:rsidRDefault="00E779E5" w:rsidP="00E779E5">
      <w:pPr>
        <w:pStyle w:val="QuestionResponse"/>
      </w:pPr>
      <w:r w:rsidRPr="002B460C">
        <w:t>1</w:t>
      </w:r>
      <w:r w:rsidRPr="002B460C">
        <w:tab/>
        <w:t>Increasing</w:t>
      </w:r>
    </w:p>
    <w:p w:rsidR="00E779E5" w:rsidRPr="002B460C" w:rsidRDefault="00E779E5" w:rsidP="00E779E5">
      <w:pPr>
        <w:pStyle w:val="QuestionResponse"/>
      </w:pPr>
      <w:r w:rsidRPr="002B460C">
        <w:t>2</w:t>
      </w:r>
      <w:r w:rsidRPr="002B460C">
        <w:tab/>
        <w:t>Decreasing</w:t>
      </w:r>
    </w:p>
    <w:p w:rsidR="00E779E5" w:rsidRPr="002B460C" w:rsidRDefault="00E779E5" w:rsidP="00E779E5">
      <w:pPr>
        <w:pStyle w:val="QuestionResponse"/>
      </w:pPr>
      <w:r w:rsidRPr="002B460C">
        <w:t>3</w:t>
      </w:r>
      <w:r w:rsidRPr="002B460C">
        <w:tab/>
        <w:t>Staying the same</w:t>
      </w:r>
    </w:p>
    <w:p w:rsidR="00E779E5" w:rsidRPr="002B460C" w:rsidRDefault="00E779E5" w:rsidP="00E779E5">
      <w:pPr>
        <w:pStyle w:val="QuestionResponse"/>
      </w:pPr>
      <w:r w:rsidRPr="002B460C">
        <w:t>8</w:t>
      </w:r>
      <w:r w:rsidRPr="002B460C">
        <w:tab/>
        <w:t>Don’t know (DO NOT READ)</w:t>
      </w:r>
    </w:p>
    <w:p w:rsidR="00E779E5" w:rsidRPr="002B460C" w:rsidRDefault="00E779E5" w:rsidP="002A6CB2">
      <w:pPr>
        <w:pStyle w:val="QuestionResponseLast"/>
      </w:pPr>
      <w:r w:rsidRPr="002B460C">
        <w:t>9</w:t>
      </w:r>
      <w:r w:rsidRPr="002B460C">
        <w:tab/>
        <w:t>Refused (DO NOT READ)</w:t>
      </w:r>
    </w:p>
    <w:p w:rsidR="00E779E5" w:rsidRPr="002B460C" w:rsidRDefault="00E779E5" w:rsidP="00E779E5">
      <w:pPr>
        <w:pStyle w:val="QuestionInstruction"/>
        <w:spacing w:after="0"/>
        <w:ind w:left="0" w:firstLine="720"/>
      </w:pPr>
      <w:r w:rsidRPr="002B460C">
        <w:t>ASK IF A LOT, A LITTLE, OR HARDLY ANY (Q80=1,2,3)</w:t>
      </w:r>
    </w:p>
    <w:p w:rsidR="00E779E5" w:rsidRPr="002B460C" w:rsidRDefault="00E779E5" w:rsidP="00E779E5">
      <w:pPr>
        <w:pStyle w:val="Question"/>
        <w:rPr>
          <w:iCs/>
        </w:rPr>
      </w:pPr>
      <w:r w:rsidRPr="002B460C">
        <w:rPr>
          <w:rFonts w:ascii="Tahoma" w:hAnsi="Tahoma" w:cs="Tahoma"/>
          <w:b/>
          <w:sz w:val="16"/>
        </w:rPr>
        <w:t>Q82</w:t>
      </w:r>
      <w:r w:rsidRPr="002B460C">
        <w:tab/>
        <w:t xml:space="preserve">Would you say that U.S. aid to Pakistan is mostly military aid, mostly aid to help Pakistan develop economically or both equally? </w:t>
      </w:r>
    </w:p>
    <w:p w:rsidR="00E779E5" w:rsidRPr="002B460C" w:rsidRDefault="00E779E5" w:rsidP="00E779E5">
      <w:pPr>
        <w:pStyle w:val="QuestionResponse"/>
      </w:pPr>
      <w:r w:rsidRPr="002B460C">
        <w:t>1</w:t>
      </w:r>
      <w:r w:rsidRPr="002B460C">
        <w:tab/>
        <w:t>Mostly military</w:t>
      </w:r>
    </w:p>
    <w:p w:rsidR="00E779E5" w:rsidRPr="002B460C" w:rsidRDefault="00E779E5" w:rsidP="00E779E5">
      <w:pPr>
        <w:pStyle w:val="QuestionResponse"/>
      </w:pPr>
      <w:r w:rsidRPr="002B460C">
        <w:t>2</w:t>
      </w:r>
      <w:r w:rsidRPr="002B460C">
        <w:tab/>
        <w:t xml:space="preserve">Mostly to help </w:t>
      </w:r>
      <w:smartTag w:uri="urn:schemas-microsoft-com:office:smarttags" w:element="place">
        <w:smartTag w:uri="urn:schemas-microsoft-com:office:smarttags" w:element="country-region">
          <w:r w:rsidRPr="002B460C">
            <w:t>Pakistan</w:t>
          </w:r>
        </w:smartTag>
      </w:smartTag>
      <w:r w:rsidRPr="002B460C">
        <w:t xml:space="preserve"> develop economically</w:t>
      </w:r>
    </w:p>
    <w:p w:rsidR="00E779E5" w:rsidRPr="002B460C" w:rsidRDefault="00E779E5" w:rsidP="00E779E5">
      <w:pPr>
        <w:pStyle w:val="QuestionResponse"/>
      </w:pPr>
      <w:r w:rsidRPr="002B460C">
        <w:t>3</w:t>
      </w:r>
      <w:r w:rsidRPr="002B460C">
        <w:tab/>
        <w:t>Both equally</w:t>
      </w:r>
    </w:p>
    <w:p w:rsidR="00E779E5" w:rsidRPr="002B460C" w:rsidRDefault="00E779E5" w:rsidP="00E779E5">
      <w:pPr>
        <w:pStyle w:val="QuestionResponse"/>
      </w:pPr>
      <w:r w:rsidRPr="002B460C">
        <w:t>8</w:t>
      </w:r>
      <w:r w:rsidRPr="002B460C">
        <w:tab/>
        <w:t>Don’t know (DO NOT READ)</w:t>
      </w:r>
    </w:p>
    <w:p w:rsidR="00E779E5" w:rsidRPr="002B460C" w:rsidRDefault="00E779E5" w:rsidP="002A6CB2">
      <w:pPr>
        <w:pStyle w:val="QuestionResponseLast"/>
      </w:pPr>
      <w:r w:rsidRPr="002B460C">
        <w:t>9</w:t>
      </w:r>
      <w:r w:rsidRPr="002B460C">
        <w:tab/>
        <w:t>Refused (DO NOT READ)</w:t>
      </w:r>
    </w:p>
    <w:p w:rsidR="00E779E5" w:rsidRPr="002B460C" w:rsidRDefault="00E779E5" w:rsidP="002A6CB2">
      <w:pPr>
        <w:pStyle w:val="QuestionInstruction"/>
        <w:rPr>
          <w:u w:val="single"/>
        </w:rPr>
      </w:pPr>
      <w:r w:rsidRPr="002B460C">
        <w:t>ASK ALL IN MUSLIM COUNTRIES</w:t>
      </w:r>
      <w:r w:rsidR="006025BB" w:rsidRPr="002B460C">
        <w:t xml:space="preserve"> AND</w:t>
      </w:r>
      <w:r w:rsidRPr="002B460C">
        <w:t xml:space="preserve"> ISRAEL ONLY</w:t>
      </w:r>
    </w:p>
    <w:p w:rsidR="00E779E5" w:rsidRPr="002B460C" w:rsidRDefault="00E779E5" w:rsidP="002A6CB2">
      <w:pPr>
        <w:pStyle w:val="Question"/>
      </w:pPr>
      <w:r w:rsidRPr="002B460C">
        <w:rPr>
          <w:rFonts w:ascii="Tahoma" w:hAnsi="Tahoma" w:cs="Tahoma"/>
          <w:b/>
          <w:sz w:val="16"/>
          <w:szCs w:val="16"/>
        </w:rPr>
        <w:t>Q83</w:t>
      </w:r>
      <w:r w:rsidRPr="002B460C">
        <w:tab/>
        <w:t xml:space="preserve">Now thinking about Iran, would you favor or oppose Iran acquiring nuclear weapons? </w:t>
      </w:r>
    </w:p>
    <w:p w:rsidR="00E779E5" w:rsidRPr="002B460C" w:rsidRDefault="00E779E5" w:rsidP="002A6CB2">
      <w:pPr>
        <w:pStyle w:val="QuestionResponse"/>
      </w:pPr>
      <w:r w:rsidRPr="002B460C">
        <w:t>1</w:t>
      </w:r>
      <w:r w:rsidRPr="002B460C">
        <w:tab/>
        <w:t>Favor</w:t>
      </w:r>
    </w:p>
    <w:p w:rsidR="00E779E5" w:rsidRPr="002B460C" w:rsidRDefault="00E779E5" w:rsidP="002A6CB2">
      <w:pPr>
        <w:pStyle w:val="QuestionResponse"/>
      </w:pPr>
      <w:r w:rsidRPr="002B460C">
        <w:t>2</w:t>
      </w:r>
      <w:r w:rsidRPr="002B460C">
        <w:tab/>
        <w:t>Oppose</w:t>
      </w:r>
    </w:p>
    <w:p w:rsidR="00E779E5" w:rsidRPr="002B460C" w:rsidRDefault="00E779E5" w:rsidP="002A6CB2">
      <w:pPr>
        <w:pStyle w:val="QuestionResponse"/>
        <w:rPr>
          <w:b/>
          <w:bCs/>
          <w:szCs w:val="22"/>
        </w:rPr>
      </w:pPr>
      <w:r w:rsidRPr="002B460C">
        <w:rPr>
          <w:szCs w:val="22"/>
        </w:rPr>
        <w:t>8</w:t>
      </w:r>
      <w:r w:rsidRPr="002B460C">
        <w:rPr>
          <w:szCs w:val="22"/>
        </w:rPr>
        <w:tab/>
        <w:t>Don’t know (DO NOT READ)</w:t>
      </w:r>
    </w:p>
    <w:p w:rsidR="00E779E5" w:rsidRPr="002B460C" w:rsidRDefault="00E779E5" w:rsidP="002A6CB2">
      <w:pPr>
        <w:pStyle w:val="QuestionResponseLast"/>
      </w:pPr>
      <w:r w:rsidRPr="002B460C">
        <w:t>9</w:t>
      </w:r>
      <w:r w:rsidRPr="002B460C">
        <w:tab/>
        <w:t>Refused (DO NOT READ)</w:t>
      </w:r>
    </w:p>
    <w:p w:rsidR="00E779E5" w:rsidRPr="002B460C" w:rsidRDefault="00E779E5" w:rsidP="00E779E5">
      <w:pPr>
        <w:pStyle w:val="QuestionInstruction"/>
        <w:rPr>
          <w:caps/>
        </w:rPr>
      </w:pPr>
      <w:r w:rsidRPr="002B460C">
        <w:rPr>
          <w:caps/>
        </w:rPr>
        <w:t xml:space="preserve">Ask </w:t>
      </w:r>
      <w:r w:rsidR="00135978" w:rsidRPr="002B460C">
        <w:rPr>
          <w:caps/>
        </w:rPr>
        <w:t xml:space="preserve">ALL </w:t>
      </w:r>
      <w:r w:rsidRPr="002B460C">
        <w:rPr>
          <w:caps/>
        </w:rPr>
        <w:t xml:space="preserve">IN PAkISTAN ONLY </w:t>
      </w:r>
    </w:p>
    <w:p w:rsidR="00E779E5" w:rsidRPr="002B460C" w:rsidRDefault="00E779E5" w:rsidP="00E779E5">
      <w:pPr>
        <w:pStyle w:val="Question"/>
      </w:pPr>
      <w:r w:rsidRPr="002B460C">
        <w:rPr>
          <w:rFonts w:ascii="Tahoma" w:hAnsi="Tahoma" w:cs="Tahoma"/>
          <w:b/>
          <w:sz w:val="16"/>
          <w:szCs w:val="16"/>
        </w:rPr>
        <w:t>Q84</w:t>
      </w:r>
      <w:r w:rsidRPr="002B460C">
        <w:rPr>
          <w:rFonts w:ascii="Tahoma" w:hAnsi="Tahoma" w:cs="Tahoma"/>
          <w:b/>
          <w:sz w:val="16"/>
          <w:szCs w:val="16"/>
        </w:rPr>
        <w:tab/>
      </w:r>
      <w:r w:rsidRPr="002B460C">
        <w:t xml:space="preserve">Overall, do you think of China as more of a partner of </w:t>
      </w:r>
      <w:r w:rsidR="002667B9" w:rsidRPr="002B460C">
        <w:t>Pakistan</w:t>
      </w:r>
      <w:r w:rsidRPr="002B460C">
        <w:t xml:space="preserve">, more of an enemy of </w:t>
      </w:r>
      <w:r w:rsidR="002667B9" w:rsidRPr="002B460C">
        <w:t>Pakistan</w:t>
      </w:r>
      <w:r w:rsidRPr="002B460C">
        <w:t xml:space="preserve">, or neither? </w:t>
      </w:r>
    </w:p>
    <w:p w:rsidR="00E779E5" w:rsidRPr="002B460C" w:rsidRDefault="00E779E5" w:rsidP="00E779E5">
      <w:pPr>
        <w:pStyle w:val="QuestionResponse"/>
      </w:pPr>
      <w:r w:rsidRPr="002B460C">
        <w:t>1</w:t>
      </w:r>
      <w:r w:rsidRPr="002B460C">
        <w:tab/>
        <w:t>More of a partner</w:t>
      </w:r>
    </w:p>
    <w:p w:rsidR="00E779E5" w:rsidRPr="002B460C" w:rsidRDefault="00E779E5" w:rsidP="00E779E5">
      <w:pPr>
        <w:pStyle w:val="QuestionResponse"/>
      </w:pPr>
      <w:r w:rsidRPr="002B460C">
        <w:t>2</w:t>
      </w:r>
      <w:r w:rsidRPr="002B460C">
        <w:tab/>
        <w:t>More of an enemy</w:t>
      </w:r>
    </w:p>
    <w:p w:rsidR="00E779E5" w:rsidRPr="002B460C" w:rsidRDefault="00E779E5" w:rsidP="00E779E5">
      <w:pPr>
        <w:pStyle w:val="QuestionResponse"/>
      </w:pPr>
      <w:r w:rsidRPr="002B460C">
        <w:t>3</w:t>
      </w:r>
      <w:r w:rsidRPr="002B460C">
        <w:tab/>
        <w:t>Neither</w:t>
      </w:r>
    </w:p>
    <w:p w:rsidR="00E779E5" w:rsidRPr="002B460C" w:rsidRDefault="00E779E5" w:rsidP="00E779E5">
      <w:pPr>
        <w:pStyle w:val="QuestionResponse"/>
      </w:pPr>
      <w:r w:rsidRPr="002B460C">
        <w:t>8</w:t>
      </w:r>
      <w:r w:rsidRPr="002B460C">
        <w:tab/>
        <w:t>Don’t know (DO NOT READ)</w:t>
      </w:r>
    </w:p>
    <w:p w:rsidR="00E779E5" w:rsidRPr="002B460C" w:rsidRDefault="00E779E5" w:rsidP="002A6CB2">
      <w:pPr>
        <w:pStyle w:val="QuestionResponseLast"/>
      </w:pPr>
      <w:r w:rsidRPr="002B460C">
        <w:t>9</w:t>
      </w:r>
      <w:r w:rsidRPr="002B460C">
        <w:tab/>
        <w:t>Refused (DO NOT READ)</w:t>
      </w:r>
    </w:p>
    <w:p w:rsidR="00E779E5" w:rsidRPr="002B460C" w:rsidRDefault="00E779E5" w:rsidP="00E779E5">
      <w:pPr>
        <w:pStyle w:val="QuestionInstruction"/>
        <w:ind w:left="0" w:firstLine="720"/>
        <w:rPr>
          <w:caps/>
          <w:szCs w:val="22"/>
        </w:rPr>
      </w:pPr>
      <w:r w:rsidRPr="002B460C">
        <w:rPr>
          <w:caps/>
          <w:szCs w:val="22"/>
        </w:rPr>
        <w:t>Ask ALL IN PAKISTAN ONLY</w:t>
      </w:r>
    </w:p>
    <w:p w:rsidR="00E779E5" w:rsidRPr="002B460C" w:rsidRDefault="00E779E5" w:rsidP="00E779E5">
      <w:pPr>
        <w:pStyle w:val="Question"/>
        <w:rPr>
          <w:i/>
          <w:szCs w:val="22"/>
        </w:rPr>
      </w:pPr>
      <w:r w:rsidRPr="002B460C">
        <w:rPr>
          <w:rFonts w:ascii="Tahoma" w:hAnsi="Tahoma" w:cs="Tahoma"/>
          <w:b/>
          <w:sz w:val="16"/>
          <w:szCs w:val="16"/>
        </w:rPr>
        <w:t>Q85</w:t>
      </w:r>
      <w:r w:rsidRPr="002B460C">
        <w:rPr>
          <w:b/>
          <w:szCs w:val="22"/>
        </w:rPr>
        <w:tab/>
      </w:r>
      <w:r w:rsidRPr="002B460C">
        <w:rPr>
          <w:szCs w:val="22"/>
        </w:rPr>
        <w:t xml:space="preserve">Overall, do you think of the U.S. as more of a partner of </w:t>
      </w:r>
      <w:r w:rsidR="002667B9" w:rsidRPr="002B460C">
        <w:rPr>
          <w:szCs w:val="22"/>
        </w:rPr>
        <w:t>Pakistan</w:t>
      </w:r>
      <w:r w:rsidRPr="002B460C">
        <w:rPr>
          <w:szCs w:val="22"/>
        </w:rPr>
        <w:t xml:space="preserve">, more of an enemy of </w:t>
      </w:r>
      <w:r w:rsidR="002667B9" w:rsidRPr="002B460C">
        <w:rPr>
          <w:szCs w:val="22"/>
        </w:rPr>
        <w:t>Pakistan</w:t>
      </w:r>
      <w:r w:rsidRPr="002B460C">
        <w:rPr>
          <w:szCs w:val="22"/>
        </w:rPr>
        <w:t xml:space="preserve">, or neither?  </w:t>
      </w:r>
    </w:p>
    <w:p w:rsidR="00E779E5" w:rsidRPr="002B460C" w:rsidRDefault="00E779E5" w:rsidP="00E779E5">
      <w:pPr>
        <w:pStyle w:val="QuestionResponse"/>
        <w:rPr>
          <w:szCs w:val="22"/>
        </w:rPr>
      </w:pPr>
      <w:r w:rsidRPr="002B460C">
        <w:rPr>
          <w:szCs w:val="22"/>
        </w:rPr>
        <w:t>1</w:t>
      </w:r>
      <w:r w:rsidRPr="002B460C">
        <w:rPr>
          <w:szCs w:val="22"/>
        </w:rPr>
        <w:tab/>
        <w:t>More of a partner</w:t>
      </w:r>
    </w:p>
    <w:p w:rsidR="00E779E5" w:rsidRPr="002B460C" w:rsidRDefault="00E779E5" w:rsidP="00E779E5">
      <w:pPr>
        <w:pStyle w:val="QuestionResponse"/>
        <w:rPr>
          <w:szCs w:val="22"/>
        </w:rPr>
      </w:pPr>
      <w:r w:rsidRPr="002B460C">
        <w:rPr>
          <w:szCs w:val="22"/>
        </w:rPr>
        <w:t>2</w:t>
      </w:r>
      <w:r w:rsidRPr="002B460C">
        <w:rPr>
          <w:szCs w:val="22"/>
        </w:rPr>
        <w:tab/>
        <w:t>More of an enemy</w:t>
      </w:r>
    </w:p>
    <w:p w:rsidR="00E779E5" w:rsidRPr="002B460C" w:rsidRDefault="00E779E5" w:rsidP="00E779E5">
      <w:pPr>
        <w:pStyle w:val="QuestionResponse"/>
        <w:rPr>
          <w:szCs w:val="22"/>
        </w:rPr>
      </w:pPr>
      <w:r w:rsidRPr="002B460C">
        <w:rPr>
          <w:szCs w:val="22"/>
        </w:rPr>
        <w:t>3</w:t>
      </w:r>
      <w:r w:rsidRPr="002B460C">
        <w:rPr>
          <w:szCs w:val="22"/>
        </w:rPr>
        <w:tab/>
        <w:t>Neither</w:t>
      </w:r>
    </w:p>
    <w:p w:rsidR="00E779E5" w:rsidRPr="002B460C" w:rsidRDefault="00E779E5" w:rsidP="00E779E5">
      <w:pPr>
        <w:pStyle w:val="QuestionResponse"/>
        <w:rPr>
          <w:szCs w:val="22"/>
        </w:rPr>
      </w:pPr>
      <w:r w:rsidRPr="002B460C">
        <w:rPr>
          <w:szCs w:val="22"/>
        </w:rPr>
        <w:t>8</w:t>
      </w:r>
      <w:r w:rsidRPr="002B460C">
        <w:rPr>
          <w:szCs w:val="22"/>
        </w:rPr>
        <w:tab/>
        <w:t>Don’t know (DO NOT READ)</w:t>
      </w:r>
    </w:p>
    <w:p w:rsidR="00E779E5" w:rsidRPr="002B460C" w:rsidRDefault="00E779E5" w:rsidP="002A6CB2">
      <w:pPr>
        <w:pStyle w:val="QuestionResponseLast"/>
      </w:pPr>
      <w:r w:rsidRPr="002B460C">
        <w:t>9</w:t>
      </w:r>
      <w:r w:rsidRPr="002B460C">
        <w:tab/>
        <w:t>Refused (DO NOT READ)</w:t>
      </w:r>
    </w:p>
    <w:p w:rsidR="00E779E5" w:rsidRPr="002B460C" w:rsidRDefault="00E779E5" w:rsidP="003C66DD">
      <w:pPr>
        <w:pStyle w:val="QuestionInstruction"/>
      </w:pPr>
      <w:r w:rsidRPr="002B460C">
        <w:lastRenderedPageBreak/>
        <w:t xml:space="preserve">ASK ALL </w:t>
      </w:r>
      <w:r w:rsidR="003378F9" w:rsidRPr="002B460C">
        <w:t>IN ALL COUNTRIES EXCEPT EGYPT</w:t>
      </w:r>
      <w:r w:rsidR="005272A3" w:rsidRPr="002B460C">
        <w:t xml:space="preserve"> AND JAPAN</w:t>
      </w:r>
    </w:p>
    <w:p w:rsidR="00E779E5" w:rsidRPr="002B460C" w:rsidRDefault="00E779E5" w:rsidP="003C66DD">
      <w:pPr>
        <w:pStyle w:val="Question"/>
        <w:rPr>
          <w:i/>
        </w:rPr>
      </w:pPr>
      <w:r w:rsidRPr="002B460C">
        <w:rPr>
          <w:rFonts w:ascii="Tahoma" w:hAnsi="Tahoma" w:cs="Tahoma"/>
          <w:b/>
          <w:sz w:val="16"/>
          <w:szCs w:val="16"/>
        </w:rPr>
        <w:t>Q86</w:t>
      </w:r>
      <w:r w:rsidRPr="002B460C">
        <w:tab/>
        <w:t xml:space="preserve">In general, do you think </w:t>
      </w:r>
      <w:r w:rsidRPr="002B460C">
        <w:rPr>
          <w:b/>
        </w:rPr>
        <w:t>(survey country’s)</w:t>
      </w:r>
      <w:r w:rsidRPr="002B460C">
        <w:t xml:space="preserve"> parents put too much pressure on their children to do well in school, not enough pressure, or about the right amount of pressure? </w:t>
      </w:r>
    </w:p>
    <w:p w:rsidR="00E779E5" w:rsidRPr="002B460C" w:rsidRDefault="003C66DD" w:rsidP="003C66DD">
      <w:pPr>
        <w:pStyle w:val="QuestionResponse"/>
      </w:pPr>
      <w:r w:rsidRPr="002B460C">
        <w:t>1</w:t>
      </w:r>
      <w:r w:rsidRPr="002B460C">
        <w:tab/>
      </w:r>
      <w:r w:rsidR="00E779E5" w:rsidRPr="002B460C">
        <w:t>Too much pressure</w:t>
      </w:r>
    </w:p>
    <w:p w:rsidR="00E779E5" w:rsidRPr="002B460C" w:rsidRDefault="003C66DD" w:rsidP="003C66DD">
      <w:pPr>
        <w:pStyle w:val="QuestionResponse"/>
      </w:pPr>
      <w:r w:rsidRPr="002B460C">
        <w:t>2</w:t>
      </w:r>
      <w:r w:rsidRPr="002B460C">
        <w:tab/>
      </w:r>
      <w:r w:rsidR="00E779E5" w:rsidRPr="002B460C">
        <w:t>Not enough pressure</w:t>
      </w:r>
    </w:p>
    <w:p w:rsidR="00E779E5" w:rsidRPr="002B460C" w:rsidRDefault="003C66DD" w:rsidP="003C66DD">
      <w:pPr>
        <w:pStyle w:val="QuestionResponse"/>
      </w:pPr>
      <w:r w:rsidRPr="002B460C">
        <w:t>3</w:t>
      </w:r>
      <w:r w:rsidRPr="002B460C">
        <w:tab/>
      </w:r>
      <w:r w:rsidR="00E779E5" w:rsidRPr="002B460C">
        <w:t>Right amount of pressure</w:t>
      </w:r>
    </w:p>
    <w:p w:rsidR="00E779E5" w:rsidRPr="002B460C" w:rsidRDefault="00E779E5" w:rsidP="003C66DD">
      <w:pPr>
        <w:pStyle w:val="QuestionResponse"/>
      </w:pPr>
      <w:r w:rsidRPr="002B460C">
        <w:t>8</w:t>
      </w:r>
      <w:r w:rsidRPr="002B460C">
        <w:tab/>
        <w:t xml:space="preserve">Don’t </w:t>
      </w:r>
      <w:r w:rsidR="001B1D86" w:rsidRPr="002B460C">
        <w:t>k</w:t>
      </w:r>
      <w:r w:rsidRPr="002B460C">
        <w:t>now (DO NOT READ)</w:t>
      </w:r>
    </w:p>
    <w:p w:rsidR="00E779E5" w:rsidRPr="002B460C" w:rsidRDefault="00E779E5" w:rsidP="003C66DD">
      <w:pPr>
        <w:pStyle w:val="QuestionResponseLast"/>
      </w:pPr>
      <w:r w:rsidRPr="002B460C">
        <w:t>9</w:t>
      </w:r>
      <w:r w:rsidRPr="002B460C">
        <w:tab/>
        <w:t>Refused (DO NOT READ)</w:t>
      </w:r>
    </w:p>
    <w:p w:rsidR="009E06F5" w:rsidRPr="002B460C" w:rsidRDefault="009E06F5" w:rsidP="009E06F5">
      <w:pPr>
        <w:pStyle w:val="QuestionInstruction"/>
      </w:pPr>
      <w:r w:rsidRPr="002B460C">
        <w:t>ASK ALL</w:t>
      </w:r>
    </w:p>
    <w:p w:rsidR="009E06F5" w:rsidRPr="002B460C" w:rsidRDefault="009E06F5" w:rsidP="009E06F5">
      <w:pPr>
        <w:pStyle w:val="Question"/>
        <w:rPr>
          <w:i/>
        </w:rPr>
      </w:pPr>
      <w:r w:rsidRPr="002B460C">
        <w:rPr>
          <w:rFonts w:ascii="Tahoma" w:hAnsi="Tahoma" w:cs="Tahoma"/>
          <w:b/>
          <w:sz w:val="16"/>
          <w:szCs w:val="16"/>
        </w:rPr>
        <w:t>Q87</w:t>
      </w:r>
      <w:r w:rsidRPr="002B460C">
        <w:tab/>
        <w:t xml:space="preserve">Generally, at what age do you consider a person old? </w:t>
      </w:r>
    </w:p>
    <w:p w:rsidR="009E06F5" w:rsidRPr="002B460C" w:rsidRDefault="009E06F5" w:rsidP="009E06F5">
      <w:pPr>
        <w:pStyle w:val="QuestionResponse"/>
      </w:pPr>
      <w:r w:rsidRPr="002B460C">
        <w:t>RECORD AGE 18 – 100</w:t>
      </w:r>
    </w:p>
    <w:p w:rsidR="009E06F5" w:rsidRPr="002B460C" w:rsidRDefault="009E06F5" w:rsidP="009E06F5">
      <w:pPr>
        <w:pStyle w:val="QuestionResponse"/>
      </w:pPr>
      <w:r w:rsidRPr="002B460C">
        <w:t xml:space="preserve">101 </w:t>
      </w:r>
      <w:r w:rsidRPr="002B460C">
        <w:tab/>
        <w:t xml:space="preserve">More than 100 years old </w:t>
      </w:r>
    </w:p>
    <w:p w:rsidR="009E06F5" w:rsidRPr="002B460C" w:rsidRDefault="009E06F5" w:rsidP="009E06F5">
      <w:pPr>
        <w:pStyle w:val="QuestionResponse"/>
      </w:pPr>
      <w:r w:rsidRPr="002B460C">
        <w:t>777</w:t>
      </w:r>
      <w:r w:rsidRPr="002B460C">
        <w:tab/>
        <w:t>Depends on individual (DO NOT READ)</w:t>
      </w:r>
    </w:p>
    <w:p w:rsidR="009E06F5" w:rsidRPr="002B460C" w:rsidRDefault="009E06F5" w:rsidP="009E06F5">
      <w:pPr>
        <w:pStyle w:val="QuestionResponse"/>
      </w:pPr>
      <w:r w:rsidRPr="002B460C">
        <w:t>998</w:t>
      </w:r>
      <w:r w:rsidRPr="002B460C">
        <w:tab/>
        <w:t>Don’t Know (DO NOT READ)</w:t>
      </w:r>
    </w:p>
    <w:p w:rsidR="009E06F5" w:rsidRPr="002B460C" w:rsidRDefault="009E06F5" w:rsidP="009E06F5">
      <w:pPr>
        <w:pStyle w:val="QuestionResponseLast"/>
      </w:pPr>
      <w:r w:rsidRPr="002B460C">
        <w:t>999</w:t>
      </w:r>
      <w:r w:rsidRPr="002B460C">
        <w:rPr>
          <w:b/>
        </w:rPr>
        <w:tab/>
      </w:r>
      <w:r w:rsidRPr="002B460C">
        <w:t>Refused (DO NOT READ)</w:t>
      </w:r>
    </w:p>
    <w:p w:rsidR="00F61D46" w:rsidRDefault="00F61D46">
      <w:pPr>
        <w:rPr>
          <w:b/>
        </w:rPr>
      </w:pPr>
      <w:r>
        <w:rPr>
          <w:b/>
        </w:rPr>
        <w:br w:type="page"/>
      </w:r>
    </w:p>
    <w:p w:rsidR="00546D19" w:rsidRPr="002B460C" w:rsidRDefault="00546D19" w:rsidP="00546D19">
      <w:pPr>
        <w:ind w:firstLine="715"/>
        <w:rPr>
          <w:rFonts w:cs="Calibri"/>
          <w:b/>
          <w:szCs w:val="22"/>
        </w:rPr>
      </w:pPr>
      <w:r w:rsidRPr="002B460C">
        <w:rPr>
          <w:b/>
        </w:rPr>
        <w:lastRenderedPageBreak/>
        <w:t>ASK ALL IN JAPAN ONLY</w:t>
      </w:r>
    </w:p>
    <w:p w:rsidR="00546D19" w:rsidRPr="002B460C" w:rsidRDefault="00546D19" w:rsidP="00546D19">
      <w:pPr>
        <w:ind w:left="720" w:hanging="720"/>
        <w:rPr>
          <w:szCs w:val="22"/>
        </w:rPr>
      </w:pPr>
      <w:r w:rsidRPr="002B460C">
        <w:rPr>
          <w:rFonts w:ascii="Tahoma" w:hAnsi="Tahoma" w:cs="Tahoma"/>
          <w:b/>
          <w:sz w:val="16"/>
          <w:szCs w:val="16"/>
        </w:rPr>
        <w:t>JAP9</w:t>
      </w:r>
      <w:r w:rsidRPr="002B460C">
        <w:rPr>
          <w:rFonts w:cs="Calibri"/>
          <w:sz w:val="24"/>
        </w:rPr>
        <w:t xml:space="preserve"> </w:t>
      </w:r>
      <w:r w:rsidRPr="002B460C">
        <w:rPr>
          <w:rFonts w:cs="Calibri"/>
          <w:sz w:val="24"/>
        </w:rPr>
        <w:tab/>
      </w:r>
      <w:r w:rsidRPr="002B460C">
        <w:rPr>
          <w:szCs w:val="22"/>
        </w:rPr>
        <w:t xml:space="preserve">As I read this list of countries and organizations, please tell me if each has done a great deal, fair amount, not very much or nothing at all to assist Japan with the impact of the earthquake and tsunami? </w:t>
      </w:r>
      <w:r w:rsidRPr="002B460C">
        <w:rPr>
          <w:i/>
          <w:szCs w:val="22"/>
        </w:rPr>
        <w:t xml:space="preserve"> </w:t>
      </w:r>
    </w:p>
    <w:p w:rsidR="00546D19" w:rsidRPr="002B460C" w:rsidRDefault="00546D19" w:rsidP="00546D19">
      <w:pPr>
        <w:pStyle w:val="QuestionResponse"/>
        <w:rPr>
          <w:szCs w:val="22"/>
        </w:rPr>
      </w:pPr>
    </w:p>
    <w:p w:rsidR="00546D19" w:rsidRPr="002B460C" w:rsidRDefault="00546D19" w:rsidP="00546D19">
      <w:pPr>
        <w:pStyle w:val="QuestionInstruction"/>
        <w:spacing w:before="0" w:after="0"/>
        <w:rPr>
          <w:rFonts w:ascii="Tahoma" w:hAnsi="Tahoma" w:cs="Tahoma"/>
          <w:sz w:val="16"/>
          <w:szCs w:val="16"/>
        </w:rPr>
      </w:pPr>
      <w:r w:rsidRPr="002B460C">
        <w:rPr>
          <w:rFonts w:ascii="Tahoma" w:hAnsi="Tahoma" w:cs="Tahoma"/>
          <w:sz w:val="16"/>
          <w:szCs w:val="16"/>
        </w:rPr>
        <w:t>ROTATE</w:t>
      </w:r>
    </w:p>
    <w:p w:rsidR="00546D19" w:rsidRPr="002B460C" w:rsidRDefault="00546D19" w:rsidP="00546D19">
      <w:pPr>
        <w:pStyle w:val="QuestionList"/>
        <w:rPr>
          <w:rFonts w:ascii="Tahoma" w:hAnsi="Tahoma" w:cs="Tahoma"/>
          <w:b/>
          <w:sz w:val="16"/>
          <w:szCs w:val="16"/>
        </w:rPr>
      </w:pPr>
      <w:r w:rsidRPr="002B460C">
        <w:rPr>
          <w:rFonts w:ascii="Tahoma" w:hAnsi="Tahoma" w:cs="Tahoma"/>
          <w:b/>
          <w:sz w:val="16"/>
          <w:szCs w:val="16"/>
        </w:rPr>
        <w:t>a.</w:t>
      </w:r>
      <w:r w:rsidRPr="002B460C">
        <w:rPr>
          <w:rFonts w:ascii="Tahoma" w:hAnsi="Tahoma" w:cs="Tahoma"/>
          <w:b/>
          <w:sz w:val="16"/>
          <w:szCs w:val="16"/>
        </w:rPr>
        <w:tab/>
      </w:r>
      <w:r w:rsidRPr="002B460C">
        <w:rPr>
          <w:szCs w:val="22"/>
        </w:rPr>
        <w:t>U</w:t>
      </w:r>
      <w:r w:rsidR="004B0B91">
        <w:rPr>
          <w:szCs w:val="22"/>
        </w:rPr>
        <w:t>nited States</w:t>
      </w:r>
      <w:r w:rsidRPr="002B460C">
        <w:tab/>
      </w:r>
    </w:p>
    <w:p w:rsidR="00546D19" w:rsidRPr="002B460C" w:rsidRDefault="00546D19" w:rsidP="00546D19">
      <w:pPr>
        <w:pStyle w:val="QuestionList"/>
        <w:rPr>
          <w:szCs w:val="16"/>
        </w:rPr>
      </w:pPr>
      <w:r w:rsidRPr="002B460C">
        <w:rPr>
          <w:rFonts w:ascii="Tahoma" w:hAnsi="Tahoma" w:cs="Tahoma"/>
          <w:b/>
          <w:sz w:val="16"/>
          <w:szCs w:val="16"/>
        </w:rPr>
        <w:t>b.</w:t>
      </w:r>
      <w:r w:rsidRPr="002B460C">
        <w:rPr>
          <w:rFonts w:ascii="Tahoma" w:hAnsi="Tahoma" w:cs="Tahoma"/>
          <w:b/>
          <w:sz w:val="16"/>
          <w:szCs w:val="16"/>
        </w:rPr>
        <w:tab/>
      </w:r>
      <w:r w:rsidRPr="002B460C">
        <w:t>China</w:t>
      </w:r>
    </w:p>
    <w:p w:rsidR="00546D19" w:rsidRPr="002B460C" w:rsidRDefault="00546D19" w:rsidP="00546D19">
      <w:pPr>
        <w:pStyle w:val="QuestionInstruction"/>
        <w:spacing w:before="0"/>
        <w:rPr>
          <w:b w:val="0"/>
        </w:rPr>
      </w:pPr>
      <w:r w:rsidRPr="002B460C">
        <w:rPr>
          <w:rFonts w:ascii="Tahoma" w:hAnsi="Tahoma" w:cs="Tahoma"/>
          <w:sz w:val="16"/>
          <w:szCs w:val="16"/>
        </w:rPr>
        <w:t xml:space="preserve">c.     </w:t>
      </w:r>
      <w:r w:rsidRPr="002B460C">
        <w:rPr>
          <w:b w:val="0"/>
        </w:rPr>
        <w:t>E</w:t>
      </w:r>
      <w:r w:rsidR="004B0B91">
        <w:rPr>
          <w:b w:val="0"/>
        </w:rPr>
        <w:t xml:space="preserve">uropean </w:t>
      </w:r>
      <w:r w:rsidRPr="002B460C">
        <w:rPr>
          <w:b w:val="0"/>
        </w:rPr>
        <w:t>U</w:t>
      </w:r>
      <w:r w:rsidR="004B0B91">
        <w:rPr>
          <w:b w:val="0"/>
        </w:rPr>
        <w:t>nion</w:t>
      </w:r>
      <w:r w:rsidRPr="002B460C">
        <w:rPr>
          <w:b w:val="0"/>
        </w:rPr>
        <w:tab/>
      </w:r>
    </w:p>
    <w:p w:rsidR="00546D19" w:rsidRPr="002B460C" w:rsidRDefault="00546D19" w:rsidP="00546D19">
      <w:pPr>
        <w:pStyle w:val="QuestionInstruction"/>
        <w:spacing w:before="0"/>
        <w:rPr>
          <w:b w:val="0"/>
          <w:szCs w:val="16"/>
        </w:rPr>
      </w:pPr>
      <w:r w:rsidRPr="002B460C">
        <w:rPr>
          <w:rFonts w:ascii="Tahoma" w:hAnsi="Tahoma" w:cs="Tahoma"/>
          <w:sz w:val="16"/>
          <w:szCs w:val="16"/>
        </w:rPr>
        <w:t xml:space="preserve">d.    </w:t>
      </w:r>
      <w:r w:rsidRPr="002B460C">
        <w:rPr>
          <w:b w:val="0"/>
        </w:rPr>
        <w:t>U</w:t>
      </w:r>
      <w:r w:rsidR="004B0B91">
        <w:rPr>
          <w:b w:val="0"/>
        </w:rPr>
        <w:t>nited Nations</w:t>
      </w:r>
      <w:r w:rsidRPr="002B460C">
        <w:rPr>
          <w:b w:val="0"/>
          <w:szCs w:val="16"/>
        </w:rPr>
        <w:tab/>
      </w:r>
    </w:p>
    <w:p w:rsidR="00546D19" w:rsidRPr="002B460C" w:rsidRDefault="00546D19" w:rsidP="00546D19">
      <w:pPr>
        <w:pStyle w:val="QuestionInstruction"/>
        <w:spacing w:before="0"/>
        <w:rPr>
          <w:szCs w:val="16"/>
        </w:rPr>
      </w:pPr>
    </w:p>
    <w:p w:rsidR="00546D19" w:rsidRPr="002B460C" w:rsidRDefault="00546D19" w:rsidP="00546D19">
      <w:pPr>
        <w:pStyle w:val="QuestionResponse"/>
        <w:rPr>
          <w:szCs w:val="22"/>
        </w:rPr>
      </w:pPr>
      <w:r w:rsidRPr="002B460C">
        <w:rPr>
          <w:szCs w:val="22"/>
        </w:rPr>
        <w:t>1</w:t>
      </w:r>
      <w:r w:rsidRPr="002B460C">
        <w:rPr>
          <w:szCs w:val="22"/>
        </w:rPr>
        <w:tab/>
        <w:t>Great deal</w:t>
      </w:r>
    </w:p>
    <w:p w:rsidR="00546D19" w:rsidRPr="002B460C" w:rsidRDefault="00546D19" w:rsidP="00546D19">
      <w:pPr>
        <w:pStyle w:val="QuestionResponse"/>
        <w:rPr>
          <w:szCs w:val="22"/>
        </w:rPr>
      </w:pPr>
      <w:r w:rsidRPr="002B460C">
        <w:rPr>
          <w:szCs w:val="22"/>
        </w:rPr>
        <w:t>2</w:t>
      </w:r>
      <w:r w:rsidRPr="002B460C">
        <w:rPr>
          <w:szCs w:val="22"/>
        </w:rPr>
        <w:tab/>
        <w:t>Fair amount</w:t>
      </w:r>
    </w:p>
    <w:p w:rsidR="00546D19" w:rsidRPr="002B460C" w:rsidRDefault="00546D19" w:rsidP="00546D19">
      <w:pPr>
        <w:pStyle w:val="QuestionResponse"/>
        <w:rPr>
          <w:szCs w:val="22"/>
        </w:rPr>
      </w:pPr>
      <w:r w:rsidRPr="002B460C">
        <w:rPr>
          <w:szCs w:val="22"/>
        </w:rPr>
        <w:t>3</w:t>
      </w:r>
      <w:r w:rsidRPr="002B460C">
        <w:rPr>
          <w:szCs w:val="22"/>
        </w:rPr>
        <w:tab/>
        <w:t>Not very much</w:t>
      </w:r>
    </w:p>
    <w:p w:rsidR="00546D19" w:rsidRPr="002B460C" w:rsidRDefault="00546D19" w:rsidP="00546D19">
      <w:pPr>
        <w:pStyle w:val="QuestionResponse"/>
        <w:rPr>
          <w:szCs w:val="22"/>
        </w:rPr>
      </w:pPr>
      <w:r w:rsidRPr="002B460C">
        <w:rPr>
          <w:szCs w:val="22"/>
        </w:rPr>
        <w:t>4</w:t>
      </w:r>
      <w:r w:rsidRPr="002B460C">
        <w:rPr>
          <w:szCs w:val="22"/>
        </w:rPr>
        <w:tab/>
        <w:t>Nothing at all</w:t>
      </w:r>
    </w:p>
    <w:p w:rsidR="00546D19" w:rsidRPr="002B460C" w:rsidRDefault="00546D19" w:rsidP="00546D19">
      <w:pPr>
        <w:pStyle w:val="QuestionResponse"/>
        <w:rPr>
          <w:szCs w:val="22"/>
        </w:rPr>
      </w:pPr>
      <w:r w:rsidRPr="002B460C">
        <w:rPr>
          <w:szCs w:val="22"/>
        </w:rPr>
        <w:t>8</w:t>
      </w:r>
      <w:r w:rsidRPr="002B460C">
        <w:rPr>
          <w:szCs w:val="22"/>
        </w:rPr>
        <w:tab/>
        <w:t>Don’t know (DO NOT READ)</w:t>
      </w:r>
    </w:p>
    <w:p w:rsidR="00546D19" w:rsidRPr="002B460C" w:rsidRDefault="00546D19" w:rsidP="00546D19">
      <w:pPr>
        <w:pStyle w:val="QuestionResponseLast"/>
        <w:spacing w:after="0"/>
        <w:rPr>
          <w:szCs w:val="22"/>
        </w:rPr>
      </w:pPr>
      <w:r w:rsidRPr="002B460C">
        <w:rPr>
          <w:szCs w:val="22"/>
        </w:rPr>
        <w:t>9</w:t>
      </w:r>
      <w:r w:rsidRPr="002B460C">
        <w:rPr>
          <w:szCs w:val="22"/>
        </w:rPr>
        <w:tab/>
        <w:t>Refused (DO NOT READ)</w:t>
      </w:r>
    </w:p>
    <w:p w:rsidR="00546D19" w:rsidRPr="002B460C" w:rsidRDefault="00546D19" w:rsidP="00546D19">
      <w:pPr>
        <w:ind w:left="720" w:hanging="720"/>
        <w:rPr>
          <w:rFonts w:cs="Calibri"/>
          <w:sz w:val="24"/>
        </w:rPr>
      </w:pPr>
    </w:p>
    <w:p w:rsidR="00546D19" w:rsidRPr="002B460C" w:rsidRDefault="00546D19" w:rsidP="00546D19">
      <w:pPr>
        <w:ind w:left="720" w:hanging="720"/>
        <w:rPr>
          <w:rFonts w:cs="Calibri"/>
          <w:sz w:val="24"/>
        </w:rPr>
      </w:pPr>
    </w:p>
    <w:p w:rsidR="00546D19" w:rsidRPr="002B460C" w:rsidRDefault="00546D19" w:rsidP="00546D19">
      <w:pPr>
        <w:ind w:firstLine="715"/>
        <w:rPr>
          <w:rFonts w:cs="Calibri"/>
          <w:b/>
          <w:szCs w:val="22"/>
        </w:rPr>
      </w:pPr>
      <w:r w:rsidRPr="002B460C">
        <w:rPr>
          <w:b/>
        </w:rPr>
        <w:t>ASK ALL IN JAPAN ONLY</w:t>
      </w:r>
    </w:p>
    <w:p w:rsidR="00546D19" w:rsidRPr="002B460C" w:rsidRDefault="00546D19" w:rsidP="00546D19">
      <w:pPr>
        <w:ind w:left="720" w:hanging="720"/>
        <w:rPr>
          <w:szCs w:val="22"/>
        </w:rPr>
      </w:pPr>
      <w:r w:rsidRPr="002B460C">
        <w:rPr>
          <w:rFonts w:ascii="Tahoma" w:hAnsi="Tahoma" w:cs="Calibri"/>
          <w:b/>
          <w:sz w:val="16"/>
        </w:rPr>
        <w:t>JAP10</w:t>
      </w:r>
      <w:r w:rsidRPr="002B460C">
        <w:rPr>
          <w:rFonts w:cs="Calibri"/>
          <w:sz w:val="24"/>
        </w:rPr>
        <w:t xml:space="preserve"> </w:t>
      </w:r>
      <w:r w:rsidRPr="002B460C">
        <w:rPr>
          <w:rFonts w:cs="Calibri"/>
          <w:sz w:val="24"/>
        </w:rPr>
        <w:tab/>
      </w:r>
      <w:r w:rsidRPr="002B460C">
        <w:rPr>
          <w:szCs w:val="22"/>
        </w:rPr>
        <w:t xml:space="preserve">In your opinion, should the use of nuclear power in Japan be reduced, maintained at its current level, or increased?  </w:t>
      </w:r>
    </w:p>
    <w:p w:rsidR="00546D19" w:rsidRPr="002B460C" w:rsidRDefault="00546D19" w:rsidP="00546D19">
      <w:pPr>
        <w:ind w:left="720" w:hanging="720"/>
        <w:jc w:val="both"/>
        <w:rPr>
          <w:szCs w:val="22"/>
        </w:rPr>
      </w:pPr>
    </w:p>
    <w:p w:rsidR="00546D19" w:rsidRPr="002B460C" w:rsidRDefault="00546D19" w:rsidP="00546D19">
      <w:pPr>
        <w:pStyle w:val="QuestionResponse"/>
        <w:rPr>
          <w:szCs w:val="22"/>
        </w:rPr>
      </w:pPr>
      <w:r w:rsidRPr="002B460C">
        <w:rPr>
          <w:szCs w:val="22"/>
        </w:rPr>
        <w:t>1</w:t>
      </w:r>
      <w:r w:rsidRPr="002B460C">
        <w:rPr>
          <w:szCs w:val="22"/>
        </w:rPr>
        <w:tab/>
        <w:t>Reduced</w:t>
      </w:r>
    </w:p>
    <w:p w:rsidR="00546D19" w:rsidRPr="002B460C" w:rsidRDefault="00546D19" w:rsidP="00546D19">
      <w:pPr>
        <w:pStyle w:val="QuestionResponse"/>
        <w:rPr>
          <w:szCs w:val="22"/>
        </w:rPr>
      </w:pPr>
      <w:r w:rsidRPr="002B460C">
        <w:rPr>
          <w:szCs w:val="22"/>
        </w:rPr>
        <w:t>2</w:t>
      </w:r>
      <w:r w:rsidRPr="002B460C">
        <w:rPr>
          <w:szCs w:val="22"/>
        </w:rPr>
        <w:tab/>
        <w:t>Maintained at current level</w:t>
      </w:r>
    </w:p>
    <w:p w:rsidR="00546D19" w:rsidRPr="002B460C" w:rsidRDefault="00546D19" w:rsidP="00546D19">
      <w:pPr>
        <w:pStyle w:val="QuestionResponse"/>
        <w:rPr>
          <w:szCs w:val="22"/>
        </w:rPr>
      </w:pPr>
      <w:r w:rsidRPr="002B460C">
        <w:rPr>
          <w:szCs w:val="22"/>
        </w:rPr>
        <w:t>3</w:t>
      </w:r>
      <w:r w:rsidRPr="002B460C">
        <w:rPr>
          <w:szCs w:val="22"/>
        </w:rPr>
        <w:tab/>
        <w:t>Increased</w:t>
      </w:r>
    </w:p>
    <w:p w:rsidR="00546D19" w:rsidRPr="002B460C" w:rsidRDefault="00546D19" w:rsidP="00546D19">
      <w:pPr>
        <w:pStyle w:val="QuestionResponse"/>
        <w:rPr>
          <w:b/>
          <w:bCs/>
          <w:szCs w:val="22"/>
        </w:rPr>
      </w:pPr>
      <w:r w:rsidRPr="002B460C">
        <w:rPr>
          <w:szCs w:val="22"/>
        </w:rPr>
        <w:t>8</w:t>
      </w:r>
      <w:r w:rsidRPr="002B460C">
        <w:rPr>
          <w:szCs w:val="22"/>
        </w:rPr>
        <w:tab/>
        <w:t>Don’t know (DO NOT READ)</w:t>
      </w:r>
    </w:p>
    <w:p w:rsidR="00546D19" w:rsidRPr="002B460C" w:rsidRDefault="00546D19" w:rsidP="00546D19">
      <w:pPr>
        <w:ind w:left="720"/>
        <w:rPr>
          <w:rFonts w:eastAsia="Calibri" w:cs="Calibri"/>
          <w:color w:val="000000"/>
          <w:sz w:val="24"/>
        </w:rPr>
      </w:pPr>
      <w:r w:rsidRPr="002B460C">
        <w:rPr>
          <w:szCs w:val="22"/>
        </w:rPr>
        <w:t>9</w:t>
      </w:r>
      <w:r w:rsidRPr="002B460C">
        <w:rPr>
          <w:szCs w:val="22"/>
        </w:rPr>
        <w:tab/>
        <w:t>Refused (DO NOT READ)</w:t>
      </w:r>
    </w:p>
    <w:p w:rsidR="00546D19" w:rsidRPr="002B460C" w:rsidRDefault="00546D19" w:rsidP="00546D19">
      <w:pPr>
        <w:ind w:left="720" w:hanging="720"/>
        <w:rPr>
          <w:rFonts w:cs="Calibri"/>
          <w:sz w:val="24"/>
        </w:rPr>
      </w:pPr>
    </w:p>
    <w:p w:rsidR="00546D19" w:rsidRPr="002B460C" w:rsidRDefault="00546D19" w:rsidP="00546D19">
      <w:pPr>
        <w:ind w:firstLine="715"/>
        <w:rPr>
          <w:rFonts w:cs="Calibri"/>
          <w:b/>
          <w:szCs w:val="22"/>
        </w:rPr>
      </w:pPr>
      <w:r w:rsidRPr="002B460C">
        <w:rPr>
          <w:b/>
        </w:rPr>
        <w:t>ASK ALL IN JAPAN ONLY</w:t>
      </w:r>
    </w:p>
    <w:p w:rsidR="00546D19" w:rsidRPr="002B460C" w:rsidRDefault="00546D19" w:rsidP="00546D19">
      <w:pPr>
        <w:ind w:left="720" w:hanging="720"/>
        <w:rPr>
          <w:rFonts w:cs="Calibri"/>
          <w:i/>
          <w:szCs w:val="22"/>
        </w:rPr>
      </w:pPr>
      <w:r w:rsidRPr="002B460C">
        <w:rPr>
          <w:rFonts w:ascii="Tahoma" w:hAnsi="Tahoma" w:cs="Tahoma"/>
          <w:b/>
          <w:sz w:val="16"/>
          <w:szCs w:val="16"/>
        </w:rPr>
        <w:t>JAP11</w:t>
      </w:r>
      <w:r w:rsidRPr="002B460C">
        <w:rPr>
          <w:rFonts w:cs="Calibri"/>
          <w:sz w:val="24"/>
        </w:rPr>
        <w:t xml:space="preserve">  </w:t>
      </w:r>
      <w:r w:rsidRPr="002B460C">
        <w:rPr>
          <w:rFonts w:cs="Calibri"/>
          <w:sz w:val="24"/>
        </w:rPr>
        <w:tab/>
      </w:r>
      <w:r w:rsidRPr="002B460C">
        <w:rPr>
          <w:rFonts w:cs="Calibri"/>
          <w:szCs w:val="22"/>
        </w:rPr>
        <w:t>Thinking about the situation at the Fukushima Daiichi nuclear power plant, do you approve or disapprove of the way the national government has handled this situation?</w:t>
      </w:r>
      <w:r w:rsidRPr="002B460C">
        <w:rPr>
          <w:rFonts w:cs="Calibri"/>
          <w:b/>
          <w:szCs w:val="22"/>
        </w:rPr>
        <w:t xml:space="preserve"> </w:t>
      </w:r>
    </w:p>
    <w:p w:rsidR="00546D19" w:rsidRPr="002B460C" w:rsidRDefault="00546D19" w:rsidP="00546D19">
      <w:pPr>
        <w:ind w:left="720" w:hanging="720"/>
        <w:rPr>
          <w:rFonts w:cs="Calibri"/>
          <w:i/>
          <w:szCs w:val="22"/>
        </w:rPr>
      </w:pPr>
    </w:p>
    <w:p w:rsidR="00546D19" w:rsidRPr="002B460C" w:rsidRDefault="00546D19" w:rsidP="00546D19">
      <w:pPr>
        <w:tabs>
          <w:tab w:val="center" w:pos="5500"/>
        </w:tabs>
        <w:ind w:left="1440" w:hanging="720"/>
        <w:rPr>
          <w:rFonts w:cs="Calibri"/>
          <w:szCs w:val="22"/>
        </w:rPr>
      </w:pPr>
      <w:r w:rsidRPr="002B460C">
        <w:rPr>
          <w:rFonts w:cs="Calibri"/>
          <w:szCs w:val="22"/>
        </w:rPr>
        <w:t>1</w:t>
      </w:r>
      <w:r w:rsidRPr="002B460C">
        <w:rPr>
          <w:rFonts w:cs="Calibri"/>
          <w:szCs w:val="22"/>
        </w:rPr>
        <w:tab/>
        <w:t>Approve</w:t>
      </w:r>
    </w:p>
    <w:p w:rsidR="00546D19" w:rsidRPr="002B460C" w:rsidRDefault="00546D19" w:rsidP="00546D19">
      <w:pPr>
        <w:tabs>
          <w:tab w:val="center" w:pos="5500"/>
        </w:tabs>
        <w:ind w:left="1440" w:hanging="720"/>
        <w:rPr>
          <w:rFonts w:cs="Calibri"/>
          <w:szCs w:val="22"/>
        </w:rPr>
      </w:pPr>
      <w:r w:rsidRPr="002B460C">
        <w:rPr>
          <w:rFonts w:cs="Calibri"/>
          <w:szCs w:val="22"/>
        </w:rPr>
        <w:t>2</w:t>
      </w:r>
      <w:r w:rsidRPr="002B460C">
        <w:rPr>
          <w:rFonts w:cs="Calibri"/>
          <w:szCs w:val="22"/>
        </w:rPr>
        <w:tab/>
        <w:t>Disapprove</w:t>
      </w:r>
    </w:p>
    <w:p w:rsidR="00546D19" w:rsidRPr="002B460C" w:rsidRDefault="00546D19" w:rsidP="00546D19">
      <w:pPr>
        <w:pStyle w:val="QuestionResponse"/>
        <w:rPr>
          <w:b/>
          <w:bCs/>
          <w:szCs w:val="22"/>
        </w:rPr>
      </w:pPr>
      <w:r w:rsidRPr="002B460C">
        <w:rPr>
          <w:szCs w:val="22"/>
        </w:rPr>
        <w:t>8</w:t>
      </w:r>
      <w:r w:rsidRPr="002B460C">
        <w:rPr>
          <w:szCs w:val="22"/>
        </w:rPr>
        <w:tab/>
        <w:t>Don’t know (DO NOT READ)</w:t>
      </w:r>
    </w:p>
    <w:p w:rsidR="00546D19" w:rsidRPr="002B460C" w:rsidRDefault="00546D19" w:rsidP="00546D19">
      <w:pPr>
        <w:autoSpaceDE w:val="0"/>
        <w:autoSpaceDN w:val="0"/>
        <w:adjustRightInd w:val="0"/>
        <w:ind w:left="715"/>
        <w:rPr>
          <w:szCs w:val="22"/>
        </w:rPr>
      </w:pPr>
      <w:r w:rsidRPr="002B460C">
        <w:rPr>
          <w:szCs w:val="22"/>
        </w:rPr>
        <w:t>9</w:t>
      </w:r>
      <w:r w:rsidRPr="002B460C">
        <w:rPr>
          <w:szCs w:val="22"/>
        </w:rPr>
        <w:tab/>
        <w:t>Refused (DO NOT READ)</w:t>
      </w:r>
    </w:p>
    <w:p w:rsidR="00546D19" w:rsidRPr="002B460C" w:rsidRDefault="00546D19" w:rsidP="00546D19">
      <w:pPr>
        <w:autoSpaceDE w:val="0"/>
        <w:autoSpaceDN w:val="0"/>
        <w:adjustRightInd w:val="0"/>
        <w:ind w:left="715"/>
        <w:rPr>
          <w:b/>
        </w:rPr>
      </w:pPr>
      <w:r w:rsidRPr="002B460C">
        <w:rPr>
          <w:b/>
        </w:rPr>
        <w:t xml:space="preserve"> </w:t>
      </w:r>
    </w:p>
    <w:p w:rsidR="00546D19" w:rsidRPr="002B460C" w:rsidRDefault="00546D19" w:rsidP="00546D19">
      <w:pPr>
        <w:autoSpaceDE w:val="0"/>
        <w:autoSpaceDN w:val="0"/>
        <w:adjustRightInd w:val="0"/>
        <w:ind w:left="715"/>
        <w:rPr>
          <w:b/>
        </w:rPr>
      </w:pPr>
    </w:p>
    <w:p w:rsidR="00F61D46" w:rsidRDefault="00F61D46">
      <w:pPr>
        <w:rPr>
          <w:b/>
        </w:rPr>
      </w:pPr>
      <w:r>
        <w:rPr>
          <w:b/>
        </w:rPr>
        <w:br w:type="page"/>
      </w:r>
    </w:p>
    <w:p w:rsidR="00546D19" w:rsidRPr="002B460C" w:rsidRDefault="00546D19" w:rsidP="00546D19">
      <w:pPr>
        <w:ind w:firstLine="715"/>
        <w:rPr>
          <w:rFonts w:cs="Calibri"/>
          <w:b/>
          <w:szCs w:val="22"/>
        </w:rPr>
      </w:pPr>
      <w:r w:rsidRPr="002B460C">
        <w:rPr>
          <w:b/>
        </w:rPr>
        <w:lastRenderedPageBreak/>
        <w:t>ASK ALL IN JAPAN ONLY</w:t>
      </w:r>
    </w:p>
    <w:p w:rsidR="00546D19" w:rsidRPr="002B460C" w:rsidRDefault="00546D19" w:rsidP="00546D19">
      <w:pPr>
        <w:autoSpaceDE w:val="0"/>
        <w:autoSpaceDN w:val="0"/>
        <w:adjustRightInd w:val="0"/>
        <w:ind w:left="715" w:hanging="770"/>
        <w:rPr>
          <w:rFonts w:eastAsia="Calibri"/>
          <w:b/>
          <w:i/>
          <w:szCs w:val="22"/>
        </w:rPr>
      </w:pPr>
      <w:r w:rsidRPr="002B460C">
        <w:rPr>
          <w:rFonts w:ascii="Tahoma" w:eastAsia="Calibri" w:hAnsi="Tahoma" w:cs="Calibri"/>
          <w:b/>
          <w:sz w:val="16"/>
        </w:rPr>
        <w:t>JAP12</w:t>
      </w:r>
      <w:r w:rsidRPr="002B460C">
        <w:rPr>
          <w:rFonts w:eastAsia="Calibri" w:cs="Calibri"/>
          <w:sz w:val="24"/>
        </w:rPr>
        <w:tab/>
      </w:r>
      <w:r w:rsidRPr="002B460C">
        <w:rPr>
          <w:rFonts w:eastAsia="Calibri"/>
          <w:szCs w:val="22"/>
        </w:rPr>
        <w:t xml:space="preserve">How worried are you that you or someone in your family may have been exposed to radiation from the Fukushima Daiichi nuclear plant  - very worried, somewhat worried, not too worried, or not worried at all? </w:t>
      </w:r>
      <w:r w:rsidRPr="002B460C">
        <w:rPr>
          <w:rFonts w:eastAsia="Calibri"/>
          <w:b/>
          <w:i/>
          <w:szCs w:val="22"/>
        </w:rPr>
        <w:t xml:space="preserve"> </w:t>
      </w:r>
    </w:p>
    <w:p w:rsidR="00546D19" w:rsidRPr="002B460C" w:rsidRDefault="00546D19" w:rsidP="00546D19">
      <w:pPr>
        <w:autoSpaceDE w:val="0"/>
        <w:autoSpaceDN w:val="0"/>
        <w:adjustRightInd w:val="0"/>
        <w:ind w:left="715" w:hanging="770"/>
        <w:rPr>
          <w:rFonts w:eastAsia="Calibri"/>
          <w:i/>
          <w:iCs/>
          <w:szCs w:val="22"/>
        </w:rPr>
      </w:pPr>
    </w:p>
    <w:p w:rsidR="00546D19" w:rsidRPr="002B460C" w:rsidRDefault="00546D19" w:rsidP="00546D19">
      <w:pPr>
        <w:pStyle w:val="QuestionResponse"/>
        <w:rPr>
          <w:szCs w:val="22"/>
        </w:rPr>
      </w:pPr>
      <w:r w:rsidRPr="002B460C">
        <w:rPr>
          <w:szCs w:val="22"/>
        </w:rPr>
        <w:t>1</w:t>
      </w:r>
      <w:r w:rsidRPr="002B460C">
        <w:rPr>
          <w:szCs w:val="22"/>
        </w:rPr>
        <w:tab/>
        <w:t>Very worried</w:t>
      </w:r>
    </w:p>
    <w:p w:rsidR="00546D19" w:rsidRPr="002B460C" w:rsidRDefault="00546D19" w:rsidP="00546D19">
      <w:pPr>
        <w:pStyle w:val="QuestionResponse"/>
        <w:rPr>
          <w:szCs w:val="22"/>
        </w:rPr>
      </w:pPr>
      <w:r w:rsidRPr="002B460C">
        <w:rPr>
          <w:szCs w:val="22"/>
        </w:rPr>
        <w:t>2</w:t>
      </w:r>
      <w:r w:rsidRPr="002B460C">
        <w:rPr>
          <w:szCs w:val="22"/>
        </w:rPr>
        <w:tab/>
        <w:t>Somewhat worried</w:t>
      </w:r>
    </w:p>
    <w:p w:rsidR="00546D19" w:rsidRPr="002B460C" w:rsidRDefault="00546D19" w:rsidP="00546D19">
      <w:pPr>
        <w:pStyle w:val="QuestionResponse"/>
        <w:rPr>
          <w:szCs w:val="22"/>
        </w:rPr>
      </w:pPr>
      <w:r w:rsidRPr="002B460C">
        <w:rPr>
          <w:szCs w:val="22"/>
        </w:rPr>
        <w:t>3</w:t>
      </w:r>
      <w:r w:rsidRPr="002B460C">
        <w:rPr>
          <w:szCs w:val="22"/>
        </w:rPr>
        <w:tab/>
        <w:t>Not too worried</w:t>
      </w:r>
    </w:p>
    <w:p w:rsidR="00546D19" w:rsidRPr="002B460C" w:rsidRDefault="00546D19" w:rsidP="00546D19">
      <w:pPr>
        <w:pStyle w:val="QuestionResponse"/>
        <w:rPr>
          <w:szCs w:val="22"/>
        </w:rPr>
      </w:pPr>
      <w:r w:rsidRPr="002B460C">
        <w:rPr>
          <w:szCs w:val="22"/>
        </w:rPr>
        <w:t>4</w:t>
      </w:r>
      <w:r w:rsidRPr="002B460C">
        <w:rPr>
          <w:szCs w:val="22"/>
        </w:rPr>
        <w:tab/>
        <w:t>Not at all worried</w:t>
      </w:r>
    </w:p>
    <w:p w:rsidR="00546D19" w:rsidRPr="002B460C" w:rsidRDefault="00546D19" w:rsidP="00546D19">
      <w:pPr>
        <w:autoSpaceDE w:val="0"/>
        <w:autoSpaceDN w:val="0"/>
        <w:adjustRightInd w:val="0"/>
        <w:rPr>
          <w:rFonts w:eastAsia="Calibri"/>
          <w:szCs w:val="22"/>
        </w:rPr>
      </w:pPr>
      <w:r w:rsidRPr="002B460C">
        <w:rPr>
          <w:rFonts w:eastAsia="Calibri"/>
          <w:szCs w:val="22"/>
        </w:rPr>
        <w:tab/>
        <w:t>5</w:t>
      </w:r>
      <w:r w:rsidRPr="002B460C">
        <w:rPr>
          <w:rFonts w:eastAsia="Calibri"/>
          <w:szCs w:val="22"/>
        </w:rPr>
        <w:tab/>
        <w:t xml:space="preserve">Exposed already </w:t>
      </w:r>
      <w:r w:rsidRPr="002B460C">
        <w:rPr>
          <w:szCs w:val="22"/>
        </w:rPr>
        <w:t>(DO NOT READ)</w:t>
      </w:r>
      <w:r w:rsidRPr="002B460C">
        <w:rPr>
          <w:rFonts w:eastAsia="Calibri"/>
          <w:szCs w:val="22"/>
        </w:rPr>
        <w:tab/>
        <w:t xml:space="preserve"> </w:t>
      </w:r>
    </w:p>
    <w:p w:rsidR="00546D19" w:rsidRPr="002B460C" w:rsidRDefault="00546D19" w:rsidP="00546D19">
      <w:pPr>
        <w:pStyle w:val="QuestionResponse"/>
        <w:rPr>
          <w:szCs w:val="22"/>
        </w:rPr>
      </w:pPr>
      <w:r w:rsidRPr="002B460C">
        <w:rPr>
          <w:szCs w:val="22"/>
        </w:rPr>
        <w:t>8</w:t>
      </w:r>
      <w:r w:rsidRPr="002B460C">
        <w:rPr>
          <w:szCs w:val="22"/>
        </w:rPr>
        <w:tab/>
        <w:t>Don’t know (DO NOT READ)</w:t>
      </w:r>
    </w:p>
    <w:p w:rsidR="00546D19" w:rsidRPr="002B460C" w:rsidRDefault="00546D19" w:rsidP="00546D19">
      <w:pPr>
        <w:pStyle w:val="QuestionResponseLast"/>
        <w:spacing w:after="0"/>
        <w:rPr>
          <w:rFonts w:ascii="Calibri" w:hAnsi="Calibri" w:cs="Calibri"/>
          <w:sz w:val="24"/>
        </w:rPr>
      </w:pPr>
      <w:r w:rsidRPr="002B460C">
        <w:rPr>
          <w:szCs w:val="22"/>
        </w:rPr>
        <w:t>9</w:t>
      </w:r>
      <w:r w:rsidRPr="002B460C">
        <w:rPr>
          <w:szCs w:val="22"/>
        </w:rPr>
        <w:tab/>
        <w:t>Refused (DO NOT READ)</w:t>
      </w:r>
    </w:p>
    <w:p w:rsidR="00546D19" w:rsidRPr="002B460C" w:rsidRDefault="00546D19" w:rsidP="00E779E5">
      <w:pPr>
        <w:pStyle w:val="QuestionInstruction"/>
        <w:spacing w:before="0" w:after="0"/>
        <w:rPr>
          <w:szCs w:val="22"/>
        </w:rPr>
      </w:pPr>
    </w:p>
    <w:p w:rsidR="00E779E5" w:rsidRPr="002B460C" w:rsidRDefault="00E779E5" w:rsidP="00E779E5">
      <w:pPr>
        <w:pStyle w:val="QuestionInstruction"/>
        <w:spacing w:before="0" w:after="0"/>
        <w:rPr>
          <w:szCs w:val="22"/>
        </w:rPr>
      </w:pPr>
      <w:r w:rsidRPr="002B460C">
        <w:rPr>
          <w:szCs w:val="22"/>
        </w:rPr>
        <w:t>ASK MUSLIMS IN MUSLIM COUNTRIES</w:t>
      </w:r>
      <w:r w:rsidR="00AA03CE" w:rsidRPr="002B460C">
        <w:rPr>
          <w:szCs w:val="22"/>
        </w:rPr>
        <w:t xml:space="preserve"> AND</w:t>
      </w:r>
      <w:r w:rsidRPr="002B460C">
        <w:rPr>
          <w:szCs w:val="22"/>
        </w:rPr>
        <w:t xml:space="preserve"> ISRAEL ONLY</w:t>
      </w:r>
    </w:p>
    <w:p w:rsidR="00E779E5" w:rsidRPr="002B460C" w:rsidRDefault="00E779E5" w:rsidP="003C66DD">
      <w:pPr>
        <w:pStyle w:val="Question"/>
        <w:rPr>
          <w:i/>
        </w:rPr>
      </w:pPr>
      <w:r w:rsidRPr="002B460C">
        <w:rPr>
          <w:rFonts w:ascii="Tahoma" w:hAnsi="Tahoma" w:cs="Tahoma"/>
          <w:b/>
          <w:sz w:val="16"/>
          <w:szCs w:val="16"/>
        </w:rPr>
        <w:t>Q88</w:t>
      </w:r>
      <w:r w:rsidRPr="002B460C">
        <w:rPr>
          <w:b/>
        </w:rPr>
        <w:tab/>
      </w:r>
      <w:r w:rsidRPr="002B460C">
        <w:t xml:space="preserve">Do you sympathize more with Islamic fundamentalists in our country or with those who disagree with Islamic fundamentalists? </w:t>
      </w:r>
    </w:p>
    <w:p w:rsidR="00E779E5" w:rsidRPr="002B460C" w:rsidRDefault="003C66DD" w:rsidP="003C66DD">
      <w:pPr>
        <w:pStyle w:val="QuestionResponse"/>
      </w:pPr>
      <w:r w:rsidRPr="002B460C">
        <w:t>1</w:t>
      </w:r>
      <w:r w:rsidRPr="002B460C">
        <w:tab/>
      </w:r>
      <w:r w:rsidR="00E779E5" w:rsidRPr="002B460C">
        <w:t>Sympathize with Islamic fundamentalists</w:t>
      </w:r>
    </w:p>
    <w:p w:rsidR="00E779E5" w:rsidRPr="002B460C" w:rsidRDefault="003C66DD" w:rsidP="003C66DD">
      <w:pPr>
        <w:pStyle w:val="QuestionResponse"/>
      </w:pPr>
      <w:r w:rsidRPr="002B460C">
        <w:t>2</w:t>
      </w:r>
      <w:r w:rsidRPr="002B460C">
        <w:tab/>
      </w:r>
      <w:r w:rsidR="00E779E5" w:rsidRPr="002B460C">
        <w:t>Sympathize with those who disagree with Islamic fundamentalists</w:t>
      </w:r>
    </w:p>
    <w:p w:rsidR="00E779E5" w:rsidRPr="002B460C" w:rsidRDefault="003C66DD" w:rsidP="003C66DD">
      <w:pPr>
        <w:pStyle w:val="QuestionResponse"/>
      </w:pPr>
      <w:r w:rsidRPr="002B460C">
        <w:t>3</w:t>
      </w:r>
      <w:r w:rsidRPr="002B460C">
        <w:tab/>
      </w:r>
      <w:r w:rsidR="00E779E5" w:rsidRPr="002B460C">
        <w:t>Both (DO NOT READ)</w:t>
      </w:r>
    </w:p>
    <w:p w:rsidR="00E779E5" w:rsidRPr="002B460C" w:rsidRDefault="003C66DD" w:rsidP="003C66DD">
      <w:pPr>
        <w:pStyle w:val="QuestionResponse"/>
      </w:pPr>
      <w:r w:rsidRPr="002B460C">
        <w:t>4</w:t>
      </w:r>
      <w:r w:rsidRPr="002B460C">
        <w:tab/>
      </w:r>
      <w:r w:rsidR="00E779E5" w:rsidRPr="002B460C">
        <w:t>Neither (DO NOT READ)</w:t>
      </w:r>
    </w:p>
    <w:p w:rsidR="00E779E5" w:rsidRPr="002B460C" w:rsidRDefault="00E779E5" w:rsidP="003C66DD">
      <w:pPr>
        <w:pStyle w:val="QuestionResponse"/>
        <w:rPr>
          <w:szCs w:val="22"/>
        </w:rPr>
      </w:pPr>
      <w:r w:rsidRPr="002B460C">
        <w:rPr>
          <w:szCs w:val="22"/>
        </w:rPr>
        <w:t>8</w:t>
      </w:r>
      <w:r w:rsidRPr="002B460C">
        <w:rPr>
          <w:szCs w:val="22"/>
        </w:rPr>
        <w:tab/>
        <w:t>Don’t know (DO NOT READ)</w:t>
      </w:r>
    </w:p>
    <w:p w:rsidR="00E779E5" w:rsidRPr="002B460C" w:rsidRDefault="00E779E5" w:rsidP="003C66DD">
      <w:pPr>
        <w:pStyle w:val="QuestionResponseLast"/>
      </w:pPr>
      <w:r w:rsidRPr="002B460C">
        <w:t>9</w:t>
      </w:r>
      <w:r w:rsidRPr="002B460C">
        <w:tab/>
        <w:t>Refused (DO NOT READ)</w:t>
      </w:r>
    </w:p>
    <w:p w:rsidR="00E779E5" w:rsidRPr="002B460C" w:rsidRDefault="00E779E5" w:rsidP="00E779E5">
      <w:pPr>
        <w:pStyle w:val="QuestionInstruction"/>
        <w:spacing w:before="0" w:after="0"/>
        <w:rPr>
          <w:szCs w:val="22"/>
        </w:rPr>
      </w:pPr>
      <w:r w:rsidRPr="002B460C">
        <w:rPr>
          <w:szCs w:val="22"/>
        </w:rPr>
        <w:t>ASK MUSLIMS IN MUSLIM COUNTRIES</w:t>
      </w:r>
      <w:r w:rsidR="00C77E37" w:rsidRPr="002B460C">
        <w:rPr>
          <w:szCs w:val="22"/>
        </w:rPr>
        <w:t xml:space="preserve"> AND</w:t>
      </w:r>
      <w:r w:rsidRPr="002B460C">
        <w:rPr>
          <w:szCs w:val="22"/>
        </w:rPr>
        <w:t xml:space="preserve"> ISRAEL ONLY</w:t>
      </w:r>
    </w:p>
    <w:p w:rsidR="00E779E5" w:rsidRPr="002B460C" w:rsidRDefault="00E779E5" w:rsidP="00E779E5">
      <w:pPr>
        <w:pStyle w:val="Question"/>
        <w:spacing w:after="0"/>
        <w:rPr>
          <w:i/>
          <w:iCs/>
          <w:szCs w:val="22"/>
        </w:rPr>
      </w:pPr>
      <w:r w:rsidRPr="002B460C">
        <w:rPr>
          <w:rFonts w:ascii="Tahoma" w:hAnsi="Tahoma" w:cs="Tahoma"/>
          <w:b/>
          <w:sz w:val="16"/>
          <w:szCs w:val="16"/>
        </w:rPr>
        <w:t>Q89</w:t>
      </w:r>
      <w:r w:rsidRPr="002B460C">
        <w:rPr>
          <w:szCs w:val="22"/>
        </w:rPr>
        <w:tab/>
        <w:t xml:space="preserve">Some people think that suicide bombing and other forms of violence against civilian targets are justified in order to defend Islam from its enemies.  Other people believe that, no matter what the reason, this kind of violence is never justified.  Do you personally feel that this kind of violence is often justified to defend Islam, sometimes justified, rarely justified, or never justified?  </w:t>
      </w:r>
    </w:p>
    <w:p w:rsidR="00E779E5" w:rsidRPr="002B460C" w:rsidRDefault="00E779E5" w:rsidP="00E779E5">
      <w:pPr>
        <w:pStyle w:val="QuestionResponse"/>
        <w:rPr>
          <w:szCs w:val="22"/>
        </w:rPr>
      </w:pPr>
    </w:p>
    <w:p w:rsidR="00E779E5" w:rsidRPr="002B460C" w:rsidRDefault="00E779E5" w:rsidP="00E779E5">
      <w:pPr>
        <w:pStyle w:val="QuestionResponse"/>
        <w:rPr>
          <w:szCs w:val="22"/>
        </w:rPr>
      </w:pPr>
      <w:r w:rsidRPr="002B460C">
        <w:rPr>
          <w:szCs w:val="22"/>
        </w:rPr>
        <w:t>1</w:t>
      </w:r>
      <w:r w:rsidRPr="002B460C">
        <w:rPr>
          <w:szCs w:val="22"/>
        </w:rPr>
        <w:tab/>
        <w:t>Often justified</w:t>
      </w:r>
    </w:p>
    <w:p w:rsidR="00E779E5" w:rsidRPr="002B460C" w:rsidRDefault="00E779E5" w:rsidP="00E779E5">
      <w:pPr>
        <w:pStyle w:val="QuestionResponse"/>
        <w:rPr>
          <w:szCs w:val="22"/>
        </w:rPr>
      </w:pPr>
      <w:r w:rsidRPr="002B460C">
        <w:rPr>
          <w:szCs w:val="22"/>
        </w:rPr>
        <w:t>2</w:t>
      </w:r>
      <w:r w:rsidRPr="002B460C">
        <w:rPr>
          <w:szCs w:val="22"/>
        </w:rPr>
        <w:tab/>
        <w:t>Sometimes justified</w:t>
      </w:r>
    </w:p>
    <w:p w:rsidR="00E779E5" w:rsidRPr="002B460C" w:rsidRDefault="00E779E5" w:rsidP="00E779E5">
      <w:pPr>
        <w:pStyle w:val="QuestionResponse"/>
        <w:rPr>
          <w:szCs w:val="22"/>
        </w:rPr>
      </w:pPr>
      <w:r w:rsidRPr="002B460C">
        <w:rPr>
          <w:szCs w:val="22"/>
        </w:rPr>
        <w:t>3</w:t>
      </w:r>
      <w:r w:rsidRPr="002B460C">
        <w:rPr>
          <w:szCs w:val="22"/>
        </w:rPr>
        <w:tab/>
        <w:t>Rarely justified</w:t>
      </w:r>
    </w:p>
    <w:p w:rsidR="00E779E5" w:rsidRPr="002B460C" w:rsidRDefault="00E779E5" w:rsidP="00E779E5">
      <w:pPr>
        <w:pStyle w:val="QuestionResponse"/>
        <w:rPr>
          <w:szCs w:val="22"/>
        </w:rPr>
      </w:pPr>
      <w:r w:rsidRPr="002B460C">
        <w:rPr>
          <w:szCs w:val="22"/>
        </w:rPr>
        <w:t>4</w:t>
      </w:r>
      <w:r w:rsidRPr="002B460C">
        <w:rPr>
          <w:szCs w:val="22"/>
        </w:rPr>
        <w:tab/>
        <w:t>Never justified</w:t>
      </w:r>
    </w:p>
    <w:p w:rsidR="00E779E5" w:rsidRPr="002B460C" w:rsidRDefault="00E779E5" w:rsidP="00E779E5">
      <w:pPr>
        <w:pStyle w:val="QuestionResponse"/>
        <w:rPr>
          <w:szCs w:val="22"/>
        </w:rPr>
      </w:pPr>
      <w:r w:rsidRPr="002B460C">
        <w:rPr>
          <w:szCs w:val="22"/>
        </w:rPr>
        <w:t>8</w:t>
      </w:r>
      <w:r w:rsidRPr="002B460C">
        <w:rPr>
          <w:szCs w:val="22"/>
        </w:rPr>
        <w:tab/>
        <w:t>Don’t know (DO NOT READ)</w:t>
      </w:r>
    </w:p>
    <w:p w:rsidR="00E779E5" w:rsidRPr="002B460C" w:rsidRDefault="00E779E5" w:rsidP="00E779E5">
      <w:pPr>
        <w:pStyle w:val="QuestionResponseLast"/>
        <w:spacing w:after="0"/>
        <w:ind w:left="720" w:firstLine="0"/>
        <w:rPr>
          <w:szCs w:val="22"/>
        </w:rPr>
      </w:pPr>
      <w:r w:rsidRPr="002B460C">
        <w:rPr>
          <w:szCs w:val="22"/>
        </w:rPr>
        <w:t>9</w:t>
      </w:r>
      <w:r w:rsidRPr="002B460C">
        <w:rPr>
          <w:szCs w:val="22"/>
        </w:rPr>
        <w:tab/>
        <w:t>Refused (DO NOT READ)</w:t>
      </w:r>
    </w:p>
    <w:p w:rsidR="00E779E5" w:rsidRPr="002B460C" w:rsidRDefault="00E779E5" w:rsidP="00E779E5">
      <w:pPr>
        <w:pStyle w:val="QuestionInstruction"/>
        <w:rPr>
          <w:szCs w:val="22"/>
        </w:rPr>
      </w:pPr>
    </w:p>
    <w:p w:rsidR="00E779E5" w:rsidRPr="002B460C" w:rsidRDefault="00E779E5" w:rsidP="00E779E5">
      <w:pPr>
        <w:pStyle w:val="QuestionInstruction"/>
        <w:rPr>
          <w:szCs w:val="22"/>
        </w:rPr>
      </w:pPr>
      <w:r w:rsidRPr="002B460C">
        <w:rPr>
          <w:szCs w:val="22"/>
        </w:rPr>
        <w:t xml:space="preserve">ASK ALL IN MUSLIM COUNTRIES </w:t>
      </w:r>
      <w:r w:rsidR="00D404CA" w:rsidRPr="002B460C">
        <w:rPr>
          <w:szCs w:val="22"/>
        </w:rPr>
        <w:t>ONLY</w:t>
      </w:r>
    </w:p>
    <w:p w:rsidR="00E779E5" w:rsidRPr="002B460C" w:rsidRDefault="00E779E5" w:rsidP="00E779E5">
      <w:pPr>
        <w:pStyle w:val="Question"/>
        <w:spacing w:after="0"/>
        <w:rPr>
          <w:i/>
          <w:szCs w:val="22"/>
        </w:rPr>
      </w:pPr>
      <w:r w:rsidRPr="002B460C">
        <w:rPr>
          <w:rFonts w:ascii="Tahoma" w:hAnsi="Tahoma" w:cs="Tahoma"/>
          <w:b/>
          <w:sz w:val="16"/>
          <w:szCs w:val="16"/>
        </w:rPr>
        <w:t>Q90</w:t>
      </w:r>
      <w:r w:rsidRPr="002B460C">
        <w:rPr>
          <w:szCs w:val="22"/>
        </w:rPr>
        <w:tab/>
        <w:t xml:space="preserve">How worried are you, if at all, that the U.S. could become a military threat to our country someday?  Are you very worried, somewhat worried, not too worried, or not at all worried?  </w:t>
      </w:r>
    </w:p>
    <w:p w:rsidR="00E779E5" w:rsidRPr="002B460C" w:rsidRDefault="00E779E5" w:rsidP="00E779E5">
      <w:pPr>
        <w:pStyle w:val="Question"/>
        <w:spacing w:after="0"/>
        <w:rPr>
          <w:i/>
          <w:szCs w:val="22"/>
        </w:rPr>
      </w:pPr>
    </w:p>
    <w:p w:rsidR="00E779E5" w:rsidRPr="002B460C" w:rsidRDefault="00E779E5" w:rsidP="00E779E5">
      <w:pPr>
        <w:pStyle w:val="QuestionResponse"/>
        <w:rPr>
          <w:szCs w:val="22"/>
        </w:rPr>
      </w:pPr>
      <w:r w:rsidRPr="002B460C">
        <w:rPr>
          <w:szCs w:val="22"/>
        </w:rPr>
        <w:t>1</w:t>
      </w:r>
      <w:r w:rsidRPr="002B460C">
        <w:rPr>
          <w:szCs w:val="22"/>
        </w:rPr>
        <w:tab/>
        <w:t>Very worried</w:t>
      </w:r>
    </w:p>
    <w:p w:rsidR="00E779E5" w:rsidRPr="002B460C" w:rsidRDefault="00E779E5" w:rsidP="00E779E5">
      <w:pPr>
        <w:pStyle w:val="QuestionResponse"/>
        <w:rPr>
          <w:szCs w:val="22"/>
        </w:rPr>
      </w:pPr>
      <w:r w:rsidRPr="002B460C">
        <w:rPr>
          <w:szCs w:val="22"/>
        </w:rPr>
        <w:t>2</w:t>
      </w:r>
      <w:r w:rsidRPr="002B460C">
        <w:rPr>
          <w:szCs w:val="22"/>
        </w:rPr>
        <w:tab/>
        <w:t>Somewhat worried</w:t>
      </w:r>
    </w:p>
    <w:p w:rsidR="00E779E5" w:rsidRPr="002B460C" w:rsidRDefault="00E779E5" w:rsidP="00E779E5">
      <w:pPr>
        <w:pStyle w:val="QuestionResponse"/>
        <w:rPr>
          <w:szCs w:val="22"/>
        </w:rPr>
      </w:pPr>
      <w:r w:rsidRPr="002B460C">
        <w:rPr>
          <w:szCs w:val="22"/>
        </w:rPr>
        <w:t>3</w:t>
      </w:r>
      <w:r w:rsidRPr="002B460C">
        <w:rPr>
          <w:szCs w:val="22"/>
        </w:rPr>
        <w:tab/>
        <w:t>Not too worried</w:t>
      </w:r>
    </w:p>
    <w:p w:rsidR="00E779E5" w:rsidRPr="002B460C" w:rsidRDefault="00E779E5" w:rsidP="00E779E5">
      <w:pPr>
        <w:pStyle w:val="QuestionResponse"/>
        <w:rPr>
          <w:szCs w:val="22"/>
        </w:rPr>
      </w:pPr>
      <w:r w:rsidRPr="002B460C">
        <w:rPr>
          <w:szCs w:val="22"/>
        </w:rPr>
        <w:t>4</w:t>
      </w:r>
      <w:r w:rsidRPr="002B460C">
        <w:rPr>
          <w:szCs w:val="22"/>
        </w:rPr>
        <w:tab/>
        <w:t>Not at all worried</w:t>
      </w:r>
    </w:p>
    <w:p w:rsidR="00E779E5" w:rsidRPr="002B460C" w:rsidRDefault="00E779E5" w:rsidP="00E779E5">
      <w:pPr>
        <w:pStyle w:val="QuestionResponse"/>
        <w:rPr>
          <w:szCs w:val="22"/>
        </w:rPr>
      </w:pPr>
      <w:r w:rsidRPr="002B460C">
        <w:rPr>
          <w:szCs w:val="22"/>
        </w:rPr>
        <w:t>8</w:t>
      </w:r>
      <w:r w:rsidRPr="002B460C">
        <w:rPr>
          <w:szCs w:val="22"/>
        </w:rPr>
        <w:tab/>
        <w:t>Don’t know (DO NOT READ)</w:t>
      </w:r>
    </w:p>
    <w:p w:rsidR="00E779E5" w:rsidRPr="002B460C" w:rsidRDefault="00E779E5" w:rsidP="00E779E5">
      <w:pPr>
        <w:pStyle w:val="QuestionInstruction"/>
        <w:spacing w:before="0" w:after="0"/>
        <w:rPr>
          <w:b w:val="0"/>
          <w:szCs w:val="22"/>
        </w:rPr>
      </w:pPr>
      <w:r w:rsidRPr="002B460C">
        <w:rPr>
          <w:b w:val="0"/>
          <w:szCs w:val="22"/>
        </w:rPr>
        <w:t>9</w:t>
      </w:r>
      <w:r w:rsidRPr="002B460C">
        <w:rPr>
          <w:b w:val="0"/>
          <w:szCs w:val="22"/>
        </w:rPr>
        <w:tab/>
        <w:t>Refused (DO NOT READ)</w:t>
      </w:r>
    </w:p>
    <w:p w:rsidR="00E779E5" w:rsidRPr="002B460C" w:rsidRDefault="00E779E5" w:rsidP="00E779E5">
      <w:pPr>
        <w:pStyle w:val="QuestionResponseLast"/>
        <w:spacing w:after="0"/>
        <w:ind w:left="720" w:firstLine="0"/>
        <w:rPr>
          <w:szCs w:val="22"/>
        </w:rPr>
      </w:pPr>
    </w:p>
    <w:p w:rsidR="00E779E5" w:rsidRPr="002B460C" w:rsidRDefault="00E779E5" w:rsidP="00E779E5">
      <w:pPr>
        <w:pStyle w:val="QuestionInstruction"/>
        <w:spacing w:after="0"/>
        <w:rPr>
          <w:szCs w:val="22"/>
        </w:rPr>
      </w:pPr>
      <w:r w:rsidRPr="002B460C">
        <w:rPr>
          <w:szCs w:val="22"/>
        </w:rPr>
        <w:lastRenderedPageBreak/>
        <w:t xml:space="preserve">ASK </w:t>
      </w:r>
      <w:r w:rsidR="001621DA" w:rsidRPr="002B460C">
        <w:rPr>
          <w:szCs w:val="22"/>
        </w:rPr>
        <w:t xml:space="preserve">ALL </w:t>
      </w:r>
      <w:r w:rsidR="004D357D" w:rsidRPr="002B460C">
        <w:rPr>
          <w:szCs w:val="22"/>
        </w:rPr>
        <w:t xml:space="preserve">IN </w:t>
      </w:r>
      <w:r w:rsidRPr="002B460C">
        <w:rPr>
          <w:szCs w:val="22"/>
        </w:rPr>
        <w:t>ALL</w:t>
      </w:r>
      <w:r w:rsidR="004D357D" w:rsidRPr="002B460C">
        <w:rPr>
          <w:szCs w:val="22"/>
        </w:rPr>
        <w:t xml:space="preserve"> COUNTRIES EXCEPT CHINA</w:t>
      </w:r>
      <w:r w:rsidR="00E475C5" w:rsidRPr="002B460C">
        <w:rPr>
          <w:szCs w:val="22"/>
        </w:rPr>
        <w:t xml:space="preserve"> AND JAPAN</w:t>
      </w:r>
    </w:p>
    <w:p w:rsidR="00E779E5" w:rsidRPr="002B460C" w:rsidRDefault="00E779E5" w:rsidP="00E779E5">
      <w:pPr>
        <w:pStyle w:val="Question"/>
        <w:spacing w:after="0"/>
        <w:rPr>
          <w:i/>
          <w:szCs w:val="22"/>
        </w:rPr>
      </w:pPr>
      <w:r w:rsidRPr="002B460C">
        <w:rPr>
          <w:rFonts w:ascii="Tahoma" w:hAnsi="Tahoma" w:cs="Tahoma"/>
          <w:b/>
          <w:sz w:val="16"/>
          <w:szCs w:val="16"/>
        </w:rPr>
        <w:t>Q91</w:t>
      </w:r>
      <w:r w:rsidRPr="002B460C">
        <w:rPr>
          <w:szCs w:val="22"/>
        </w:rPr>
        <w:tab/>
        <w:t>Did you follow news about the political demonstrations in countries such as Egypt, Tunisia, Bahrain and Libya, or not?</w:t>
      </w:r>
      <w:r w:rsidRPr="002B460C">
        <w:rPr>
          <w:i/>
          <w:iCs/>
          <w:szCs w:val="22"/>
        </w:rPr>
        <w:t xml:space="preserve"> </w:t>
      </w:r>
    </w:p>
    <w:p w:rsidR="00E779E5" w:rsidRPr="002B460C" w:rsidRDefault="00E779E5" w:rsidP="00E779E5">
      <w:pPr>
        <w:pStyle w:val="Question"/>
        <w:spacing w:after="0"/>
        <w:rPr>
          <w:iCs/>
          <w:szCs w:val="22"/>
        </w:rPr>
      </w:pPr>
    </w:p>
    <w:p w:rsidR="00E779E5" w:rsidRPr="002B460C" w:rsidRDefault="00E779E5" w:rsidP="00E779E5">
      <w:pPr>
        <w:pStyle w:val="QuestionResponse"/>
        <w:rPr>
          <w:szCs w:val="22"/>
        </w:rPr>
      </w:pPr>
      <w:r w:rsidRPr="002B460C">
        <w:rPr>
          <w:szCs w:val="22"/>
        </w:rPr>
        <w:t>1</w:t>
      </w:r>
      <w:r w:rsidRPr="002B460C">
        <w:rPr>
          <w:szCs w:val="22"/>
        </w:rPr>
        <w:tab/>
        <w:t>Yes</w:t>
      </w:r>
    </w:p>
    <w:p w:rsidR="00E779E5" w:rsidRPr="002B460C" w:rsidRDefault="00E779E5" w:rsidP="00E779E5">
      <w:pPr>
        <w:pStyle w:val="QuestionResponse"/>
        <w:rPr>
          <w:szCs w:val="22"/>
        </w:rPr>
      </w:pPr>
      <w:r w:rsidRPr="002B460C">
        <w:rPr>
          <w:szCs w:val="22"/>
        </w:rPr>
        <w:t>2</w:t>
      </w:r>
      <w:r w:rsidRPr="002B460C">
        <w:rPr>
          <w:szCs w:val="22"/>
        </w:rPr>
        <w:tab/>
        <w:t>No</w:t>
      </w:r>
    </w:p>
    <w:p w:rsidR="00E779E5" w:rsidRPr="002B460C" w:rsidRDefault="00E779E5" w:rsidP="00E779E5">
      <w:pPr>
        <w:pStyle w:val="QuestionResponse"/>
        <w:rPr>
          <w:szCs w:val="22"/>
        </w:rPr>
      </w:pPr>
      <w:r w:rsidRPr="002B460C">
        <w:rPr>
          <w:szCs w:val="22"/>
        </w:rPr>
        <w:t>8</w:t>
      </w:r>
      <w:r w:rsidRPr="002B460C">
        <w:rPr>
          <w:szCs w:val="22"/>
        </w:rPr>
        <w:tab/>
        <w:t>Don’t know (DO NOT READ)</w:t>
      </w:r>
    </w:p>
    <w:p w:rsidR="00E779E5" w:rsidRPr="002B460C" w:rsidRDefault="00E779E5" w:rsidP="00E779E5">
      <w:pPr>
        <w:pStyle w:val="QuestionResponseLast"/>
        <w:spacing w:after="0"/>
        <w:rPr>
          <w:szCs w:val="22"/>
        </w:rPr>
      </w:pPr>
      <w:r w:rsidRPr="002B460C">
        <w:rPr>
          <w:szCs w:val="22"/>
        </w:rPr>
        <w:t>9</w:t>
      </w:r>
      <w:r w:rsidRPr="002B460C">
        <w:rPr>
          <w:szCs w:val="22"/>
        </w:rPr>
        <w:tab/>
        <w:t>Refused (DO NOT READ)</w:t>
      </w:r>
    </w:p>
    <w:p w:rsidR="00E779E5" w:rsidRPr="002B460C" w:rsidRDefault="00E779E5" w:rsidP="00E779E5">
      <w:pPr>
        <w:rPr>
          <w:b/>
          <w:strike/>
        </w:rPr>
      </w:pPr>
    </w:p>
    <w:p w:rsidR="00E779E5" w:rsidRPr="002B460C" w:rsidRDefault="00E779E5" w:rsidP="00E779E5">
      <w:pPr>
        <w:pStyle w:val="QuestionInstruction"/>
        <w:spacing w:after="0"/>
        <w:rPr>
          <w:szCs w:val="22"/>
        </w:rPr>
      </w:pPr>
      <w:r w:rsidRPr="002B460C">
        <w:rPr>
          <w:szCs w:val="22"/>
        </w:rPr>
        <w:t>ASK IF FOLLOWED NEWS (Q91=1)</w:t>
      </w:r>
      <w:r w:rsidR="004D357D" w:rsidRPr="002B460C">
        <w:rPr>
          <w:szCs w:val="22"/>
        </w:rPr>
        <w:t xml:space="preserve"> IN ALL COUNTRIES EXCEPT CHINA</w:t>
      </w:r>
      <w:r w:rsidR="00E475C5" w:rsidRPr="002B460C">
        <w:rPr>
          <w:szCs w:val="22"/>
        </w:rPr>
        <w:t>,</w:t>
      </w:r>
      <w:r w:rsidR="002C709A" w:rsidRPr="002B460C">
        <w:rPr>
          <w:szCs w:val="22"/>
        </w:rPr>
        <w:t xml:space="preserve"> EGYPT</w:t>
      </w:r>
      <w:r w:rsidR="00E475C5" w:rsidRPr="002B460C">
        <w:rPr>
          <w:szCs w:val="22"/>
        </w:rPr>
        <w:t>, AND JAPAN</w:t>
      </w:r>
    </w:p>
    <w:p w:rsidR="00E779E5" w:rsidRPr="002B460C" w:rsidRDefault="00E779E5" w:rsidP="00E779E5">
      <w:pPr>
        <w:pStyle w:val="Question"/>
        <w:spacing w:after="0"/>
        <w:rPr>
          <w:i/>
          <w:szCs w:val="22"/>
        </w:rPr>
      </w:pPr>
      <w:r w:rsidRPr="002B460C">
        <w:rPr>
          <w:rFonts w:ascii="Tahoma" w:hAnsi="Tahoma" w:cs="Tahoma"/>
          <w:b/>
          <w:sz w:val="16"/>
          <w:szCs w:val="16"/>
        </w:rPr>
        <w:t>Q92</w:t>
      </w:r>
      <w:r w:rsidRPr="002B460C">
        <w:rPr>
          <w:szCs w:val="22"/>
        </w:rPr>
        <w:tab/>
        <w:t xml:space="preserve">Which of the following best describes your reaction to the demonstrations – were you very excited, somewhat excited, not too excited, or not excited at all? </w:t>
      </w:r>
    </w:p>
    <w:p w:rsidR="00E779E5" w:rsidRPr="002B460C" w:rsidRDefault="00E779E5" w:rsidP="00E779E5">
      <w:pPr>
        <w:pStyle w:val="Question"/>
        <w:spacing w:after="0"/>
        <w:rPr>
          <w:iCs/>
          <w:szCs w:val="22"/>
        </w:rPr>
      </w:pPr>
    </w:p>
    <w:p w:rsidR="00E779E5" w:rsidRPr="002B460C" w:rsidRDefault="00E779E5" w:rsidP="00E779E5">
      <w:pPr>
        <w:pStyle w:val="QuestionResponse"/>
        <w:rPr>
          <w:szCs w:val="22"/>
        </w:rPr>
      </w:pPr>
      <w:r w:rsidRPr="002B460C">
        <w:rPr>
          <w:szCs w:val="22"/>
        </w:rPr>
        <w:t>1</w:t>
      </w:r>
      <w:r w:rsidRPr="002B460C">
        <w:rPr>
          <w:szCs w:val="22"/>
        </w:rPr>
        <w:tab/>
        <w:t>Very excited</w:t>
      </w:r>
    </w:p>
    <w:p w:rsidR="00E779E5" w:rsidRPr="002B460C" w:rsidRDefault="00E779E5" w:rsidP="00E779E5">
      <w:pPr>
        <w:pStyle w:val="QuestionResponse"/>
        <w:rPr>
          <w:szCs w:val="22"/>
        </w:rPr>
      </w:pPr>
      <w:r w:rsidRPr="002B460C">
        <w:rPr>
          <w:szCs w:val="22"/>
        </w:rPr>
        <w:t>2</w:t>
      </w:r>
      <w:r w:rsidRPr="002B460C">
        <w:rPr>
          <w:szCs w:val="22"/>
        </w:rPr>
        <w:tab/>
        <w:t>Somewhat excited</w:t>
      </w:r>
    </w:p>
    <w:p w:rsidR="00E779E5" w:rsidRPr="002B460C" w:rsidRDefault="00E779E5" w:rsidP="00E779E5">
      <w:pPr>
        <w:pStyle w:val="QuestionResponse"/>
        <w:rPr>
          <w:szCs w:val="22"/>
        </w:rPr>
      </w:pPr>
      <w:r w:rsidRPr="002B460C">
        <w:rPr>
          <w:szCs w:val="22"/>
        </w:rPr>
        <w:t>3</w:t>
      </w:r>
      <w:r w:rsidRPr="002B460C">
        <w:rPr>
          <w:szCs w:val="22"/>
        </w:rPr>
        <w:tab/>
        <w:t>Not too excited</w:t>
      </w:r>
    </w:p>
    <w:p w:rsidR="00E779E5" w:rsidRPr="002B460C" w:rsidRDefault="00E779E5" w:rsidP="00E779E5">
      <w:pPr>
        <w:pStyle w:val="QuestionResponse"/>
        <w:rPr>
          <w:szCs w:val="22"/>
        </w:rPr>
      </w:pPr>
      <w:r w:rsidRPr="002B460C">
        <w:rPr>
          <w:szCs w:val="22"/>
        </w:rPr>
        <w:t>4</w:t>
      </w:r>
      <w:r w:rsidRPr="002B460C">
        <w:rPr>
          <w:szCs w:val="22"/>
        </w:rPr>
        <w:tab/>
        <w:t>Not excited at all</w:t>
      </w:r>
    </w:p>
    <w:p w:rsidR="00E779E5" w:rsidRPr="002B460C" w:rsidRDefault="00E779E5" w:rsidP="00E779E5">
      <w:pPr>
        <w:pStyle w:val="QuestionResponse"/>
        <w:rPr>
          <w:szCs w:val="22"/>
        </w:rPr>
      </w:pPr>
      <w:r w:rsidRPr="002B460C">
        <w:rPr>
          <w:szCs w:val="22"/>
        </w:rPr>
        <w:t>8</w:t>
      </w:r>
      <w:r w:rsidRPr="002B460C">
        <w:rPr>
          <w:szCs w:val="22"/>
        </w:rPr>
        <w:tab/>
        <w:t>Don’t know (DO NOT READ)</w:t>
      </w:r>
    </w:p>
    <w:p w:rsidR="00E779E5" w:rsidRPr="002B460C" w:rsidRDefault="00E779E5" w:rsidP="00037947">
      <w:pPr>
        <w:pStyle w:val="QuestionResponseLast"/>
      </w:pPr>
      <w:r w:rsidRPr="002B460C">
        <w:t>9</w:t>
      </w:r>
      <w:r w:rsidRPr="002B460C">
        <w:tab/>
        <w:t>Refused (DO NOT READ)</w:t>
      </w:r>
    </w:p>
    <w:p w:rsidR="00E779E5" w:rsidRPr="002B460C" w:rsidRDefault="00E779E5" w:rsidP="00E779E5">
      <w:pPr>
        <w:pStyle w:val="QuestionInstruction"/>
        <w:spacing w:after="0"/>
        <w:rPr>
          <w:szCs w:val="22"/>
        </w:rPr>
      </w:pPr>
      <w:r w:rsidRPr="002B460C">
        <w:rPr>
          <w:szCs w:val="22"/>
        </w:rPr>
        <w:t>ASK ALL</w:t>
      </w:r>
      <w:r w:rsidR="004D357D" w:rsidRPr="002B460C">
        <w:rPr>
          <w:szCs w:val="22"/>
        </w:rPr>
        <w:t xml:space="preserve"> IN ALL COUNTRIES EXCEPT CHINA</w:t>
      </w:r>
      <w:r w:rsidR="00E475C5" w:rsidRPr="002B460C">
        <w:rPr>
          <w:szCs w:val="22"/>
        </w:rPr>
        <w:t>,</w:t>
      </w:r>
      <w:r w:rsidR="002C709A" w:rsidRPr="002B460C">
        <w:rPr>
          <w:szCs w:val="22"/>
        </w:rPr>
        <w:t xml:space="preserve"> EGYPT</w:t>
      </w:r>
      <w:r w:rsidR="00E475C5" w:rsidRPr="002B460C">
        <w:rPr>
          <w:szCs w:val="22"/>
        </w:rPr>
        <w:t>, AND JAPAN</w:t>
      </w:r>
    </w:p>
    <w:p w:rsidR="00E779E5" w:rsidRPr="002B460C" w:rsidRDefault="00E779E5" w:rsidP="00E779E5">
      <w:pPr>
        <w:pStyle w:val="Question"/>
        <w:spacing w:after="0"/>
        <w:rPr>
          <w:i/>
          <w:szCs w:val="22"/>
        </w:rPr>
      </w:pPr>
      <w:r w:rsidRPr="002B460C">
        <w:rPr>
          <w:rFonts w:ascii="Tahoma" w:hAnsi="Tahoma" w:cs="Tahoma"/>
          <w:b/>
          <w:sz w:val="16"/>
          <w:szCs w:val="16"/>
        </w:rPr>
        <w:t>Q93</w:t>
      </w:r>
      <w:r w:rsidRPr="002B460C">
        <w:rPr>
          <w:szCs w:val="22"/>
        </w:rPr>
        <w:tab/>
        <w:t>Do you think the recent demonstrations in Egypt, Tunisia and other countries in the Middle East will lead to more democracy in the region, or not ?</w:t>
      </w:r>
      <w:r w:rsidRPr="002B460C">
        <w:rPr>
          <w:i/>
          <w:iCs/>
          <w:szCs w:val="22"/>
        </w:rPr>
        <w:t xml:space="preserve"> </w:t>
      </w:r>
    </w:p>
    <w:p w:rsidR="00E779E5" w:rsidRPr="002B460C" w:rsidRDefault="00E779E5" w:rsidP="00E779E5">
      <w:pPr>
        <w:pStyle w:val="Question"/>
        <w:spacing w:after="0"/>
        <w:rPr>
          <w:iCs/>
          <w:szCs w:val="22"/>
        </w:rPr>
      </w:pPr>
    </w:p>
    <w:p w:rsidR="00E779E5" w:rsidRPr="002B460C" w:rsidRDefault="00E779E5" w:rsidP="00E779E5">
      <w:pPr>
        <w:pStyle w:val="QuestionResponse"/>
        <w:rPr>
          <w:szCs w:val="22"/>
        </w:rPr>
      </w:pPr>
      <w:r w:rsidRPr="002B460C">
        <w:rPr>
          <w:szCs w:val="22"/>
        </w:rPr>
        <w:t>1</w:t>
      </w:r>
      <w:r w:rsidRPr="002B460C">
        <w:rPr>
          <w:szCs w:val="22"/>
        </w:rPr>
        <w:tab/>
        <w:t>Yes</w:t>
      </w:r>
    </w:p>
    <w:p w:rsidR="00E779E5" w:rsidRPr="002B460C" w:rsidRDefault="00E779E5" w:rsidP="00E779E5">
      <w:pPr>
        <w:pStyle w:val="QuestionResponse"/>
        <w:rPr>
          <w:szCs w:val="22"/>
        </w:rPr>
      </w:pPr>
      <w:r w:rsidRPr="002B460C">
        <w:rPr>
          <w:szCs w:val="22"/>
        </w:rPr>
        <w:t>2</w:t>
      </w:r>
      <w:r w:rsidRPr="002B460C">
        <w:rPr>
          <w:szCs w:val="22"/>
        </w:rPr>
        <w:tab/>
        <w:t>No</w:t>
      </w:r>
    </w:p>
    <w:p w:rsidR="00E779E5" w:rsidRPr="002B460C" w:rsidRDefault="00E779E5" w:rsidP="00E779E5">
      <w:pPr>
        <w:pStyle w:val="QuestionResponse"/>
        <w:rPr>
          <w:szCs w:val="22"/>
        </w:rPr>
      </w:pPr>
      <w:r w:rsidRPr="002B460C">
        <w:rPr>
          <w:szCs w:val="22"/>
        </w:rPr>
        <w:t>8</w:t>
      </w:r>
      <w:r w:rsidRPr="002B460C">
        <w:rPr>
          <w:szCs w:val="22"/>
        </w:rPr>
        <w:tab/>
        <w:t>Don’t know (DO NOT READ)</w:t>
      </w:r>
    </w:p>
    <w:p w:rsidR="00E779E5" w:rsidRPr="002B460C" w:rsidRDefault="00E779E5" w:rsidP="00E779E5">
      <w:pPr>
        <w:pStyle w:val="QuestionResponseLast"/>
        <w:spacing w:after="0"/>
        <w:rPr>
          <w:szCs w:val="22"/>
        </w:rPr>
      </w:pPr>
      <w:r w:rsidRPr="002B460C">
        <w:rPr>
          <w:szCs w:val="22"/>
        </w:rPr>
        <w:t>9</w:t>
      </w:r>
      <w:r w:rsidRPr="002B460C">
        <w:rPr>
          <w:szCs w:val="22"/>
        </w:rPr>
        <w:tab/>
        <w:t>Refused (DO NOT READ)</w:t>
      </w:r>
    </w:p>
    <w:p w:rsidR="00E779E5" w:rsidRPr="002B460C" w:rsidRDefault="00E779E5" w:rsidP="00E779E5">
      <w:pPr>
        <w:pStyle w:val="QuestionInstruction"/>
        <w:spacing w:after="0"/>
        <w:rPr>
          <w:szCs w:val="22"/>
        </w:rPr>
      </w:pPr>
    </w:p>
    <w:p w:rsidR="00E779E5" w:rsidRPr="002B460C" w:rsidRDefault="00214D13" w:rsidP="00214D13">
      <w:pPr>
        <w:pStyle w:val="Question"/>
        <w:rPr>
          <w:rFonts w:ascii="Tahoma" w:hAnsi="Tahoma" w:cs="Tahoma"/>
          <w:b/>
          <w:sz w:val="16"/>
          <w:szCs w:val="16"/>
        </w:rPr>
      </w:pPr>
      <w:r w:rsidRPr="002B460C">
        <w:rPr>
          <w:rFonts w:ascii="Tahoma" w:hAnsi="Tahoma" w:cs="Tahoma"/>
          <w:b/>
          <w:sz w:val="16"/>
          <w:szCs w:val="16"/>
        </w:rPr>
        <w:t>Q94</w:t>
      </w:r>
      <w:r w:rsidRPr="002B460C">
        <w:rPr>
          <w:rFonts w:ascii="Tahoma" w:hAnsi="Tahoma" w:cs="Tahoma"/>
          <w:b/>
          <w:sz w:val="16"/>
          <w:szCs w:val="16"/>
        </w:rPr>
        <w:tab/>
        <w:t>NOT ASKED</w:t>
      </w:r>
    </w:p>
    <w:p w:rsidR="00B01DCC" w:rsidRPr="002B460C" w:rsidRDefault="00B01DCC" w:rsidP="00B01DCC">
      <w:pPr>
        <w:pStyle w:val="QuestionInstruction"/>
        <w:spacing w:after="0"/>
        <w:ind w:left="0" w:firstLine="720"/>
        <w:rPr>
          <w:szCs w:val="22"/>
        </w:rPr>
      </w:pPr>
      <w:r w:rsidRPr="002B460C">
        <w:rPr>
          <w:szCs w:val="22"/>
        </w:rPr>
        <w:t>ASK ALL IN EGYPT ONLY</w:t>
      </w:r>
    </w:p>
    <w:p w:rsidR="00B01DCC" w:rsidRPr="002B460C" w:rsidRDefault="00B01DCC" w:rsidP="00B01DCC">
      <w:pPr>
        <w:pStyle w:val="Question"/>
        <w:rPr>
          <w:i/>
          <w:iCs/>
          <w:szCs w:val="22"/>
        </w:rPr>
      </w:pPr>
      <w:r w:rsidRPr="002B460C">
        <w:rPr>
          <w:rFonts w:ascii="Tahoma" w:hAnsi="Tahoma" w:cs="Tahoma"/>
          <w:b/>
          <w:sz w:val="16"/>
          <w:szCs w:val="16"/>
        </w:rPr>
        <w:t>EGY12</w:t>
      </w:r>
      <w:r w:rsidRPr="002B460C">
        <w:rPr>
          <w:szCs w:val="22"/>
        </w:rPr>
        <w:tab/>
        <w:t>Thinking about Egypt’s future, how important is it that (INSERT).  Is it very important, somewhat important, not too important or not important at all? And how important is (INSERT)?</w:t>
      </w:r>
      <w:r w:rsidRPr="002B460C">
        <w:rPr>
          <w:b/>
          <w:szCs w:val="22"/>
        </w:rPr>
        <w:t xml:space="preserve"> </w:t>
      </w:r>
    </w:p>
    <w:p w:rsidR="00B01DCC" w:rsidRPr="002B460C" w:rsidRDefault="00B01DCC" w:rsidP="00B01DCC">
      <w:pPr>
        <w:pStyle w:val="QuestionList"/>
      </w:pPr>
      <w:r w:rsidRPr="002B460C">
        <w:rPr>
          <w:rFonts w:ascii="Tahoma" w:hAnsi="Tahoma" w:cs="Tahoma"/>
          <w:b/>
          <w:sz w:val="16"/>
          <w:szCs w:val="16"/>
        </w:rPr>
        <w:t>a.</w:t>
      </w:r>
      <w:r w:rsidRPr="002B460C">
        <w:tab/>
        <w:t>anyone can openly criticize the government</w:t>
      </w:r>
    </w:p>
    <w:p w:rsidR="00B01DCC" w:rsidRPr="002B460C" w:rsidRDefault="00B01DCC" w:rsidP="00B01DCC">
      <w:pPr>
        <w:pStyle w:val="QuestionList"/>
      </w:pPr>
      <w:r w:rsidRPr="002B460C">
        <w:rPr>
          <w:rFonts w:ascii="Tahoma" w:hAnsi="Tahoma" w:cs="Tahoma"/>
          <w:b/>
          <w:sz w:val="16"/>
          <w:szCs w:val="16"/>
        </w:rPr>
        <w:t>b.</w:t>
      </w:r>
      <w:r w:rsidRPr="002B460C">
        <w:tab/>
        <w:t>honest elections are held regularly with a choice of at least two political parties</w:t>
      </w:r>
    </w:p>
    <w:p w:rsidR="00B01DCC" w:rsidRPr="002B460C" w:rsidRDefault="00B01DCC" w:rsidP="00B01DCC">
      <w:pPr>
        <w:pStyle w:val="QuestionList"/>
      </w:pPr>
      <w:r w:rsidRPr="002B460C">
        <w:rPr>
          <w:rFonts w:ascii="Tahoma" w:hAnsi="Tahoma" w:cs="Tahoma"/>
          <w:b/>
          <w:sz w:val="16"/>
          <w:szCs w:val="16"/>
        </w:rPr>
        <w:t>c.</w:t>
      </w:r>
      <w:r w:rsidRPr="002B460C">
        <w:tab/>
        <w:t>there is a judicial system that treats everyone in the same way</w:t>
      </w:r>
    </w:p>
    <w:p w:rsidR="00B01DCC" w:rsidRPr="002B460C" w:rsidRDefault="00B01DCC" w:rsidP="00B01DCC">
      <w:pPr>
        <w:pStyle w:val="QuestionList"/>
      </w:pPr>
      <w:r w:rsidRPr="002B460C">
        <w:rPr>
          <w:rFonts w:ascii="Tahoma" w:hAnsi="Tahoma" w:cs="Tahoma"/>
          <w:b/>
          <w:sz w:val="16"/>
          <w:szCs w:val="16"/>
        </w:rPr>
        <w:t>d.</w:t>
      </w:r>
      <w:r w:rsidRPr="002B460C">
        <w:tab/>
        <w:t>the military is under the control of civilian leaders</w:t>
      </w:r>
    </w:p>
    <w:p w:rsidR="00B01DCC" w:rsidRPr="002B460C" w:rsidRDefault="00B01DCC" w:rsidP="00B01DCC">
      <w:pPr>
        <w:pStyle w:val="QuestionList"/>
      </w:pPr>
      <w:r w:rsidRPr="002B460C">
        <w:rPr>
          <w:rFonts w:ascii="Tahoma" w:hAnsi="Tahoma" w:cs="Tahoma"/>
          <w:b/>
          <w:sz w:val="16"/>
          <w:szCs w:val="16"/>
        </w:rPr>
        <w:t>e.</w:t>
      </w:r>
      <w:r w:rsidRPr="002B460C">
        <w:tab/>
        <w:t>Copts and other religious minorities can practice their religion freely</w:t>
      </w:r>
    </w:p>
    <w:p w:rsidR="00B01DCC" w:rsidRPr="002B460C" w:rsidRDefault="00B01DCC" w:rsidP="00B01DCC">
      <w:pPr>
        <w:pStyle w:val="QuestionList"/>
      </w:pPr>
      <w:r w:rsidRPr="002B460C">
        <w:rPr>
          <w:rFonts w:ascii="Tahoma" w:hAnsi="Tahoma" w:cs="Tahoma"/>
          <w:b/>
          <w:sz w:val="16"/>
          <w:szCs w:val="16"/>
        </w:rPr>
        <w:t>f.</w:t>
      </w:r>
      <w:r w:rsidRPr="002B460C">
        <w:tab/>
        <w:t>religious parties are allowed to be part of the government</w:t>
      </w:r>
    </w:p>
    <w:p w:rsidR="00B01DCC" w:rsidRPr="002B460C" w:rsidRDefault="00B01DCC" w:rsidP="00B01DCC">
      <w:pPr>
        <w:pStyle w:val="QuestionList"/>
      </w:pPr>
      <w:r w:rsidRPr="002B460C">
        <w:rPr>
          <w:rFonts w:ascii="Tahoma" w:hAnsi="Tahoma" w:cs="Tahoma"/>
          <w:b/>
          <w:sz w:val="16"/>
          <w:szCs w:val="16"/>
        </w:rPr>
        <w:t>g.</w:t>
      </w:r>
      <w:r w:rsidRPr="002B460C">
        <w:tab/>
        <w:t>economic conditions improve</w:t>
      </w:r>
    </w:p>
    <w:p w:rsidR="00B01DCC" w:rsidRPr="002B460C" w:rsidRDefault="00B01DCC" w:rsidP="00B01DCC">
      <w:pPr>
        <w:pStyle w:val="QuestionList"/>
      </w:pPr>
      <w:r w:rsidRPr="002B460C">
        <w:rPr>
          <w:rFonts w:ascii="Tahoma" w:hAnsi="Tahoma" w:cs="Tahoma"/>
          <w:b/>
          <w:sz w:val="16"/>
          <w:szCs w:val="16"/>
        </w:rPr>
        <w:t>h.</w:t>
      </w:r>
      <w:r w:rsidRPr="002B460C">
        <w:tab/>
        <w:t>women have the same rights as men</w:t>
      </w:r>
    </w:p>
    <w:p w:rsidR="00B01DCC" w:rsidRPr="002B460C" w:rsidRDefault="00B01DCC" w:rsidP="00B01DCC">
      <w:pPr>
        <w:pStyle w:val="QuestionList"/>
      </w:pPr>
      <w:r w:rsidRPr="002B460C">
        <w:rPr>
          <w:rFonts w:ascii="Tahoma" w:hAnsi="Tahoma" w:cs="Tahoma"/>
          <w:b/>
          <w:sz w:val="16"/>
          <w:szCs w:val="16"/>
        </w:rPr>
        <w:t>i.</w:t>
      </w:r>
      <w:r w:rsidRPr="002B460C">
        <w:tab/>
        <w:t>law and order be maintained</w:t>
      </w:r>
    </w:p>
    <w:p w:rsidR="00B01DCC" w:rsidRPr="002B460C" w:rsidRDefault="00B01DCC" w:rsidP="00B01DCC">
      <w:pPr>
        <w:pStyle w:val="QuestionList"/>
        <w:ind w:left="720" w:firstLine="0"/>
        <w:rPr>
          <w:szCs w:val="22"/>
        </w:rPr>
      </w:pPr>
    </w:p>
    <w:p w:rsidR="00B01DCC" w:rsidRPr="002B460C" w:rsidRDefault="00B01DCC" w:rsidP="00B01DCC">
      <w:pPr>
        <w:pStyle w:val="QuestionResponse"/>
        <w:numPr>
          <w:ilvl w:val="0"/>
          <w:numId w:val="15"/>
        </w:numPr>
        <w:rPr>
          <w:szCs w:val="22"/>
        </w:rPr>
      </w:pPr>
      <w:r w:rsidRPr="002B460C">
        <w:rPr>
          <w:szCs w:val="22"/>
        </w:rPr>
        <w:t>Very important</w:t>
      </w:r>
    </w:p>
    <w:p w:rsidR="00B01DCC" w:rsidRPr="002B460C" w:rsidRDefault="00B01DCC" w:rsidP="00B01DCC">
      <w:pPr>
        <w:pStyle w:val="QuestionResponse"/>
        <w:numPr>
          <w:ilvl w:val="0"/>
          <w:numId w:val="15"/>
        </w:numPr>
        <w:rPr>
          <w:szCs w:val="22"/>
        </w:rPr>
      </w:pPr>
      <w:r w:rsidRPr="002B460C">
        <w:rPr>
          <w:szCs w:val="22"/>
        </w:rPr>
        <w:t>Somewhat important</w:t>
      </w:r>
    </w:p>
    <w:p w:rsidR="00B01DCC" w:rsidRPr="002B460C" w:rsidRDefault="00B01DCC" w:rsidP="00B01DCC">
      <w:pPr>
        <w:pStyle w:val="QuestionResponse"/>
        <w:numPr>
          <w:ilvl w:val="0"/>
          <w:numId w:val="15"/>
        </w:numPr>
        <w:rPr>
          <w:szCs w:val="22"/>
        </w:rPr>
      </w:pPr>
      <w:r w:rsidRPr="002B460C">
        <w:rPr>
          <w:szCs w:val="22"/>
        </w:rPr>
        <w:t>Not too important</w:t>
      </w:r>
    </w:p>
    <w:p w:rsidR="00B01DCC" w:rsidRPr="002B460C" w:rsidRDefault="00B01DCC" w:rsidP="00B01DCC">
      <w:pPr>
        <w:pStyle w:val="QuestionResponse"/>
        <w:numPr>
          <w:ilvl w:val="0"/>
          <w:numId w:val="15"/>
        </w:numPr>
        <w:rPr>
          <w:szCs w:val="22"/>
        </w:rPr>
      </w:pPr>
      <w:r w:rsidRPr="002B460C">
        <w:rPr>
          <w:szCs w:val="22"/>
        </w:rPr>
        <w:t>Not important at all</w:t>
      </w:r>
    </w:p>
    <w:p w:rsidR="00B01DCC" w:rsidRPr="002B460C" w:rsidRDefault="00B01DCC" w:rsidP="00B01DCC">
      <w:pPr>
        <w:pStyle w:val="QuestionResponse"/>
        <w:ind w:left="720" w:firstLine="0"/>
        <w:rPr>
          <w:szCs w:val="22"/>
        </w:rPr>
      </w:pPr>
      <w:r w:rsidRPr="002B460C">
        <w:rPr>
          <w:szCs w:val="22"/>
        </w:rPr>
        <w:t>8</w:t>
      </w:r>
      <w:r w:rsidRPr="002B460C">
        <w:rPr>
          <w:szCs w:val="22"/>
        </w:rPr>
        <w:tab/>
        <w:t>Don’t know (DO NOT READ)</w:t>
      </w:r>
    </w:p>
    <w:p w:rsidR="00B01DCC" w:rsidRPr="002B460C" w:rsidRDefault="00B01DCC" w:rsidP="00B01DCC">
      <w:pPr>
        <w:pStyle w:val="QuestionResponse"/>
        <w:ind w:left="720" w:firstLine="0"/>
        <w:rPr>
          <w:szCs w:val="22"/>
        </w:rPr>
      </w:pPr>
      <w:r w:rsidRPr="002B460C">
        <w:rPr>
          <w:szCs w:val="22"/>
        </w:rPr>
        <w:t>9</w:t>
      </w:r>
      <w:r w:rsidRPr="002B460C">
        <w:rPr>
          <w:szCs w:val="22"/>
        </w:rPr>
        <w:tab/>
        <w:t>Refused (DO NOT READ</w:t>
      </w:r>
    </w:p>
    <w:p w:rsidR="00B01DCC" w:rsidRPr="002B460C" w:rsidRDefault="00B01DCC" w:rsidP="00B01DCC">
      <w:pPr>
        <w:pStyle w:val="QuestionResponse"/>
        <w:ind w:left="720" w:firstLine="0"/>
        <w:rPr>
          <w:szCs w:val="22"/>
        </w:rPr>
      </w:pPr>
    </w:p>
    <w:p w:rsidR="00B01DCC" w:rsidRPr="002B460C" w:rsidRDefault="00B01DCC" w:rsidP="00B01DCC">
      <w:pPr>
        <w:pStyle w:val="QuestionInstruction"/>
        <w:spacing w:after="0"/>
        <w:rPr>
          <w:szCs w:val="22"/>
        </w:rPr>
      </w:pPr>
    </w:p>
    <w:p w:rsidR="00B01DCC" w:rsidRPr="002B460C" w:rsidRDefault="00B01DCC" w:rsidP="00B01DCC">
      <w:pPr>
        <w:pStyle w:val="QuestionInstruction"/>
        <w:spacing w:after="0"/>
        <w:ind w:left="0" w:firstLine="720"/>
        <w:rPr>
          <w:szCs w:val="22"/>
        </w:rPr>
      </w:pPr>
      <w:r w:rsidRPr="002B460C">
        <w:rPr>
          <w:szCs w:val="22"/>
        </w:rPr>
        <w:t>ASK ALL IN EGYPT ONLY</w:t>
      </w:r>
    </w:p>
    <w:p w:rsidR="00B01DCC" w:rsidRPr="002B460C" w:rsidRDefault="00B01DCC" w:rsidP="00B01DCC">
      <w:pPr>
        <w:pStyle w:val="QuestionResponseLast"/>
        <w:spacing w:after="0"/>
        <w:ind w:left="720"/>
        <w:rPr>
          <w:i/>
          <w:szCs w:val="22"/>
        </w:rPr>
      </w:pPr>
      <w:r w:rsidRPr="002B460C">
        <w:rPr>
          <w:rFonts w:ascii="Tahoma" w:hAnsi="Tahoma" w:cs="Tahoma"/>
          <w:b/>
          <w:sz w:val="16"/>
          <w:szCs w:val="16"/>
        </w:rPr>
        <w:t>EGY13</w:t>
      </w:r>
      <w:r w:rsidRPr="002B460C">
        <w:rPr>
          <w:szCs w:val="22"/>
        </w:rPr>
        <w:tab/>
        <w:t xml:space="preserve">How likely is it that the next elections will be free and fair, with a choice of at least two parties? </w:t>
      </w:r>
    </w:p>
    <w:p w:rsidR="00B01DCC" w:rsidRPr="002B460C" w:rsidRDefault="00B01DCC" w:rsidP="00B01DCC">
      <w:pPr>
        <w:pStyle w:val="QuestionResponseLast"/>
        <w:spacing w:after="0"/>
        <w:ind w:left="0" w:firstLine="0"/>
        <w:rPr>
          <w:i/>
          <w:szCs w:val="22"/>
        </w:rPr>
      </w:pPr>
    </w:p>
    <w:p w:rsidR="00B01DCC" w:rsidRPr="002B460C" w:rsidRDefault="00B01DCC" w:rsidP="00B01DCC">
      <w:pPr>
        <w:pStyle w:val="QuestionResponse"/>
        <w:rPr>
          <w:szCs w:val="22"/>
        </w:rPr>
      </w:pPr>
      <w:r w:rsidRPr="002B460C">
        <w:rPr>
          <w:szCs w:val="22"/>
        </w:rPr>
        <w:t>1</w:t>
      </w:r>
      <w:r w:rsidRPr="002B460C">
        <w:rPr>
          <w:szCs w:val="22"/>
        </w:rPr>
        <w:tab/>
        <w:t xml:space="preserve">Very likely </w:t>
      </w:r>
    </w:p>
    <w:p w:rsidR="00B01DCC" w:rsidRPr="002B460C" w:rsidRDefault="00B01DCC" w:rsidP="00B01DCC">
      <w:pPr>
        <w:pStyle w:val="QuestionResponse"/>
        <w:rPr>
          <w:szCs w:val="22"/>
        </w:rPr>
      </w:pPr>
      <w:r w:rsidRPr="002B460C">
        <w:rPr>
          <w:szCs w:val="22"/>
        </w:rPr>
        <w:t>2</w:t>
      </w:r>
      <w:r w:rsidRPr="002B460C">
        <w:rPr>
          <w:szCs w:val="22"/>
        </w:rPr>
        <w:tab/>
        <w:t>Somewhat likely</w:t>
      </w:r>
    </w:p>
    <w:p w:rsidR="00B01DCC" w:rsidRPr="002B460C" w:rsidRDefault="00B01DCC" w:rsidP="00B01DCC">
      <w:pPr>
        <w:pStyle w:val="QuestionResponse"/>
        <w:rPr>
          <w:szCs w:val="22"/>
        </w:rPr>
      </w:pPr>
      <w:r w:rsidRPr="002B460C">
        <w:rPr>
          <w:szCs w:val="22"/>
        </w:rPr>
        <w:t>3</w:t>
      </w:r>
      <w:r w:rsidRPr="002B460C">
        <w:rPr>
          <w:szCs w:val="22"/>
        </w:rPr>
        <w:tab/>
        <w:t>Not too likely</w:t>
      </w:r>
    </w:p>
    <w:p w:rsidR="00B01DCC" w:rsidRPr="002B460C" w:rsidRDefault="00B01DCC" w:rsidP="00B01DCC">
      <w:pPr>
        <w:pStyle w:val="QuestionResponse"/>
        <w:rPr>
          <w:szCs w:val="22"/>
        </w:rPr>
      </w:pPr>
      <w:r w:rsidRPr="002B460C">
        <w:rPr>
          <w:szCs w:val="22"/>
        </w:rPr>
        <w:t>4</w:t>
      </w:r>
      <w:r w:rsidRPr="002B460C">
        <w:rPr>
          <w:szCs w:val="22"/>
        </w:rPr>
        <w:tab/>
        <w:t>Not at all likely</w:t>
      </w:r>
    </w:p>
    <w:p w:rsidR="00B01DCC" w:rsidRPr="002B460C" w:rsidRDefault="00B01DCC" w:rsidP="00B01DCC">
      <w:pPr>
        <w:pStyle w:val="QuestionResponse"/>
        <w:rPr>
          <w:szCs w:val="22"/>
        </w:rPr>
      </w:pPr>
      <w:r w:rsidRPr="002B460C">
        <w:rPr>
          <w:szCs w:val="22"/>
        </w:rPr>
        <w:t>8</w:t>
      </w:r>
      <w:r w:rsidRPr="002B460C">
        <w:rPr>
          <w:szCs w:val="22"/>
        </w:rPr>
        <w:tab/>
        <w:t>Don’t know (DO NOT READ)</w:t>
      </w:r>
    </w:p>
    <w:p w:rsidR="00B01DCC" w:rsidRPr="002B460C" w:rsidRDefault="00B01DCC" w:rsidP="00B01DCC">
      <w:pPr>
        <w:pStyle w:val="QuestionResponseLast"/>
        <w:spacing w:after="0"/>
        <w:rPr>
          <w:szCs w:val="22"/>
        </w:rPr>
      </w:pPr>
      <w:r w:rsidRPr="002B460C">
        <w:rPr>
          <w:szCs w:val="22"/>
        </w:rPr>
        <w:t>9</w:t>
      </w:r>
      <w:r w:rsidRPr="002B460C">
        <w:rPr>
          <w:szCs w:val="22"/>
        </w:rPr>
        <w:tab/>
        <w:t>Refused (DO NOT READ)</w:t>
      </w:r>
    </w:p>
    <w:p w:rsidR="00B01DCC" w:rsidRPr="002B460C" w:rsidRDefault="00B01DCC" w:rsidP="00B01DCC">
      <w:pPr>
        <w:pStyle w:val="QuestionResponseLast"/>
        <w:spacing w:after="0"/>
        <w:rPr>
          <w:strike/>
          <w:szCs w:val="22"/>
        </w:rPr>
      </w:pPr>
    </w:p>
    <w:p w:rsidR="00B01DCC" w:rsidRPr="002B460C" w:rsidRDefault="00B01DCC" w:rsidP="00B01DCC">
      <w:pPr>
        <w:pStyle w:val="QuestionInstruction"/>
        <w:spacing w:after="0"/>
        <w:ind w:left="0" w:firstLine="720"/>
        <w:rPr>
          <w:szCs w:val="22"/>
        </w:rPr>
      </w:pPr>
      <w:r w:rsidRPr="002B460C">
        <w:rPr>
          <w:szCs w:val="22"/>
        </w:rPr>
        <w:t>ASK ALL IN EGYPT ONLY</w:t>
      </w:r>
    </w:p>
    <w:p w:rsidR="00B01DCC" w:rsidRPr="002B460C" w:rsidRDefault="00B01DCC" w:rsidP="00B01DCC">
      <w:pPr>
        <w:pStyle w:val="Question"/>
        <w:rPr>
          <w:i/>
          <w:iCs/>
          <w:szCs w:val="22"/>
        </w:rPr>
      </w:pPr>
      <w:r w:rsidRPr="002B460C">
        <w:rPr>
          <w:rFonts w:ascii="Tahoma" w:hAnsi="Tahoma" w:cs="Tahoma"/>
          <w:b/>
          <w:sz w:val="16"/>
          <w:szCs w:val="16"/>
        </w:rPr>
        <w:t>EGY14</w:t>
      </w:r>
      <w:r w:rsidRPr="002B460C">
        <w:rPr>
          <w:szCs w:val="22"/>
        </w:rPr>
        <w:tab/>
        <w:t xml:space="preserve">Which is more important to you </w:t>
      </w:r>
      <w:r w:rsidRPr="002B460C">
        <w:rPr>
          <w:i/>
          <w:szCs w:val="22"/>
        </w:rPr>
        <w:t>(READ)</w:t>
      </w:r>
      <w:r w:rsidRPr="002B460C">
        <w:rPr>
          <w:szCs w:val="22"/>
        </w:rPr>
        <w:t xml:space="preserve">? </w:t>
      </w:r>
    </w:p>
    <w:p w:rsidR="00B01DCC" w:rsidRPr="002B460C" w:rsidRDefault="00B01DCC" w:rsidP="00B01DCC">
      <w:pPr>
        <w:pStyle w:val="QuestionResponse"/>
        <w:rPr>
          <w:b/>
          <w:szCs w:val="22"/>
        </w:rPr>
      </w:pPr>
      <w:r w:rsidRPr="002B460C">
        <w:rPr>
          <w:szCs w:val="22"/>
        </w:rPr>
        <w:t>1</w:t>
      </w:r>
      <w:r w:rsidRPr="002B460C">
        <w:rPr>
          <w:szCs w:val="22"/>
        </w:rPr>
        <w:tab/>
        <w:t>That Egypt has a democratic government, even if there is some risk of political instability OR</w:t>
      </w:r>
    </w:p>
    <w:p w:rsidR="00B01DCC" w:rsidRPr="002B460C" w:rsidRDefault="00B01DCC" w:rsidP="00B01DCC">
      <w:pPr>
        <w:pStyle w:val="QuestionResponse"/>
        <w:rPr>
          <w:szCs w:val="22"/>
        </w:rPr>
      </w:pPr>
      <w:r w:rsidRPr="002B460C">
        <w:rPr>
          <w:szCs w:val="22"/>
        </w:rPr>
        <w:t>2</w:t>
      </w:r>
      <w:r w:rsidRPr="002B460C">
        <w:rPr>
          <w:szCs w:val="22"/>
        </w:rPr>
        <w:tab/>
        <w:t>That Egypt has a stable government, even if there is a risk it will not be fully democratic</w:t>
      </w:r>
    </w:p>
    <w:p w:rsidR="00B01DCC" w:rsidRPr="002B460C" w:rsidRDefault="00B01DCC" w:rsidP="00B01DCC">
      <w:pPr>
        <w:pStyle w:val="QuestionResponse"/>
        <w:rPr>
          <w:szCs w:val="22"/>
        </w:rPr>
      </w:pPr>
      <w:r w:rsidRPr="002B460C">
        <w:rPr>
          <w:szCs w:val="22"/>
        </w:rPr>
        <w:t>8</w:t>
      </w:r>
      <w:r w:rsidRPr="002B460C">
        <w:rPr>
          <w:szCs w:val="22"/>
        </w:rPr>
        <w:tab/>
        <w:t>Don’t know (DO NOT READ)</w:t>
      </w:r>
    </w:p>
    <w:p w:rsidR="00B01DCC" w:rsidRPr="002B460C" w:rsidRDefault="00B01DCC" w:rsidP="00B01DCC">
      <w:pPr>
        <w:pStyle w:val="QuestionResponseLast"/>
        <w:spacing w:after="0"/>
        <w:rPr>
          <w:szCs w:val="22"/>
        </w:rPr>
      </w:pPr>
      <w:r w:rsidRPr="002B460C">
        <w:rPr>
          <w:szCs w:val="22"/>
        </w:rPr>
        <w:t>9</w:t>
      </w:r>
      <w:r w:rsidRPr="002B460C">
        <w:rPr>
          <w:szCs w:val="22"/>
        </w:rPr>
        <w:tab/>
        <w:t>Refused (DO NOT READ)</w:t>
      </w:r>
    </w:p>
    <w:p w:rsidR="00B01DCC" w:rsidRPr="002B460C" w:rsidRDefault="00B01DCC" w:rsidP="00B01DCC">
      <w:pPr>
        <w:pStyle w:val="QuestionResponse"/>
        <w:ind w:left="720" w:firstLine="0"/>
        <w:rPr>
          <w:szCs w:val="22"/>
        </w:rPr>
      </w:pPr>
    </w:p>
    <w:p w:rsidR="00B01DCC" w:rsidRPr="002B460C" w:rsidRDefault="00B01DCC" w:rsidP="00B01DCC">
      <w:pPr>
        <w:pStyle w:val="QuestionResponseLast"/>
      </w:pPr>
    </w:p>
    <w:p w:rsidR="00B01DCC" w:rsidRPr="002B460C" w:rsidRDefault="00B01DCC" w:rsidP="00B01DCC">
      <w:pPr>
        <w:pStyle w:val="QuestionInstruction"/>
        <w:spacing w:before="0" w:after="0"/>
        <w:rPr>
          <w:szCs w:val="22"/>
        </w:rPr>
      </w:pPr>
      <w:r w:rsidRPr="002B460C">
        <w:rPr>
          <w:szCs w:val="22"/>
        </w:rPr>
        <w:lastRenderedPageBreak/>
        <w:t>ASK ALL  IN EGYPT ONLY</w:t>
      </w:r>
    </w:p>
    <w:p w:rsidR="00B01DCC" w:rsidRPr="002B460C" w:rsidRDefault="00B01DCC" w:rsidP="00B01DCC">
      <w:pPr>
        <w:pStyle w:val="QuestionResponseLast"/>
        <w:spacing w:after="0"/>
        <w:ind w:left="720"/>
        <w:rPr>
          <w:i/>
          <w:szCs w:val="22"/>
        </w:rPr>
      </w:pPr>
      <w:r w:rsidRPr="002B460C">
        <w:rPr>
          <w:rFonts w:ascii="Tahoma" w:hAnsi="Tahoma" w:cs="Tahoma"/>
          <w:b/>
          <w:sz w:val="16"/>
          <w:szCs w:val="16"/>
        </w:rPr>
        <w:t>EGY1</w:t>
      </w:r>
      <w:r w:rsidR="00A63227" w:rsidRPr="002B460C">
        <w:rPr>
          <w:rFonts w:ascii="Tahoma" w:hAnsi="Tahoma" w:cs="Tahoma"/>
          <w:b/>
          <w:sz w:val="16"/>
          <w:szCs w:val="16"/>
        </w:rPr>
        <w:t>5</w:t>
      </w:r>
      <w:r w:rsidRPr="002B460C">
        <w:rPr>
          <w:rFonts w:ascii="Tahoma" w:hAnsi="Tahoma" w:cs="Tahoma"/>
          <w:b/>
          <w:szCs w:val="22"/>
        </w:rPr>
        <w:tab/>
      </w:r>
      <w:r w:rsidRPr="002B460C">
        <w:rPr>
          <w:szCs w:val="22"/>
        </w:rPr>
        <w:t xml:space="preserve">Which of the following groups would you most like to see lead the next government? </w:t>
      </w:r>
      <w:r w:rsidRPr="002B460C">
        <w:rPr>
          <w:i/>
          <w:szCs w:val="22"/>
        </w:rPr>
        <w:t>(SHOW CARD)</w:t>
      </w:r>
      <w:r w:rsidRPr="002B460C">
        <w:rPr>
          <w:szCs w:val="22"/>
        </w:rPr>
        <w:t xml:space="preserve">  </w:t>
      </w:r>
    </w:p>
    <w:p w:rsidR="00B01DCC" w:rsidRPr="002B460C" w:rsidRDefault="00B01DCC" w:rsidP="00B01DCC">
      <w:pPr>
        <w:pStyle w:val="QuestionResponseLast"/>
        <w:spacing w:after="0"/>
        <w:ind w:left="720"/>
        <w:rPr>
          <w:szCs w:val="22"/>
        </w:rPr>
      </w:pPr>
    </w:p>
    <w:p w:rsidR="00B01DCC" w:rsidRPr="002B460C" w:rsidRDefault="00B01DCC" w:rsidP="00B01DCC">
      <w:pPr>
        <w:pStyle w:val="QuestionResponseLast"/>
        <w:spacing w:after="0"/>
        <w:ind w:left="720" w:firstLine="0"/>
        <w:rPr>
          <w:szCs w:val="22"/>
        </w:rPr>
      </w:pPr>
      <w:r w:rsidRPr="002B460C">
        <w:rPr>
          <w:szCs w:val="22"/>
        </w:rPr>
        <w:t>1</w:t>
      </w:r>
      <w:r w:rsidRPr="002B460C">
        <w:rPr>
          <w:szCs w:val="22"/>
        </w:rPr>
        <w:tab/>
        <w:t>The Muslim Brotherhood</w:t>
      </w:r>
    </w:p>
    <w:p w:rsidR="00B01DCC" w:rsidRPr="002B460C" w:rsidRDefault="00B01DCC" w:rsidP="00B01DCC">
      <w:pPr>
        <w:pStyle w:val="QuestionResponseLast"/>
        <w:spacing w:after="0"/>
        <w:ind w:left="720" w:firstLine="0"/>
        <w:rPr>
          <w:szCs w:val="22"/>
        </w:rPr>
      </w:pPr>
      <w:r w:rsidRPr="002B460C">
        <w:rPr>
          <w:szCs w:val="22"/>
        </w:rPr>
        <w:t>2</w:t>
      </w:r>
      <w:r w:rsidRPr="002B460C">
        <w:rPr>
          <w:szCs w:val="22"/>
        </w:rPr>
        <w:tab/>
        <w:t xml:space="preserve">The New </w:t>
      </w:r>
      <w:proofErr w:type="spellStart"/>
      <w:r w:rsidRPr="002B460C">
        <w:rPr>
          <w:szCs w:val="22"/>
        </w:rPr>
        <w:t>Wafd</w:t>
      </w:r>
      <w:proofErr w:type="spellEnd"/>
      <w:r w:rsidRPr="002B460C">
        <w:rPr>
          <w:szCs w:val="22"/>
        </w:rPr>
        <w:t xml:space="preserve"> Party</w:t>
      </w:r>
    </w:p>
    <w:p w:rsidR="00B01DCC" w:rsidRPr="002B460C" w:rsidRDefault="00B01DCC" w:rsidP="00B01DCC">
      <w:pPr>
        <w:pStyle w:val="QuestionResponseLast"/>
        <w:spacing w:after="0"/>
        <w:ind w:left="720" w:firstLine="0"/>
        <w:rPr>
          <w:szCs w:val="22"/>
        </w:rPr>
      </w:pPr>
      <w:r w:rsidRPr="002B460C">
        <w:rPr>
          <w:szCs w:val="22"/>
        </w:rPr>
        <w:t>3</w:t>
      </w:r>
      <w:r w:rsidRPr="002B460C">
        <w:rPr>
          <w:szCs w:val="22"/>
        </w:rPr>
        <w:tab/>
        <w:t xml:space="preserve">The </w:t>
      </w:r>
      <w:proofErr w:type="spellStart"/>
      <w:r w:rsidRPr="002B460C">
        <w:rPr>
          <w:szCs w:val="22"/>
        </w:rPr>
        <w:t>Tagammu</w:t>
      </w:r>
      <w:proofErr w:type="spellEnd"/>
      <w:r w:rsidRPr="002B460C">
        <w:rPr>
          <w:szCs w:val="22"/>
        </w:rPr>
        <w:t xml:space="preserve"> Party</w:t>
      </w:r>
    </w:p>
    <w:p w:rsidR="00B01DCC" w:rsidRPr="002B460C" w:rsidRDefault="00B01DCC" w:rsidP="00B01DCC">
      <w:pPr>
        <w:pStyle w:val="QuestionResponseLast"/>
        <w:spacing w:after="0"/>
        <w:ind w:left="720" w:firstLine="0"/>
        <w:rPr>
          <w:szCs w:val="22"/>
        </w:rPr>
      </w:pPr>
      <w:r w:rsidRPr="002B460C">
        <w:rPr>
          <w:szCs w:val="22"/>
        </w:rPr>
        <w:t>4</w:t>
      </w:r>
      <w:r w:rsidRPr="002B460C">
        <w:rPr>
          <w:szCs w:val="22"/>
        </w:rPr>
        <w:tab/>
        <w:t>The National Democratic party</w:t>
      </w:r>
    </w:p>
    <w:p w:rsidR="00B01DCC" w:rsidRPr="002B460C" w:rsidRDefault="00B01DCC" w:rsidP="00B01DCC">
      <w:pPr>
        <w:pStyle w:val="QuestionResponseLast"/>
        <w:spacing w:after="0"/>
        <w:ind w:left="720" w:firstLine="0"/>
        <w:rPr>
          <w:szCs w:val="22"/>
        </w:rPr>
      </w:pPr>
      <w:r w:rsidRPr="002B460C">
        <w:rPr>
          <w:szCs w:val="22"/>
        </w:rPr>
        <w:t>5</w:t>
      </w:r>
      <w:r w:rsidRPr="002B460C">
        <w:rPr>
          <w:szCs w:val="22"/>
        </w:rPr>
        <w:tab/>
        <w:t xml:space="preserve">The Al </w:t>
      </w:r>
      <w:proofErr w:type="spellStart"/>
      <w:r w:rsidRPr="002B460C">
        <w:rPr>
          <w:szCs w:val="22"/>
        </w:rPr>
        <w:t>Ghad</w:t>
      </w:r>
      <w:proofErr w:type="spellEnd"/>
      <w:r w:rsidRPr="002B460C">
        <w:rPr>
          <w:szCs w:val="22"/>
        </w:rPr>
        <w:t xml:space="preserve"> party</w:t>
      </w:r>
    </w:p>
    <w:p w:rsidR="00B01DCC" w:rsidRPr="002B460C" w:rsidRDefault="00B01DCC" w:rsidP="00B01DCC">
      <w:pPr>
        <w:pStyle w:val="QuestionResponseLast"/>
        <w:spacing w:after="0"/>
        <w:ind w:left="720" w:firstLine="0"/>
        <w:rPr>
          <w:szCs w:val="22"/>
        </w:rPr>
      </w:pPr>
      <w:r w:rsidRPr="002B460C">
        <w:rPr>
          <w:szCs w:val="22"/>
        </w:rPr>
        <w:t>6</w:t>
      </w:r>
      <w:r w:rsidRPr="002B460C">
        <w:rPr>
          <w:szCs w:val="22"/>
        </w:rPr>
        <w:tab/>
        <w:t>Other (SPECIFY) (DO NOT READ)</w:t>
      </w:r>
    </w:p>
    <w:p w:rsidR="00B01DCC" w:rsidRPr="002B460C" w:rsidRDefault="00B01DCC" w:rsidP="00B01DCC">
      <w:pPr>
        <w:pStyle w:val="QuestionResponseLast"/>
        <w:spacing w:after="0"/>
        <w:ind w:left="720" w:firstLine="0"/>
        <w:rPr>
          <w:szCs w:val="22"/>
        </w:rPr>
      </w:pPr>
      <w:r w:rsidRPr="002B460C">
        <w:rPr>
          <w:szCs w:val="22"/>
        </w:rPr>
        <w:t>8</w:t>
      </w:r>
      <w:r w:rsidRPr="002B460C">
        <w:rPr>
          <w:szCs w:val="22"/>
        </w:rPr>
        <w:tab/>
        <w:t>Don’t know (DO NOT READ)</w:t>
      </w:r>
    </w:p>
    <w:p w:rsidR="00B01DCC" w:rsidRPr="002B460C" w:rsidRDefault="00B01DCC" w:rsidP="00B01DCC">
      <w:pPr>
        <w:pStyle w:val="QuestionResponseLast"/>
        <w:spacing w:after="0"/>
        <w:ind w:left="720" w:firstLine="0"/>
        <w:rPr>
          <w:szCs w:val="22"/>
        </w:rPr>
      </w:pPr>
      <w:r w:rsidRPr="002B460C">
        <w:rPr>
          <w:szCs w:val="22"/>
        </w:rPr>
        <w:t>9</w:t>
      </w:r>
      <w:r w:rsidRPr="002B460C">
        <w:rPr>
          <w:szCs w:val="22"/>
        </w:rPr>
        <w:tab/>
        <w:t>Refused (DO NOT READ)</w:t>
      </w:r>
    </w:p>
    <w:p w:rsidR="00B01DCC" w:rsidRPr="002B460C" w:rsidRDefault="00B01DCC" w:rsidP="00B01DCC">
      <w:pPr>
        <w:pStyle w:val="Question"/>
        <w:rPr>
          <w:rFonts w:ascii="Tahoma" w:hAnsi="Tahoma" w:cs="Tahoma"/>
          <w:b/>
          <w:sz w:val="16"/>
          <w:szCs w:val="16"/>
        </w:rPr>
      </w:pPr>
    </w:p>
    <w:p w:rsidR="00E779E5" w:rsidRPr="002B460C" w:rsidRDefault="00E779E5" w:rsidP="00E779E5">
      <w:pPr>
        <w:pStyle w:val="QuestionInstruction"/>
        <w:spacing w:before="0" w:after="0"/>
        <w:ind w:left="0" w:firstLine="720"/>
        <w:rPr>
          <w:szCs w:val="22"/>
        </w:rPr>
      </w:pPr>
      <w:r w:rsidRPr="002B460C">
        <w:rPr>
          <w:szCs w:val="22"/>
        </w:rPr>
        <w:t>ASK MUSLIMS IN MUSLIM COUNTRIES</w:t>
      </w:r>
      <w:r w:rsidR="00B12ECA" w:rsidRPr="002B460C">
        <w:rPr>
          <w:szCs w:val="22"/>
        </w:rPr>
        <w:t xml:space="preserve"> AND</w:t>
      </w:r>
      <w:r w:rsidRPr="002B460C">
        <w:rPr>
          <w:szCs w:val="22"/>
        </w:rPr>
        <w:t xml:space="preserve"> ISRAEL ONLY</w:t>
      </w:r>
    </w:p>
    <w:p w:rsidR="00E779E5" w:rsidRPr="002B460C" w:rsidRDefault="00E779E5" w:rsidP="00F42E3B">
      <w:pPr>
        <w:pStyle w:val="Question"/>
        <w:rPr>
          <w:i/>
        </w:rPr>
      </w:pPr>
      <w:r w:rsidRPr="002B460C">
        <w:rPr>
          <w:rFonts w:ascii="Tahoma" w:hAnsi="Tahoma" w:cs="Tahoma"/>
          <w:b/>
          <w:sz w:val="16"/>
          <w:szCs w:val="16"/>
        </w:rPr>
        <w:t>Q95</w:t>
      </w:r>
      <w:r w:rsidRPr="002B460C">
        <w:tab/>
        <w:t>On a different subject, do you believe that groups of Arabs carried out the attacks against the United States (the World Trade Center and the Pentagon) on September 11 (2001) or don’t you believe this?</w:t>
      </w:r>
      <w:r w:rsidR="00897A1A" w:rsidRPr="002B460C">
        <w:rPr>
          <w:i/>
        </w:rPr>
        <w:t xml:space="preserve"> </w:t>
      </w:r>
    </w:p>
    <w:p w:rsidR="00E779E5" w:rsidRPr="002B460C" w:rsidRDefault="00F42E3B" w:rsidP="00F42E3B">
      <w:pPr>
        <w:pStyle w:val="QuestionResponse"/>
      </w:pPr>
      <w:r w:rsidRPr="002B460C">
        <w:t>1</w:t>
      </w:r>
      <w:r w:rsidRPr="002B460C">
        <w:tab/>
      </w:r>
      <w:r w:rsidR="00E779E5" w:rsidRPr="002B460C">
        <w:t>Believe</w:t>
      </w:r>
    </w:p>
    <w:p w:rsidR="00E779E5" w:rsidRPr="002B460C" w:rsidRDefault="00F42E3B" w:rsidP="00F42E3B">
      <w:pPr>
        <w:pStyle w:val="QuestionResponse"/>
      </w:pPr>
      <w:r w:rsidRPr="002B460C">
        <w:t>2</w:t>
      </w:r>
      <w:r w:rsidRPr="002B460C">
        <w:tab/>
      </w:r>
      <w:r w:rsidR="00E779E5" w:rsidRPr="002B460C">
        <w:t>Do not believe</w:t>
      </w:r>
    </w:p>
    <w:p w:rsidR="00E779E5" w:rsidRPr="002B460C" w:rsidRDefault="00E779E5" w:rsidP="00F42E3B">
      <w:pPr>
        <w:pStyle w:val="QuestionResponse"/>
      </w:pPr>
      <w:r w:rsidRPr="002B460C">
        <w:t>8</w:t>
      </w:r>
      <w:r w:rsidRPr="002B460C">
        <w:tab/>
        <w:t xml:space="preserve">Don’t </w:t>
      </w:r>
      <w:r w:rsidR="001B1D86" w:rsidRPr="002B460C">
        <w:t>k</w:t>
      </w:r>
      <w:r w:rsidRPr="002B460C">
        <w:t>now (DO NOT READ)</w:t>
      </w:r>
    </w:p>
    <w:p w:rsidR="00E779E5" w:rsidRPr="002B460C" w:rsidRDefault="00E779E5" w:rsidP="00E779E5">
      <w:pPr>
        <w:tabs>
          <w:tab w:val="left" w:pos="720"/>
          <w:tab w:val="left" w:pos="1440"/>
        </w:tabs>
        <w:ind w:left="720"/>
      </w:pPr>
      <w:r w:rsidRPr="002B460C">
        <w:t>9</w:t>
      </w:r>
      <w:r w:rsidRPr="002B460C">
        <w:tab/>
        <w:t>Refused (DO NOT READ)</w:t>
      </w:r>
    </w:p>
    <w:p w:rsidR="00E779E5" w:rsidRPr="002B460C" w:rsidRDefault="00E779E5" w:rsidP="00205EE5">
      <w:pPr>
        <w:pStyle w:val="QuestionInstruction"/>
        <w:spacing w:before="0" w:after="0"/>
        <w:ind w:left="0"/>
        <w:rPr>
          <w:szCs w:val="22"/>
        </w:rPr>
      </w:pPr>
    </w:p>
    <w:p w:rsidR="00E779E5" w:rsidRPr="002B460C" w:rsidRDefault="00E779E5" w:rsidP="00E779E5">
      <w:pPr>
        <w:pStyle w:val="QuestionInstruction"/>
        <w:spacing w:before="0" w:after="0"/>
        <w:rPr>
          <w:szCs w:val="22"/>
        </w:rPr>
      </w:pPr>
      <w:r w:rsidRPr="002B460C">
        <w:rPr>
          <w:szCs w:val="22"/>
        </w:rPr>
        <w:t>ASK ALL IN PAKISTAN ONLY</w:t>
      </w:r>
    </w:p>
    <w:p w:rsidR="00E779E5" w:rsidRPr="002B460C" w:rsidRDefault="00E779E5" w:rsidP="00B122BE">
      <w:pPr>
        <w:pStyle w:val="Question"/>
      </w:pPr>
      <w:r w:rsidRPr="002B460C">
        <w:rPr>
          <w:rFonts w:ascii="Tahoma" w:hAnsi="Tahoma" w:cs="Tahoma"/>
          <w:b/>
          <w:sz w:val="16"/>
          <w:szCs w:val="16"/>
        </w:rPr>
        <w:t>Q96</w:t>
      </w:r>
      <w:r w:rsidRPr="002B460C">
        <w:rPr>
          <w:b/>
        </w:rPr>
        <w:tab/>
      </w:r>
      <w:r w:rsidRPr="002B460C">
        <w:t xml:space="preserve">How serious of a threat is (INSERT) to our country? Is it a very serious threat, a somewhat serious threat, a minor threat or not a threat at all? </w:t>
      </w:r>
    </w:p>
    <w:p w:rsidR="00E779E5" w:rsidRPr="002B460C" w:rsidRDefault="00E779E5" w:rsidP="00B122BE">
      <w:pPr>
        <w:pStyle w:val="QuestionList"/>
      </w:pPr>
      <w:r w:rsidRPr="002B460C">
        <w:rPr>
          <w:rFonts w:ascii="Tahoma" w:hAnsi="Tahoma" w:cs="Tahoma"/>
          <w:b/>
          <w:sz w:val="16"/>
          <w:szCs w:val="16"/>
        </w:rPr>
        <w:t>a</w:t>
      </w:r>
      <w:r w:rsidR="00B122BE" w:rsidRPr="002B460C">
        <w:rPr>
          <w:rFonts w:ascii="Tahoma" w:hAnsi="Tahoma" w:cs="Tahoma"/>
          <w:b/>
          <w:sz w:val="16"/>
          <w:szCs w:val="16"/>
        </w:rPr>
        <w:t>.</w:t>
      </w:r>
      <w:r w:rsidRPr="002B460C">
        <w:rPr>
          <w:b/>
        </w:rPr>
        <w:tab/>
      </w:r>
      <w:r w:rsidRPr="002B460C">
        <w:t>The Taliban</w:t>
      </w:r>
    </w:p>
    <w:p w:rsidR="00E779E5" w:rsidRPr="002B460C" w:rsidRDefault="00E779E5" w:rsidP="00B122BE">
      <w:pPr>
        <w:pStyle w:val="QuestionList"/>
      </w:pPr>
      <w:r w:rsidRPr="002B460C">
        <w:rPr>
          <w:rFonts w:ascii="Tahoma" w:hAnsi="Tahoma" w:cs="Tahoma"/>
          <w:b/>
          <w:sz w:val="16"/>
          <w:szCs w:val="16"/>
        </w:rPr>
        <w:t>b</w:t>
      </w:r>
      <w:r w:rsidR="00B122BE" w:rsidRPr="002B460C">
        <w:rPr>
          <w:rFonts w:ascii="Tahoma" w:hAnsi="Tahoma" w:cs="Tahoma"/>
          <w:b/>
          <w:sz w:val="16"/>
          <w:szCs w:val="16"/>
        </w:rPr>
        <w:t>.</w:t>
      </w:r>
      <w:r w:rsidRPr="002B460C">
        <w:tab/>
        <w:t>India</w:t>
      </w:r>
    </w:p>
    <w:p w:rsidR="00E779E5" w:rsidRPr="002B460C" w:rsidRDefault="00E779E5" w:rsidP="00B122BE">
      <w:pPr>
        <w:pStyle w:val="QuestionListLast"/>
      </w:pPr>
      <w:r w:rsidRPr="002B460C">
        <w:rPr>
          <w:rFonts w:ascii="Tahoma" w:hAnsi="Tahoma" w:cs="Tahoma"/>
          <w:b/>
          <w:sz w:val="16"/>
          <w:szCs w:val="16"/>
        </w:rPr>
        <w:t>c</w:t>
      </w:r>
      <w:r w:rsidR="00B122BE" w:rsidRPr="002B460C">
        <w:rPr>
          <w:rFonts w:ascii="Tahoma" w:hAnsi="Tahoma" w:cs="Tahoma"/>
          <w:b/>
          <w:sz w:val="16"/>
          <w:szCs w:val="16"/>
        </w:rPr>
        <w:t>.</w:t>
      </w:r>
      <w:r w:rsidRPr="002B460C">
        <w:tab/>
        <w:t>al Qaeda</w:t>
      </w:r>
    </w:p>
    <w:p w:rsidR="00E779E5" w:rsidRPr="002B460C" w:rsidRDefault="00E779E5" w:rsidP="00B122BE">
      <w:pPr>
        <w:pStyle w:val="QuestionResponse"/>
      </w:pPr>
      <w:r w:rsidRPr="002B460C">
        <w:t>1</w:t>
      </w:r>
      <w:r w:rsidRPr="002B460C">
        <w:tab/>
        <w:t>Very serious threat</w:t>
      </w:r>
    </w:p>
    <w:p w:rsidR="00E779E5" w:rsidRPr="002B460C" w:rsidRDefault="00E779E5" w:rsidP="00B122BE">
      <w:pPr>
        <w:pStyle w:val="QuestionResponse"/>
      </w:pPr>
      <w:r w:rsidRPr="002B460C">
        <w:t>2</w:t>
      </w:r>
      <w:r w:rsidRPr="002B460C">
        <w:tab/>
        <w:t>Somewhat serious threat</w:t>
      </w:r>
    </w:p>
    <w:p w:rsidR="00E779E5" w:rsidRPr="002B460C" w:rsidRDefault="00E779E5" w:rsidP="00B122BE">
      <w:pPr>
        <w:pStyle w:val="QuestionResponse"/>
      </w:pPr>
      <w:r w:rsidRPr="002B460C">
        <w:t>3</w:t>
      </w:r>
      <w:r w:rsidRPr="002B460C">
        <w:tab/>
        <w:t>Minor threat</w:t>
      </w:r>
    </w:p>
    <w:p w:rsidR="00E779E5" w:rsidRPr="002B460C" w:rsidRDefault="00E779E5" w:rsidP="00B122BE">
      <w:pPr>
        <w:pStyle w:val="QuestionResponse"/>
      </w:pPr>
      <w:r w:rsidRPr="002B460C">
        <w:t>4</w:t>
      </w:r>
      <w:r w:rsidRPr="002B460C">
        <w:tab/>
        <w:t>No threat at all</w:t>
      </w:r>
    </w:p>
    <w:p w:rsidR="00E779E5" w:rsidRPr="002B460C" w:rsidRDefault="00E779E5" w:rsidP="00B122BE">
      <w:pPr>
        <w:pStyle w:val="QuestionResponse"/>
        <w:rPr>
          <w:b/>
          <w:szCs w:val="22"/>
        </w:rPr>
      </w:pPr>
      <w:r w:rsidRPr="002B460C">
        <w:rPr>
          <w:szCs w:val="22"/>
        </w:rPr>
        <w:t>8</w:t>
      </w:r>
      <w:r w:rsidRPr="002B460C">
        <w:rPr>
          <w:szCs w:val="22"/>
        </w:rPr>
        <w:tab/>
        <w:t>Don’t know (DO NOT READ)</w:t>
      </w:r>
    </w:p>
    <w:p w:rsidR="00E779E5" w:rsidRPr="002B460C" w:rsidRDefault="00E779E5" w:rsidP="00B122BE">
      <w:pPr>
        <w:pStyle w:val="QuestionResponseLast"/>
      </w:pPr>
      <w:r w:rsidRPr="002B460C">
        <w:t>9</w:t>
      </w:r>
      <w:r w:rsidRPr="002B460C">
        <w:tab/>
        <w:t>Refused (DO NOT READ)</w:t>
      </w:r>
    </w:p>
    <w:p w:rsidR="00E779E5" w:rsidRPr="002B460C" w:rsidRDefault="00E779E5" w:rsidP="00E779E5">
      <w:pPr>
        <w:pStyle w:val="QuestionInstruction"/>
        <w:spacing w:before="0" w:after="0"/>
        <w:rPr>
          <w:szCs w:val="22"/>
        </w:rPr>
      </w:pPr>
      <w:r w:rsidRPr="002B460C">
        <w:rPr>
          <w:szCs w:val="22"/>
        </w:rPr>
        <w:t>ASK ALL IN PAKISTAN ONLY</w:t>
      </w:r>
    </w:p>
    <w:p w:rsidR="00E779E5" w:rsidRPr="002B460C" w:rsidRDefault="00E779E5" w:rsidP="00762562">
      <w:pPr>
        <w:pStyle w:val="Question"/>
      </w:pPr>
      <w:r w:rsidRPr="002B460C">
        <w:rPr>
          <w:rFonts w:ascii="Tahoma" w:hAnsi="Tahoma" w:cs="Tahoma"/>
          <w:b/>
          <w:sz w:val="16"/>
          <w:szCs w:val="16"/>
        </w:rPr>
        <w:t>Q97</w:t>
      </w:r>
      <w:r w:rsidRPr="002B460C">
        <w:rPr>
          <w:b/>
        </w:rPr>
        <w:tab/>
      </w:r>
      <w:r w:rsidRPr="002B460C">
        <w:t xml:space="preserve">Of all of these threats I have named, which of these is the greatest threat to our country? </w:t>
      </w:r>
    </w:p>
    <w:p w:rsidR="00E779E5" w:rsidRPr="002B460C" w:rsidRDefault="00E779E5" w:rsidP="00762562">
      <w:pPr>
        <w:pStyle w:val="QuestionResponse"/>
      </w:pPr>
      <w:r w:rsidRPr="002B460C">
        <w:t>1</w:t>
      </w:r>
      <w:r w:rsidRPr="002B460C">
        <w:tab/>
        <w:t>The Taliban</w:t>
      </w:r>
    </w:p>
    <w:p w:rsidR="00E779E5" w:rsidRPr="002B460C" w:rsidRDefault="00E779E5" w:rsidP="00762562">
      <w:pPr>
        <w:pStyle w:val="QuestionResponse"/>
      </w:pPr>
      <w:r w:rsidRPr="002B460C">
        <w:t>2</w:t>
      </w:r>
      <w:r w:rsidRPr="002B460C">
        <w:tab/>
        <w:t>India</w:t>
      </w:r>
    </w:p>
    <w:p w:rsidR="00E779E5" w:rsidRPr="002B460C" w:rsidRDefault="00E779E5" w:rsidP="00762562">
      <w:pPr>
        <w:pStyle w:val="QuestionResponse"/>
        <w:rPr>
          <w:strike/>
        </w:rPr>
      </w:pPr>
      <w:r w:rsidRPr="002B460C">
        <w:t>3</w:t>
      </w:r>
      <w:r w:rsidRPr="002B460C">
        <w:tab/>
        <w:t xml:space="preserve">al Qaeda  </w:t>
      </w:r>
    </w:p>
    <w:p w:rsidR="00E779E5" w:rsidRPr="002B460C" w:rsidRDefault="00E779E5" w:rsidP="00762562">
      <w:pPr>
        <w:pStyle w:val="QuestionResponse"/>
      </w:pPr>
      <w:r w:rsidRPr="002B460C">
        <w:t>96</w:t>
      </w:r>
      <w:r w:rsidRPr="002B460C">
        <w:tab/>
        <w:t>All of these (DO NOT READ)</w:t>
      </w:r>
    </w:p>
    <w:p w:rsidR="00E779E5" w:rsidRPr="002B460C" w:rsidRDefault="00E779E5" w:rsidP="00762562">
      <w:pPr>
        <w:pStyle w:val="QuestionResponse"/>
      </w:pPr>
      <w:r w:rsidRPr="002B460C">
        <w:t>97</w:t>
      </w:r>
      <w:r w:rsidRPr="002B460C">
        <w:tab/>
        <w:t>None of these (DO NOT READ)</w:t>
      </w:r>
    </w:p>
    <w:p w:rsidR="00E779E5" w:rsidRPr="002B460C" w:rsidRDefault="00E779E5" w:rsidP="00762562">
      <w:pPr>
        <w:pStyle w:val="QuestionResponse"/>
      </w:pPr>
      <w:r w:rsidRPr="002B460C">
        <w:t>98</w:t>
      </w:r>
      <w:r w:rsidRPr="002B460C">
        <w:tab/>
        <w:t>Don’t know (DO NOT READ)</w:t>
      </w:r>
    </w:p>
    <w:p w:rsidR="00E779E5" w:rsidRPr="002B460C" w:rsidRDefault="00E779E5" w:rsidP="00762562">
      <w:pPr>
        <w:pStyle w:val="QuestionResponseLast"/>
        <w:rPr>
          <w:b/>
        </w:rPr>
      </w:pPr>
      <w:r w:rsidRPr="002B460C">
        <w:t>99</w:t>
      </w:r>
      <w:r w:rsidRPr="002B460C">
        <w:tab/>
        <w:t>Refused (DO NOT READ)</w:t>
      </w:r>
    </w:p>
    <w:p w:rsidR="00E779E5" w:rsidRPr="002B460C" w:rsidRDefault="00E779E5" w:rsidP="00E779E5">
      <w:pPr>
        <w:pStyle w:val="QuestionInstruction"/>
        <w:spacing w:before="0" w:after="0"/>
        <w:rPr>
          <w:szCs w:val="22"/>
        </w:rPr>
      </w:pPr>
      <w:r w:rsidRPr="002B460C">
        <w:rPr>
          <w:szCs w:val="22"/>
        </w:rPr>
        <w:lastRenderedPageBreak/>
        <w:t>ASK ALL IN INDIA ONLY</w:t>
      </w:r>
    </w:p>
    <w:p w:rsidR="00E779E5" w:rsidRPr="002B460C" w:rsidRDefault="00E779E5" w:rsidP="00762562">
      <w:pPr>
        <w:pStyle w:val="Question"/>
      </w:pPr>
      <w:r w:rsidRPr="002B460C">
        <w:rPr>
          <w:rFonts w:ascii="Tahoma" w:hAnsi="Tahoma" w:cs="Tahoma"/>
          <w:b/>
          <w:sz w:val="16"/>
          <w:szCs w:val="16"/>
        </w:rPr>
        <w:t>Q98</w:t>
      </w:r>
      <w:r w:rsidRPr="002B460C">
        <w:rPr>
          <w:b/>
        </w:rPr>
        <w:tab/>
      </w:r>
      <w:r w:rsidRPr="002B460C">
        <w:t xml:space="preserve">How serious of a threat is (INSERT) to our country? Is it a very serious threat, a somewhat serious threat, a minor threat or not a threat at all? </w:t>
      </w:r>
    </w:p>
    <w:p w:rsidR="00E779E5" w:rsidRPr="002B460C" w:rsidRDefault="00E779E5" w:rsidP="00762562">
      <w:pPr>
        <w:pStyle w:val="QuestionList"/>
      </w:pPr>
      <w:r w:rsidRPr="002B460C">
        <w:rPr>
          <w:rFonts w:ascii="Tahoma" w:hAnsi="Tahoma" w:cs="Tahoma"/>
          <w:b/>
          <w:sz w:val="16"/>
          <w:szCs w:val="16"/>
        </w:rPr>
        <w:t>a</w:t>
      </w:r>
      <w:r w:rsidR="00762562" w:rsidRPr="002B460C">
        <w:rPr>
          <w:rFonts w:ascii="Tahoma" w:hAnsi="Tahoma" w:cs="Tahoma"/>
          <w:b/>
          <w:sz w:val="16"/>
          <w:szCs w:val="16"/>
        </w:rPr>
        <w:t>.</w:t>
      </w:r>
      <w:r w:rsidRPr="002B460C">
        <w:rPr>
          <w:b/>
        </w:rPr>
        <w:tab/>
      </w:r>
      <w:proofErr w:type="spellStart"/>
      <w:r w:rsidRPr="002B460C">
        <w:t>Lashkar</w:t>
      </w:r>
      <w:proofErr w:type="spellEnd"/>
      <w:r w:rsidRPr="002B460C">
        <w:t>-e-</w:t>
      </w:r>
      <w:proofErr w:type="spellStart"/>
      <w:r w:rsidRPr="002B460C">
        <w:t>Taiba</w:t>
      </w:r>
      <w:proofErr w:type="spellEnd"/>
    </w:p>
    <w:p w:rsidR="00E779E5" w:rsidRPr="002B460C" w:rsidRDefault="00E779E5" w:rsidP="00762562">
      <w:pPr>
        <w:pStyle w:val="QuestionList"/>
      </w:pPr>
      <w:r w:rsidRPr="002B460C">
        <w:rPr>
          <w:rFonts w:ascii="Tahoma" w:hAnsi="Tahoma" w:cs="Tahoma"/>
          <w:b/>
          <w:sz w:val="16"/>
          <w:szCs w:val="16"/>
        </w:rPr>
        <w:t>b</w:t>
      </w:r>
      <w:r w:rsidR="00762562" w:rsidRPr="002B460C">
        <w:rPr>
          <w:rFonts w:ascii="Tahoma" w:hAnsi="Tahoma" w:cs="Tahoma"/>
          <w:b/>
          <w:sz w:val="16"/>
          <w:szCs w:val="16"/>
        </w:rPr>
        <w:t>.</w:t>
      </w:r>
      <w:r w:rsidRPr="002B460C">
        <w:tab/>
        <w:t>Pakistan</w:t>
      </w:r>
    </w:p>
    <w:p w:rsidR="00E779E5" w:rsidRPr="002B460C" w:rsidRDefault="00E779E5" w:rsidP="00762562">
      <w:pPr>
        <w:pStyle w:val="QuestionList"/>
      </w:pPr>
      <w:r w:rsidRPr="002B460C">
        <w:rPr>
          <w:rFonts w:ascii="Tahoma" w:hAnsi="Tahoma" w:cs="Tahoma"/>
          <w:b/>
          <w:sz w:val="16"/>
          <w:szCs w:val="16"/>
        </w:rPr>
        <w:t>c</w:t>
      </w:r>
      <w:r w:rsidR="00762562" w:rsidRPr="002B460C">
        <w:rPr>
          <w:rFonts w:ascii="Tahoma" w:hAnsi="Tahoma" w:cs="Tahoma"/>
          <w:b/>
          <w:sz w:val="16"/>
          <w:szCs w:val="16"/>
        </w:rPr>
        <w:t>.</w:t>
      </w:r>
      <w:r w:rsidRPr="002B460C">
        <w:tab/>
      </w:r>
      <w:proofErr w:type="spellStart"/>
      <w:r w:rsidRPr="002B460C">
        <w:t>Naxalites</w:t>
      </w:r>
      <w:proofErr w:type="spellEnd"/>
    </w:p>
    <w:p w:rsidR="00E779E5" w:rsidRPr="002B460C" w:rsidRDefault="00E779E5" w:rsidP="00762562">
      <w:pPr>
        <w:pStyle w:val="QuestionListLast"/>
      </w:pPr>
      <w:r w:rsidRPr="002B460C">
        <w:rPr>
          <w:rFonts w:ascii="Tahoma" w:hAnsi="Tahoma" w:cs="Tahoma"/>
          <w:b/>
          <w:sz w:val="16"/>
          <w:szCs w:val="16"/>
        </w:rPr>
        <w:t>d</w:t>
      </w:r>
      <w:r w:rsidR="00762562" w:rsidRPr="002B460C">
        <w:rPr>
          <w:rFonts w:ascii="Tahoma" w:hAnsi="Tahoma" w:cs="Tahoma"/>
          <w:b/>
          <w:sz w:val="16"/>
          <w:szCs w:val="16"/>
        </w:rPr>
        <w:t>.</w:t>
      </w:r>
      <w:r w:rsidRPr="002B460C">
        <w:rPr>
          <w:rFonts w:ascii="Tahoma" w:hAnsi="Tahoma" w:cs="Tahoma"/>
          <w:b/>
          <w:sz w:val="16"/>
          <w:szCs w:val="16"/>
        </w:rPr>
        <w:tab/>
      </w:r>
      <w:r w:rsidRPr="002B460C">
        <w:t>China</w:t>
      </w:r>
    </w:p>
    <w:p w:rsidR="00E779E5" w:rsidRPr="002B460C" w:rsidRDefault="00E779E5" w:rsidP="00762562">
      <w:pPr>
        <w:pStyle w:val="QuestionResponse"/>
      </w:pPr>
      <w:r w:rsidRPr="002B460C">
        <w:t>1</w:t>
      </w:r>
      <w:r w:rsidRPr="002B460C">
        <w:tab/>
        <w:t>Very serious threat</w:t>
      </w:r>
    </w:p>
    <w:p w:rsidR="00E779E5" w:rsidRPr="002B460C" w:rsidRDefault="00E779E5" w:rsidP="00762562">
      <w:pPr>
        <w:pStyle w:val="QuestionResponse"/>
      </w:pPr>
      <w:r w:rsidRPr="002B460C">
        <w:t>2</w:t>
      </w:r>
      <w:r w:rsidRPr="002B460C">
        <w:tab/>
        <w:t>Somewhat serious threat</w:t>
      </w:r>
    </w:p>
    <w:p w:rsidR="00E779E5" w:rsidRPr="002B460C" w:rsidRDefault="00E779E5" w:rsidP="00762562">
      <w:pPr>
        <w:pStyle w:val="QuestionResponse"/>
      </w:pPr>
      <w:r w:rsidRPr="002B460C">
        <w:t>3</w:t>
      </w:r>
      <w:r w:rsidRPr="002B460C">
        <w:tab/>
        <w:t>Minor threat</w:t>
      </w:r>
    </w:p>
    <w:p w:rsidR="00E779E5" w:rsidRPr="002B460C" w:rsidRDefault="00E779E5" w:rsidP="00762562">
      <w:pPr>
        <w:pStyle w:val="QuestionResponse"/>
      </w:pPr>
      <w:r w:rsidRPr="002B460C">
        <w:t>4</w:t>
      </w:r>
      <w:r w:rsidRPr="002B460C">
        <w:tab/>
        <w:t>No threat at all</w:t>
      </w:r>
    </w:p>
    <w:p w:rsidR="00E779E5" w:rsidRPr="002B460C" w:rsidRDefault="00E779E5" w:rsidP="00762562">
      <w:pPr>
        <w:pStyle w:val="QuestionResponse"/>
        <w:rPr>
          <w:b/>
          <w:szCs w:val="22"/>
        </w:rPr>
      </w:pPr>
      <w:r w:rsidRPr="002B460C">
        <w:rPr>
          <w:szCs w:val="22"/>
        </w:rPr>
        <w:t>8</w:t>
      </w:r>
      <w:r w:rsidRPr="002B460C">
        <w:rPr>
          <w:szCs w:val="22"/>
        </w:rPr>
        <w:tab/>
        <w:t>Don’t know (DO NOT READ)</w:t>
      </w:r>
    </w:p>
    <w:p w:rsidR="00E779E5" w:rsidRPr="002B460C" w:rsidRDefault="00E779E5" w:rsidP="00762562">
      <w:pPr>
        <w:pStyle w:val="QuestionResponseLast"/>
      </w:pPr>
      <w:r w:rsidRPr="002B460C">
        <w:t>9</w:t>
      </w:r>
      <w:r w:rsidRPr="002B460C">
        <w:tab/>
        <w:t>Refused (DO NOT READ)</w:t>
      </w:r>
    </w:p>
    <w:p w:rsidR="00E779E5" w:rsidRPr="002B460C" w:rsidRDefault="00E779E5" w:rsidP="00E779E5">
      <w:pPr>
        <w:pStyle w:val="QuestionInstruction"/>
        <w:spacing w:before="0" w:after="0"/>
        <w:rPr>
          <w:szCs w:val="22"/>
        </w:rPr>
      </w:pPr>
      <w:r w:rsidRPr="002B460C">
        <w:rPr>
          <w:szCs w:val="22"/>
        </w:rPr>
        <w:t>ASK ALL IN INDIA ONLY</w:t>
      </w:r>
    </w:p>
    <w:p w:rsidR="00E779E5" w:rsidRPr="002B460C" w:rsidRDefault="00E779E5" w:rsidP="00762562">
      <w:pPr>
        <w:pStyle w:val="Question"/>
      </w:pPr>
      <w:r w:rsidRPr="002B460C">
        <w:rPr>
          <w:rFonts w:ascii="Tahoma" w:hAnsi="Tahoma" w:cs="Tahoma"/>
          <w:b/>
          <w:sz w:val="16"/>
          <w:szCs w:val="16"/>
        </w:rPr>
        <w:t>Q99</w:t>
      </w:r>
      <w:r w:rsidRPr="002B460C">
        <w:rPr>
          <w:b/>
        </w:rPr>
        <w:tab/>
      </w:r>
      <w:r w:rsidRPr="002B460C">
        <w:t xml:space="preserve">Of all of these threats I have named, which of these is the greatest threat to our country? </w:t>
      </w:r>
    </w:p>
    <w:p w:rsidR="00E779E5" w:rsidRPr="002B460C" w:rsidRDefault="00E779E5" w:rsidP="00762562">
      <w:pPr>
        <w:rPr>
          <w:bCs/>
        </w:rPr>
      </w:pPr>
      <w:r w:rsidRPr="002B460C">
        <w:t xml:space="preserve"> </w:t>
      </w:r>
      <w:r w:rsidR="00762562" w:rsidRPr="002B460C">
        <w:tab/>
      </w:r>
      <w:r w:rsidRPr="002B460C">
        <w:rPr>
          <w:bCs/>
        </w:rPr>
        <w:t>1</w:t>
      </w:r>
      <w:r w:rsidRPr="002B460C">
        <w:rPr>
          <w:bCs/>
        </w:rPr>
        <w:tab/>
      </w:r>
      <w:proofErr w:type="spellStart"/>
      <w:r w:rsidRPr="002B460C">
        <w:rPr>
          <w:bCs/>
        </w:rPr>
        <w:t>Lashkar</w:t>
      </w:r>
      <w:proofErr w:type="spellEnd"/>
      <w:r w:rsidRPr="002B460C">
        <w:rPr>
          <w:bCs/>
        </w:rPr>
        <w:t xml:space="preserve"> –e- </w:t>
      </w:r>
      <w:proofErr w:type="spellStart"/>
      <w:r w:rsidRPr="002B460C">
        <w:rPr>
          <w:bCs/>
        </w:rPr>
        <w:t>Taiba</w:t>
      </w:r>
      <w:proofErr w:type="spellEnd"/>
    </w:p>
    <w:p w:rsidR="00E779E5" w:rsidRPr="002B460C" w:rsidRDefault="00E779E5" w:rsidP="00E779E5">
      <w:pPr>
        <w:ind w:left="1440" w:hanging="720"/>
        <w:rPr>
          <w:bCs/>
        </w:rPr>
      </w:pPr>
      <w:r w:rsidRPr="002B460C">
        <w:rPr>
          <w:bCs/>
        </w:rPr>
        <w:t>2</w:t>
      </w:r>
      <w:r w:rsidRPr="002B460C">
        <w:rPr>
          <w:bCs/>
        </w:rPr>
        <w:tab/>
        <w:t>Pakistan</w:t>
      </w:r>
    </w:p>
    <w:p w:rsidR="00E779E5" w:rsidRPr="002B460C" w:rsidRDefault="00E779E5" w:rsidP="00E779E5">
      <w:pPr>
        <w:ind w:left="1440" w:hanging="720"/>
        <w:rPr>
          <w:bCs/>
        </w:rPr>
      </w:pPr>
      <w:r w:rsidRPr="002B460C">
        <w:rPr>
          <w:bCs/>
        </w:rPr>
        <w:t>3</w:t>
      </w:r>
      <w:r w:rsidRPr="002B460C">
        <w:rPr>
          <w:bCs/>
        </w:rPr>
        <w:tab/>
      </w:r>
      <w:proofErr w:type="spellStart"/>
      <w:r w:rsidRPr="002B460C">
        <w:rPr>
          <w:bCs/>
        </w:rPr>
        <w:t>Naxalites</w:t>
      </w:r>
      <w:proofErr w:type="spellEnd"/>
      <w:r w:rsidRPr="002B460C">
        <w:rPr>
          <w:bCs/>
        </w:rPr>
        <w:t xml:space="preserve"> </w:t>
      </w:r>
    </w:p>
    <w:p w:rsidR="00E779E5" w:rsidRPr="002B460C" w:rsidRDefault="00E779E5" w:rsidP="00E779E5">
      <w:pPr>
        <w:ind w:left="1440" w:hanging="720"/>
        <w:rPr>
          <w:bCs/>
        </w:rPr>
      </w:pPr>
      <w:r w:rsidRPr="002B460C">
        <w:rPr>
          <w:bCs/>
        </w:rPr>
        <w:t>4</w:t>
      </w:r>
      <w:r w:rsidRPr="002B460C">
        <w:rPr>
          <w:bCs/>
        </w:rPr>
        <w:tab/>
        <w:t>China</w:t>
      </w:r>
    </w:p>
    <w:p w:rsidR="00E779E5" w:rsidRPr="002B460C" w:rsidRDefault="00E779E5" w:rsidP="00E779E5">
      <w:pPr>
        <w:ind w:left="1440" w:hanging="720"/>
        <w:rPr>
          <w:bCs/>
        </w:rPr>
      </w:pPr>
      <w:r w:rsidRPr="002B460C">
        <w:rPr>
          <w:bCs/>
        </w:rPr>
        <w:t>96</w:t>
      </w:r>
      <w:r w:rsidRPr="002B460C">
        <w:rPr>
          <w:bCs/>
        </w:rPr>
        <w:tab/>
        <w:t>All of these</w:t>
      </w:r>
      <w:r w:rsidRPr="002B460C">
        <w:t xml:space="preserve"> (DO NOT READ)</w:t>
      </w:r>
    </w:p>
    <w:p w:rsidR="00E779E5" w:rsidRPr="002B460C" w:rsidRDefault="00E779E5" w:rsidP="00E779E5">
      <w:pPr>
        <w:ind w:left="1440" w:hanging="720"/>
        <w:rPr>
          <w:bCs/>
        </w:rPr>
      </w:pPr>
      <w:r w:rsidRPr="002B460C">
        <w:rPr>
          <w:bCs/>
        </w:rPr>
        <w:t>97</w:t>
      </w:r>
      <w:r w:rsidRPr="002B460C">
        <w:rPr>
          <w:bCs/>
        </w:rPr>
        <w:tab/>
        <w:t>None of these</w:t>
      </w:r>
      <w:r w:rsidRPr="002B460C">
        <w:t xml:space="preserve"> (DO NOT READ)</w:t>
      </w:r>
    </w:p>
    <w:p w:rsidR="00E779E5" w:rsidRPr="002B460C" w:rsidRDefault="00E779E5" w:rsidP="00E779E5">
      <w:pPr>
        <w:ind w:left="1440" w:hanging="720"/>
        <w:rPr>
          <w:bCs/>
        </w:rPr>
      </w:pPr>
      <w:r w:rsidRPr="002B460C">
        <w:rPr>
          <w:bCs/>
        </w:rPr>
        <w:t>98</w:t>
      </w:r>
      <w:r w:rsidRPr="002B460C">
        <w:rPr>
          <w:bCs/>
        </w:rPr>
        <w:tab/>
        <w:t>Don’t know (DO NOT READ)</w:t>
      </w:r>
    </w:p>
    <w:p w:rsidR="00E779E5" w:rsidRPr="002B460C" w:rsidRDefault="00E779E5" w:rsidP="00E779E5">
      <w:pPr>
        <w:ind w:left="1440" w:hanging="720"/>
        <w:rPr>
          <w:b/>
        </w:rPr>
      </w:pPr>
      <w:r w:rsidRPr="002B460C">
        <w:t>99</w:t>
      </w:r>
      <w:r w:rsidRPr="002B460C">
        <w:tab/>
        <w:t>Refused (DO NOT READ)</w:t>
      </w:r>
    </w:p>
    <w:p w:rsidR="00E779E5" w:rsidRPr="002B460C" w:rsidRDefault="00E779E5" w:rsidP="00E779E5">
      <w:pPr>
        <w:pStyle w:val="QuestionInstruction"/>
        <w:rPr>
          <w:b w:val="0"/>
        </w:rPr>
      </w:pPr>
    </w:p>
    <w:p w:rsidR="00E779E5" w:rsidRPr="002B460C" w:rsidRDefault="00E779E5" w:rsidP="00E779E5">
      <w:pPr>
        <w:pStyle w:val="QuestionInstruction"/>
        <w:spacing w:before="0" w:after="0"/>
        <w:contextualSpacing/>
        <w:rPr>
          <w:szCs w:val="22"/>
        </w:rPr>
      </w:pPr>
      <w:r w:rsidRPr="002B460C">
        <w:rPr>
          <w:szCs w:val="22"/>
        </w:rPr>
        <w:t>ASK ALL IN INDIA AND PAKISTAN ONLY</w:t>
      </w:r>
    </w:p>
    <w:p w:rsidR="00E779E5" w:rsidRPr="002B460C" w:rsidRDefault="00E779E5" w:rsidP="00762562">
      <w:pPr>
        <w:pStyle w:val="Question"/>
      </w:pPr>
      <w:r w:rsidRPr="002B460C">
        <w:rPr>
          <w:rFonts w:ascii="Tahoma" w:hAnsi="Tahoma" w:cs="Tahoma"/>
          <w:b/>
          <w:sz w:val="16"/>
          <w:szCs w:val="16"/>
        </w:rPr>
        <w:t>Q100</w:t>
      </w:r>
      <w:r w:rsidRPr="002B460C">
        <w:tab/>
        <w:t>How worried are you, if at all, that extremist groups could take control of Pakistan?</w:t>
      </w:r>
      <w:r w:rsidRPr="002B460C">
        <w:rPr>
          <w:i/>
        </w:rPr>
        <w:t xml:space="preserve">  </w:t>
      </w:r>
    </w:p>
    <w:p w:rsidR="00E779E5" w:rsidRPr="002B460C" w:rsidRDefault="00E779E5" w:rsidP="00762562">
      <w:pPr>
        <w:pStyle w:val="QuestionResponse"/>
      </w:pPr>
      <w:r w:rsidRPr="002B460C">
        <w:t>1</w:t>
      </w:r>
      <w:r w:rsidRPr="002B460C">
        <w:tab/>
        <w:t>Very worried</w:t>
      </w:r>
    </w:p>
    <w:p w:rsidR="00E779E5" w:rsidRPr="002B460C" w:rsidRDefault="00E779E5" w:rsidP="00762562">
      <w:pPr>
        <w:pStyle w:val="QuestionResponse"/>
      </w:pPr>
      <w:r w:rsidRPr="002B460C">
        <w:t>2</w:t>
      </w:r>
      <w:r w:rsidRPr="002B460C">
        <w:tab/>
        <w:t>Somewhat worried</w:t>
      </w:r>
    </w:p>
    <w:p w:rsidR="00E779E5" w:rsidRPr="002B460C" w:rsidRDefault="00E779E5" w:rsidP="00762562">
      <w:pPr>
        <w:pStyle w:val="QuestionResponse"/>
      </w:pPr>
      <w:r w:rsidRPr="002B460C">
        <w:t>3</w:t>
      </w:r>
      <w:r w:rsidRPr="002B460C">
        <w:tab/>
        <w:t>Not too worried</w:t>
      </w:r>
    </w:p>
    <w:p w:rsidR="00E779E5" w:rsidRPr="002B460C" w:rsidRDefault="00E779E5" w:rsidP="00762562">
      <w:pPr>
        <w:pStyle w:val="QuestionResponse"/>
      </w:pPr>
      <w:r w:rsidRPr="002B460C">
        <w:t>4</w:t>
      </w:r>
      <w:r w:rsidRPr="002B460C">
        <w:tab/>
        <w:t>Not at all worried</w:t>
      </w:r>
    </w:p>
    <w:p w:rsidR="00E779E5" w:rsidRPr="002B460C" w:rsidRDefault="00E779E5" w:rsidP="00762562">
      <w:pPr>
        <w:pStyle w:val="QuestionResponse"/>
      </w:pPr>
      <w:r w:rsidRPr="002B460C">
        <w:t>8</w:t>
      </w:r>
      <w:r w:rsidRPr="002B460C">
        <w:tab/>
        <w:t>Don’t know (DO NOT READ)</w:t>
      </w:r>
    </w:p>
    <w:p w:rsidR="00E779E5" w:rsidRPr="002B460C" w:rsidRDefault="00E779E5" w:rsidP="00E779E5">
      <w:pPr>
        <w:pStyle w:val="QuestionInstruction"/>
        <w:spacing w:before="0" w:after="0"/>
        <w:contextualSpacing/>
        <w:rPr>
          <w:b w:val="0"/>
          <w:szCs w:val="22"/>
        </w:rPr>
      </w:pPr>
      <w:r w:rsidRPr="002B460C">
        <w:rPr>
          <w:b w:val="0"/>
          <w:szCs w:val="22"/>
        </w:rPr>
        <w:t>9</w:t>
      </w:r>
      <w:r w:rsidRPr="002B460C">
        <w:rPr>
          <w:b w:val="0"/>
          <w:szCs w:val="22"/>
        </w:rPr>
        <w:tab/>
        <w:t>Refused (DO NOT READ)</w:t>
      </w:r>
    </w:p>
    <w:p w:rsidR="00E779E5" w:rsidRPr="002B460C" w:rsidRDefault="00E779E5" w:rsidP="00E779E5">
      <w:pPr>
        <w:pStyle w:val="QuestionInstruction"/>
        <w:spacing w:before="0" w:after="0"/>
        <w:ind w:left="0" w:firstLine="720"/>
        <w:contextualSpacing/>
        <w:rPr>
          <w:szCs w:val="22"/>
        </w:rPr>
      </w:pPr>
    </w:p>
    <w:p w:rsidR="00E779E5" w:rsidRPr="002B460C" w:rsidRDefault="00E779E5" w:rsidP="00E779E5">
      <w:pPr>
        <w:pStyle w:val="QuestionInstruction"/>
        <w:spacing w:before="0" w:after="0"/>
        <w:ind w:left="0" w:firstLine="720"/>
        <w:contextualSpacing/>
        <w:rPr>
          <w:szCs w:val="22"/>
        </w:rPr>
      </w:pPr>
      <w:r w:rsidRPr="002B460C">
        <w:rPr>
          <w:szCs w:val="22"/>
        </w:rPr>
        <w:t>ASK ALL IN PAKISTAN ONLY</w:t>
      </w:r>
    </w:p>
    <w:p w:rsidR="00E779E5" w:rsidRPr="002B460C" w:rsidRDefault="00E779E5" w:rsidP="00E779E5">
      <w:pPr>
        <w:ind w:left="720" w:hanging="720"/>
        <w:contextualSpacing/>
        <w:rPr>
          <w:b/>
        </w:rPr>
      </w:pPr>
      <w:r w:rsidRPr="002B460C">
        <w:rPr>
          <w:rFonts w:ascii="Tahoma" w:hAnsi="Tahoma" w:cs="Tahoma"/>
          <w:b/>
          <w:sz w:val="16"/>
          <w:szCs w:val="16"/>
        </w:rPr>
        <w:t>Q101</w:t>
      </w:r>
      <w:r w:rsidRPr="002B460C">
        <w:rPr>
          <w:b/>
        </w:rPr>
        <w:tab/>
      </w:r>
      <w:r w:rsidRPr="002B460C">
        <w:t>How much, if anything, have you heard about drone attacks that target leaders of extremist groups—a lot, little, or nothing at all?</w:t>
      </w:r>
    </w:p>
    <w:p w:rsidR="00E779E5" w:rsidRPr="002B460C" w:rsidRDefault="00E779E5" w:rsidP="00E779E5">
      <w:pPr>
        <w:contextualSpacing/>
      </w:pPr>
      <w:r w:rsidRPr="002B460C">
        <w:t xml:space="preserve"> </w:t>
      </w:r>
    </w:p>
    <w:p w:rsidR="00E779E5" w:rsidRPr="002B460C" w:rsidRDefault="00E779E5" w:rsidP="00E779E5">
      <w:pPr>
        <w:pStyle w:val="QuestionResponse"/>
        <w:contextualSpacing/>
        <w:rPr>
          <w:szCs w:val="22"/>
        </w:rPr>
      </w:pPr>
      <w:r w:rsidRPr="002B460C">
        <w:rPr>
          <w:szCs w:val="22"/>
        </w:rPr>
        <w:t>1</w:t>
      </w:r>
      <w:r w:rsidRPr="002B460C">
        <w:rPr>
          <w:szCs w:val="22"/>
        </w:rPr>
        <w:tab/>
        <w:t>A lot</w:t>
      </w:r>
    </w:p>
    <w:p w:rsidR="00E779E5" w:rsidRPr="002B460C" w:rsidRDefault="00E779E5" w:rsidP="00E779E5">
      <w:pPr>
        <w:pStyle w:val="QuestionResponse"/>
        <w:contextualSpacing/>
        <w:rPr>
          <w:szCs w:val="22"/>
        </w:rPr>
      </w:pPr>
      <w:r w:rsidRPr="002B460C">
        <w:rPr>
          <w:szCs w:val="22"/>
        </w:rPr>
        <w:t>2</w:t>
      </w:r>
      <w:r w:rsidRPr="002B460C">
        <w:rPr>
          <w:szCs w:val="22"/>
        </w:rPr>
        <w:tab/>
        <w:t>A little</w:t>
      </w:r>
    </w:p>
    <w:p w:rsidR="00E779E5" w:rsidRPr="002B460C" w:rsidRDefault="00E779E5" w:rsidP="00E779E5">
      <w:pPr>
        <w:pStyle w:val="QuestionResponse"/>
        <w:contextualSpacing/>
        <w:rPr>
          <w:szCs w:val="22"/>
        </w:rPr>
      </w:pPr>
      <w:r w:rsidRPr="002B460C">
        <w:rPr>
          <w:szCs w:val="22"/>
        </w:rPr>
        <w:t>3</w:t>
      </w:r>
      <w:r w:rsidRPr="002B460C">
        <w:rPr>
          <w:szCs w:val="22"/>
        </w:rPr>
        <w:tab/>
        <w:t>Nothing at all</w:t>
      </w:r>
    </w:p>
    <w:p w:rsidR="00E779E5" w:rsidRPr="002B460C" w:rsidRDefault="00E779E5" w:rsidP="00E779E5">
      <w:pPr>
        <w:pStyle w:val="QuestionResponse"/>
        <w:contextualSpacing/>
        <w:rPr>
          <w:szCs w:val="22"/>
        </w:rPr>
      </w:pPr>
      <w:r w:rsidRPr="002B460C">
        <w:rPr>
          <w:szCs w:val="22"/>
        </w:rPr>
        <w:t>8</w:t>
      </w:r>
      <w:r w:rsidRPr="002B460C">
        <w:rPr>
          <w:szCs w:val="22"/>
        </w:rPr>
        <w:tab/>
        <w:t>Don’t know (DO NOT READ)</w:t>
      </w:r>
    </w:p>
    <w:p w:rsidR="00E779E5" w:rsidRPr="002B460C" w:rsidRDefault="00E779E5" w:rsidP="00E779E5">
      <w:pPr>
        <w:pStyle w:val="QuestionResponseLast"/>
        <w:spacing w:after="0"/>
        <w:contextualSpacing/>
        <w:rPr>
          <w:szCs w:val="22"/>
        </w:rPr>
      </w:pPr>
      <w:r w:rsidRPr="002B460C">
        <w:rPr>
          <w:szCs w:val="22"/>
        </w:rPr>
        <w:t>9</w:t>
      </w:r>
      <w:r w:rsidRPr="002B460C">
        <w:rPr>
          <w:szCs w:val="22"/>
        </w:rPr>
        <w:tab/>
        <w:t>Refused (DO NOT READ)</w:t>
      </w:r>
    </w:p>
    <w:p w:rsidR="00E779E5" w:rsidRPr="002B460C" w:rsidRDefault="00E779E5" w:rsidP="00E779E5">
      <w:pPr>
        <w:pStyle w:val="QuestionResponseLast"/>
        <w:spacing w:after="0"/>
        <w:contextualSpacing/>
        <w:rPr>
          <w:szCs w:val="22"/>
        </w:rPr>
      </w:pPr>
    </w:p>
    <w:p w:rsidR="00E779E5" w:rsidRPr="002B460C" w:rsidRDefault="00E779E5" w:rsidP="00E779E5">
      <w:pPr>
        <w:pStyle w:val="QuestionInstruction"/>
        <w:spacing w:before="0" w:after="0"/>
        <w:contextualSpacing/>
        <w:rPr>
          <w:szCs w:val="22"/>
        </w:rPr>
      </w:pPr>
      <w:r w:rsidRPr="002B460C">
        <w:rPr>
          <w:szCs w:val="22"/>
        </w:rPr>
        <w:lastRenderedPageBreak/>
        <w:t xml:space="preserve">ASK IF HAS HEARD A LOT OR A LITTLE (Q101=1,2) </w:t>
      </w:r>
    </w:p>
    <w:p w:rsidR="00E779E5" w:rsidRPr="002B460C" w:rsidRDefault="00E779E5" w:rsidP="00E779E5">
      <w:pPr>
        <w:ind w:left="720" w:hanging="720"/>
        <w:contextualSpacing/>
      </w:pPr>
      <w:r w:rsidRPr="002B460C">
        <w:rPr>
          <w:rFonts w:ascii="Tahoma" w:hAnsi="Tahoma" w:cs="Tahoma"/>
          <w:b/>
          <w:sz w:val="16"/>
          <w:szCs w:val="16"/>
        </w:rPr>
        <w:t>Q101b</w:t>
      </w:r>
      <w:r w:rsidRPr="002B460C">
        <w:rPr>
          <w:b/>
        </w:rPr>
        <w:tab/>
      </w:r>
      <w:r w:rsidRPr="002B460C">
        <w:t>Do you think these drone attacks are a very good thing, good thing, bad thing, or very bad thing?</w:t>
      </w:r>
      <w:r w:rsidRPr="002B460C">
        <w:rPr>
          <w:b/>
          <w:i/>
        </w:rPr>
        <w:t xml:space="preserve"> </w:t>
      </w:r>
    </w:p>
    <w:p w:rsidR="00E779E5" w:rsidRPr="002B460C" w:rsidRDefault="00E779E5" w:rsidP="00E779E5">
      <w:pPr>
        <w:contextualSpacing/>
      </w:pPr>
      <w:r w:rsidRPr="002B460C">
        <w:t xml:space="preserve"> </w:t>
      </w:r>
    </w:p>
    <w:p w:rsidR="00E779E5" w:rsidRPr="002B460C" w:rsidRDefault="00E779E5" w:rsidP="00E779E5">
      <w:pPr>
        <w:pStyle w:val="QuestionResponse"/>
        <w:contextualSpacing/>
        <w:rPr>
          <w:szCs w:val="22"/>
        </w:rPr>
      </w:pPr>
      <w:r w:rsidRPr="002B460C">
        <w:rPr>
          <w:szCs w:val="22"/>
        </w:rPr>
        <w:t>1</w:t>
      </w:r>
      <w:r w:rsidRPr="002B460C">
        <w:rPr>
          <w:szCs w:val="22"/>
        </w:rPr>
        <w:tab/>
        <w:t>Very good</w:t>
      </w:r>
    </w:p>
    <w:p w:rsidR="00E779E5" w:rsidRPr="002B460C" w:rsidRDefault="00E779E5" w:rsidP="00E779E5">
      <w:pPr>
        <w:pStyle w:val="QuestionResponse"/>
        <w:contextualSpacing/>
        <w:rPr>
          <w:szCs w:val="22"/>
        </w:rPr>
      </w:pPr>
      <w:r w:rsidRPr="002B460C">
        <w:rPr>
          <w:szCs w:val="22"/>
        </w:rPr>
        <w:t>2</w:t>
      </w:r>
      <w:r w:rsidRPr="002B460C">
        <w:rPr>
          <w:szCs w:val="22"/>
        </w:rPr>
        <w:tab/>
        <w:t>Good</w:t>
      </w:r>
    </w:p>
    <w:p w:rsidR="00E779E5" w:rsidRPr="002B460C" w:rsidRDefault="00E779E5" w:rsidP="00E779E5">
      <w:pPr>
        <w:pStyle w:val="QuestionResponse"/>
        <w:contextualSpacing/>
        <w:rPr>
          <w:szCs w:val="22"/>
        </w:rPr>
      </w:pPr>
      <w:r w:rsidRPr="002B460C">
        <w:rPr>
          <w:szCs w:val="22"/>
        </w:rPr>
        <w:t>3</w:t>
      </w:r>
      <w:r w:rsidRPr="002B460C">
        <w:rPr>
          <w:szCs w:val="22"/>
        </w:rPr>
        <w:tab/>
        <w:t>Bad</w:t>
      </w:r>
    </w:p>
    <w:p w:rsidR="00E779E5" w:rsidRPr="002B460C" w:rsidRDefault="00E779E5" w:rsidP="00E779E5">
      <w:pPr>
        <w:pStyle w:val="QuestionResponse"/>
        <w:contextualSpacing/>
        <w:rPr>
          <w:szCs w:val="22"/>
        </w:rPr>
      </w:pPr>
      <w:r w:rsidRPr="002B460C">
        <w:rPr>
          <w:szCs w:val="22"/>
        </w:rPr>
        <w:t>4</w:t>
      </w:r>
      <w:r w:rsidRPr="002B460C">
        <w:rPr>
          <w:szCs w:val="22"/>
        </w:rPr>
        <w:tab/>
        <w:t>Very bad</w:t>
      </w:r>
    </w:p>
    <w:p w:rsidR="00E779E5" w:rsidRPr="002B460C" w:rsidRDefault="00E779E5" w:rsidP="00E779E5">
      <w:pPr>
        <w:pStyle w:val="QuestionResponse"/>
        <w:contextualSpacing/>
        <w:rPr>
          <w:szCs w:val="22"/>
        </w:rPr>
      </w:pPr>
      <w:r w:rsidRPr="002B460C">
        <w:rPr>
          <w:szCs w:val="22"/>
        </w:rPr>
        <w:t>8</w:t>
      </w:r>
      <w:r w:rsidRPr="002B460C">
        <w:rPr>
          <w:szCs w:val="22"/>
        </w:rPr>
        <w:tab/>
        <w:t>Don’t know (DO NOT READ)</w:t>
      </w:r>
    </w:p>
    <w:p w:rsidR="00E779E5" w:rsidRPr="002B460C" w:rsidRDefault="00E779E5" w:rsidP="00E779E5">
      <w:pPr>
        <w:pStyle w:val="QuestionResponseLast"/>
        <w:spacing w:after="0"/>
        <w:contextualSpacing/>
        <w:rPr>
          <w:szCs w:val="22"/>
        </w:rPr>
      </w:pPr>
      <w:r w:rsidRPr="002B460C">
        <w:rPr>
          <w:szCs w:val="22"/>
        </w:rPr>
        <w:t>9</w:t>
      </w:r>
      <w:r w:rsidRPr="002B460C">
        <w:rPr>
          <w:szCs w:val="22"/>
        </w:rPr>
        <w:tab/>
        <w:t>Refused (DO NOT READ)</w:t>
      </w:r>
    </w:p>
    <w:p w:rsidR="00E779E5" w:rsidRPr="002B460C" w:rsidRDefault="00E779E5" w:rsidP="00E779E5">
      <w:pPr>
        <w:pStyle w:val="QuestionResponseLast"/>
        <w:spacing w:after="0"/>
        <w:contextualSpacing/>
        <w:rPr>
          <w:szCs w:val="22"/>
        </w:rPr>
      </w:pPr>
    </w:p>
    <w:p w:rsidR="00E779E5" w:rsidRPr="002B460C" w:rsidRDefault="00E779E5" w:rsidP="00E779E5">
      <w:pPr>
        <w:pStyle w:val="QuestionInstruction"/>
        <w:spacing w:before="0" w:after="0"/>
        <w:contextualSpacing/>
        <w:rPr>
          <w:szCs w:val="22"/>
        </w:rPr>
      </w:pPr>
    </w:p>
    <w:p w:rsidR="00E779E5" w:rsidRPr="002B460C" w:rsidRDefault="00E779E5" w:rsidP="00E779E5">
      <w:pPr>
        <w:pStyle w:val="QuestionInstruction"/>
        <w:spacing w:before="0" w:after="0"/>
        <w:contextualSpacing/>
        <w:rPr>
          <w:szCs w:val="22"/>
        </w:rPr>
      </w:pPr>
      <w:r w:rsidRPr="002B460C">
        <w:rPr>
          <w:szCs w:val="22"/>
        </w:rPr>
        <w:t>ASK IN IF HAS HEARD A LOT OR A LITTLE (Q101=1,2)</w:t>
      </w:r>
    </w:p>
    <w:p w:rsidR="00E779E5" w:rsidRPr="002B460C" w:rsidRDefault="00E779E5" w:rsidP="00E779E5">
      <w:pPr>
        <w:ind w:left="720" w:hanging="720"/>
        <w:contextualSpacing/>
      </w:pPr>
      <w:r w:rsidRPr="002B460C">
        <w:rPr>
          <w:rFonts w:ascii="Tahoma" w:hAnsi="Tahoma" w:cs="Tahoma"/>
          <w:b/>
          <w:sz w:val="16"/>
          <w:szCs w:val="16"/>
        </w:rPr>
        <w:t>Q101c</w:t>
      </w:r>
      <w:r w:rsidRPr="002B460C">
        <w:rPr>
          <w:b/>
        </w:rPr>
        <w:tab/>
      </w:r>
      <w:r w:rsidRPr="002B460C">
        <w:t>Who do you think is conducting these drone attacks, the Pakistani government, the United States government, or someone else?</w:t>
      </w:r>
      <w:r w:rsidRPr="002B460C">
        <w:rPr>
          <w:b/>
          <w:i/>
        </w:rPr>
        <w:t xml:space="preserve"> </w:t>
      </w:r>
    </w:p>
    <w:p w:rsidR="00E779E5" w:rsidRPr="002B460C" w:rsidRDefault="00E779E5" w:rsidP="00E779E5">
      <w:pPr>
        <w:contextualSpacing/>
      </w:pPr>
      <w:r w:rsidRPr="002B460C">
        <w:t xml:space="preserve"> </w:t>
      </w:r>
    </w:p>
    <w:p w:rsidR="00E779E5" w:rsidRPr="002B460C" w:rsidRDefault="00E779E5" w:rsidP="00E779E5">
      <w:pPr>
        <w:pStyle w:val="QuestionResponse"/>
        <w:contextualSpacing/>
        <w:rPr>
          <w:szCs w:val="22"/>
        </w:rPr>
      </w:pPr>
      <w:r w:rsidRPr="002B460C">
        <w:rPr>
          <w:szCs w:val="22"/>
        </w:rPr>
        <w:t>1</w:t>
      </w:r>
      <w:r w:rsidRPr="002B460C">
        <w:rPr>
          <w:szCs w:val="22"/>
        </w:rPr>
        <w:tab/>
        <w:t>Pakistani government</w:t>
      </w:r>
    </w:p>
    <w:p w:rsidR="00E779E5" w:rsidRPr="002B460C" w:rsidRDefault="00E779E5" w:rsidP="00E779E5">
      <w:pPr>
        <w:pStyle w:val="QuestionResponse"/>
        <w:contextualSpacing/>
        <w:rPr>
          <w:szCs w:val="22"/>
        </w:rPr>
      </w:pPr>
      <w:r w:rsidRPr="002B460C">
        <w:rPr>
          <w:szCs w:val="22"/>
        </w:rPr>
        <w:t>2</w:t>
      </w:r>
      <w:r w:rsidRPr="002B460C">
        <w:rPr>
          <w:szCs w:val="22"/>
        </w:rPr>
        <w:tab/>
        <w:t>U.S. government</w:t>
      </w:r>
    </w:p>
    <w:p w:rsidR="00E779E5" w:rsidRPr="002B460C" w:rsidRDefault="00E779E5" w:rsidP="00E779E5">
      <w:pPr>
        <w:pStyle w:val="QuestionResponse"/>
        <w:contextualSpacing/>
        <w:rPr>
          <w:szCs w:val="22"/>
        </w:rPr>
      </w:pPr>
      <w:r w:rsidRPr="002B460C">
        <w:rPr>
          <w:szCs w:val="22"/>
        </w:rPr>
        <w:t>3</w:t>
      </w:r>
      <w:r w:rsidRPr="002B460C">
        <w:rPr>
          <w:szCs w:val="22"/>
        </w:rPr>
        <w:tab/>
        <w:t>Someone else</w:t>
      </w:r>
    </w:p>
    <w:p w:rsidR="00E779E5" w:rsidRPr="002B460C" w:rsidRDefault="00E779E5" w:rsidP="00E779E5">
      <w:pPr>
        <w:pStyle w:val="QuestionResponse"/>
        <w:contextualSpacing/>
        <w:rPr>
          <w:szCs w:val="22"/>
        </w:rPr>
      </w:pPr>
      <w:r w:rsidRPr="002B460C">
        <w:rPr>
          <w:szCs w:val="22"/>
        </w:rPr>
        <w:t>4</w:t>
      </w:r>
      <w:r w:rsidRPr="002B460C">
        <w:rPr>
          <w:szCs w:val="22"/>
        </w:rPr>
        <w:tab/>
        <w:t>Both Pakistan and U.S. (DO NOT READ)</w:t>
      </w:r>
    </w:p>
    <w:p w:rsidR="00E779E5" w:rsidRPr="002B460C" w:rsidRDefault="00E779E5" w:rsidP="00E779E5">
      <w:pPr>
        <w:pStyle w:val="QuestionResponse"/>
        <w:contextualSpacing/>
        <w:rPr>
          <w:szCs w:val="22"/>
        </w:rPr>
      </w:pPr>
      <w:r w:rsidRPr="002B460C">
        <w:rPr>
          <w:szCs w:val="22"/>
        </w:rPr>
        <w:t>8</w:t>
      </w:r>
      <w:r w:rsidRPr="002B460C">
        <w:rPr>
          <w:szCs w:val="22"/>
        </w:rPr>
        <w:tab/>
        <w:t>Don’t know (DO NOT READ)</w:t>
      </w:r>
    </w:p>
    <w:p w:rsidR="00E779E5" w:rsidRPr="002B460C" w:rsidRDefault="00E779E5" w:rsidP="00E779E5">
      <w:pPr>
        <w:pStyle w:val="QuestionResponseLast"/>
        <w:spacing w:after="0"/>
        <w:contextualSpacing/>
        <w:rPr>
          <w:szCs w:val="22"/>
        </w:rPr>
      </w:pPr>
      <w:r w:rsidRPr="002B460C">
        <w:rPr>
          <w:szCs w:val="22"/>
        </w:rPr>
        <w:t>9</w:t>
      </w:r>
      <w:r w:rsidRPr="002B460C">
        <w:rPr>
          <w:szCs w:val="22"/>
        </w:rPr>
        <w:tab/>
        <w:t>Refused (DO NOT READ)</w:t>
      </w:r>
    </w:p>
    <w:p w:rsidR="00E779E5" w:rsidRPr="002B460C" w:rsidRDefault="00E779E5" w:rsidP="00E779E5">
      <w:pPr>
        <w:pStyle w:val="QuestionResponse"/>
        <w:ind w:left="0" w:firstLine="0"/>
        <w:contextualSpacing/>
        <w:rPr>
          <w:szCs w:val="22"/>
        </w:rPr>
      </w:pPr>
    </w:p>
    <w:p w:rsidR="00E779E5" w:rsidRPr="002B460C" w:rsidRDefault="00E779E5" w:rsidP="00E779E5">
      <w:pPr>
        <w:pStyle w:val="QuestionInstruction"/>
        <w:spacing w:before="0" w:after="0"/>
        <w:contextualSpacing/>
        <w:rPr>
          <w:szCs w:val="22"/>
        </w:rPr>
      </w:pPr>
      <w:r w:rsidRPr="002B460C">
        <w:rPr>
          <w:szCs w:val="22"/>
        </w:rPr>
        <w:t>ASK IF HAS HEARD A LOT OR A LITTLE (Q101=1,2)</w:t>
      </w:r>
    </w:p>
    <w:p w:rsidR="00E779E5" w:rsidRPr="002B460C" w:rsidRDefault="00E779E5" w:rsidP="00762562">
      <w:pPr>
        <w:pStyle w:val="Question"/>
      </w:pPr>
      <w:r w:rsidRPr="002B460C">
        <w:rPr>
          <w:rFonts w:ascii="Tahoma" w:hAnsi="Tahoma" w:cs="Tahoma"/>
          <w:b/>
          <w:sz w:val="16"/>
          <w:szCs w:val="16"/>
        </w:rPr>
        <w:t>Q102</w:t>
      </w:r>
      <w:r w:rsidRPr="002B460C">
        <w:tab/>
        <w:t>For each of the following statements about the drone attacks, please tell me whether you agree or disagree.</w:t>
      </w:r>
    </w:p>
    <w:p w:rsidR="00E779E5" w:rsidRPr="002B460C" w:rsidRDefault="00E779E5" w:rsidP="00762562">
      <w:pPr>
        <w:pStyle w:val="QuestionList"/>
      </w:pPr>
      <w:r w:rsidRPr="002B460C">
        <w:rPr>
          <w:rFonts w:ascii="Tahoma" w:hAnsi="Tahoma" w:cs="Tahoma"/>
          <w:b/>
          <w:sz w:val="16"/>
          <w:szCs w:val="16"/>
        </w:rPr>
        <w:t>a</w:t>
      </w:r>
      <w:r w:rsidR="00762562" w:rsidRPr="002B460C">
        <w:rPr>
          <w:rFonts w:ascii="Tahoma" w:hAnsi="Tahoma" w:cs="Tahoma"/>
          <w:b/>
          <w:sz w:val="16"/>
          <w:szCs w:val="16"/>
        </w:rPr>
        <w:t>.</w:t>
      </w:r>
      <w:r w:rsidRPr="002B460C">
        <w:tab/>
        <w:t xml:space="preserve">They are necessary to defend Pakistan from extremist groups </w:t>
      </w:r>
    </w:p>
    <w:p w:rsidR="00E779E5" w:rsidRPr="002B460C" w:rsidRDefault="00E779E5" w:rsidP="00762562">
      <w:pPr>
        <w:pStyle w:val="QuestionList"/>
        <w:rPr>
          <w:b/>
          <w:i/>
        </w:rPr>
      </w:pPr>
      <w:r w:rsidRPr="002B460C">
        <w:rPr>
          <w:rFonts w:ascii="Tahoma" w:hAnsi="Tahoma" w:cs="Tahoma"/>
          <w:b/>
          <w:sz w:val="16"/>
          <w:szCs w:val="16"/>
        </w:rPr>
        <w:t>b</w:t>
      </w:r>
      <w:r w:rsidR="00762562" w:rsidRPr="002B460C">
        <w:rPr>
          <w:rFonts w:ascii="Tahoma" w:hAnsi="Tahoma" w:cs="Tahoma"/>
          <w:b/>
          <w:sz w:val="16"/>
          <w:szCs w:val="16"/>
        </w:rPr>
        <w:t>.</w:t>
      </w:r>
      <w:r w:rsidRPr="002B460C">
        <w:rPr>
          <w:rFonts w:ascii="Tahoma" w:hAnsi="Tahoma" w:cs="Tahoma"/>
          <w:sz w:val="16"/>
          <w:szCs w:val="16"/>
        </w:rPr>
        <w:tab/>
      </w:r>
      <w:r w:rsidRPr="002B460C">
        <w:t>They kill too many innocent people</w:t>
      </w:r>
    </w:p>
    <w:p w:rsidR="00E779E5" w:rsidRPr="002B460C" w:rsidRDefault="00E779E5" w:rsidP="00E779E5">
      <w:pPr>
        <w:pStyle w:val="QuestionList"/>
        <w:spacing w:after="0"/>
        <w:contextualSpacing/>
        <w:rPr>
          <w:szCs w:val="22"/>
        </w:rPr>
      </w:pPr>
      <w:r w:rsidRPr="002B460C">
        <w:rPr>
          <w:rFonts w:ascii="Tahoma" w:hAnsi="Tahoma" w:cs="Tahoma"/>
          <w:b/>
          <w:sz w:val="16"/>
          <w:szCs w:val="16"/>
        </w:rPr>
        <w:t>c</w:t>
      </w:r>
      <w:r w:rsidR="00762562" w:rsidRPr="002B460C">
        <w:rPr>
          <w:rFonts w:ascii="Tahoma" w:hAnsi="Tahoma" w:cs="Tahoma"/>
          <w:b/>
          <w:sz w:val="16"/>
          <w:szCs w:val="16"/>
        </w:rPr>
        <w:t>.</w:t>
      </w:r>
      <w:r w:rsidRPr="002B460C">
        <w:rPr>
          <w:szCs w:val="22"/>
        </w:rPr>
        <w:tab/>
        <w:t xml:space="preserve">They are being done without the approval of the Pakistani government </w:t>
      </w:r>
    </w:p>
    <w:p w:rsidR="00E779E5" w:rsidRPr="002B460C" w:rsidRDefault="00E779E5" w:rsidP="00E779E5">
      <w:pPr>
        <w:pStyle w:val="QuestionResponseLast"/>
        <w:keepLines w:val="0"/>
        <w:widowControl w:val="0"/>
        <w:spacing w:after="0"/>
        <w:ind w:left="715" w:hanging="715"/>
        <w:contextualSpacing/>
        <w:rPr>
          <w:szCs w:val="22"/>
        </w:rPr>
      </w:pPr>
    </w:p>
    <w:p w:rsidR="00E779E5" w:rsidRPr="002B460C" w:rsidRDefault="00E779E5" w:rsidP="00E779E5">
      <w:pPr>
        <w:pStyle w:val="QuestionResponse"/>
        <w:contextualSpacing/>
        <w:rPr>
          <w:szCs w:val="22"/>
        </w:rPr>
      </w:pPr>
      <w:r w:rsidRPr="002B460C">
        <w:rPr>
          <w:szCs w:val="22"/>
        </w:rPr>
        <w:t>1</w:t>
      </w:r>
      <w:r w:rsidRPr="002B460C">
        <w:rPr>
          <w:szCs w:val="22"/>
        </w:rPr>
        <w:tab/>
        <w:t xml:space="preserve">Agree </w:t>
      </w:r>
    </w:p>
    <w:p w:rsidR="00E779E5" w:rsidRPr="002B460C" w:rsidRDefault="00E779E5" w:rsidP="00E779E5">
      <w:pPr>
        <w:pStyle w:val="QuestionResponse"/>
        <w:contextualSpacing/>
        <w:rPr>
          <w:szCs w:val="22"/>
        </w:rPr>
      </w:pPr>
      <w:r w:rsidRPr="002B460C">
        <w:rPr>
          <w:szCs w:val="22"/>
        </w:rPr>
        <w:t>2</w:t>
      </w:r>
      <w:r w:rsidRPr="002B460C">
        <w:rPr>
          <w:szCs w:val="22"/>
        </w:rPr>
        <w:tab/>
        <w:t>Disagree</w:t>
      </w:r>
    </w:p>
    <w:p w:rsidR="00E779E5" w:rsidRPr="002B460C" w:rsidRDefault="00E779E5" w:rsidP="00E779E5">
      <w:pPr>
        <w:pStyle w:val="QuestionResponse"/>
        <w:contextualSpacing/>
        <w:rPr>
          <w:szCs w:val="22"/>
        </w:rPr>
      </w:pPr>
      <w:r w:rsidRPr="002B460C">
        <w:rPr>
          <w:szCs w:val="22"/>
        </w:rPr>
        <w:t>8</w:t>
      </w:r>
      <w:r w:rsidRPr="002B460C">
        <w:rPr>
          <w:szCs w:val="22"/>
        </w:rPr>
        <w:tab/>
        <w:t>Don’t know (DO NOT READ)</w:t>
      </w:r>
    </w:p>
    <w:p w:rsidR="00E779E5" w:rsidRPr="002B460C" w:rsidRDefault="00E779E5" w:rsidP="00E779E5">
      <w:pPr>
        <w:pStyle w:val="QuestionResponseLast"/>
        <w:keepLines w:val="0"/>
        <w:widowControl w:val="0"/>
        <w:spacing w:after="0"/>
        <w:ind w:left="715" w:firstLine="0"/>
        <w:contextualSpacing/>
        <w:rPr>
          <w:b/>
          <w:szCs w:val="22"/>
        </w:rPr>
      </w:pPr>
      <w:r w:rsidRPr="002B460C">
        <w:rPr>
          <w:szCs w:val="22"/>
        </w:rPr>
        <w:t>9</w:t>
      </w:r>
      <w:r w:rsidRPr="002B460C">
        <w:rPr>
          <w:szCs w:val="22"/>
        </w:rPr>
        <w:tab/>
        <w:t>Refused (DO NOT READ)</w:t>
      </w:r>
    </w:p>
    <w:p w:rsidR="00E779E5" w:rsidRPr="002B460C" w:rsidRDefault="00E779E5" w:rsidP="00E779E5">
      <w:pPr>
        <w:widowControl w:val="0"/>
        <w:tabs>
          <w:tab w:val="left" w:pos="432"/>
          <w:tab w:val="left" w:pos="720"/>
          <w:tab w:val="left" w:pos="1440"/>
        </w:tabs>
        <w:ind w:left="-187"/>
        <w:contextualSpacing/>
        <w:rPr>
          <w:b/>
          <w:u w:val="single"/>
        </w:rPr>
      </w:pPr>
    </w:p>
    <w:p w:rsidR="00E779E5" w:rsidRPr="002B460C" w:rsidRDefault="00E779E5" w:rsidP="00E779E5">
      <w:pPr>
        <w:pStyle w:val="QuestionInstruction"/>
        <w:spacing w:before="0" w:after="0"/>
      </w:pPr>
      <w:r w:rsidRPr="002B460C">
        <w:t xml:space="preserve">ASK ALL IN </w:t>
      </w:r>
      <w:smartTag w:uri="urn:schemas-microsoft-com:office:smarttags" w:element="country-region">
        <w:smartTag w:uri="urn:schemas-microsoft-com:office:smarttags" w:element="place">
          <w:r w:rsidRPr="002B460C">
            <w:t>PAKISTAN</w:t>
          </w:r>
        </w:smartTag>
      </w:smartTag>
      <w:r w:rsidRPr="002B460C">
        <w:t xml:space="preserve"> ONLY</w:t>
      </w:r>
    </w:p>
    <w:p w:rsidR="00E779E5" w:rsidRPr="002B460C" w:rsidRDefault="00E779E5" w:rsidP="00E779E5">
      <w:pPr>
        <w:pStyle w:val="Question"/>
        <w:spacing w:after="0"/>
      </w:pPr>
      <w:r w:rsidRPr="002B460C">
        <w:rPr>
          <w:rFonts w:ascii="Tahoma" w:hAnsi="Tahoma" w:cs="Tahoma"/>
          <w:b/>
          <w:sz w:val="16"/>
          <w:szCs w:val="16"/>
        </w:rPr>
        <w:t>Q103</w:t>
      </w:r>
      <w:r w:rsidRPr="002B460C">
        <w:tab/>
        <w:t xml:space="preserve">Do you support or oppose using the Pakistani army to fight extremist groups in Federally Administered Tribal Areas and Khyber Pakhtunkhwa? </w:t>
      </w:r>
      <w:r w:rsidRPr="002B460C">
        <w:br/>
      </w:r>
    </w:p>
    <w:p w:rsidR="00E779E5" w:rsidRPr="002B460C" w:rsidRDefault="00E779E5" w:rsidP="00E779E5">
      <w:pPr>
        <w:pStyle w:val="QuestionResponse"/>
      </w:pPr>
      <w:r w:rsidRPr="002B460C">
        <w:t>1</w:t>
      </w:r>
      <w:r w:rsidRPr="002B460C">
        <w:tab/>
        <w:t>Support</w:t>
      </w:r>
    </w:p>
    <w:p w:rsidR="00E779E5" w:rsidRPr="002B460C" w:rsidRDefault="00E779E5" w:rsidP="00E779E5">
      <w:pPr>
        <w:pStyle w:val="QuestionResponse"/>
      </w:pPr>
      <w:r w:rsidRPr="002B460C">
        <w:t>2</w:t>
      </w:r>
      <w:r w:rsidRPr="002B460C">
        <w:tab/>
        <w:t>Oppose</w:t>
      </w:r>
    </w:p>
    <w:p w:rsidR="00E779E5" w:rsidRPr="002B460C" w:rsidRDefault="00E779E5" w:rsidP="00E779E5">
      <w:pPr>
        <w:pStyle w:val="QuestionResponse"/>
      </w:pPr>
      <w:r w:rsidRPr="002B460C">
        <w:t>8</w:t>
      </w:r>
      <w:r w:rsidRPr="002B460C">
        <w:tab/>
        <w:t>Don’t know (DO NOT READ)</w:t>
      </w:r>
    </w:p>
    <w:p w:rsidR="00E779E5" w:rsidRPr="002B460C" w:rsidRDefault="00E779E5" w:rsidP="00E779E5">
      <w:pPr>
        <w:pStyle w:val="QuestionResponseLast"/>
        <w:spacing w:after="0"/>
      </w:pPr>
      <w:r w:rsidRPr="002B460C">
        <w:t>9</w:t>
      </w:r>
      <w:r w:rsidRPr="002B460C">
        <w:tab/>
        <w:t>Refused (DO NOT READ)</w:t>
      </w:r>
    </w:p>
    <w:p w:rsidR="00E779E5" w:rsidRPr="002B460C" w:rsidRDefault="00E779E5" w:rsidP="00E779E5">
      <w:pPr>
        <w:pStyle w:val="QuestionInstruction"/>
        <w:spacing w:after="0"/>
        <w:ind w:left="0"/>
        <w:outlineLvl w:val="0"/>
      </w:pPr>
    </w:p>
    <w:p w:rsidR="00E779E5" w:rsidRPr="002B460C" w:rsidRDefault="00E779E5" w:rsidP="00E779E5">
      <w:pPr>
        <w:pStyle w:val="QuestionInstruction"/>
        <w:spacing w:before="0" w:after="0"/>
      </w:pPr>
      <w:bookmarkStart w:id="1" w:name="OLE_LINK3"/>
      <w:bookmarkStart w:id="2" w:name="OLE_LINK4"/>
      <w:r w:rsidRPr="002B460C">
        <w:t xml:space="preserve">ASK ALL IN </w:t>
      </w:r>
      <w:smartTag w:uri="urn:schemas-microsoft-com:office:smarttags" w:element="country-region">
        <w:smartTag w:uri="urn:schemas-microsoft-com:office:smarttags" w:element="place">
          <w:r w:rsidRPr="002B460C">
            <w:t>PAKISTAN</w:t>
          </w:r>
        </w:smartTag>
      </w:smartTag>
      <w:r w:rsidRPr="002B460C">
        <w:t xml:space="preserve"> ONLY</w:t>
      </w:r>
    </w:p>
    <w:p w:rsidR="00E779E5" w:rsidRPr="002B460C" w:rsidRDefault="00E779E5" w:rsidP="00E779E5">
      <w:pPr>
        <w:pStyle w:val="Question"/>
        <w:spacing w:after="0"/>
      </w:pPr>
      <w:r w:rsidRPr="002B460C">
        <w:rPr>
          <w:rFonts w:ascii="Tahoma" w:hAnsi="Tahoma" w:cs="Tahoma"/>
          <w:b/>
          <w:sz w:val="16"/>
          <w:szCs w:val="16"/>
        </w:rPr>
        <w:t>Q104</w:t>
      </w:r>
      <w:r w:rsidRPr="002B460C">
        <w:tab/>
        <w:t xml:space="preserve">Now I’m going to read you a list of things the United States might do to combat extremist groups in Pakistan.  For each one, please tell me whether you would support or oppose it. </w:t>
      </w:r>
      <w:r w:rsidRPr="002B460C">
        <w:br/>
      </w:r>
    </w:p>
    <w:p w:rsidR="00E779E5" w:rsidRPr="002B460C" w:rsidRDefault="00E779E5" w:rsidP="000269A8">
      <w:pPr>
        <w:pStyle w:val="QuestionList"/>
      </w:pPr>
      <w:r w:rsidRPr="002B460C">
        <w:rPr>
          <w:b/>
        </w:rPr>
        <w:t>a.</w:t>
      </w:r>
      <w:r w:rsidRPr="002B460C">
        <w:tab/>
        <w:t>Providing financial and humanitarian aid to areas where extremist groups operate</w:t>
      </w:r>
      <w:r w:rsidRPr="002B460C">
        <w:tab/>
      </w:r>
    </w:p>
    <w:p w:rsidR="00E779E5" w:rsidRPr="002B460C" w:rsidRDefault="00E779E5" w:rsidP="000269A8">
      <w:pPr>
        <w:pStyle w:val="QuestionList"/>
      </w:pPr>
      <w:r w:rsidRPr="002B460C">
        <w:rPr>
          <w:b/>
        </w:rPr>
        <w:t>b.</w:t>
      </w:r>
      <w:r w:rsidRPr="002B460C">
        <w:tab/>
        <w:t>Providing intelligence and logistical support to Pakistani troops fighting extremist groups</w:t>
      </w:r>
    </w:p>
    <w:p w:rsidR="00E779E5" w:rsidRPr="002B460C" w:rsidRDefault="00E779E5" w:rsidP="000269A8">
      <w:pPr>
        <w:pStyle w:val="QuestionListLast"/>
      </w:pPr>
      <w:r w:rsidRPr="002B460C">
        <w:rPr>
          <w:b/>
        </w:rPr>
        <w:t>c.</w:t>
      </w:r>
      <w:r w:rsidRPr="002B460C">
        <w:tab/>
        <w:t xml:space="preserve">Conducting drone attacks in conjunction with the Pakistani government against leaders of extremist groups </w:t>
      </w:r>
    </w:p>
    <w:p w:rsidR="00E779E5" w:rsidRPr="002B460C" w:rsidRDefault="00E779E5" w:rsidP="00E779E5">
      <w:pPr>
        <w:pStyle w:val="QuestionResponse"/>
      </w:pPr>
      <w:r w:rsidRPr="002B460C">
        <w:t>1</w:t>
      </w:r>
      <w:r w:rsidRPr="002B460C">
        <w:tab/>
        <w:t>Support</w:t>
      </w:r>
    </w:p>
    <w:p w:rsidR="00E779E5" w:rsidRPr="002B460C" w:rsidRDefault="00E779E5" w:rsidP="00E779E5">
      <w:pPr>
        <w:pStyle w:val="QuestionResponse"/>
      </w:pPr>
      <w:r w:rsidRPr="002B460C">
        <w:t>2</w:t>
      </w:r>
      <w:r w:rsidRPr="002B460C">
        <w:tab/>
        <w:t>Oppose</w:t>
      </w:r>
    </w:p>
    <w:p w:rsidR="00E779E5" w:rsidRPr="002B460C" w:rsidRDefault="00E779E5" w:rsidP="00E779E5">
      <w:pPr>
        <w:pStyle w:val="QuestionResponse"/>
      </w:pPr>
      <w:r w:rsidRPr="002B460C">
        <w:t>8</w:t>
      </w:r>
      <w:r w:rsidRPr="002B460C">
        <w:tab/>
        <w:t>Don’t know (DO NOT READ)</w:t>
      </w:r>
    </w:p>
    <w:p w:rsidR="00E779E5" w:rsidRPr="002B460C" w:rsidRDefault="00E779E5" w:rsidP="00CB7F4B">
      <w:pPr>
        <w:pStyle w:val="QuestionResponseLast"/>
      </w:pPr>
      <w:r w:rsidRPr="002B460C">
        <w:t>9</w:t>
      </w:r>
      <w:r w:rsidRPr="002B460C">
        <w:tab/>
        <w:t>Refused (DO NOT READ)</w:t>
      </w:r>
    </w:p>
    <w:bookmarkEnd w:id="1"/>
    <w:bookmarkEnd w:id="2"/>
    <w:p w:rsidR="00E779E5" w:rsidRPr="002B460C" w:rsidRDefault="00E779E5" w:rsidP="00E779E5">
      <w:pPr>
        <w:pStyle w:val="QuestionInstruction"/>
        <w:spacing w:after="0"/>
      </w:pPr>
      <w:r w:rsidRPr="002B460C">
        <w:t xml:space="preserve">ASK ALL IN PAKISTAN ONLY </w:t>
      </w:r>
    </w:p>
    <w:p w:rsidR="00E779E5" w:rsidRPr="002B460C" w:rsidRDefault="00E779E5" w:rsidP="00E779E5">
      <w:pPr>
        <w:pStyle w:val="Question"/>
        <w:spacing w:after="0"/>
        <w:rPr>
          <w:i/>
        </w:rPr>
      </w:pPr>
      <w:r w:rsidRPr="002B460C">
        <w:rPr>
          <w:rFonts w:ascii="Tahoma" w:hAnsi="Tahoma" w:cs="Tahoma"/>
          <w:b/>
          <w:sz w:val="16"/>
          <w:szCs w:val="16"/>
        </w:rPr>
        <w:t>Q105</w:t>
      </w:r>
      <w:r w:rsidRPr="002B460C">
        <w:tab/>
        <w:t xml:space="preserve">Please tell me if you have a very favorable, somewhat favorable, somewhat unfavorable, or very unfavorable opinion of (INSERT)? </w:t>
      </w:r>
      <w:r w:rsidRPr="002B460C">
        <w:rPr>
          <w:iCs/>
        </w:rPr>
        <w:t xml:space="preserve"> </w:t>
      </w:r>
    </w:p>
    <w:p w:rsidR="00E779E5" w:rsidRPr="002B460C" w:rsidRDefault="00E779E5" w:rsidP="00E779E5">
      <w:pPr>
        <w:pStyle w:val="QuestionList"/>
        <w:spacing w:after="0"/>
        <w:rPr>
          <w:rFonts w:ascii="Tahoma" w:hAnsi="Tahoma" w:cs="Tahoma"/>
          <w:b/>
          <w:sz w:val="16"/>
        </w:rPr>
      </w:pPr>
    </w:p>
    <w:p w:rsidR="00D87DA6" w:rsidRPr="002B460C" w:rsidRDefault="00D87DA6" w:rsidP="00D87DA6">
      <w:pPr>
        <w:pStyle w:val="QuestionList"/>
        <w:spacing w:after="0"/>
        <w:rPr>
          <w:rFonts w:ascii="Tahoma" w:hAnsi="Tahoma" w:cs="Tahoma"/>
          <w:b/>
          <w:sz w:val="16"/>
        </w:rPr>
      </w:pPr>
      <w:r w:rsidRPr="002B460C">
        <w:rPr>
          <w:rFonts w:ascii="Tahoma" w:hAnsi="Tahoma" w:cs="Tahoma"/>
          <w:b/>
          <w:sz w:val="16"/>
        </w:rPr>
        <w:t>ROTATE items A and C. DO NOT ROTATE item B.</w:t>
      </w:r>
    </w:p>
    <w:p w:rsidR="00E779E5" w:rsidRPr="002B460C" w:rsidRDefault="00E779E5" w:rsidP="00E779E5">
      <w:pPr>
        <w:pStyle w:val="QuestionList"/>
        <w:spacing w:after="0"/>
        <w:rPr>
          <w:i/>
          <w:sz w:val="24"/>
          <w:lang w:val="it-IT"/>
        </w:rPr>
      </w:pPr>
      <w:r w:rsidRPr="002B460C">
        <w:rPr>
          <w:rFonts w:ascii="Tahoma" w:hAnsi="Tahoma" w:cs="Tahoma"/>
          <w:b/>
          <w:sz w:val="16"/>
          <w:szCs w:val="16"/>
          <w:lang w:val="it-IT"/>
        </w:rPr>
        <w:t>a.</w:t>
      </w:r>
      <w:r w:rsidRPr="002B460C">
        <w:rPr>
          <w:rFonts w:ascii="Tahoma" w:hAnsi="Tahoma" w:cs="Tahoma"/>
          <w:b/>
          <w:sz w:val="16"/>
          <w:szCs w:val="16"/>
          <w:lang w:val="it-IT"/>
        </w:rPr>
        <w:tab/>
      </w:r>
      <w:r w:rsidRPr="002B460C">
        <w:rPr>
          <w:sz w:val="24"/>
          <w:lang w:val="it-IT"/>
        </w:rPr>
        <w:t>Tehrik-i-Taliban</w:t>
      </w:r>
    </w:p>
    <w:p w:rsidR="00E779E5" w:rsidRPr="002B460C" w:rsidRDefault="00E779E5" w:rsidP="00E779E5">
      <w:pPr>
        <w:pStyle w:val="QuestionListLast"/>
        <w:spacing w:after="0"/>
        <w:rPr>
          <w:lang w:val="it-IT"/>
        </w:rPr>
      </w:pPr>
      <w:r w:rsidRPr="002B460C">
        <w:rPr>
          <w:rFonts w:ascii="Tahoma" w:hAnsi="Tahoma" w:cs="Tahoma"/>
          <w:b/>
          <w:sz w:val="16"/>
          <w:szCs w:val="16"/>
          <w:lang w:val="it-IT"/>
        </w:rPr>
        <w:t>b.</w:t>
      </w:r>
      <w:r w:rsidRPr="002B460C">
        <w:rPr>
          <w:rFonts w:ascii="Tahoma" w:hAnsi="Tahoma" w:cs="Tahoma"/>
          <w:b/>
          <w:sz w:val="16"/>
          <w:szCs w:val="16"/>
          <w:lang w:val="it-IT"/>
        </w:rPr>
        <w:tab/>
      </w:r>
      <w:r w:rsidRPr="002B460C">
        <w:rPr>
          <w:lang w:val="it-IT"/>
        </w:rPr>
        <w:t>Lashkar-e-Taiba</w:t>
      </w:r>
    </w:p>
    <w:p w:rsidR="00E779E5" w:rsidRPr="002B460C" w:rsidRDefault="00E779E5" w:rsidP="00E779E5">
      <w:pPr>
        <w:pStyle w:val="QuestionList"/>
        <w:spacing w:after="0"/>
        <w:rPr>
          <w:sz w:val="24"/>
        </w:rPr>
      </w:pPr>
      <w:r w:rsidRPr="002B460C">
        <w:rPr>
          <w:rFonts w:ascii="Tahoma" w:hAnsi="Tahoma" w:cs="Tahoma"/>
          <w:b/>
          <w:sz w:val="16"/>
          <w:szCs w:val="16"/>
        </w:rPr>
        <w:t>c.</w:t>
      </w:r>
      <w:r w:rsidRPr="002B460C">
        <w:tab/>
      </w:r>
      <w:r w:rsidRPr="002B460C">
        <w:rPr>
          <w:sz w:val="24"/>
        </w:rPr>
        <w:t>Afghan Taliban</w:t>
      </w:r>
    </w:p>
    <w:p w:rsidR="00E779E5" w:rsidRPr="002B460C" w:rsidRDefault="00E779E5" w:rsidP="00E779E5">
      <w:pPr>
        <w:pStyle w:val="QuestionList"/>
        <w:spacing w:after="0"/>
        <w:rPr>
          <w:szCs w:val="20"/>
        </w:rPr>
      </w:pPr>
    </w:p>
    <w:p w:rsidR="00E779E5" w:rsidRPr="002B460C" w:rsidRDefault="00E779E5" w:rsidP="00E779E5">
      <w:pPr>
        <w:pStyle w:val="QuestionResponse"/>
      </w:pPr>
      <w:r w:rsidRPr="002B460C">
        <w:t>1</w:t>
      </w:r>
      <w:r w:rsidRPr="002B460C">
        <w:tab/>
        <w:t>Very favorable</w:t>
      </w:r>
    </w:p>
    <w:p w:rsidR="00E779E5" w:rsidRPr="002B460C" w:rsidRDefault="00E779E5" w:rsidP="00E779E5">
      <w:pPr>
        <w:pStyle w:val="QuestionResponse"/>
      </w:pPr>
      <w:r w:rsidRPr="002B460C">
        <w:t>2</w:t>
      </w:r>
      <w:r w:rsidRPr="002B460C">
        <w:tab/>
        <w:t>Somewhat favorable</w:t>
      </w:r>
    </w:p>
    <w:p w:rsidR="00E779E5" w:rsidRPr="002B460C" w:rsidRDefault="00E779E5" w:rsidP="00E779E5">
      <w:pPr>
        <w:pStyle w:val="QuestionResponse"/>
      </w:pPr>
      <w:r w:rsidRPr="002B460C">
        <w:t>3</w:t>
      </w:r>
      <w:r w:rsidRPr="002B460C">
        <w:tab/>
        <w:t xml:space="preserve">Somewhat unfavorable </w:t>
      </w:r>
    </w:p>
    <w:p w:rsidR="00E779E5" w:rsidRPr="002B460C" w:rsidRDefault="00E779E5" w:rsidP="00E779E5">
      <w:pPr>
        <w:pStyle w:val="QuestionResponse"/>
      </w:pPr>
      <w:r w:rsidRPr="002B460C">
        <w:t>4</w:t>
      </w:r>
      <w:r w:rsidRPr="002B460C">
        <w:tab/>
        <w:t xml:space="preserve">Very unfavorable </w:t>
      </w:r>
    </w:p>
    <w:p w:rsidR="00E779E5" w:rsidRPr="002B460C" w:rsidRDefault="00E779E5" w:rsidP="00E779E5">
      <w:pPr>
        <w:pStyle w:val="QuestionResponse"/>
      </w:pPr>
      <w:r w:rsidRPr="002B460C">
        <w:t>8</w:t>
      </w:r>
      <w:r w:rsidRPr="002B460C">
        <w:tab/>
        <w:t>Don’t know (DO NOT READ)</w:t>
      </w:r>
    </w:p>
    <w:p w:rsidR="00E779E5" w:rsidRPr="002B460C" w:rsidRDefault="00E779E5" w:rsidP="00E779E5">
      <w:pPr>
        <w:pStyle w:val="QuestionInstruction"/>
        <w:spacing w:before="0" w:after="0"/>
        <w:rPr>
          <w:b w:val="0"/>
        </w:rPr>
      </w:pPr>
      <w:r w:rsidRPr="002B460C">
        <w:rPr>
          <w:b w:val="0"/>
        </w:rPr>
        <w:t>9</w:t>
      </w:r>
      <w:r w:rsidRPr="002B460C">
        <w:rPr>
          <w:b w:val="0"/>
        </w:rPr>
        <w:tab/>
        <w:t>Refused (DO NOT READ)</w:t>
      </w:r>
    </w:p>
    <w:p w:rsidR="00E779E5" w:rsidRPr="002B460C" w:rsidRDefault="00E779E5" w:rsidP="00E779E5">
      <w:pPr>
        <w:widowControl w:val="0"/>
        <w:tabs>
          <w:tab w:val="left" w:pos="432"/>
          <w:tab w:val="left" w:pos="720"/>
          <w:tab w:val="left" w:pos="1440"/>
        </w:tabs>
        <w:ind w:left="-187"/>
        <w:rPr>
          <w:b/>
          <w:u w:val="single"/>
        </w:rPr>
      </w:pPr>
    </w:p>
    <w:p w:rsidR="00E779E5" w:rsidRPr="002B460C" w:rsidRDefault="00E779E5" w:rsidP="00C256A7">
      <w:pPr>
        <w:keepNext/>
        <w:keepLines/>
        <w:ind w:firstLine="720"/>
      </w:pPr>
      <w:r w:rsidRPr="002B460C">
        <w:rPr>
          <w:b/>
        </w:rPr>
        <w:t>ASK ALL IN PAKISTAN ONLY</w:t>
      </w:r>
      <w:r w:rsidRPr="002B460C">
        <w:rPr>
          <w:b/>
        </w:rPr>
        <w:br/>
      </w:r>
      <w:r w:rsidRPr="002B460C">
        <w:rPr>
          <w:rFonts w:ascii="Tahoma" w:hAnsi="Tahoma" w:cs="Tahoma"/>
          <w:b/>
          <w:sz w:val="16"/>
          <w:szCs w:val="16"/>
        </w:rPr>
        <w:t>Q106</w:t>
      </w:r>
      <w:r w:rsidRPr="002B460C">
        <w:tab/>
        <w:t xml:space="preserve">In your opinion, if the Taliban were to regain control of Afghanistan would it be a good </w:t>
      </w:r>
    </w:p>
    <w:p w:rsidR="00E779E5" w:rsidRPr="002B460C" w:rsidRDefault="00E779E5" w:rsidP="00C256A7">
      <w:pPr>
        <w:keepNext/>
        <w:keepLines/>
        <w:ind w:firstLine="720"/>
        <w:rPr>
          <w:i/>
          <w:iCs/>
        </w:rPr>
      </w:pPr>
      <w:r w:rsidRPr="002B460C">
        <w:t xml:space="preserve">thing for Pakistan, a bad thing for Pakistan, or would it not matter?  </w:t>
      </w:r>
      <w:r w:rsidRPr="002B460C">
        <w:rPr>
          <w:i/>
          <w:iCs/>
        </w:rPr>
        <w:t xml:space="preserve"> </w:t>
      </w:r>
    </w:p>
    <w:p w:rsidR="00E779E5" w:rsidRPr="002B460C" w:rsidRDefault="00E779E5" w:rsidP="00C256A7">
      <w:pPr>
        <w:keepNext/>
        <w:keepLines/>
        <w:ind w:firstLine="720"/>
        <w:rPr>
          <w:i/>
          <w:iCs/>
        </w:rPr>
      </w:pPr>
    </w:p>
    <w:p w:rsidR="00E779E5" w:rsidRPr="002B460C" w:rsidRDefault="00E779E5" w:rsidP="00C256A7">
      <w:pPr>
        <w:pStyle w:val="QuestionResponse"/>
        <w:rPr>
          <w:szCs w:val="22"/>
        </w:rPr>
      </w:pPr>
      <w:r w:rsidRPr="002B460C">
        <w:rPr>
          <w:szCs w:val="22"/>
        </w:rPr>
        <w:t>1</w:t>
      </w:r>
      <w:r w:rsidRPr="002B460C">
        <w:rPr>
          <w:szCs w:val="22"/>
        </w:rPr>
        <w:tab/>
        <w:t>Good</w:t>
      </w:r>
    </w:p>
    <w:p w:rsidR="00E779E5" w:rsidRPr="002B460C" w:rsidRDefault="00E779E5" w:rsidP="00C256A7">
      <w:pPr>
        <w:pStyle w:val="QuestionResponse"/>
        <w:rPr>
          <w:szCs w:val="22"/>
        </w:rPr>
      </w:pPr>
      <w:r w:rsidRPr="002B460C">
        <w:rPr>
          <w:szCs w:val="22"/>
        </w:rPr>
        <w:t>2</w:t>
      </w:r>
      <w:r w:rsidRPr="002B460C">
        <w:rPr>
          <w:szCs w:val="22"/>
        </w:rPr>
        <w:tab/>
        <w:t>Bad</w:t>
      </w:r>
    </w:p>
    <w:p w:rsidR="00E779E5" w:rsidRPr="002B460C" w:rsidRDefault="00E779E5" w:rsidP="00C256A7">
      <w:pPr>
        <w:pStyle w:val="QuestionResponse"/>
        <w:rPr>
          <w:szCs w:val="22"/>
        </w:rPr>
      </w:pPr>
      <w:r w:rsidRPr="002B460C">
        <w:rPr>
          <w:szCs w:val="22"/>
        </w:rPr>
        <w:t>3</w:t>
      </w:r>
      <w:r w:rsidRPr="002B460C">
        <w:rPr>
          <w:szCs w:val="22"/>
        </w:rPr>
        <w:tab/>
        <w:t>Would not matter</w:t>
      </w:r>
    </w:p>
    <w:p w:rsidR="00E779E5" w:rsidRPr="002B460C" w:rsidRDefault="00E779E5" w:rsidP="00C256A7">
      <w:pPr>
        <w:pStyle w:val="QuestionResponse"/>
        <w:rPr>
          <w:szCs w:val="22"/>
        </w:rPr>
      </w:pPr>
      <w:r w:rsidRPr="002B460C">
        <w:rPr>
          <w:szCs w:val="22"/>
        </w:rPr>
        <w:t>8</w:t>
      </w:r>
      <w:r w:rsidRPr="002B460C">
        <w:rPr>
          <w:szCs w:val="22"/>
        </w:rPr>
        <w:tab/>
        <w:t>Don’t know (DO NOT READ)</w:t>
      </w:r>
    </w:p>
    <w:p w:rsidR="00E779E5" w:rsidRPr="002B460C" w:rsidRDefault="00E779E5" w:rsidP="00E779E5">
      <w:pPr>
        <w:pStyle w:val="QuestionInstruction"/>
        <w:spacing w:before="0" w:after="0"/>
        <w:rPr>
          <w:b w:val="0"/>
          <w:szCs w:val="22"/>
        </w:rPr>
      </w:pPr>
      <w:r w:rsidRPr="002B460C">
        <w:rPr>
          <w:b w:val="0"/>
          <w:szCs w:val="22"/>
        </w:rPr>
        <w:t>9</w:t>
      </w:r>
      <w:r w:rsidRPr="002B460C">
        <w:rPr>
          <w:b w:val="0"/>
          <w:szCs w:val="22"/>
        </w:rPr>
        <w:tab/>
        <w:t>Refused (DO NOT READ)</w:t>
      </w:r>
    </w:p>
    <w:p w:rsidR="00C256A7" w:rsidRPr="002B460C" w:rsidRDefault="00C256A7" w:rsidP="00E779E5">
      <w:pPr>
        <w:pStyle w:val="QuestionInstruction"/>
        <w:spacing w:before="0" w:after="0"/>
        <w:rPr>
          <w:b w:val="0"/>
          <w:szCs w:val="22"/>
        </w:rPr>
      </w:pPr>
    </w:p>
    <w:p w:rsidR="00C256A7" w:rsidRPr="002B460C" w:rsidRDefault="00C256A7" w:rsidP="00C256A7">
      <w:pPr>
        <w:pStyle w:val="QuestionInstruction"/>
        <w:spacing w:before="0" w:after="0"/>
        <w:rPr>
          <w:szCs w:val="22"/>
        </w:rPr>
      </w:pPr>
      <w:r w:rsidRPr="002B460C">
        <w:rPr>
          <w:szCs w:val="22"/>
        </w:rPr>
        <w:t>ASK ALL IN MEXICO ONLY</w:t>
      </w:r>
    </w:p>
    <w:p w:rsidR="00C256A7" w:rsidRPr="002B460C" w:rsidRDefault="00C256A7" w:rsidP="00C256A7">
      <w:pPr>
        <w:pStyle w:val="Question"/>
        <w:rPr>
          <w:szCs w:val="22"/>
        </w:rPr>
      </w:pPr>
      <w:r w:rsidRPr="002B460C">
        <w:rPr>
          <w:rFonts w:ascii="Tahoma" w:hAnsi="Tahoma" w:cs="Tahoma"/>
          <w:b/>
          <w:sz w:val="16"/>
          <w:szCs w:val="16"/>
        </w:rPr>
        <w:t>Q106MEX</w:t>
      </w:r>
      <w:r w:rsidRPr="002B460C">
        <w:rPr>
          <w:b/>
        </w:rPr>
        <w:t xml:space="preserve"> </w:t>
      </w:r>
      <w:r w:rsidRPr="002B460C">
        <w:t xml:space="preserve">If at this </w:t>
      </w:r>
      <w:r w:rsidRPr="002B460C">
        <w:rPr>
          <w:szCs w:val="22"/>
        </w:rPr>
        <w:t xml:space="preserve">moment, you had the means and opportunity to go to live in the United States, would you go? </w:t>
      </w:r>
    </w:p>
    <w:p w:rsidR="00C256A7" w:rsidRPr="002B460C" w:rsidRDefault="00C256A7" w:rsidP="00C256A7">
      <w:pPr>
        <w:pStyle w:val="QuestionResponse"/>
        <w:rPr>
          <w:szCs w:val="22"/>
        </w:rPr>
      </w:pPr>
      <w:r w:rsidRPr="002B460C">
        <w:rPr>
          <w:szCs w:val="22"/>
        </w:rPr>
        <w:t>1</w:t>
      </w:r>
      <w:r w:rsidRPr="002B460C">
        <w:rPr>
          <w:szCs w:val="22"/>
        </w:rPr>
        <w:tab/>
        <w:t>Yes</w:t>
      </w:r>
    </w:p>
    <w:p w:rsidR="00C256A7" w:rsidRPr="002B460C" w:rsidRDefault="00C256A7" w:rsidP="00C256A7">
      <w:pPr>
        <w:pStyle w:val="QuestionResponse"/>
        <w:rPr>
          <w:szCs w:val="22"/>
        </w:rPr>
      </w:pPr>
      <w:r w:rsidRPr="002B460C">
        <w:rPr>
          <w:szCs w:val="22"/>
        </w:rPr>
        <w:t>2</w:t>
      </w:r>
      <w:r w:rsidRPr="002B460C">
        <w:rPr>
          <w:szCs w:val="22"/>
        </w:rPr>
        <w:tab/>
        <w:t>No</w:t>
      </w:r>
    </w:p>
    <w:p w:rsidR="00C256A7" w:rsidRPr="002B460C" w:rsidRDefault="00C256A7" w:rsidP="00C256A7">
      <w:pPr>
        <w:pStyle w:val="QuestionResponse"/>
        <w:rPr>
          <w:szCs w:val="22"/>
        </w:rPr>
      </w:pPr>
      <w:r w:rsidRPr="002B460C">
        <w:rPr>
          <w:szCs w:val="22"/>
        </w:rPr>
        <w:t>8</w:t>
      </w:r>
      <w:r w:rsidRPr="002B460C">
        <w:rPr>
          <w:szCs w:val="22"/>
        </w:rPr>
        <w:tab/>
        <w:t>Don’t know (DO NOT READ)</w:t>
      </w:r>
    </w:p>
    <w:p w:rsidR="00C256A7" w:rsidRPr="002B460C" w:rsidRDefault="00C256A7" w:rsidP="00C256A7">
      <w:pPr>
        <w:pStyle w:val="QuestionResponseLast"/>
      </w:pPr>
      <w:r w:rsidRPr="002B460C">
        <w:t>9</w:t>
      </w:r>
      <w:r w:rsidRPr="002B460C">
        <w:tab/>
        <w:t>Refused (DO NOT READ)</w:t>
      </w:r>
    </w:p>
    <w:p w:rsidR="00E779E5" w:rsidRPr="002B460C" w:rsidRDefault="00E779E5" w:rsidP="00E779E5">
      <w:pPr>
        <w:pStyle w:val="QuestionInstruction"/>
        <w:spacing w:before="0" w:after="0"/>
        <w:rPr>
          <w:b w:val="0"/>
          <w:szCs w:val="22"/>
        </w:rPr>
      </w:pPr>
    </w:p>
    <w:p w:rsidR="00AC15E5" w:rsidRPr="002B460C" w:rsidRDefault="00AC15E5" w:rsidP="00AC15E5">
      <w:pPr>
        <w:ind w:left="720"/>
        <w:rPr>
          <w:b/>
        </w:rPr>
      </w:pPr>
      <w:r w:rsidRPr="002B460C">
        <w:rPr>
          <w:b/>
        </w:rPr>
        <w:t xml:space="preserve">ASK IF RESPONDENT WANTS TO GO LIVE IN THE UNITED STATES </w:t>
      </w:r>
    </w:p>
    <w:p w:rsidR="00AC15E5" w:rsidRPr="002B460C" w:rsidRDefault="00AC15E5" w:rsidP="00AC15E5">
      <w:pPr>
        <w:ind w:left="720"/>
        <w:rPr>
          <w:b/>
        </w:rPr>
      </w:pPr>
      <w:r w:rsidRPr="002B460C">
        <w:rPr>
          <w:b/>
        </w:rPr>
        <w:t>(Q106MEX = 1)</w:t>
      </w:r>
    </w:p>
    <w:p w:rsidR="00AC15E5" w:rsidRPr="002B460C" w:rsidRDefault="00AC15E5" w:rsidP="00AC15E5">
      <w:pPr>
        <w:pStyle w:val="Question"/>
        <w:rPr>
          <w:szCs w:val="22"/>
        </w:rPr>
      </w:pPr>
      <w:r w:rsidRPr="002B460C">
        <w:rPr>
          <w:rFonts w:ascii="Tahoma" w:hAnsi="Tahoma" w:cs="Tahoma"/>
          <w:b/>
          <w:sz w:val="16"/>
          <w:szCs w:val="16"/>
        </w:rPr>
        <w:t>Q106MEXb</w:t>
      </w:r>
      <w:r w:rsidRPr="002B460C">
        <w:rPr>
          <w:b/>
        </w:rPr>
        <w:t xml:space="preserve"> </w:t>
      </w:r>
      <w:r w:rsidRPr="002B460C">
        <w:t xml:space="preserve">And would you be inclined to go work and live in the U.S. without authorization? </w:t>
      </w:r>
    </w:p>
    <w:p w:rsidR="00AC15E5" w:rsidRPr="002B460C" w:rsidRDefault="00AC15E5" w:rsidP="00AC15E5">
      <w:pPr>
        <w:pStyle w:val="QuestionResponse"/>
        <w:rPr>
          <w:szCs w:val="22"/>
        </w:rPr>
      </w:pPr>
      <w:r w:rsidRPr="002B460C">
        <w:rPr>
          <w:szCs w:val="22"/>
        </w:rPr>
        <w:t>1</w:t>
      </w:r>
      <w:r w:rsidRPr="002B460C">
        <w:rPr>
          <w:szCs w:val="22"/>
        </w:rPr>
        <w:tab/>
        <w:t>Yes</w:t>
      </w:r>
    </w:p>
    <w:p w:rsidR="00AC15E5" w:rsidRPr="002B460C" w:rsidRDefault="00AC15E5" w:rsidP="00AC15E5">
      <w:pPr>
        <w:pStyle w:val="QuestionResponse"/>
        <w:rPr>
          <w:szCs w:val="22"/>
        </w:rPr>
      </w:pPr>
      <w:r w:rsidRPr="002B460C">
        <w:rPr>
          <w:szCs w:val="22"/>
        </w:rPr>
        <w:t>2</w:t>
      </w:r>
      <w:r w:rsidRPr="002B460C">
        <w:rPr>
          <w:szCs w:val="22"/>
        </w:rPr>
        <w:tab/>
        <w:t>No</w:t>
      </w:r>
    </w:p>
    <w:p w:rsidR="00AC15E5" w:rsidRPr="002B460C" w:rsidRDefault="00AC15E5" w:rsidP="00AC15E5">
      <w:pPr>
        <w:pStyle w:val="QuestionResponse"/>
        <w:rPr>
          <w:szCs w:val="22"/>
        </w:rPr>
      </w:pPr>
      <w:r w:rsidRPr="002B460C">
        <w:rPr>
          <w:szCs w:val="22"/>
        </w:rPr>
        <w:t>8</w:t>
      </w:r>
      <w:r w:rsidRPr="002B460C">
        <w:rPr>
          <w:szCs w:val="22"/>
        </w:rPr>
        <w:tab/>
        <w:t>Don’t know (DO NOT READ)</w:t>
      </w:r>
    </w:p>
    <w:p w:rsidR="00AC15E5" w:rsidRPr="002B460C" w:rsidRDefault="00AC15E5" w:rsidP="00AC15E5">
      <w:pPr>
        <w:pStyle w:val="QuestionResponse"/>
        <w:rPr>
          <w:szCs w:val="22"/>
        </w:rPr>
      </w:pPr>
      <w:r w:rsidRPr="002B460C">
        <w:rPr>
          <w:szCs w:val="22"/>
        </w:rPr>
        <w:t>9</w:t>
      </w:r>
      <w:r w:rsidRPr="002B460C">
        <w:rPr>
          <w:szCs w:val="22"/>
        </w:rPr>
        <w:tab/>
        <w:t>Refused (DO NOT READ)</w:t>
      </w:r>
    </w:p>
    <w:p w:rsidR="00AC15E5" w:rsidRPr="002B460C" w:rsidRDefault="00AC15E5" w:rsidP="00E779E5">
      <w:pPr>
        <w:pStyle w:val="QuestionResponse"/>
        <w:rPr>
          <w:b/>
        </w:rPr>
      </w:pPr>
    </w:p>
    <w:p w:rsidR="00E779E5" w:rsidRPr="002B460C" w:rsidRDefault="00E779E5" w:rsidP="00E779E5">
      <w:pPr>
        <w:pStyle w:val="QuestionResponse"/>
        <w:rPr>
          <w:b/>
        </w:rPr>
      </w:pPr>
      <w:r w:rsidRPr="002B460C">
        <w:rPr>
          <w:b/>
        </w:rPr>
        <w:t>ASK ALL IN MEXICO ONLY</w:t>
      </w:r>
    </w:p>
    <w:p w:rsidR="00E779E5" w:rsidRPr="002B460C" w:rsidRDefault="00E779E5" w:rsidP="00E779E5">
      <w:pPr>
        <w:pStyle w:val="Question"/>
      </w:pPr>
      <w:r w:rsidRPr="002B460C">
        <w:rPr>
          <w:rFonts w:ascii="Tahoma" w:hAnsi="Tahoma" w:cs="Tahoma"/>
          <w:b/>
          <w:sz w:val="16"/>
          <w:szCs w:val="16"/>
        </w:rPr>
        <w:t>Q107</w:t>
      </w:r>
      <w:r w:rsidRPr="002B460C">
        <w:tab/>
        <w:t xml:space="preserve">Do you support or oppose using the Mexican army to fight drug traffickers?  </w:t>
      </w:r>
    </w:p>
    <w:p w:rsidR="00E779E5" w:rsidRPr="002B460C" w:rsidRDefault="00E779E5" w:rsidP="00E779E5">
      <w:pPr>
        <w:pStyle w:val="QuestionResponse"/>
      </w:pPr>
      <w:r w:rsidRPr="002B460C">
        <w:t>1</w:t>
      </w:r>
      <w:r w:rsidRPr="002B460C">
        <w:tab/>
        <w:t>Support</w:t>
      </w:r>
    </w:p>
    <w:p w:rsidR="00E779E5" w:rsidRPr="002B460C" w:rsidRDefault="00E779E5" w:rsidP="00E779E5">
      <w:pPr>
        <w:pStyle w:val="QuestionResponse"/>
      </w:pPr>
      <w:r w:rsidRPr="002B460C">
        <w:t>2</w:t>
      </w:r>
      <w:r w:rsidRPr="002B460C">
        <w:tab/>
        <w:t>Oppose</w:t>
      </w:r>
    </w:p>
    <w:p w:rsidR="00E779E5" w:rsidRPr="002B460C" w:rsidRDefault="00E779E5" w:rsidP="00E779E5">
      <w:pPr>
        <w:pStyle w:val="QuestionResponse"/>
      </w:pPr>
      <w:r w:rsidRPr="002B460C">
        <w:t>8</w:t>
      </w:r>
      <w:r w:rsidRPr="002B460C">
        <w:tab/>
        <w:t>Don’t know (DO NOT READ)</w:t>
      </w:r>
    </w:p>
    <w:p w:rsidR="00E779E5" w:rsidRPr="002B460C" w:rsidRDefault="00E779E5" w:rsidP="00E779E5">
      <w:pPr>
        <w:pStyle w:val="QuestionResponse"/>
      </w:pPr>
      <w:r w:rsidRPr="002B460C">
        <w:t>9</w:t>
      </w:r>
      <w:r w:rsidRPr="002B460C">
        <w:tab/>
        <w:t>Refused (DO NOT READ)</w:t>
      </w:r>
    </w:p>
    <w:p w:rsidR="00E779E5" w:rsidRPr="002B460C" w:rsidRDefault="00E779E5" w:rsidP="00E779E5">
      <w:pPr>
        <w:pStyle w:val="QuestionResponseLast"/>
        <w:spacing w:after="0"/>
      </w:pPr>
    </w:p>
    <w:p w:rsidR="00E779E5" w:rsidRPr="002B460C" w:rsidRDefault="00E779E5" w:rsidP="00E779E5">
      <w:pPr>
        <w:pStyle w:val="QuestionResponseLast"/>
        <w:spacing w:after="0"/>
      </w:pPr>
    </w:p>
    <w:p w:rsidR="00E779E5" w:rsidRPr="002B460C" w:rsidRDefault="00E779E5" w:rsidP="00E779E5">
      <w:pPr>
        <w:pStyle w:val="QuestionInstruction"/>
        <w:spacing w:before="0" w:after="0"/>
      </w:pPr>
      <w:r w:rsidRPr="002B460C">
        <w:t>ASK ALL IN MEXICO ONLY</w:t>
      </w:r>
    </w:p>
    <w:p w:rsidR="00E779E5" w:rsidRPr="002B460C" w:rsidRDefault="00E779E5" w:rsidP="00E779E5">
      <w:pPr>
        <w:pStyle w:val="Question"/>
        <w:rPr>
          <w:iCs/>
        </w:rPr>
      </w:pPr>
      <w:r w:rsidRPr="002B460C">
        <w:rPr>
          <w:rFonts w:ascii="Tahoma" w:hAnsi="Tahoma" w:cs="Tahoma"/>
          <w:b/>
          <w:sz w:val="16"/>
        </w:rPr>
        <w:t>Q108</w:t>
      </w:r>
      <w:r w:rsidRPr="002B460C">
        <w:rPr>
          <w:i/>
        </w:rPr>
        <w:tab/>
      </w:r>
      <w:r w:rsidRPr="002B460C">
        <w:rPr>
          <w:iCs/>
        </w:rPr>
        <w:t xml:space="preserve">Do you think that the Mexican government is making progress in its campaign against the drug traffickers, losing ground, or are things about the same as they have been in the past? </w:t>
      </w:r>
    </w:p>
    <w:p w:rsidR="00E779E5" w:rsidRPr="002B460C" w:rsidRDefault="00E779E5" w:rsidP="00E779E5">
      <w:pPr>
        <w:pStyle w:val="QuestionResponse"/>
      </w:pPr>
      <w:r w:rsidRPr="002B460C">
        <w:t>1</w:t>
      </w:r>
      <w:r w:rsidRPr="002B460C">
        <w:tab/>
        <w:t>Making progress</w:t>
      </w:r>
    </w:p>
    <w:p w:rsidR="00E779E5" w:rsidRPr="002B460C" w:rsidRDefault="00E779E5" w:rsidP="00E779E5">
      <w:pPr>
        <w:pStyle w:val="QuestionResponse"/>
      </w:pPr>
      <w:r w:rsidRPr="002B460C">
        <w:t>2</w:t>
      </w:r>
      <w:r w:rsidRPr="002B460C">
        <w:tab/>
        <w:t>Losing ground</w:t>
      </w:r>
    </w:p>
    <w:p w:rsidR="00E779E5" w:rsidRPr="002B460C" w:rsidRDefault="00E779E5" w:rsidP="00E779E5">
      <w:pPr>
        <w:pStyle w:val="QuestionResponse"/>
      </w:pPr>
      <w:r w:rsidRPr="002B460C">
        <w:t>3</w:t>
      </w:r>
      <w:r w:rsidRPr="002B460C">
        <w:tab/>
        <w:t>Same as they have been in the past</w:t>
      </w:r>
    </w:p>
    <w:p w:rsidR="00E779E5" w:rsidRPr="002B460C" w:rsidRDefault="00E779E5" w:rsidP="00E779E5">
      <w:pPr>
        <w:pStyle w:val="QuestionResponse"/>
      </w:pPr>
      <w:r w:rsidRPr="002B460C">
        <w:t>8</w:t>
      </w:r>
      <w:r w:rsidRPr="002B460C">
        <w:tab/>
        <w:t>Don’t know (DO NOT READ)</w:t>
      </w:r>
    </w:p>
    <w:p w:rsidR="00E779E5" w:rsidRPr="002B460C" w:rsidRDefault="00E779E5" w:rsidP="00E779E5">
      <w:pPr>
        <w:pStyle w:val="QuestionResponseLast"/>
        <w:spacing w:after="0"/>
      </w:pPr>
      <w:r w:rsidRPr="002B460C">
        <w:t>9</w:t>
      </w:r>
      <w:r w:rsidRPr="002B460C">
        <w:tab/>
        <w:t>Refused (DO NOT READ)</w:t>
      </w:r>
    </w:p>
    <w:p w:rsidR="00E779E5" w:rsidRPr="002B460C" w:rsidRDefault="00E779E5" w:rsidP="00E779E5">
      <w:pPr>
        <w:pStyle w:val="QuestionResponseLast"/>
        <w:spacing w:after="0"/>
      </w:pPr>
    </w:p>
    <w:p w:rsidR="00E779E5" w:rsidRPr="002B460C" w:rsidRDefault="00E779E5" w:rsidP="00E779E5">
      <w:pPr>
        <w:pStyle w:val="QuestionInstruction"/>
        <w:spacing w:before="0" w:after="0"/>
      </w:pPr>
      <w:r w:rsidRPr="002B460C">
        <w:t>ASK ALL IN MEXICO ONLY</w:t>
      </w:r>
    </w:p>
    <w:p w:rsidR="00E779E5" w:rsidRPr="002B460C" w:rsidRDefault="00E779E5" w:rsidP="00E779E5">
      <w:pPr>
        <w:pStyle w:val="Question"/>
        <w:spacing w:after="0"/>
      </w:pPr>
      <w:r w:rsidRPr="002B460C">
        <w:rPr>
          <w:rFonts w:ascii="Tahoma" w:hAnsi="Tahoma" w:cs="Tahoma"/>
          <w:b/>
          <w:sz w:val="16"/>
          <w:szCs w:val="16"/>
        </w:rPr>
        <w:t>Q109</w:t>
      </w:r>
      <w:r w:rsidRPr="002B460C">
        <w:tab/>
        <w:t xml:space="preserve">Now I’m going to read you a list of things the United States might do to help the Mexican government combat drug traffickers in our country.  For each one, please tell me whether you would support or oppose it. </w:t>
      </w:r>
      <w:r w:rsidRPr="002B460C">
        <w:br/>
      </w:r>
    </w:p>
    <w:p w:rsidR="00E779E5" w:rsidRPr="002B460C" w:rsidRDefault="00E779E5" w:rsidP="00E779E5">
      <w:pPr>
        <w:pStyle w:val="Question"/>
        <w:spacing w:after="0"/>
        <w:ind w:left="1430" w:hanging="715"/>
      </w:pPr>
      <w:r w:rsidRPr="002B460C">
        <w:rPr>
          <w:b/>
        </w:rPr>
        <w:t>a.</w:t>
      </w:r>
      <w:r w:rsidRPr="002B460C">
        <w:tab/>
        <w:t>Training Mexican police and military personnel</w:t>
      </w:r>
      <w:r w:rsidRPr="002B460C">
        <w:tab/>
      </w:r>
    </w:p>
    <w:p w:rsidR="00E779E5" w:rsidRPr="002B460C" w:rsidRDefault="00E779E5" w:rsidP="00E779E5">
      <w:pPr>
        <w:pStyle w:val="Question"/>
        <w:spacing w:after="0"/>
        <w:ind w:left="1430" w:hanging="715"/>
      </w:pPr>
      <w:r w:rsidRPr="002B460C">
        <w:rPr>
          <w:b/>
        </w:rPr>
        <w:t>b.</w:t>
      </w:r>
      <w:r w:rsidRPr="002B460C">
        <w:tab/>
        <w:t>Providing money and weapons to the Mexican police and military personnel</w:t>
      </w:r>
      <w:r w:rsidRPr="002B460C">
        <w:tab/>
      </w:r>
    </w:p>
    <w:p w:rsidR="00E779E5" w:rsidRPr="002B460C" w:rsidRDefault="00E779E5" w:rsidP="00E779E5">
      <w:pPr>
        <w:pStyle w:val="Question"/>
        <w:spacing w:after="0"/>
        <w:ind w:left="1430" w:hanging="715"/>
      </w:pPr>
      <w:r w:rsidRPr="002B460C">
        <w:rPr>
          <w:b/>
        </w:rPr>
        <w:t>c.</w:t>
      </w:r>
      <w:r w:rsidRPr="002B460C">
        <w:tab/>
        <w:t xml:space="preserve">Deploying </w:t>
      </w:r>
      <w:smartTag w:uri="urn:schemas-microsoft-com:office:smarttags" w:element="country-region">
        <w:r w:rsidRPr="002B460C">
          <w:t>U.S.</w:t>
        </w:r>
      </w:smartTag>
      <w:r w:rsidRPr="002B460C">
        <w:t xml:space="preserve"> troops in </w:t>
      </w:r>
      <w:smartTag w:uri="urn:schemas-microsoft-com:office:smarttags" w:element="place">
        <w:smartTag w:uri="urn:schemas-microsoft-com:office:smarttags" w:element="country-region">
          <w:r w:rsidRPr="002B460C">
            <w:t>Mexico</w:t>
          </w:r>
        </w:smartTag>
      </w:smartTag>
      <w:r w:rsidRPr="002B460C">
        <w:t xml:space="preserve"> </w:t>
      </w:r>
    </w:p>
    <w:p w:rsidR="00E779E5" w:rsidRPr="002B460C" w:rsidRDefault="00E779E5" w:rsidP="00E779E5">
      <w:pPr>
        <w:pStyle w:val="Question"/>
        <w:spacing w:after="0"/>
      </w:pPr>
    </w:p>
    <w:p w:rsidR="00E779E5" w:rsidRPr="002B460C" w:rsidRDefault="00E779E5" w:rsidP="00E779E5">
      <w:pPr>
        <w:pStyle w:val="QuestionResponse"/>
      </w:pPr>
      <w:r w:rsidRPr="002B460C">
        <w:t>1</w:t>
      </w:r>
      <w:r w:rsidRPr="002B460C">
        <w:tab/>
        <w:t>Support</w:t>
      </w:r>
    </w:p>
    <w:p w:rsidR="00E779E5" w:rsidRPr="002B460C" w:rsidRDefault="00E779E5" w:rsidP="00E779E5">
      <w:pPr>
        <w:pStyle w:val="QuestionResponse"/>
      </w:pPr>
      <w:r w:rsidRPr="002B460C">
        <w:t>2</w:t>
      </w:r>
      <w:r w:rsidRPr="002B460C">
        <w:tab/>
        <w:t>Oppose</w:t>
      </w:r>
    </w:p>
    <w:p w:rsidR="00E779E5" w:rsidRPr="002B460C" w:rsidRDefault="00E779E5" w:rsidP="00E779E5">
      <w:pPr>
        <w:pStyle w:val="QuestionResponse"/>
      </w:pPr>
      <w:r w:rsidRPr="002B460C">
        <w:t>8</w:t>
      </w:r>
      <w:r w:rsidRPr="002B460C">
        <w:tab/>
        <w:t>Don’t know (DO NOT READ)</w:t>
      </w:r>
    </w:p>
    <w:p w:rsidR="00E779E5" w:rsidRPr="002B460C" w:rsidRDefault="00E779E5" w:rsidP="00E779E5">
      <w:pPr>
        <w:pStyle w:val="QuestionResponseLast"/>
        <w:spacing w:after="0"/>
      </w:pPr>
      <w:r w:rsidRPr="002B460C">
        <w:t>9</w:t>
      </w:r>
      <w:r w:rsidRPr="002B460C">
        <w:tab/>
        <w:t>Refused (DO NOT READ)</w:t>
      </w:r>
    </w:p>
    <w:p w:rsidR="00E779E5" w:rsidRPr="002B460C" w:rsidRDefault="00E779E5" w:rsidP="00E779E5"/>
    <w:p w:rsidR="00E779E5" w:rsidRPr="002B460C" w:rsidRDefault="00E779E5" w:rsidP="00E779E5">
      <w:pPr>
        <w:pStyle w:val="QuestionInstruction"/>
        <w:spacing w:before="0" w:after="0"/>
      </w:pPr>
      <w:r w:rsidRPr="002B460C">
        <w:lastRenderedPageBreak/>
        <w:t>ASK ALL IN MEXICO ONLY</w:t>
      </w:r>
    </w:p>
    <w:p w:rsidR="00E779E5" w:rsidRPr="002B460C" w:rsidRDefault="00E779E5" w:rsidP="00E779E5">
      <w:pPr>
        <w:pStyle w:val="Question"/>
        <w:spacing w:after="0"/>
        <w:rPr>
          <w:i/>
          <w:iCs/>
        </w:rPr>
      </w:pPr>
      <w:r w:rsidRPr="002B460C">
        <w:rPr>
          <w:rFonts w:ascii="Tahoma" w:hAnsi="Tahoma" w:cs="Tahoma"/>
          <w:b/>
          <w:sz w:val="16"/>
        </w:rPr>
        <w:t>Q110</w:t>
      </w:r>
      <w:r w:rsidRPr="002B460C">
        <w:tab/>
        <w:t xml:space="preserve">Which comes closest to describing your view?  The </w:t>
      </w:r>
      <w:smartTag w:uri="urn:schemas-microsoft-com:office:smarttags" w:element="country-region">
        <w:r w:rsidRPr="002B460C">
          <w:t>United States</w:t>
        </w:r>
      </w:smartTag>
      <w:r w:rsidRPr="002B460C">
        <w:t xml:space="preserve"> is mostly to blame for the drug violence in </w:t>
      </w:r>
      <w:smartTag w:uri="urn:schemas-microsoft-com:office:smarttags" w:element="place">
        <w:smartTag w:uri="urn:schemas-microsoft-com:office:smarttags" w:element="country-region">
          <w:r w:rsidRPr="002B460C">
            <w:t>Mexico</w:t>
          </w:r>
        </w:smartTag>
      </w:smartTag>
      <w:r w:rsidRPr="002B460C">
        <w:t xml:space="preserve">, OR Mexico is mostly to blame for the drug violence, OR both are to blame.  </w:t>
      </w:r>
    </w:p>
    <w:p w:rsidR="00E779E5" w:rsidRPr="002B460C" w:rsidRDefault="00E779E5" w:rsidP="00E779E5">
      <w:pPr>
        <w:pStyle w:val="Question"/>
        <w:spacing w:after="0"/>
      </w:pPr>
      <w:r w:rsidRPr="002B460C">
        <w:t xml:space="preserve"> </w:t>
      </w:r>
    </w:p>
    <w:p w:rsidR="00E779E5" w:rsidRPr="002B460C" w:rsidRDefault="00E779E5" w:rsidP="00E779E5">
      <w:pPr>
        <w:pStyle w:val="QuestionResponse"/>
      </w:pPr>
      <w:r w:rsidRPr="002B460C">
        <w:t>1</w:t>
      </w:r>
      <w:r w:rsidRPr="002B460C">
        <w:tab/>
      </w:r>
      <w:smartTag w:uri="urn:schemas-microsoft-com:office:smarttags" w:element="place">
        <w:smartTag w:uri="urn:schemas-microsoft-com:office:smarttags" w:element="country-region">
          <w:r w:rsidRPr="002B460C">
            <w:t>U.S.</w:t>
          </w:r>
        </w:smartTag>
      </w:smartTag>
    </w:p>
    <w:p w:rsidR="00E779E5" w:rsidRPr="002B460C" w:rsidRDefault="00E779E5" w:rsidP="00E779E5">
      <w:pPr>
        <w:pStyle w:val="QuestionResponse"/>
      </w:pPr>
      <w:r w:rsidRPr="002B460C">
        <w:t>2</w:t>
      </w:r>
      <w:r w:rsidRPr="002B460C">
        <w:tab/>
      </w:r>
      <w:smartTag w:uri="urn:schemas-microsoft-com:office:smarttags" w:element="place">
        <w:smartTag w:uri="urn:schemas-microsoft-com:office:smarttags" w:element="country-region">
          <w:r w:rsidRPr="002B460C">
            <w:t>Mexico</w:t>
          </w:r>
        </w:smartTag>
      </w:smartTag>
    </w:p>
    <w:p w:rsidR="00E779E5" w:rsidRPr="002B460C" w:rsidRDefault="00E779E5" w:rsidP="00E779E5">
      <w:pPr>
        <w:pStyle w:val="QuestionResponse"/>
      </w:pPr>
      <w:r w:rsidRPr="002B460C">
        <w:t xml:space="preserve">3 </w:t>
      </w:r>
      <w:r w:rsidRPr="002B460C">
        <w:tab/>
        <w:t>Both</w:t>
      </w:r>
    </w:p>
    <w:p w:rsidR="00E779E5" w:rsidRPr="002B460C" w:rsidRDefault="00E779E5" w:rsidP="00E779E5">
      <w:pPr>
        <w:pStyle w:val="QuestionResponse"/>
      </w:pPr>
      <w:r w:rsidRPr="002B460C">
        <w:t>4</w:t>
      </w:r>
      <w:r w:rsidRPr="002B460C">
        <w:tab/>
        <w:t>Neither (DO NOT READ)</w:t>
      </w:r>
    </w:p>
    <w:p w:rsidR="00E779E5" w:rsidRPr="002B460C" w:rsidRDefault="00E779E5" w:rsidP="00E779E5">
      <w:pPr>
        <w:pStyle w:val="QuestionResponse"/>
      </w:pPr>
      <w:r w:rsidRPr="002B460C">
        <w:t>8</w:t>
      </w:r>
      <w:r w:rsidRPr="002B460C">
        <w:tab/>
        <w:t>Don’t know (DO NOT READ)</w:t>
      </w:r>
    </w:p>
    <w:p w:rsidR="00E779E5" w:rsidRPr="002B460C" w:rsidRDefault="00E779E5" w:rsidP="00E779E5">
      <w:pPr>
        <w:pStyle w:val="QuestionResponseLast"/>
        <w:spacing w:after="0"/>
      </w:pPr>
      <w:r w:rsidRPr="002B460C">
        <w:t>9</w:t>
      </w:r>
      <w:r w:rsidRPr="002B460C">
        <w:tab/>
        <w:t>Refused (DO NOT READ)</w:t>
      </w:r>
    </w:p>
    <w:p w:rsidR="00E779E5" w:rsidRPr="002B460C" w:rsidRDefault="00E779E5" w:rsidP="00E779E5"/>
    <w:p w:rsidR="00E779E5" w:rsidRPr="002B460C" w:rsidRDefault="00E779E5" w:rsidP="00E779E5">
      <w:pPr>
        <w:pStyle w:val="QuestionResponseLast"/>
        <w:spacing w:after="0"/>
        <w:rPr>
          <w:szCs w:val="22"/>
        </w:rPr>
      </w:pPr>
    </w:p>
    <w:p w:rsidR="005D61C9" w:rsidRPr="00EF2A4A" w:rsidRDefault="005D61C9" w:rsidP="005D61C9">
      <w:pPr>
        <w:keepNext/>
        <w:keepLines/>
        <w:ind w:firstLine="720"/>
        <w:rPr>
          <w:b/>
        </w:rPr>
      </w:pPr>
      <w:r w:rsidRPr="00EF2A4A">
        <w:rPr>
          <w:b/>
        </w:rPr>
        <w:t>ASK ALL</w:t>
      </w:r>
      <w:r>
        <w:rPr>
          <w:b/>
        </w:rPr>
        <w:t xml:space="preserve"> IN PAKISTAN IN 2</w:t>
      </w:r>
      <w:r w:rsidRPr="005D61C9">
        <w:rPr>
          <w:b/>
          <w:vertAlign w:val="superscript"/>
        </w:rPr>
        <w:t>ND</w:t>
      </w:r>
      <w:r>
        <w:rPr>
          <w:b/>
        </w:rPr>
        <w:t xml:space="preserve"> FIELDING ONLY</w:t>
      </w:r>
    </w:p>
    <w:p w:rsidR="005D61C9" w:rsidRPr="00EF2A4A" w:rsidRDefault="005D61C9" w:rsidP="005D61C9">
      <w:pPr>
        <w:keepNext/>
        <w:keepLines/>
        <w:ind w:left="720" w:hanging="720"/>
        <w:rPr>
          <w:i/>
          <w:iCs/>
        </w:rPr>
      </w:pPr>
      <w:r w:rsidRPr="00EF2A4A">
        <w:rPr>
          <w:rFonts w:ascii="Tahoma" w:hAnsi="Tahoma" w:cs="Tahoma"/>
          <w:b/>
          <w:sz w:val="16"/>
          <w:szCs w:val="16"/>
        </w:rPr>
        <w:t>Q107</w:t>
      </w:r>
      <w:r>
        <w:rPr>
          <w:rFonts w:ascii="Tahoma" w:hAnsi="Tahoma" w:cs="Tahoma"/>
          <w:b/>
          <w:sz w:val="16"/>
          <w:szCs w:val="16"/>
        </w:rPr>
        <w:t>PAK</w:t>
      </w:r>
      <w:r w:rsidRPr="00EF2A4A">
        <w:tab/>
        <w:t xml:space="preserve">How closely have you been following news about the U.S. military operation that killed Osama bin Laden – very closely, somewhat closely, not too closely or not at all closely?  </w:t>
      </w:r>
      <w:r w:rsidRPr="00EF2A4A">
        <w:rPr>
          <w:i/>
          <w:iCs/>
        </w:rPr>
        <w:t xml:space="preserve"> </w:t>
      </w:r>
    </w:p>
    <w:p w:rsidR="005D61C9" w:rsidRPr="00EF2A4A" w:rsidRDefault="005D61C9" w:rsidP="005D61C9">
      <w:pPr>
        <w:keepNext/>
        <w:keepLines/>
        <w:ind w:firstLine="720"/>
        <w:rPr>
          <w:i/>
          <w:iCs/>
        </w:rPr>
      </w:pPr>
    </w:p>
    <w:p w:rsidR="005D61C9" w:rsidRPr="00EF2A4A" w:rsidRDefault="005D61C9" w:rsidP="005D61C9">
      <w:pPr>
        <w:pStyle w:val="QuestionResponse"/>
        <w:rPr>
          <w:szCs w:val="22"/>
        </w:rPr>
      </w:pPr>
      <w:r w:rsidRPr="00EF2A4A">
        <w:rPr>
          <w:szCs w:val="22"/>
        </w:rPr>
        <w:t>1</w:t>
      </w:r>
      <w:r w:rsidRPr="00EF2A4A">
        <w:rPr>
          <w:szCs w:val="22"/>
        </w:rPr>
        <w:tab/>
        <w:t>Very closely</w:t>
      </w:r>
    </w:p>
    <w:p w:rsidR="005D61C9" w:rsidRPr="00EF2A4A" w:rsidRDefault="005D61C9" w:rsidP="005D61C9">
      <w:pPr>
        <w:pStyle w:val="QuestionResponse"/>
        <w:rPr>
          <w:szCs w:val="22"/>
        </w:rPr>
      </w:pPr>
      <w:r w:rsidRPr="00EF2A4A">
        <w:rPr>
          <w:szCs w:val="22"/>
        </w:rPr>
        <w:t>2</w:t>
      </w:r>
      <w:r w:rsidRPr="00EF2A4A">
        <w:rPr>
          <w:szCs w:val="22"/>
        </w:rPr>
        <w:tab/>
        <w:t>Somewhat closely</w:t>
      </w:r>
    </w:p>
    <w:p w:rsidR="005D61C9" w:rsidRPr="00EF2A4A" w:rsidRDefault="005D61C9" w:rsidP="005D61C9">
      <w:pPr>
        <w:pStyle w:val="QuestionResponse"/>
        <w:rPr>
          <w:szCs w:val="22"/>
        </w:rPr>
      </w:pPr>
      <w:r w:rsidRPr="00EF2A4A">
        <w:rPr>
          <w:szCs w:val="22"/>
        </w:rPr>
        <w:t>3</w:t>
      </w:r>
      <w:r w:rsidRPr="00EF2A4A">
        <w:rPr>
          <w:szCs w:val="22"/>
        </w:rPr>
        <w:tab/>
        <w:t>Not too closely</w:t>
      </w:r>
    </w:p>
    <w:p w:rsidR="005D61C9" w:rsidRPr="00EF2A4A" w:rsidRDefault="005D61C9" w:rsidP="005D61C9">
      <w:pPr>
        <w:pStyle w:val="QuestionResponse"/>
        <w:rPr>
          <w:szCs w:val="22"/>
        </w:rPr>
      </w:pPr>
      <w:r w:rsidRPr="00EF2A4A">
        <w:rPr>
          <w:szCs w:val="22"/>
        </w:rPr>
        <w:t>4</w:t>
      </w:r>
      <w:r w:rsidRPr="00EF2A4A">
        <w:rPr>
          <w:szCs w:val="22"/>
        </w:rPr>
        <w:tab/>
        <w:t>Not at all closely</w:t>
      </w:r>
    </w:p>
    <w:p w:rsidR="005D61C9" w:rsidRPr="00EF2A4A" w:rsidRDefault="005D61C9" w:rsidP="005D61C9">
      <w:pPr>
        <w:pStyle w:val="QuestionResponse"/>
        <w:rPr>
          <w:szCs w:val="22"/>
        </w:rPr>
      </w:pPr>
      <w:r w:rsidRPr="00EF2A4A">
        <w:rPr>
          <w:szCs w:val="22"/>
        </w:rPr>
        <w:t>8</w:t>
      </w:r>
      <w:r w:rsidRPr="00EF2A4A">
        <w:rPr>
          <w:szCs w:val="22"/>
        </w:rPr>
        <w:tab/>
        <w:t>Don’t know (DO NOT READ)</w:t>
      </w:r>
    </w:p>
    <w:p w:rsidR="005D61C9" w:rsidRPr="00EF2A4A" w:rsidRDefault="005D61C9" w:rsidP="005D61C9">
      <w:pPr>
        <w:pStyle w:val="QuestionInstruction"/>
        <w:spacing w:before="0" w:after="0"/>
        <w:rPr>
          <w:b w:val="0"/>
          <w:szCs w:val="22"/>
        </w:rPr>
      </w:pPr>
      <w:r w:rsidRPr="00EF2A4A">
        <w:rPr>
          <w:b w:val="0"/>
          <w:szCs w:val="22"/>
        </w:rPr>
        <w:t>9</w:t>
      </w:r>
      <w:r w:rsidRPr="00EF2A4A">
        <w:rPr>
          <w:b w:val="0"/>
          <w:szCs w:val="22"/>
        </w:rPr>
        <w:tab/>
        <w:t>Refused (DO NOT READ)</w:t>
      </w:r>
    </w:p>
    <w:p w:rsidR="005D61C9" w:rsidRDefault="005D61C9" w:rsidP="005D61C9">
      <w:pPr>
        <w:keepNext/>
        <w:keepLines/>
        <w:ind w:firstLine="720"/>
        <w:rPr>
          <w:b/>
          <w:highlight w:val="yellow"/>
        </w:rPr>
      </w:pPr>
    </w:p>
    <w:p w:rsidR="005D61C9" w:rsidRDefault="005D61C9" w:rsidP="005D61C9">
      <w:pPr>
        <w:keepNext/>
        <w:keepLines/>
        <w:ind w:left="720"/>
        <w:rPr>
          <w:b/>
        </w:rPr>
      </w:pPr>
      <w:r w:rsidRPr="00EF2A4A">
        <w:rPr>
          <w:b/>
        </w:rPr>
        <w:t>ASK ALL</w:t>
      </w:r>
      <w:r>
        <w:rPr>
          <w:b/>
        </w:rPr>
        <w:t xml:space="preserve"> IN PAKISTAN IN 2</w:t>
      </w:r>
      <w:r w:rsidRPr="005D61C9">
        <w:rPr>
          <w:b/>
          <w:vertAlign w:val="superscript"/>
        </w:rPr>
        <w:t>ND</w:t>
      </w:r>
      <w:r>
        <w:rPr>
          <w:b/>
        </w:rPr>
        <w:t xml:space="preserve"> FIELDING ONLY</w:t>
      </w:r>
      <w:r w:rsidRPr="002B460C">
        <w:rPr>
          <w:b/>
        </w:rPr>
        <w:t xml:space="preserve"> </w:t>
      </w:r>
    </w:p>
    <w:p w:rsidR="005D61C9" w:rsidRPr="00FB39C1" w:rsidRDefault="005D61C9" w:rsidP="005D61C9">
      <w:pPr>
        <w:keepNext/>
        <w:keepLines/>
        <w:ind w:left="720" w:hanging="720"/>
        <w:rPr>
          <w:rStyle w:val="QuestionChar"/>
          <w:i/>
        </w:rPr>
      </w:pPr>
      <w:r w:rsidRPr="00FB39C1">
        <w:rPr>
          <w:rStyle w:val="QuestionChar"/>
          <w:rFonts w:ascii="Tahoma" w:hAnsi="Tahoma" w:cs="Tahoma"/>
          <w:b/>
          <w:sz w:val="16"/>
          <w:szCs w:val="16"/>
        </w:rPr>
        <w:t>Q107aPAK</w:t>
      </w:r>
      <w:r w:rsidRPr="00FB39C1">
        <w:rPr>
          <w:rStyle w:val="QuestionChar"/>
        </w:rPr>
        <w:tab/>
        <w:t>Do you approve or disapprove of the U.S. military operation that killed Osama bin</w:t>
      </w:r>
      <w:r>
        <w:rPr>
          <w:rStyle w:val="QuestionChar"/>
        </w:rPr>
        <w:t xml:space="preserve"> </w:t>
      </w:r>
      <w:r w:rsidRPr="00FB39C1">
        <w:rPr>
          <w:rStyle w:val="QuestionChar"/>
        </w:rPr>
        <w:t xml:space="preserve">Laden?  </w:t>
      </w:r>
      <w:r w:rsidRPr="00FB39C1">
        <w:rPr>
          <w:rStyle w:val="QuestionChar"/>
          <w:i/>
        </w:rPr>
        <w:t xml:space="preserve"> </w:t>
      </w:r>
    </w:p>
    <w:p w:rsidR="005D61C9" w:rsidRPr="002B460C" w:rsidRDefault="005D61C9" w:rsidP="005D61C9">
      <w:pPr>
        <w:keepNext/>
        <w:keepLines/>
        <w:ind w:firstLine="720"/>
        <w:rPr>
          <w:i/>
          <w:iCs/>
        </w:rPr>
      </w:pPr>
    </w:p>
    <w:p w:rsidR="005D61C9" w:rsidRPr="00D92D79" w:rsidRDefault="005D61C9" w:rsidP="005D61C9">
      <w:pPr>
        <w:pStyle w:val="QuestionResponse"/>
        <w:rPr>
          <w:szCs w:val="22"/>
        </w:rPr>
      </w:pPr>
      <w:r w:rsidRPr="002B460C">
        <w:rPr>
          <w:szCs w:val="22"/>
        </w:rPr>
        <w:t>1</w:t>
      </w:r>
      <w:r w:rsidRPr="002B460C">
        <w:rPr>
          <w:szCs w:val="22"/>
        </w:rPr>
        <w:tab/>
      </w:r>
      <w:r>
        <w:rPr>
          <w:szCs w:val="22"/>
        </w:rPr>
        <w:t>Approve</w:t>
      </w:r>
    </w:p>
    <w:p w:rsidR="005D61C9" w:rsidRPr="00D92D79" w:rsidRDefault="005D61C9" w:rsidP="005D61C9">
      <w:pPr>
        <w:pStyle w:val="QuestionResponse"/>
        <w:rPr>
          <w:szCs w:val="22"/>
        </w:rPr>
      </w:pPr>
      <w:r w:rsidRPr="002B460C">
        <w:rPr>
          <w:szCs w:val="22"/>
        </w:rPr>
        <w:t>2</w:t>
      </w:r>
      <w:r w:rsidRPr="002B460C">
        <w:rPr>
          <w:szCs w:val="22"/>
        </w:rPr>
        <w:tab/>
      </w:r>
      <w:r>
        <w:rPr>
          <w:szCs w:val="22"/>
        </w:rPr>
        <w:t>Disapprove</w:t>
      </w:r>
    </w:p>
    <w:p w:rsidR="005D61C9" w:rsidRPr="002B460C" w:rsidRDefault="005D61C9" w:rsidP="005D61C9">
      <w:pPr>
        <w:pStyle w:val="QuestionResponse"/>
        <w:rPr>
          <w:szCs w:val="22"/>
        </w:rPr>
      </w:pPr>
      <w:r w:rsidRPr="002B460C">
        <w:rPr>
          <w:szCs w:val="22"/>
        </w:rPr>
        <w:t>8</w:t>
      </w:r>
      <w:r w:rsidRPr="002B460C">
        <w:rPr>
          <w:szCs w:val="22"/>
        </w:rPr>
        <w:tab/>
        <w:t>Don’t know (DO NOT READ)</w:t>
      </w:r>
    </w:p>
    <w:p w:rsidR="005D61C9" w:rsidRPr="002B460C" w:rsidRDefault="005D61C9" w:rsidP="005D61C9">
      <w:pPr>
        <w:pStyle w:val="QuestionInstruction"/>
        <w:spacing w:before="0" w:after="0"/>
        <w:rPr>
          <w:b w:val="0"/>
          <w:szCs w:val="22"/>
        </w:rPr>
      </w:pPr>
      <w:r w:rsidRPr="002B460C">
        <w:rPr>
          <w:b w:val="0"/>
          <w:szCs w:val="22"/>
        </w:rPr>
        <w:t>9</w:t>
      </w:r>
      <w:r w:rsidRPr="002B460C">
        <w:rPr>
          <w:b w:val="0"/>
          <w:szCs w:val="22"/>
        </w:rPr>
        <w:tab/>
        <w:t>Refused (DO NOT READ)</w:t>
      </w:r>
    </w:p>
    <w:p w:rsidR="005D61C9" w:rsidRDefault="005D61C9" w:rsidP="005D61C9"/>
    <w:p w:rsidR="005D61C9" w:rsidRDefault="005D61C9" w:rsidP="005D61C9">
      <w:pPr>
        <w:keepNext/>
        <w:keepLines/>
        <w:ind w:left="720"/>
        <w:rPr>
          <w:b/>
        </w:rPr>
      </w:pPr>
      <w:r w:rsidRPr="00EF2A4A">
        <w:rPr>
          <w:b/>
        </w:rPr>
        <w:t>ASK ALL</w:t>
      </w:r>
      <w:r>
        <w:rPr>
          <w:b/>
        </w:rPr>
        <w:t xml:space="preserve"> IN PAKISTAN IN 2</w:t>
      </w:r>
      <w:r w:rsidRPr="005D61C9">
        <w:rPr>
          <w:b/>
          <w:vertAlign w:val="superscript"/>
        </w:rPr>
        <w:t>ND</w:t>
      </w:r>
      <w:r>
        <w:rPr>
          <w:b/>
        </w:rPr>
        <w:t xml:space="preserve"> FIELDING ONLY</w:t>
      </w:r>
      <w:r w:rsidRPr="002B460C">
        <w:rPr>
          <w:b/>
        </w:rPr>
        <w:t xml:space="preserve"> </w:t>
      </w:r>
    </w:p>
    <w:p w:rsidR="005D61C9" w:rsidRPr="002B460C" w:rsidRDefault="005D61C9" w:rsidP="005D61C9">
      <w:pPr>
        <w:keepNext/>
        <w:keepLines/>
        <w:ind w:left="720" w:hanging="720"/>
        <w:rPr>
          <w:i/>
          <w:iCs/>
        </w:rPr>
      </w:pPr>
      <w:r w:rsidRPr="002B460C">
        <w:rPr>
          <w:rFonts w:ascii="Tahoma" w:hAnsi="Tahoma" w:cs="Tahoma"/>
          <w:b/>
          <w:sz w:val="16"/>
          <w:szCs w:val="16"/>
        </w:rPr>
        <w:t>Q10</w:t>
      </w:r>
      <w:r>
        <w:rPr>
          <w:rFonts w:ascii="Tahoma" w:hAnsi="Tahoma" w:cs="Tahoma"/>
          <w:b/>
          <w:sz w:val="16"/>
          <w:szCs w:val="16"/>
        </w:rPr>
        <w:t>7bPAK</w:t>
      </w:r>
      <w:r w:rsidRPr="002B460C">
        <w:tab/>
      </w:r>
      <w:r>
        <w:t xml:space="preserve">Regardless of how you feel about the U.S. military operation, do </w:t>
      </w:r>
      <w:r w:rsidRPr="00FB39C1">
        <w:t>you think</w:t>
      </w:r>
      <w:r>
        <w:t xml:space="preserve"> it is a good thing or a bad thing that Osama bin Laden is dead?</w:t>
      </w:r>
      <w:r w:rsidRPr="002B460C">
        <w:t xml:space="preserve">  </w:t>
      </w:r>
      <w:r w:rsidRPr="002B460C">
        <w:rPr>
          <w:i/>
          <w:iCs/>
        </w:rPr>
        <w:t xml:space="preserve"> </w:t>
      </w:r>
    </w:p>
    <w:p w:rsidR="005D61C9" w:rsidRPr="002B460C" w:rsidRDefault="005D61C9" w:rsidP="005D61C9">
      <w:pPr>
        <w:keepNext/>
        <w:keepLines/>
        <w:ind w:firstLine="720"/>
        <w:rPr>
          <w:i/>
          <w:iCs/>
        </w:rPr>
      </w:pPr>
    </w:p>
    <w:p w:rsidR="005D61C9" w:rsidRPr="00D92D79" w:rsidRDefault="005D61C9" w:rsidP="005D61C9">
      <w:pPr>
        <w:pStyle w:val="QuestionResponse"/>
        <w:rPr>
          <w:szCs w:val="22"/>
        </w:rPr>
      </w:pPr>
      <w:r w:rsidRPr="002B460C">
        <w:rPr>
          <w:szCs w:val="22"/>
        </w:rPr>
        <w:t>1</w:t>
      </w:r>
      <w:r w:rsidRPr="002B460C">
        <w:rPr>
          <w:szCs w:val="22"/>
        </w:rPr>
        <w:tab/>
      </w:r>
      <w:r>
        <w:rPr>
          <w:szCs w:val="22"/>
        </w:rPr>
        <w:t>Good thing</w:t>
      </w:r>
    </w:p>
    <w:p w:rsidR="005D61C9" w:rsidRPr="00D92D79" w:rsidRDefault="005D61C9" w:rsidP="005D61C9">
      <w:pPr>
        <w:pStyle w:val="QuestionResponse"/>
        <w:rPr>
          <w:szCs w:val="22"/>
        </w:rPr>
      </w:pPr>
      <w:r w:rsidRPr="002B460C">
        <w:rPr>
          <w:szCs w:val="22"/>
        </w:rPr>
        <w:t>2</w:t>
      </w:r>
      <w:r w:rsidRPr="002B460C">
        <w:rPr>
          <w:szCs w:val="22"/>
        </w:rPr>
        <w:tab/>
      </w:r>
      <w:r>
        <w:rPr>
          <w:szCs w:val="22"/>
        </w:rPr>
        <w:t>Bad thing</w:t>
      </w:r>
    </w:p>
    <w:p w:rsidR="005D61C9" w:rsidRPr="002B460C" w:rsidRDefault="005D61C9" w:rsidP="005D61C9">
      <w:pPr>
        <w:pStyle w:val="QuestionResponse"/>
        <w:rPr>
          <w:szCs w:val="22"/>
        </w:rPr>
      </w:pPr>
      <w:r w:rsidRPr="002B460C">
        <w:rPr>
          <w:szCs w:val="22"/>
        </w:rPr>
        <w:t>8</w:t>
      </w:r>
      <w:r w:rsidRPr="002B460C">
        <w:rPr>
          <w:szCs w:val="22"/>
        </w:rPr>
        <w:tab/>
        <w:t>Don’t know (DO NOT READ)</w:t>
      </w:r>
    </w:p>
    <w:p w:rsidR="005D61C9" w:rsidRPr="002B460C" w:rsidRDefault="005D61C9" w:rsidP="005D61C9">
      <w:pPr>
        <w:pStyle w:val="QuestionInstruction"/>
        <w:spacing w:before="0" w:after="0"/>
        <w:rPr>
          <w:b w:val="0"/>
          <w:szCs w:val="22"/>
        </w:rPr>
      </w:pPr>
      <w:r w:rsidRPr="002B460C">
        <w:rPr>
          <w:b w:val="0"/>
          <w:szCs w:val="22"/>
        </w:rPr>
        <w:t>9</w:t>
      </w:r>
      <w:r w:rsidRPr="002B460C">
        <w:rPr>
          <w:b w:val="0"/>
          <w:szCs w:val="22"/>
        </w:rPr>
        <w:tab/>
        <w:t>Refused (DO NOT READ)</w:t>
      </w:r>
    </w:p>
    <w:p w:rsidR="005D61C9" w:rsidRDefault="005D61C9" w:rsidP="005D61C9"/>
    <w:p w:rsidR="005D61C9" w:rsidRDefault="005D61C9" w:rsidP="005D61C9">
      <w:pPr>
        <w:keepNext/>
        <w:keepLines/>
        <w:ind w:left="720"/>
        <w:rPr>
          <w:b/>
        </w:rPr>
      </w:pPr>
      <w:r w:rsidRPr="00EF2A4A">
        <w:rPr>
          <w:b/>
        </w:rPr>
        <w:lastRenderedPageBreak/>
        <w:t>ASK ALL</w:t>
      </w:r>
      <w:r>
        <w:rPr>
          <w:b/>
        </w:rPr>
        <w:t xml:space="preserve"> IN PAKISTAN IN 2</w:t>
      </w:r>
      <w:r w:rsidRPr="005D61C9">
        <w:rPr>
          <w:b/>
          <w:vertAlign w:val="superscript"/>
        </w:rPr>
        <w:t>ND</w:t>
      </w:r>
      <w:r>
        <w:rPr>
          <w:b/>
        </w:rPr>
        <w:t xml:space="preserve"> FIELDING ONLY</w:t>
      </w:r>
      <w:r w:rsidRPr="002B460C">
        <w:rPr>
          <w:b/>
        </w:rPr>
        <w:t xml:space="preserve"> </w:t>
      </w:r>
    </w:p>
    <w:p w:rsidR="005D61C9" w:rsidRPr="002B460C" w:rsidRDefault="005D61C9" w:rsidP="005D61C9">
      <w:pPr>
        <w:keepNext/>
        <w:keepLines/>
        <w:ind w:left="720" w:hanging="720"/>
        <w:rPr>
          <w:i/>
          <w:iCs/>
        </w:rPr>
      </w:pPr>
      <w:r w:rsidRPr="002B460C">
        <w:rPr>
          <w:rFonts w:ascii="Tahoma" w:hAnsi="Tahoma" w:cs="Tahoma"/>
          <w:b/>
          <w:sz w:val="16"/>
          <w:szCs w:val="16"/>
        </w:rPr>
        <w:t>Q10</w:t>
      </w:r>
      <w:r>
        <w:rPr>
          <w:rFonts w:ascii="Tahoma" w:hAnsi="Tahoma" w:cs="Tahoma"/>
          <w:b/>
          <w:sz w:val="16"/>
          <w:szCs w:val="16"/>
        </w:rPr>
        <w:t>8PAK</w:t>
      </w:r>
      <w:r w:rsidRPr="002B460C">
        <w:tab/>
      </w:r>
      <w:r>
        <w:t>As a result of the U.S. military operation that killed bin Laden, do you think relations between Pakistan and the U.S. will improve, worsen or remain the same as they have been?</w:t>
      </w:r>
      <w:r w:rsidRPr="002B460C">
        <w:t xml:space="preserve">  </w:t>
      </w:r>
      <w:r w:rsidRPr="002B460C">
        <w:rPr>
          <w:i/>
          <w:iCs/>
        </w:rPr>
        <w:t xml:space="preserve"> </w:t>
      </w:r>
    </w:p>
    <w:p w:rsidR="005D61C9" w:rsidRPr="002B460C" w:rsidRDefault="005D61C9" w:rsidP="005D61C9">
      <w:pPr>
        <w:keepNext/>
        <w:keepLines/>
        <w:ind w:firstLine="720"/>
        <w:rPr>
          <w:i/>
          <w:iCs/>
        </w:rPr>
      </w:pPr>
    </w:p>
    <w:p w:rsidR="005D61C9" w:rsidRPr="00D92D79" w:rsidRDefault="005D61C9" w:rsidP="005D61C9">
      <w:pPr>
        <w:pStyle w:val="QuestionResponse"/>
        <w:rPr>
          <w:szCs w:val="22"/>
        </w:rPr>
      </w:pPr>
      <w:r w:rsidRPr="002B460C">
        <w:rPr>
          <w:szCs w:val="22"/>
        </w:rPr>
        <w:t>1</w:t>
      </w:r>
      <w:r w:rsidRPr="002B460C">
        <w:rPr>
          <w:szCs w:val="22"/>
        </w:rPr>
        <w:tab/>
      </w:r>
      <w:r>
        <w:rPr>
          <w:szCs w:val="22"/>
        </w:rPr>
        <w:t>Improve</w:t>
      </w:r>
    </w:p>
    <w:p w:rsidR="005D61C9" w:rsidRDefault="005D61C9" w:rsidP="005D61C9">
      <w:pPr>
        <w:pStyle w:val="QuestionResponse"/>
        <w:rPr>
          <w:szCs w:val="22"/>
        </w:rPr>
      </w:pPr>
      <w:r w:rsidRPr="002B460C">
        <w:rPr>
          <w:szCs w:val="22"/>
        </w:rPr>
        <w:t>2</w:t>
      </w:r>
      <w:r w:rsidRPr="002B460C">
        <w:rPr>
          <w:szCs w:val="22"/>
        </w:rPr>
        <w:tab/>
      </w:r>
      <w:r>
        <w:rPr>
          <w:szCs w:val="22"/>
        </w:rPr>
        <w:t>Worsen</w:t>
      </w:r>
    </w:p>
    <w:p w:rsidR="005D61C9" w:rsidRPr="00D92D79" w:rsidRDefault="005D61C9" w:rsidP="005D61C9">
      <w:pPr>
        <w:pStyle w:val="QuestionResponse"/>
        <w:rPr>
          <w:szCs w:val="22"/>
        </w:rPr>
      </w:pPr>
      <w:r>
        <w:rPr>
          <w:szCs w:val="22"/>
        </w:rPr>
        <w:t>3</w:t>
      </w:r>
      <w:r>
        <w:rPr>
          <w:szCs w:val="22"/>
        </w:rPr>
        <w:tab/>
        <w:t>Remain the same</w:t>
      </w:r>
    </w:p>
    <w:p w:rsidR="005D61C9" w:rsidRPr="002B460C" w:rsidRDefault="005D61C9" w:rsidP="005D61C9">
      <w:pPr>
        <w:pStyle w:val="QuestionResponse"/>
        <w:rPr>
          <w:szCs w:val="22"/>
        </w:rPr>
      </w:pPr>
      <w:r w:rsidRPr="002B460C">
        <w:rPr>
          <w:szCs w:val="22"/>
        </w:rPr>
        <w:t>8</w:t>
      </w:r>
      <w:r w:rsidRPr="002B460C">
        <w:rPr>
          <w:szCs w:val="22"/>
        </w:rPr>
        <w:tab/>
        <w:t>Don’t know (DO NOT READ)</w:t>
      </w:r>
    </w:p>
    <w:p w:rsidR="005D61C9" w:rsidRPr="002B460C" w:rsidRDefault="005D61C9" w:rsidP="005D61C9">
      <w:pPr>
        <w:pStyle w:val="QuestionInstruction"/>
        <w:spacing w:before="0" w:after="0"/>
        <w:rPr>
          <w:b w:val="0"/>
          <w:szCs w:val="22"/>
        </w:rPr>
      </w:pPr>
      <w:r w:rsidRPr="002B460C">
        <w:rPr>
          <w:b w:val="0"/>
          <w:szCs w:val="22"/>
        </w:rPr>
        <w:t>9</w:t>
      </w:r>
      <w:r w:rsidRPr="002B460C">
        <w:rPr>
          <w:b w:val="0"/>
          <w:szCs w:val="22"/>
        </w:rPr>
        <w:tab/>
        <w:t>Refused (DO NOT READ)</w:t>
      </w:r>
    </w:p>
    <w:p w:rsidR="005D61C9" w:rsidRDefault="005D61C9" w:rsidP="005D61C9"/>
    <w:p w:rsidR="005D61C9" w:rsidRDefault="005D61C9" w:rsidP="005D61C9">
      <w:pPr>
        <w:keepNext/>
        <w:keepLines/>
        <w:ind w:left="720"/>
        <w:rPr>
          <w:b/>
        </w:rPr>
      </w:pPr>
      <w:r w:rsidRPr="00EF2A4A">
        <w:rPr>
          <w:b/>
        </w:rPr>
        <w:t>ASK ALL</w:t>
      </w:r>
      <w:r>
        <w:rPr>
          <w:b/>
        </w:rPr>
        <w:t xml:space="preserve"> IN PAKISTAN IN 2</w:t>
      </w:r>
      <w:r w:rsidRPr="005D61C9">
        <w:rPr>
          <w:b/>
          <w:vertAlign w:val="superscript"/>
        </w:rPr>
        <w:t>ND</w:t>
      </w:r>
      <w:r>
        <w:rPr>
          <w:b/>
        </w:rPr>
        <w:t xml:space="preserve"> FIELDING ONLY</w:t>
      </w:r>
      <w:r w:rsidRPr="002B460C">
        <w:rPr>
          <w:b/>
        </w:rPr>
        <w:t xml:space="preserve"> </w:t>
      </w:r>
    </w:p>
    <w:p w:rsidR="005D61C9" w:rsidRPr="002B460C" w:rsidRDefault="005D61C9" w:rsidP="005D61C9">
      <w:pPr>
        <w:keepNext/>
        <w:keepLines/>
        <w:ind w:left="720" w:hanging="720"/>
        <w:rPr>
          <w:i/>
          <w:iCs/>
        </w:rPr>
      </w:pPr>
      <w:r w:rsidRPr="002B460C">
        <w:rPr>
          <w:rFonts w:ascii="Tahoma" w:hAnsi="Tahoma" w:cs="Tahoma"/>
          <w:b/>
          <w:sz w:val="16"/>
          <w:szCs w:val="16"/>
        </w:rPr>
        <w:t>Q10</w:t>
      </w:r>
      <w:r>
        <w:rPr>
          <w:rFonts w:ascii="Tahoma" w:hAnsi="Tahoma" w:cs="Tahoma"/>
          <w:b/>
          <w:sz w:val="16"/>
          <w:szCs w:val="16"/>
        </w:rPr>
        <w:t>9PAK</w:t>
      </w:r>
      <w:r w:rsidRPr="002B460C">
        <w:tab/>
      </w:r>
      <w:r>
        <w:t>Do you think the Pakistani government provided intelligence to the U.S. that led to the killing of Osama bin Laden, or don’t you think so?</w:t>
      </w:r>
      <w:r w:rsidRPr="002B460C">
        <w:t xml:space="preserve">  </w:t>
      </w:r>
      <w:r w:rsidRPr="002B460C">
        <w:rPr>
          <w:i/>
          <w:iCs/>
        </w:rPr>
        <w:t xml:space="preserve"> </w:t>
      </w:r>
    </w:p>
    <w:p w:rsidR="005D61C9" w:rsidRPr="002B460C" w:rsidRDefault="005D61C9" w:rsidP="005D61C9">
      <w:pPr>
        <w:keepNext/>
        <w:keepLines/>
        <w:ind w:firstLine="720"/>
        <w:rPr>
          <w:i/>
          <w:iCs/>
        </w:rPr>
      </w:pPr>
    </w:p>
    <w:p w:rsidR="005D61C9" w:rsidRPr="00D92D79" w:rsidRDefault="005D61C9" w:rsidP="005D61C9">
      <w:pPr>
        <w:pStyle w:val="QuestionResponse"/>
        <w:rPr>
          <w:szCs w:val="22"/>
        </w:rPr>
      </w:pPr>
      <w:r w:rsidRPr="002B460C">
        <w:rPr>
          <w:szCs w:val="22"/>
        </w:rPr>
        <w:t>1</w:t>
      </w:r>
      <w:r w:rsidRPr="002B460C">
        <w:rPr>
          <w:szCs w:val="22"/>
        </w:rPr>
        <w:tab/>
      </w:r>
      <w:r>
        <w:rPr>
          <w:szCs w:val="22"/>
        </w:rPr>
        <w:t>Yes – provide intelligence</w:t>
      </w:r>
    </w:p>
    <w:p w:rsidR="005D61C9" w:rsidRDefault="005D61C9" w:rsidP="005D61C9">
      <w:pPr>
        <w:pStyle w:val="QuestionResponse"/>
        <w:rPr>
          <w:szCs w:val="22"/>
        </w:rPr>
      </w:pPr>
      <w:r w:rsidRPr="002B460C">
        <w:rPr>
          <w:szCs w:val="22"/>
        </w:rPr>
        <w:t>2</w:t>
      </w:r>
      <w:r w:rsidRPr="002B460C">
        <w:rPr>
          <w:szCs w:val="22"/>
        </w:rPr>
        <w:tab/>
      </w:r>
      <w:r>
        <w:rPr>
          <w:szCs w:val="22"/>
        </w:rPr>
        <w:t>No – did not provide intelligence</w:t>
      </w:r>
    </w:p>
    <w:p w:rsidR="005D61C9" w:rsidRPr="002B460C" w:rsidRDefault="005D61C9" w:rsidP="005D61C9">
      <w:pPr>
        <w:pStyle w:val="QuestionResponse"/>
        <w:rPr>
          <w:szCs w:val="22"/>
        </w:rPr>
      </w:pPr>
      <w:r w:rsidRPr="002B460C">
        <w:rPr>
          <w:szCs w:val="22"/>
        </w:rPr>
        <w:t>8</w:t>
      </w:r>
      <w:r w:rsidRPr="002B460C">
        <w:rPr>
          <w:szCs w:val="22"/>
        </w:rPr>
        <w:tab/>
        <w:t>Don’t know (DO NOT READ)</w:t>
      </w:r>
    </w:p>
    <w:p w:rsidR="005D61C9" w:rsidRPr="002B460C" w:rsidRDefault="005D61C9" w:rsidP="005D61C9">
      <w:pPr>
        <w:pStyle w:val="QuestionInstruction"/>
        <w:spacing w:before="0" w:after="0"/>
        <w:rPr>
          <w:b w:val="0"/>
          <w:szCs w:val="22"/>
        </w:rPr>
      </w:pPr>
      <w:r w:rsidRPr="002B460C">
        <w:rPr>
          <w:b w:val="0"/>
          <w:szCs w:val="22"/>
        </w:rPr>
        <w:t>9</w:t>
      </w:r>
      <w:r w:rsidRPr="002B460C">
        <w:rPr>
          <w:b w:val="0"/>
          <w:szCs w:val="22"/>
        </w:rPr>
        <w:tab/>
        <w:t>Refused (DO NOT READ)</w:t>
      </w:r>
    </w:p>
    <w:p w:rsidR="005D61C9" w:rsidRDefault="005D61C9" w:rsidP="005D61C9"/>
    <w:p w:rsidR="005D61C9" w:rsidRDefault="005D61C9" w:rsidP="005D61C9">
      <w:pPr>
        <w:keepNext/>
        <w:keepLines/>
        <w:ind w:left="720"/>
        <w:rPr>
          <w:b/>
        </w:rPr>
      </w:pPr>
      <w:r w:rsidRPr="00EF2A4A">
        <w:rPr>
          <w:b/>
        </w:rPr>
        <w:t>ASK ALL</w:t>
      </w:r>
      <w:r>
        <w:rPr>
          <w:b/>
        </w:rPr>
        <w:t xml:space="preserve"> IN PAKISTAN IN 2</w:t>
      </w:r>
      <w:r w:rsidRPr="005D61C9">
        <w:rPr>
          <w:b/>
          <w:vertAlign w:val="superscript"/>
        </w:rPr>
        <w:t>ND</w:t>
      </w:r>
      <w:r>
        <w:rPr>
          <w:b/>
        </w:rPr>
        <w:t xml:space="preserve"> FIELDING ONLY</w:t>
      </w:r>
      <w:r w:rsidRPr="002B460C">
        <w:rPr>
          <w:b/>
        </w:rPr>
        <w:t xml:space="preserve"> </w:t>
      </w:r>
    </w:p>
    <w:p w:rsidR="005D61C9" w:rsidRPr="002B460C" w:rsidRDefault="005D61C9" w:rsidP="005D61C9">
      <w:pPr>
        <w:keepNext/>
        <w:keepLines/>
        <w:ind w:left="720" w:hanging="720"/>
        <w:rPr>
          <w:i/>
          <w:iCs/>
        </w:rPr>
      </w:pPr>
      <w:r w:rsidRPr="002B460C">
        <w:rPr>
          <w:rFonts w:ascii="Tahoma" w:hAnsi="Tahoma" w:cs="Tahoma"/>
          <w:b/>
          <w:sz w:val="16"/>
          <w:szCs w:val="16"/>
        </w:rPr>
        <w:t>Q10</w:t>
      </w:r>
      <w:r>
        <w:rPr>
          <w:rFonts w:ascii="Tahoma" w:hAnsi="Tahoma" w:cs="Tahoma"/>
          <w:b/>
          <w:sz w:val="16"/>
          <w:szCs w:val="16"/>
        </w:rPr>
        <w:t>9bPAK</w:t>
      </w:r>
      <w:r w:rsidRPr="002B460C">
        <w:tab/>
      </w:r>
      <w:r>
        <w:t>Do you think the Pakistani government authorized the military operation that killed Osama bin Laden, or don’t you think so?</w:t>
      </w:r>
      <w:r w:rsidRPr="002B460C">
        <w:t xml:space="preserve">  </w:t>
      </w:r>
      <w:r w:rsidRPr="002B460C">
        <w:rPr>
          <w:i/>
          <w:iCs/>
        </w:rPr>
        <w:t xml:space="preserve"> </w:t>
      </w:r>
    </w:p>
    <w:p w:rsidR="005D61C9" w:rsidRPr="002B460C" w:rsidRDefault="005D61C9" w:rsidP="005D61C9">
      <w:pPr>
        <w:keepNext/>
        <w:keepLines/>
        <w:ind w:firstLine="720"/>
        <w:rPr>
          <w:i/>
          <w:iCs/>
        </w:rPr>
      </w:pPr>
    </w:p>
    <w:p w:rsidR="005D61C9" w:rsidRPr="00D92D79" w:rsidRDefault="005D61C9" w:rsidP="005D61C9">
      <w:pPr>
        <w:pStyle w:val="QuestionResponse"/>
        <w:rPr>
          <w:szCs w:val="22"/>
        </w:rPr>
      </w:pPr>
      <w:r w:rsidRPr="002B460C">
        <w:rPr>
          <w:szCs w:val="22"/>
        </w:rPr>
        <w:t>1</w:t>
      </w:r>
      <w:r w:rsidRPr="002B460C">
        <w:rPr>
          <w:szCs w:val="22"/>
        </w:rPr>
        <w:tab/>
      </w:r>
      <w:r>
        <w:rPr>
          <w:szCs w:val="22"/>
        </w:rPr>
        <w:t xml:space="preserve">Yes – authorized the operation </w:t>
      </w:r>
    </w:p>
    <w:p w:rsidR="005D61C9" w:rsidRDefault="005D61C9" w:rsidP="005D61C9">
      <w:pPr>
        <w:pStyle w:val="QuestionResponse"/>
        <w:rPr>
          <w:szCs w:val="22"/>
        </w:rPr>
      </w:pPr>
      <w:r w:rsidRPr="002B460C">
        <w:rPr>
          <w:szCs w:val="22"/>
        </w:rPr>
        <w:t>2</w:t>
      </w:r>
      <w:r w:rsidRPr="002B460C">
        <w:rPr>
          <w:szCs w:val="22"/>
        </w:rPr>
        <w:tab/>
      </w:r>
      <w:r>
        <w:rPr>
          <w:szCs w:val="22"/>
        </w:rPr>
        <w:t>No – did not authorize the operation</w:t>
      </w:r>
    </w:p>
    <w:p w:rsidR="005D61C9" w:rsidRPr="002B460C" w:rsidRDefault="005D61C9" w:rsidP="005D61C9">
      <w:pPr>
        <w:pStyle w:val="QuestionResponse"/>
        <w:rPr>
          <w:szCs w:val="22"/>
        </w:rPr>
      </w:pPr>
      <w:r w:rsidRPr="002B460C">
        <w:rPr>
          <w:szCs w:val="22"/>
        </w:rPr>
        <w:t>8</w:t>
      </w:r>
      <w:r w:rsidRPr="002B460C">
        <w:rPr>
          <w:szCs w:val="22"/>
        </w:rPr>
        <w:tab/>
        <w:t>Don’t know (DO NOT READ)</w:t>
      </w:r>
    </w:p>
    <w:p w:rsidR="005D61C9" w:rsidRPr="002B460C" w:rsidRDefault="005D61C9" w:rsidP="005D61C9">
      <w:pPr>
        <w:pStyle w:val="QuestionInstruction"/>
        <w:spacing w:before="0" w:after="0"/>
        <w:rPr>
          <w:b w:val="0"/>
          <w:szCs w:val="22"/>
        </w:rPr>
      </w:pPr>
      <w:r w:rsidRPr="002B460C">
        <w:rPr>
          <w:b w:val="0"/>
          <w:szCs w:val="22"/>
        </w:rPr>
        <w:t>9</w:t>
      </w:r>
      <w:r w:rsidRPr="002B460C">
        <w:rPr>
          <w:b w:val="0"/>
          <w:szCs w:val="22"/>
        </w:rPr>
        <w:tab/>
        <w:t>Refused (DO NOT READ)</w:t>
      </w:r>
    </w:p>
    <w:p w:rsidR="005D61C9" w:rsidRDefault="005D61C9" w:rsidP="005D61C9"/>
    <w:p w:rsidR="005D61C9" w:rsidRDefault="005D61C9" w:rsidP="005D61C9">
      <w:pPr>
        <w:keepNext/>
        <w:keepLines/>
        <w:ind w:left="720"/>
        <w:rPr>
          <w:b/>
        </w:rPr>
      </w:pPr>
      <w:r w:rsidRPr="00EF2A4A">
        <w:rPr>
          <w:b/>
        </w:rPr>
        <w:t>ASK ALL</w:t>
      </w:r>
      <w:r>
        <w:rPr>
          <w:b/>
        </w:rPr>
        <w:t xml:space="preserve"> IN PAKISTAN IN 2</w:t>
      </w:r>
      <w:r w:rsidRPr="005D61C9">
        <w:rPr>
          <w:b/>
          <w:vertAlign w:val="superscript"/>
        </w:rPr>
        <w:t>ND</w:t>
      </w:r>
      <w:r>
        <w:rPr>
          <w:b/>
        </w:rPr>
        <w:t xml:space="preserve"> FIELDING ONLY</w:t>
      </w:r>
      <w:r w:rsidRPr="002B460C">
        <w:rPr>
          <w:b/>
        </w:rPr>
        <w:t xml:space="preserve"> </w:t>
      </w:r>
    </w:p>
    <w:p w:rsidR="005D61C9" w:rsidRPr="002B460C" w:rsidRDefault="005D61C9" w:rsidP="005D61C9">
      <w:pPr>
        <w:keepNext/>
        <w:keepLines/>
        <w:ind w:left="720" w:hanging="720"/>
        <w:rPr>
          <w:i/>
          <w:iCs/>
        </w:rPr>
      </w:pPr>
      <w:r w:rsidRPr="002B460C">
        <w:rPr>
          <w:rFonts w:ascii="Tahoma" w:hAnsi="Tahoma" w:cs="Tahoma"/>
          <w:b/>
          <w:sz w:val="16"/>
          <w:szCs w:val="16"/>
        </w:rPr>
        <w:t>Q1</w:t>
      </w:r>
      <w:r>
        <w:rPr>
          <w:rFonts w:ascii="Tahoma" w:hAnsi="Tahoma" w:cs="Tahoma"/>
          <w:b/>
          <w:sz w:val="16"/>
          <w:szCs w:val="16"/>
        </w:rPr>
        <w:t>10PAK</w:t>
      </w:r>
      <w:r w:rsidRPr="002B460C">
        <w:tab/>
      </w:r>
      <w:r>
        <w:t xml:space="preserve">Do you think the Pakistani government knew Osama bin Laden was hiding in </w:t>
      </w:r>
      <w:r w:rsidR="00D26C1E">
        <w:t>Abbottabad</w:t>
      </w:r>
      <w:r>
        <w:t>, or don’t you think so?</w:t>
      </w:r>
      <w:r w:rsidRPr="002B460C">
        <w:t xml:space="preserve">  </w:t>
      </w:r>
      <w:r w:rsidRPr="002B460C">
        <w:rPr>
          <w:i/>
          <w:iCs/>
        </w:rPr>
        <w:t xml:space="preserve"> </w:t>
      </w:r>
    </w:p>
    <w:p w:rsidR="005D61C9" w:rsidRPr="002B460C" w:rsidRDefault="005D61C9" w:rsidP="005D61C9">
      <w:pPr>
        <w:keepNext/>
        <w:keepLines/>
        <w:ind w:firstLine="720"/>
        <w:rPr>
          <w:i/>
          <w:iCs/>
        </w:rPr>
      </w:pPr>
    </w:p>
    <w:p w:rsidR="005D61C9" w:rsidRPr="00D92D79" w:rsidRDefault="005D61C9" w:rsidP="005D61C9">
      <w:pPr>
        <w:pStyle w:val="QuestionResponse"/>
        <w:rPr>
          <w:szCs w:val="22"/>
        </w:rPr>
      </w:pPr>
      <w:r w:rsidRPr="002B460C">
        <w:rPr>
          <w:szCs w:val="22"/>
        </w:rPr>
        <w:t>1</w:t>
      </w:r>
      <w:r w:rsidRPr="002B460C">
        <w:rPr>
          <w:szCs w:val="22"/>
        </w:rPr>
        <w:tab/>
      </w:r>
      <w:r>
        <w:rPr>
          <w:szCs w:val="22"/>
        </w:rPr>
        <w:t xml:space="preserve">Yes – knew he was in </w:t>
      </w:r>
      <w:r w:rsidR="00D26C1E">
        <w:rPr>
          <w:szCs w:val="22"/>
        </w:rPr>
        <w:t>Abbottabad</w:t>
      </w:r>
      <w:r>
        <w:rPr>
          <w:szCs w:val="22"/>
        </w:rPr>
        <w:t xml:space="preserve"> </w:t>
      </w:r>
    </w:p>
    <w:p w:rsidR="005D61C9" w:rsidRDefault="005D61C9" w:rsidP="005D61C9">
      <w:pPr>
        <w:pStyle w:val="QuestionResponse"/>
        <w:rPr>
          <w:szCs w:val="22"/>
        </w:rPr>
      </w:pPr>
      <w:r w:rsidRPr="002B460C">
        <w:rPr>
          <w:szCs w:val="22"/>
        </w:rPr>
        <w:t>2</w:t>
      </w:r>
      <w:r w:rsidRPr="002B460C">
        <w:rPr>
          <w:szCs w:val="22"/>
        </w:rPr>
        <w:tab/>
      </w:r>
      <w:r>
        <w:rPr>
          <w:szCs w:val="22"/>
        </w:rPr>
        <w:t xml:space="preserve">No – did not know he was in </w:t>
      </w:r>
      <w:r w:rsidR="00D26C1E">
        <w:rPr>
          <w:szCs w:val="22"/>
        </w:rPr>
        <w:t>Abbottabad</w:t>
      </w:r>
    </w:p>
    <w:p w:rsidR="005D61C9" w:rsidRPr="002B460C" w:rsidRDefault="005D61C9" w:rsidP="005D61C9">
      <w:pPr>
        <w:pStyle w:val="QuestionResponse"/>
        <w:rPr>
          <w:szCs w:val="22"/>
        </w:rPr>
      </w:pPr>
      <w:r w:rsidRPr="002B460C">
        <w:rPr>
          <w:szCs w:val="22"/>
        </w:rPr>
        <w:t>8</w:t>
      </w:r>
      <w:r w:rsidRPr="002B460C">
        <w:rPr>
          <w:szCs w:val="22"/>
        </w:rPr>
        <w:tab/>
        <w:t>Don’t know (DO NOT READ)</w:t>
      </w:r>
    </w:p>
    <w:p w:rsidR="005D61C9" w:rsidRPr="002B460C" w:rsidRDefault="005D61C9" w:rsidP="005D61C9">
      <w:pPr>
        <w:pStyle w:val="QuestionInstruction"/>
        <w:spacing w:before="0" w:after="0"/>
        <w:rPr>
          <w:b w:val="0"/>
          <w:szCs w:val="22"/>
        </w:rPr>
      </w:pPr>
      <w:r w:rsidRPr="002B460C">
        <w:rPr>
          <w:b w:val="0"/>
          <w:szCs w:val="22"/>
        </w:rPr>
        <w:t>9</w:t>
      </w:r>
      <w:r w:rsidRPr="002B460C">
        <w:rPr>
          <w:b w:val="0"/>
          <w:szCs w:val="22"/>
        </w:rPr>
        <w:tab/>
        <w:t>Refused (DO NOT READ)</w:t>
      </w:r>
    </w:p>
    <w:p w:rsidR="005D61C9" w:rsidRDefault="005D61C9" w:rsidP="00E779E5">
      <w:pPr>
        <w:pStyle w:val="QuestionInstruction"/>
        <w:spacing w:before="0" w:after="0"/>
      </w:pPr>
    </w:p>
    <w:p w:rsidR="00D9477E" w:rsidRDefault="00D9477E">
      <w:pPr>
        <w:rPr>
          <w:b/>
        </w:rPr>
      </w:pPr>
      <w:r>
        <w:br w:type="page"/>
      </w:r>
    </w:p>
    <w:p w:rsidR="00E779E5" w:rsidRPr="002B460C" w:rsidRDefault="00E779E5" w:rsidP="00E779E5">
      <w:pPr>
        <w:pStyle w:val="QuestionInstruction"/>
        <w:spacing w:before="0" w:after="0"/>
      </w:pPr>
      <w:r w:rsidRPr="002B460C">
        <w:lastRenderedPageBreak/>
        <w:t>READ TO ALL</w:t>
      </w:r>
    </w:p>
    <w:p w:rsidR="00E779E5" w:rsidRPr="002B460C" w:rsidRDefault="00E779E5" w:rsidP="00E779E5">
      <w:pPr>
        <w:pStyle w:val="Question"/>
        <w:spacing w:after="0"/>
        <w:ind w:firstLine="0"/>
      </w:pPr>
      <w:r w:rsidRPr="002B460C">
        <w:t xml:space="preserve">Now, I would like to ask some questions about your background.  </w:t>
      </w:r>
    </w:p>
    <w:p w:rsidR="00BB50A0" w:rsidRPr="002B460C" w:rsidRDefault="00BB50A0" w:rsidP="00E779E5">
      <w:pPr>
        <w:pStyle w:val="Question"/>
        <w:spacing w:after="0"/>
        <w:ind w:firstLine="0"/>
      </w:pPr>
    </w:p>
    <w:p w:rsidR="00E779E5" w:rsidRPr="002B460C" w:rsidRDefault="00E779E5" w:rsidP="00E779E5">
      <w:pPr>
        <w:pStyle w:val="QuestionInstruction"/>
        <w:spacing w:before="0" w:after="0"/>
        <w:rPr>
          <w:caps/>
        </w:rPr>
      </w:pPr>
      <w:r w:rsidRPr="002B460C">
        <w:rPr>
          <w:caps/>
        </w:rPr>
        <w:t xml:space="preserve">ASK ALL </w:t>
      </w:r>
    </w:p>
    <w:p w:rsidR="00E779E5" w:rsidRPr="002B460C" w:rsidRDefault="00E779E5" w:rsidP="00BB50A0">
      <w:pPr>
        <w:pStyle w:val="Question"/>
      </w:pPr>
      <w:r w:rsidRPr="002B460C">
        <w:rPr>
          <w:rFonts w:ascii="Tahoma" w:hAnsi="Tahoma" w:cs="Tahoma"/>
          <w:b/>
          <w:sz w:val="16"/>
          <w:szCs w:val="16"/>
        </w:rPr>
        <w:t>Q111</w:t>
      </w:r>
      <w:r w:rsidRPr="002B460C">
        <w:tab/>
        <w:t xml:space="preserve">Gender  (Interviewer record by observation) </w:t>
      </w:r>
    </w:p>
    <w:p w:rsidR="00E779E5" w:rsidRPr="002B460C" w:rsidRDefault="00E779E5" w:rsidP="00E779E5">
      <w:pPr>
        <w:pStyle w:val="QuestionResponse"/>
      </w:pPr>
      <w:r w:rsidRPr="002B460C">
        <w:t>1</w:t>
      </w:r>
      <w:r w:rsidRPr="002B460C">
        <w:tab/>
        <w:t>Male</w:t>
      </w:r>
    </w:p>
    <w:p w:rsidR="00E779E5" w:rsidRPr="002B460C" w:rsidRDefault="00E779E5" w:rsidP="00BB50A0">
      <w:pPr>
        <w:pStyle w:val="QuestionResponseLast"/>
      </w:pPr>
      <w:r w:rsidRPr="002B460C">
        <w:t>2</w:t>
      </w:r>
      <w:r w:rsidRPr="002B460C">
        <w:tab/>
        <w:t>Female</w:t>
      </w:r>
    </w:p>
    <w:p w:rsidR="00E779E5" w:rsidRPr="002B460C" w:rsidRDefault="00E779E5" w:rsidP="00E779E5">
      <w:pPr>
        <w:pStyle w:val="QuestionInstruction"/>
        <w:spacing w:before="0" w:after="0"/>
        <w:rPr>
          <w:caps/>
        </w:rPr>
      </w:pPr>
      <w:r w:rsidRPr="002B460C">
        <w:rPr>
          <w:caps/>
        </w:rPr>
        <w:t xml:space="preserve">ASK ALL </w:t>
      </w:r>
    </w:p>
    <w:p w:rsidR="00E779E5" w:rsidRPr="002B460C" w:rsidRDefault="00E779E5" w:rsidP="00E779E5">
      <w:pPr>
        <w:pStyle w:val="Question"/>
        <w:spacing w:after="0"/>
      </w:pPr>
      <w:r w:rsidRPr="002B460C">
        <w:rPr>
          <w:rFonts w:ascii="Tahoma" w:hAnsi="Tahoma" w:cs="Tahoma"/>
          <w:b/>
          <w:sz w:val="16"/>
          <w:szCs w:val="16"/>
        </w:rPr>
        <w:t>Q112</w:t>
      </w:r>
      <w:r w:rsidRPr="002B460C">
        <w:tab/>
        <w:t xml:space="preserve">How old were you at your last birthday? </w:t>
      </w:r>
    </w:p>
    <w:p w:rsidR="00E779E5" w:rsidRPr="002B460C" w:rsidRDefault="00E779E5" w:rsidP="00E779E5">
      <w:pPr>
        <w:pStyle w:val="QuestionResponse"/>
      </w:pPr>
    </w:p>
    <w:p w:rsidR="00E779E5" w:rsidRPr="002B460C" w:rsidRDefault="00E779E5" w:rsidP="00E779E5">
      <w:pPr>
        <w:pStyle w:val="QuestionResponse"/>
      </w:pPr>
      <w:r w:rsidRPr="002B460C">
        <w:t>________ years (RECORD AGE IN YEARS)</w:t>
      </w:r>
    </w:p>
    <w:p w:rsidR="00E779E5" w:rsidRPr="002B460C" w:rsidRDefault="00E779E5" w:rsidP="00E779E5">
      <w:pPr>
        <w:pStyle w:val="QuestionResponse"/>
      </w:pPr>
      <w:r w:rsidRPr="002B460C">
        <w:t>97</w:t>
      </w:r>
      <w:r w:rsidRPr="002B460C">
        <w:tab/>
        <w:t>97 or older</w:t>
      </w:r>
    </w:p>
    <w:p w:rsidR="00E779E5" w:rsidRPr="002B460C" w:rsidRDefault="00E779E5" w:rsidP="00E779E5">
      <w:pPr>
        <w:pStyle w:val="QuestionResponse"/>
      </w:pPr>
      <w:r w:rsidRPr="002B460C">
        <w:t>98</w:t>
      </w:r>
      <w:r w:rsidRPr="002B460C">
        <w:tab/>
        <w:t>Don’t know (DO NOT READ)</w:t>
      </w:r>
    </w:p>
    <w:p w:rsidR="00E779E5" w:rsidRPr="002B460C" w:rsidRDefault="00E779E5" w:rsidP="00E779E5">
      <w:pPr>
        <w:pStyle w:val="QuestionResponseLast"/>
        <w:spacing w:after="0"/>
      </w:pPr>
      <w:r w:rsidRPr="002B460C">
        <w:t>99</w:t>
      </w:r>
      <w:r w:rsidRPr="002B460C">
        <w:tab/>
        <w:t>Refused (DO NOT READ)</w:t>
      </w:r>
    </w:p>
    <w:p w:rsidR="00E779E5" w:rsidRPr="002B460C" w:rsidRDefault="00E779E5" w:rsidP="00E779E5">
      <w:pPr>
        <w:pStyle w:val="QuestionResponseLast"/>
        <w:spacing w:after="0"/>
      </w:pPr>
    </w:p>
    <w:p w:rsidR="00E779E5" w:rsidRPr="002B460C" w:rsidRDefault="00E779E5" w:rsidP="00E779E5">
      <w:pPr>
        <w:pStyle w:val="QuestionInstruction"/>
        <w:spacing w:before="0" w:after="0"/>
        <w:rPr>
          <w:caps/>
        </w:rPr>
      </w:pPr>
      <w:r w:rsidRPr="002B460C">
        <w:rPr>
          <w:caps/>
        </w:rPr>
        <w:t xml:space="preserve">ask MUSLIMS IN MUSLIM COUNTRIES </w:t>
      </w:r>
      <w:r w:rsidR="000F48A6" w:rsidRPr="002B460C">
        <w:rPr>
          <w:caps/>
        </w:rPr>
        <w:t xml:space="preserve">AND ISRAEL </w:t>
      </w:r>
      <w:r w:rsidRPr="002B460C">
        <w:rPr>
          <w:caps/>
        </w:rPr>
        <w:t xml:space="preserve">ONLY </w:t>
      </w:r>
    </w:p>
    <w:p w:rsidR="00E779E5" w:rsidRPr="002B460C" w:rsidRDefault="00E779E5" w:rsidP="00134A23">
      <w:pPr>
        <w:pStyle w:val="Question"/>
      </w:pPr>
      <w:r w:rsidRPr="002B460C">
        <w:rPr>
          <w:rFonts w:ascii="Tahoma" w:hAnsi="Tahoma" w:cs="Tahoma"/>
          <w:b/>
          <w:sz w:val="16"/>
          <w:szCs w:val="16"/>
        </w:rPr>
        <w:t>Q113</w:t>
      </w:r>
      <w:r w:rsidRPr="002B460C">
        <w:tab/>
        <w:t xml:space="preserve">Are you Sunni (for example, </w:t>
      </w:r>
      <w:proofErr w:type="spellStart"/>
      <w:r w:rsidRPr="002B460C">
        <w:t>Hanafi</w:t>
      </w:r>
      <w:proofErr w:type="spellEnd"/>
      <w:r w:rsidRPr="002B460C">
        <w:t xml:space="preserve">, Maliki, </w:t>
      </w:r>
      <w:proofErr w:type="spellStart"/>
      <w:r w:rsidRPr="002B460C">
        <w:t>Shafi</w:t>
      </w:r>
      <w:proofErr w:type="spellEnd"/>
      <w:r w:rsidRPr="002B460C">
        <w:t xml:space="preserve">, or </w:t>
      </w:r>
      <w:proofErr w:type="spellStart"/>
      <w:r w:rsidRPr="002B460C">
        <w:t>Hanbali</w:t>
      </w:r>
      <w:proofErr w:type="spellEnd"/>
      <w:r w:rsidRPr="002B460C">
        <w:t xml:space="preserve">), Shi’a (for example, </w:t>
      </w:r>
      <w:proofErr w:type="spellStart"/>
      <w:r w:rsidRPr="002B460C">
        <w:t>Ithnashari</w:t>
      </w:r>
      <w:proofErr w:type="spellEnd"/>
      <w:r w:rsidRPr="002B460C">
        <w:t xml:space="preserve">/Twelver or </w:t>
      </w:r>
      <w:proofErr w:type="spellStart"/>
      <w:r w:rsidRPr="002B460C">
        <w:t>Ismaili</w:t>
      </w:r>
      <w:proofErr w:type="spellEnd"/>
      <w:r w:rsidRPr="002B460C">
        <w:t>/</w:t>
      </w:r>
      <w:proofErr w:type="spellStart"/>
      <w:r w:rsidRPr="002B460C">
        <w:t>Sevener</w:t>
      </w:r>
      <w:proofErr w:type="spellEnd"/>
      <w:r w:rsidRPr="002B460C">
        <w:t xml:space="preserve">), or something else? </w:t>
      </w:r>
      <w:r w:rsidRPr="002B460C">
        <w:rPr>
          <w:i/>
        </w:rPr>
        <w:t>(SHOW CARD)</w:t>
      </w:r>
      <w:r w:rsidRPr="002B460C">
        <w:t xml:space="preserve">   </w:t>
      </w:r>
    </w:p>
    <w:p w:rsidR="00E779E5" w:rsidRPr="002B460C" w:rsidRDefault="00E779E5" w:rsidP="00134A23">
      <w:pPr>
        <w:pStyle w:val="QuestionResponse"/>
      </w:pPr>
      <w:r w:rsidRPr="002B460C">
        <w:t>1</w:t>
      </w:r>
      <w:r w:rsidRPr="002B460C">
        <w:tab/>
        <w:t xml:space="preserve">Sunni (for example, </w:t>
      </w:r>
      <w:proofErr w:type="spellStart"/>
      <w:r w:rsidRPr="002B460C">
        <w:t>Hanafi</w:t>
      </w:r>
      <w:proofErr w:type="spellEnd"/>
      <w:r w:rsidRPr="002B460C">
        <w:t xml:space="preserve">, Maliki, </w:t>
      </w:r>
      <w:proofErr w:type="spellStart"/>
      <w:r w:rsidRPr="002B460C">
        <w:t>Shafi</w:t>
      </w:r>
      <w:proofErr w:type="spellEnd"/>
      <w:r w:rsidRPr="002B460C">
        <w:t xml:space="preserve">, </w:t>
      </w:r>
      <w:proofErr w:type="spellStart"/>
      <w:r w:rsidRPr="002B460C">
        <w:t>Hanbali</w:t>
      </w:r>
      <w:proofErr w:type="spellEnd"/>
      <w:r w:rsidRPr="002B460C">
        <w:t>)</w:t>
      </w:r>
    </w:p>
    <w:p w:rsidR="00E779E5" w:rsidRPr="002B460C" w:rsidRDefault="00E779E5" w:rsidP="00134A23">
      <w:pPr>
        <w:pStyle w:val="QuestionResponse"/>
      </w:pPr>
      <w:r w:rsidRPr="002B460C">
        <w:t>2</w:t>
      </w:r>
      <w:r w:rsidRPr="002B460C">
        <w:tab/>
        <w:t xml:space="preserve">Shi’a (for example, </w:t>
      </w:r>
      <w:proofErr w:type="spellStart"/>
      <w:r w:rsidRPr="002B460C">
        <w:t>Ithnashari</w:t>
      </w:r>
      <w:proofErr w:type="spellEnd"/>
      <w:r w:rsidRPr="002B460C">
        <w:t xml:space="preserve">/Twelver, </w:t>
      </w:r>
      <w:proofErr w:type="spellStart"/>
      <w:r w:rsidRPr="002B460C">
        <w:t>Ismaili</w:t>
      </w:r>
      <w:proofErr w:type="spellEnd"/>
      <w:r w:rsidRPr="002B460C">
        <w:t>/</w:t>
      </w:r>
      <w:proofErr w:type="spellStart"/>
      <w:r w:rsidRPr="002B460C">
        <w:t>Sevener</w:t>
      </w:r>
      <w:proofErr w:type="spellEnd"/>
      <w:r w:rsidRPr="002B460C">
        <w:t>)</w:t>
      </w:r>
    </w:p>
    <w:p w:rsidR="00E779E5" w:rsidRPr="002B460C" w:rsidRDefault="00E779E5" w:rsidP="00134A23">
      <w:pPr>
        <w:pStyle w:val="QuestionResponse"/>
      </w:pPr>
      <w:r w:rsidRPr="002B460C">
        <w:t>3</w:t>
      </w:r>
      <w:r w:rsidRPr="002B460C">
        <w:tab/>
      </w:r>
      <w:proofErr w:type="spellStart"/>
      <w:r w:rsidRPr="002B460C">
        <w:t>Ahmadiyya</w:t>
      </w:r>
      <w:proofErr w:type="spellEnd"/>
      <w:r w:rsidRPr="002B460C">
        <w:t xml:space="preserve"> (DO NOT READ)</w:t>
      </w:r>
    </w:p>
    <w:p w:rsidR="00E779E5" w:rsidRPr="002B460C" w:rsidRDefault="00E779E5" w:rsidP="00134A23">
      <w:pPr>
        <w:pStyle w:val="QuestionResponse"/>
      </w:pPr>
      <w:r w:rsidRPr="002B460C">
        <w:t>91</w:t>
      </w:r>
      <w:r w:rsidRPr="002B460C">
        <w:tab/>
        <w:t>Something else (SPECIFY)</w:t>
      </w:r>
    </w:p>
    <w:p w:rsidR="00E779E5" w:rsidRPr="002B460C" w:rsidRDefault="00E779E5" w:rsidP="00134A23">
      <w:pPr>
        <w:pStyle w:val="QuestionResponse"/>
      </w:pPr>
      <w:r w:rsidRPr="002B460C">
        <w:t>92</w:t>
      </w:r>
      <w:r w:rsidRPr="002B460C">
        <w:tab/>
        <w:t>None in particular (DO NOT READ)</w:t>
      </w:r>
    </w:p>
    <w:p w:rsidR="00E779E5" w:rsidRPr="002B460C" w:rsidRDefault="00E779E5" w:rsidP="00134A23">
      <w:pPr>
        <w:pStyle w:val="QuestionResponse"/>
      </w:pPr>
      <w:r w:rsidRPr="002B460C">
        <w:t>97</w:t>
      </w:r>
      <w:r w:rsidRPr="002B460C">
        <w:tab/>
        <w:t>Just a Muslim, not further specified (DO NOT READ)</w:t>
      </w:r>
    </w:p>
    <w:p w:rsidR="00E779E5" w:rsidRPr="002B460C" w:rsidRDefault="00E779E5" w:rsidP="00134A23">
      <w:pPr>
        <w:pStyle w:val="QuestionResponse"/>
      </w:pPr>
      <w:r w:rsidRPr="002B460C">
        <w:t>98</w:t>
      </w:r>
      <w:r w:rsidRPr="002B460C">
        <w:tab/>
        <w:t>Don’t know (DO NOT READ)</w:t>
      </w:r>
    </w:p>
    <w:p w:rsidR="00E779E5" w:rsidRPr="002B460C" w:rsidRDefault="00E779E5" w:rsidP="00134A23">
      <w:pPr>
        <w:pStyle w:val="QuestionResponseLast"/>
      </w:pPr>
      <w:r w:rsidRPr="002B460C">
        <w:t>99</w:t>
      </w:r>
      <w:r w:rsidRPr="002B460C">
        <w:tab/>
        <w:t>Refused (DO NOT READ)</w:t>
      </w:r>
    </w:p>
    <w:p w:rsidR="00E779E5" w:rsidRPr="002B460C" w:rsidRDefault="00E779E5" w:rsidP="00E779E5">
      <w:pPr>
        <w:pStyle w:val="QuestionInstruction"/>
        <w:spacing w:before="0" w:after="0"/>
        <w:rPr>
          <w:caps/>
        </w:rPr>
      </w:pPr>
      <w:r w:rsidRPr="002B460C">
        <w:rPr>
          <w:caps/>
        </w:rPr>
        <w:t xml:space="preserve">ask MUSLIMS IN MUSLIM COUNTRIES </w:t>
      </w:r>
      <w:r w:rsidR="000F48A6" w:rsidRPr="002B460C">
        <w:rPr>
          <w:caps/>
        </w:rPr>
        <w:t xml:space="preserve">AND ISRAEL </w:t>
      </w:r>
      <w:r w:rsidRPr="002B460C">
        <w:rPr>
          <w:caps/>
        </w:rPr>
        <w:t>ONLY</w:t>
      </w:r>
    </w:p>
    <w:p w:rsidR="00E779E5" w:rsidRDefault="00E779E5" w:rsidP="00E779E5">
      <w:pPr>
        <w:pStyle w:val="Question"/>
        <w:spacing w:after="0"/>
      </w:pPr>
      <w:r w:rsidRPr="002B460C">
        <w:rPr>
          <w:rFonts w:ascii="Tahoma" w:hAnsi="Tahoma" w:cs="Tahoma"/>
          <w:b/>
          <w:sz w:val="16"/>
          <w:szCs w:val="16"/>
        </w:rPr>
        <w:t>Q114</w:t>
      </w:r>
      <w:r w:rsidRPr="002B460C">
        <w:tab/>
        <w:t>How often, if at all, do you pray:  hardly ever, only during religious holidays, only on Fridays, only on Fridays and religious holidays, more than once a week, every day at least once, or every day five times</w:t>
      </w:r>
      <w:r w:rsidR="00F61D46">
        <w:t>?</w:t>
      </w:r>
    </w:p>
    <w:p w:rsidR="00F61D46" w:rsidRPr="002B460C" w:rsidRDefault="00F61D46" w:rsidP="00E779E5">
      <w:pPr>
        <w:pStyle w:val="Question"/>
        <w:spacing w:after="0"/>
      </w:pPr>
    </w:p>
    <w:p w:rsidR="00E779E5" w:rsidRPr="002B460C" w:rsidRDefault="00E779E5" w:rsidP="00134A23">
      <w:pPr>
        <w:pStyle w:val="QuestionResponse"/>
      </w:pPr>
      <w:r w:rsidRPr="002B460C">
        <w:t>1</w:t>
      </w:r>
      <w:r w:rsidRPr="002B460C">
        <w:tab/>
        <w:t>Hardly ever</w:t>
      </w:r>
    </w:p>
    <w:p w:rsidR="00E779E5" w:rsidRPr="002B460C" w:rsidRDefault="00E779E5" w:rsidP="00134A23">
      <w:pPr>
        <w:pStyle w:val="QuestionResponse"/>
      </w:pPr>
      <w:r w:rsidRPr="002B460C">
        <w:t>2</w:t>
      </w:r>
      <w:r w:rsidRPr="002B460C">
        <w:tab/>
        <w:t>Only during religious holidays</w:t>
      </w:r>
    </w:p>
    <w:p w:rsidR="00E779E5" w:rsidRPr="002B460C" w:rsidRDefault="00E779E5" w:rsidP="00134A23">
      <w:pPr>
        <w:pStyle w:val="QuestionResponse"/>
      </w:pPr>
      <w:r w:rsidRPr="002B460C">
        <w:t>3</w:t>
      </w:r>
      <w:r w:rsidRPr="002B460C">
        <w:tab/>
        <w:t>Only on Fridays</w:t>
      </w:r>
    </w:p>
    <w:p w:rsidR="00E779E5" w:rsidRPr="002B460C" w:rsidRDefault="00E779E5" w:rsidP="00134A23">
      <w:pPr>
        <w:pStyle w:val="QuestionResponse"/>
      </w:pPr>
      <w:r w:rsidRPr="002B460C">
        <w:t>4</w:t>
      </w:r>
      <w:r w:rsidRPr="002B460C">
        <w:tab/>
        <w:t>Only on Fridays and religious holidays</w:t>
      </w:r>
    </w:p>
    <w:p w:rsidR="00E779E5" w:rsidRPr="002B460C" w:rsidRDefault="00E779E5" w:rsidP="00134A23">
      <w:pPr>
        <w:pStyle w:val="QuestionResponse"/>
      </w:pPr>
      <w:r w:rsidRPr="002B460C">
        <w:t>5</w:t>
      </w:r>
      <w:r w:rsidRPr="002B460C">
        <w:tab/>
        <w:t>More than once a week</w:t>
      </w:r>
    </w:p>
    <w:p w:rsidR="00E779E5" w:rsidRPr="002B460C" w:rsidRDefault="00E779E5" w:rsidP="00134A23">
      <w:pPr>
        <w:pStyle w:val="QuestionResponse"/>
      </w:pPr>
      <w:r w:rsidRPr="002B460C">
        <w:t>6</w:t>
      </w:r>
      <w:r w:rsidRPr="002B460C">
        <w:tab/>
        <w:t>Every day at least once</w:t>
      </w:r>
    </w:p>
    <w:p w:rsidR="00E779E5" w:rsidRPr="002B460C" w:rsidRDefault="00E779E5" w:rsidP="00134A23">
      <w:pPr>
        <w:pStyle w:val="QuestionResponse"/>
      </w:pPr>
      <w:r w:rsidRPr="002B460C">
        <w:t>7</w:t>
      </w:r>
      <w:r w:rsidRPr="002B460C">
        <w:tab/>
        <w:t>Every day five times</w:t>
      </w:r>
    </w:p>
    <w:p w:rsidR="00E779E5" w:rsidRPr="002B460C" w:rsidRDefault="00E779E5" w:rsidP="00134A23">
      <w:pPr>
        <w:pStyle w:val="QuestionResponse"/>
      </w:pPr>
      <w:r w:rsidRPr="002B460C">
        <w:t>8</w:t>
      </w:r>
      <w:r w:rsidRPr="002B460C">
        <w:tab/>
        <w:t>Don’t know (DO NOT READ)</w:t>
      </w:r>
    </w:p>
    <w:p w:rsidR="00E779E5" w:rsidRPr="002B460C" w:rsidRDefault="00E779E5" w:rsidP="00134A23">
      <w:pPr>
        <w:pStyle w:val="QuestionResponseLast"/>
      </w:pPr>
      <w:r w:rsidRPr="002B460C">
        <w:t>9</w:t>
      </w:r>
      <w:r w:rsidRPr="002B460C">
        <w:tab/>
        <w:t>Refused (DO NOT READ)</w:t>
      </w:r>
    </w:p>
    <w:p w:rsidR="00E779E5" w:rsidRPr="002B460C" w:rsidRDefault="00E779E5" w:rsidP="00E779E5">
      <w:pPr>
        <w:pStyle w:val="QuestionInstruction"/>
        <w:spacing w:before="0" w:after="0"/>
      </w:pPr>
      <w:r w:rsidRPr="002B460C">
        <w:lastRenderedPageBreak/>
        <w:t xml:space="preserve">ASK ALL IN NON MUSLIM COUNTRIES EXCEPT </w:t>
      </w:r>
      <w:smartTag w:uri="urn:schemas-microsoft-com:office:smarttags" w:element="country-region">
        <w:smartTag w:uri="urn:schemas-microsoft-com:office:smarttags" w:element="place">
          <w:r w:rsidRPr="002B460C">
            <w:t>CHINA</w:t>
          </w:r>
        </w:smartTag>
      </w:smartTag>
      <w:r w:rsidRPr="002B460C">
        <w:t xml:space="preserve">.  ASK NON </w:t>
      </w:r>
      <w:r w:rsidRPr="002B460C">
        <w:rPr>
          <w:caps/>
        </w:rPr>
        <w:t>MUSLIMS IN MUSLIM COUNTRIES</w:t>
      </w:r>
      <w:r w:rsidR="000F48A6" w:rsidRPr="002B460C">
        <w:rPr>
          <w:caps/>
        </w:rPr>
        <w:t xml:space="preserve"> AND ISRAEL</w:t>
      </w:r>
      <w:r w:rsidRPr="002B460C">
        <w:rPr>
          <w:caps/>
        </w:rPr>
        <w:t>.</w:t>
      </w:r>
    </w:p>
    <w:p w:rsidR="00E779E5" w:rsidRPr="002B460C" w:rsidRDefault="00E779E5" w:rsidP="00134A23">
      <w:pPr>
        <w:pStyle w:val="Question"/>
      </w:pPr>
      <w:r w:rsidRPr="002B460C">
        <w:rPr>
          <w:rFonts w:ascii="Tahoma" w:hAnsi="Tahoma" w:cs="Tahoma"/>
          <w:b/>
          <w:sz w:val="16"/>
          <w:szCs w:val="16"/>
        </w:rPr>
        <w:t>Q115</w:t>
      </w:r>
      <w:r w:rsidRPr="002B460C">
        <w:tab/>
        <w:t xml:space="preserve">People practice their religion in different ways.  Outside of attending religious services, do you pray several times a day, once a day, a few times a week, once a week or less, or never?   </w:t>
      </w:r>
    </w:p>
    <w:p w:rsidR="00E779E5" w:rsidRPr="002B460C" w:rsidRDefault="00E779E5" w:rsidP="00134A23">
      <w:pPr>
        <w:pStyle w:val="QuestionResponse"/>
      </w:pPr>
      <w:r w:rsidRPr="002B460C">
        <w:t>1</w:t>
      </w:r>
      <w:r w:rsidRPr="002B460C">
        <w:tab/>
        <w:t>Several times a day</w:t>
      </w:r>
    </w:p>
    <w:p w:rsidR="00E779E5" w:rsidRPr="002B460C" w:rsidRDefault="00E779E5" w:rsidP="00134A23">
      <w:pPr>
        <w:pStyle w:val="QuestionResponse"/>
      </w:pPr>
      <w:r w:rsidRPr="002B460C">
        <w:t>2</w:t>
      </w:r>
      <w:r w:rsidRPr="002B460C">
        <w:tab/>
        <w:t>Once a day</w:t>
      </w:r>
    </w:p>
    <w:p w:rsidR="00E779E5" w:rsidRPr="002B460C" w:rsidRDefault="00E779E5" w:rsidP="00134A23">
      <w:pPr>
        <w:pStyle w:val="QuestionResponse"/>
      </w:pPr>
      <w:r w:rsidRPr="002B460C">
        <w:t>3</w:t>
      </w:r>
      <w:r w:rsidRPr="002B460C">
        <w:tab/>
        <w:t>A few times a week</w:t>
      </w:r>
    </w:p>
    <w:p w:rsidR="00E779E5" w:rsidRPr="002B460C" w:rsidRDefault="00E779E5" w:rsidP="00134A23">
      <w:pPr>
        <w:pStyle w:val="QuestionResponse"/>
      </w:pPr>
      <w:r w:rsidRPr="002B460C">
        <w:t>4</w:t>
      </w:r>
      <w:r w:rsidRPr="002B460C">
        <w:tab/>
        <w:t>Once a week or less</w:t>
      </w:r>
    </w:p>
    <w:p w:rsidR="00E779E5" w:rsidRPr="002B460C" w:rsidRDefault="00E779E5" w:rsidP="00134A23">
      <w:pPr>
        <w:pStyle w:val="QuestionResponse"/>
      </w:pPr>
      <w:r w:rsidRPr="002B460C">
        <w:t>5</w:t>
      </w:r>
      <w:r w:rsidRPr="002B460C">
        <w:tab/>
        <w:t>Never</w:t>
      </w:r>
    </w:p>
    <w:p w:rsidR="00E779E5" w:rsidRPr="002B460C" w:rsidRDefault="00E779E5" w:rsidP="00134A23">
      <w:pPr>
        <w:pStyle w:val="QuestionResponse"/>
      </w:pPr>
      <w:r w:rsidRPr="002B460C">
        <w:t>8</w:t>
      </w:r>
      <w:r w:rsidRPr="002B460C">
        <w:tab/>
        <w:t>Don’t know (DO NOT READ)</w:t>
      </w:r>
    </w:p>
    <w:p w:rsidR="00E779E5" w:rsidRPr="002B460C" w:rsidRDefault="00E779E5" w:rsidP="00134A23">
      <w:pPr>
        <w:pStyle w:val="QuestionResponseLast"/>
      </w:pPr>
      <w:r w:rsidRPr="002B460C">
        <w:t>9</w:t>
      </w:r>
      <w:r w:rsidRPr="002B460C">
        <w:tab/>
        <w:t>Refused (DO NOT READ)</w:t>
      </w:r>
    </w:p>
    <w:p w:rsidR="00E779E5" w:rsidRPr="002B460C" w:rsidRDefault="00E779E5" w:rsidP="00E779E5">
      <w:pPr>
        <w:pStyle w:val="QuestionInstruction"/>
        <w:spacing w:before="0" w:after="0"/>
        <w:rPr>
          <w:caps/>
        </w:rPr>
      </w:pPr>
      <w:r w:rsidRPr="002B460C">
        <w:rPr>
          <w:caps/>
        </w:rPr>
        <w:t xml:space="preserve">ask MUSLIMS IN MUSLIM COUNTRIES </w:t>
      </w:r>
      <w:r w:rsidR="000F48A6" w:rsidRPr="002B460C">
        <w:rPr>
          <w:caps/>
        </w:rPr>
        <w:t xml:space="preserve">AND ISRAEL </w:t>
      </w:r>
      <w:r w:rsidRPr="002B460C">
        <w:rPr>
          <w:caps/>
        </w:rPr>
        <w:t xml:space="preserve">ONLY </w:t>
      </w:r>
    </w:p>
    <w:p w:rsidR="00E779E5" w:rsidRPr="002B460C" w:rsidRDefault="00E779E5" w:rsidP="00134A23">
      <w:pPr>
        <w:pStyle w:val="Question"/>
        <w:rPr>
          <w:i/>
        </w:rPr>
      </w:pPr>
      <w:r w:rsidRPr="002B460C">
        <w:rPr>
          <w:rFonts w:ascii="Tahoma" w:hAnsi="Tahoma" w:cs="Tahoma"/>
          <w:b/>
          <w:sz w:val="16"/>
          <w:szCs w:val="16"/>
        </w:rPr>
        <w:t>Q116</w:t>
      </w:r>
      <w:r w:rsidRPr="002B460C">
        <w:tab/>
        <w:t xml:space="preserve">How often, if at all, do you fast – hardly ever, some days during Ramadan, during most or all days of Ramadan, OR during all of Ramadan and other religious holidays? </w:t>
      </w:r>
    </w:p>
    <w:p w:rsidR="00E779E5" w:rsidRPr="002B460C" w:rsidRDefault="00E779E5" w:rsidP="00134A23">
      <w:pPr>
        <w:pStyle w:val="QuestionResponse"/>
      </w:pPr>
      <w:r w:rsidRPr="002B460C">
        <w:t>1</w:t>
      </w:r>
      <w:r w:rsidRPr="002B460C">
        <w:tab/>
        <w:t>Hardly ever</w:t>
      </w:r>
    </w:p>
    <w:p w:rsidR="00E779E5" w:rsidRPr="002B460C" w:rsidRDefault="00E779E5" w:rsidP="00134A23">
      <w:pPr>
        <w:pStyle w:val="QuestionResponse"/>
      </w:pPr>
      <w:r w:rsidRPr="002B460C">
        <w:t>2</w:t>
      </w:r>
      <w:r w:rsidRPr="002B460C">
        <w:tab/>
        <w:t>Some days during Ramadan</w:t>
      </w:r>
    </w:p>
    <w:p w:rsidR="00E779E5" w:rsidRPr="002B460C" w:rsidRDefault="00E779E5" w:rsidP="00134A23">
      <w:pPr>
        <w:pStyle w:val="QuestionResponse"/>
      </w:pPr>
      <w:r w:rsidRPr="002B460C">
        <w:t>3</w:t>
      </w:r>
      <w:r w:rsidRPr="002B460C">
        <w:tab/>
        <w:t>During most or all days of Ramadan</w:t>
      </w:r>
    </w:p>
    <w:p w:rsidR="00E779E5" w:rsidRPr="002B460C" w:rsidRDefault="00E779E5" w:rsidP="00134A23">
      <w:pPr>
        <w:pStyle w:val="QuestionResponse"/>
      </w:pPr>
      <w:r w:rsidRPr="002B460C">
        <w:t>4</w:t>
      </w:r>
      <w:r w:rsidRPr="002B460C">
        <w:tab/>
        <w:t>During all of Ramadan and other religious holidays</w:t>
      </w:r>
    </w:p>
    <w:p w:rsidR="00E779E5" w:rsidRPr="002B460C" w:rsidRDefault="00E779E5" w:rsidP="00134A23">
      <w:pPr>
        <w:pStyle w:val="QuestionResponse"/>
      </w:pPr>
      <w:r w:rsidRPr="002B460C">
        <w:t>8</w:t>
      </w:r>
      <w:r w:rsidRPr="002B460C">
        <w:tab/>
        <w:t>Don’t know (DO NOT READ)</w:t>
      </w:r>
    </w:p>
    <w:p w:rsidR="006F60EB" w:rsidRPr="002B460C" w:rsidRDefault="00E779E5" w:rsidP="00134A23">
      <w:pPr>
        <w:pStyle w:val="QuestionResponseLast"/>
      </w:pPr>
      <w:r w:rsidRPr="002B460C">
        <w:t>9</w:t>
      </w:r>
      <w:r w:rsidRPr="002B460C">
        <w:tab/>
        <w:t>Refused (DO NOT READ)</w:t>
      </w:r>
    </w:p>
    <w:p w:rsidR="00E779E5" w:rsidRPr="002B460C" w:rsidRDefault="006F60EB" w:rsidP="00134A23">
      <w:pPr>
        <w:pStyle w:val="Question"/>
        <w:rPr>
          <w:rFonts w:ascii="Tahoma" w:hAnsi="Tahoma" w:cs="Tahoma"/>
          <w:sz w:val="16"/>
          <w:szCs w:val="16"/>
        </w:rPr>
      </w:pPr>
      <w:r w:rsidRPr="002B460C">
        <w:rPr>
          <w:rFonts w:ascii="Tahoma" w:hAnsi="Tahoma" w:cs="Tahoma"/>
          <w:b/>
          <w:sz w:val="16"/>
          <w:szCs w:val="16"/>
        </w:rPr>
        <w:t>Q117</w:t>
      </w:r>
      <w:r w:rsidRPr="002B460C">
        <w:rPr>
          <w:rFonts w:ascii="Tahoma" w:hAnsi="Tahoma" w:cs="Tahoma"/>
          <w:sz w:val="16"/>
          <w:szCs w:val="16"/>
        </w:rPr>
        <w:tab/>
      </w:r>
      <w:r w:rsidRPr="002B460C">
        <w:rPr>
          <w:rFonts w:ascii="Tahoma" w:hAnsi="Tahoma" w:cs="Tahoma"/>
          <w:b/>
          <w:sz w:val="16"/>
          <w:szCs w:val="16"/>
        </w:rPr>
        <w:t>NOT ASKED</w:t>
      </w:r>
    </w:p>
    <w:p w:rsidR="00E779E5" w:rsidRPr="002B460C" w:rsidRDefault="00E779E5" w:rsidP="00E779E5">
      <w:pPr>
        <w:pStyle w:val="QuestionInstruction"/>
        <w:spacing w:before="0" w:after="0"/>
      </w:pPr>
      <w:r w:rsidRPr="002B460C">
        <w:t xml:space="preserve">ASK </w:t>
      </w:r>
      <w:r w:rsidR="00F81C36" w:rsidRPr="002B460C">
        <w:t xml:space="preserve">ALL </w:t>
      </w:r>
      <w:r w:rsidRPr="002B460C">
        <w:t xml:space="preserve">IN ALL COUNTRIES EXCEPT CHINA </w:t>
      </w:r>
    </w:p>
    <w:p w:rsidR="00E779E5" w:rsidRPr="002B460C" w:rsidRDefault="00E779E5" w:rsidP="00134A23">
      <w:pPr>
        <w:pStyle w:val="Question"/>
        <w:rPr>
          <w:i/>
        </w:rPr>
      </w:pPr>
      <w:r w:rsidRPr="002B460C">
        <w:rPr>
          <w:rFonts w:ascii="Tahoma" w:hAnsi="Tahoma" w:cs="Tahoma"/>
          <w:b/>
          <w:sz w:val="16"/>
          <w:szCs w:val="16"/>
        </w:rPr>
        <w:t>Q118</w:t>
      </w:r>
      <w:r w:rsidRPr="002B460C">
        <w:tab/>
        <w:t>How important is religion in your life – very important, somewhat important, not too important, or not at all important?</w:t>
      </w:r>
      <w:r w:rsidR="00D9477E">
        <w:rPr>
          <w:rStyle w:val="FootnoteReference"/>
        </w:rPr>
        <w:footnoteReference w:id="13"/>
      </w:r>
      <w:r w:rsidRPr="002B460C">
        <w:t xml:space="preserve">  </w:t>
      </w:r>
    </w:p>
    <w:p w:rsidR="00E779E5" w:rsidRPr="002B460C" w:rsidRDefault="00E779E5" w:rsidP="00E779E5">
      <w:pPr>
        <w:pStyle w:val="QuestionResponse"/>
      </w:pPr>
      <w:r w:rsidRPr="002B460C">
        <w:t>1</w:t>
      </w:r>
      <w:r w:rsidRPr="002B460C">
        <w:tab/>
        <w:t>Very important</w:t>
      </w:r>
    </w:p>
    <w:p w:rsidR="00E779E5" w:rsidRPr="002B460C" w:rsidRDefault="00E779E5" w:rsidP="00E779E5">
      <w:pPr>
        <w:pStyle w:val="QuestionResponse"/>
      </w:pPr>
      <w:r w:rsidRPr="002B460C">
        <w:t>2</w:t>
      </w:r>
      <w:r w:rsidRPr="002B460C">
        <w:tab/>
        <w:t>Somewhat important</w:t>
      </w:r>
    </w:p>
    <w:p w:rsidR="00E779E5" w:rsidRPr="002B460C" w:rsidRDefault="00E779E5" w:rsidP="00E779E5">
      <w:pPr>
        <w:pStyle w:val="QuestionResponse"/>
      </w:pPr>
      <w:r w:rsidRPr="002B460C">
        <w:t>3</w:t>
      </w:r>
      <w:r w:rsidRPr="002B460C">
        <w:tab/>
        <w:t>Not too important</w:t>
      </w:r>
    </w:p>
    <w:p w:rsidR="00E779E5" w:rsidRPr="002B460C" w:rsidRDefault="00E779E5" w:rsidP="00E779E5">
      <w:pPr>
        <w:pStyle w:val="QuestionResponse"/>
      </w:pPr>
      <w:r w:rsidRPr="002B460C">
        <w:t>4</w:t>
      </w:r>
      <w:r w:rsidRPr="002B460C">
        <w:tab/>
        <w:t>Not at all important</w:t>
      </w:r>
    </w:p>
    <w:p w:rsidR="00E779E5" w:rsidRPr="002B460C" w:rsidRDefault="00E779E5" w:rsidP="00E779E5">
      <w:pPr>
        <w:pStyle w:val="QuestionResponse"/>
      </w:pPr>
      <w:r w:rsidRPr="002B460C">
        <w:t>8</w:t>
      </w:r>
      <w:r w:rsidRPr="002B460C">
        <w:tab/>
        <w:t>Don’t know (DO NOT READ)</w:t>
      </w:r>
    </w:p>
    <w:p w:rsidR="00E779E5" w:rsidRPr="002B460C" w:rsidRDefault="00E779E5" w:rsidP="00F81C36">
      <w:pPr>
        <w:pStyle w:val="QuestionResponseLast"/>
      </w:pPr>
      <w:r w:rsidRPr="002B460C">
        <w:t>9</w:t>
      </w:r>
      <w:r w:rsidRPr="002B460C">
        <w:tab/>
        <w:t>Refused (DO NOT READ)</w:t>
      </w:r>
    </w:p>
    <w:p w:rsidR="00E779E5" w:rsidRPr="002B460C" w:rsidRDefault="00E779E5" w:rsidP="00F81C36">
      <w:pPr>
        <w:pStyle w:val="QuestionInstruction"/>
      </w:pPr>
      <w:r w:rsidRPr="002B460C">
        <w:lastRenderedPageBreak/>
        <w:t>ASK IF NOT MUSLIM IN ALL COUNTRIES EXCEPT CHINA</w:t>
      </w:r>
    </w:p>
    <w:p w:rsidR="00E779E5" w:rsidRPr="002B460C" w:rsidRDefault="00E779E5" w:rsidP="00134A23">
      <w:pPr>
        <w:pStyle w:val="Question"/>
        <w:rPr>
          <w:i/>
        </w:rPr>
      </w:pPr>
      <w:r w:rsidRPr="002B460C">
        <w:rPr>
          <w:rFonts w:ascii="Tahoma" w:hAnsi="Tahoma" w:cs="Tahoma"/>
          <w:b/>
          <w:sz w:val="16"/>
          <w:szCs w:val="16"/>
        </w:rPr>
        <w:t>Q119</w:t>
      </w:r>
      <w:r w:rsidRPr="002B460C">
        <w:rPr>
          <w:szCs w:val="16"/>
        </w:rPr>
        <w:tab/>
      </w:r>
      <w:r w:rsidRPr="002B460C">
        <w:t xml:space="preserve">Aside from weddings and funerals how often do you attend religious services... more than once a week, once a week, once or twice a month, a few times a year, seldom, or never? </w:t>
      </w:r>
    </w:p>
    <w:p w:rsidR="00E779E5" w:rsidRPr="002B460C" w:rsidRDefault="00E779E5" w:rsidP="00134A23">
      <w:pPr>
        <w:pStyle w:val="QuestionResponse"/>
      </w:pPr>
      <w:r w:rsidRPr="002B460C">
        <w:t>1</w:t>
      </w:r>
      <w:r w:rsidRPr="002B460C">
        <w:tab/>
        <w:t>More than once a week</w:t>
      </w:r>
    </w:p>
    <w:p w:rsidR="00E779E5" w:rsidRPr="002B460C" w:rsidRDefault="00E779E5" w:rsidP="00134A23">
      <w:pPr>
        <w:pStyle w:val="QuestionResponse"/>
      </w:pPr>
      <w:r w:rsidRPr="002B460C">
        <w:t>2</w:t>
      </w:r>
      <w:r w:rsidRPr="002B460C">
        <w:tab/>
        <w:t>Once a week</w:t>
      </w:r>
    </w:p>
    <w:p w:rsidR="00E779E5" w:rsidRPr="002B460C" w:rsidRDefault="00E779E5" w:rsidP="00134A23">
      <w:pPr>
        <w:pStyle w:val="QuestionResponse"/>
      </w:pPr>
      <w:r w:rsidRPr="002B460C">
        <w:t>3</w:t>
      </w:r>
      <w:r w:rsidRPr="002B460C">
        <w:tab/>
        <w:t>Once or twice a month</w:t>
      </w:r>
    </w:p>
    <w:p w:rsidR="00E779E5" w:rsidRPr="002B460C" w:rsidRDefault="00E779E5" w:rsidP="00134A23">
      <w:pPr>
        <w:pStyle w:val="QuestionResponse"/>
      </w:pPr>
      <w:r w:rsidRPr="002B460C">
        <w:t>4</w:t>
      </w:r>
      <w:r w:rsidRPr="002B460C">
        <w:tab/>
        <w:t>A few times a year</w:t>
      </w:r>
    </w:p>
    <w:p w:rsidR="00E779E5" w:rsidRPr="002B460C" w:rsidRDefault="00E779E5" w:rsidP="00134A23">
      <w:pPr>
        <w:pStyle w:val="QuestionResponse"/>
      </w:pPr>
      <w:r w:rsidRPr="002B460C">
        <w:t>5</w:t>
      </w:r>
      <w:r w:rsidRPr="002B460C">
        <w:tab/>
        <w:t>Seldom</w:t>
      </w:r>
    </w:p>
    <w:p w:rsidR="00E779E5" w:rsidRPr="002B460C" w:rsidRDefault="00E779E5" w:rsidP="00134A23">
      <w:pPr>
        <w:pStyle w:val="QuestionResponse"/>
      </w:pPr>
      <w:r w:rsidRPr="002B460C">
        <w:t>6</w:t>
      </w:r>
      <w:r w:rsidRPr="002B460C">
        <w:tab/>
        <w:t>Never</w:t>
      </w:r>
    </w:p>
    <w:p w:rsidR="00E779E5" w:rsidRPr="002B460C" w:rsidRDefault="00E779E5" w:rsidP="00134A23">
      <w:pPr>
        <w:pStyle w:val="QuestionResponse"/>
      </w:pPr>
      <w:r w:rsidRPr="002B460C">
        <w:t>8</w:t>
      </w:r>
      <w:r w:rsidRPr="002B460C">
        <w:tab/>
        <w:t>Don’t know (DO NOT READ)</w:t>
      </w:r>
    </w:p>
    <w:p w:rsidR="00E779E5" w:rsidRPr="002B460C" w:rsidRDefault="00E779E5" w:rsidP="00134A23">
      <w:pPr>
        <w:pStyle w:val="QuestionResponseLast"/>
        <w:rPr>
          <w:b/>
        </w:rPr>
      </w:pPr>
      <w:r w:rsidRPr="002B460C">
        <w:t>9</w:t>
      </w:r>
      <w:r w:rsidRPr="002B460C">
        <w:tab/>
        <w:t>Refused (DO NOT READ)</w:t>
      </w:r>
    </w:p>
    <w:p w:rsidR="00E779E5" w:rsidRPr="002B460C" w:rsidRDefault="00E779E5" w:rsidP="00E779E5">
      <w:pPr>
        <w:pStyle w:val="QuestionInstruction"/>
        <w:spacing w:before="0" w:after="0"/>
      </w:pPr>
      <w:r w:rsidRPr="002B460C">
        <w:t xml:space="preserve">ASK ALL </w:t>
      </w:r>
    </w:p>
    <w:p w:rsidR="00E779E5" w:rsidRPr="002B460C" w:rsidRDefault="00E779E5" w:rsidP="00134A23">
      <w:pPr>
        <w:pStyle w:val="Question"/>
        <w:rPr>
          <w:i/>
        </w:rPr>
      </w:pPr>
      <w:r w:rsidRPr="002B460C">
        <w:rPr>
          <w:rFonts w:ascii="Tahoma" w:hAnsi="Tahoma" w:cs="Tahoma"/>
          <w:b/>
          <w:sz w:val="16"/>
          <w:szCs w:val="16"/>
        </w:rPr>
        <w:t>Q120</w:t>
      </w:r>
      <w:r w:rsidRPr="002B460C">
        <w:tab/>
      </w:r>
      <w:r w:rsidRPr="002B460C">
        <w:rPr>
          <w:i/>
        </w:rPr>
        <w:t>EDUCATION—QUESTION WORDING AND RESPONSE CATEGORIES VARY BY COUNTRY</w:t>
      </w:r>
      <w:r w:rsidRPr="002B460C">
        <w:t xml:space="preserve"> </w:t>
      </w:r>
    </w:p>
    <w:p w:rsidR="00E779E5" w:rsidRPr="002B460C" w:rsidRDefault="00E779E5" w:rsidP="00E779E5">
      <w:pPr>
        <w:pStyle w:val="QuestionInstruction"/>
        <w:spacing w:before="0" w:after="0"/>
      </w:pPr>
      <w:r w:rsidRPr="002B460C">
        <w:t xml:space="preserve">ASK </w:t>
      </w:r>
      <w:r w:rsidR="00CD0639" w:rsidRPr="002B460C">
        <w:t xml:space="preserve">ALL </w:t>
      </w:r>
      <w:r w:rsidRPr="002B460C">
        <w:t>IN ALL COUNTRIES EXCEPT CHINA, SPAIN, AND THE U</w:t>
      </w:r>
      <w:r w:rsidR="009D0B84" w:rsidRPr="002B460C">
        <w:t>.</w:t>
      </w:r>
      <w:r w:rsidRPr="002B460C">
        <w:t>S</w:t>
      </w:r>
      <w:r w:rsidR="009D0B84" w:rsidRPr="002B460C">
        <w:t>.</w:t>
      </w:r>
    </w:p>
    <w:p w:rsidR="00E779E5" w:rsidRPr="002B460C" w:rsidRDefault="00E779E5" w:rsidP="00134A23">
      <w:pPr>
        <w:pStyle w:val="Question"/>
        <w:rPr>
          <w:i/>
        </w:rPr>
      </w:pPr>
      <w:r w:rsidRPr="002B460C">
        <w:rPr>
          <w:rFonts w:ascii="Tahoma" w:hAnsi="Tahoma" w:cs="Tahoma"/>
          <w:b/>
          <w:sz w:val="16"/>
          <w:szCs w:val="16"/>
        </w:rPr>
        <w:t>Q121</w:t>
      </w:r>
      <w:r w:rsidRPr="002B460C">
        <w:tab/>
        <w:t xml:space="preserve">What is your current employment situation? (RESPONSE CATEGORIES NOT READ IN SOME COUNTRIES) </w:t>
      </w:r>
      <w:r w:rsidRPr="002B460C">
        <w:tab/>
      </w:r>
    </w:p>
    <w:p w:rsidR="00E779E5" w:rsidRPr="002B460C" w:rsidRDefault="00E779E5" w:rsidP="00134A23">
      <w:pPr>
        <w:pStyle w:val="QuestionResponse"/>
      </w:pPr>
      <w:r w:rsidRPr="002B460C">
        <w:t>1</w:t>
      </w:r>
      <w:r w:rsidRPr="002B460C">
        <w:tab/>
        <w:t>Full-time employed</w:t>
      </w:r>
    </w:p>
    <w:p w:rsidR="00E779E5" w:rsidRPr="002B460C" w:rsidRDefault="00E779E5" w:rsidP="00134A23">
      <w:pPr>
        <w:pStyle w:val="QuestionResponse"/>
      </w:pPr>
      <w:r w:rsidRPr="002B460C">
        <w:t>2</w:t>
      </w:r>
      <w:r w:rsidRPr="002B460C">
        <w:tab/>
        <w:t>Part-time employed</w:t>
      </w:r>
    </w:p>
    <w:p w:rsidR="00E779E5" w:rsidRPr="002B460C" w:rsidRDefault="00E779E5" w:rsidP="00134A23">
      <w:pPr>
        <w:pStyle w:val="QuestionResponse"/>
      </w:pPr>
      <w:r w:rsidRPr="002B460C">
        <w:t>3</w:t>
      </w:r>
      <w:r w:rsidRPr="002B460C">
        <w:tab/>
        <w:t>Pensioner and employed</w:t>
      </w:r>
    </w:p>
    <w:p w:rsidR="00E779E5" w:rsidRPr="002B460C" w:rsidRDefault="00E779E5" w:rsidP="00134A23">
      <w:pPr>
        <w:pStyle w:val="QuestionResponse"/>
      </w:pPr>
      <w:r w:rsidRPr="002B460C">
        <w:t>4</w:t>
      </w:r>
      <w:r w:rsidRPr="002B460C">
        <w:tab/>
        <w:t>Self-employed</w:t>
      </w:r>
    </w:p>
    <w:p w:rsidR="00E779E5" w:rsidRPr="002B460C" w:rsidRDefault="00E779E5" w:rsidP="00134A23">
      <w:pPr>
        <w:pStyle w:val="QuestionResponse"/>
      </w:pPr>
      <w:r w:rsidRPr="002B460C">
        <w:t>5</w:t>
      </w:r>
      <w:r w:rsidRPr="002B460C">
        <w:tab/>
        <w:t>Pensioner, not employed</w:t>
      </w:r>
    </w:p>
    <w:p w:rsidR="00E779E5" w:rsidRPr="002B460C" w:rsidRDefault="00E779E5" w:rsidP="00134A23">
      <w:pPr>
        <w:pStyle w:val="QuestionResponse"/>
      </w:pPr>
      <w:r w:rsidRPr="002B460C">
        <w:t>6</w:t>
      </w:r>
      <w:r w:rsidRPr="002B460C">
        <w:tab/>
        <w:t>Unemployed, no state benefit</w:t>
      </w:r>
    </w:p>
    <w:p w:rsidR="00E779E5" w:rsidRPr="002B460C" w:rsidRDefault="00E779E5" w:rsidP="00134A23">
      <w:pPr>
        <w:pStyle w:val="QuestionResponse"/>
      </w:pPr>
      <w:r w:rsidRPr="002B460C">
        <w:t>7</w:t>
      </w:r>
      <w:r w:rsidRPr="002B460C">
        <w:tab/>
        <w:t>Unemployed, receiving state benefit</w:t>
      </w:r>
    </w:p>
    <w:p w:rsidR="00E779E5" w:rsidRPr="002B460C" w:rsidRDefault="00E779E5" w:rsidP="00134A23">
      <w:pPr>
        <w:pStyle w:val="QuestionResponse"/>
      </w:pPr>
      <w:r w:rsidRPr="002B460C">
        <w:t>8</w:t>
      </w:r>
      <w:r w:rsidRPr="002B460C">
        <w:tab/>
        <w:t xml:space="preserve">No job, other government assistance for such things as maternity or disability </w:t>
      </w:r>
    </w:p>
    <w:p w:rsidR="00E779E5" w:rsidRPr="002B460C" w:rsidRDefault="00E779E5" w:rsidP="00134A23">
      <w:pPr>
        <w:pStyle w:val="QuestionResponse"/>
      </w:pPr>
      <w:r w:rsidRPr="002B460C">
        <w:t>9</w:t>
      </w:r>
      <w:r w:rsidRPr="002B460C">
        <w:tab/>
        <w:t>Not employed (e.g. housewife, houseman, student)</w:t>
      </w:r>
    </w:p>
    <w:p w:rsidR="00E779E5" w:rsidRPr="002B460C" w:rsidRDefault="00E779E5" w:rsidP="00134A23">
      <w:pPr>
        <w:pStyle w:val="QuestionResponse"/>
      </w:pPr>
      <w:r w:rsidRPr="002B460C">
        <w:t>98</w:t>
      </w:r>
      <w:r w:rsidRPr="002B460C">
        <w:tab/>
        <w:t>Don’t know (DO NOT READ)</w:t>
      </w:r>
    </w:p>
    <w:p w:rsidR="00E779E5" w:rsidRPr="002B460C" w:rsidRDefault="00E779E5" w:rsidP="00134A23">
      <w:pPr>
        <w:pStyle w:val="QuestionResponseLast"/>
      </w:pPr>
      <w:r w:rsidRPr="002B460C">
        <w:t>99</w:t>
      </w:r>
      <w:r w:rsidRPr="002B460C">
        <w:tab/>
        <w:t>Refused (DO NOT READ)</w:t>
      </w:r>
    </w:p>
    <w:p w:rsidR="00E779E5" w:rsidRPr="002B460C" w:rsidRDefault="00E779E5" w:rsidP="00E779E5">
      <w:pPr>
        <w:pStyle w:val="QuestionInstruction"/>
        <w:spacing w:before="0" w:after="0"/>
      </w:pPr>
      <w:r w:rsidRPr="002B460C">
        <w:t xml:space="preserve">ASK ALL IN </w:t>
      </w:r>
      <w:smartTag w:uri="urn:schemas-microsoft-com:office:smarttags" w:element="country-region">
        <w:smartTag w:uri="urn:schemas-microsoft-com:office:smarttags" w:element="place">
          <w:r w:rsidRPr="002B460C">
            <w:t>CHINA</w:t>
          </w:r>
        </w:smartTag>
      </w:smartTag>
      <w:r w:rsidRPr="002B460C">
        <w:t xml:space="preserve"> ONLY</w:t>
      </w:r>
    </w:p>
    <w:p w:rsidR="00E779E5" w:rsidRPr="002B460C" w:rsidRDefault="00E779E5" w:rsidP="00134A23">
      <w:pPr>
        <w:pStyle w:val="Question"/>
      </w:pPr>
      <w:r w:rsidRPr="002B460C">
        <w:rPr>
          <w:rFonts w:ascii="Tahoma" w:hAnsi="Tahoma" w:cs="Tahoma"/>
          <w:b/>
          <w:sz w:val="16"/>
          <w:szCs w:val="16"/>
        </w:rPr>
        <w:t>Q121CHI</w:t>
      </w:r>
      <w:r w:rsidRPr="002B460C">
        <w:t xml:space="preserve">What is your current employment situation? </w:t>
      </w:r>
    </w:p>
    <w:p w:rsidR="00E779E5" w:rsidRPr="002B460C" w:rsidRDefault="00E779E5" w:rsidP="00134A23">
      <w:pPr>
        <w:pStyle w:val="QuestionResponse"/>
      </w:pPr>
      <w:r w:rsidRPr="002B460C">
        <w:t>1</w:t>
      </w:r>
      <w:r w:rsidRPr="002B460C">
        <w:tab/>
        <w:t>Full-time employed</w:t>
      </w:r>
    </w:p>
    <w:p w:rsidR="00E779E5" w:rsidRPr="002B460C" w:rsidRDefault="00E779E5" w:rsidP="00134A23">
      <w:pPr>
        <w:pStyle w:val="QuestionResponse"/>
      </w:pPr>
      <w:r w:rsidRPr="002B460C">
        <w:t>2</w:t>
      </w:r>
      <w:r w:rsidRPr="002B460C">
        <w:tab/>
        <w:t>Part-time employed</w:t>
      </w:r>
    </w:p>
    <w:p w:rsidR="00E779E5" w:rsidRPr="002B460C" w:rsidRDefault="00E779E5" w:rsidP="00134A23">
      <w:pPr>
        <w:pStyle w:val="QuestionResponse"/>
      </w:pPr>
      <w:r w:rsidRPr="002B460C">
        <w:t>3</w:t>
      </w:r>
      <w:r w:rsidRPr="002B460C">
        <w:tab/>
        <w:t>Pensioner and employed</w:t>
      </w:r>
    </w:p>
    <w:p w:rsidR="00E779E5" w:rsidRPr="002B460C" w:rsidRDefault="00E779E5" w:rsidP="00134A23">
      <w:pPr>
        <w:pStyle w:val="QuestionResponse"/>
      </w:pPr>
      <w:r w:rsidRPr="002B460C">
        <w:t>4</w:t>
      </w:r>
      <w:r w:rsidRPr="002B460C">
        <w:tab/>
        <w:t>Self-employed</w:t>
      </w:r>
    </w:p>
    <w:p w:rsidR="00E779E5" w:rsidRPr="002B460C" w:rsidRDefault="00E779E5" w:rsidP="00134A23">
      <w:pPr>
        <w:pStyle w:val="QuestionResponse"/>
      </w:pPr>
      <w:r w:rsidRPr="002B460C">
        <w:t>5</w:t>
      </w:r>
      <w:r w:rsidRPr="002B460C">
        <w:tab/>
        <w:t>Pensioner, not employed</w:t>
      </w:r>
    </w:p>
    <w:p w:rsidR="00E779E5" w:rsidRPr="002B460C" w:rsidRDefault="00E779E5" w:rsidP="00134A23">
      <w:pPr>
        <w:pStyle w:val="QuestionResponse"/>
      </w:pPr>
      <w:r w:rsidRPr="002B460C">
        <w:t>6</w:t>
      </w:r>
      <w:r w:rsidRPr="002B460C">
        <w:tab/>
        <w:t>Unemployed, no state benefit</w:t>
      </w:r>
    </w:p>
    <w:p w:rsidR="00E779E5" w:rsidRPr="002B460C" w:rsidRDefault="00E779E5" w:rsidP="00134A23">
      <w:pPr>
        <w:pStyle w:val="QuestionResponse"/>
      </w:pPr>
      <w:r w:rsidRPr="002B460C">
        <w:t>7</w:t>
      </w:r>
      <w:r w:rsidRPr="002B460C">
        <w:tab/>
        <w:t>Unemployed, receiving state benefit</w:t>
      </w:r>
    </w:p>
    <w:p w:rsidR="00E779E5" w:rsidRPr="002B460C" w:rsidRDefault="00E779E5" w:rsidP="00134A23">
      <w:pPr>
        <w:pStyle w:val="QuestionResponse"/>
      </w:pPr>
      <w:r w:rsidRPr="002B460C">
        <w:t>8</w:t>
      </w:r>
      <w:r w:rsidRPr="002B460C">
        <w:tab/>
        <w:t xml:space="preserve">No job, other government assistance for such things as maternity or disability </w:t>
      </w:r>
    </w:p>
    <w:p w:rsidR="00E779E5" w:rsidRPr="002B460C" w:rsidRDefault="00E779E5" w:rsidP="00134A23">
      <w:pPr>
        <w:pStyle w:val="QuestionResponse"/>
      </w:pPr>
      <w:r w:rsidRPr="002B460C">
        <w:t>9</w:t>
      </w:r>
      <w:r w:rsidRPr="002B460C">
        <w:tab/>
        <w:t>Not employed (e.g. housewife, houseman, student)</w:t>
      </w:r>
    </w:p>
    <w:p w:rsidR="00E779E5" w:rsidRPr="002B460C" w:rsidRDefault="00E779E5" w:rsidP="00134A23">
      <w:pPr>
        <w:pStyle w:val="QuestionResponse"/>
      </w:pPr>
      <w:r w:rsidRPr="002B460C">
        <w:t>10</w:t>
      </w:r>
      <w:r w:rsidRPr="002B460C">
        <w:tab/>
        <w:t>Farmer</w:t>
      </w:r>
    </w:p>
    <w:p w:rsidR="00E779E5" w:rsidRPr="002B460C" w:rsidRDefault="00E779E5" w:rsidP="00134A23">
      <w:pPr>
        <w:pStyle w:val="QuestionResponse"/>
      </w:pPr>
      <w:r w:rsidRPr="002B460C">
        <w:t>98</w:t>
      </w:r>
      <w:r w:rsidRPr="002B460C">
        <w:tab/>
        <w:t>Don’t know (DO NOT READ)</w:t>
      </w:r>
    </w:p>
    <w:p w:rsidR="00E779E5" w:rsidRPr="002B460C" w:rsidRDefault="00E779E5" w:rsidP="00134A23">
      <w:pPr>
        <w:pStyle w:val="QuestionResponseLast"/>
      </w:pPr>
      <w:r w:rsidRPr="002B460C">
        <w:t>99</w:t>
      </w:r>
      <w:r w:rsidRPr="002B460C">
        <w:tab/>
        <w:t>Refused (DO NOT READ)</w:t>
      </w:r>
    </w:p>
    <w:p w:rsidR="00E779E5" w:rsidRPr="002B460C" w:rsidRDefault="00E779E5" w:rsidP="00E779E5">
      <w:pPr>
        <w:pStyle w:val="QuestionInstruction"/>
        <w:spacing w:before="0" w:after="0"/>
      </w:pPr>
      <w:r w:rsidRPr="002B460C">
        <w:lastRenderedPageBreak/>
        <w:t>ASK ALL IN SPAIN ONLY</w:t>
      </w:r>
    </w:p>
    <w:p w:rsidR="00E779E5" w:rsidRPr="002B460C" w:rsidRDefault="00E779E5" w:rsidP="00134A23">
      <w:pPr>
        <w:pStyle w:val="Question"/>
      </w:pPr>
      <w:r w:rsidRPr="002B460C">
        <w:rPr>
          <w:rFonts w:ascii="Tahoma" w:hAnsi="Tahoma" w:cs="Tahoma"/>
          <w:b/>
          <w:sz w:val="16"/>
          <w:szCs w:val="16"/>
        </w:rPr>
        <w:t>Q121SPA</w:t>
      </w:r>
      <w:r w:rsidRPr="002B460C">
        <w:t xml:space="preserve"> What is your current employment situation?</w:t>
      </w:r>
      <w:r w:rsidRPr="002B460C">
        <w:tab/>
      </w:r>
    </w:p>
    <w:p w:rsidR="00E779E5" w:rsidRPr="002B460C" w:rsidRDefault="00E779E5" w:rsidP="00134A23">
      <w:pPr>
        <w:pStyle w:val="QuestionResponse"/>
      </w:pPr>
      <w:r w:rsidRPr="002B460C">
        <w:t>1</w:t>
      </w:r>
      <w:r w:rsidRPr="002B460C">
        <w:tab/>
        <w:t>Full-time employed</w:t>
      </w:r>
    </w:p>
    <w:p w:rsidR="00E779E5" w:rsidRPr="002B460C" w:rsidRDefault="00E779E5" w:rsidP="00134A23">
      <w:pPr>
        <w:pStyle w:val="QuestionResponse"/>
      </w:pPr>
      <w:r w:rsidRPr="002B460C">
        <w:t>2</w:t>
      </w:r>
      <w:r w:rsidRPr="002B460C">
        <w:tab/>
        <w:t>Part-time employed</w:t>
      </w:r>
    </w:p>
    <w:p w:rsidR="00E779E5" w:rsidRPr="002B460C" w:rsidRDefault="00E779E5" w:rsidP="00134A23">
      <w:pPr>
        <w:pStyle w:val="QuestionResponse"/>
      </w:pPr>
      <w:r w:rsidRPr="002B460C">
        <w:t>3</w:t>
      </w:r>
      <w:r w:rsidRPr="002B460C">
        <w:tab/>
        <w:t xml:space="preserve">Pensioner </w:t>
      </w:r>
    </w:p>
    <w:p w:rsidR="00E779E5" w:rsidRPr="002B460C" w:rsidRDefault="00E779E5" w:rsidP="00134A23">
      <w:pPr>
        <w:pStyle w:val="QuestionResponse"/>
      </w:pPr>
      <w:r w:rsidRPr="002B460C">
        <w:t>4</w:t>
      </w:r>
      <w:r w:rsidRPr="002B460C">
        <w:tab/>
        <w:t>Self-employed</w:t>
      </w:r>
    </w:p>
    <w:p w:rsidR="00E779E5" w:rsidRPr="002B460C" w:rsidRDefault="00E779E5" w:rsidP="00134A23">
      <w:pPr>
        <w:pStyle w:val="QuestionResponse"/>
      </w:pPr>
      <w:r w:rsidRPr="002B460C">
        <w:t>6</w:t>
      </w:r>
      <w:r w:rsidRPr="002B460C">
        <w:tab/>
        <w:t>Unemployed, no state benefit</w:t>
      </w:r>
    </w:p>
    <w:p w:rsidR="00E779E5" w:rsidRPr="002B460C" w:rsidRDefault="00E779E5" w:rsidP="00134A23">
      <w:pPr>
        <w:pStyle w:val="QuestionResponse"/>
      </w:pPr>
      <w:r w:rsidRPr="002B460C">
        <w:t>7</w:t>
      </w:r>
      <w:r w:rsidRPr="002B460C">
        <w:tab/>
        <w:t>Unemployed, receiving state benefit</w:t>
      </w:r>
    </w:p>
    <w:p w:rsidR="00E779E5" w:rsidRPr="002B460C" w:rsidRDefault="00E779E5" w:rsidP="00134A23">
      <w:pPr>
        <w:pStyle w:val="QuestionResponse"/>
      </w:pPr>
      <w:r w:rsidRPr="002B460C">
        <w:t>8</w:t>
      </w:r>
      <w:r w:rsidRPr="002B460C">
        <w:tab/>
        <w:t xml:space="preserve">No job, other government assistance for such things as maternity or disability </w:t>
      </w:r>
    </w:p>
    <w:p w:rsidR="00E779E5" w:rsidRPr="002B460C" w:rsidRDefault="00E779E5" w:rsidP="00134A23">
      <w:pPr>
        <w:pStyle w:val="QuestionResponse"/>
      </w:pPr>
      <w:r w:rsidRPr="002B460C">
        <w:t>9</w:t>
      </w:r>
      <w:r w:rsidRPr="002B460C">
        <w:tab/>
        <w:t>Not employed (e.g. housewife, houseman, student)</w:t>
      </w:r>
    </w:p>
    <w:p w:rsidR="00E779E5" w:rsidRPr="002B460C" w:rsidRDefault="00E779E5" w:rsidP="00134A23">
      <w:pPr>
        <w:pStyle w:val="QuestionResponse"/>
      </w:pPr>
      <w:r w:rsidRPr="002B460C">
        <w:t>98</w:t>
      </w:r>
      <w:r w:rsidRPr="002B460C">
        <w:tab/>
        <w:t>Don’t know (DO NOT READ)</w:t>
      </w:r>
    </w:p>
    <w:p w:rsidR="00E779E5" w:rsidRPr="002B460C" w:rsidRDefault="00E779E5" w:rsidP="00134A23">
      <w:pPr>
        <w:pStyle w:val="QuestionResponseLast"/>
      </w:pPr>
      <w:r w:rsidRPr="002B460C">
        <w:t>99</w:t>
      </w:r>
      <w:r w:rsidRPr="002B460C">
        <w:tab/>
        <w:t>Refused (DO NOT READ)</w:t>
      </w:r>
    </w:p>
    <w:p w:rsidR="00E779E5" w:rsidRPr="002B460C" w:rsidRDefault="00E779E5" w:rsidP="00E779E5">
      <w:pPr>
        <w:pStyle w:val="QuestionInstruction"/>
        <w:spacing w:before="0" w:after="0"/>
      </w:pPr>
      <w:r w:rsidRPr="002B460C">
        <w:t xml:space="preserve">ASK ALL IN </w:t>
      </w:r>
      <w:r w:rsidR="00834747" w:rsidRPr="002B460C">
        <w:t xml:space="preserve">THE </w:t>
      </w:r>
      <w:r w:rsidRPr="002B460C">
        <w:t>U</w:t>
      </w:r>
      <w:r w:rsidR="009B7260" w:rsidRPr="002B460C">
        <w:t>.</w:t>
      </w:r>
      <w:r w:rsidRPr="002B460C">
        <w:t>S</w:t>
      </w:r>
      <w:r w:rsidR="009B7260" w:rsidRPr="002B460C">
        <w:t>.</w:t>
      </w:r>
      <w:r w:rsidRPr="002B460C">
        <w:t xml:space="preserve"> ONLY</w:t>
      </w:r>
    </w:p>
    <w:p w:rsidR="00E779E5" w:rsidRPr="002B460C" w:rsidRDefault="00E779E5" w:rsidP="00134A23">
      <w:pPr>
        <w:pStyle w:val="Question"/>
      </w:pPr>
      <w:r w:rsidRPr="002B460C">
        <w:rPr>
          <w:rFonts w:ascii="Tahoma" w:hAnsi="Tahoma" w:cs="Tahoma"/>
          <w:b/>
          <w:sz w:val="16"/>
          <w:szCs w:val="16"/>
        </w:rPr>
        <w:t>Q121US</w:t>
      </w:r>
      <w:r w:rsidRPr="002B460C">
        <w:rPr>
          <w:szCs w:val="16"/>
        </w:rPr>
        <w:tab/>
      </w:r>
      <w:r w:rsidRPr="002B460C">
        <w:t>Are you now employed full-time, part-time or not employed?</w:t>
      </w:r>
      <w:r w:rsidR="0077769D" w:rsidRPr="002B460C">
        <w:t xml:space="preserve"> </w:t>
      </w:r>
    </w:p>
    <w:p w:rsidR="00E779E5" w:rsidRPr="002B460C" w:rsidRDefault="00E779E5" w:rsidP="00BB5069">
      <w:pPr>
        <w:pStyle w:val="QuestionResponse"/>
      </w:pPr>
      <w:r w:rsidRPr="002B460C">
        <w:t>1</w:t>
      </w:r>
      <w:r w:rsidRPr="002B460C">
        <w:tab/>
        <w:t>Full-time</w:t>
      </w:r>
    </w:p>
    <w:p w:rsidR="00E779E5" w:rsidRPr="002B460C" w:rsidRDefault="00E779E5" w:rsidP="00BB5069">
      <w:pPr>
        <w:pStyle w:val="QuestionResponse"/>
      </w:pPr>
      <w:r w:rsidRPr="002B460C">
        <w:t>2</w:t>
      </w:r>
      <w:r w:rsidRPr="002B460C">
        <w:tab/>
        <w:t>Part-time</w:t>
      </w:r>
    </w:p>
    <w:p w:rsidR="00E779E5" w:rsidRPr="002B460C" w:rsidRDefault="00E779E5" w:rsidP="00BB5069">
      <w:pPr>
        <w:pStyle w:val="QuestionResponse"/>
      </w:pPr>
      <w:r w:rsidRPr="002B460C">
        <w:t>3</w:t>
      </w:r>
      <w:r w:rsidRPr="002B460C">
        <w:tab/>
        <w:t>Not employed</w:t>
      </w:r>
    </w:p>
    <w:p w:rsidR="00E779E5" w:rsidRPr="002B460C" w:rsidRDefault="00E779E5" w:rsidP="00BB5069">
      <w:pPr>
        <w:pStyle w:val="QuestionResponse"/>
      </w:pPr>
      <w:r w:rsidRPr="002B460C">
        <w:t>8</w:t>
      </w:r>
      <w:r w:rsidRPr="002B460C">
        <w:tab/>
        <w:t>Don’t know (DO NOT READ)</w:t>
      </w:r>
    </w:p>
    <w:p w:rsidR="00E779E5" w:rsidRPr="002B460C" w:rsidRDefault="00E779E5" w:rsidP="00BB5069">
      <w:pPr>
        <w:pStyle w:val="QuestionResponseLast"/>
      </w:pPr>
      <w:r w:rsidRPr="002B460C">
        <w:t>9</w:t>
      </w:r>
      <w:r w:rsidRPr="002B460C">
        <w:tab/>
        <w:t>Refused (DO NOT READ)</w:t>
      </w:r>
    </w:p>
    <w:p w:rsidR="00E779E5" w:rsidRPr="002B460C" w:rsidRDefault="00E779E5" w:rsidP="00E779E5">
      <w:pPr>
        <w:pStyle w:val="QuestionInstruction"/>
      </w:pPr>
      <w:r w:rsidRPr="002B460C">
        <w:t xml:space="preserve">ASK ALL </w:t>
      </w:r>
    </w:p>
    <w:p w:rsidR="00E779E5" w:rsidRPr="002B460C" w:rsidRDefault="00E779E5" w:rsidP="00BB5069">
      <w:pPr>
        <w:pStyle w:val="Question"/>
        <w:rPr>
          <w:i/>
        </w:rPr>
      </w:pPr>
      <w:r w:rsidRPr="002B460C">
        <w:rPr>
          <w:rFonts w:ascii="Tahoma" w:hAnsi="Tahoma" w:cs="Tahoma"/>
          <w:b/>
          <w:sz w:val="16"/>
          <w:szCs w:val="16"/>
        </w:rPr>
        <w:t>Q122</w:t>
      </w:r>
      <w:r w:rsidRPr="002B460C">
        <w:rPr>
          <w:szCs w:val="16"/>
        </w:rPr>
        <w:tab/>
      </w:r>
      <w:r w:rsidRPr="002B460C">
        <w:t xml:space="preserve">Have there been times during the last year when you did not have enough money (INSERT)? </w:t>
      </w:r>
    </w:p>
    <w:p w:rsidR="00E779E5" w:rsidRPr="002B460C" w:rsidRDefault="00E779E5" w:rsidP="00BB5069">
      <w:pPr>
        <w:pStyle w:val="QuestionInstruction"/>
        <w:rPr>
          <w:rFonts w:ascii="Tahoma" w:hAnsi="Tahoma" w:cs="Tahoma"/>
          <w:sz w:val="16"/>
          <w:szCs w:val="16"/>
        </w:rPr>
      </w:pPr>
      <w:r w:rsidRPr="002B460C">
        <w:rPr>
          <w:rFonts w:ascii="Tahoma" w:hAnsi="Tahoma" w:cs="Tahoma"/>
          <w:sz w:val="16"/>
          <w:szCs w:val="16"/>
        </w:rPr>
        <w:t>ROTATE IN TELEPHONE SURVEYS</w:t>
      </w:r>
    </w:p>
    <w:p w:rsidR="00E779E5" w:rsidRPr="002B460C" w:rsidRDefault="00E779E5" w:rsidP="00E779E5">
      <w:pPr>
        <w:pStyle w:val="QuestionList"/>
        <w:rPr>
          <w:szCs w:val="22"/>
        </w:rPr>
      </w:pPr>
      <w:r w:rsidRPr="002B460C">
        <w:rPr>
          <w:rFonts w:ascii="Tahoma" w:hAnsi="Tahoma" w:cs="Tahoma"/>
          <w:b/>
          <w:sz w:val="16"/>
          <w:szCs w:val="16"/>
        </w:rPr>
        <w:t>a</w:t>
      </w:r>
      <w:r w:rsidR="00BB5069" w:rsidRPr="002B460C">
        <w:rPr>
          <w:rFonts w:ascii="Tahoma" w:hAnsi="Tahoma" w:cs="Tahoma"/>
          <w:b/>
          <w:sz w:val="16"/>
          <w:szCs w:val="16"/>
        </w:rPr>
        <w:t>.</w:t>
      </w:r>
      <w:r w:rsidRPr="002B460C">
        <w:rPr>
          <w:szCs w:val="22"/>
        </w:rPr>
        <w:tab/>
        <w:t>to buy food your family needed</w:t>
      </w:r>
    </w:p>
    <w:p w:rsidR="00E779E5" w:rsidRPr="002B460C" w:rsidRDefault="00E779E5" w:rsidP="00E779E5">
      <w:pPr>
        <w:pStyle w:val="QuestionList"/>
        <w:rPr>
          <w:szCs w:val="22"/>
        </w:rPr>
      </w:pPr>
      <w:r w:rsidRPr="002B460C">
        <w:rPr>
          <w:rFonts w:ascii="Tahoma" w:hAnsi="Tahoma" w:cs="Tahoma"/>
          <w:b/>
          <w:sz w:val="16"/>
          <w:szCs w:val="16"/>
        </w:rPr>
        <w:t>b</w:t>
      </w:r>
      <w:r w:rsidR="00BB5069" w:rsidRPr="002B460C">
        <w:rPr>
          <w:rFonts w:ascii="Tahoma" w:hAnsi="Tahoma" w:cs="Tahoma"/>
          <w:b/>
          <w:sz w:val="16"/>
          <w:szCs w:val="16"/>
        </w:rPr>
        <w:t>.</w:t>
      </w:r>
      <w:r w:rsidRPr="002B460C">
        <w:rPr>
          <w:szCs w:val="22"/>
        </w:rPr>
        <w:tab/>
        <w:t>to pay for medical and health care your family needed</w:t>
      </w:r>
    </w:p>
    <w:p w:rsidR="00E779E5" w:rsidRPr="002B460C" w:rsidRDefault="00E779E5" w:rsidP="00E779E5">
      <w:pPr>
        <w:pStyle w:val="QuestionListLast"/>
        <w:rPr>
          <w:sz w:val="20"/>
          <w:szCs w:val="22"/>
        </w:rPr>
      </w:pPr>
      <w:r w:rsidRPr="002B460C">
        <w:rPr>
          <w:rFonts w:ascii="Tahoma" w:hAnsi="Tahoma" w:cs="Tahoma"/>
          <w:b/>
          <w:sz w:val="16"/>
          <w:szCs w:val="16"/>
        </w:rPr>
        <w:t>c</w:t>
      </w:r>
      <w:r w:rsidRPr="002B460C">
        <w:rPr>
          <w:rFonts w:ascii="Tahoma" w:hAnsi="Tahoma" w:cs="Tahoma"/>
          <w:sz w:val="16"/>
          <w:szCs w:val="16"/>
        </w:rPr>
        <w:t xml:space="preserve"> </w:t>
      </w:r>
      <w:r w:rsidR="00BB5069" w:rsidRPr="002B460C">
        <w:rPr>
          <w:rFonts w:ascii="Tahoma" w:hAnsi="Tahoma" w:cs="Tahoma"/>
          <w:sz w:val="16"/>
          <w:szCs w:val="16"/>
        </w:rPr>
        <w:t>.</w:t>
      </w:r>
      <w:r w:rsidRPr="002B460C">
        <w:rPr>
          <w:szCs w:val="22"/>
        </w:rPr>
        <w:tab/>
        <w:t>to buy clothing your family needed</w:t>
      </w:r>
    </w:p>
    <w:p w:rsidR="00E779E5" w:rsidRPr="002B460C" w:rsidRDefault="00E779E5" w:rsidP="00BB5069">
      <w:pPr>
        <w:pStyle w:val="QuestionResponse"/>
      </w:pPr>
      <w:r w:rsidRPr="002B460C">
        <w:t>1</w:t>
      </w:r>
      <w:r w:rsidRPr="002B460C">
        <w:tab/>
        <w:t>Yes</w:t>
      </w:r>
    </w:p>
    <w:p w:rsidR="00E779E5" w:rsidRPr="002B460C" w:rsidRDefault="00E779E5" w:rsidP="00BB5069">
      <w:pPr>
        <w:pStyle w:val="QuestionResponse"/>
      </w:pPr>
      <w:r w:rsidRPr="002B460C">
        <w:t>2</w:t>
      </w:r>
      <w:r w:rsidRPr="002B460C">
        <w:tab/>
        <w:t>No</w:t>
      </w:r>
    </w:p>
    <w:p w:rsidR="00E779E5" w:rsidRPr="002B460C" w:rsidRDefault="00E779E5" w:rsidP="00BB5069">
      <w:pPr>
        <w:pStyle w:val="QuestionResponse"/>
      </w:pPr>
      <w:r w:rsidRPr="002B460C">
        <w:t>8</w:t>
      </w:r>
      <w:r w:rsidRPr="002B460C">
        <w:tab/>
        <w:t>Don’t know (DO NOT READ)</w:t>
      </w:r>
    </w:p>
    <w:p w:rsidR="00E779E5" w:rsidRPr="002B460C" w:rsidRDefault="00E779E5" w:rsidP="00BB5069">
      <w:pPr>
        <w:pStyle w:val="QuestionResponseLast"/>
      </w:pPr>
      <w:r w:rsidRPr="002B460C">
        <w:t>9</w:t>
      </w:r>
      <w:r w:rsidRPr="002B460C">
        <w:tab/>
        <w:t>Refused (DO NOT READ)</w:t>
      </w:r>
    </w:p>
    <w:p w:rsidR="00E779E5" w:rsidRPr="002B460C" w:rsidRDefault="00E779E5" w:rsidP="00E779E5">
      <w:pPr>
        <w:pStyle w:val="QuestionInstruction"/>
        <w:spacing w:before="0" w:after="0"/>
      </w:pPr>
      <w:r w:rsidRPr="002B460C">
        <w:lastRenderedPageBreak/>
        <w:t xml:space="preserve">ASK ALL </w:t>
      </w:r>
    </w:p>
    <w:p w:rsidR="00E779E5" w:rsidRPr="002B460C" w:rsidRDefault="00E779E5" w:rsidP="00BB5069">
      <w:pPr>
        <w:pStyle w:val="Question"/>
        <w:rPr>
          <w:i/>
        </w:rPr>
      </w:pPr>
      <w:r w:rsidRPr="002B460C">
        <w:rPr>
          <w:rFonts w:ascii="Tahoma" w:hAnsi="Tahoma" w:cs="Tahoma"/>
          <w:b/>
          <w:sz w:val="16"/>
          <w:szCs w:val="16"/>
        </w:rPr>
        <w:t>Q123</w:t>
      </w:r>
      <w:r w:rsidRPr="002B460C">
        <w:tab/>
      </w:r>
      <w:r w:rsidRPr="002B460C">
        <w:rPr>
          <w:i/>
        </w:rPr>
        <w:t>INCOME— QUESTION WORDING AND RESPO</w:t>
      </w:r>
      <w:r w:rsidR="00707A62">
        <w:rPr>
          <w:i/>
        </w:rPr>
        <w:t xml:space="preserve">NSE CATEGORIES VARY BY COUNTRY </w:t>
      </w:r>
    </w:p>
    <w:p w:rsidR="00E779E5" w:rsidRPr="002B460C" w:rsidRDefault="00E779E5" w:rsidP="00E779E5">
      <w:pPr>
        <w:pStyle w:val="QuestionInstruction"/>
        <w:spacing w:before="0" w:after="0"/>
      </w:pPr>
      <w:r w:rsidRPr="002B460C">
        <w:t xml:space="preserve">ASK </w:t>
      </w:r>
      <w:r w:rsidR="00F418AE" w:rsidRPr="002B460C">
        <w:t xml:space="preserve">ALL </w:t>
      </w:r>
      <w:r w:rsidRPr="002B460C">
        <w:t>IN ALL COUNTRIES EXCEPT THE U</w:t>
      </w:r>
      <w:r w:rsidR="009D0B84" w:rsidRPr="002B460C">
        <w:t>.</w:t>
      </w:r>
      <w:r w:rsidRPr="002B460C">
        <w:t>S</w:t>
      </w:r>
      <w:r w:rsidR="009D0B84" w:rsidRPr="002B460C">
        <w:t>.</w:t>
      </w:r>
    </w:p>
    <w:p w:rsidR="00E779E5" w:rsidRPr="002B460C" w:rsidRDefault="00E779E5" w:rsidP="00BB5069">
      <w:pPr>
        <w:pStyle w:val="Question"/>
        <w:rPr>
          <w:i/>
        </w:rPr>
      </w:pPr>
      <w:r w:rsidRPr="002B460C">
        <w:rPr>
          <w:rFonts w:ascii="Tahoma" w:hAnsi="Tahoma" w:cs="Tahoma"/>
          <w:b/>
          <w:sz w:val="16"/>
          <w:szCs w:val="16"/>
        </w:rPr>
        <w:t>Q124</w:t>
      </w:r>
      <w:r w:rsidRPr="002B460C">
        <w:tab/>
      </w:r>
      <w:r w:rsidRPr="002B460C">
        <w:rPr>
          <w:i/>
        </w:rPr>
        <w:t xml:space="preserve">ETHNICITY/RACE/TRIBE/NATIONALITY--QUESTION WORDING AND RESPONSE CATEGORIES VARY BY COUNTRY </w:t>
      </w:r>
    </w:p>
    <w:p w:rsidR="00EA167D" w:rsidRPr="002B460C" w:rsidRDefault="00EA167D" w:rsidP="00EA167D">
      <w:pPr>
        <w:pStyle w:val="QuestionInstruction"/>
        <w:spacing w:before="0" w:after="0"/>
      </w:pPr>
      <w:r w:rsidRPr="002B460C">
        <w:t>ASK ALL IN THE U.S. ONLY</w:t>
      </w:r>
    </w:p>
    <w:p w:rsidR="00EA167D" w:rsidRPr="002B460C" w:rsidRDefault="00EA167D" w:rsidP="00EA167D">
      <w:pPr>
        <w:pStyle w:val="Question"/>
      </w:pPr>
      <w:r w:rsidRPr="002B460C">
        <w:rPr>
          <w:rFonts w:ascii="Tahoma" w:hAnsi="Tahoma" w:cs="Tahoma"/>
          <w:b/>
          <w:sz w:val="16"/>
          <w:szCs w:val="16"/>
        </w:rPr>
        <w:t>HISP4</w:t>
      </w:r>
      <w:r w:rsidRPr="002B460C">
        <w:tab/>
        <w:t xml:space="preserve">Are you of Hispanic, Latino, or Spanish origin, such as Mexican, Puerto Rican or Cuban? </w:t>
      </w:r>
    </w:p>
    <w:p w:rsidR="00EA167D" w:rsidRPr="002B460C" w:rsidRDefault="00EA167D" w:rsidP="00EA167D">
      <w:pPr>
        <w:pStyle w:val="QuestionResponse"/>
      </w:pPr>
      <w:r w:rsidRPr="002B460C">
        <w:t>1</w:t>
      </w:r>
      <w:r w:rsidRPr="002B460C">
        <w:tab/>
        <w:t xml:space="preserve">Yes </w:t>
      </w:r>
    </w:p>
    <w:p w:rsidR="00EA167D" w:rsidRPr="002B460C" w:rsidRDefault="00EA167D" w:rsidP="00EA167D">
      <w:pPr>
        <w:pStyle w:val="QuestionResponse"/>
      </w:pPr>
      <w:r w:rsidRPr="002B460C">
        <w:t>2</w:t>
      </w:r>
      <w:r w:rsidRPr="002B460C">
        <w:tab/>
        <w:t>No</w:t>
      </w:r>
    </w:p>
    <w:p w:rsidR="00EA167D" w:rsidRPr="002B460C" w:rsidRDefault="00EA167D" w:rsidP="00EA167D">
      <w:pPr>
        <w:pStyle w:val="QuestionResponse"/>
      </w:pPr>
      <w:r w:rsidRPr="002B460C">
        <w:t>8</w:t>
      </w:r>
      <w:r w:rsidRPr="002B460C">
        <w:tab/>
        <w:t>Don’t know (DO NOT READ)</w:t>
      </w:r>
      <w:r w:rsidRPr="002B460C">
        <w:tab/>
      </w:r>
    </w:p>
    <w:p w:rsidR="00EA167D" w:rsidRPr="002B460C" w:rsidRDefault="00EA167D" w:rsidP="00EA167D">
      <w:pPr>
        <w:pStyle w:val="QuestionResponseLast"/>
      </w:pPr>
      <w:r w:rsidRPr="002B460C">
        <w:t>9</w:t>
      </w:r>
      <w:r w:rsidRPr="002B460C">
        <w:tab/>
        <w:t>Refused (DO NOT READ)</w:t>
      </w:r>
    </w:p>
    <w:p w:rsidR="00E779E5" w:rsidRPr="002B460C" w:rsidRDefault="00E779E5" w:rsidP="00F37897">
      <w:pPr>
        <w:pStyle w:val="QuestionInstruction"/>
      </w:pPr>
      <w:r w:rsidRPr="002B460C">
        <w:t>ASK ALL IN PAKISTAN ONLY</w:t>
      </w:r>
    </w:p>
    <w:p w:rsidR="00E779E5" w:rsidRPr="002B460C" w:rsidRDefault="00E779E5" w:rsidP="00F37897">
      <w:pPr>
        <w:pStyle w:val="Question"/>
        <w:rPr>
          <w:i/>
        </w:rPr>
      </w:pPr>
      <w:r w:rsidRPr="002B460C">
        <w:rPr>
          <w:rFonts w:ascii="Tahoma" w:hAnsi="Tahoma" w:cs="Tahoma"/>
          <w:b/>
          <w:sz w:val="16"/>
          <w:szCs w:val="16"/>
        </w:rPr>
        <w:t>Q125</w:t>
      </w:r>
      <w:r w:rsidR="00F37897" w:rsidRPr="002B460C">
        <w:tab/>
      </w:r>
      <w:r w:rsidRPr="002B460C">
        <w:t>Do you think of yourself first as (name of country’</w:t>
      </w:r>
      <w:r w:rsidR="00F37897" w:rsidRPr="002B460C">
        <w:t xml:space="preserve">s people) or first as a (INSERT </w:t>
      </w:r>
      <w:r w:rsidRPr="002B460C">
        <w:t>ETHNICITY/TRIBAL IDENTIFICATION FROM RESPONSE GIVEN IN Q</w:t>
      </w:r>
      <w:r w:rsidR="001022DA" w:rsidRPr="002B460C">
        <w:t>124</w:t>
      </w:r>
      <w:r w:rsidRPr="002B460C">
        <w:t xml:space="preserve">)?  </w:t>
      </w:r>
    </w:p>
    <w:p w:rsidR="00E779E5" w:rsidRPr="002B460C" w:rsidRDefault="00E779E5" w:rsidP="00F37897">
      <w:pPr>
        <w:pStyle w:val="QuestionResponse"/>
      </w:pPr>
      <w:r w:rsidRPr="002B460C">
        <w:t>1          (country’s people)</w:t>
      </w:r>
    </w:p>
    <w:p w:rsidR="00E779E5" w:rsidRPr="002B460C" w:rsidRDefault="00E779E5" w:rsidP="00F37897">
      <w:pPr>
        <w:pStyle w:val="QuestionResponse"/>
      </w:pPr>
      <w:r w:rsidRPr="002B460C">
        <w:t>2          (ethnicity/tribal identification)</w:t>
      </w:r>
    </w:p>
    <w:p w:rsidR="00E779E5" w:rsidRPr="002B460C" w:rsidRDefault="00E779E5" w:rsidP="00F37897">
      <w:pPr>
        <w:pStyle w:val="QuestionResponse"/>
      </w:pPr>
      <w:r w:rsidRPr="002B460C">
        <w:t xml:space="preserve">3          Both equally (DO NOT READ) </w:t>
      </w:r>
    </w:p>
    <w:p w:rsidR="00E779E5" w:rsidRPr="002B460C" w:rsidRDefault="00E779E5" w:rsidP="00F37897">
      <w:pPr>
        <w:pStyle w:val="QuestionResponse"/>
      </w:pPr>
      <w:r w:rsidRPr="002B460C">
        <w:t xml:space="preserve">4          Other (DO NOT READ) </w:t>
      </w:r>
    </w:p>
    <w:p w:rsidR="00E779E5" w:rsidRPr="002B460C" w:rsidRDefault="00E779E5" w:rsidP="00F37897">
      <w:pPr>
        <w:pStyle w:val="QuestionResponse"/>
      </w:pPr>
      <w:r w:rsidRPr="002B460C">
        <w:t>8          Don’t know (DO NOT READ)</w:t>
      </w:r>
    </w:p>
    <w:p w:rsidR="00E779E5" w:rsidRPr="002B460C" w:rsidRDefault="00E779E5" w:rsidP="00F37897">
      <w:pPr>
        <w:pStyle w:val="QuestionResponseLast"/>
      </w:pPr>
      <w:r w:rsidRPr="002B460C">
        <w:t>9          Refused (DO NOT READ)</w:t>
      </w:r>
    </w:p>
    <w:p w:rsidR="00E779E5" w:rsidRPr="002B460C" w:rsidRDefault="00E779E5" w:rsidP="00E779E5">
      <w:pPr>
        <w:pStyle w:val="QuestionInstruction"/>
        <w:spacing w:before="0" w:after="0"/>
        <w:rPr>
          <w:bCs/>
          <w:caps/>
        </w:rPr>
      </w:pPr>
      <w:r w:rsidRPr="002B460C">
        <w:rPr>
          <w:bCs/>
          <w:caps/>
        </w:rPr>
        <w:t xml:space="preserve">ASK ALL IN </w:t>
      </w:r>
      <w:r w:rsidR="00834747" w:rsidRPr="002B460C">
        <w:rPr>
          <w:bCs/>
          <w:caps/>
        </w:rPr>
        <w:t xml:space="preserve">THE </w:t>
      </w:r>
      <w:r w:rsidRPr="002B460C">
        <w:rPr>
          <w:bCs/>
          <w:caps/>
        </w:rPr>
        <w:t>U</w:t>
      </w:r>
      <w:r w:rsidR="005A06EE" w:rsidRPr="002B460C">
        <w:rPr>
          <w:bCs/>
          <w:caps/>
        </w:rPr>
        <w:t>.</w:t>
      </w:r>
      <w:r w:rsidRPr="002B460C">
        <w:rPr>
          <w:bCs/>
          <w:caps/>
        </w:rPr>
        <w:t>S</w:t>
      </w:r>
      <w:r w:rsidR="005A06EE" w:rsidRPr="002B460C">
        <w:rPr>
          <w:bCs/>
          <w:caps/>
        </w:rPr>
        <w:t>.</w:t>
      </w:r>
      <w:r w:rsidRPr="002B460C">
        <w:rPr>
          <w:bCs/>
          <w:caps/>
        </w:rPr>
        <w:t xml:space="preserve"> ONLY</w:t>
      </w:r>
    </w:p>
    <w:p w:rsidR="00E779E5" w:rsidRPr="002B460C" w:rsidRDefault="00E779E5" w:rsidP="00F37897">
      <w:pPr>
        <w:pStyle w:val="Question"/>
      </w:pPr>
      <w:r w:rsidRPr="002B460C">
        <w:rPr>
          <w:rFonts w:ascii="Tahoma" w:hAnsi="Tahoma" w:cs="Tahoma"/>
          <w:b/>
          <w:sz w:val="16"/>
          <w:szCs w:val="16"/>
        </w:rPr>
        <w:t>RACE1</w:t>
      </w:r>
      <w:r w:rsidRPr="002B460C">
        <w:rPr>
          <w:szCs w:val="16"/>
        </w:rPr>
        <w:tab/>
      </w:r>
      <w:r w:rsidRPr="002B460C">
        <w:t>Which of the following describes your race? You can select as many as apply. [READ LIST. RECORD UP TO FOUR RESPONSES IN ORDER MENTIONED]</w:t>
      </w:r>
      <w:r w:rsidR="0077769D" w:rsidRPr="002B460C">
        <w:t xml:space="preserve"> </w:t>
      </w:r>
    </w:p>
    <w:p w:rsidR="00E779E5" w:rsidRPr="002B460C" w:rsidRDefault="00E779E5" w:rsidP="00F37897">
      <w:pPr>
        <w:pStyle w:val="QuestionResponse"/>
      </w:pPr>
      <w:r w:rsidRPr="002B460C">
        <w:t>1</w:t>
      </w:r>
      <w:r w:rsidRPr="002B460C">
        <w:tab/>
        <w:t xml:space="preserve">White </w:t>
      </w:r>
    </w:p>
    <w:p w:rsidR="00E779E5" w:rsidRPr="002B460C" w:rsidRDefault="00E779E5" w:rsidP="00F37897">
      <w:pPr>
        <w:pStyle w:val="QuestionResponse"/>
      </w:pPr>
      <w:r w:rsidRPr="002B460C">
        <w:t>2</w:t>
      </w:r>
      <w:r w:rsidRPr="002B460C">
        <w:tab/>
        <w:t>Black or African American</w:t>
      </w:r>
    </w:p>
    <w:p w:rsidR="00E779E5" w:rsidRPr="002B460C" w:rsidRDefault="00E779E5" w:rsidP="00F37897">
      <w:pPr>
        <w:pStyle w:val="QuestionResponse"/>
      </w:pPr>
      <w:r w:rsidRPr="002B460C">
        <w:t>3</w:t>
      </w:r>
      <w:r w:rsidRPr="002B460C">
        <w:tab/>
        <w:t>Asian or Asian-American</w:t>
      </w:r>
    </w:p>
    <w:p w:rsidR="00E779E5" w:rsidRPr="002B460C" w:rsidRDefault="00E779E5" w:rsidP="00F37897">
      <w:pPr>
        <w:pStyle w:val="QuestionResponse"/>
      </w:pPr>
      <w:r w:rsidRPr="002B460C">
        <w:t>4</w:t>
      </w:r>
      <w:r w:rsidRPr="002B460C">
        <w:tab/>
        <w:t>Or some other race</w:t>
      </w:r>
    </w:p>
    <w:p w:rsidR="00E779E5" w:rsidRPr="002B460C" w:rsidRDefault="00E779E5" w:rsidP="00F37897">
      <w:pPr>
        <w:pStyle w:val="QuestionResponse"/>
      </w:pPr>
      <w:r w:rsidRPr="002B460C">
        <w:t>8</w:t>
      </w:r>
      <w:r w:rsidRPr="002B460C">
        <w:tab/>
        <w:t>Don’t know (DO NOT READ)</w:t>
      </w:r>
    </w:p>
    <w:p w:rsidR="00E779E5" w:rsidRPr="002B460C" w:rsidRDefault="00E779E5" w:rsidP="00F37897">
      <w:pPr>
        <w:pStyle w:val="QuestionResponseLast"/>
        <w:rPr>
          <w:b/>
        </w:rPr>
      </w:pPr>
      <w:r w:rsidRPr="002B460C">
        <w:t>9</w:t>
      </w:r>
      <w:r w:rsidRPr="002B460C">
        <w:tab/>
        <w:t>Refused (DO NOT READ)</w:t>
      </w:r>
    </w:p>
    <w:p w:rsidR="00E779E5" w:rsidRPr="002B460C" w:rsidRDefault="00E779E5" w:rsidP="00E779E5">
      <w:pPr>
        <w:pStyle w:val="QuestionInstruction"/>
        <w:spacing w:before="0" w:after="0"/>
      </w:pPr>
      <w:r w:rsidRPr="002B460C">
        <w:lastRenderedPageBreak/>
        <w:t xml:space="preserve">ASK ALL </w:t>
      </w:r>
    </w:p>
    <w:p w:rsidR="00E779E5" w:rsidRPr="002B460C" w:rsidRDefault="00E779E5" w:rsidP="00F37897">
      <w:pPr>
        <w:pStyle w:val="Question"/>
        <w:rPr>
          <w:b/>
          <w:i/>
        </w:rPr>
      </w:pPr>
      <w:r w:rsidRPr="002B460C">
        <w:rPr>
          <w:rFonts w:ascii="Tahoma" w:hAnsi="Tahoma" w:cs="Tahoma"/>
          <w:b/>
          <w:sz w:val="16"/>
          <w:szCs w:val="16"/>
        </w:rPr>
        <w:t>Q126</w:t>
      </w:r>
      <w:r w:rsidRPr="002B460C">
        <w:rPr>
          <w:b/>
          <w:sz w:val="17"/>
        </w:rPr>
        <w:tab/>
      </w:r>
      <w:r w:rsidRPr="002B460C">
        <w:t xml:space="preserve">Are you currently married, living with a </w:t>
      </w:r>
      <w:proofErr w:type="spellStart"/>
      <w:r w:rsidRPr="002B460C">
        <w:t>partner,widowed</w:t>
      </w:r>
      <w:proofErr w:type="spellEnd"/>
      <w:r w:rsidRPr="002B460C">
        <w:t>, divorced, separated, o</w:t>
      </w:r>
      <w:r w:rsidR="00C82E17" w:rsidRPr="002B460C">
        <w:t xml:space="preserve">r have you never been married? </w:t>
      </w:r>
    </w:p>
    <w:p w:rsidR="00E779E5" w:rsidRPr="002B460C" w:rsidRDefault="00E779E5" w:rsidP="00F37897">
      <w:pPr>
        <w:pStyle w:val="QuestionResponse"/>
      </w:pPr>
      <w:r w:rsidRPr="002B460C">
        <w:t>1</w:t>
      </w:r>
      <w:r w:rsidRPr="002B460C">
        <w:tab/>
        <w:t xml:space="preserve">Married </w:t>
      </w:r>
    </w:p>
    <w:p w:rsidR="00E779E5" w:rsidRPr="002B460C" w:rsidRDefault="00E779E5" w:rsidP="00F37897">
      <w:pPr>
        <w:pStyle w:val="QuestionResponse"/>
      </w:pPr>
      <w:r w:rsidRPr="002B460C">
        <w:t>2</w:t>
      </w:r>
      <w:r w:rsidRPr="002B460C">
        <w:tab/>
        <w:t xml:space="preserve">Living with a partner  </w:t>
      </w:r>
    </w:p>
    <w:p w:rsidR="00E779E5" w:rsidRPr="002B460C" w:rsidRDefault="00E779E5" w:rsidP="00F37897">
      <w:pPr>
        <w:pStyle w:val="QuestionResponse"/>
      </w:pPr>
      <w:r w:rsidRPr="002B460C">
        <w:t>3</w:t>
      </w:r>
      <w:r w:rsidRPr="002B460C">
        <w:tab/>
        <w:t>Widowed</w:t>
      </w:r>
    </w:p>
    <w:p w:rsidR="00E779E5" w:rsidRPr="002B460C" w:rsidRDefault="00E779E5" w:rsidP="00F37897">
      <w:pPr>
        <w:pStyle w:val="QuestionResponse"/>
      </w:pPr>
      <w:r w:rsidRPr="002B460C">
        <w:t>4</w:t>
      </w:r>
      <w:r w:rsidRPr="002B460C">
        <w:tab/>
        <w:t>Divorced</w:t>
      </w:r>
    </w:p>
    <w:p w:rsidR="00E779E5" w:rsidRPr="002B460C" w:rsidRDefault="00E779E5" w:rsidP="00F37897">
      <w:pPr>
        <w:pStyle w:val="QuestionResponse"/>
      </w:pPr>
      <w:r w:rsidRPr="002B460C">
        <w:t>5</w:t>
      </w:r>
      <w:r w:rsidRPr="002B460C">
        <w:tab/>
        <w:t>Separated</w:t>
      </w:r>
    </w:p>
    <w:p w:rsidR="00E779E5" w:rsidRPr="002B460C" w:rsidRDefault="00E779E5" w:rsidP="00F37897">
      <w:pPr>
        <w:pStyle w:val="QuestionResponse"/>
      </w:pPr>
      <w:r w:rsidRPr="002B460C">
        <w:t>6</w:t>
      </w:r>
      <w:r w:rsidRPr="002B460C">
        <w:tab/>
        <w:t>Never been married</w:t>
      </w:r>
    </w:p>
    <w:p w:rsidR="00E779E5" w:rsidRPr="002B460C" w:rsidRDefault="00E779E5" w:rsidP="00F37897">
      <w:pPr>
        <w:pStyle w:val="QuestionResponse"/>
      </w:pPr>
      <w:r w:rsidRPr="002B460C">
        <w:t>8</w:t>
      </w:r>
      <w:r w:rsidRPr="002B460C">
        <w:tab/>
        <w:t>Don’t know (DO NOT READ)</w:t>
      </w:r>
    </w:p>
    <w:p w:rsidR="00E779E5" w:rsidRPr="002B460C" w:rsidRDefault="00E779E5" w:rsidP="00F37897">
      <w:pPr>
        <w:pStyle w:val="QuestionResponseLast"/>
      </w:pPr>
      <w:r w:rsidRPr="002B460C">
        <w:t>9</w:t>
      </w:r>
      <w:r w:rsidRPr="002B460C">
        <w:tab/>
        <w:t>Refused (DO NOT READ)</w:t>
      </w:r>
    </w:p>
    <w:p w:rsidR="00E779E5" w:rsidRPr="002B460C" w:rsidRDefault="00E779E5" w:rsidP="00E779E5">
      <w:pPr>
        <w:pStyle w:val="QuestionInstruction"/>
        <w:spacing w:before="0" w:after="0"/>
      </w:pPr>
      <w:r w:rsidRPr="002B460C">
        <w:t xml:space="preserve">ASK </w:t>
      </w:r>
      <w:r w:rsidR="00EF27F3" w:rsidRPr="002B460C">
        <w:t xml:space="preserve">ALL </w:t>
      </w:r>
      <w:r w:rsidRPr="002B460C">
        <w:t>IN ALL COUNTRIES EXCEPT THE U</w:t>
      </w:r>
      <w:r w:rsidR="009D0B84" w:rsidRPr="002B460C">
        <w:t>.</w:t>
      </w:r>
      <w:r w:rsidRPr="002B460C">
        <w:t>S</w:t>
      </w:r>
      <w:r w:rsidR="009D0B84" w:rsidRPr="002B460C">
        <w:t>.</w:t>
      </w:r>
      <w:r w:rsidRPr="002B460C">
        <w:t xml:space="preserve"> </w:t>
      </w:r>
    </w:p>
    <w:p w:rsidR="00E779E5" w:rsidRPr="002B460C" w:rsidRDefault="00E779E5" w:rsidP="00F37897">
      <w:pPr>
        <w:pStyle w:val="Question"/>
        <w:rPr>
          <w:b/>
          <w:i/>
        </w:rPr>
      </w:pPr>
      <w:r w:rsidRPr="002B460C">
        <w:rPr>
          <w:rFonts w:ascii="Tahoma" w:hAnsi="Tahoma" w:cs="Tahoma"/>
          <w:b/>
          <w:sz w:val="16"/>
          <w:szCs w:val="16"/>
        </w:rPr>
        <w:t>Q127</w:t>
      </w:r>
      <w:r w:rsidRPr="002B460C">
        <w:rPr>
          <w:b/>
          <w:sz w:val="16"/>
        </w:rPr>
        <w:tab/>
      </w:r>
      <w:r w:rsidRPr="002B460C">
        <w:t>And how many children under the age of 18 cu</w:t>
      </w:r>
      <w:r w:rsidR="00C82E17" w:rsidRPr="002B460C">
        <w:t xml:space="preserve">rrently live in your household?  </w:t>
      </w:r>
    </w:p>
    <w:p w:rsidR="00E779E5" w:rsidRPr="002B460C" w:rsidRDefault="00E779E5" w:rsidP="00A61596">
      <w:pPr>
        <w:pStyle w:val="QuestionResponse"/>
      </w:pPr>
      <w:r w:rsidRPr="002B460C">
        <w:t>______ children  (RECORD NUMBER)</w:t>
      </w:r>
    </w:p>
    <w:p w:rsidR="00E779E5" w:rsidRPr="002B460C" w:rsidRDefault="00E779E5" w:rsidP="00A61596">
      <w:pPr>
        <w:pStyle w:val="QuestionResponse"/>
      </w:pPr>
      <w:r w:rsidRPr="002B460C">
        <w:t>98</w:t>
      </w:r>
      <w:r w:rsidRPr="002B460C">
        <w:tab/>
        <w:t>Don’t know (DO NOT READ)</w:t>
      </w:r>
    </w:p>
    <w:p w:rsidR="00A61596" w:rsidRPr="002B460C" w:rsidRDefault="00E779E5" w:rsidP="00A61596">
      <w:pPr>
        <w:pStyle w:val="QuestionResponseLast"/>
      </w:pPr>
      <w:r w:rsidRPr="002B460C">
        <w:t>99</w:t>
      </w:r>
      <w:r w:rsidRPr="002B460C">
        <w:tab/>
        <w:t>Refused (DO NOT READ)</w:t>
      </w:r>
    </w:p>
    <w:p w:rsidR="00E779E5" w:rsidRPr="002B460C" w:rsidRDefault="00E779E5" w:rsidP="00A61596">
      <w:pPr>
        <w:pStyle w:val="QuestionInstruction"/>
      </w:pPr>
      <w:r w:rsidRPr="002B460C">
        <w:t xml:space="preserve">ASK </w:t>
      </w:r>
      <w:r w:rsidR="00EF27F3" w:rsidRPr="002B460C">
        <w:t xml:space="preserve">ALL </w:t>
      </w:r>
      <w:r w:rsidRPr="002B460C">
        <w:t xml:space="preserve">IN ALL COUNTRIES EXCEPT </w:t>
      </w:r>
      <w:r w:rsidR="009D0B84" w:rsidRPr="002B460C">
        <w:t xml:space="preserve">THE </w:t>
      </w:r>
      <w:r w:rsidRPr="002B460C">
        <w:t>U</w:t>
      </w:r>
      <w:r w:rsidR="009D0B84" w:rsidRPr="002B460C">
        <w:t>.</w:t>
      </w:r>
      <w:r w:rsidRPr="002B460C">
        <w:t>S</w:t>
      </w:r>
      <w:r w:rsidR="009D0B84" w:rsidRPr="002B460C">
        <w:t>.</w:t>
      </w:r>
    </w:p>
    <w:p w:rsidR="00E779E5" w:rsidRPr="002B460C" w:rsidRDefault="00E779E5" w:rsidP="00A61596">
      <w:pPr>
        <w:pStyle w:val="Question"/>
        <w:rPr>
          <w:i/>
        </w:rPr>
      </w:pPr>
      <w:r w:rsidRPr="002B460C">
        <w:rPr>
          <w:rFonts w:ascii="Tahoma" w:hAnsi="Tahoma" w:cs="Tahoma"/>
          <w:b/>
          <w:sz w:val="16"/>
          <w:szCs w:val="16"/>
        </w:rPr>
        <w:t>Q128</w:t>
      </w:r>
      <w:r w:rsidRPr="002B460C">
        <w:rPr>
          <w:b/>
          <w:sz w:val="16"/>
          <w:szCs w:val="16"/>
        </w:rPr>
        <w:tab/>
      </w:r>
      <w:r w:rsidRPr="002B460C">
        <w:t xml:space="preserve">How many people live in your household including yourself? </w:t>
      </w:r>
    </w:p>
    <w:p w:rsidR="00E779E5" w:rsidRPr="002B460C" w:rsidRDefault="00E779E5" w:rsidP="00A61596">
      <w:pPr>
        <w:pStyle w:val="QuestionResponse"/>
      </w:pPr>
      <w:r w:rsidRPr="002B460C">
        <w:t>RECORD NUMBER</w:t>
      </w:r>
    </w:p>
    <w:p w:rsidR="00E779E5" w:rsidRPr="002B460C" w:rsidRDefault="00E779E5" w:rsidP="00A61596">
      <w:pPr>
        <w:pStyle w:val="QuestionResponse"/>
      </w:pPr>
      <w:r w:rsidRPr="002B460C">
        <w:t>98</w:t>
      </w:r>
      <w:r w:rsidRPr="002B460C">
        <w:tab/>
        <w:t>Don’t know (DO NOT READ)</w:t>
      </w:r>
    </w:p>
    <w:p w:rsidR="00E779E5" w:rsidRPr="002B460C" w:rsidRDefault="00E779E5" w:rsidP="00A61596">
      <w:pPr>
        <w:pStyle w:val="QuestionResponseLast"/>
      </w:pPr>
      <w:r w:rsidRPr="002B460C">
        <w:t>99</w:t>
      </w:r>
      <w:r w:rsidRPr="002B460C">
        <w:tab/>
        <w:t xml:space="preserve">Refused (DO NOT READ) </w:t>
      </w:r>
    </w:p>
    <w:p w:rsidR="00E779E5" w:rsidRPr="002B460C" w:rsidRDefault="00E779E5" w:rsidP="00A61596">
      <w:pPr>
        <w:pStyle w:val="QuestionInstruction"/>
      </w:pPr>
      <w:r w:rsidRPr="002B460C">
        <w:t>ASK ALL IN THE U</w:t>
      </w:r>
      <w:r w:rsidR="009D0B84" w:rsidRPr="002B460C">
        <w:t>.</w:t>
      </w:r>
      <w:r w:rsidRPr="002B460C">
        <w:t>S</w:t>
      </w:r>
      <w:r w:rsidR="009D0B84" w:rsidRPr="002B460C">
        <w:t>.</w:t>
      </w:r>
      <w:r w:rsidRPr="002B460C">
        <w:t xml:space="preserve"> ONLY</w:t>
      </w:r>
    </w:p>
    <w:p w:rsidR="00E779E5" w:rsidRPr="002B460C" w:rsidRDefault="00E779E5" w:rsidP="00A61596">
      <w:pPr>
        <w:pStyle w:val="Question"/>
        <w:rPr>
          <w:i/>
          <w:iCs/>
        </w:rPr>
      </w:pPr>
      <w:r w:rsidRPr="002B460C">
        <w:rPr>
          <w:rFonts w:ascii="Tahoma" w:hAnsi="Tahoma" w:cs="Tahoma"/>
          <w:b/>
          <w:sz w:val="16"/>
          <w:szCs w:val="16"/>
        </w:rPr>
        <w:t>HH1</w:t>
      </w:r>
      <w:r w:rsidR="00A61596" w:rsidRPr="002B460C">
        <w:tab/>
      </w:r>
      <w:r w:rsidRPr="002B460C">
        <w:t xml:space="preserve">How many people, including yourself, live in your household? </w:t>
      </w:r>
    </w:p>
    <w:p w:rsidR="00E779E5" w:rsidRPr="002B460C" w:rsidRDefault="00E779E5" w:rsidP="00A61596">
      <w:pPr>
        <w:pStyle w:val="QuestionInstruction"/>
        <w:rPr>
          <w:b w:val="0"/>
        </w:rPr>
      </w:pPr>
      <w:r w:rsidRPr="002B460C">
        <w:rPr>
          <w:b w:val="0"/>
        </w:rPr>
        <w:t>INTERVIEWER NOTE: HOUSEHOLD MEMBERS INCLUDE PEOPLE WHO THINK OF THIS HOUSEHOLD AS THEIR PRIMARY PLACE OF RESIDENCE, INCLUDING THOSE WHO ARE TEMPORARILY AWAY ON BUSINESS, VACATION, IN A HOSPITAL, OR AWAY AT SCHOOL. THIS INCLUDES INFANTS, CHILDREN AND ADULTS.</w:t>
      </w:r>
    </w:p>
    <w:p w:rsidR="00E779E5" w:rsidRPr="002B460C" w:rsidRDefault="00E779E5" w:rsidP="00E779E5">
      <w:pPr>
        <w:ind w:left="720" w:hanging="720"/>
      </w:pPr>
    </w:p>
    <w:p w:rsidR="00E779E5" w:rsidRPr="002B460C" w:rsidRDefault="00E779E5" w:rsidP="00A61596">
      <w:pPr>
        <w:pStyle w:val="QuestionResponse"/>
      </w:pPr>
      <w:r w:rsidRPr="002B460C">
        <w:t>ENTER NUMBER (RANGE 1-</w:t>
      </w:r>
      <w:r w:rsidR="00193DD4" w:rsidRPr="002B460C">
        <w:t>8</w:t>
      </w:r>
      <w:r w:rsidRPr="002B460C">
        <w:t>)</w:t>
      </w:r>
    </w:p>
    <w:p w:rsidR="00E779E5" w:rsidRPr="002B460C" w:rsidRDefault="00E779E5" w:rsidP="00A61596">
      <w:pPr>
        <w:pStyle w:val="QuestionResponse"/>
      </w:pPr>
      <w:r w:rsidRPr="002B460C">
        <w:t>98</w:t>
      </w:r>
      <w:r w:rsidRPr="002B460C">
        <w:tab/>
        <w:t>Don’t know (DO NOT READ)</w:t>
      </w:r>
    </w:p>
    <w:p w:rsidR="00E779E5" w:rsidRPr="002B460C" w:rsidRDefault="00E779E5" w:rsidP="00A61596">
      <w:pPr>
        <w:pStyle w:val="QuestionResponseLast"/>
      </w:pPr>
      <w:r w:rsidRPr="002B460C">
        <w:t>99</w:t>
      </w:r>
      <w:r w:rsidRPr="002B460C">
        <w:tab/>
        <w:t>Refused (DO NOT READ)</w:t>
      </w:r>
    </w:p>
    <w:p w:rsidR="00E779E5" w:rsidRPr="002B460C" w:rsidRDefault="00E779E5" w:rsidP="00A61596">
      <w:pPr>
        <w:pStyle w:val="QuestionInstruction"/>
      </w:pPr>
      <w:r w:rsidRPr="002B460C">
        <w:t>ASK IF MORE THAN ONE PERSON IN HH (HH1=2-</w:t>
      </w:r>
      <w:r w:rsidR="000D05D0" w:rsidRPr="002B460C">
        <w:t>8</w:t>
      </w:r>
      <w:r w:rsidRPr="002B460C">
        <w:t>)</w:t>
      </w:r>
    </w:p>
    <w:p w:rsidR="00E779E5" w:rsidRPr="002B460C" w:rsidRDefault="00E779E5" w:rsidP="00A61596">
      <w:pPr>
        <w:pStyle w:val="Question"/>
      </w:pPr>
      <w:r w:rsidRPr="002B460C">
        <w:rPr>
          <w:rFonts w:ascii="Tahoma" w:hAnsi="Tahoma" w:cs="Tahoma"/>
          <w:b/>
          <w:sz w:val="16"/>
          <w:szCs w:val="16"/>
        </w:rPr>
        <w:t>HH2</w:t>
      </w:r>
      <w:r w:rsidR="00A61596" w:rsidRPr="002B460C">
        <w:tab/>
      </w:r>
      <w:r w:rsidRPr="002B460C">
        <w:t>How many of these are children under the age of 18?</w:t>
      </w:r>
      <w:r w:rsidR="00E345E8" w:rsidRPr="002B460C">
        <w:t xml:space="preserve"> </w:t>
      </w:r>
    </w:p>
    <w:p w:rsidR="00E779E5" w:rsidRPr="002B460C" w:rsidRDefault="00E779E5" w:rsidP="00A61596">
      <w:pPr>
        <w:pStyle w:val="QuestionResponse"/>
      </w:pPr>
      <w:r w:rsidRPr="002B460C">
        <w:t>ENTER NUMBER (RANGE 0-</w:t>
      </w:r>
      <w:r w:rsidR="000D05D0" w:rsidRPr="002B460C">
        <w:t>8</w:t>
      </w:r>
      <w:r w:rsidRPr="002B460C">
        <w:t>)</w:t>
      </w:r>
    </w:p>
    <w:p w:rsidR="00E779E5" w:rsidRPr="002B460C" w:rsidRDefault="00E779E5" w:rsidP="00A61596">
      <w:pPr>
        <w:pStyle w:val="QuestionResponse"/>
      </w:pPr>
      <w:r w:rsidRPr="002B460C">
        <w:t>98</w:t>
      </w:r>
      <w:r w:rsidRPr="002B460C">
        <w:tab/>
        <w:t>Don’t know (DO NOT READ)</w:t>
      </w:r>
    </w:p>
    <w:p w:rsidR="00E779E5" w:rsidRPr="002B460C" w:rsidRDefault="00E779E5" w:rsidP="00A61596">
      <w:pPr>
        <w:pStyle w:val="QuestionResponseLast"/>
      </w:pPr>
      <w:r w:rsidRPr="002B460C">
        <w:t>99</w:t>
      </w:r>
      <w:r w:rsidRPr="002B460C">
        <w:tab/>
        <w:t>Refused (DO NOT READ)</w:t>
      </w:r>
    </w:p>
    <w:p w:rsidR="00E779E5" w:rsidRPr="002B460C" w:rsidRDefault="00E779E5" w:rsidP="00A61596">
      <w:pPr>
        <w:pStyle w:val="QuestionInstruction"/>
      </w:pPr>
      <w:r w:rsidRPr="002B460C">
        <w:lastRenderedPageBreak/>
        <w:t>ASK ALL IN THE U</w:t>
      </w:r>
      <w:r w:rsidR="009D0B84" w:rsidRPr="002B460C">
        <w:t>.</w:t>
      </w:r>
      <w:r w:rsidRPr="002B460C">
        <w:t>S</w:t>
      </w:r>
      <w:r w:rsidR="009D0B84" w:rsidRPr="002B460C">
        <w:t>.</w:t>
      </w:r>
      <w:r w:rsidRPr="002B460C">
        <w:t xml:space="preserve"> ONLY</w:t>
      </w:r>
    </w:p>
    <w:p w:rsidR="00A61596" w:rsidRPr="002B460C" w:rsidRDefault="00E779E5" w:rsidP="00A61596">
      <w:pPr>
        <w:pStyle w:val="Question"/>
      </w:pPr>
      <w:r w:rsidRPr="002B460C">
        <w:rPr>
          <w:rFonts w:ascii="Tahoma" w:hAnsi="Tahoma" w:cs="Tahoma"/>
          <w:b/>
          <w:sz w:val="16"/>
          <w:szCs w:val="16"/>
        </w:rPr>
        <w:t>REGIST</w:t>
      </w:r>
      <w:r w:rsidRPr="002B460C">
        <w:tab/>
        <w:t xml:space="preserve">These days, many people are so busy they can't find time to register to vote, or move around so often they don't get a chance to re-register.  Are you NOW registered to vote in your precinct or election district or haven't you been able to register so far? </w:t>
      </w:r>
    </w:p>
    <w:p w:rsidR="00E779E5" w:rsidRPr="002B460C" w:rsidRDefault="00E779E5" w:rsidP="00A61596">
      <w:pPr>
        <w:pStyle w:val="QuestionInstruction"/>
        <w:rPr>
          <w:b w:val="0"/>
        </w:rPr>
      </w:pPr>
      <w:r w:rsidRPr="002B460C">
        <w:rPr>
          <w:b w:val="0"/>
        </w:rPr>
        <w:t>[INSTRUCTION: IF RESPONDENT VOLUNTEERS THAT THEY ARE IN NORTH DAKOTA AND DON’T HAVE TO REGISTER, PUNCH 1 FOR REGIST AND REGICERT]</w:t>
      </w:r>
    </w:p>
    <w:p w:rsidR="00E779E5" w:rsidRPr="002B460C" w:rsidRDefault="00E779E5" w:rsidP="00E779E5">
      <w:pPr>
        <w:pStyle w:val="Question"/>
        <w:spacing w:after="0"/>
      </w:pPr>
    </w:p>
    <w:p w:rsidR="00E779E5" w:rsidRPr="002B460C" w:rsidRDefault="00E779E5" w:rsidP="00A61596">
      <w:pPr>
        <w:pStyle w:val="QuestionResponse"/>
      </w:pPr>
      <w:r w:rsidRPr="002B460C">
        <w:t>1</w:t>
      </w:r>
      <w:r w:rsidRPr="002B460C">
        <w:tab/>
        <w:t>Yes, registered</w:t>
      </w:r>
    </w:p>
    <w:p w:rsidR="00E779E5" w:rsidRPr="002B460C" w:rsidRDefault="00E779E5" w:rsidP="00A61596">
      <w:pPr>
        <w:pStyle w:val="QuestionResponse"/>
      </w:pPr>
      <w:r w:rsidRPr="002B460C">
        <w:t>2</w:t>
      </w:r>
      <w:r w:rsidRPr="002B460C">
        <w:tab/>
        <w:t>No, not registered</w:t>
      </w:r>
    </w:p>
    <w:p w:rsidR="00E779E5" w:rsidRPr="002B460C" w:rsidRDefault="00E779E5" w:rsidP="00A61596">
      <w:pPr>
        <w:pStyle w:val="QuestionResponse"/>
      </w:pPr>
      <w:r w:rsidRPr="002B460C">
        <w:t>8</w:t>
      </w:r>
      <w:r w:rsidRPr="002B460C">
        <w:tab/>
        <w:t>Don’t know (DO NOT READ)</w:t>
      </w:r>
    </w:p>
    <w:p w:rsidR="00E779E5" w:rsidRPr="002B460C" w:rsidRDefault="00E779E5" w:rsidP="00A61596">
      <w:pPr>
        <w:pStyle w:val="QuestionResponseLast"/>
      </w:pPr>
      <w:r w:rsidRPr="002B460C">
        <w:t>9</w:t>
      </w:r>
      <w:r w:rsidRPr="002B460C">
        <w:tab/>
        <w:t>Refused (DO NOT READ)</w:t>
      </w:r>
    </w:p>
    <w:p w:rsidR="00E779E5" w:rsidRPr="002B460C" w:rsidRDefault="00E779E5" w:rsidP="00A61596">
      <w:pPr>
        <w:pStyle w:val="QuestionInstruction"/>
      </w:pPr>
      <w:r w:rsidRPr="002B460C">
        <w:t>ASK IF YES, REGISTERED (REGIST=1)</w:t>
      </w:r>
    </w:p>
    <w:p w:rsidR="00E779E5" w:rsidRPr="002B460C" w:rsidRDefault="00E779E5" w:rsidP="00A61596">
      <w:pPr>
        <w:pStyle w:val="Question"/>
        <w:rPr>
          <w:szCs w:val="22"/>
        </w:rPr>
      </w:pPr>
      <w:proofErr w:type="spellStart"/>
      <w:r w:rsidRPr="002B460C">
        <w:rPr>
          <w:rFonts w:ascii="Tahoma" w:hAnsi="Tahoma" w:cs="Tahoma"/>
          <w:b/>
          <w:sz w:val="16"/>
          <w:szCs w:val="16"/>
        </w:rPr>
        <w:t>REGICERT</w:t>
      </w:r>
      <w:r w:rsidRPr="002B460C">
        <w:t>Are</w:t>
      </w:r>
      <w:proofErr w:type="spellEnd"/>
      <w:r w:rsidRPr="002B460C">
        <w:t xml:space="preserve"> you absolutely certain that you are registered to vote, or is there a chance that your registration has lapsed because you moved or for some other reason?  </w:t>
      </w:r>
    </w:p>
    <w:p w:rsidR="00E779E5" w:rsidRPr="002B460C" w:rsidRDefault="00E779E5" w:rsidP="00A61596">
      <w:pPr>
        <w:pStyle w:val="QuestionResponse"/>
      </w:pPr>
      <w:r w:rsidRPr="002B460C">
        <w:t>1</w:t>
      </w:r>
      <w:r w:rsidRPr="002B460C">
        <w:tab/>
        <w:t>Absolutely certain</w:t>
      </w:r>
    </w:p>
    <w:p w:rsidR="00E779E5" w:rsidRPr="002B460C" w:rsidRDefault="00E779E5" w:rsidP="00A61596">
      <w:pPr>
        <w:pStyle w:val="QuestionResponse"/>
      </w:pPr>
      <w:r w:rsidRPr="002B460C">
        <w:t>2</w:t>
      </w:r>
      <w:r w:rsidRPr="002B460C">
        <w:tab/>
        <w:t>Chance registration has lapsed</w:t>
      </w:r>
    </w:p>
    <w:p w:rsidR="00E779E5" w:rsidRPr="002B460C" w:rsidRDefault="00E779E5" w:rsidP="00A61596">
      <w:pPr>
        <w:pStyle w:val="QuestionResponse"/>
      </w:pPr>
      <w:r w:rsidRPr="002B460C">
        <w:t>8</w:t>
      </w:r>
      <w:r w:rsidRPr="002B460C">
        <w:tab/>
        <w:t>Don’t know (DO NOT READ)</w:t>
      </w:r>
    </w:p>
    <w:p w:rsidR="00E779E5" w:rsidRPr="002B460C" w:rsidRDefault="00E779E5" w:rsidP="00A61596">
      <w:pPr>
        <w:pStyle w:val="QuestionResponseLast"/>
      </w:pPr>
      <w:r w:rsidRPr="002B460C">
        <w:t>9</w:t>
      </w:r>
      <w:r w:rsidRPr="002B460C">
        <w:tab/>
        <w:t>Refused (DO NOT READ)</w:t>
      </w:r>
    </w:p>
    <w:p w:rsidR="00E779E5" w:rsidRPr="002B460C" w:rsidRDefault="00E779E5" w:rsidP="00E779E5">
      <w:pPr>
        <w:pStyle w:val="QuestionInstruction"/>
        <w:spacing w:before="0" w:after="0"/>
      </w:pPr>
      <w:r w:rsidRPr="002B460C">
        <w:t>ASK ALL IN THE U</w:t>
      </w:r>
      <w:r w:rsidR="009D0B84" w:rsidRPr="002B460C">
        <w:t>.</w:t>
      </w:r>
      <w:r w:rsidRPr="002B460C">
        <w:t>S</w:t>
      </w:r>
      <w:r w:rsidR="009D0B84" w:rsidRPr="002B460C">
        <w:t>.</w:t>
      </w:r>
      <w:r w:rsidRPr="002B460C">
        <w:t xml:space="preserve"> ONLY</w:t>
      </w:r>
    </w:p>
    <w:p w:rsidR="00E779E5" w:rsidRPr="002B460C" w:rsidRDefault="00E779E5" w:rsidP="00A61596">
      <w:pPr>
        <w:pStyle w:val="Question"/>
      </w:pPr>
      <w:r w:rsidRPr="002B460C">
        <w:rPr>
          <w:rFonts w:ascii="Tahoma" w:hAnsi="Tahoma" w:cs="Tahoma"/>
          <w:b/>
          <w:sz w:val="16"/>
          <w:szCs w:val="16"/>
        </w:rPr>
        <w:t>PARTY</w:t>
      </w:r>
      <w:r w:rsidRPr="002B460C">
        <w:tab/>
        <w:t>In politics TODAY, do you consider yourself a Republican, Democrat, or Independent?</w:t>
      </w:r>
      <w:r w:rsidR="00E345E8" w:rsidRPr="002B460C">
        <w:t xml:space="preserve"> </w:t>
      </w:r>
    </w:p>
    <w:p w:rsidR="00E779E5" w:rsidRPr="002B460C" w:rsidRDefault="00E779E5" w:rsidP="00A61596">
      <w:pPr>
        <w:pStyle w:val="QuestionResponse"/>
      </w:pPr>
      <w:r w:rsidRPr="002B460C">
        <w:t>1</w:t>
      </w:r>
      <w:r w:rsidRPr="002B460C">
        <w:tab/>
        <w:t xml:space="preserve">Republican </w:t>
      </w:r>
    </w:p>
    <w:p w:rsidR="00E779E5" w:rsidRPr="002B460C" w:rsidRDefault="00E779E5" w:rsidP="00A61596">
      <w:pPr>
        <w:pStyle w:val="QuestionResponse"/>
      </w:pPr>
      <w:r w:rsidRPr="002B460C">
        <w:t>2</w:t>
      </w:r>
      <w:r w:rsidRPr="002B460C">
        <w:tab/>
        <w:t xml:space="preserve">Democrat </w:t>
      </w:r>
    </w:p>
    <w:p w:rsidR="00E779E5" w:rsidRPr="002B460C" w:rsidRDefault="00E779E5" w:rsidP="00A61596">
      <w:pPr>
        <w:pStyle w:val="QuestionResponse"/>
      </w:pPr>
      <w:r w:rsidRPr="002B460C">
        <w:t>3</w:t>
      </w:r>
      <w:r w:rsidRPr="002B460C">
        <w:tab/>
        <w:t xml:space="preserve">Independent </w:t>
      </w:r>
    </w:p>
    <w:p w:rsidR="00E779E5" w:rsidRPr="002B460C" w:rsidRDefault="00E779E5" w:rsidP="00A61596">
      <w:pPr>
        <w:pStyle w:val="QuestionResponse"/>
      </w:pPr>
      <w:r w:rsidRPr="002B460C">
        <w:t>4</w:t>
      </w:r>
      <w:r w:rsidRPr="002B460C">
        <w:tab/>
        <w:t>No preference (DO NOT READ)</w:t>
      </w:r>
    </w:p>
    <w:p w:rsidR="00E779E5" w:rsidRPr="002B460C" w:rsidRDefault="00E779E5" w:rsidP="00A61596">
      <w:pPr>
        <w:pStyle w:val="QuestionResponse"/>
      </w:pPr>
      <w:r w:rsidRPr="002B460C">
        <w:t>5</w:t>
      </w:r>
      <w:r w:rsidRPr="002B460C">
        <w:tab/>
        <w:t>Other party (DO NOT READ)</w:t>
      </w:r>
    </w:p>
    <w:p w:rsidR="00E779E5" w:rsidRPr="002B460C" w:rsidRDefault="00E779E5" w:rsidP="00A61596">
      <w:pPr>
        <w:pStyle w:val="QuestionResponse"/>
      </w:pPr>
      <w:r w:rsidRPr="002B460C">
        <w:t>8</w:t>
      </w:r>
      <w:r w:rsidRPr="002B460C">
        <w:tab/>
        <w:t>Don’t know (DO NOT READ)</w:t>
      </w:r>
    </w:p>
    <w:p w:rsidR="00E779E5" w:rsidRPr="002B460C" w:rsidRDefault="00E779E5" w:rsidP="00A61596">
      <w:pPr>
        <w:pStyle w:val="QuestionResponseLast"/>
      </w:pPr>
      <w:r w:rsidRPr="002B460C">
        <w:t>9</w:t>
      </w:r>
      <w:r w:rsidRPr="002B460C">
        <w:tab/>
        <w:t>Refused (DO NOT READ)</w:t>
      </w:r>
    </w:p>
    <w:p w:rsidR="00E779E5" w:rsidRPr="002B460C" w:rsidRDefault="00E779E5" w:rsidP="00E779E5">
      <w:pPr>
        <w:pStyle w:val="QuestionInstruction"/>
        <w:spacing w:before="0" w:after="0"/>
      </w:pPr>
      <w:r w:rsidRPr="002B460C">
        <w:t>ASK IF INDEPENDENT, NO PREFERENCE, OR OTHER PARTY (PARTY=3,4,5,8,9)</w:t>
      </w:r>
    </w:p>
    <w:p w:rsidR="00E779E5" w:rsidRPr="002B460C" w:rsidRDefault="00E779E5" w:rsidP="00A61596">
      <w:pPr>
        <w:pStyle w:val="Question"/>
      </w:pPr>
      <w:r w:rsidRPr="002B460C">
        <w:rPr>
          <w:rFonts w:ascii="Tahoma" w:hAnsi="Tahoma" w:cs="Tahoma"/>
          <w:b/>
          <w:sz w:val="16"/>
          <w:szCs w:val="16"/>
        </w:rPr>
        <w:t>PARTYLN</w:t>
      </w:r>
      <w:r w:rsidRPr="002B460C">
        <w:t>As of today do you lean more to the Republican Party or more to the Democratic Party?</w:t>
      </w:r>
      <w:r w:rsidR="00E345E8" w:rsidRPr="002B460C">
        <w:t xml:space="preserve"> </w:t>
      </w:r>
    </w:p>
    <w:p w:rsidR="00E779E5" w:rsidRPr="002B460C" w:rsidRDefault="00E779E5" w:rsidP="00A61596">
      <w:pPr>
        <w:pStyle w:val="QuestionResponse"/>
      </w:pPr>
      <w:r w:rsidRPr="002B460C">
        <w:t>1</w:t>
      </w:r>
      <w:r w:rsidRPr="002B460C">
        <w:tab/>
        <w:t>Republican</w:t>
      </w:r>
    </w:p>
    <w:p w:rsidR="00E779E5" w:rsidRPr="002B460C" w:rsidRDefault="00E779E5" w:rsidP="00A61596">
      <w:pPr>
        <w:pStyle w:val="QuestionResponse"/>
      </w:pPr>
      <w:r w:rsidRPr="002B460C">
        <w:t>2</w:t>
      </w:r>
      <w:r w:rsidRPr="002B460C">
        <w:tab/>
        <w:t>Democrat</w:t>
      </w:r>
    </w:p>
    <w:p w:rsidR="00E779E5" w:rsidRPr="002B460C" w:rsidRDefault="00E779E5" w:rsidP="00A61596">
      <w:pPr>
        <w:pStyle w:val="QuestionResponse"/>
      </w:pPr>
      <w:r w:rsidRPr="002B460C">
        <w:t>7</w:t>
      </w:r>
      <w:r w:rsidRPr="002B460C">
        <w:tab/>
        <w:t>Other (DO NOT READ)</w:t>
      </w:r>
    </w:p>
    <w:p w:rsidR="00E779E5" w:rsidRPr="002B460C" w:rsidRDefault="00E779E5" w:rsidP="00A61596">
      <w:pPr>
        <w:pStyle w:val="QuestionResponse"/>
      </w:pPr>
      <w:r w:rsidRPr="002B460C">
        <w:t>8</w:t>
      </w:r>
      <w:r w:rsidRPr="002B460C">
        <w:tab/>
        <w:t>Don’t know (DO NOT READ)</w:t>
      </w:r>
    </w:p>
    <w:p w:rsidR="00E779E5" w:rsidRPr="002B460C" w:rsidRDefault="00E779E5" w:rsidP="00A61596">
      <w:pPr>
        <w:pStyle w:val="QuestionResponseLast"/>
      </w:pPr>
      <w:r w:rsidRPr="002B460C">
        <w:t>9</w:t>
      </w:r>
      <w:r w:rsidRPr="002B460C">
        <w:tab/>
        <w:t>Refused (DO NOT READ)</w:t>
      </w:r>
    </w:p>
    <w:p w:rsidR="00E779E5" w:rsidRPr="002B460C" w:rsidRDefault="00E779E5" w:rsidP="00E779E5">
      <w:pPr>
        <w:pStyle w:val="QuestionInstruction"/>
        <w:spacing w:before="0" w:after="0"/>
      </w:pPr>
      <w:r w:rsidRPr="002B460C">
        <w:lastRenderedPageBreak/>
        <w:t>ASK ALL IN THE U</w:t>
      </w:r>
      <w:r w:rsidR="009D0B84" w:rsidRPr="002B460C">
        <w:t>.</w:t>
      </w:r>
      <w:r w:rsidRPr="002B460C">
        <w:t>S</w:t>
      </w:r>
      <w:r w:rsidR="009D0B84" w:rsidRPr="002B460C">
        <w:t>.</w:t>
      </w:r>
      <w:r w:rsidRPr="002B460C">
        <w:t xml:space="preserve"> ONLY</w:t>
      </w:r>
    </w:p>
    <w:p w:rsidR="00E779E5" w:rsidRPr="002B460C" w:rsidRDefault="00E779E5" w:rsidP="00F46688">
      <w:pPr>
        <w:pStyle w:val="Question"/>
      </w:pPr>
      <w:r w:rsidRPr="002B460C">
        <w:rPr>
          <w:rFonts w:ascii="Tahoma" w:hAnsi="Tahoma" w:cs="Tahoma"/>
          <w:b/>
          <w:sz w:val="16"/>
          <w:szCs w:val="16"/>
        </w:rPr>
        <w:t>IDEO</w:t>
      </w:r>
      <w:r w:rsidRPr="002B460C">
        <w:tab/>
        <w:t>In general, would you describe your political views as ... (READ)</w:t>
      </w:r>
      <w:r w:rsidR="00E345E8" w:rsidRPr="002B460C">
        <w:t xml:space="preserve"> </w:t>
      </w:r>
    </w:p>
    <w:p w:rsidR="00E779E5" w:rsidRPr="002B460C" w:rsidRDefault="00E779E5" w:rsidP="00F46688">
      <w:pPr>
        <w:pStyle w:val="QuestionResponse"/>
      </w:pPr>
      <w:r w:rsidRPr="002B460C">
        <w:t>1</w:t>
      </w:r>
      <w:r w:rsidRPr="002B460C">
        <w:tab/>
        <w:t>Very conservative</w:t>
      </w:r>
    </w:p>
    <w:p w:rsidR="00E779E5" w:rsidRPr="002B460C" w:rsidRDefault="00E779E5" w:rsidP="00F46688">
      <w:pPr>
        <w:pStyle w:val="QuestionResponse"/>
      </w:pPr>
      <w:r w:rsidRPr="002B460C">
        <w:t>2</w:t>
      </w:r>
      <w:r w:rsidRPr="002B460C">
        <w:tab/>
        <w:t>Conservative</w:t>
      </w:r>
    </w:p>
    <w:p w:rsidR="00E779E5" w:rsidRPr="002B460C" w:rsidRDefault="00E779E5" w:rsidP="00F46688">
      <w:pPr>
        <w:pStyle w:val="QuestionResponse"/>
      </w:pPr>
      <w:r w:rsidRPr="002B460C">
        <w:t>3</w:t>
      </w:r>
      <w:r w:rsidRPr="002B460C">
        <w:tab/>
        <w:t>Moderate</w:t>
      </w:r>
    </w:p>
    <w:p w:rsidR="00E779E5" w:rsidRPr="002B460C" w:rsidRDefault="00E779E5" w:rsidP="00F46688">
      <w:pPr>
        <w:pStyle w:val="QuestionResponse"/>
      </w:pPr>
      <w:r w:rsidRPr="002B460C">
        <w:t>4</w:t>
      </w:r>
      <w:r w:rsidRPr="002B460C">
        <w:tab/>
        <w:t>Liberal, OR</w:t>
      </w:r>
    </w:p>
    <w:p w:rsidR="00E779E5" w:rsidRPr="002B460C" w:rsidRDefault="00E779E5" w:rsidP="00F46688">
      <w:pPr>
        <w:pStyle w:val="QuestionResponse"/>
      </w:pPr>
      <w:r w:rsidRPr="002B460C">
        <w:t>5</w:t>
      </w:r>
      <w:r w:rsidRPr="002B460C">
        <w:tab/>
        <w:t>Very liberal?</w:t>
      </w:r>
    </w:p>
    <w:p w:rsidR="00E779E5" w:rsidRPr="002B460C" w:rsidRDefault="00E779E5" w:rsidP="00F46688">
      <w:pPr>
        <w:pStyle w:val="QuestionResponse"/>
      </w:pPr>
      <w:r w:rsidRPr="002B460C">
        <w:t>8</w:t>
      </w:r>
      <w:r w:rsidRPr="002B460C">
        <w:tab/>
        <w:t>Don’t know (DO NOT READ)</w:t>
      </w:r>
    </w:p>
    <w:p w:rsidR="00E779E5" w:rsidRPr="002B460C" w:rsidRDefault="00E779E5" w:rsidP="00F46688">
      <w:pPr>
        <w:pStyle w:val="QuestionResponseLast"/>
      </w:pPr>
      <w:r w:rsidRPr="002B460C">
        <w:t>9</w:t>
      </w:r>
      <w:r w:rsidRPr="002B460C">
        <w:tab/>
        <w:t>Refused (DO NOT READ)</w:t>
      </w:r>
    </w:p>
    <w:p w:rsidR="00E779E5" w:rsidRPr="002B460C" w:rsidRDefault="00E779E5" w:rsidP="00E779E5">
      <w:pPr>
        <w:pStyle w:val="QuestionInstruction"/>
        <w:spacing w:before="0" w:after="0"/>
        <w:rPr>
          <w:bCs/>
          <w:caps/>
        </w:rPr>
      </w:pPr>
      <w:r w:rsidRPr="002B460C">
        <w:rPr>
          <w:bCs/>
          <w:caps/>
        </w:rPr>
        <w:t xml:space="preserve">ASK </w:t>
      </w:r>
      <w:r w:rsidR="00A052EA" w:rsidRPr="002B460C">
        <w:rPr>
          <w:bCs/>
          <w:caps/>
        </w:rPr>
        <w:t xml:space="preserve">ALL </w:t>
      </w:r>
      <w:r w:rsidRPr="002B460C">
        <w:rPr>
          <w:bCs/>
          <w:caps/>
        </w:rPr>
        <w:t xml:space="preserve">IN ALL COUNTRIES EXCEPT BRITAIN, FRANCE, GERMANY, SPAIN, AND </w:t>
      </w:r>
      <w:r w:rsidR="00834747" w:rsidRPr="002B460C">
        <w:rPr>
          <w:bCs/>
          <w:caps/>
        </w:rPr>
        <w:t xml:space="preserve">THE </w:t>
      </w:r>
      <w:r w:rsidRPr="002B460C">
        <w:rPr>
          <w:bCs/>
          <w:caps/>
        </w:rPr>
        <w:t>U</w:t>
      </w:r>
      <w:r w:rsidR="00A052EA" w:rsidRPr="002B460C">
        <w:rPr>
          <w:bCs/>
          <w:caps/>
        </w:rPr>
        <w:t>.</w:t>
      </w:r>
      <w:r w:rsidRPr="002B460C">
        <w:rPr>
          <w:bCs/>
          <w:caps/>
        </w:rPr>
        <w:t>S</w:t>
      </w:r>
      <w:r w:rsidR="00A052EA" w:rsidRPr="002B460C">
        <w:rPr>
          <w:bCs/>
          <w:caps/>
        </w:rPr>
        <w:t>.</w:t>
      </w:r>
    </w:p>
    <w:p w:rsidR="00E779E5" w:rsidRPr="002B460C" w:rsidRDefault="00E779E5" w:rsidP="00F46688">
      <w:pPr>
        <w:pStyle w:val="Question"/>
        <w:rPr>
          <w:caps/>
        </w:rPr>
      </w:pPr>
      <w:r w:rsidRPr="002B460C">
        <w:rPr>
          <w:rFonts w:ascii="Tahoma" w:hAnsi="Tahoma" w:cs="Tahoma"/>
          <w:b/>
          <w:sz w:val="16"/>
          <w:szCs w:val="16"/>
        </w:rPr>
        <w:t>Q129</w:t>
      </w:r>
      <w:r w:rsidRPr="002B460C">
        <w:rPr>
          <w:sz w:val="16"/>
          <w:szCs w:val="16"/>
        </w:rPr>
        <w:tab/>
      </w:r>
      <w:r w:rsidRPr="002B460C">
        <w:rPr>
          <w:i/>
        </w:rPr>
        <w:t xml:space="preserve">POLITICAL PARTY—QUESTION WORDING AND RESPONSE CATEGORIES VARY BY COUNTRY </w:t>
      </w:r>
    </w:p>
    <w:p w:rsidR="00E779E5" w:rsidRPr="002B460C" w:rsidRDefault="00E779E5" w:rsidP="00E779E5">
      <w:pPr>
        <w:pStyle w:val="QuestionInstruction"/>
        <w:spacing w:before="0" w:after="0"/>
        <w:rPr>
          <w:b w:val="0"/>
          <w:sz w:val="20"/>
        </w:rPr>
      </w:pPr>
      <w:r w:rsidRPr="002B460C">
        <w:rPr>
          <w:caps/>
        </w:rPr>
        <w:t xml:space="preserve">ask ALL in BRAZIL, Britain, france, germany, MEXICO, AND spain only </w:t>
      </w:r>
    </w:p>
    <w:p w:rsidR="00E779E5" w:rsidRPr="002B460C" w:rsidRDefault="00E779E5" w:rsidP="00F46688">
      <w:pPr>
        <w:pStyle w:val="Question"/>
      </w:pPr>
      <w:r w:rsidRPr="002B460C">
        <w:rPr>
          <w:rFonts w:ascii="Tahoma" w:hAnsi="Tahoma" w:cs="Tahoma"/>
          <w:b/>
          <w:sz w:val="16"/>
          <w:szCs w:val="16"/>
        </w:rPr>
        <w:t>Q130</w:t>
      </w:r>
      <w:r w:rsidRPr="002B460C">
        <w:tab/>
        <w:t xml:space="preserve">Some people talk about politics in terms of left, center and right.  On a left-right scale from 0 to 6, with 0 indicating extreme left and 6 indicating extreme right, where would you place yourself?   </w:t>
      </w:r>
    </w:p>
    <w:p w:rsidR="00E779E5" w:rsidRPr="002B460C" w:rsidRDefault="00E779E5" w:rsidP="00F46688">
      <w:pPr>
        <w:pStyle w:val="QuestionResponse"/>
      </w:pPr>
      <w:r w:rsidRPr="002B460C">
        <w:t>0</w:t>
      </w:r>
      <w:r w:rsidRPr="002B460C">
        <w:tab/>
        <w:t>(Left)</w:t>
      </w:r>
    </w:p>
    <w:p w:rsidR="00E779E5" w:rsidRPr="002B460C" w:rsidRDefault="00E779E5" w:rsidP="00F46688">
      <w:pPr>
        <w:pStyle w:val="QuestionResponse"/>
      </w:pPr>
      <w:r w:rsidRPr="002B460C">
        <w:t>1</w:t>
      </w:r>
    </w:p>
    <w:p w:rsidR="00E779E5" w:rsidRPr="002B460C" w:rsidRDefault="00E779E5" w:rsidP="00F46688">
      <w:pPr>
        <w:pStyle w:val="QuestionResponse"/>
      </w:pPr>
      <w:r w:rsidRPr="002B460C">
        <w:t>2</w:t>
      </w:r>
      <w:r w:rsidRPr="002B460C">
        <w:tab/>
      </w:r>
    </w:p>
    <w:p w:rsidR="00E779E5" w:rsidRPr="002B460C" w:rsidRDefault="00E779E5" w:rsidP="00F46688">
      <w:pPr>
        <w:pStyle w:val="QuestionResponse"/>
      </w:pPr>
      <w:r w:rsidRPr="002B460C">
        <w:t>3</w:t>
      </w:r>
    </w:p>
    <w:p w:rsidR="00E779E5" w:rsidRPr="002B460C" w:rsidRDefault="00E779E5" w:rsidP="00F46688">
      <w:pPr>
        <w:pStyle w:val="QuestionResponse"/>
      </w:pPr>
      <w:r w:rsidRPr="002B460C">
        <w:t>4</w:t>
      </w:r>
    </w:p>
    <w:p w:rsidR="00E779E5" w:rsidRPr="002B460C" w:rsidRDefault="00E779E5" w:rsidP="00F46688">
      <w:pPr>
        <w:pStyle w:val="QuestionResponse"/>
      </w:pPr>
      <w:r w:rsidRPr="002B460C">
        <w:t>5</w:t>
      </w:r>
    </w:p>
    <w:p w:rsidR="00E779E5" w:rsidRPr="002B460C" w:rsidRDefault="00E779E5" w:rsidP="00F46688">
      <w:pPr>
        <w:pStyle w:val="QuestionResponse"/>
      </w:pPr>
      <w:r w:rsidRPr="002B460C">
        <w:t>6</w:t>
      </w:r>
      <w:r w:rsidRPr="002B460C">
        <w:tab/>
        <w:t>(Right)</w:t>
      </w:r>
    </w:p>
    <w:p w:rsidR="00E779E5" w:rsidRPr="002B460C" w:rsidRDefault="00E779E5" w:rsidP="00F46688">
      <w:pPr>
        <w:pStyle w:val="QuestionResponse"/>
      </w:pPr>
      <w:r w:rsidRPr="002B460C">
        <w:t>8</w:t>
      </w:r>
      <w:r w:rsidRPr="002B460C">
        <w:tab/>
        <w:t>Don’t know (DO NOT READ)</w:t>
      </w:r>
    </w:p>
    <w:p w:rsidR="00E779E5" w:rsidRPr="002B460C" w:rsidRDefault="00E779E5" w:rsidP="00F46688">
      <w:pPr>
        <w:pStyle w:val="QuestionResponseLast"/>
      </w:pPr>
      <w:r w:rsidRPr="002B460C">
        <w:t>9</w:t>
      </w:r>
      <w:r w:rsidRPr="002B460C">
        <w:tab/>
        <w:t>Refused (DO NOT READ)</w:t>
      </w:r>
    </w:p>
    <w:p w:rsidR="00E779E5" w:rsidRPr="002B460C" w:rsidRDefault="00E779E5" w:rsidP="00F46688">
      <w:pPr>
        <w:pStyle w:val="QuestionInstruction"/>
      </w:pPr>
      <w:r w:rsidRPr="002B460C">
        <w:t xml:space="preserve">ASK ALL </w:t>
      </w:r>
      <w:r w:rsidR="00BD2F01" w:rsidRPr="002B460C">
        <w:t xml:space="preserve">IN ALL </w:t>
      </w:r>
      <w:r w:rsidRPr="002B460C">
        <w:t xml:space="preserve">FACE-TO-FACE </w:t>
      </w:r>
      <w:r w:rsidR="00BD2F01" w:rsidRPr="002B460C">
        <w:t xml:space="preserve">COUNTRIES </w:t>
      </w:r>
      <w:r w:rsidRPr="002B460C">
        <w:t>ONLY</w:t>
      </w:r>
    </w:p>
    <w:p w:rsidR="00E779E5" w:rsidRPr="002B460C" w:rsidRDefault="00E779E5" w:rsidP="00F46688">
      <w:pPr>
        <w:pStyle w:val="Question"/>
      </w:pPr>
      <w:r w:rsidRPr="002B460C">
        <w:rPr>
          <w:rFonts w:ascii="Tahoma" w:hAnsi="Tahoma" w:cs="Tahoma"/>
          <w:b/>
          <w:sz w:val="16"/>
          <w:szCs w:val="16"/>
        </w:rPr>
        <w:t>Q131</w:t>
      </w:r>
      <w:r w:rsidRPr="002B460C">
        <w:tab/>
        <w:t xml:space="preserve">Do you have a working landline telephone in your house or not? </w:t>
      </w:r>
    </w:p>
    <w:p w:rsidR="00E779E5" w:rsidRPr="002B460C" w:rsidRDefault="00E779E5" w:rsidP="00F46688">
      <w:pPr>
        <w:pStyle w:val="QuestionResponse"/>
      </w:pPr>
      <w:r w:rsidRPr="002B460C">
        <w:t>1</w:t>
      </w:r>
      <w:r w:rsidRPr="002B460C">
        <w:tab/>
        <w:t>Yes, have landline phone</w:t>
      </w:r>
    </w:p>
    <w:p w:rsidR="00E779E5" w:rsidRPr="002B460C" w:rsidRDefault="00E779E5" w:rsidP="00F46688">
      <w:pPr>
        <w:pStyle w:val="QuestionResponse"/>
      </w:pPr>
      <w:r w:rsidRPr="002B460C">
        <w:t>2</w:t>
      </w:r>
      <w:r w:rsidRPr="002B460C">
        <w:tab/>
        <w:t>No, do not</w:t>
      </w:r>
    </w:p>
    <w:p w:rsidR="00E779E5" w:rsidRPr="002B460C" w:rsidRDefault="00E779E5" w:rsidP="00F46688">
      <w:pPr>
        <w:pStyle w:val="QuestionResponse"/>
      </w:pPr>
      <w:r w:rsidRPr="002B460C">
        <w:t>8</w:t>
      </w:r>
      <w:r w:rsidRPr="002B460C">
        <w:tab/>
        <w:t>Don’t know (DO NOT READ)</w:t>
      </w:r>
    </w:p>
    <w:p w:rsidR="00E779E5" w:rsidRPr="002B460C" w:rsidRDefault="00E779E5" w:rsidP="00F46688">
      <w:pPr>
        <w:pStyle w:val="QuestionResponseLast"/>
      </w:pPr>
      <w:r w:rsidRPr="002B460C">
        <w:t>9</w:t>
      </w:r>
      <w:r w:rsidRPr="002B460C">
        <w:tab/>
        <w:t>Refused (DO NOT READ)</w:t>
      </w:r>
    </w:p>
    <w:p w:rsidR="00EA167D" w:rsidRPr="002B460C" w:rsidRDefault="00EA167D" w:rsidP="00EA167D">
      <w:pPr>
        <w:pStyle w:val="QuestionInstruction"/>
      </w:pPr>
      <w:r w:rsidRPr="002B460C">
        <w:t>ASK ALL LANDLINE SAMPLE IN THE U.S. ONLY</w:t>
      </w:r>
    </w:p>
    <w:p w:rsidR="00EA167D" w:rsidRPr="002B460C" w:rsidRDefault="00EA167D" w:rsidP="00EA167D">
      <w:pPr>
        <w:ind w:left="720" w:hanging="720"/>
        <w:rPr>
          <w:i/>
        </w:rPr>
      </w:pPr>
      <w:r w:rsidRPr="002B460C">
        <w:rPr>
          <w:rFonts w:ascii="Tahoma" w:hAnsi="Tahoma" w:cs="Tahoma"/>
          <w:b/>
          <w:sz w:val="16"/>
          <w:szCs w:val="16"/>
        </w:rPr>
        <w:t>L1</w:t>
      </w:r>
      <w:r w:rsidRPr="002B460C">
        <w:rPr>
          <w:szCs w:val="18"/>
        </w:rPr>
        <w:tab/>
        <w:t xml:space="preserve">Now thinking about your telephone use… Do you have a working cell phone?  </w:t>
      </w:r>
    </w:p>
    <w:p w:rsidR="00EA167D" w:rsidRPr="002B460C" w:rsidRDefault="00EA167D" w:rsidP="00EA167D">
      <w:pPr>
        <w:rPr>
          <w:szCs w:val="18"/>
        </w:rPr>
      </w:pPr>
    </w:p>
    <w:p w:rsidR="00EA167D" w:rsidRPr="002B460C" w:rsidRDefault="00EA167D" w:rsidP="00EA167D">
      <w:pPr>
        <w:tabs>
          <w:tab w:val="left" w:pos="1458"/>
        </w:tabs>
        <w:ind w:left="745"/>
        <w:rPr>
          <w:szCs w:val="18"/>
        </w:rPr>
      </w:pPr>
      <w:r w:rsidRPr="002B460C">
        <w:rPr>
          <w:szCs w:val="18"/>
        </w:rPr>
        <w:t>1</w:t>
      </w:r>
      <w:r w:rsidRPr="002B460C">
        <w:rPr>
          <w:szCs w:val="18"/>
        </w:rPr>
        <w:tab/>
        <w:t>Yes, have cell phone</w:t>
      </w:r>
    </w:p>
    <w:p w:rsidR="00EA167D" w:rsidRPr="002B460C" w:rsidRDefault="00EA167D" w:rsidP="00EA167D">
      <w:pPr>
        <w:tabs>
          <w:tab w:val="left" w:pos="1458"/>
        </w:tabs>
        <w:ind w:left="745"/>
        <w:rPr>
          <w:szCs w:val="18"/>
        </w:rPr>
      </w:pPr>
      <w:r w:rsidRPr="002B460C">
        <w:rPr>
          <w:szCs w:val="18"/>
        </w:rPr>
        <w:t>2</w:t>
      </w:r>
      <w:r w:rsidRPr="002B460C">
        <w:rPr>
          <w:szCs w:val="18"/>
        </w:rPr>
        <w:tab/>
        <w:t>No, do not</w:t>
      </w:r>
    </w:p>
    <w:p w:rsidR="00EA167D" w:rsidRPr="002B460C" w:rsidRDefault="00EA167D" w:rsidP="00EA167D">
      <w:pPr>
        <w:pStyle w:val="QuestionResponse"/>
      </w:pPr>
      <w:r w:rsidRPr="002B460C">
        <w:t>8</w:t>
      </w:r>
      <w:r w:rsidRPr="002B460C">
        <w:tab/>
        <w:t>Don’t know (DO NOT READ)</w:t>
      </w:r>
      <w:r w:rsidRPr="002B460C">
        <w:tab/>
      </w:r>
    </w:p>
    <w:p w:rsidR="00EA167D" w:rsidRPr="002B460C" w:rsidRDefault="00EA167D" w:rsidP="00EA167D">
      <w:pPr>
        <w:pStyle w:val="QuestionResponseLast"/>
      </w:pPr>
      <w:r w:rsidRPr="002B460C">
        <w:t>9</w:t>
      </w:r>
      <w:r w:rsidRPr="002B460C">
        <w:tab/>
        <w:t>Refused (DO NOT READ)</w:t>
      </w:r>
    </w:p>
    <w:p w:rsidR="00EA167D" w:rsidRPr="002B460C" w:rsidRDefault="00EA167D" w:rsidP="00EA167D">
      <w:pPr>
        <w:rPr>
          <w:b/>
          <w:bCs/>
          <w:szCs w:val="18"/>
        </w:rPr>
      </w:pPr>
      <w:r w:rsidRPr="002B460C">
        <w:rPr>
          <w:b/>
          <w:bCs/>
          <w:szCs w:val="18"/>
        </w:rPr>
        <w:lastRenderedPageBreak/>
        <w:tab/>
        <w:t>ASK IF NO CELL PHONE AND MULTI-PERSON HOUSEHOLD (L1=2,</w:t>
      </w:r>
      <w:r w:rsidR="00051EA1" w:rsidRPr="002B460C">
        <w:rPr>
          <w:b/>
          <w:bCs/>
          <w:szCs w:val="18"/>
        </w:rPr>
        <w:t>8,</w:t>
      </w:r>
      <w:r w:rsidRPr="002B460C">
        <w:rPr>
          <w:b/>
          <w:bCs/>
          <w:szCs w:val="18"/>
        </w:rPr>
        <w:t xml:space="preserve">9 AND </w:t>
      </w:r>
      <w:r w:rsidRPr="002B460C">
        <w:rPr>
          <w:b/>
          <w:bCs/>
          <w:szCs w:val="18"/>
        </w:rPr>
        <w:tab/>
        <w:t>HH1&gt;1):</w:t>
      </w:r>
    </w:p>
    <w:p w:rsidR="00EA167D" w:rsidRPr="002B460C" w:rsidRDefault="00EA167D" w:rsidP="00EA167D">
      <w:pPr>
        <w:ind w:left="720" w:hanging="720"/>
        <w:rPr>
          <w:szCs w:val="18"/>
        </w:rPr>
      </w:pPr>
      <w:r w:rsidRPr="002B460C">
        <w:rPr>
          <w:rFonts w:ascii="Tahoma" w:hAnsi="Tahoma" w:cs="Tahoma"/>
          <w:b/>
          <w:sz w:val="16"/>
          <w:szCs w:val="16"/>
        </w:rPr>
        <w:t>L1a</w:t>
      </w:r>
      <w:r w:rsidRPr="002B460C">
        <w:rPr>
          <w:szCs w:val="18"/>
        </w:rPr>
        <w:tab/>
        <w:t xml:space="preserve">Does anyone in your household have a working cell phone? </w:t>
      </w:r>
    </w:p>
    <w:p w:rsidR="00EA167D" w:rsidRPr="002B460C" w:rsidRDefault="00EA167D" w:rsidP="00EA167D">
      <w:pPr>
        <w:rPr>
          <w:szCs w:val="18"/>
        </w:rPr>
      </w:pPr>
    </w:p>
    <w:p w:rsidR="00EA167D" w:rsidRPr="002B460C" w:rsidRDefault="00EA167D" w:rsidP="00EA167D">
      <w:pPr>
        <w:ind w:left="745"/>
        <w:rPr>
          <w:szCs w:val="18"/>
        </w:rPr>
      </w:pPr>
      <w:r w:rsidRPr="002B460C">
        <w:rPr>
          <w:szCs w:val="18"/>
        </w:rPr>
        <w:t>1</w:t>
      </w:r>
      <w:r w:rsidRPr="002B460C">
        <w:rPr>
          <w:szCs w:val="18"/>
        </w:rPr>
        <w:tab/>
        <w:t>Yes, someone in household has cell phone</w:t>
      </w:r>
    </w:p>
    <w:p w:rsidR="00EA167D" w:rsidRPr="002B460C" w:rsidRDefault="00EA167D" w:rsidP="00EA167D">
      <w:pPr>
        <w:ind w:left="745"/>
        <w:rPr>
          <w:szCs w:val="18"/>
        </w:rPr>
      </w:pPr>
      <w:r w:rsidRPr="002B460C">
        <w:rPr>
          <w:szCs w:val="18"/>
        </w:rPr>
        <w:t>2</w:t>
      </w:r>
      <w:r w:rsidRPr="002B460C">
        <w:rPr>
          <w:szCs w:val="18"/>
        </w:rPr>
        <w:tab/>
        <w:t>No</w:t>
      </w:r>
    </w:p>
    <w:p w:rsidR="00EA167D" w:rsidRPr="002B460C" w:rsidRDefault="00EA167D" w:rsidP="00EA167D">
      <w:pPr>
        <w:pStyle w:val="QuestionResponse"/>
      </w:pPr>
      <w:r w:rsidRPr="002B460C">
        <w:t>8</w:t>
      </w:r>
      <w:r w:rsidRPr="002B460C">
        <w:tab/>
        <w:t>Don’t know (DO NOT READ)</w:t>
      </w:r>
      <w:r w:rsidRPr="002B460C">
        <w:tab/>
      </w:r>
    </w:p>
    <w:p w:rsidR="00F61D46" w:rsidRPr="001C668C" w:rsidRDefault="00EA167D" w:rsidP="001C668C">
      <w:pPr>
        <w:pStyle w:val="QuestionResponseLast"/>
      </w:pPr>
      <w:r w:rsidRPr="002B460C">
        <w:t>9</w:t>
      </w:r>
      <w:r w:rsidRPr="002B460C">
        <w:tab/>
        <w:t>Refused (DO NOT READ)</w:t>
      </w:r>
    </w:p>
    <w:p w:rsidR="00EA167D" w:rsidRPr="002B460C" w:rsidRDefault="00EA167D" w:rsidP="00EA167D">
      <w:pPr>
        <w:rPr>
          <w:b/>
          <w:szCs w:val="18"/>
        </w:rPr>
      </w:pPr>
      <w:r w:rsidRPr="002B460C">
        <w:rPr>
          <w:b/>
          <w:szCs w:val="18"/>
        </w:rPr>
        <w:t>ASK ALL CELL PHONE SAMPLE IN THE U.S. ONLY:</w:t>
      </w:r>
    </w:p>
    <w:p w:rsidR="00EA167D" w:rsidRPr="002B460C" w:rsidRDefault="00EA167D" w:rsidP="00EA167D">
      <w:pPr>
        <w:ind w:left="720" w:hanging="720"/>
        <w:rPr>
          <w:szCs w:val="18"/>
        </w:rPr>
      </w:pPr>
      <w:r w:rsidRPr="002B460C">
        <w:rPr>
          <w:rFonts w:ascii="Tahoma" w:hAnsi="Tahoma" w:cs="Tahoma"/>
          <w:b/>
          <w:sz w:val="16"/>
          <w:szCs w:val="16"/>
        </w:rPr>
        <w:t>C1</w:t>
      </w:r>
      <w:r w:rsidRPr="002B460C">
        <w:rPr>
          <w:szCs w:val="18"/>
        </w:rPr>
        <w:tab/>
        <w:t xml:space="preserve">Now thinking about your telephone use… Is there at least one telephone INSIDE your home that is currently working and is not a cell phone? </w:t>
      </w:r>
    </w:p>
    <w:p w:rsidR="00EA167D" w:rsidRPr="002B460C" w:rsidRDefault="00EA167D" w:rsidP="00EA167D">
      <w:pPr>
        <w:rPr>
          <w:szCs w:val="18"/>
        </w:rPr>
      </w:pPr>
    </w:p>
    <w:p w:rsidR="00EA167D" w:rsidRPr="002B460C" w:rsidRDefault="00EA167D" w:rsidP="00EA167D">
      <w:pPr>
        <w:ind w:firstLine="720"/>
        <w:rPr>
          <w:szCs w:val="18"/>
        </w:rPr>
      </w:pPr>
      <w:r w:rsidRPr="002B460C">
        <w:rPr>
          <w:szCs w:val="18"/>
        </w:rPr>
        <w:t>1</w:t>
      </w:r>
      <w:r w:rsidRPr="002B460C">
        <w:rPr>
          <w:szCs w:val="18"/>
        </w:rPr>
        <w:tab/>
        <w:t>Yes home telephone</w:t>
      </w:r>
    </w:p>
    <w:p w:rsidR="00EA167D" w:rsidRPr="002B460C" w:rsidRDefault="00EA167D" w:rsidP="00EA167D">
      <w:pPr>
        <w:ind w:firstLine="720"/>
        <w:rPr>
          <w:szCs w:val="18"/>
        </w:rPr>
      </w:pPr>
      <w:r w:rsidRPr="002B460C">
        <w:rPr>
          <w:szCs w:val="18"/>
        </w:rPr>
        <w:t>2</w:t>
      </w:r>
      <w:r w:rsidRPr="002B460C">
        <w:rPr>
          <w:szCs w:val="18"/>
        </w:rPr>
        <w:tab/>
        <w:t>No, home telephone</w:t>
      </w:r>
    </w:p>
    <w:p w:rsidR="00EA167D" w:rsidRPr="002B460C" w:rsidRDefault="00EA167D" w:rsidP="00EA167D">
      <w:pPr>
        <w:pStyle w:val="QuestionResponse"/>
      </w:pPr>
      <w:r w:rsidRPr="002B460C">
        <w:t>8</w:t>
      </w:r>
      <w:r w:rsidRPr="002B460C">
        <w:tab/>
        <w:t>Don’t know (DO NOT READ)</w:t>
      </w:r>
      <w:r w:rsidRPr="002B460C">
        <w:tab/>
      </w:r>
    </w:p>
    <w:p w:rsidR="00EA167D" w:rsidRPr="002B460C" w:rsidRDefault="00EA167D" w:rsidP="00EA167D">
      <w:pPr>
        <w:pStyle w:val="QuestionResponseLast"/>
      </w:pPr>
      <w:r w:rsidRPr="002B460C">
        <w:t>9</w:t>
      </w:r>
      <w:r w:rsidRPr="002B460C">
        <w:tab/>
        <w:t>Refused (DO NOT READ)</w:t>
      </w:r>
    </w:p>
    <w:p w:rsidR="00EA167D" w:rsidRPr="002B460C" w:rsidRDefault="00EA167D" w:rsidP="00EA167D">
      <w:pPr>
        <w:rPr>
          <w:b/>
          <w:bCs/>
          <w:szCs w:val="18"/>
        </w:rPr>
      </w:pPr>
      <w:r w:rsidRPr="002B460C">
        <w:rPr>
          <w:b/>
          <w:bCs/>
          <w:szCs w:val="18"/>
        </w:rPr>
        <w:tab/>
        <w:t xml:space="preserve">ASK IF DUAL AND SINGLE-PERSON HOUSEHOLD ((L1=1 OR C1=1) AND </w:t>
      </w:r>
      <w:r w:rsidRPr="002B460C">
        <w:rPr>
          <w:b/>
          <w:bCs/>
          <w:szCs w:val="18"/>
        </w:rPr>
        <w:tab/>
        <w:t>HH1=1):</w:t>
      </w:r>
    </w:p>
    <w:p w:rsidR="00EA167D" w:rsidRPr="002B460C" w:rsidRDefault="00EA167D" w:rsidP="00EA167D">
      <w:pPr>
        <w:ind w:left="720" w:hanging="720"/>
        <w:rPr>
          <w:szCs w:val="18"/>
        </w:rPr>
      </w:pPr>
      <w:r w:rsidRPr="002B460C">
        <w:rPr>
          <w:rFonts w:ascii="Tahoma" w:hAnsi="Tahoma" w:cs="Tahoma"/>
          <w:b/>
          <w:sz w:val="16"/>
          <w:szCs w:val="16"/>
        </w:rPr>
        <w:t>LC2</w:t>
      </w:r>
      <w:r w:rsidRPr="002B460C">
        <w:rPr>
          <w:szCs w:val="18"/>
        </w:rPr>
        <w:tab/>
        <w:t xml:space="preserve">Of all the telephone calls that you receive, do you get </w:t>
      </w:r>
      <w:r w:rsidRPr="002B460C">
        <w:rPr>
          <w:b/>
          <w:szCs w:val="18"/>
        </w:rPr>
        <w:t>[READ AND RANDOMIZE OPTIONS 1 AND 3—KEEP 2 ALWAYS IN THE MIDDLE]</w:t>
      </w:r>
      <w:r w:rsidRPr="002B460C">
        <w:rPr>
          <w:szCs w:val="18"/>
        </w:rPr>
        <w:t xml:space="preserve">? </w:t>
      </w:r>
    </w:p>
    <w:p w:rsidR="00EA167D" w:rsidRPr="002B460C" w:rsidRDefault="00EA167D" w:rsidP="00EA167D">
      <w:pPr>
        <w:ind w:left="720" w:hanging="720"/>
        <w:rPr>
          <w:szCs w:val="18"/>
        </w:rPr>
      </w:pPr>
    </w:p>
    <w:p w:rsidR="00EA167D" w:rsidRPr="002B460C" w:rsidRDefault="00EA167D" w:rsidP="00EA167D">
      <w:pPr>
        <w:ind w:left="720"/>
        <w:rPr>
          <w:szCs w:val="18"/>
        </w:rPr>
      </w:pPr>
      <w:r w:rsidRPr="002B460C">
        <w:rPr>
          <w:szCs w:val="18"/>
        </w:rPr>
        <w:t>1</w:t>
      </w:r>
      <w:r w:rsidRPr="002B460C">
        <w:rPr>
          <w:szCs w:val="18"/>
        </w:rPr>
        <w:tab/>
        <w:t>All or almost all calls on a cell phone</w:t>
      </w:r>
    </w:p>
    <w:p w:rsidR="00EA167D" w:rsidRPr="002B460C" w:rsidRDefault="00EA167D" w:rsidP="00EA167D">
      <w:pPr>
        <w:ind w:left="720"/>
        <w:rPr>
          <w:szCs w:val="18"/>
        </w:rPr>
      </w:pPr>
      <w:r w:rsidRPr="002B460C">
        <w:rPr>
          <w:szCs w:val="18"/>
        </w:rPr>
        <w:t>2</w:t>
      </w:r>
      <w:r w:rsidRPr="002B460C">
        <w:rPr>
          <w:szCs w:val="18"/>
        </w:rPr>
        <w:tab/>
        <w:t>Some on a cell phone and some on a regular home phone</w:t>
      </w:r>
    </w:p>
    <w:p w:rsidR="00EA167D" w:rsidRPr="002B460C" w:rsidRDefault="00EA167D" w:rsidP="00EA167D">
      <w:pPr>
        <w:ind w:left="720"/>
        <w:rPr>
          <w:b/>
          <w:bCs/>
          <w:szCs w:val="18"/>
        </w:rPr>
      </w:pPr>
      <w:r w:rsidRPr="002B460C">
        <w:rPr>
          <w:szCs w:val="18"/>
        </w:rPr>
        <w:t>3</w:t>
      </w:r>
      <w:r w:rsidRPr="002B460C">
        <w:rPr>
          <w:szCs w:val="18"/>
        </w:rPr>
        <w:tab/>
        <w:t>All or almost all calls on a regular home phone</w:t>
      </w:r>
    </w:p>
    <w:p w:rsidR="00EA167D" w:rsidRPr="002B460C" w:rsidRDefault="00EA167D" w:rsidP="00EA167D">
      <w:pPr>
        <w:pStyle w:val="QuestionResponse"/>
      </w:pPr>
      <w:r w:rsidRPr="002B460C">
        <w:t>8</w:t>
      </w:r>
      <w:r w:rsidRPr="002B460C">
        <w:tab/>
        <w:t>Don’t know (DO NOT READ)</w:t>
      </w:r>
      <w:r w:rsidRPr="002B460C">
        <w:tab/>
      </w:r>
    </w:p>
    <w:p w:rsidR="00EA167D" w:rsidRPr="002B460C" w:rsidRDefault="00EA167D" w:rsidP="00EA167D">
      <w:pPr>
        <w:pStyle w:val="QuestionResponseLast"/>
      </w:pPr>
      <w:r w:rsidRPr="002B460C">
        <w:t>9</w:t>
      </w:r>
      <w:r w:rsidRPr="002B460C">
        <w:tab/>
        <w:t>Refused (DO NOT READ)</w:t>
      </w:r>
    </w:p>
    <w:p w:rsidR="00EA167D" w:rsidRPr="002B460C" w:rsidRDefault="00EA167D" w:rsidP="00EA167D">
      <w:pPr>
        <w:rPr>
          <w:b/>
          <w:bCs/>
          <w:szCs w:val="18"/>
        </w:rPr>
      </w:pPr>
      <w:r w:rsidRPr="002B460C">
        <w:rPr>
          <w:b/>
          <w:bCs/>
          <w:szCs w:val="18"/>
        </w:rPr>
        <w:tab/>
        <w:t xml:space="preserve">ASK IF DUAL AND MULTI-PERSON HOUSEHOLD ((L1=1 OR L1a=1 OR </w:t>
      </w:r>
      <w:r w:rsidRPr="002B460C">
        <w:rPr>
          <w:b/>
          <w:bCs/>
          <w:szCs w:val="18"/>
        </w:rPr>
        <w:tab/>
        <w:t>C1=1) AND HH1&gt;1):</w:t>
      </w:r>
    </w:p>
    <w:p w:rsidR="00EA167D" w:rsidRPr="002B460C" w:rsidRDefault="00EA167D" w:rsidP="00EA167D">
      <w:pPr>
        <w:ind w:left="720" w:hanging="720"/>
        <w:rPr>
          <w:szCs w:val="18"/>
        </w:rPr>
      </w:pPr>
      <w:r w:rsidRPr="002B460C">
        <w:rPr>
          <w:rFonts w:ascii="Tahoma" w:hAnsi="Tahoma" w:cs="Tahoma"/>
          <w:b/>
          <w:sz w:val="16"/>
          <w:szCs w:val="16"/>
        </w:rPr>
        <w:t>LC3</w:t>
      </w:r>
      <w:r w:rsidRPr="002B460C">
        <w:rPr>
          <w:szCs w:val="18"/>
        </w:rPr>
        <w:tab/>
        <w:t xml:space="preserve">Now thinking about all the people in your household, including yourself, of all the telephone calls that your household receives, are </w:t>
      </w:r>
      <w:r w:rsidRPr="002B460C">
        <w:rPr>
          <w:b/>
          <w:bCs/>
          <w:szCs w:val="18"/>
        </w:rPr>
        <w:t xml:space="preserve">[READ AND </w:t>
      </w:r>
      <w:r w:rsidRPr="002B460C">
        <w:rPr>
          <w:b/>
          <w:szCs w:val="18"/>
        </w:rPr>
        <w:t>RANDOMIZE</w:t>
      </w:r>
      <w:r w:rsidRPr="002B460C">
        <w:rPr>
          <w:b/>
          <w:bCs/>
          <w:szCs w:val="18"/>
        </w:rPr>
        <w:t xml:space="preserve"> OPTIONS 1 AND 3—KEEP 2 ALWAYS IN THE MIDDLE]</w:t>
      </w:r>
      <w:r w:rsidRPr="002B460C">
        <w:rPr>
          <w:szCs w:val="18"/>
        </w:rPr>
        <w:t xml:space="preserve">? </w:t>
      </w:r>
    </w:p>
    <w:p w:rsidR="00EA167D" w:rsidRPr="002B460C" w:rsidRDefault="00EA167D" w:rsidP="00EA167D">
      <w:pPr>
        <w:ind w:left="720" w:hanging="720"/>
        <w:rPr>
          <w:szCs w:val="18"/>
        </w:rPr>
      </w:pPr>
    </w:p>
    <w:p w:rsidR="00EA167D" w:rsidRPr="002B460C" w:rsidRDefault="00EA167D" w:rsidP="00EA167D">
      <w:pPr>
        <w:ind w:left="720"/>
        <w:rPr>
          <w:szCs w:val="18"/>
        </w:rPr>
      </w:pPr>
      <w:r w:rsidRPr="002B460C">
        <w:rPr>
          <w:szCs w:val="18"/>
        </w:rPr>
        <w:t>1</w:t>
      </w:r>
      <w:r w:rsidRPr="002B460C">
        <w:rPr>
          <w:szCs w:val="18"/>
        </w:rPr>
        <w:tab/>
        <w:t>All or almost all calls on a cell phone</w:t>
      </w:r>
    </w:p>
    <w:p w:rsidR="00EA167D" w:rsidRPr="002B460C" w:rsidRDefault="00EA167D" w:rsidP="00EA167D">
      <w:pPr>
        <w:ind w:left="720"/>
        <w:rPr>
          <w:szCs w:val="18"/>
        </w:rPr>
      </w:pPr>
      <w:r w:rsidRPr="002B460C">
        <w:rPr>
          <w:szCs w:val="18"/>
        </w:rPr>
        <w:t>2</w:t>
      </w:r>
      <w:r w:rsidRPr="002B460C">
        <w:rPr>
          <w:szCs w:val="18"/>
        </w:rPr>
        <w:tab/>
        <w:t>Some on a cell phone and some on a regular home phone</w:t>
      </w:r>
    </w:p>
    <w:p w:rsidR="00EA167D" w:rsidRPr="002B460C" w:rsidRDefault="00EA167D" w:rsidP="00EA167D">
      <w:pPr>
        <w:ind w:left="720"/>
        <w:rPr>
          <w:b/>
          <w:bCs/>
          <w:szCs w:val="18"/>
        </w:rPr>
      </w:pPr>
      <w:r w:rsidRPr="002B460C">
        <w:rPr>
          <w:szCs w:val="18"/>
        </w:rPr>
        <w:t>3</w:t>
      </w:r>
      <w:r w:rsidRPr="002B460C">
        <w:rPr>
          <w:szCs w:val="18"/>
        </w:rPr>
        <w:tab/>
        <w:t>All or almost all calls on a regular home phone</w:t>
      </w:r>
    </w:p>
    <w:p w:rsidR="00EA167D" w:rsidRPr="002B460C" w:rsidRDefault="00EA167D" w:rsidP="00EA167D">
      <w:pPr>
        <w:pStyle w:val="QuestionResponse"/>
      </w:pPr>
      <w:r w:rsidRPr="002B460C">
        <w:t>8</w:t>
      </w:r>
      <w:r w:rsidRPr="002B460C">
        <w:tab/>
        <w:t>Don’t know (DO NOT READ)</w:t>
      </w:r>
      <w:r w:rsidRPr="002B460C">
        <w:tab/>
      </w:r>
    </w:p>
    <w:p w:rsidR="00EA167D" w:rsidRPr="002B460C" w:rsidRDefault="00EA167D" w:rsidP="00EA167D">
      <w:pPr>
        <w:pStyle w:val="QuestionResponseLast"/>
      </w:pPr>
      <w:r w:rsidRPr="002B460C">
        <w:t>9</w:t>
      </w:r>
      <w:r w:rsidRPr="002B460C">
        <w:tab/>
        <w:t>Refused (DO NOT READ)</w:t>
      </w:r>
    </w:p>
    <w:p w:rsidR="00E779E5" w:rsidRPr="002B460C" w:rsidRDefault="00E779E5" w:rsidP="00A508F3">
      <w:pPr>
        <w:pStyle w:val="QuestionInstruction"/>
      </w:pPr>
      <w:r w:rsidRPr="002B460C">
        <w:lastRenderedPageBreak/>
        <w:t>ASK ALL CELL PHONE SAMPLE IN THE U</w:t>
      </w:r>
      <w:r w:rsidR="009D0B84" w:rsidRPr="002B460C">
        <w:t>.</w:t>
      </w:r>
      <w:r w:rsidRPr="002B460C">
        <w:t>S</w:t>
      </w:r>
      <w:r w:rsidR="009D0B84" w:rsidRPr="002B460C">
        <w:t>.</w:t>
      </w:r>
      <w:r w:rsidRPr="002B460C">
        <w:t xml:space="preserve"> ONLY</w:t>
      </w:r>
    </w:p>
    <w:p w:rsidR="00A508F3" w:rsidRPr="002B460C" w:rsidRDefault="00E779E5" w:rsidP="00A508F3">
      <w:pPr>
        <w:pStyle w:val="Question"/>
      </w:pPr>
      <w:r w:rsidRPr="002B460C">
        <w:rPr>
          <w:rFonts w:ascii="Tahoma" w:hAnsi="Tahoma" w:cs="Tahoma"/>
          <w:b/>
          <w:sz w:val="16"/>
          <w:szCs w:val="16"/>
        </w:rPr>
        <w:t>MONEY</w:t>
      </w:r>
      <w:r w:rsidRPr="002B460C">
        <w:tab/>
        <w:t xml:space="preserve">That’s the end of the interview. We’d like to send you $5 for your time. Can I please have your full name and a mailing address where we can send you the money?  </w:t>
      </w:r>
    </w:p>
    <w:p w:rsidR="00E779E5" w:rsidRPr="002B460C" w:rsidRDefault="00E779E5" w:rsidP="00A508F3">
      <w:pPr>
        <w:pStyle w:val="Question"/>
        <w:ind w:firstLine="0"/>
      </w:pPr>
      <w:r w:rsidRPr="002B460C">
        <w:t xml:space="preserve">INTERVIEWER NOTE: If R does not want to give full name, explain we only need it so we can send the $5 to them personally. </w:t>
      </w:r>
    </w:p>
    <w:p w:rsidR="00E779E5" w:rsidRPr="002B460C" w:rsidRDefault="00E779E5" w:rsidP="00A508F3">
      <w:pPr>
        <w:pStyle w:val="QuestionResponse"/>
      </w:pPr>
      <w:r w:rsidRPr="002B460C">
        <w:t>1</w:t>
      </w:r>
      <w:r w:rsidRPr="002B460C">
        <w:tab/>
        <w:t>[ENTER FULL NAME] – INTERVIEWER: PLEASE VERIFY SPELLING</w:t>
      </w:r>
    </w:p>
    <w:p w:rsidR="00E779E5" w:rsidRPr="002B460C" w:rsidRDefault="00E779E5" w:rsidP="00A508F3">
      <w:pPr>
        <w:pStyle w:val="QuestionResponse"/>
      </w:pPr>
      <w:r w:rsidRPr="002B460C">
        <w:t>2</w:t>
      </w:r>
      <w:r w:rsidRPr="002B460C">
        <w:tab/>
        <w:t>[ENTER MAILING ADDRESS]</w:t>
      </w:r>
    </w:p>
    <w:p w:rsidR="00E779E5" w:rsidRPr="002B460C" w:rsidRDefault="00E779E5" w:rsidP="00A508F3">
      <w:pPr>
        <w:pStyle w:val="QuestionResponse"/>
      </w:pPr>
      <w:r w:rsidRPr="002B460C">
        <w:t>3</w:t>
      </w:r>
      <w:r w:rsidRPr="002B460C">
        <w:tab/>
        <w:t>[City]</w:t>
      </w:r>
    </w:p>
    <w:p w:rsidR="00E779E5" w:rsidRPr="002B460C" w:rsidRDefault="00E779E5" w:rsidP="00A508F3">
      <w:pPr>
        <w:pStyle w:val="QuestionResponse"/>
      </w:pPr>
      <w:r w:rsidRPr="002B460C">
        <w:t>4</w:t>
      </w:r>
      <w:r w:rsidRPr="002B460C">
        <w:tab/>
        <w:t>[State]</w:t>
      </w:r>
    </w:p>
    <w:p w:rsidR="00E779E5" w:rsidRPr="002B460C" w:rsidRDefault="00E779E5" w:rsidP="00A508F3">
      <w:pPr>
        <w:pStyle w:val="QuestionResponseLast"/>
      </w:pPr>
      <w:r w:rsidRPr="002B460C">
        <w:t>5</w:t>
      </w:r>
      <w:r w:rsidRPr="002B460C">
        <w:tab/>
        <w:t>CONFIRM ZIP from above</w:t>
      </w:r>
    </w:p>
    <w:p w:rsidR="00E779E5" w:rsidRPr="002B460C" w:rsidRDefault="00E779E5" w:rsidP="00A508F3">
      <w:pPr>
        <w:pStyle w:val="QuestionInstruction"/>
      </w:pPr>
      <w:r w:rsidRPr="002B460C">
        <w:t>ASK ALL IN THE U</w:t>
      </w:r>
      <w:r w:rsidR="009D0B84" w:rsidRPr="002B460C">
        <w:t>.</w:t>
      </w:r>
      <w:r w:rsidRPr="002B460C">
        <w:t>S</w:t>
      </w:r>
      <w:r w:rsidR="009D0B84" w:rsidRPr="002B460C">
        <w:t>.</w:t>
      </w:r>
      <w:r w:rsidRPr="002B460C">
        <w:t xml:space="preserve"> ONLY</w:t>
      </w:r>
    </w:p>
    <w:p w:rsidR="00E779E5" w:rsidRPr="002B460C" w:rsidRDefault="00E779E5" w:rsidP="00A508F3">
      <w:pPr>
        <w:pStyle w:val="Question"/>
      </w:pPr>
      <w:proofErr w:type="spellStart"/>
      <w:r w:rsidRPr="002B460C">
        <w:rPr>
          <w:rFonts w:ascii="Tahoma" w:hAnsi="Tahoma" w:cs="Tahoma"/>
          <w:b/>
          <w:sz w:val="16"/>
          <w:szCs w:val="16"/>
        </w:rPr>
        <w:t>WEBSITE</w:t>
      </w:r>
      <w:r w:rsidRPr="002B460C">
        <w:t>Thank</w:t>
      </w:r>
      <w:proofErr w:type="spellEnd"/>
      <w:r w:rsidRPr="002B460C">
        <w:t xml:space="preserve"> you very much for your time. In case you are interested, this survey is being conducted by the Pew Global Attitudes Project. They will have a report about it on their website in the coming weeks. Would you like their web site address?</w:t>
      </w:r>
    </w:p>
    <w:p w:rsidR="00E779E5" w:rsidRPr="002B460C" w:rsidRDefault="00A508F3" w:rsidP="00A508F3">
      <w:pPr>
        <w:pStyle w:val="QuestionInstruction"/>
        <w:rPr>
          <w:b w:val="0"/>
        </w:rPr>
      </w:pPr>
      <w:r w:rsidRPr="002B460C">
        <w:rPr>
          <w:b w:val="0"/>
        </w:rPr>
        <w:t xml:space="preserve"> </w:t>
      </w:r>
      <w:r w:rsidR="00E779E5" w:rsidRPr="002B460C">
        <w:rPr>
          <w:b w:val="0"/>
        </w:rPr>
        <w:t>[IF YES:] It is    www.pewglobal.org</w:t>
      </w:r>
    </w:p>
    <w:p w:rsidR="00E779E5" w:rsidRPr="002B460C" w:rsidRDefault="00E779E5" w:rsidP="00E779E5">
      <w:pPr>
        <w:ind w:left="1440" w:hanging="1440"/>
      </w:pPr>
    </w:p>
    <w:p w:rsidR="00E779E5" w:rsidRPr="002B460C" w:rsidRDefault="00E779E5" w:rsidP="00A508F3">
      <w:pPr>
        <w:pStyle w:val="QuestionResponse"/>
      </w:pPr>
      <w:r w:rsidRPr="002B460C">
        <w:t>1</w:t>
      </w:r>
      <w:r w:rsidRPr="002B460C">
        <w:tab/>
        <w:t>Yes, website requested</w:t>
      </w:r>
    </w:p>
    <w:p w:rsidR="00E779E5" w:rsidRPr="002B460C" w:rsidRDefault="00E779E5" w:rsidP="00A508F3">
      <w:pPr>
        <w:pStyle w:val="QuestionResponseLast"/>
      </w:pPr>
      <w:r w:rsidRPr="002B460C">
        <w:t>2</w:t>
      </w:r>
      <w:r w:rsidRPr="002B460C">
        <w:tab/>
        <w:t>No, website not requested</w:t>
      </w:r>
    </w:p>
    <w:p w:rsidR="00E779E5" w:rsidRPr="002B460C" w:rsidRDefault="00E779E5" w:rsidP="00E779E5">
      <w:pPr>
        <w:pStyle w:val="QuestionInstruction"/>
        <w:spacing w:before="0" w:after="0"/>
      </w:pPr>
      <w:r w:rsidRPr="002B460C">
        <w:rPr>
          <w:caps/>
        </w:rPr>
        <w:t>INCLUDE IN FINAL DATASET EXCEPT IN BRITAIN</w:t>
      </w:r>
    </w:p>
    <w:p w:rsidR="00E779E5" w:rsidRPr="002B460C" w:rsidRDefault="00E779E5" w:rsidP="003B3905">
      <w:pPr>
        <w:pStyle w:val="Question"/>
      </w:pPr>
      <w:r w:rsidRPr="002B460C">
        <w:rPr>
          <w:rFonts w:ascii="Tahoma" w:hAnsi="Tahoma" w:cs="Tahoma"/>
          <w:b/>
          <w:sz w:val="16"/>
          <w:szCs w:val="16"/>
        </w:rPr>
        <w:t>Q135</w:t>
      </w:r>
      <w:r w:rsidRPr="002B460C">
        <w:tab/>
      </w:r>
      <w:r w:rsidR="00C0139A" w:rsidRPr="002B460C">
        <w:rPr>
          <w:i/>
        </w:rPr>
        <w:t>GEOGRAPHIC LOCATION VARIABLES</w:t>
      </w:r>
      <w:r w:rsidRPr="002B460C">
        <w:rPr>
          <w:i/>
        </w:rPr>
        <w:t>—</w:t>
      </w:r>
      <w:r w:rsidR="00C0139A" w:rsidRPr="002B460C">
        <w:rPr>
          <w:i/>
        </w:rPr>
        <w:t xml:space="preserve">VARIABLES AND </w:t>
      </w:r>
      <w:r w:rsidRPr="002B460C">
        <w:rPr>
          <w:i/>
        </w:rPr>
        <w:t>CATEGORIES VARY BY COUNTRY</w:t>
      </w:r>
      <w:r w:rsidRPr="002B460C">
        <w:t xml:space="preserve"> </w:t>
      </w:r>
    </w:p>
    <w:p w:rsidR="00E779E5" w:rsidRPr="002B460C" w:rsidRDefault="00E779E5" w:rsidP="00E779E5">
      <w:pPr>
        <w:pStyle w:val="QuestionInstruction"/>
        <w:keepNext w:val="0"/>
        <w:keepLines w:val="0"/>
        <w:widowControl w:val="0"/>
        <w:spacing w:before="0" w:after="0"/>
      </w:pPr>
      <w:r w:rsidRPr="002B460C">
        <w:rPr>
          <w:caps/>
        </w:rPr>
        <w:t xml:space="preserve">ASK ALL IN BRITAIN ONLY </w:t>
      </w:r>
    </w:p>
    <w:p w:rsidR="00E779E5" w:rsidRPr="002B460C" w:rsidRDefault="00E779E5" w:rsidP="003B3905">
      <w:pPr>
        <w:pStyle w:val="Question"/>
      </w:pPr>
      <w:r w:rsidRPr="002B460C">
        <w:rPr>
          <w:rFonts w:ascii="Tahoma" w:hAnsi="Tahoma" w:cs="Tahoma"/>
          <w:b/>
          <w:sz w:val="16"/>
          <w:szCs w:val="16"/>
        </w:rPr>
        <w:t>Q135BRI</w:t>
      </w:r>
      <w:r w:rsidR="003B3905" w:rsidRPr="002B460C">
        <w:rPr>
          <w:szCs w:val="16"/>
        </w:rPr>
        <w:t xml:space="preserve"> </w:t>
      </w:r>
      <w:r w:rsidRPr="002B460C">
        <w:t xml:space="preserve">Which region are you currently living in? </w:t>
      </w:r>
    </w:p>
    <w:p w:rsidR="008015FE" w:rsidRPr="002B460C" w:rsidRDefault="008015FE" w:rsidP="008015FE">
      <w:pPr>
        <w:pStyle w:val="QuestionResponse"/>
        <w:ind w:firstLine="0"/>
      </w:pPr>
      <w:r w:rsidRPr="002B460C">
        <w:t>1          STV North (Northern Scotland) (formerly Grampian)</w:t>
      </w:r>
    </w:p>
    <w:p w:rsidR="008015FE" w:rsidRPr="002B460C" w:rsidRDefault="008015FE" w:rsidP="008015FE">
      <w:pPr>
        <w:pStyle w:val="QuestionResponse"/>
        <w:ind w:firstLine="0"/>
      </w:pPr>
      <w:r w:rsidRPr="002B460C">
        <w:t>2          STV Central (Central Scotland) (formerly STV)</w:t>
      </w:r>
    </w:p>
    <w:p w:rsidR="008015FE" w:rsidRPr="002B460C" w:rsidRDefault="008015FE" w:rsidP="008015FE">
      <w:pPr>
        <w:pStyle w:val="QuestionResponse"/>
        <w:ind w:firstLine="0"/>
      </w:pPr>
      <w:r w:rsidRPr="002B460C">
        <w:t xml:space="preserve">3          Border (Southern Scotland and </w:t>
      </w:r>
      <w:proofErr w:type="spellStart"/>
      <w:r w:rsidRPr="002B460C">
        <w:t>Cumbria</w:t>
      </w:r>
      <w:proofErr w:type="spellEnd"/>
      <w:r w:rsidRPr="002B460C">
        <w:t>)</w:t>
      </w:r>
    </w:p>
    <w:p w:rsidR="008015FE" w:rsidRPr="002B460C" w:rsidRDefault="008015FE" w:rsidP="008015FE">
      <w:pPr>
        <w:pStyle w:val="QuestionResponse"/>
        <w:ind w:firstLine="0"/>
      </w:pPr>
      <w:r w:rsidRPr="002B460C">
        <w:t>4          Tyne-Tees</w:t>
      </w:r>
    </w:p>
    <w:p w:rsidR="008015FE" w:rsidRPr="002B460C" w:rsidRDefault="008015FE" w:rsidP="008015FE">
      <w:pPr>
        <w:pStyle w:val="QuestionResponse"/>
        <w:ind w:firstLine="0"/>
      </w:pPr>
      <w:r w:rsidRPr="002B460C">
        <w:t>5          Granada (North West)</w:t>
      </w:r>
    </w:p>
    <w:p w:rsidR="008015FE" w:rsidRPr="002B460C" w:rsidRDefault="008015FE" w:rsidP="008015FE">
      <w:pPr>
        <w:pStyle w:val="QuestionResponse"/>
        <w:ind w:firstLine="0"/>
      </w:pPr>
      <w:r w:rsidRPr="002B460C">
        <w:t>6          Yorkshire</w:t>
      </w:r>
    </w:p>
    <w:p w:rsidR="008015FE" w:rsidRPr="002B460C" w:rsidRDefault="008015FE" w:rsidP="008015FE">
      <w:pPr>
        <w:pStyle w:val="QuestionResponse"/>
        <w:ind w:firstLine="0"/>
      </w:pPr>
      <w:r w:rsidRPr="002B460C">
        <w:t>7          Central</w:t>
      </w:r>
    </w:p>
    <w:p w:rsidR="008015FE" w:rsidRPr="002B460C" w:rsidRDefault="008015FE" w:rsidP="008015FE">
      <w:pPr>
        <w:pStyle w:val="QuestionResponse"/>
        <w:ind w:firstLine="0"/>
      </w:pPr>
      <w:r w:rsidRPr="002B460C">
        <w:t>8          Anglia (East Anglia)</w:t>
      </w:r>
    </w:p>
    <w:p w:rsidR="008015FE" w:rsidRPr="002B460C" w:rsidRDefault="008015FE" w:rsidP="008015FE">
      <w:pPr>
        <w:pStyle w:val="QuestionResponse"/>
        <w:ind w:firstLine="0"/>
      </w:pPr>
      <w:r w:rsidRPr="002B460C">
        <w:t>9          London</w:t>
      </w:r>
    </w:p>
    <w:p w:rsidR="008015FE" w:rsidRPr="002B460C" w:rsidRDefault="008015FE" w:rsidP="008015FE">
      <w:pPr>
        <w:pStyle w:val="QuestionResponse"/>
        <w:ind w:firstLine="0"/>
      </w:pPr>
      <w:r w:rsidRPr="002B460C">
        <w:t>10         Meridian (South East)</w:t>
      </w:r>
    </w:p>
    <w:p w:rsidR="008015FE" w:rsidRPr="002B460C" w:rsidRDefault="008015FE" w:rsidP="008015FE">
      <w:pPr>
        <w:pStyle w:val="QuestionResponse"/>
        <w:ind w:firstLine="0"/>
      </w:pPr>
      <w:r w:rsidRPr="002B460C">
        <w:t>11         West (Bristol area) (formerly HTV West)</w:t>
      </w:r>
    </w:p>
    <w:p w:rsidR="008015FE" w:rsidRPr="002B460C" w:rsidRDefault="008015FE" w:rsidP="008015FE">
      <w:pPr>
        <w:pStyle w:val="QuestionResponse"/>
        <w:ind w:firstLine="0"/>
      </w:pPr>
      <w:r w:rsidRPr="002B460C">
        <w:t xml:space="preserve">12         </w:t>
      </w:r>
      <w:proofErr w:type="spellStart"/>
      <w:r w:rsidRPr="002B460C">
        <w:t>Westcountry</w:t>
      </w:r>
      <w:proofErr w:type="spellEnd"/>
      <w:r w:rsidRPr="002B460C">
        <w:t xml:space="preserve"> (South West)</w:t>
      </w:r>
    </w:p>
    <w:p w:rsidR="008015FE" w:rsidRPr="002B460C" w:rsidRDefault="008015FE" w:rsidP="008015FE">
      <w:pPr>
        <w:pStyle w:val="QuestionResponse"/>
        <w:ind w:firstLine="0"/>
      </w:pPr>
      <w:r w:rsidRPr="002B460C">
        <w:t xml:space="preserve">13         Wales (formerly </w:t>
      </w:r>
      <w:proofErr w:type="spellStart"/>
      <w:r w:rsidRPr="002B460C">
        <w:t>Harlech</w:t>
      </w:r>
      <w:proofErr w:type="spellEnd"/>
      <w:r w:rsidRPr="002B460C">
        <w:t>/HTV Wales)</w:t>
      </w:r>
    </w:p>
    <w:p w:rsidR="008015FE" w:rsidRPr="002B460C" w:rsidRDefault="008015FE" w:rsidP="008015FE">
      <w:pPr>
        <w:pStyle w:val="QuestionResponse"/>
        <w:ind w:firstLine="0"/>
      </w:pPr>
      <w:r w:rsidRPr="002B460C">
        <w:t>14         Ulster</w:t>
      </w:r>
    </w:p>
    <w:p w:rsidR="008015FE" w:rsidRPr="002B460C" w:rsidRDefault="008015FE" w:rsidP="008015FE">
      <w:pPr>
        <w:pStyle w:val="QuestionResponseLast"/>
        <w:ind w:firstLine="0"/>
      </w:pPr>
      <w:r w:rsidRPr="002B460C">
        <w:t>99           Refused (DO NOT READ)</w:t>
      </w:r>
    </w:p>
    <w:p w:rsidR="00E779E5" w:rsidRPr="002B460C" w:rsidRDefault="00E779E5" w:rsidP="00E779E5">
      <w:pPr>
        <w:pStyle w:val="QuestionInstruction"/>
        <w:spacing w:before="0" w:after="0"/>
      </w:pPr>
      <w:r w:rsidRPr="002B460C">
        <w:rPr>
          <w:caps/>
        </w:rPr>
        <w:lastRenderedPageBreak/>
        <w:t>INCLUDE IN FINAL DATASET EXCEPT IN BRITAIN</w:t>
      </w:r>
    </w:p>
    <w:p w:rsidR="00E779E5" w:rsidRPr="002B460C" w:rsidRDefault="00E779E5" w:rsidP="003B3905">
      <w:pPr>
        <w:pStyle w:val="Question"/>
      </w:pPr>
      <w:r w:rsidRPr="002B460C">
        <w:rPr>
          <w:rFonts w:ascii="Tahoma" w:hAnsi="Tahoma" w:cs="Tahoma"/>
          <w:b/>
          <w:sz w:val="16"/>
          <w:szCs w:val="16"/>
        </w:rPr>
        <w:t>Q13</w:t>
      </w:r>
      <w:r w:rsidR="006C62BA" w:rsidRPr="002B460C">
        <w:rPr>
          <w:rFonts w:ascii="Tahoma" w:hAnsi="Tahoma" w:cs="Tahoma"/>
          <w:b/>
          <w:sz w:val="16"/>
          <w:szCs w:val="16"/>
        </w:rPr>
        <w:t>9</w:t>
      </w:r>
      <w:r w:rsidRPr="002B460C">
        <w:tab/>
      </w:r>
      <w:r w:rsidR="0040219C" w:rsidRPr="002B460C">
        <w:rPr>
          <w:i/>
        </w:rPr>
        <w:t>LOCATION SIZE</w:t>
      </w:r>
      <w:r w:rsidRPr="002B460C">
        <w:rPr>
          <w:i/>
        </w:rPr>
        <w:t>— QUESTION WORDING AND RESPONSE CATEGORIES VARY BY COUNTRY</w:t>
      </w:r>
      <w:r w:rsidRPr="002B460C">
        <w:t xml:space="preserve"> </w:t>
      </w:r>
    </w:p>
    <w:p w:rsidR="00E779E5" w:rsidRPr="002B460C" w:rsidRDefault="00E779E5" w:rsidP="003B3905">
      <w:pPr>
        <w:pStyle w:val="QuestionInstruction"/>
      </w:pPr>
      <w:r w:rsidRPr="002B460C">
        <w:t>INCLUDE IN FINAL DATASET EXCEPT IN BRITAIN AND GERMANY</w:t>
      </w:r>
    </w:p>
    <w:p w:rsidR="00E779E5" w:rsidRPr="002B460C" w:rsidRDefault="00E779E5" w:rsidP="003B3905">
      <w:pPr>
        <w:pStyle w:val="Question"/>
      </w:pPr>
      <w:r w:rsidRPr="002B460C">
        <w:rPr>
          <w:rFonts w:ascii="Tahoma" w:hAnsi="Tahoma" w:cs="Tahoma"/>
          <w:b/>
          <w:sz w:val="16"/>
          <w:szCs w:val="16"/>
        </w:rPr>
        <w:t>Q1</w:t>
      </w:r>
      <w:r w:rsidR="006C62BA" w:rsidRPr="002B460C">
        <w:rPr>
          <w:rFonts w:ascii="Tahoma" w:hAnsi="Tahoma" w:cs="Tahoma"/>
          <w:b/>
          <w:sz w:val="16"/>
          <w:szCs w:val="16"/>
        </w:rPr>
        <w:t>40</w:t>
      </w:r>
      <w:r w:rsidRPr="002B460C">
        <w:tab/>
      </w:r>
      <w:r w:rsidRPr="002B460C">
        <w:rPr>
          <w:i/>
        </w:rPr>
        <w:t>URBANITY</w:t>
      </w:r>
      <w:r w:rsidR="0040219C" w:rsidRPr="002B460C">
        <w:rPr>
          <w:i/>
        </w:rPr>
        <w:t>—</w:t>
      </w:r>
      <w:r w:rsidRPr="002B460C">
        <w:rPr>
          <w:i/>
        </w:rPr>
        <w:t>QUESTION WORDING AND RESPONSE CATEGORIES VARY BY COUNTRY</w:t>
      </w:r>
      <w:r w:rsidRPr="002B460C">
        <w:t xml:space="preserve">  </w:t>
      </w:r>
    </w:p>
    <w:p w:rsidR="00E779E5" w:rsidRPr="002B460C" w:rsidRDefault="00E779E5" w:rsidP="00E779E5">
      <w:pPr>
        <w:pStyle w:val="QuestionInstruction"/>
        <w:spacing w:before="0" w:after="0"/>
      </w:pPr>
      <w:r w:rsidRPr="002B460C">
        <w:rPr>
          <w:caps/>
        </w:rPr>
        <w:t xml:space="preserve">ASK ALL IN </w:t>
      </w:r>
      <w:smartTag w:uri="urn:schemas-microsoft-com:office:smarttags" w:element="country-region">
        <w:smartTag w:uri="urn:schemas-microsoft-com:office:smarttags" w:element="place">
          <w:r w:rsidRPr="002B460C">
            <w:rPr>
              <w:caps/>
            </w:rPr>
            <w:t>BRITAIN</w:t>
          </w:r>
        </w:smartTag>
      </w:smartTag>
      <w:r w:rsidRPr="002B460C">
        <w:rPr>
          <w:caps/>
        </w:rPr>
        <w:t xml:space="preserve"> ONLY</w:t>
      </w:r>
    </w:p>
    <w:p w:rsidR="00E779E5" w:rsidRPr="002B460C" w:rsidRDefault="00E779E5" w:rsidP="003B3905">
      <w:pPr>
        <w:pStyle w:val="Question"/>
      </w:pPr>
      <w:r w:rsidRPr="002B460C">
        <w:rPr>
          <w:rFonts w:ascii="Tahoma" w:hAnsi="Tahoma" w:cs="Tahoma"/>
          <w:b/>
          <w:sz w:val="16"/>
          <w:szCs w:val="16"/>
        </w:rPr>
        <w:t>Q1</w:t>
      </w:r>
      <w:r w:rsidR="006C62BA" w:rsidRPr="002B460C">
        <w:rPr>
          <w:rFonts w:ascii="Tahoma" w:hAnsi="Tahoma" w:cs="Tahoma"/>
          <w:b/>
          <w:sz w:val="16"/>
          <w:szCs w:val="16"/>
        </w:rPr>
        <w:t>40</w:t>
      </w:r>
      <w:r w:rsidRPr="002B460C">
        <w:rPr>
          <w:rFonts w:ascii="Tahoma" w:hAnsi="Tahoma" w:cs="Tahoma"/>
          <w:b/>
          <w:sz w:val="16"/>
          <w:szCs w:val="16"/>
        </w:rPr>
        <w:t>BRI</w:t>
      </w:r>
      <w:r w:rsidRPr="002B460C">
        <w:t xml:space="preserve">How would you describe the area where you live? </w:t>
      </w:r>
    </w:p>
    <w:p w:rsidR="00E779E5" w:rsidRPr="002B460C" w:rsidRDefault="00E779E5" w:rsidP="003B3905">
      <w:pPr>
        <w:pStyle w:val="QuestionResponse"/>
      </w:pPr>
      <w:r w:rsidRPr="002B460C">
        <w:t>1</w:t>
      </w:r>
      <w:r w:rsidRPr="002B460C">
        <w:tab/>
        <w:t>A city</w:t>
      </w:r>
    </w:p>
    <w:p w:rsidR="00E779E5" w:rsidRPr="002B460C" w:rsidRDefault="00E779E5" w:rsidP="003B3905">
      <w:pPr>
        <w:pStyle w:val="QuestionResponse"/>
      </w:pPr>
      <w:r w:rsidRPr="002B460C">
        <w:t>2</w:t>
      </w:r>
      <w:r w:rsidRPr="002B460C">
        <w:tab/>
        <w:t>A large town</w:t>
      </w:r>
    </w:p>
    <w:p w:rsidR="00E779E5" w:rsidRPr="002B460C" w:rsidRDefault="00E779E5" w:rsidP="003B3905">
      <w:pPr>
        <w:pStyle w:val="QuestionResponse"/>
      </w:pPr>
      <w:r w:rsidRPr="002B460C">
        <w:t>3</w:t>
      </w:r>
      <w:r w:rsidRPr="002B460C">
        <w:tab/>
        <w:t>A small town</w:t>
      </w:r>
    </w:p>
    <w:p w:rsidR="00E779E5" w:rsidRPr="002B460C" w:rsidRDefault="00E779E5" w:rsidP="003B3905">
      <w:pPr>
        <w:pStyle w:val="QuestionResponse"/>
      </w:pPr>
      <w:r w:rsidRPr="002B460C">
        <w:t>4</w:t>
      </w:r>
      <w:r w:rsidRPr="002B460C">
        <w:tab/>
        <w:t>The countryside</w:t>
      </w:r>
    </w:p>
    <w:p w:rsidR="00E779E5" w:rsidRPr="002B460C" w:rsidRDefault="00E779E5" w:rsidP="003B3905">
      <w:pPr>
        <w:pStyle w:val="QuestionResponse"/>
      </w:pPr>
      <w:r w:rsidRPr="002B460C">
        <w:t>8</w:t>
      </w:r>
      <w:r w:rsidRPr="002B460C">
        <w:tab/>
        <w:t>Don’t know (DO NOT READ)</w:t>
      </w:r>
    </w:p>
    <w:p w:rsidR="00E779E5" w:rsidRPr="002B460C" w:rsidRDefault="00E779E5" w:rsidP="003B3905">
      <w:pPr>
        <w:pStyle w:val="QuestionResponseLast"/>
      </w:pPr>
      <w:r w:rsidRPr="002B460C">
        <w:t>9</w:t>
      </w:r>
      <w:r w:rsidRPr="002B460C">
        <w:tab/>
        <w:t>Refused (DO NOT READ)</w:t>
      </w:r>
    </w:p>
    <w:p w:rsidR="00E779E5" w:rsidRPr="002B460C" w:rsidRDefault="00E779E5" w:rsidP="00E779E5">
      <w:pPr>
        <w:pStyle w:val="QuestionInstruction"/>
        <w:spacing w:before="0" w:after="0"/>
      </w:pPr>
      <w:r w:rsidRPr="002B460C">
        <w:t xml:space="preserve">ASK ALL IN </w:t>
      </w:r>
      <w:smartTag w:uri="urn:schemas-microsoft-com:office:smarttags" w:element="country-region">
        <w:smartTag w:uri="urn:schemas-microsoft-com:office:smarttags" w:element="place">
          <w:r w:rsidRPr="002B460C">
            <w:t>GERMANY</w:t>
          </w:r>
        </w:smartTag>
      </w:smartTag>
      <w:r w:rsidRPr="002B460C">
        <w:t xml:space="preserve"> ONLY</w:t>
      </w:r>
    </w:p>
    <w:p w:rsidR="00E779E5" w:rsidRPr="002B460C" w:rsidRDefault="00E779E5" w:rsidP="00E779E5">
      <w:pPr>
        <w:pStyle w:val="Question"/>
        <w:spacing w:after="0"/>
      </w:pPr>
      <w:r w:rsidRPr="002B460C">
        <w:rPr>
          <w:rFonts w:ascii="Tahoma" w:hAnsi="Tahoma" w:cs="Tahoma"/>
          <w:b/>
          <w:sz w:val="16"/>
          <w:szCs w:val="16"/>
        </w:rPr>
        <w:t>Q1</w:t>
      </w:r>
      <w:r w:rsidR="006C62BA" w:rsidRPr="002B460C">
        <w:rPr>
          <w:rFonts w:ascii="Tahoma" w:hAnsi="Tahoma" w:cs="Tahoma"/>
          <w:b/>
          <w:sz w:val="16"/>
          <w:szCs w:val="16"/>
        </w:rPr>
        <w:t>40</w:t>
      </w:r>
      <w:r w:rsidRPr="002B460C">
        <w:rPr>
          <w:rFonts w:ascii="Tahoma" w:hAnsi="Tahoma" w:cs="Tahoma"/>
          <w:b/>
          <w:sz w:val="16"/>
          <w:szCs w:val="16"/>
        </w:rPr>
        <w:t>GER</w:t>
      </w:r>
      <w:r w:rsidRPr="002B460C">
        <w:tab/>
        <w:t xml:space="preserve">Do you live in an urban, suburban or rural location?   </w:t>
      </w:r>
    </w:p>
    <w:p w:rsidR="00E779E5" w:rsidRPr="002B460C" w:rsidRDefault="00E779E5" w:rsidP="00E779E5">
      <w:pPr>
        <w:pStyle w:val="PlainText"/>
        <w:rPr>
          <w:rFonts w:ascii="Times New Roman" w:hAnsi="Times New Roman"/>
        </w:rPr>
      </w:pPr>
    </w:p>
    <w:p w:rsidR="00E779E5" w:rsidRPr="002B460C" w:rsidRDefault="00E779E5" w:rsidP="00E779E5">
      <w:pPr>
        <w:pStyle w:val="QuestionResponse"/>
      </w:pPr>
      <w:r w:rsidRPr="002B460C">
        <w:t>1</w:t>
      </w:r>
      <w:r w:rsidRPr="002B460C">
        <w:tab/>
        <w:t xml:space="preserve">Urban   </w:t>
      </w:r>
    </w:p>
    <w:p w:rsidR="00E779E5" w:rsidRPr="002B460C" w:rsidRDefault="00E779E5" w:rsidP="00E779E5">
      <w:pPr>
        <w:pStyle w:val="QuestionResponse"/>
      </w:pPr>
      <w:r w:rsidRPr="002B460C">
        <w:t>2</w:t>
      </w:r>
      <w:r w:rsidRPr="002B460C">
        <w:tab/>
        <w:t xml:space="preserve">Suburban/outskirts  </w:t>
      </w:r>
    </w:p>
    <w:p w:rsidR="00E779E5" w:rsidRPr="002B460C" w:rsidRDefault="00E779E5" w:rsidP="00E779E5">
      <w:pPr>
        <w:pStyle w:val="QuestionResponse"/>
      </w:pPr>
      <w:r w:rsidRPr="002B460C">
        <w:t>3</w:t>
      </w:r>
      <w:r w:rsidRPr="002B460C">
        <w:tab/>
        <w:t xml:space="preserve">Rural   </w:t>
      </w:r>
    </w:p>
    <w:p w:rsidR="00E779E5" w:rsidRPr="002B460C" w:rsidRDefault="00E779E5" w:rsidP="00E779E5">
      <w:pPr>
        <w:pStyle w:val="QuestionResponse"/>
      </w:pPr>
      <w:r w:rsidRPr="002B460C">
        <w:t>8</w:t>
      </w:r>
      <w:r w:rsidRPr="002B460C">
        <w:tab/>
        <w:t>Don't know (DO NOT READ)</w:t>
      </w:r>
    </w:p>
    <w:p w:rsidR="00E779E5" w:rsidRPr="002B460C" w:rsidRDefault="00E779E5" w:rsidP="00E779E5">
      <w:pPr>
        <w:pStyle w:val="QuestionResponseLast"/>
        <w:spacing w:after="0"/>
      </w:pPr>
      <w:r w:rsidRPr="002B460C">
        <w:t>9</w:t>
      </w:r>
      <w:r w:rsidRPr="002B460C">
        <w:tab/>
        <w:t>Refused  (DO NOT READ)</w:t>
      </w:r>
    </w:p>
    <w:p w:rsidR="00E779E5" w:rsidRPr="002B460C" w:rsidRDefault="00E779E5" w:rsidP="00E779E5">
      <w:pPr>
        <w:pStyle w:val="Question"/>
        <w:spacing w:after="0"/>
        <w:rPr>
          <w:i/>
        </w:rPr>
      </w:pPr>
    </w:p>
    <w:p w:rsidR="00E779E5" w:rsidRPr="002B460C" w:rsidRDefault="00E779E5" w:rsidP="00E779E5">
      <w:pPr>
        <w:pStyle w:val="QuestionInstruction"/>
        <w:spacing w:before="0" w:after="0"/>
      </w:pPr>
      <w:r w:rsidRPr="002B460C">
        <w:rPr>
          <w:caps/>
        </w:rPr>
        <w:t>INCLUDE IN FINAL DATASET</w:t>
      </w:r>
    </w:p>
    <w:p w:rsidR="00E779E5" w:rsidRPr="002B460C" w:rsidRDefault="00E779E5" w:rsidP="00E779E5">
      <w:pPr>
        <w:pStyle w:val="Question"/>
        <w:spacing w:after="0"/>
        <w:rPr>
          <w:i/>
        </w:rPr>
      </w:pPr>
      <w:r w:rsidRPr="002B460C">
        <w:rPr>
          <w:rFonts w:ascii="Tahoma" w:hAnsi="Tahoma" w:cs="Tahoma"/>
          <w:b/>
          <w:sz w:val="16"/>
          <w:szCs w:val="16"/>
        </w:rPr>
        <w:t>Q1</w:t>
      </w:r>
      <w:r w:rsidR="0040219C" w:rsidRPr="002B460C">
        <w:rPr>
          <w:rFonts w:ascii="Tahoma" w:hAnsi="Tahoma" w:cs="Tahoma"/>
          <w:b/>
          <w:sz w:val="16"/>
          <w:szCs w:val="16"/>
        </w:rPr>
        <w:t>4</w:t>
      </w:r>
      <w:r w:rsidR="006C62BA" w:rsidRPr="002B460C">
        <w:rPr>
          <w:rFonts w:ascii="Tahoma" w:hAnsi="Tahoma" w:cs="Tahoma"/>
          <w:b/>
          <w:sz w:val="16"/>
          <w:szCs w:val="16"/>
        </w:rPr>
        <w:t>1</w:t>
      </w:r>
      <w:r w:rsidRPr="002B460C">
        <w:rPr>
          <w:b/>
          <w:sz w:val="17"/>
        </w:rPr>
        <w:tab/>
      </w:r>
      <w:r w:rsidRPr="002B460C">
        <w:rPr>
          <w:i/>
        </w:rPr>
        <w:t>LANGUAGE IN WHICH INTERVIEW WAS CONDUCTED</w:t>
      </w:r>
      <w:r w:rsidRPr="002B460C">
        <w:t>--</w:t>
      </w:r>
      <w:r w:rsidRPr="002B460C">
        <w:rPr>
          <w:i/>
        </w:rPr>
        <w:t xml:space="preserve">CATEGORIES VARY BY COUNTRY </w:t>
      </w:r>
    </w:p>
    <w:p w:rsidR="0040219C" w:rsidRPr="002B460C" w:rsidRDefault="0040219C" w:rsidP="00E779E5">
      <w:pPr>
        <w:pStyle w:val="Question"/>
        <w:spacing w:after="0"/>
        <w:rPr>
          <w:i/>
        </w:rPr>
      </w:pPr>
    </w:p>
    <w:p w:rsidR="008864A7" w:rsidRPr="002B460C" w:rsidRDefault="008864A7" w:rsidP="00E779E5">
      <w:pPr>
        <w:pStyle w:val="Question"/>
        <w:spacing w:after="0"/>
      </w:pPr>
    </w:p>
    <w:p w:rsidR="00E779E5" w:rsidRPr="002B460C" w:rsidRDefault="00E779E5" w:rsidP="00E779E5">
      <w:pPr>
        <w:pStyle w:val="QuestionInstruction"/>
        <w:spacing w:before="0" w:after="0"/>
        <w:rPr>
          <w:bCs/>
          <w:caps/>
        </w:rPr>
      </w:pPr>
      <w:r w:rsidRPr="002B460C">
        <w:rPr>
          <w:bCs/>
          <w:caps/>
        </w:rPr>
        <w:t xml:space="preserve">ask all mobile numbers IN </w:t>
      </w:r>
      <w:smartTag w:uri="urn:schemas-microsoft-com:office:smarttags" w:element="country-region">
        <w:smartTag w:uri="urn:schemas-microsoft-com:office:smarttags" w:element="place">
          <w:r w:rsidRPr="002B460C">
            <w:rPr>
              <w:bCs/>
              <w:caps/>
            </w:rPr>
            <w:t>BRITAIN</w:t>
          </w:r>
        </w:smartTag>
      </w:smartTag>
    </w:p>
    <w:p w:rsidR="00E779E5" w:rsidRPr="002B460C" w:rsidRDefault="00E779E5" w:rsidP="00E779E5">
      <w:pPr>
        <w:pStyle w:val="Question"/>
        <w:spacing w:after="0"/>
        <w:ind w:left="1440" w:hanging="1440"/>
      </w:pPr>
      <w:proofErr w:type="spellStart"/>
      <w:r w:rsidRPr="002B460C">
        <w:rPr>
          <w:b/>
          <w:sz w:val="16"/>
          <w:szCs w:val="16"/>
        </w:rPr>
        <w:t>CELLBRIa</w:t>
      </w:r>
      <w:proofErr w:type="spellEnd"/>
      <w:r w:rsidRPr="002B460C">
        <w:rPr>
          <w:b/>
          <w:sz w:val="16"/>
          <w:szCs w:val="16"/>
        </w:rPr>
        <w:tab/>
      </w:r>
      <w:r w:rsidRPr="002B460C">
        <w:t>Hello, I think I may have called you on your mobile number?  Before I go any further can I just check that you are not driving a vehicle? If they say "yes" then you need to politely but quickly terminate the call by saying:- "In that case I'll call back a little later. Goodbye.” Do not try to arrange a specific call back time with the Respondent at this point but re appoint the piece of sample for a later time/date and add suitable comments.</w:t>
      </w:r>
    </w:p>
    <w:p w:rsidR="00E779E5" w:rsidRPr="002B460C" w:rsidRDefault="00E779E5" w:rsidP="00CE5A15">
      <w:pPr>
        <w:pStyle w:val="QuestionResponse"/>
        <w:numPr>
          <w:ilvl w:val="0"/>
          <w:numId w:val="6"/>
        </w:numPr>
        <w:ind w:firstLine="0"/>
      </w:pPr>
      <w:r w:rsidRPr="002B460C">
        <w:t>Yes (TERMINATE CALL)</w:t>
      </w:r>
    </w:p>
    <w:p w:rsidR="00E779E5" w:rsidRPr="002B460C" w:rsidRDefault="00E779E5" w:rsidP="00CE5A15">
      <w:pPr>
        <w:pStyle w:val="QuestionResponse"/>
        <w:numPr>
          <w:ilvl w:val="0"/>
          <w:numId w:val="6"/>
        </w:numPr>
        <w:ind w:firstLine="0"/>
      </w:pPr>
      <w:r w:rsidRPr="002B460C">
        <w:t xml:space="preserve">No          </w:t>
      </w:r>
    </w:p>
    <w:p w:rsidR="00E779E5" w:rsidRPr="002B460C" w:rsidRDefault="00E779E5" w:rsidP="00E779E5">
      <w:pPr>
        <w:pStyle w:val="PlainText"/>
        <w:rPr>
          <w:rFonts w:ascii="Times New Roman" w:hAnsi="Times New Roman"/>
        </w:rPr>
      </w:pPr>
      <w:r w:rsidRPr="002B460C">
        <w:rPr>
          <w:rFonts w:ascii="Times New Roman" w:hAnsi="Times New Roman"/>
        </w:rPr>
        <w:t xml:space="preserve">           </w:t>
      </w:r>
    </w:p>
    <w:p w:rsidR="00E779E5" w:rsidRPr="002B460C" w:rsidRDefault="00E779E5" w:rsidP="00E779E5">
      <w:pPr>
        <w:pStyle w:val="PlainText"/>
        <w:rPr>
          <w:rFonts w:ascii="Times New Roman" w:hAnsi="Times New Roman"/>
        </w:rPr>
      </w:pPr>
    </w:p>
    <w:p w:rsidR="00E779E5" w:rsidRPr="002B460C" w:rsidRDefault="00E779E5" w:rsidP="00E779E5">
      <w:pPr>
        <w:pStyle w:val="QuestionInstruction"/>
        <w:spacing w:before="0" w:after="0"/>
        <w:ind w:firstLine="720"/>
        <w:rPr>
          <w:bCs/>
          <w:caps/>
        </w:rPr>
      </w:pPr>
      <w:r w:rsidRPr="002B460C">
        <w:rPr>
          <w:bCs/>
          <w:caps/>
        </w:rPr>
        <w:lastRenderedPageBreak/>
        <w:t xml:space="preserve">ASK all </w:t>
      </w:r>
      <w:smartTag w:uri="urn:schemas-microsoft-com:office:smarttags" w:element="place">
        <w:r w:rsidRPr="002B460C">
          <w:rPr>
            <w:bCs/>
            <w:caps/>
          </w:rPr>
          <w:t>mobile</w:t>
        </w:r>
      </w:smartTag>
      <w:r w:rsidRPr="002B460C">
        <w:rPr>
          <w:bCs/>
          <w:caps/>
        </w:rPr>
        <w:t xml:space="preserve"> numbers if not in vehicle</w:t>
      </w:r>
    </w:p>
    <w:p w:rsidR="00E779E5" w:rsidRPr="002B460C" w:rsidRDefault="00E779E5" w:rsidP="00E779E5">
      <w:pPr>
        <w:pStyle w:val="Question"/>
        <w:spacing w:after="0"/>
        <w:ind w:left="1440" w:hanging="1440"/>
      </w:pPr>
      <w:proofErr w:type="spellStart"/>
      <w:r w:rsidRPr="002B460C">
        <w:rPr>
          <w:b/>
          <w:sz w:val="16"/>
          <w:szCs w:val="16"/>
        </w:rPr>
        <w:t>CELLBRIb</w:t>
      </w:r>
      <w:proofErr w:type="spellEnd"/>
      <w:r w:rsidRPr="002B460C">
        <w:tab/>
        <w:t>Can I just check, do you have a landline telephone in your household, or do you just have your mobile?</w:t>
      </w:r>
    </w:p>
    <w:p w:rsidR="00E779E5" w:rsidRPr="002B460C" w:rsidRDefault="00E779E5" w:rsidP="00E779E5">
      <w:pPr>
        <w:pStyle w:val="QuestionResponse"/>
        <w:ind w:firstLine="0"/>
      </w:pPr>
      <w:r w:rsidRPr="002B460C">
        <w:t>1</w:t>
      </w:r>
      <w:r w:rsidRPr="002B460C">
        <w:tab/>
        <w:t>Has landline</w:t>
      </w:r>
    </w:p>
    <w:p w:rsidR="00E779E5" w:rsidRPr="002B460C" w:rsidRDefault="00E779E5" w:rsidP="00E779E5">
      <w:pPr>
        <w:pStyle w:val="QuestionResponse"/>
        <w:ind w:firstLine="0"/>
      </w:pPr>
      <w:r w:rsidRPr="002B460C">
        <w:t>2</w:t>
      </w:r>
      <w:r w:rsidRPr="002B460C">
        <w:tab/>
      </w:r>
      <w:smartTag w:uri="urn:schemas-microsoft-com:office:smarttags" w:element="City">
        <w:smartTag w:uri="urn:schemas-microsoft-com:office:smarttags" w:element="place">
          <w:r w:rsidRPr="002B460C">
            <w:t>Mobile</w:t>
          </w:r>
        </w:smartTag>
      </w:smartTag>
      <w:r w:rsidRPr="002B460C">
        <w:t xml:space="preserve"> only</w:t>
      </w:r>
    </w:p>
    <w:p w:rsidR="00E779E5" w:rsidRPr="002B460C" w:rsidRDefault="00E779E5" w:rsidP="00E779E5">
      <w:pPr>
        <w:pStyle w:val="Question"/>
        <w:spacing w:after="0"/>
      </w:pPr>
    </w:p>
    <w:p w:rsidR="00E779E5" w:rsidRPr="002B460C" w:rsidRDefault="00E779E5" w:rsidP="00E779E5">
      <w:pPr>
        <w:pStyle w:val="QuestionInstruction"/>
        <w:spacing w:before="0" w:after="0"/>
        <w:rPr>
          <w:bCs/>
          <w:caps/>
        </w:rPr>
      </w:pPr>
      <w:r w:rsidRPr="002B460C">
        <w:rPr>
          <w:bCs/>
          <w:caps/>
        </w:rPr>
        <w:t xml:space="preserve">ASK all mobile numbers IN </w:t>
      </w:r>
      <w:smartTag w:uri="urn:schemas-microsoft-com:office:smarttags" w:element="country-region">
        <w:smartTag w:uri="urn:schemas-microsoft-com:office:smarttags" w:element="place">
          <w:r w:rsidRPr="002B460C">
            <w:rPr>
              <w:bCs/>
              <w:caps/>
            </w:rPr>
            <w:t>FRANCE</w:t>
          </w:r>
        </w:smartTag>
      </w:smartTag>
    </w:p>
    <w:p w:rsidR="00E779E5" w:rsidRPr="002B460C" w:rsidRDefault="00E779E5" w:rsidP="00E779E5">
      <w:pPr>
        <w:pStyle w:val="Question"/>
        <w:spacing w:after="0"/>
        <w:ind w:left="1440" w:hanging="1440"/>
      </w:pPr>
      <w:r w:rsidRPr="002B460C">
        <w:rPr>
          <w:b/>
          <w:sz w:val="16"/>
          <w:szCs w:val="16"/>
        </w:rPr>
        <w:t>CELLFRA</w:t>
      </w:r>
      <w:r w:rsidRPr="002B460C">
        <w:tab/>
        <w:t>Do you have a landline telephone in your home?</w:t>
      </w:r>
    </w:p>
    <w:p w:rsidR="00E779E5" w:rsidRPr="002B460C" w:rsidRDefault="00E779E5" w:rsidP="00CE5A15">
      <w:pPr>
        <w:pStyle w:val="QuestionResponse"/>
        <w:numPr>
          <w:ilvl w:val="0"/>
          <w:numId w:val="7"/>
        </w:numPr>
        <w:ind w:firstLine="0"/>
      </w:pPr>
      <w:r w:rsidRPr="002B460C">
        <w:t>Yes</w:t>
      </w:r>
    </w:p>
    <w:p w:rsidR="00E779E5" w:rsidRPr="002B460C" w:rsidRDefault="00E779E5" w:rsidP="00CE5A15">
      <w:pPr>
        <w:pStyle w:val="QuestionResponse"/>
        <w:numPr>
          <w:ilvl w:val="0"/>
          <w:numId w:val="7"/>
        </w:numPr>
        <w:ind w:firstLine="0"/>
      </w:pPr>
      <w:r w:rsidRPr="002B460C">
        <w:t>No</w:t>
      </w:r>
    </w:p>
    <w:p w:rsidR="00E779E5" w:rsidRPr="002B460C" w:rsidRDefault="00E779E5" w:rsidP="00E779E5">
      <w:pPr>
        <w:pStyle w:val="QuestionInstruction"/>
        <w:spacing w:before="0" w:after="0"/>
        <w:rPr>
          <w:caps/>
        </w:rPr>
      </w:pPr>
    </w:p>
    <w:p w:rsidR="00E779E5" w:rsidRPr="002B460C" w:rsidRDefault="00E779E5" w:rsidP="00E779E5">
      <w:pPr>
        <w:pStyle w:val="QuestionInstruction"/>
        <w:spacing w:before="0" w:after="0"/>
        <w:rPr>
          <w:bCs/>
          <w:caps/>
          <w:lang w:val="en-GB"/>
        </w:rPr>
      </w:pPr>
      <w:r w:rsidRPr="002B460C">
        <w:rPr>
          <w:bCs/>
          <w:caps/>
          <w:lang w:val="en-GB"/>
        </w:rPr>
        <w:t xml:space="preserve">ASK ALL CELL PHONE NUMBERS IN </w:t>
      </w:r>
      <w:smartTag w:uri="urn:schemas-microsoft-com:office:smarttags" w:element="country-region">
        <w:smartTag w:uri="urn:schemas-microsoft-com:office:smarttags" w:element="place">
          <w:r w:rsidRPr="002B460C">
            <w:rPr>
              <w:bCs/>
              <w:caps/>
              <w:lang w:val="en-GB"/>
            </w:rPr>
            <w:t>SPAIN</w:t>
          </w:r>
        </w:smartTag>
      </w:smartTag>
    </w:p>
    <w:p w:rsidR="00E779E5" w:rsidRPr="002B460C" w:rsidRDefault="00E779E5" w:rsidP="00E779E5">
      <w:pPr>
        <w:pStyle w:val="Question"/>
        <w:spacing w:after="0"/>
        <w:ind w:left="1440" w:hanging="1440"/>
        <w:rPr>
          <w:lang w:val="en-GB"/>
        </w:rPr>
      </w:pPr>
      <w:r w:rsidRPr="002B460C">
        <w:rPr>
          <w:b/>
          <w:sz w:val="16"/>
          <w:szCs w:val="16"/>
          <w:lang w:val="en-GB"/>
        </w:rPr>
        <w:t>CELLSPA</w:t>
      </w:r>
      <w:r w:rsidRPr="002B460C">
        <w:rPr>
          <w:lang w:val="en-GB"/>
        </w:rPr>
        <w:tab/>
        <w:t>For this survey we are looking for households without a landline telephone.  Do you have a landline telephone in your household?</w:t>
      </w:r>
    </w:p>
    <w:p w:rsidR="00E779E5" w:rsidRPr="002B460C" w:rsidRDefault="00E779E5" w:rsidP="00E779E5">
      <w:pPr>
        <w:pStyle w:val="QuestionResponse"/>
        <w:ind w:firstLine="0"/>
        <w:rPr>
          <w:lang w:val="en-GB"/>
        </w:rPr>
      </w:pPr>
      <w:r w:rsidRPr="002B460C">
        <w:rPr>
          <w:lang w:val="en-GB"/>
        </w:rPr>
        <w:t>1</w:t>
      </w:r>
      <w:r w:rsidRPr="002B460C">
        <w:rPr>
          <w:lang w:val="en-GB"/>
        </w:rPr>
        <w:tab/>
        <w:t>Yes (TERMINATE)</w:t>
      </w:r>
    </w:p>
    <w:p w:rsidR="00E779E5" w:rsidRPr="002B460C" w:rsidRDefault="00E779E5" w:rsidP="00E779E5">
      <w:pPr>
        <w:pStyle w:val="QuestionResponse"/>
        <w:ind w:firstLine="0"/>
        <w:rPr>
          <w:lang w:val="en-GB"/>
        </w:rPr>
      </w:pPr>
      <w:r w:rsidRPr="002B460C">
        <w:rPr>
          <w:lang w:val="en-GB"/>
        </w:rPr>
        <w:t>2</w:t>
      </w:r>
      <w:r w:rsidRPr="002B460C">
        <w:rPr>
          <w:lang w:val="en-GB"/>
        </w:rPr>
        <w:tab/>
        <w:t>No</w:t>
      </w:r>
    </w:p>
    <w:p w:rsidR="00E779E5" w:rsidRPr="002B460C" w:rsidRDefault="00E779E5" w:rsidP="00E779E5">
      <w:pPr>
        <w:pStyle w:val="QuestionResponse"/>
        <w:ind w:firstLine="0"/>
        <w:rPr>
          <w:lang w:val="en-GB"/>
        </w:rPr>
      </w:pPr>
      <w:r w:rsidRPr="002B460C">
        <w:rPr>
          <w:lang w:val="en-GB"/>
        </w:rPr>
        <w:t>9</w:t>
      </w:r>
      <w:r w:rsidRPr="002B460C">
        <w:rPr>
          <w:lang w:val="en-GB"/>
        </w:rPr>
        <w:tab/>
        <w:t>Refused (TERMINATE)</w:t>
      </w:r>
    </w:p>
    <w:p w:rsidR="00E779E5" w:rsidRPr="002B460C" w:rsidRDefault="00E779E5" w:rsidP="00E779E5">
      <w:pPr>
        <w:pStyle w:val="QuestionInstruction"/>
        <w:spacing w:before="0" w:after="0"/>
        <w:rPr>
          <w:caps/>
        </w:rPr>
      </w:pPr>
    </w:p>
    <w:p w:rsidR="00E779E5" w:rsidRPr="002B460C" w:rsidRDefault="00E779E5" w:rsidP="00E779E5">
      <w:pPr>
        <w:pStyle w:val="QuestionInstruction"/>
        <w:spacing w:before="0" w:after="0"/>
      </w:pPr>
      <w:r w:rsidRPr="002B460C">
        <w:rPr>
          <w:caps/>
        </w:rPr>
        <w:t xml:space="preserve">INCLUDE IN FINAL DATASET IN </w:t>
      </w:r>
      <w:smartTag w:uri="urn:schemas-microsoft-com:office:smarttags" w:element="country-region">
        <w:r w:rsidRPr="002B460C">
          <w:rPr>
            <w:caps/>
          </w:rPr>
          <w:t>BRITAIN</w:t>
        </w:r>
      </w:smartTag>
      <w:r w:rsidRPr="002B460C">
        <w:rPr>
          <w:caps/>
        </w:rPr>
        <w:t xml:space="preserve">, </w:t>
      </w:r>
      <w:smartTag w:uri="urn:schemas-microsoft-com:office:smarttags" w:element="country-region">
        <w:r w:rsidRPr="002B460C">
          <w:rPr>
            <w:caps/>
          </w:rPr>
          <w:t>FRANCE</w:t>
        </w:r>
      </w:smartTag>
      <w:r w:rsidRPr="002B460C">
        <w:rPr>
          <w:caps/>
        </w:rPr>
        <w:t xml:space="preserve">, AND </w:t>
      </w:r>
      <w:smartTag w:uri="urn:schemas-microsoft-com:office:smarttags" w:element="country-region">
        <w:smartTag w:uri="urn:schemas-microsoft-com:office:smarttags" w:element="place">
          <w:r w:rsidRPr="002B460C">
            <w:rPr>
              <w:caps/>
            </w:rPr>
            <w:t>SPAIN</w:t>
          </w:r>
        </w:smartTag>
      </w:smartTag>
      <w:r w:rsidRPr="002B460C">
        <w:rPr>
          <w:caps/>
        </w:rPr>
        <w:t xml:space="preserve"> </w:t>
      </w:r>
    </w:p>
    <w:p w:rsidR="00E779E5" w:rsidRPr="002B460C" w:rsidRDefault="00E779E5" w:rsidP="00E779E5">
      <w:pPr>
        <w:pStyle w:val="Question"/>
        <w:spacing w:after="0"/>
      </w:pPr>
      <w:r w:rsidRPr="002B460C">
        <w:rPr>
          <w:rFonts w:ascii="Tahoma" w:hAnsi="Tahoma" w:cs="Tahoma"/>
          <w:b/>
          <w:sz w:val="16"/>
          <w:szCs w:val="16"/>
        </w:rPr>
        <w:t>Q1</w:t>
      </w:r>
      <w:r w:rsidR="000D70C1" w:rsidRPr="002B460C">
        <w:rPr>
          <w:rFonts w:ascii="Tahoma" w:hAnsi="Tahoma" w:cs="Tahoma"/>
          <w:b/>
          <w:sz w:val="16"/>
          <w:szCs w:val="16"/>
        </w:rPr>
        <w:t>51</w:t>
      </w:r>
      <w:r w:rsidRPr="002B460C">
        <w:rPr>
          <w:b/>
          <w:sz w:val="16"/>
          <w:szCs w:val="16"/>
        </w:rPr>
        <w:tab/>
      </w:r>
      <w:r w:rsidRPr="002B460C">
        <w:t>Was this a landline or cell phone only household?</w:t>
      </w:r>
    </w:p>
    <w:p w:rsidR="00E779E5" w:rsidRPr="002B460C" w:rsidRDefault="00E779E5" w:rsidP="00E779E5">
      <w:pPr>
        <w:pStyle w:val="QuestionResponse"/>
      </w:pPr>
      <w:r w:rsidRPr="002B460C">
        <w:t>1</w:t>
      </w:r>
      <w:r w:rsidRPr="002B460C">
        <w:tab/>
        <w:t>Landline household</w:t>
      </w:r>
    </w:p>
    <w:p w:rsidR="00E779E5" w:rsidRPr="00C026DA" w:rsidRDefault="00E779E5" w:rsidP="00E779E5">
      <w:pPr>
        <w:pStyle w:val="QuestionResponseLast"/>
        <w:spacing w:after="0"/>
      </w:pPr>
      <w:r w:rsidRPr="002B460C">
        <w:t>2</w:t>
      </w:r>
      <w:r w:rsidRPr="002B460C">
        <w:tab/>
        <w:t>Cell phone only household</w:t>
      </w:r>
    </w:p>
    <w:p w:rsidR="00E779E5" w:rsidRDefault="00E779E5" w:rsidP="00E779E5">
      <w:pPr>
        <w:pStyle w:val="QuestionResponseLast"/>
        <w:spacing w:after="0"/>
        <w:ind w:left="0" w:firstLine="0"/>
        <w:rPr>
          <w:szCs w:val="22"/>
        </w:rPr>
      </w:pPr>
    </w:p>
    <w:p w:rsidR="00263E9C" w:rsidRDefault="00263E9C" w:rsidP="003E6861"/>
    <w:sectPr w:rsidR="00263E9C" w:rsidSect="008210AF">
      <w:headerReference w:type="default" r:id="rId9"/>
      <w:footerReference w:type="default" r:id="rId10"/>
      <w:pgSz w:w="12240" w:h="15840"/>
      <w:pgMar w:top="1440" w:right="144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4F09" w:rsidRDefault="00364F09">
      <w:pPr>
        <w:pStyle w:val="FootnoteEndnoteSeparator"/>
      </w:pPr>
    </w:p>
  </w:endnote>
  <w:endnote w:type="continuationSeparator" w:id="0">
    <w:p w:rsidR="00364F09" w:rsidRDefault="00364F09">
      <w:pPr>
        <w:pStyle w:val="FootnoteEndnoteSeparato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40007843" w:usb2="00000001" w:usb3="00000000" w:csb0="000001FF" w:csb1="00000000"/>
  </w:font>
  <w:font w:name="KaiTi_GB2312">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F09" w:rsidRDefault="00364F09" w:rsidP="00263E9C">
    <w:pPr>
      <w:pStyle w:val="FolioPSRAName"/>
      <w:framePr w:hSpace="187" w:vSpace="187" w:wrap="around"/>
    </w:pPr>
    <w:r>
      <w:t>PEW RESEARCH CENTER’S GLOBAL ATITTUDES PROJECT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4F09" w:rsidRDefault="00364F09">
      <w:pPr>
        <w:pStyle w:val="FootnoteEndnoteSeparator"/>
      </w:pPr>
    </w:p>
  </w:footnote>
  <w:footnote w:type="continuationSeparator" w:id="0">
    <w:p w:rsidR="00364F09" w:rsidRDefault="00364F09">
      <w:pPr>
        <w:pStyle w:val="FootnoteEndnoteSeparator"/>
      </w:pPr>
    </w:p>
  </w:footnote>
  <w:footnote w:id="1">
    <w:p w:rsidR="00364F09" w:rsidRDefault="00364F09">
      <w:pPr>
        <w:pStyle w:val="FootnoteText"/>
      </w:pPr>
      <w:r>
        <w:rPr>
          <w:rStyle w:val="FootnoteReference"/>
        </w:rPr>
        <w:footnoteRef/>
      </w:r>
      <w:r>
        <w:t xml:space="preserve"> </w:t>
      </w:r>
      <w:r w:rsidRPr="00734985">
        <w:t xml:space="preserve">Due to an administrative error, results for the Palestinian territories are not </w:t>
      </w:r>
      <w:r>
        <w:t>in the dataset</w:t>
      </w:r>
      <w:r w:rsidRPr="00734985">
        <w:t>.</w:t>
      </w:r>
    </w:p>
  </w:footnote>
  <w:footnote w:id="2">
    <w:p w:rsidR="00364F09" w:rsidRDefault="00364F09">
      <w:pPr>
        <w:pStyle w:val="FootnoteText"/>
      </w:pPr>
      <w:r>
        <w:rPr>
          <w:rStyle w:val="FootnoteReference"/>
        </w:rPr>
        <w:footnoteRef/>
      </w:r>
      <w:r>
        <w:t xml:space="preserve"> </w:t>
      </w:r>
      <w:r w:rsidR="00FA10B2" w:rsidRPr="00FA10B2">
        <w:t>In China, this question was mistranslated, rendering the results incomparable to the remaining countries surveyed. For this reason, the data from China has been removed from the questionnaire, dataset, and topline.</w:t>
      </w:r>
      <w:bookmarkStart w:id="0" w:name="_GoBack"/>
      <w:bookmarkEnd w:id="0"/>
    </w:p>
  </w:footnote>
  <w:footnote w:id="3">
    <w:p w:rsidR="00364F09" w:rsidRDefault="00364F09">
      <w:pPr>
        <w:pStyle w:val="FootnoteText"/>
      </w:pPr>
      <w:r>
        <w:rPr>
          <w:rStyle w:val="FootnoteReference"/>
        </w:rPr>
        <w:footnoteRef/>
      </w:r>
      <w:r>
        <w:t xml:space="preserve"> </w:t>
      </w:r>
      <w:r w:rsidRPr="00734985">
        <w:t xml:space="preserve">Due to an administrative error, results for the Palestinian territories are not </w:t>
      </w:r>
      <w:r>
        <w:t>in the dataset</w:t>
      </w:r>
      <w:r w:rsidRPr="00734985">
        <w:t>.</w:t>
      </w:r>
    </w:p>
  </w:footnote>
  <w:footnote w:id="4">
    <w:p w:rsidR="00364F09" w:rsidRDefault="00364F09">
      <w:pPr>
        <w:pStyle w:val="FootnoteText"/>
      </w:pPr>
      <w:r>
        <w:rPr>
          <w:rStyle w:val="FootnoteReference"/>
        </w:rPr>
        <w:footnoteRef/>
      </w:r>
      <w:r>
        <w:t xml:space="preserve"> </w:t>
      </w:r>
      <w:r w:rsidRPr="00734985">
        <w:t xml:space="preserve">Due to an administrative error, results for the Palestinian territories are not </w:t>
      </w:r>
      <w:r>
        <w:t>in the dataset</w:t>
      </w:r>
      <w:r w:rsidRPr="00734985">
        <w:t>.</w:t>
      </w:r>
    </w:p>
  </w:footnote>
  <w:footnote w:id="5">
    <w:p w:rsidR="00364F09" w:rsidRDefault="00364F09">
      <w:pPr>
        <w:pStyle w:val="FootnoteText"/>
      </w:pPr>
      <w:r>
        <w:rPr>
          <w:rStyle w:val="FootnoteReference"/>
        </w:rPr>
        <w:footnoteRef/>
      </w:r>
      <w:r>
        <w:t xml:space="preserve"> </w:t>
      </w:r>
      <w:r w:rsidRPr="00734985">
        <w:t xml:space="preserve">Due to an administrative error, results for the Palestinian territories are not </w:t>
      </w:r>
      <w:r>
        <w:t>in the dataset</w:t>
      </w:r>
      <w:r w:rsidRPr="00734985">
        <w:t>.</w:t>
      </w:r>
    </w:p>
  </w:footnote>
  <w:footnote w:id="6">
    <w:p w:rsidR="00364F09" w:rsidRDefault="00364F09">
      <w:pPr>
        <w:pStyle w:val="FootnoteText"/>
      </w:pPr>
      <w:r>
        <w:rPr>
          <w:rStyle w:val="FootnoteReference"/>
        </w:rPr>
        <w:footnoteRef/>
      </w:r>
      <w:r>
        <w:t xml:space="preserve"> </w:t>
      </w:r>
      <w:r w:rsidRPr="00734985">
        <w:t xml:space="preserve">Due to an administrative error, results for the Palestinian territories are not </w:t>
      </w:r>
      <w:r>
        <w:t>in the dataset</w:t>
      </w:r>
      <w:r w:rsidRPr="00734985">
        <w:t>.</w:t>
      </w:r>
    </w:p>
  </w:footnote>
  <w:footnote w:id="7">
    <w:p w:rsidR="00364F09" w:rsidRDefault="00364F09">
      <w:pPr>
        <w:pStyle w:val="FootnoteText"/>
      </w:pPr>
      <w:r>
        <w:rPr>
          <w:rStyle w:val="FootnoteReference"/>
        </w:rPr>
        <w:footnoteRef/>
      </w:r>
      <w:r>
        <w:t xml:space="preserve"> </w:t>
      </w:r>
      <w:r w:rsidRPr="00734985">
        <w:t xml:space="preserve">Due to an administrative error, results for the Palestinian territories are not </w:t>
      </w:r>
      <w:r>
        <w:t>in the dataset</w:t>
      </w:r>
      <w:r w:rsidRPr="00734985">
        <w:t>.</w:t>
      </w:r>
    </w:p>
  </w:footnote>
  <w:footnote w:id="8">
    <w:p w:rsidR="00364F09" w:rsidRDefault="00364F09">
      <w:pPr>
        <w:pStyle w:val="FootnoteText"/>
      </w:pPr>
      <w:r>
        <w:rPr>
          <w:rStyle w:val="FootnoteReference"/>
        </w:rPr>
        <w:footnoteRef/>
      </w:r>
      <w:r>
        <w:t xml:space="preserve"> </w:t>
      </w:r>
      <w:r w:rsidRPr="00734985">
        <w:t xml:space="preserve">Due to an administrative error, results for the Palestinian territories </w:t>
      </w:r>
      <w:r>
        <w:t xml:space="preserve">and Brazil </w:t>
      </w:r>
      <w:r w:rsidRPr="00734985">
        <w:t xml:space="preserve">are not </w:t>
      </w:r>
      <w:r>
        <w:t>in the dataset</w:t>
      </w:r>
      <w:r w:rsidRPr="00734985">
        <w:t>.</w:t>
      </w:r>
    </w:p>
  </w:footnote>
  <w:footnote w:id="9">
    <w:p w:rsidR="00364F09" w:rsidRDefault="00364F09">
      <w:pPr>
        <w:pStyle w:val="FootnoteText"/>
      </w:pPr>
      <w:r>
        <w:rPr>
          <w:rStyle w:val="FootnoteReference"/>
        </w:rPr>
        <w:footnoteRef/>
      </w:r>
      <w:r>
        <w:t xml:space="preserve"> </w:t>
      </w:r>
      <w:r w:rsidRPr="00734985">
        <w:t xml:space="preserve">Due to an administrative error, results for the Palestinian territories </w:t>
      </w:r>
      <w:r>
        <w:t xml:space="preserve">and Brazil </w:t>
      </w:r>
      <w:r w:rsidRPr="00734985">
        <w:t xml:space="preserve">are not </w:t>
      </w:r>
      <w:r>
        <w:t>in the dataset</w:t>
      </w:r>
      <w:r w:rsidRPr="00734985">
        <w:t>.</w:t>
      </w:r>
    </w:p>
  </w:footnote>
  <w:footnote w:id="10">
    <w:p w:rsidR="00364F09" w:rsidRDefault="00364F09">
      <w:pPr>
        <w:pStyle w:val="FootnoteText"/>
      </w:pPr>
      <w:r>
        <w:rPr>
          <w:rStyle w:val="FootnoteReference"/>
        </w:rPr>
        <w:footnoteRef/>
      </w:r>
      <w:r>
        <w:t xml:space="preserve"> </w:t>
      </w:r>
      <w:r w:rsidRPr="00734985">
        <w:t xml:space="preserve">Due to an administrative error, results for the Palestinian territories </w:t>
      </w:r>
      <w:r>
        <w:t xml:space="preserve">and Brazil </w:t>
      </w:r>
      <w:r w:rsidRPr="00734985">
        <w:t xml:space="preserve">are not </w:t>
      </w:r>
      <w:r>
        <w:t>in the dataset</w:t>
      </w:r>
      <w:r w:rsidRPr="00734985">
        <w:t>.</w:t>
      </w:r>
    </w:p>
  </w:footnote>
  <w:footnote w:id="11">
    <w:p w:rsidR="00364F09" w:rsidRDefault="00364F09">
      <w:pPr>
        <w:pStyle w:val="FootnoteText"/>
      </w:pPr>
      <w:r>
        <w:rPr>
          <w:rStyle w:val="FootnoteReference"/>
        </w:rPr>
        <w:footnoteRef/>
      </w:r>
      <w:r>
        <w:t xml:space="preserve"> </w:t>
      </w:r>
      <w:r w:rsidRPr="00734985">
        <w:t xml:space="preserve">Due to an administrative error, results for the Palestinian territories </w:t>
      </w:r>
      <w:r>
        <w:t xml:space="preserve">and Brazil </w:t>
      </w:r>
      <w:r w:rsidRPr="00734985">
        <w:t xml:space="preserve">are not </w:t>
      </w:r>
      <w:r>
        <w:t>in the dataset</w:t>
      </w:r>
      <w:r w:rsidRPr="00734985">
        <w:t>.</w:t>
      </w:r>
    </w:p>
  </w:footnote>
  <w:footnote w:id="12">
    <w:p w:rsidR="00364F09" w:rsidRDefault="00364F09">
      <w:pPr>
        <w:pStyle w:val="FootnoteText"/>
      </w:pPr>
      <w:r>
        <w:rPr>
          <w:rStyle w:val="FootnoteReference"/>
        </w:rPr>
        <w:footnoteRef/>
      </w:r>
      <w:r>
        <w:t xml:space="preserve"> </w:t>
      </w:r>
      <w:r w:rsidRPr="00734985">
        <w:t xml:space="preserve">Due to an administrative error, results for the Palestinian territories </w:t>
      </w:r>
      <w:r>
        <w:t xml:space="preserve">and Brazil </w:t>
      </w:r>
      <w:r w:rsidRPr="00734985">
        <w:t xml:space="preserve">are not </w:t>
      </w:r>
      <w:r>
        <w:t>in the dataset</w:t>
      </w:r>
      <w:r w:rsidRPr="00734985">
        <w:t>.</w:t>
      </w:r>
    </w:p>
  </w:footnote>
  <w:footnote w:id="13">
    <w:p w:rsidR="00364F09" w:rsidRDefault="00364F09">
      <w:pPr>
        <w:pStyle w:val="FootnoteText"/>
      </w:pPr>
      <w:r>
        <w:rPr>
          <w:rStyle w:val="FootnoteReference"/>
        </w:rPr>
        <w:footnoteRef/>
      </w:r>
      <w:r>
        <w:t xml:space="preserve"> </w:t>
      </w:r>
      <w:r w:rsidRPr="00734985">
        <w:t xml:space="preserve">Due to an administrative error, results for the Palestinian territories are not </w:t>
      </w:r>
      <w:r>
        <w:t>in the dataset</w:t>
      </w:r>
      <w:r w:rsidRPr="00734985">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F09" w:rsidRDefault="00364F09">
    <w:pPr>
      <w:pStyle w:val="FolioPageNumber"/>
      <w:framePr w:wrap="around"/>
    </w:pPr>
    <w:r>
      <w:fldChar w:fldCharType="begin"/>
    </w:r>
    <w:r>
      <w:instrText xml:space="preserve"> PAGE  \* MERGEFORMAT </w:instrText>
    </w:r>
    <w:r>
      <w:fldChar w:fldCharType="separate"/>
    </w:r>
    <w:r w:rsidR="00FA10B2">
      <w:rPr>
        <w:noProof/>
      </w:rPr>
      <w:t>11</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D4BD1"/>
    <w:multiLevelType w:val="hybridMultilevel"/>
    <w:tmpl w:val="FE385B40"/>
    <w:lvl w:ilvl="0" w:tplc="24E82B6A">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15DE2547"/>
    <w:multiLevelType w:val="singleLevel"/>
    <w:tmpl w:val="E2E4C010"/>
    <w:lvl w:ilvl="0">
      <w:start w:val="1"/>
      <w:numFmt w:val="decimal"/>
      <w:pStyle w:val="SidebarBulletList"/>
      <w:lvlText w:val=""/>
      <w:lvlJc w:val="left"/>
      <w:pPr>
        <w:tabs>
          <w:tab w:val="num" w:pos="180"/>
        </w:tabs>
        <w:ind w:left="180" w:hanging="180"/>
      </w:pPr>
      <w:rPr>
        <w:rFonts w:ascii="Wingdings" w:hAnsi="Wingdings" w:hint="default"/>
        <w:position w:val="2"/>
        <w:sz w:val="10"/>
      </w:rPr>
    </w:lvl>
  </w:abstractNum>
  <w:abstractNum w:abstractNumId="2">
    <w:nsid w:val="25D47D24"/>
    <w:multiLevelType w:val="hybridMultilevel"/>
    <w:tmpl w:val="1460EC84"/>
    <w:lvl w:ilvl="0" w:tplc="A8D452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19412D"/>
    <w:multiLevelType w:val="hybridMultilevel"/>
    <w:tmpl w:val="0F0EDCA2"/>
    <w:lvl w:ilvl="0" w:tplc="73421DFE">
      <w:start w:val="1"/>
      <w:numFmt w:val="decimal"/>
      <w:lvlText w:val="%1"/>
      <w:lvlJc w:val="left"/>
      <w:pPr>
        <w:ind w:left="2646" w:hanging="360"/>
      </w:pPr>
      <w:rPr>
        <w:rFonts w:hint="default"/>
      </w:rPr>
    </w:lvl>
    <w:lvl w:ilvl="1" w:tplc="04090019" w:tentative="1">
      <w:start w:val="1"/>
      <w:numFmt w:val="lowerLetter"/>
      <w:lvlText w:val="%2."/>
      <w:lvlJc w:val="left"/>
      <w:pPr>
        <w:ind w:left="3366" w:hanging="360"/>
      </w:pPr>
    </w:lvl>
    <w:lvl w:ilvl="2" w:tplc="0409001B" w:tentative="1">
      <w:start w:val="1"/>
      <w:numFmt w:val="lowerRoman"/>
      <w:lvlText w:val="%3."/>
      <w:lvlJc w:val="right"/>
      <w:pPr>
        <w:ind w:left="4086" w:hanging="180"/>
      </w:pPr>
    </w:lvl>
    <w:lvl w:ilvl="3" w:tplc="0409000F" w:tentative="1">
      <w:start w:val="1"/>
      <w:numFmt w:val="decimal"/>
      <w:lvlText w:val="%4."/>
      <w:lvlJc w:val="left"/>
      <w:pPr>
        <w:ind w:left="4806" w:hanging="360"/>
      </w:pPr>
    </w:lvl>
    <w:lvl w:ilvl="4" w:tplc="04090019" w:tentative="1">
      <w:start w:val="1"/>
      <w:numFmt w:val="lowerLetter"/>
      <w:lvlText w:val="%5."/>
      <w:lvlJc w:val="left"/>
      <w:pPr>
        <w:ind w:left="5526" w:hanging="360"/>
      </w:pPr>
    </w:lvl>
    <w:lvl w:ilvl="5" w:tplc="0409001B" w:tentative="1">
      <w:start w:val="1"/>
      <w:numFmt w:val="lowerRoman"/>
      <w:lvlText w:val="%6."/>
      <w:lvlJc w:val="right"/>
      <w:pPr>
        <w:ind w:left="6246" w:hanging="180"/>
      </w:pPr>
    </w:lvl>
    <w:lvl w:ilvl="6" w:tplc="0409000F" w:tentative="1">
      <w:start w:val="1"/>
      <w:numFmt w:val="decimal"/>
      <w:lvlText w:val="%7."/>
      <w:lvlJc w:val="left"/>
      <w:pPr>
        <w:ind w:left="6966" w:hanging="360"/>
      </w:pPr>
    </w:lvl>
    <w:lvl w:ilvl="7" w:tplc="04090019" w:tentative="1">
      <w:start w:val="1"/>
      <w:numFmt w:val="lowerLetter"/>
      <w:lvlText w:val="%8."/>
      <w:lvlJc w:val="left"/>
      <w:pPr>
        <w:ind w:left="7686" w:hanging="360"/>
      </w:pPr>
    </w:lvl>
    <w:lvl w:ilvl="8" w:tplc="0409001B" w:tentative="1">
      <w:start w:val="1"/>
      <w:numFmt w:val="lowerRoman"/>
      <w:lvlText w:val="%9."/>
      <w:lvlJc w:val="right"/>
      <w:pPr>
        <w:ind w:left="8406" w:hanging="180"/>
      </w:pPr>
    </w:lvl>
  </w:abstractNum>
  <w:abstractNum w:abstractNumId="4">
    <w:nsid w:val="2F0C16F7"/>
    <w:multiLevelType w:val="hybridMultilevel"/>
    <w:tmpl w:val="ACFA8D92"/>
    <w:lvl w:ilvl="0" w:tplc="7CDCA670">
      <w:start w:val="1"/>
      <w:numFmt w:val="decimal"/>
      <w:lvlText w:val="%1"/>
      <w:lvlJc w:val="left"/>
      <w:pPr>
        <w:ind w:left="1440" w:hanging="675"/>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5">
    <w:nsid w:val="36E70A9D"/>
    <w:multiLevelType w:val="hybridMultilevel"/>
    <w:tmpl w:val="7CD0DD54"/>
    <w:lvl w:ilvl="0" w:tplc="7C6A7CC6">
      <w:start w:val="5"/>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D052A7D"/>
    <w:multiLevelType w:val="hybridMultilevel"/>
    <w:tmpl w:val="874CEB94"/>
    <w:lvl w:ilvl="0" w:tplc="419C512C">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FA01512"/>
    <w:multiLevelType w:val="hybridMultilevel"/>
    <w:tmpl w:val="1F460F92"/>
    <w:lvl w:ilvl="0" w:tplc="B9AC7774">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nsid w:val="486F1E7D"/>
    <w:multiLevelType w:val="hybridMultilevel"/>
    <w:tmpl w:val="AF5AA7C2"/>
    <w:lvl w:ilvl="0" w:tplc="F65E2E0A">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4BCF04D5"/>
    <w:multiLevelType w:val="hybridMultilevel"/>
    <w:tmpl w:val="F1725AE2"/>
    <w:lvl w:ilvl="0" w:tplc="EE7E1C66">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0">
    <w:nsid w:val="4F2B6A19"/>
    <w:multiLevelType w:val="hybridMultilevel"/>
    <w:tmpl w:val="1B1C7A46"/>
    <w:lvl w:ilvl="0" w:tplc="CCCE8CF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01F789C"/>
    <w:multiLevelType w:val="hybridMultilevel"/>
    <w:tmpl w:val="280A53F0"/>
    <w:lvl w:ilvl="0" w:tplc="C45EF3EC">
      <w:start w:val="1"/>
      <w:numFmt w:val="decimal"/>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
    <w:nsid w:val="5A640614"/>
    <w:multiLevelType w:val="singleLevel"/>
    <w:tmpl w:val="BC34A660"/>
    <w:lvl w:ilvl="0">
      <w:start w:val="1"/>
      <w:numFmt w:val="decimal"/>
      <w:pStyle w:val="ReportBulletList"/>
      <w:lvlText w:val=""/>
      <w:lvlJc w:val="left"/>
      <w:pPr>
        <w:tabs>
          <w:tab w:val="num" w:pos="720"/>
        </w:tabs>
        <w:ind w:left="720" w:hanging="240"/>
      </w:pPr>
      <w:rPr>
        <w:rFonts w:ascii="Wingdings" w:hAnsi="Wingdings" w:hint="default"/>
        <w:position w:val="2"/>
        <w:sz w:val="14"/>
      </w:rPr>
    </w:lvl>
  </w:abstractNum>
  <w:abstractNum w:abstractNumId="13">
    <w:nsid w:val="5DE26B6D"/>
    <w:multiLevelType w:val="hybridMultilevel"/>
    <w:tmpl w:val="2FC624A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208272A"/>
    <w:multiLevelType w:val="hybridMultilevel"/>
    <w:tmpl w:val="91A2A22C"/>
    <w:lvl w:ilvl="0" w:tplc="88500A8A">
      <w:start w:val="1"/>
      <w:numFmt w:val="decimal"/>
      <w:lvlText w:val="%1"/>
      <w:lvlJc w:val="left"/>
      <w:pPr>
        <w:ind w:left="1455" w:hanging="7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77611644"/>
    <w:multiLevelType w:val="hybridMultilevel"/>
    <w:tmpl w:val="A21A4BFA"/>
    <w:lvl w:ilvl="0" w:tplc="A096449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C080179"/>
    <w:multiLevelType w:val="hybridMultilevel"/>
    <w:tmpl w:val="45D68A6E"/>
    <w:lvl w:ilvl="0" w:tplc="0EB82412">
      <w:start w:val="1"/>
      <w:numFmt w:val="lowerLetter"/>
      <w:lvlText w:val="%1."/>
      <w:lvlJc w:val="left"/>
      <w:pPr>
        <w:tabs>
          <w:tab w:val="num" w:pos="1080"/>
        </w:tabs>
        <w:ind w:left="1080" w:hanging="360"/>
      </w:pPr>
      <w:rPr>
        <w:rFonts w:ascii="Tahoma" w:hAnsi="Tahoma" w:cs="Tahoma" w:hint="default"/>
        <w:b/>
        <w:i w:val="0"/>
        <w:sz w:val="16"/>
        <w:szCs w:val="16"/>
      </w:rPr>
    </w:lvl>
    <w:lvl w:ilvl="1" w:tplc="97980B28">
      <w:start w:val="1"/>
      <w:numFmt w:val="lowerRoman"/>
      <w:lvlText w:val="%2."/>
      <w:lvlJc w:val="left"/>
      <w:pPr>
        <w:tabs>
          <w:tab w:val="num" w:pos="1080"/>
        </w:tabs>
        <w:ind w:left="1080" w:hanging="720"/>
      </w:pPr>
      <w:rPr>
        <w:rFonts w:ascii="Tahoma" w:hAnsi="Tahoma" w:cs="Tahoma" w:hint="default"/>
        <w:b/>
        <w:i w:val="0"/>
        <w:sz w:val="16"/>
        <w:szCs w:val="20"/>
      </w:r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num w:numId="1">
    <w:abstractNumId w:val="12"/>
  </w:num>
  <w:num w:numId="2">
    <w:abstractNumId w:val="1"/>
  </w:num>
  <w:num w:numId="3">
    <w:abstractNumId w:val="2"/>
  </w:num>
  <w:num w:numId="4">
    <w:abstractNumId w:val="3"/>
  </w:num>
  <w:num w:numId="5">
    <w:abstractNumId w:val="16"/>
  </w:num>
  <w:num w:numId="6">
    <w:abstractNumId w:val="4"/>
  </w:num>
  <w:num w:numId="7">
    <w:abstractNumId w:val="10"/>
  </w:num>
  <w:num w:numId="8">
    <w:abstractNumId w:val="15"/>
  </w:num>
  <w:num w:numId="9">
    <w:abstractNumId w:val="8"/>
  </w:num>
  <w:num w:numId="10">
    <w:abstractNumId w:val="13"/>
  </w:num>
  <w:num w:numId="11">
    <w:abstractNumId w:val="9"/>
  </w:num>
  <w:num w:numId="12">
    <w:abstractNumId w:val="0"/>
  </w:num>
  <w:num w:numId="13">
    <w:abstractNumId w:val="5"/>
  </w:num>
  <w:num w:numId="14">
    <w:abstractNumId w:val="7"/>
  </w:num>
  <w:num w:numId="15">
    <w:abstractNumId w:val="11"/>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5"/>
  <w:displayVerticalDrawingGridEvery w:val="2"/>
  <w:noPunctuationKerning/>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E790E"/>
    <w:rsid w:val="00010020"/>
    <w:rsid w:val="0001189D"/>
    <w:rsid w:val="0001293B"/>
    <w:rsid w:val="00013228"/>
    <w:rsid w:val="000269A8"/>
    <w:rsid w:val="00037947"/>
    <w:rsid w:val="00040973"/>
    <w:rsid w:val="00042F2B"/>
    <w:rsid w:val="00046BD7"/>
    <w:rsid w:val="00050D3E"/>
    <w:rsid w:val="000513CB"/>
    <w:rsid w:val="00051D0E"/>
    <w:rsid w:val="00051EA1"/>
    <w:rsid w:val="0005310A"/>
    <w:rsid w:val="000539C8"/>
    <w:rsid w:val="00053C31"/>
    <w:rsid w:val="000540A1"/>
    <w:rsid w:val="0006676A"/>
    <w:rsid w:val="00070B65"/>
    <w:rsid w:val="00071AC1"/>
    <w:rsid w:val="00080AB8"/>
    <w:rsid w:val="00080FE3"/>
    <w:rsid w:val="00084DE9"/>
    <w:rsid w:val="00091AB1"/>
    <w:rsid w:val="00094E17"/>
    <w:rsid w:val="00095C7A"/>
    <w:rsid w:val="000A6CA7"/>
    <w:rsid w:val="000B18FF"/>
    <w:rsid w:val="000B7FB7"/>
    <w:rsid w:val="000C3DA3"/>
    <w:rsid w:val="000C3FE2"/>
    <w:rsid w:val="000C4952"/>
    <w:rsid w:val="000D05D0"/>
    <w:rsid w:val="000D148F"/>
    <w:rsid w:val="000D3705"/>
    <w:rsid w:val="000D4E32"/>
    <w:rsid w:val="000D70C1"/>
    <w:rsid w:val="000E3DDF"/>
    <w:rsid w:val="000E5258"/>
    <w:rsid w:val="000F48A6"/>
    <w:rsid w:val="000F5903"/>
    <w:rsid w:val="000F68D2"/>
    <w:rsid w:val="001022DA"/>
    <w:rsid w:val="001025C3"/>
    <w:rsid w:val="00110B6F"/>
    <w:rsid w:val="00110C89"/>
    <w:rsid w:val="00112607"/>
    <w:rsid w:val="00124197"/>
    <w:rsid w:val="00125239"/>
    <w:rsid w:val="00127613"/>
    <w:rsid w:val="0013248A"/>
    <w:rsid w:val="001347F5"/>
    <w:rsid w:val="00134A23"/>
    <w:rsid w:val="00135978"/>
    <w:rsid w:val="00136B43"/>
    <w:rsid w:val="001414EB"/>
    <w:rsid w:val="001416C1"/>
    <w:rsid w:val="0014372C"/>
    <w:rsid w:val="00145F8F"/>
    <w:rsid w:val="001473E4"/>
    <w:rsid w:val="00151A82"/>
    <w:rsid w:val="00151E46"/>
    <w:rsid w:val="00154437"/>
    <w:rsid w:val="0015675F"/>
    <w:rsid w:val="001621DA"/>
    <w:rsid w:val="00166BC0"/>
    <w:rsid w:val="001734D5"/>
    <w:rsid w:val="00175C3B"/>
    <w:rsid w:val="0017626D"/>
    <w:rsid w:val="00180089"/>
    <w:rsid w:val="00191A57"/>
    <w:rsid w:val="00193777"/>
    <w:rsid w:val="00193DD4"/>
    <w:rsid w:val="001A0801"/>
    <w:rsid w:val="001A7215"/>
    <w:rsid w:val="001B1D86"/>
    <w:rsid w:val="001C668C"/>
    <w:rsid w:val="001D07A7"/>
    <w:rsid w:val="001D1708"/>
    <w:rsid w:val="001D4693"/>
    <w:rsid w:val="001D5042"/>
    <w:rsid w:val="001D5855"/>
    <w:rsid w:val="001E5FE0"/>
    <w:rsid w:val="001E7E8A"/>
    <w:rsid w:val="002020A8"/>
    <w:rsid w:val="00205EE5"/>
    <w:rsid w:val="002129B4"/>
    <w:rsid w:val="00214D13"/>
    <w:rsid w:val="00216EC0"/>
    <w:rsid w:val="00221610"/>
    <w:rsid w:val="00234283"/>
    <w:rsid w:val="002373AE"/>
    <w:rsid w:val="00242F4E"/>
    <w:rsid w:val="00246430"/>
    <w:rsid w:val="00247981"/>
    <w:rsid w:val="00263E9C"/>
    <w:rsid w:val="00265140"/>
    <w:rsid w:val="002667B9"/>
    <w:rsid w:val="00273AD7"/>
    <w:rsid w:val="002824B5"/>
    <w:rsid w:val="00283F06"/>
    <w:rsid w:val="002862A1"/>
    <w:rsid w:val="0029230C"/>
    <w:rsid w:val="0029565F"/>
    <w:rsid w:val="002A00E8"/>
    <w:rsid w:val="002A4D21"/>
    <w:rsid w:val="002A6CB2"/>
    <w:rsid w:val="002B460C"/>
    <w:rsid w:val="002C667F"/>
    <w:rsid w:val="002C709A"/>
    <w:rsid w:val="002D1A35"/>
    <w:rsid w:val="002D24AD"/>
    <w:rsid w:val="002D5AA2"/>
    <w:rsid w:val="002E70F7"/>
    <w:rsid w:val="00300AAE"/>
    <w:rsid w:val="0030123B"/>
    <w:rsid w:val="0030323A"/>
    <w:rsid w:val="003079AD"/>
    <w:rsid w:val="00310D7A"/>
    <w:rsid w:val="0031268F"/>
    <w:rsid w:val="00312907"/>
    <w:rsid w:val="0031393F"/>
    <w:rsid w:val="00315DF1"/>
    <w:rsid w:val="00317026"/>
    <w:rsid w:val="003378F9"/>
    <w:rsid w:val="00342D63"/>
    <w:rsid w:val="003441C0"/>
    <w:rsid w:val="003446AF"/>
    <w:rsid w:val="00347235"/>
    <w:rsid w:val="003538FE"/>
    <w:rsid w:val="003546D9"/>
    <w:rsid w:val="00360847"/>
    <w:rsid w:val="00360C65"/>
    <w:rsid w:val="00364F09"/>
    <w:rsid w:val="0036674D"/>
    <w:rsid w:val="0036790C"/>
    <w:rsid w:val="00374BE2"/>
    <w:rsid w:val="00380B21"/>
    <w:rsid w:val="00386EEC"/>
    <w:rsid w:val="00390974"/>
    <w:rsid w:val="00394CF4"/>
    <w:rsid w:val="00395231"/>
    <w:rsid w:val="003A71E8"/>
    <w:rsid w:val="003B3905"/>
    <w:rsid w:val="003C106E"/>
    <w:rsid w:val="003C180F"/>
    <w:rsid w:val="003C574B"/>
    <w:rsid w:val="003C66DD"/>
    <w:rsid w:val="003D61D8"/>
    <w:rsid w:val="003E1024"/>
    <w:rsid w:val="003E47BC"/>
    <w:rsid w:val="003E6861"/>
    <w:rsid w:val="003F00A1"/>
    <w:rsid w:val="003F305B"/>
    <w:rsid w:val="003F56EB"/>
    <w:rsid w:val="003F79E9"/>
    <w:rsid w:val="0040219C"/>
    <w:rsid w:val="00413512"/>
    <w:rsid w:val="00417438"/>
    <w:rsid w:val="00420104"/>
    <w:rsid w:val="00431508"/>
    <w:rsid w:val="00441231"/>
    <w:rsid w:val="00443D8D"/>
    <w:rsid w:val="004455FA"/>
    <w:rsid w:val="004458CC"/>
    <w:rsid w:val="004515B0"/>
    <w:rsid w:val="0046005B"/>
    <w:rsid w:val="004633E4"/>
    <w:rsid w:val="004661A0"/>
    <w:rsid w:val="0048352C"/>
    <w:rsid w:val="00486133"/>
    <w:rsid w:val="00486F58"/>
    <w:rsid w:val="00487AC0"/>
    <w:rsid w:val="00495BB2"/>
    <w:rsid w:val="004976BE"/>
    <w:rsid w:val="004A28EB"/>
    <w:rsid w:val="004A29B0"/>
    <w:rsid w:val="004A2D0B"/>
    <w:rsid w:val="004A6576"/>
    <w:rsid w:val="004B0412"/>
    <w:rsid w:val="004B0B91"/>
    <w:rsid w:val="004B0FEB"/>
    <w:rsid w:val="004B6591"/>
    <w:rsid w:val="004C5D7A"/>
    <w:rsid w:val="004C684C"/>
    <w:rsid w:val="004C73ED"/>
    <w:rsid w:val="004D357D"/>
    <w:rsid w:val="004D562B"/>
    <w:rsid w:val="004E670B"/>
    <w:rsid w:val="004E79CA"/>
    <w:rsid w:val="004F4F25"/>
    <w:rsid w:val="0050280D"/>
    <w:rsid w:val="005067E6"/>
    <w:rsid w:val="00507CC2"/>
    <w:rsid w:val="0051015F"/>
    <w:rsid w:val="00510DA8"/>
    <w:rsid w:val="00510EDA"/>
    <w:rsid w:val="0051246D"/>
    <w:rsid w:val="0051404A"/>
    <w:rsid w:val="00524357"/>
    <w:rsid w:val="005272A3"/>
    <w:rsid w:val="00532626"/>
    <w:rsid w:val="0053619E"/>
    <w:rsid w:val="0054285B"/>
    <w:rsid w:val="00546D19"/>
    <w:rsid w:val="005472AE"/>
    <w:rsid w:val="0054798F"/>
    <w:rsid w:val="00550628"/>
    <w:rsid w:val="00553194"/>
    <w:rsid w:val="00556CE6"/>
    <w:rsid w:val="00563724"/>
    <w:rsid w:val="00564F2B"/>
    <w:rsid w:val="005705E1"/>
    <w:rsid w:val="00573B9A"/>
    <w:rsid w:val="00574251"/>
    <w:rsid w:val="00574A20"/>
    <w:rsid w:val="005802C6"/>
    <w:rsid w:val="005811E2"/>
    <w:rsid w:val="005815D9"/>
    <w:rsid w:val="005849C8"/>
    <w:rsid w:val="005856B8"/>
    <w:rsid w:val="00586FA7"/>
    <w:rsid w:val="00587143"/>
    <w:rsid w:val="005938DD"/>
    <w:rsid w:val="005942BE"/>
    <w:rsid w:val="005A06EE"/>
    <w:rsid w:val="005B120F"/>
    <w:rsid w:val="005B5F1F"/>
    <w:rsid w:val="005C1167"/>
    <w:rsid w:val="005C2CFE"/>
    <w:rsid w:val="005C618F"/>
    <w:rsid w:val="005C6290"/>
    <w:rsid w:val="005D61C9"/>
    <w:rsid w:val="005F2DEC"/>
    <w:rsid w:val="005F6698"/>
    <w:rsid w:val="006025BB"/>
    <w:rsid w:val="00604751"/>
    <w:rsid w:val="0060610B"/>
    <w:rsid w:val="00606B8D"/>
    <w:rsid w:val="006157E6"/>
    <w:rsid w:val="00616763"/>
    <w:rsid w:val="00624F99"/>
    <w:rsid w:val="006330B9"/>
    <w:rsid w:val="00635127"/>
    <w:rsid w:val="00635B2E"/>
    <w:rsid w:val="0064379D"/>
    <w:rsid w:val="00644D7F"/>
    <w:rsid w:val="00644EDB"/>
    <w:rsid w:val="00646BD4"/>
    <w:rsid w:val="006479C1"/>
    <w:rsid w:val="006502E8"/>
    <w:rsid w:val="00650E94"/>
    <w:rsid w:val="006521BF"/>
    <w:rsid w:val="00660F15"/>
    <w:rsid w:val="00665E95"/>
    <w:rsid w:val="00670DC6"/>
    <w:rsid w:val="0068314D"/>
    <w:rsid w:val="00693018"/>
    <w:rsid w:val="00696DEF"/>
    <w:rsid w:val="006A16CC"/>
    <w:rsid w:val="006B024F"/>
    <w:rsid w:val="006B3DDE"/>
    <w:rsid w:val="006C02BC"/>
    <w:rsid w:val="006C0A3D"/>
    <w:rsid w:val="006C3C2C"/>
    <w:rsid w:val="006C62BA"/>
    <w:rsid w:val="006C75F9"/>
    <w:rsid w:val="006D0771"/>
    <w:rsid w:val="006E4032"/>
    <w:rsid w:val="006E4E71"/>
    <w:rsid w:val="006E4E96"/>
    <w:rsid w:val="006E790E"/>
    <w:rsid w:val="006F60EB"/>
    <w:rsid w:val="00707977"/>
    <w:rsid w:val="00707A62"/>
    <w:rsid w:val="0071331C"/>
    <w:rsid w:val="007222B8"/>
    <w:rsid w:val="0072369D"/>
    <w:rsid w:val="00727C1E"/>
    <w:rsid w:val="00730C35"/>
    <w:rsid w:val="00734633"/>
    <w:rsid w:val="00734985"/>
    <w:rsid w:val="007430EC"/>
    <w:rsid w:val="00743A14"/>
    <w:rsid w:val="007457C7"/>
    <w:rsid w:val="00757494"/>
    <w:rsid w:val="00762562"/>
    <w:rsid w:val="00762DFB"/>
    <w:rsid w:val="007652CF"/>
    <w:rsid w:val="007675F6"/>
    <w:rsid w:val="00775864"/>
    <w:rsid w:val="00775CFE"/>
    <w:rsid w:val="0077626D"/>
    <w:rsid w:val="00777146"/>
    <w:rsid w:val="0077769D"/>
    <w:rsid w:val="00786955"/>
    <w:rsid w:val="00791387"/>
    <w:rsid w:val="00793CEC"/>
    <w:rsid w:val="007940BC"/>
    <w:rsid w:val="00797072"/>
    <w:rsid w:val="0079734D"/>
    <w:rsid w:val="00797A0C"/>
    <w:rsid w:val="007A1437"/>
    <w:rsid w:val="007A2FAC"/>
    <w:rsid w:val="007B72D1"/>
    <w:rsid w:val="007C1ED3"/>
    <w:rsid w:val="007C6E0A"/>
    <w:rsid w:val="007C7867"/>
    <w:rsid w:val="007D63B5"/>
    <w:rsid w:val="007E2F21"/>
    <w:rsid w:val="008015FE"/>
    <w:rsid w:val="008022C3"/>
    <w:rsid w:val="00811F29"/>
    <w:rsid w:val="00813F76"/>
    <w:rsid w:val="00815BAC"/>
    <w:rsid w:val="00820C90"/>
    <w:rsid w:val="008210AF"/>
    <w:rsid w:val="008222C7"/>
    <w:rsid w:val="008239FB"/>
    <w:rsid w:val="00824D71"/>
    <w:rsid w:val="008306CA"/>
    <w:rsid w:val="00834747"/>
    <w:rsid w:val="0083602C"/>
    <w:rsid w:val="008379CA"/>
    <w:rsid w:val="00842D13"/>
    <w:rsid w:val="00844E3E"/>
    <w:rsid w:val="00845C18"/>
    <w:rsid w:val="00853240"/>
    <w:rsid w:val="00857214"/>
    <w:rsid w:val="00862E4B"/>
    <w:rsid w:val="00876C16"/>
    <w:rsid w:val="00877363"/>
    <w:rsid w:val="00877DAA"/>
    <w:rsid w:val="008859AC"/>
    <w:rsid w:val="008864A7"/>
    <w:rsid w:val="00897A1A"/>
    <w:rsid w:val="008A131F"/>
    <w:rsid w:val="008A35BD"/>
    <w:rsid w:val="008A3980"/>
    <w:rsid w:val="008A7A93"/>
    <w:rsid w:val="008B0DF8"/>
    <w:rsid w:val="008B2841"/>
    <w:rsid w:val="008C1B31"/>
    <w:rsid w:val="008C715B"/>
    <w:rsid w:val="008C7467"/>
    <w:rsid w:val="008C7659"/>
    <w:rsid w:val="008D2C45"/>
    <w:rsid w:val="008E01C8"/>
    <w:rsid w:val="008E24E4"/>
    <w:rsid w:val="008E51CD"/>
    <w:rsid w:val="008E53F5"/>
    <w:rsid w:val="008F2E49"/>
    <w:rsid w:val="008F3E52"/>
    <w:rsid w:val="008F4BC9"/>
    <w:rsid w:val="008F75EF"/>
    <w:rsid w:val="009015E0"/>
    <w:rsid w:val="00902934"/>
    <w:rsid w:val="00902E16"/>
    <w:rsid w:val="00906AFD"/>
    <w:rsid w:val="009077B6"/>
    <w:rsid w:val="00920897"/>
    <w:rsid w:val="00925365"/>
    <w:rsid w:val="009267EA"/>
    <w:rsid w:val="0093234B"/>
    <w:rsid w:val="00933897"/>
    <w:rsid w:val="00935575"/>
    <w:rsid w:val="00935995"/>
    <w:rsid w:val="00941710"/>
    <w:rsid w:val="00943362"/>
    <w:rsid w:val="009437F7"/>
    <w:rsid w:val="00945CC4"/>
    <w:rsid w:val="009502FB"/>
    <w:rsid w:val="0095646A"/>
    <w:rsid w:val="0096184A"/>
    <w:rsid w:val="00973B9F"/>
    <w:rsid w:val="00974844"/>
    <w:rsid w:val="00985578"/>
    <w:rsid w:val="00987D19"/>
    <w:rsid w:val="009952BD"/>
    <w:rsid w:val="00996871"/>
    <w:rsid w:val="009A0CE1"/>
    <w:rsid w:val="009B19D0"/>
    <w:rsid w:val="009B2048"/>
    <w:rsid w:val="009B7260"/>
    <w:rsid w:val="009C489D"/>
    <w:rsid w:val="009C4BE0"/>
    <w:rsid w:val="009C4C5C"/>
    <w:rsid w:val="009D0B84"/>
    <w:rsid w:val="009D1BCB"/>
    <w:rsid w:val="009D7360"/>
    <w:rsid w:val="009E06F5"/>
    <w:rsid w:val="009E1142"/>
    <w:rsid w:val="009E2841"/>
    <w:rsid w:val="009E6607"/>
    <w:rsid w:val="009F2928"/>
    <w:rsid w:val="009F32DA"/>
    <w:rsid w:val="009F4D7C"/>
    <w:rsid w:val="00A00B4D"/>
    <w:rsid w:val="00A02A13"/>
    <w:rsid w:val="00A052EA"/>
    <w:rsid w:val="00A1025E"/>
    <w:rsid w:val="00A124C9"/>
    <w:rsid w:val="00A16915"/>
    <w:rsid w:val="00A17397"/>
    <w:rsid w:val="00A22414"/>
    <w:rsid w:val="00A24193"/>
    <w:rsid w:val="00A26638"/>
    <w:rsid w:val="00A32874"/>
    <w:rsid w:val="00A36D91"/>
    <w:rsid w:val="00A36E8D"/>
    <w:rsid w:val="00A408D3"/>
    <w:rsid w:val="00A42464"/>
    <w:rsid w:val="00A461AB"/>
    <w:rsid w:val="00A46A64"/>
    <w:rsid w:val="00A508F3"/>
    <w:rsid w:val="00A52881"/>
    <w:rsid w:val="00A54628"/>
    <w:rsid w:val="00A54A77"/>
    <w:rsid w:val="00A54BF1"/>
    <w:rsid w:val="00A54C72"/>
    <w:rsid w:val="00A55C71"/>
    <w:rsid w:val="00A56E2C"/>
    <w:rsid w:val="00A61596"/>
    <w:rsid w:val="00A63227"/>
    <w:rsid w:val="00A70386"/>
    <w:rsid w:val="00A71BAE"/>
    <w:rsid w:val="00A841B6"/>
    <w:rsid w:val="00A873E4"/>
    <w:rsid w:val="00A92215"/>
    <w:rsid w:val="00A94EF8"/>
    <w:rsid w:val="00A97140"/>
    <w:rsid w:val="00AA03CE"/>
    <w:rsid w:val="00AA1FD8"/>
    <w:rsid w:val="00AA4E66"/>
    <w:rsid w:val="00AB7115"/>
    <w:rsid w:val="00AB7A70"/>
    <w:rsid w:val="00AC15E5"/>
    <w:rsid w:val="00AC3C1F"/>
    <w:rsid w:val="00AC3C54"/>
    <w:rsid w:val="00AC4010"/>
    <w:rsid w:val="00AC44D8"/>
    <w:rsid w:val="00AD5ACD"/>
    <w:rsid w:val="00AD6BD2"/>
    <w:rsid w:val="00AE19AA"/>
    <w:rsid w:val="00AE22BC"/>
    <w:rsid w:val="00AE4D47"/>
    <w:rsid w:val="00AF067D"/>
    <w:rsid w:val="00AF3D33"/>
    <w:rsid w:val="00AF4946"/>
    <w:rsid w:val="00AF4CDF"/>
    <w:rsid w:val="00AF5166"/>
    <w:rsid w:val="00B01DCC"/>
    <w:rsid w:val="00B03813"/>
    <w:rsid w:val="00B111B9"/>
    <w:rsid w:val="00B122BE"/>
    <w:rsid w:val="00B12ECA"/>
    <w:rsid w:val="00B17273"/>
    <w:rsid w:val="00B377CB"/>
    <w:rsid w:val="00B379B1"/>
    <w:rsid w:val="00B45E7B"/>
    <w:rsid w:val="00B52B09"/>
    <w:rsid w:val="00B55B61"/>
    <w:rsid w:val="00B63A64"/>
    <w:rsid w:val="00B64D41"/>
    <w:rsid w:val="00B65D41"/>
    <w:rsid w:val="00B65D47"/>
    <w:rsid w:val="00B6722C"/>
    <w:rsid w:val="00B702B0"/>
    <w:rsid w:val="00B70C5F"/>
    <w:rsid w:val="00B71466"/>
    <w:rsid w:val="00B74B40"/>
    <w:rsid w:val="00B75CEE"/>
    <w:rsid w:val="00B763FD"/>
    <w:rsid w:val="00B84C96"/>
    <w:rsid w:val="00B84F3C"/>
    <w:rsid w:val="00B90228"/>
    <w:rsid w:val="00B90820"/>
    <w:rsid w:val="00B95F3B"/>
    <w:rsid w:val="00B97E7A"/>
    <w:rsid w:val="00BA0803"/>
    <w:rsid w:val="00BB288E"/>
    <w:rsid w:val="00BB3012"/>
    <w:rsid w:val="00BB4937"/>
    <w:rsid w:val="00BB4CF5"/>
    <w:rsid w:val="00BB5069"/>
    <w:rsid w:val="00BB50A0"/>
    <w:rsid w:val="00BB69EB"/>
    <w:rsid w:val="00BD2F01"/>
    <w:rsid w:val="00BD4EDF"/>
    <w:rsid w:val="00BD5C3B"/>
    <w:rsid w:val="00BD66A2"/>
    <w:rsid w:val="00BD77A7"/>
    <w:rsid w:val="00BE0FEE"/>
    <w:rsid w:val="00BE3E33"/>
    <w:rsid w:val="00BE42FB"/>
    <w:rsid w:val="00BE52E3"/>
    <w:rsid w:val="00BE6453"/>
    <w:rsid w:val="00BE6AEB"/>
    <w:rsid w:val="00BE7ABC"/>
    <w:rsid w:val="00BF4D73"/>
    <w:rsid w:val="00BF5E62"/>
    <w:rsid w:val="00C0139A"/>
    <w:rsid w:val="00C01EC1"/>
    <w:rsid w:val="00C0487C"/>
    <w:rsid w:val="00C07FD2"/>
    <w:rsid w:val="00C104B3"/>
    <w:rsid w:val="00C22A78"/>
    <w:rsid w:val="00C256A7"/>
    <w:rsid w:val="00C2788C"/>
    <w:rsid w:val="00C3132C"/>
    <w:rsid w:val="00C32800"/>
    <w:rsid w:val="00C43DA3"/>
    <w:rsid w:val="00C45436"/>
    <w:rsid w:val="00C4568B"/>
    <w:rsid w:val="00C5056D"/>
    <w:rsid w:val="00C50B20"/>
    <w:rsid w:val="00C5339D"/>
    <w:rsid w:val="00C5553C"/>
    <w:rsid w:val="00C57869"/>
    <w:rsid w:val="00C57B8D"/>
    <w:rsid w:val="00C6702D"/>
    <w:rsid w:val="00C7088F"/>
    <w:rsid w:val="00C72100"/>
    <w:rsid w:val="00C74F0B"/>
    <w:rsid w:val="00C7609B"/>
    <w:rsid w:val="00C77E37"/>
    <w:rsid w:val="00C82E17"/>
    <w:rsid w:val="00C83B23"/>
    <w:rsid w:val="00C83B6E"/>
    <w:rsid w:val="00C903B6"/>
    <w:rsid w:val="00C945CB"/>
    <w:rsid w:val="00C9532B"/>
    <w:rsid w:val="00CA075C"/>
    <w:rsid w:val="00CA1A02"/>
    <w:rsid w:val="00CA4CF2"/>
    <w:rsid w:val="00CA4DB9"/>
    <w:rsid w:val="00CA79E0"/>
    <w:rsid w:val="00CB7F4B"/>
    <w:rsid w:val="00CC068E"/>
    <w:rsid w:val="00CC29DA"/>
    <w:rsid w:val="00CC4D20"/>
    <w:rsid w:val="00CD0639"/>
    <w:rsid w:val="00CD6FAA"/>
    <w:rsid w:val="00CE09A3"/>
    <w:rsid w:val="00CE5A15"/>
    <w:rsid w:val="00CF15AE"/>
    <w:rsid w:val="00CF3933"/>
    <w:rsid w:val="00CF3F14"/>
    <w:rsid w:val="00CF6B4E"/>
    <w:rsid w:val="00D00700"/>
    <w:rsid w:val="00D00882"/>
    <w:rsid w:val="00D01AB1"/>
    <w:rsid w:val="00D02564"/>
    <w:rsid w:val="00D028FF"/>
    <w:rsid w:val="00D0347F"/>
    <w:rsid w:val="00D10B59"/>
    <w:rsid w:val="00D10F6D"/>
    <w:rsid w:val="00D13F9B"/>
    <w:rsid w:val="00D15DA4"/>
    <w:rsid w:val="00D1750A"/>
    <w:rsid w:val="00D2143A"/>
    <w:rsid w:val="00D24322"/>
    <w:rsid w:val="00D257B6"/>
    <w:rsid w:val="00D26C1E"/>
    <w:rsid w:val="00D27CF4"/>
    <w:rsid w:val="00D305DF"/>
    <w:rsid w:val="00D33E72"/>
    <w:rsid w:val="00D404CA"/>
    <w:rsid w:val="00D4237C"/>
    <w:rsid w:val="00D46710"/>
    <w:rsid w:val="00D631EF"/>
    <w:rsid w:val="00D63CCB"/>
    <w:rsid w:val="00D646F1"/>
    <w:rsid w:val="00D6495F"/>
    <w:rsid w:val="00D72B59"/>
    <w:rsid w:val="00D85E97"/>
    <w:rsid w:val="00D85FCF"/>
    <w:rsid w:val="00D873D1"/>
    <w:rsid w:val="00D87DA6"/>
    <w:rsid w:val="00D9477E"/>
    <w:rsid w:val="00D94877"/>
    <w:rsid w:val="00DA271E"/>
    <w:rsid w:val="00DB010B"/>
    <w:rsid w:val="00DB1FAC"/>
    <w:rsid w:val="00DB285D"/>
    <w:rsid w:val="00DB706E"/>
    <w:rsid w:val="00DC3C4C"/>
    <w:rsid w:val="00DC4685"/>
    <w:rsid w:val="00DC60BF"/>
    <w:rsid w:val="00DE03F0"/>
    <w:rsid w:val="00DE26C5"/>
    <w:rsid w:val="00DE5C33"/>
    <w:rsid w:val="00DE6CCD"/>
    <w:rsid w:val="00DF00AE"/>
    <w:rsid w:val="00DF2F3F"/>
    <w:rsid w:val="00DF366C"/>
    <w:rsid w:val="00DF7E88"/>
    <w:rsid w:val="00E01A30"/>
    <w:rsid w:val="00E06B4C"/>
    <w:rsid w:val="00E10E68"/>
    <w:rsid w:val="00E1753A"/>
    <w:rsid w:val="00E265DA"/>
    <w:rsid w:val="00E27087"/>
    <w:rsid w:val="00E30924"/>
    <w:rsid w:val="00E32C41"/>
    <w:rsid w:val="00E345E8"/>
    <w:rsid w:val="00E414F5"/>
    <w:rsid w:val="00E456F4"/>
    <w:rsid w:val="00E475C5"/>
    <w:rsid w:val="00E5177F"/>
    <w:rsid w:val="00E5208B"/>
    <w:rsid w:val="00E60FC0"/>
    <w:rsid w:val="00E61EA3"/>
    <w:rsid w:val="00E65B17"/>
    <w:rsid w:val="00E7183C"/>
    <w:rsid w:val="00E7212A"/>
    <w:rsid w:val="00E779E5"/>
    <w:rsid w:val="00E8121D"/>
    <w:rsid w:val="00E82663"/>
    <w:rsid w:val="00E87516"/>
    <w:rsid w:val="00E87664"/>
    <w:rsid w:val="00E92568"/>
    <w:rsid w:val="00E9498A"/>
    <w:rsid w:val="00E96ADD"/>
    <w:rsid w:val="00EA167D"/>
    <w:rsid w:val="00EA3578"/>
    <w:rsid w:val="00EA3E0A"/>
    <w:rsid w:val="00EA6286"/>
    <w:rsid w:val="00EA7CB3"/>
    <w:rsid w:val="00EB531B"/>
    <w:rsid w:val="00EC0B72"/>
    <w:rsid w:val="00ED07C0"/>
    <w:rsid w:val="00ED0C40"/>
    <w:rsid w:val="00ED1558"/>
    <w:rsid w:val="00ED2B3A"/>
    <w:rsid w:val="00ED3B63"/>
    <w:rsid w:val="00ED69ED"/>
    <w:rsid w:val="00ED7917"/>
    <w:rsid w:val="00EE09D4"/>
    <w:rsid w:val="00EE7942"/>
    <w:rsid w:val="00EF0738"/>
    <w:rsid w:val="00EF0F11"/>
    <w:rsid w:val="00EF27F3"/>
    <w:rsid w:val="00F00AC9"/>
    <w:rsid w:val="00F0188D"/>
    <w:rsid w:val="00F04CB8"/>
    <w:rsid w:val="00F07466"/>
    <w:rsid w:val="00F0750A"/>
    <w:rsid w:val="00F104A9"/>
    <w:rsid w:val="00F12CAE"/>
    <w:rsid w:val="00F12E84"/>
    <w:rsid w:val="00F13439"/>
    <w:rsid w:val="00F13780"/>
    <w:rsid w:val="00F13BEE"/>
    <w:rsid w:val="00F17E16"/>
    <w:rsid w:val="00F229C3"/>
    <w:rsid w:val="00F23E79"/>
    <w:rsid w:val="00F3107E"/>
    <w:rsid w:val="00F37897"/>
    <w:rsid w:val="00F4071D"/>
    <w:rsid w:val="00F418AE"/>
    <w:rsid w:val="00F42E3B"/>
    <w:rsid w:val="00F42F94"/>
    <w:rsid w:val="00F46005"/>
    <w:rsid w:val="00F46688"/>
    <w:rsid w:val="00F517A9"/>
    <w:rsid w:val="00F61268"/>
    <w:rsid w:val="00F61D46"/>
    <w:rsid w:val="00F621A6"/>
    <w:rsid w:val="00F63E68"/>
    <w:rsid w:val="00F643A5"/>
    <w:rsid w:val="00F64C97"/>
    <w:rsid w:val="00F65431"/>
    <w:rsid w:val="00F66932"/>
    <w:rsid w:val="00F72DB3"/>
    <w:rsid w:val="00F81C36"/>
    <w:rsid w:val="00F81FCA"/>
    <w:rsid w:val="00F848D0"/>
    <w:rsid w:val="00FA10B2"/>
    <w:rsid w:val="00FA1347"/>
    <w:rsid w:val="00FB51E3"/>
    <w:rsid w:val="00FB67D5"/>
    <w:rsid w:val="00FC05A8"/>
    <w:rsid w:val="00FC7F93"/>
    <w:rsid w:val="00FD21E6"/>
    <w:rsid w:val="00FD2663"/>
    <w:rsid w:val="00FE1CEC"/>
    <w:rsid w:val="00FE550E"/>
    <w:rsid w:val="00FF0FFA"/>
    <w:rsid w:val="00FF3B23"/>
    <w:rsid w:val="00FF45DB"/>
    <w:rsid w:val="00FF692E"/>
    <w:rsid w:val="00FF6F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header" w:uiPriority="9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Strong" w:uiPriority="22" w:qFormat="1"/>
    <w:lsdException w:name="Emphasis" w:uiPriority="20"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790E"/>
    <w:rPr>
      <w:sz w:val="22"/>
      <w:szCs w:val="24"/>
    </w:rPr>
  </w:style>
  <w:style w:type="paragraph" w:styleId="Heading1">
    <w:name w:val="heading 1"/>
    <w:aliases w:val="Report Title"/>
    <w:next w:val="Normal"/>
    <w:link w:val="Heading1Char"/>
    <w:uiPriority w:val="9"/>
    <w:qFormat/>
    <w:rsid w:val="00E779E5"/>
    <w:pPr>
      <w:keepNext/>
      <w:keepLines/>
      <w:spacing w:line="440" w:lineRule="exact"/>
      <w:outlineLvl w:val="0"/>
    </w:pPr>
    <w:rPr>
      <w:rFonts w:ascii="Georgia" w:hAnsi="Georgia"/>
      <w:bCs/>
      <w:color w:val="365F91"/>
      <w:sz w:val="36"/>
      <w:szCs w:val="28"/>
    </w:rPr>
  </w:style>
  <w:style w:type="paragraph" w:styleId="Heading2">
    <w:name w:val="heading 2"/>
    <w:basedOn w:val="Normal"/>
    <w:next w:val="Normal"/>
    <w:link w:val="Heading2Char"/>
    <w:uiPriority w:val="9"/>
    <w:semiHidden/>
    <w:unhideWhenUsed/>
    <w:qFormat/>
    <w:rsid w:val="00E779E5"/>
    <w:pPr>
      <w:autoSpaceDE w:val="0"/>
      <w:autoSpaceDN w:val="0"/>
      <w:adjustRightInd w:val="0"/>
      <w:spacing w:line="320" w:lineRule="exact"/>
      <w:outlineLvl w:val="1"/>
    </w:pPr>
    <w:rPr>
      <w:rFonts w:ascii="Verdana" w:eastAsia="Calibri" w:hAnsi="Verdana"/>
      <w:b/>
      <w:bCs/>
      <w:szCs w:val="26"/>
    </w:rPr>
  </w:style>
  <w:style w:type="paragraph" w:styleId="Heading3">
    <w:name w:val="heading 3"/>
    <w:basedOn w:val="Normal"/>
    <w:next w:val="Normal"/>
    <w:link w:val="Heading3Char"/>
    <w:uiPriority w:val="9"/>
    <w:semiHidden/>
    <w:unhideWhenUsed/>
    <w:qFormat/>
    <w:rsid w:val="00E779E5"/>
    <w:pPr>
      <w:keepNext/>
      <w:keepLines/>
      <w:spacing w:before="200" w:line="276" w:lineRule="auto"/>
      <w:outlineLvl w:val="2"/>
    </w:pPr>
    <w:rPr>
      <w:rFonts w:ascii="Cambria" w:hAnsi="Cambria"/>
      <w:b/>
      <w:bCs/>
      <w:color w:val="4F81BD"/>
      <w:szCs w:val="22"/>
    </w:rPr>
  </w:style>
  <w:style w:type="paragraph" w:styleId="Heading7">
    <w:name w:val="heading 7"/>
    <w:basedOn w:val="Normal"/>
    <w:next w:val="Normal"/>
    <w:link w:val="Heading7Char"/>
    <w:qFormat/>
    <w:rsid w:val="004B0FEB"/>
    <w:pPr>
      <w:spacing w:before="240" w:after="60"/>
      <w:outlineLvl w:val="6"/>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eport Title Char"/>
    <w:link w:val="Heading1"/>
    <w:uiPriority w:val="9"/>
    <w:rsid w:val="00E779E5"/>
    <w:rPr>
      <w:rFonts w:ascii="Georgia" w:hAnsi="Georgia"/>
      <w:bCs/>
      <w:color w:val="365F91"/>
      <w:sz w:val="36"/>
      <w:szCs w:val="28"/>
      <w:lang w:val="en-US" w:eastAsia="en-US" w:bidi="ar-SA"/>
    </w:rPr>
  </w:style>
  <w:style w:type="character" w:customStyle="1" w:styleId="Heading2Char">
    <w:name w:val="Heading 2 Char"/>
    <w:link w:val="Heading2"/>
    <w:uiPriority w:val="9"/>
    <w:semiHidden/>
    <w:rsid w:val="00E779E5"/>
    <w:rPr>
      <w:rFonts w:ascii="Verdana" w:eastAsia="Calibri" w:hAnsi="Verdana" w:cs="Trebuchet MS"/>
      <w:b/>
      <w:bCs/>
      <w:sz w:val="22"/>
      <w:szCs w:val="26"/>
    </w:rPr>
  </w:style>
  <w:style w:type="paragraph" w:customStyle="1" w:styleId="FolioPageNumber">
    <w:name w:val="Folio Page Number"/>
    <w:basedOn w:val="Normal"/>
    <w:rsid w:val="008210AF"/>
    <w:pPr>
      <w:framePr w:w="720" w:hSpace="180" w:vSpace="180" w:wrap="around" w:vAnchor="page" w:hAnchor="page" w:x="11341" w:y="2881"/>
      <w:jc w:val="center"/>
    </w:pPr>
    <w:rPr>
      <w:rFonts w:ascii="Tahoma" w:hAnsi="Tahoma"/>
      <w:b/>
      <w:sz w:val="14"/>
    </w:rPr>
  </w:style>
  <w:style w:type="paragraph" w:customStyle="1" w:styleId="FolioPageNumberLandscape">
    <w:name w:val="Folio Page Number (Landscape)"/>
    <w:basedOn w:val="FolioPageNumber"/>
    <w:rsid w:val="008210AF"/>
    <w:pPr>
      <w:framePr w:wrap="around" w:x="14941"/>
    </w:pPr>
  </w:style>
  <w:style w:type="paragraph" w:customStyle="1" w:styleId="FolioPageNumberRotated">
    <w:name w:val="Folio Page Number (Rotated)"/>
    <w:basedOn w:val="FolioPageNumber"/>
    <w:rsid w:val="008210AF"/>
    <w:pPr>
      <w:framePr w:w="360" w:h="720" w:hRule="exact" w:wrap="around" w:x="12601" w:y="11341"/>
    </w:pPr>
  </w:style>
  <w:style w:type="paragraph" w:customStyle="1" w:styleId="FolioPSRAName">
    <w:name w:val="Folio PSRA Name"/>
    <w:basedOn w:val="Normal"/>
    <w:rsid w:val="008210AF"/>
    <w:pPr>
      <w:framePr w:hSpace="180" w:vSpace="180" w:wrap="around" w:vAnchor="page" w:hAnchor="margin" w:xAlign="center" w:y="15121"/>
      <w:jc w:val="center"/>
    </w:pPr>
    <w:rPr>
      <w:b/>
      <w:caps/>
      <w:spacing w:val="40"/>
      <w:sz w:val="10"/>
    </w:rPr>
  </w:style>
  <w:style w:type="paragraph" w:customStyle="1" w:styleId="FolioPSRANameLandscape">
    <w:name w:val="Folio PSRA Name (Landscape)"/>
    <w:basedOn w:val="FolioPSRAName"/>
    <w:rsid w:val="008210AF"/>
    <w:pPr>
      <w:framePr w:wrap="around" w:y="11521"/>
    </w:pPr>
  </w:style>
  <w:style w:type="paragraph" w:customStyle="1" w:styleId="FolioPSRANameRotated">
    <w:name w:val="Folio PSRA Name (Rotated)"/>
    <w:basedOn w:val="FolioPSRAName"/>
    <w:rsid w:val="008210AF"/>
    <w:pPr>
      <w:framePr w:w="360" w:h="9000" w:hRule="exact" w:wrap="around" w:vAnchor="margin" w:hAnchor="page" w:x="361" w:yAlign="center"/>
    </w:pPr>
  </w:style>
  <w:style w:type="character" w:styleId="FootnoteReference">
    <w:name w:val="footnote reference"/>
    <w:semiHidden/>
    <w:rsid w:val="008210AF"/>
    <w:rPr>
      <w:rFonts w:ascii="Tahoma" w:hAnsi="Tahoma"/>
      <w:vertAlign w:val="superscript"/>
    </w:rPr>
  </w:style>
  <w:style w:type="paragraph" w:styleId="FootnoteText">
    <w:name w:val="footnote text"/>
    <w:basedOn w:val="Normal"/>
    <w:link w:val="FootnoteTextChar"/>
    <w:semiHidden/>
    <w:rsid w:val="008210AF"/>
    <w:pPr>
      <w:spacing w:after="120"/>
      <w:ind w:left="720" w:right="720"/>
    </w:pPr>
    <w:rPr>
      <w:rFonts w:ascii="Tahoma" w:hAnsi="Tahoma"/>
      <w:sz w:val="16"/>
      <w:szCs w:val="20"/>
    </w:rPr>
  </w:style>
  <w:style w:type="character" w:customStyle="1" w:styleId="FootnoteTextChar">
    <w:name w:val="Footnote Text Char"/>
    <w:link w:val="FootnoteText"/>
    <w:semiHidden/>
    <w:rsid w:val="00E779E5"/>
    <w:rPr>
      <w:rFonts w:ascii="Tahoma" w:hAnsi="Tahoma"/>
      <w:sz w:val="16"/>
    </w:rPr>
  </w:style>
  <w:style w:type="character" w:styleId="EndnoteReference">
    <w:name w:val="endnote reference"/>
    <w:basedOn w:val="FootnoteReference"/>
    <w:semiHidden/>
    <w:rsid w:val="008210AF"/>
    <w:rPr>
      <w:rFonts w:ascii="Tahoma" w:hAnsi="Tahoma"/>
      <w:vertAlign w:val="superscript"/>
    </w:rPr>
  </w:style>
  <w:style w:type="paragraph" w:styleId="EndnoteText">
    <w:name w:val="endnote text"/>
    <w:basedOn w:val="FootnoteText"/>
    <w:semiHidden/>
    <w:rsid w:val="008210AF"/>
  </w:style>
  <w:style w:type="paragraph" w:customStyle="1" w:styleId="FootnoteEndnoteSeparator">
    <w:name w:val="Footnote/Endnote Separator"/>
    <w:basedOn w:val="Normal"/>
    <w:rsid w:val="008210AF"/>
    <w:pPr>
      <w:spacing w:line="720" w:lineRule="exact"/>
    </w:pPr>
  </w:style>
  <w:style w:type="paragraph" w:customStyle="1" w:styleId="DocumentClient">
    <w:name w:val="Document Client"/>
    <w:basedOn w:val="Normal"/>
    <w:rsid w:val="008210AF"/>
    <w:pPr>
      <w:framePr w:hSpace="180" w:wrap="around" w:vAnchor="page" w:hAnchor="text" w:y="1081"/>
      <w:spacing w:after="240"/>
      <w:ind w:left="720" w:right="2880"/>
    </w:pPr>
    <w:rPr>
      <w:rFonts w:ascii="Tahoma" w:hAnsi="Tahoma"/>
      <w:sz w:val="18"/>
    </w:rPr>
  </w:style>
  <w:style w:type="paragraph" w:customStyle="1" w:styleId="Document">
    <w:name w:val="Document"/>
    <w:basedOn w:val="DocumentClient"/>
    <w:rsid w:val="008210AF"/>
    <w:pPr>
      <w:framePr w:wrap="around"/>
      <w:spacing w:after="60"/>
    </w:pPr>
    <w:rPr>
      <w:sz w:val="26"/>
    </w:rPr>
  </w:style>
  <w:style w:type="paragraph" w:customStyle="1" w:styleId="DocumentProject">
    <w:name w:val="Document Project"/>
    <w:basedOn w:val="DocumentClient"/>
    <w:rsid w:val="008210AF"/>
    <w:pPr>
      <w:framePr w:wrap="around"/>
    </w:pPr>
    <w:rPr>
      <w:b/>
      <w:w w:val="98"/>
      <w:sz w:val="28"/>
    </w:rPr>
  </w:style>
  <w:style w:type="paragraph" w:customStyle="1" w:styleId="DocumentDate">
    <w:name w:val="Document Date"/>
    <w:basedOn w:val="DocumentClient"/>
    <w:rsid w:val="008210AF"/>
    <w:pPr>
      <w:framePr w:wrap="around"/>
      <w:spacing w:after="1440"/>
    </w:pPr>
    <w:rPr>
      <w:sz w:val="16"/>
    </w:rPr>
  </w:style>
  <w:style w:type="paragraph" w:customStyle="1" w:styleId="CoverClient">
    <w:name w:val="Cover Client"/>
    <w:basedOn w:val="Normal"/>
    <w:rsid w:val="008210AF"/>
    <w:pPr>
      <w:ind w:left="60" w:right="360"/>
    </w:pPr>
    <w:rPr>
      <w:rFonts w:ascii="Tahoma" w:hAnsi="Tahoma"/>
      <w:sz w:val="18"/>
    </w:rPr>
  </w:style>
  <w:style w:type="paragraph" w:customStyle="1" w:styleId="CoverProject">
    <w:name w:val="Cover Project"/>
    <w:basedOn w:val="CoverClient"/>
    <w:rsid w:val="008210AF"/>
    <w:rPr>
      <w:b/>
      <w:w w:val="98"/>
      <w:sz w:val="24"/>
    </w:rPr>
  </w:style>
  <w:style w:type="paragraph" w:customStyle="1" w:styleId="CoverDocuments">
    <w:name w:val="Cover Documents"/>
    <w:basedOn w:val="CoverClient"/>
    <w:rsid w:val="008210AF"/>
    <w:rPr>
      <w:sz w:val="22"/>
    </w:rPr>
  </w:style>
  <w:style w:type="paragraph" w:customStyle="1" w:styleId="CoverDate">
    <w:name w:val="Cover Date"/>
    <w:basedOn w:val="CoverClient"/>
    <w:rsid w:val="008210AF"/>
    <w:pPr>
      <w:ind w:left="0" w:right="0"/>
      <w:jc w:val="center"/>
    </w:pPr>
    <w:rPr>
      <w:sz w:val="16"/>
    </w:rPr>
  </w:style>
  <w:style w:type="paragraph" w:customStyle="1" w:styleId="CoverPSRAAddress">
    <w:name w:val="Cover PSRA Address"/>
    <w:basedOn w:val="Normal"/>
    <w:rsid w:val="008210AF"/>
    <w:pPr>
      <w:tabs>
        <w:tab w:val="left" w:pos="210"/>
      </w:tabs>
    </w:pPr>
    <w:rPr>
      <w:rFonts w:ascii="Tahoma" w:hAnsi="Tahoma"/>
      <w:color w:val="808080"/>
      <w:sz w:val="16"/>
    </w:rPr>
  </w:style>
  <w:style w:type="paragraph" w:customStyle="1" w:styleId="SectionHead">
    <w:name w:val="Section Head"/>
    <w:basedOn w:val="Normal"/>
    <w:rsid w:val="008210AF"/>
    <w:pPr>
      <w:jc w:val="center"/>
    </w:pPr>
    <w:rPr>
      <w:rFonts w:ascii="Tahoma" w:hAnsi="Tahoma"/>
      <w:caps/>
      <w:spacing w:val="20"/>
      <w:sz w:val="20"/>
    </w:rPr>
  </w:style>
  <w:style w:type="paragraph" w:customStyle="1" w:styleId="ContentsClient">
    <w:name w:val="Contents Client"/>
    <w:basedOn w:val="Normal"/>
    <w:rsid w:val="008210AF"/>
    <w:pPr>
      <w:spacing w:after="240"/>
      <w:ind w:left="720"/>
    </w:pPr>
    <w:rPr>
      <w:rFonts w:ascii="Tahoma" w:hAnsi="Tahoma"/>
      <w:sz w:val="18"/>
    </w:rPr>
  </w:style>
  <w:style w:type="paragraph" w:customStyle="1" w:styleId="ContentsProject">
    <w:name w:val="Contents Project"/>
    <w:basedOn w:val="ContentsClient"/>
    <w:rsid w:val="008210AF"/>
    <w:rPr>
      <w:sz w:val="26"/>
    </w:rPr>
  </w:style>
  <w:style w:type="paragraph" w:customStyle="1" w:styleId="ContentsDate">
    <w:name w:val="Contents Date"/>
    <w:basedOn w:val="ContentsClient"/>
    <w:rsid w:val="008210AF"/>
    <w:pPr>
      <w:spacing w:after="0"/>
    </w:pPr>
    <w:rPr>
      <w:sz w:val="16"/>
    </w:rPr>
  </w:style>
  <w:style w:type="paragraph" w:customStyle="1" w:styleId="ContentsDocument">
    <w:name w:val="Contents Document"/>
    <w:basedOn w:val="Normal"/>
    <w:rsid w:val="008210AF"/>
    <w:pPr>
      <w:spacing w:before="480"/>
      <w:ind w:left="720"/>
    </w:pPr>
    <w:rPr>
      <w:rFonts w:ascii="Tahoma" w:hAnsi="Tahoma"/>
      <w:caps/>
      <w:spacing w:val="10"/>
      <w:sz w:val="16"/>
    </w:rPr>
  </w:style>
  <w:style w:type="paragraph" w:customStyle="1" w:styleId="ContentsMajorSection">
    <w:name w:val="Contents Major Section"/>
    <w:basedOn w:val="ContentsDocument"/>
    <w:rsid w:val="008210AF"/>
    <w:pPr>
      <w:tabs>
        <w:tab w:val="right" w:pos="240"/>
      </w:tabs>
      <w:spacing w:before="120"/>
      <w:ind w:hanging="720"/>
    </w:pPr>
    <w:rPr>
      <w:b/>
      <w:caps w:val="0"/>
      <w:spacing w:val="0"/>
      <w:sz w:val="18"/>
    </w:rPr>
  </w:style>
  <w:style w:type="paragraph" w:customStyle="1" w:styleId="ContentsMinorSection">
    <w:name w:val="Contents Minor Section"/>
    <w:basedOn w:val="ContentsMajorSection"/>
    <w:rsid w:val="008210AF"/>
    <w:pPr>
      <w:spacing w:before="60"/>
    </w:pPr>
    <w:rPr>
      <w:b w:val="0"/>
    </w:rPr>
  </w:style>
  <w:style w:type="paragraph" w:customStyle="1" w:styleId="ContentsBiography">
    <w:name w:val="Contents Biography"/>
    <w:basedOn w:val="Normal"/>
    <w:rsid w:val="008210AF"/>
    <w:pPr>
      <w:spacing w:after="120"/>
      <w:ind w:left="720" w:right="360"/>
    </w:pPr>
    <w:rPr>
      <w:rFonts w:ascii="Tahoma" w:hAnsi="Tahoma"/>
      <w:sz w:val="16"/>
    </w:rPr>
  </w:style>
  <w:style w:type="paragraph" w:customStyle="1" w:styleId="Question">
    <w:name w:val="Question"/>
    <w:basedOn w:val="Normal"/>
    <w:link w:val="QuestionChar"/>
    <w:rsid w:val="008210AF"/>
    <w:pPr>
      <w:keepNext/>
      <w:keepLines/>
      <w:spacing w:after="240"/>
      <w:ind w:left="720" w:hanging="720"/>
    </w:pPr>
  </w:style>
  <w:style w:type="character" w:customStyle="1" w:styleId="QuestionChar">
    <w:name w:val="Question Char"/>
    <w:link w:val="Question"/>
    <w:rsid w:val="00E779E5"/>
    <w:rPr>
      <w:sz w:val="22"/>
      <w:szCs w:val="24"/>
    </w:rPr>
  </w:style>
  <w:style w:type="paragraph" w:customStyle="1" w:styleId="QuestionList">
    <w:name w:val="Question List"/>
    <w:basedOn w:val="Question"/>
    <w:link w:val="QuestionListChar"/>
    <w:uiPriority w:val="99"/>
    <w:rsid w:val="008210AF"/>
    <w:pPr>
      <w:spacing w:after="60"/>
      <w:ind w:left="1080" w:hanging="360"/>
    </w:pPr>
  </w:style>
  <w:style w:type="character" w:customStyle="1" w:styleId="QuestionListChar">
    <w:name w:val="Question List Char"/>
    <w:link w:val="QuestionList"/>
    <w:uiPriority w:val="99"/>
    <w:rsid w:val="00E779E5"/>
    <w:rPr>
      <w:sz w:val="22"/>
      <w:szCs w:val="24"/>
    </w:rPr>
  </w:style>
  <w:style w:type="paragraph" w:customStyle="1" w:styleId="QuestionListLast">
    <w:name w:val="Question List (Last)"/>
    <w:basedOn w:val="QuestionList"/>
    <w:rsid w:val="008210AF"/>
    <w:pPr>
      <w:spacing w:after="240"/>
    </w:pPr>
  </w:style>
  <w:style w:type="paragraph" w:customStyle="1" w:styleId="QuestionResponse">
    <w:name w:val="Question Response"/>
    <w:basedOn w:val="Question"/>
    <w:link w:val="QuestionResponseChar"/>
    <w:rsid w:val="008210AF"/>
    <w:pPr>
      <w:spacing w:after="0"/>
      <w:ind w:left="1440"/>
    </w:pPr>
  </w:style>
  <w:style w:type="character" w:customStyle="1" w:styleId="QuestionResponseChar">
    <w:name w:val="Question Response Char"/>
    <w:link w:val="QuestionResponse"/>
    <w:rsid w:val="00E779E5"/>
    <w:rPr>
      <w:sz w:val="22"/>
      <w:szCs w:val="24"/>
    </w:rPr>
  </w:style>
  <w:style w:type="paragraph" w:customStyle="1" w:styleId="QuestionResponseLast">
    <w:name w:val="Question Response (Last)"/>
    <w:basedOn w:val="QuestionResponse"/>
    <w:link w:val="QuestionResponseLastChar"/>
    <w:rsid w:val="008210AF"/>
    <w:pPr>
      <w:keepNext w:val="0"/>
      <w:spacing w:after="480"/>
    </w:pPr>
  </w:style>
  <w:style w:type="character" w:customStyle="1" w:styleId="QuestionResponseLastChar">
    <w:name w:val="Question Response (Last) Char"/>
    <w:link w:val="QuestionResponseLast"/>
    <w:rsid w:val="00E779E5"/>
    <w:rPr>
      <w:sz w:val="22"/>
      <w:szCs w:val="24"/>
    </w:rPr>
  </w:style>
  <w:style w:type="paragraph" w:customStyle="1" w:styleId="QuestionInstruction">
    <w:name w:val="Question Instruction"/>
    <w:basedOn w:val="Question"/>
    <w:link w:val="QuestionInstructionChar"/>
    <w:rsid w:val="008210AF"/>
    <w:pPr>
      <w:spacing w:before="60" w:after="60"/>
      <w:ind w:firstLine="0"/>
    </w:pPr>
    <w:rPr>
      <w:b/>
    </w:rPr>
  </w:style>
  <w:style w:type="character" w:customStyle="1" w:styleId="QuestionInstructionChar">
    <w:name w:val="Question Instruction Char"/>
    <w:link w:val="QuestionInstruction"/>
    <w:rsid w:val="00E779E5"/>
    <w:rPr>
      <w:b/>
      <w:sz w:val="22"/>
      <w:szCs w:val="24"/>
    </w:rPr>
  </w:style>
  <w:style w:type="paragraph" w:customStyle="1" w:styleId="QuestionStand-AloneText">
    <w:name w:val="Question Stand-Alone Text"/>
    <w:basedOn w:val="Question"/>
    <w:rsid w:val="008210AF"/>
    <w:pPr>
      <w:keepNext w:val="0"/>
      <w:spacing w:after="480"/>
      <w:ind w:firstLine="0"/>
    </w:pPr>
  </w:style>
  <w:style w:type="paragraph" w:customStyle="1" w:styleId="QuestionSectionHead">
    <w:name w:val="Question Section Head"/>
    <w:basedOn w:val="Normal"/>
    <w:rsid w:val="008210AF"/>
    <w:pPr>
      <w:keepNext/>
      <w:keepLines/>
      <w:spacing w:before="720" w:after="60"/>
      <w:ind w:left="720"/>
    </w:pPr>
    <w:rPr>
      <w:rFonts w:ascii="Tahoma" w:hAnsi="Tahoma"/>
      <w:b/>
      <w:sz w:val="20"/>
    </w:rPr>
  </w:style>
  <w:style w:type="paragraph" w:customStyle="1" w:styleId="SampleSummary">
    <w:name w:val="Sample Summary"/>
    <w:basedOn w:val="QuestionStand-AloneText"/>
    <w:rsid w:val="008210AF"/>
    <w:rPr>
      <w:rFonts w:ascii="Tahoma" w:hAnsi="Tahoma"/>
      <w:sz w:val="16"/>
    </w:rPr>
  </w:style>
  <w:style w:type="paragraph" w:customStyle="1" w:styleId="ReportText">
    <w:name w:val="Report Text"/>
    <w:basedOn w:val="Normal"/>
    <w:rsid w:val="008210AF"/>
    <w:pPr>
      <w:spacing w:after="120" w:line="270" w:lineRule="exact"/>
      <w:ind w:firstLine="720"/>
    </w:pPr>
  </w:style>
  <w:style w:type="paragraph" w:customStyle="1" w:styleId="ReportHeadA">
    <w:name w:val="Report Head A"/>
    <w:basedOn w:val="Normal"/>
    <w:rsid w:val="008210AF"/>
    <w:pPr>
      <w:pageBreakBefore/>
      <w:framePr w:h="1440" w:hRule="exact" w:hSpace="180" w:vSpace="180" w:wrap="notBeside" w:vAnchor="page" w:hAnchor="text" w:y="1081"/>
      <w:ind w:left="720" w:right="2880"/>
    </w:pPr>
    <w:rPr>
      <w:rFonts w:ascii="Tahoma" w:hAnsi="Tahoma"/>
      <w:caps/>
      <w:spacing w:val="20"/>
      <w:sz w:val="20"/>
    </w:rPr>
  </w:style>
  <w:style w:type="paragraph" w:customStyle="1" w:styleId="ReportHeadB">
    <w:name w:val="Report Head B"/>
    <w:basedOn w:val="Normal"/>
    <w:rsid w:val="008210AF"/>
    <w:pPr>
      <w:keepNext/>
      <w:keepLines/>
      <w:spacing w:before="480" w:after="60"/>
      <w:ind w:left="720"/>
    </w:pPr>
    <w:rPr>
      <w:rFonts w:ascii="Tahoma" w:hAnsi="Tahoma"/>
      <w:b/>
      <w:sz w:val="20"/>
    </w:rPr>
  </w:style>
  <w:style w:type="paragraph" w:customStyle="1" w:styleId="ReportHeadBNewPage">
    <w:name w:val="Report Head B (New Page)"/>
    <w:basedOn w:val="ReportHeadB"/>
    <w:rsid w:val="008210AF"/>
    <w:pPr>
      <w:pageBreakBefore/>
      <w:spacing w:before="0"/>
    </w:pPr>
  </w:style>
  <w:style w:type="paragraph" w:customStyle="1" w:styleId="ReportHeadC">
    <w:name w:val="Report Head C"/>
    <w:basedOn w:val="ReportHeadB"/>
    <w:rsid w:val="008210AF"/>
    <w:pPr>
      <w:spacing w:before="240"/>
    </w:pPr>
    <w:rPr>
      <w:b w:val="0"/>
    </w:rPr>
  </w:style>
  <w:style w:type="paragraph" w:customStyle="1" w:styleId="ReportBulletList">
    <w:name w:val="Report Bullet List"/>
    <w:basedOn w:val="ReportText"/>
    <w:rsid w:val="008210AF"/>
    <w:pPr>
      <w:keepNext/>
      <w:keepLines/>
      <w:numPr>
        <w:numId w:val="1"/>
      </w:numPr>
      <w:spacing w:after="60" w:line="240" w:lineRule="exact"/>
      <w:ind w:right="720"/>
    </w:pPr>
  </w:style>
  <w:style w:type="paragraph" w:customStyle="1" w:styleId="ReportBulletListLast">
    <w:name w:val="Report Bullet List (Last)"/>
    <w:basedOn w:val="ReportBulletList"/>
    <w:rsid w:val="008210AF"/>
    <w:pPr>
      <w:keepNext w:val="0"/>
      <w:spacing w:after="240"/>
    </w:pPr>
  </w:style>
  <w:style w:type="paragraph" w:customStyle="1" w:styleId="ReportQuote">
    <w:name w:val="Report Quote"/>
    <w:basedOn w:val="ReportText"/>
    <w:rsid w:val="008210AF"/>
    <w:pPr>
      <w:spacing w:line="240" w:lineRule="exact"/>
      <w:ind w:left="720" w:right="720" w:firstLine="0"/>
    </w:pPr>
  </w:style>
  <w:style w:type="paragraph" w:customStyle="1" w:styleId="ReportQuoteLast">
    <w:name w:val="Report Quote (Last)"/>
    <w:basedOn w:val="ReportQuote"/>
    <w:rsid w:val="008210AF"/>
    <w:pPr>
      <w:spacing w:after="240"/>
    </w:pPr>
  </w:style>
  <w:style w:type="paragraph" w:customStyle="1" w:styleId="SidebarText">
    <w:name w:val="Sidebar Text"/>
    <w:basedOn w:val="Normal"/>
    <w:rsid w:val="008210AF"/>
    <w:pPr>
      <w:spacing w:after="120" w:line="220" w:lineRule="exact"/>
    </w:pPr>
    <w:rPr>
      <w:rFonts w:ascii="Tahoma" w:hAnsi="Tahoma"/>
      <w:sz w:val="17"/>
    </w:rPr>
  </w:style>
  <w:style w:type="paragraph" w:customStyle="1" w:styleId="SidebarHead">
    <w:name w:val="Sidebar Head"/>
    <w:basedOn w:val="Normal"/>
    <w:rsid w:val="008210AF"/>
    <w:pPr>
      <w:spacing w:after="300"/>
    </w:pPr>
    <w:rPr>
      <w:rFonts w:ascii="Tahoma" w:hAnsi="Tahoma"/>
      <w:b/>
      <w:color w:val="808080"/>
      <w:sz w:val="20"/>
    </w:rPr>
  </w:style>
  <w:style w:type="paragraph" w:customStyle="1" w:styleId="SidebarBulletList">
    <w:name w:val="Sidebar Bullet List"/>
    <w:basedOn w:val="SidebarText"/>
    <w:rsid w:val="008210AF"/>
    <w:pPr>
      <w:numPr>
        <w:numId w:val="2"/>
      </w:numPr>
      <w:spacing w:after="60"/>
      <w:ind w:right="180"/>
    </w:pPr>
  </w:style>
  <w:style w:type="paragraph" w:customStyle="1" w:styleId="SidebarBulletListLast">
    <w:name w:val="Sidebar Bullet List (Last)"/>
    <w:basedOn w:val="SidebarBulletList"/>
    <w:rsid w:val="008210AF"/>
    <w:pPr>
      <w:spacing w:after="180"/>
    </w:pPr>
  </w:style>
  <w:style w:type="paragraph" w:customStyle="1" w:styleId="SidebarQuote">
    <w:name w:val="Sidebar Quote"/>
    <w:basedOn w:val="SidebarText"/>
    <w:rsid w:val="008210AF"/>
    <w:pPr>
      <w:spacing w:after="180"/>
      <w:ind w:left="180" w:right="180"/>
    </w:pPr>
  </w:style>
  <w:style w:type="paragraph" w:customStyle="1" w:styleId="TableEmptyStyle">
    <w:name w:val="Table Empty Style"/>
    <w:basedOn w:val="Normal"/>
    <w:rsid w:val="008210AF"/>
    <w:pPr>
      <w:keepNext/>
      <w:keepLines/>
    </w:pPr>
    <w:rPr>
      <w:rFonts w:ascii="Tahoma" w:hAnsi="Tahoma"/>
      <w:sz w:val="18"/>
    </w:rPr>
  </w:style>
  <w:style w:type="paragraph" w:customStyle="1" w:styleId="TableHead">
    <w:name w:val="Table Head"/>
    <w:basedOn w:val="TableEmptyStyle"/>
    <w:rsid w:val="008210AF"/>
    <w:pPr>
      <w:spacing w:before="20" w:after="180"/>
    </w:pPr>
    <w:rPr>
      <w:b/>
      <w:color w:val="808080"/>
      <w:sz w:val="20"/>
    </w:rPr>
  </w:style>
  <w:style w:type="paragraph" w:customStyle="1" w:styleId="TableColumnHead">
    <w:name w:val="Table Column Head"/>
    <w:basedOn w:val="TableEmptyStyle"/>
    <w:rsid w:val="008210AF"/>
    <w:pPr>
      <w:spacing w:after="60"/>
      <w:ind w:left="60" w:right="60"/>
      <w:jc w:val="center"/>
    </w:pPr>
    <w:rPr>
      <w:caps/>
      <w:spacing w:val="10"/>
      <w:sz w:val="14"/>
    </w:rPr>
  </w:style>
  <w:style w:type="paragraph" w:customStyle="1" w:styleId="TableColumnGroupHead">
    <w:name w:val="Table Column Group Head"/>
    <w:basedOn w:val="TableColumnHead"/>
    <w:rsid w:val="008210AF"/>
    <w:pPr>
      <w:pBdr>
        <w:bottom w:val="single" w:sz="2" w:space="1" w:color="808080"/>
      </w:pBdr>
    </w:pPr>
  </w:style>
  <w:style w:type="paragraph" w:customStyle="1" w:styleId="TableSubhead">
    <w:name w:val="Table Subhead"/>
    <w:basedOn w:val="TableEmptyStyle"/>
    <w:rsid w:val="008210AF"/>
    <w:pPr>
      <w:spacing w:before="60" w:after="60"/>
    </w:pPr>
    <w:rPr>
      <w:b/>
      <w:sz w:val="16"/>
    </w:rPr>
  </w:style>
  <w:style w:type="paragraph" w:customStyle="1" w:styleId="TableReportCategory">
    <w:name w:val="Table Report Category"/>
    <w:basedOn w:val="TableEmptyStyle"/>
    <w:rsid w:val="008210AF"/>
    <w:pPr>
      <w:spacing w:after="30"/>
    </w:pPr>
  </w:style>
  <w:style w:type="paragraph" w:customStyle="1" w:styleId="TableReportResult">
    <w:name w:val="Table Report Result"/>
    <w:basedOn w:val="TableReportCategory"/>
    <w:rsid w:val="008210AF"/>
    <w:pPr>
      <w:ind w:right="240"/>
      <w:jc w:val="right"/>
    </w:pPr>
  </w:style>
  <w:style w:type="paragraph" w:customStyle="1" w:styleId="TableReportResult0">
    <w:name w:val="Table Report Result (%)"/>
    <w:basedOn w:val="TableReportResult"/>
    <w:rsid w:val="008210AF"/>
    <w:pPr>
      <w:ind w:right="60"/>
    </w:pPr>
  </w:style>
  <w:style w:type="paragraph" w:customStyle="1" w:styleId="TableReportMetric">
    <w:name w:val="Table Report Metric"/>
    <w:basedOn w:val="TableEmptyStyle"/>
    <w:rsid w:val="008210AF"/>
    <w:pPr>
      <w:spacing w:after="60"/>
    </w:pPr>
    <w:rPr>
      <w:sz w:val="14"/>
    </w:rPr>
  </w:style>
  <w:style w:type="paragraph" w:customStyle="1" w:styleId="TableToplineCategory">
    <w:name w:val="Table Topline Category"/>
    <w:basedOn w:val="TableEmptyStyle"/>
    <w:rsid w:val="008210AF"/>
    <w:pPr>
      <w:ind w:left="240" w:right="240" w:hanging="240"/>
    </w:pPr>
    <w:rPr>
      <w:rFonts w:ascii="Times New Roman" w:hAnsi="Times New Roman"/>
      <w:sz w:val="22"/>
    </w:rPr>
  </w:style>
  <w:style w:type="paragraph" w:customStyle="1" w:styleId="TableToplineResult">
    <w:name w:val="Table Topline Result"/>
    <w:basedOn w:val="TableEmptyStyle"/>
    <w:rsid w:val="008210AF"/>
    <w:pPr>
      <w:spacing w:before="20"/>
      <w:ind w:right="240"/>
      <w:jc w:val="right"/>
    </w:pPr>
    <w:rPr>
      <w:b/>
    </w:rPr>
  </w:style>
  <w:style w:type="paragraph" w:customStyle="1" w:styleId="TableToplineResult0">
    <w:name w:val="Table Topline Result (%)"/>
    <w:basedOn w:val="TableToplineResult"/>
    <w:rsid w:val="008210AF"/>
    <w:pPr>
      <w:ind w:right="30"/>
    </w:pPr>
  </w:style>
  <w:style w:type="paragraph" w:customStyle="1" w:styleId="TableToplineHorizCategory">
    <w:name w:val="Table Topline Horiz Category"/>
    <w:basedOn w:val="TableEmptyStyle"/>
    <w:rsid w:val="008210AF"/>
    <w:pPr>
      <w:spacing w:after="120"/>
      <w:ind w:left="60" w:right="60"/>
      <w:jc w:val="center"/>
    </w:pPr>
    <w:rPr>
      <w:sz w:val="16"/>
    </w:rPr>
  </w:style>
  <w:style w:type="paragraph" w:customStyle="1" w:styleId="TableToplineRowHead">
    <w:name w:val="Table Topline Row Head"/>
    <w:basedOn w:val="TableColumnHead"/>
    <w:rsid w:val="008210AF"/>
    <w:pPr>
      <w:spacing w:before="60" w:after="0"/>
      <w:ind w:left="0"/>
      <w:jc w:val="right"/>
    </w:pPr>
  </w:style>
  <w:style w:type="paragraph" w:customStyle="1" w:styleId="TableNoteText">
    <w:name w:val="Table Note Text"/>
    <w:basedOn w:val="TableEmptyStyle"/>
    <w:rsid w:val="008210AF"/>
    <w:pPr>
      <w:spacing w:before="40"/>
      <w:ind w:right="240"/>
    </w:pPr>
    <w:rPr>
      <w:sz w:val="16"/>
    </w:rPr>
  </w:style>
  <w:style w:type="paragraph" w:customStyle="1" w:styleId="TableNoteFigure">
    <w:name w:val="Table Note Figure"/>
    <w:basedOn w:val="TableNoteText"/>
    <w:rsid w:val="008210AF"/>
    <w:pPr>
      <w:jc w:val="right"/>
    </w:pPr>
  </w:style>
  <w:style w:type="paragraph" w:customStyle="1" w:styleId="TableBottom">
    <w:name w:val="Table Bottom"/>
    <w:basedOn w:val="TableEmptyStyle"/>
    <w:rsid w:val="008210AF"/>
    <w:pPr>
      <w:keepNext w:val="0"/>
      <w:spacing w:line="480" w:lineRule="exact"/>
    </w:pPr>
  </w:style>
  <w:style w:type="paragraph" w:customStyle="1" w:styleId="TableBlankRow">
    <w:name w:val="Table Blank Row"/>
    <w:basedOn w:val="TableBottom"/>
    <w:rsid w:val="008210AF"/>
    <w:pPr>
      <w:spacing w:line="180" w:lineRule="exact"/>
    </w:pPr>
  </w:style>
  <w:style w:type="paragraph" w:styleId="Header">
    <w:name w:val="header"/>
    <w:basedOn w:val="Normal"/>
    <w:link w:val="HeaderChar"/>
    <w:uiPriority w:val="99"/>
    <w:rsid w:val="008210AF"/>
    <w:pPr>
      <w:tabs>
        <w:tab w:val="center" w:pos="4320"/>
        <w:tab w:val="right" w:pos="8640"/>
      </w:tabs>
    </w:pPr>
  </w:style>
  <w:style w:type="character" w:customStyle="1" w:styleId="HeaderChar">
    <w:name w:val="Header Char"/>
    <w:link w:val="Header"/>
    <w:uiPriority w:val="99"/>
    <w:rsid w:val="00E779E5"/>
    <w:rPr>
      <w:sz w:val="22"/>
      <w:szCs w:val="24"/>
    </w:rPr>
  </w:style>
  <w:style w:type="paragraph" w:styleId="Footer">
    <w:name w:val="footer"/>
    <w:basedOn w:val="Normal"/>
    <w:link w:val="FooterChar"/>
    <w:uiPriority w:val="99"/>
    <w:rsid w:val="008210AF"/>
    <w:pPr>
      <w:tabs>
        <w:tab w:val="center" w:pos="4320"/>
        <w:tab w:val="right" w:pos="8640"/>
      </w:tabs>
    </w:pPr>
  </w:style>
  <w:style w:type="character" w:customStyle="1" w:styleId="FooterChar">
    <w:name w:val="Footer Char"/>
    <w:link w:val="Footer"/>
    <w:uiPriority w:val="99"/>
    <w:rsid w:val="00E779E5"/>
    <w:rPr>
      <w:sz w:val="22"/>
      <w:szCs w:val="24"/>
    </w:rPr>
  </w:style>
  <w:style w:type="paragraph" w:styleId="ListParagraph">
    <w:name w:val="List Paragraph"/>
    <w:basedOn w:val="Normal"/>
    <w:uiPriority w:val="34"/>
    <w:qFormat/>
    <w:rsid w:val="002129B4"/>
    <w:pPr>
      <w:ind w:left="708"/>
    </w:pPr>
    <w:rPr>
      <w:sz w:val="20"/>
      <w:szCs w:val="20"/>
      <w:lang w:val="es-ES_tradnl" w:eastAsia="es-ES"/>
    </w:rPr>
  </w:style>
  <w:style w:type="character" w:customStyle="1" w:styleId="Heading3Char">
    <w:name w:val="Heading 3 Char"/>
    <w:link w:val="Heading3"/>
    <w:uiPriority w:val="9"/>
    <w:semiHidden/>
    <w:rsid w:val="00E779E5"/>
    <w:rPr>
      <w:rFonts w:ascii="Cambria" w:eastAsia="Times New Roman" w:hAnsi="Cambria" w:cs="Times New Roman"/>
      <w:b/>
      <w:bCs/>
      <w:color w:val="4F81BD"/>
      <w:sz w:val="22"/>
      <w:szCs w:val="22"/>
    </w:rPr>
  </w:style>
  <w:style w:type="character" w:customStyle="1" w:styleId="QuestionChar1">
    <w:name w:val="Question Char1"/>
    <w:rsid w:val="00E779E5"/>
    <w:rPr>
      <w:sz w:val="24"/>
      <w:lang w:val="en-US" w:eastAsia="en-US" w:bidi="ar-SA"/>
    </w:rPr>
  </w:style>
  <w:style w:type="character" w:customStyle="1" w:styleId="QuestionCharChar">
    <w:name w:val="Question Char Char"/>
    <w:rsid w:val="00E779E5"/>
    <w:rPr>
      <w:szCs w:val="24"/>
      <w:lang w:val="en-US" w:eastAsia="en-US" w:bidi="ar-SA"/>
    </w:rPr>
  </w:style>
  <w:style w:type="paragraph" w:customStyle="1" w:styleId="questionlist0">
    <w:name w:val="questionlist"/>
    <w:basedOn w:val="Normal"/>
    <w:rsid w:val="00E779E5"/>
    <w:pPr>
      <w:keepNext/>
      <w:spacing w:after="60"/>
      <w:ind w:left="1080" w:hanging="360"/>
    </w:pPr>
    <w:rPr>
      <w:sz w:val="24"/>
    </w:rPr>
  </w:style>
  <w:style w:type="character" w:styleId="Emphasis">
    <w:name w:val="Emphasis"/>
    <w:uiPriority w:val="20"/>
    <w:qFormat/>
    <w:rsid w:val="00E779E5"/>
    <w:rPr>
      <w:i/>
      <w:iCs/>
    </w:rPr>
  </w:style>
  <w:style w:type="paragraph" w:customStyle="1" w:styleId="AnswerCategory">
    <w:name w:val="Answer Category"/>
    <w:basedOn w:val="Normal"/>
    <w:link w:val="AnswerCategoryChar"/>
    <w:rsid w:val="00E779E5"/>
    <w:pPr>
      <w:keepNext/>
      <w:keepLines/>
      <w:ind w:left="1440" w:hanging="720"/>
    </w:pPr>
    <w:rPr>
      <w:rFonts w:ascii="Tahoma" w:hAnsi="Tahoma"/>
      <w:szCs w:val="22"/>
    </w:rPr>
  </w:style>
  <w:style w:type="character" w:customStyle="1" w:styleId="AnswerCategoryChar">
    <w:name w:val="Answer Category Char"/>
    <w:link w:val="AnswerCategory"/>
    <w:rsid w:val="00E779E5"/>
    <w:rPr>
      <w:rFonts w:ascii="Tahoma" w:hAnsi="Tahoma"/>
      <w:sz w:val="22"/>
      <w:szCs w:val="22"/>
    </w:rPr>
  </w:style>
  <w:style w:type="paragraph" w:styleId="Subtitle">
    <w:name w:val="Subtitle"/>
    <w:basedOn w:val="Normal"/>
    <w:next w:val="Normal"/>
    <w:link w:val="SubtitleChar"/>
    <w:uiPriority w:val="11"/>
    <w:qFormat/>
    <w:rsid w:val="00E779E5"/>
    <w:pPr>
      <w:spacing w:after="60" w:line="340" w:lineRule="exact"/>
    </w:pPr>
    <w:rPr>
      <w:rFonts w:ascii="Georgia" w:eastAsia="Calibri" w:hAnsi="Georgia"/>
      <w:bCs/>
      <w:color w:val="7F7F7F"/>
      <w:sz w:val="28"/>
      <w:szCs w:val="28"/>
    </w:rPr>
  </w:style>
  <w:style w:type="character" w:customStyle="1" w:styleId="SubtitleChar">
    <w:name w:val="Subtitle Char"/>
    <w:link w:val="Subtitle"/>
    <w:uiPriority w:val="11"/>
    <w:rsid w:val="00E779E5"/>
    <w:rPr>
      <w:rFonts w:ascii="Georgia" w:eastAsia="Calibri" w:hAnsi="Georgia" w:cs="Trebuchet MS"/>
      <w:bCs/>
      <w:color w:val="7F7F7F"/>
      <w:sz w:val="28"/>
      <w:szCs w:val="28"/>
    </w:rPr>
  </w:style>
  <w:style w:type="paragraph" w:customStyle="1" w:styleId="0ReportMainStyle">
    <w:name w:val="0 Report Main Style"/>
    <w:basedOn w:val="Normal"/>
    <w:qFormat/>
    <w:rsid w:val="00E779E5"/>
    <w:pPr>
      <w:autoSpaceDE w:val="0"/>
      <w:autoSpaceDN w:val="0"/>
      <w:adjustRightInd w:val="0"/>
      <w:spacing w:line="320" w:lineRule="exact"/>
    </w:pPr>
    <w:rPr>
      <w:rFonts w:ascii="Georgia" w:eastAsia="Calibri" w:hAnsi="Georgia"/>
      <w:szCs w:val="22"/>
    </w:rPr>
  </w:style>
  <w:style w:type="paragraph" w:customStyle="1" w:styleId="1TableHeader">
    <w:name w:val="1 Table Header"/>
    <w:basedOn w:val="Normal"/>
    <w:qFormat/>
    <w:rsid w:val="00E779E5"/>
    <w:pPr>
      <w:spacing w:before="120" w:line="276" w:lineRule="auto"/>
    </w:pPr>
    <w:rPr>
      <w:rFonts w:ascii="Verdana" w:eastAsia="Calibri" w:hAnsi="Verdana"/>
      <w:b/>
      <w:szCs w:val="22"/>
    </w:rPr>
  </w:style>
  <w:style w:type="paragraph" w:customStyle="1" w:styleId="2TableSubhead">
    <w:name w:val="2 Table Subhead"/>
    <w:basedOn w:val="Normal"/>
    <w:qFormat/>
    <w:rsid w:val="00E779E5"/>
    <w:pPr>
      <w:spacing w:before="120" w:after="60"/>
    </w:pPr>
    <w:rPr>
      <w:rFonts w:ascii="Georgia" w:eastAsia="Calibri" w:hAnsi="Georgia"/>
      <w:i/>
      <w:sz w:val="18"/>
      <w:szCs w:val="18"/>
    </w:rPr>
  </w:style>
  <w:style w:type="paragraph" w:customStyle="1" w:styleId="3TableColumnHeader">
    <w:name w:val="3 Table Column Header"/>
    <w:basedOn w:val="Normal"/>
    <w:qFormat/>
    <w:rsid w:val="00E779E5"/>
    <w:pPr>
      <w:spacing w:after="20"/>
    </w:pPr>
    <w:rPr>
      <w:rFonts w:ascii="Verdana" w:eastAsia="Cambria" w:hAnsi="Verdana"/>
      <w:b/>
      <w:sz w:val="14"/>
    </w:rPr>
  </w:style>
  <w:style w:type="paragraph" w:customStyle="1" w:styleId="4TableRowHeaderBold">
    <w:name w:val="4 Table Row Header Bold"/>
    <w:basedOn w:val="Normal"/>
    <w:qFormat/>
    <w:rsid w:val="00E779E5"/>
    <w:pPr>
      <w:spacing w:line="240" w:lineRule="exact"/>
      <w:contextualSpacing/>
    </w:pPr>
    <w:rPr>
      <w:rFonts w:ascii="Verdana" w:eastAsia="Cambria" w:hAnsi="Verdana"/>
      <w:b/>
      <w:sz w:val="16"/>
    </w:rPr>
  </w:style>
  <w:style w:type="paragraph" w:customStyle="1" w:styleId="6TableContents">
    <w:name w:val="6 Table Contents"/>
    <w:basedOn w:val="Normal"/>
    <w:qFormat/>
    <w:rsid w:val="00E779E5"/>
    <w:pPr>
      <w:spacing w:line="240" w:lineRule="exact"/>
      <w:contextualSpacing/>
      <w:jc w:val="right"/>
    </w:pPr>
    <w:rPr>
      <w:rFonts w:ascii="Verdana" w:eastAsia="Cambria" w:hAnsi="Verdana"/>
      <w:sz w:val="16"/>
    </w:rPr>
  </w:style>
  <w:style w:type="paragraph" w:customStyle="1" w:styleId="7TableFooter">
    <w:name w:val="7 Table Footer"/>
    <w:basedOn w:val="Normal"/>
    <w:qFormat/>
    <w:rsid w:val="00E779E5"/>
    <w:pPr>
      <w:spacing w:before="120" w:after="120" w:line="180" w:lineRule="exact"/>
      <w:contextualSpacing/>
    </w:pPr>
    <w:rPr>
      <w:rFonts w:ascii="Verdana" w:eastAsia="Cambria" w:hAnsi="Verdana"/>
      <w:sz w:val="14"/>
    </w:rPr>
  </w:style>
  <w:style w:type="paragraph" w:customStyle="1" w:styleId="5TableRowHeader">
    <w:name w:val="5 Table Row Header"/>
    <w:basedOn w:val="4TableRowHeaderBold"/>
    <w:qFormat/>
    <w:rsid w:val="00E779E5"/>
    <w:rPr>
      <w:b w:val="0"/>
    </w:rPr>
  </w:style>
  <w:style w:type="paragraph" w:customStyle="1" w:styleId="00ReportFooter">
    <w:name w:val="00 Report Footer"/>
    <w:basedOn w:val="Normal"/>
    <w:qFormat/>
    <w:rsid w:val="00E779E5"/>
    <w:pPr>
      <w:autoSpaceDE w:val="0"/>
      <w:autoSpaceDN w:val="0"/>
      <w:adjustRightInd w:val="0"/>
      <w:spacing w:line="200" w:lineRule="exact"/>
    </w:pPr>
    <w:rPr>
      <w:rFonts w:ascii="Verdana" w:eastAsia="Calibri" w:hAnsi="Verdana"/>
      <w:color w:val="595959"/>
      <w:sz w:val="14"/>
      <w:szCs w:val="14"/>
    </w:rPr>
  </w:style>
  <w:style w:type="paragraph" w:customStyle="1" w:styleId="7TOCpagetitles">
    <w:name w:val="_7 TOC page titles"/>
    <w:basedOn w:val="1TableHeader"/>
    <w:qFormat/>
    <w:rsid w:val="00E779E5"/>
    <w:pPr>
      <w:framePr w:hSpace="187" w:wrap="around" w:vAnchor="page" w:hAnchor="margin" w:y="3631"/>
      <w:spacing w:before="0" w:line="300" w:lineRule="exact"/>
    </w:pPr>
    <w:rPr>
      <w:b w:val="0"/>
    </w:rPr>
  </w:style>
  <w:style w:type="character" w:customStyle="1" w:styleId="6CoverContactboxgray">
    <w:name w:val="_6 Cover Contact box gray"/>
    <w:uiPriority w:val="1"/>
    <w:qFormat/>
    <w:rsid w:val="00E779E5"/>
    <w:rPr>
      <w:color w:val="808080"/>
      <w:sz w:val="14"/>
      <w:szCs w:val="14"/>
    </w:rPr>
  </w:style>
  <w:style w:type="paragraph" w:customStyle="1" w:styleId="2Covertopheader">
    <w:name w:val="_2 Cover top header"/>
    <w:basedOn w:val="Normal"/>
    <w:qFormat/>
    <w:rsid w:val="00E779E5"/>
    <w:pPr>
      <w:spacing w:line="400" w:lineRule="exact"/>
    </w:pPr>
    <w:rPr>
      <w:rFonts w:ascii="Verdana" w:eastAsia="Calibri" w:hAnsi="Verdana" w:cs="Trebuchet MS"/>
      <w:bCs/>
      <w:color w:val="7F7F7F"/>
      <w:sz w:val="26"/>
      <w:szCs w:val="26"/>
    </w:rPr>
  </w:style>
  <w:style w:type="paragraph" w:customStyle="1" w:styleId="3Covermainheader">
    <w:name w:val="_3 Cover main header"/>
    <w:basedOn w:val="Normal"/>
    <w:qFormat/>
    <w:rsid w:val="00E779E5"/>
    <w:pPr>
      <w:spacing w:line="480" w:lineRule="exact"/>
    </w:pPr>
    <w:rPr>
      <w:rFonts w:ascii="Verdana" w:eastAsia="Calibri" w:hAnsi="Verdana"/>
      <w:sz w:val="40"/>
      <w:szCs w:val="40"/>
    </w:rPr>
  </w:style>
  <w:style w:type="paragraph" w:customStyle="1" w:styleId="4Coversubheader">
    <w:name w:val="_4 Cover sub header"/>
    <w:basedOn w:val="Normal"/>
    <w:qFormat/>
    <w:rsid w:val="00E779E5"/>
    <w:pPr>
      <w:spacing w:line="300" w:lineRule="exact"/>
    </w:pPr>
    <w:rPr>
      <w:rFonts w:ascii="Verdana" w:eastAsia="Calibri" w:hAnsi="Verdana"/>
      <w:sz w:val="24"/>
    </w:rPr>
  </w:style>
  <w:style w:type="paragraph" w:customStyle="1" w:styleId="0ReportHeaderStyle">
    <w:name w:val="0 Report Header Style"/>
    <w:basedOn w:val="Heading2"/>
    <w:qFormat/>
    <w:rsid w:val="00E779E5"/>
  </w:style>
  <w:style w:type="paragraph" w:customStyle="1" w:styleId="1Coverdate">
    <w:name w:val="_1 Cover date"/>
    <w:basedOn w:val="Normal"/>
    <w:qFormat/>
    <w:rsid w:val="00E779E5"/>
    <w:pPr>
      <w:spacing w:line="240" w:lineRule="exact"/>
    </w:pPr>
    <w:rPr>
      <w:rFonts w:ascii="Verdana" w:eastAsia="Calibri" w:hAnsi="Verdana" w:cs="Trebuchet MS"/>
      <w:bCs/>
      <w:color w:val="E36C0A"/>
      <w:sz w:val="16"/>
      <w:szCs w:val="16"/>
    </w:rPr>
  </w:style>
  <w:style w:type="character" w:customStyle="1" w:styleId="5CoverContact">
    <w:name w:val="_5 Cover Contact"/>
    <w:uiPriority w:val="1"/>
    <w:qFormat/>
    <w:rsid w:val="00E779E5"/>
    <w:rPr>
      <w:rFonts w:ascii="Verdana" w:hAnsi="Verdana"/>
      <w:sz w:val="14"/>
    </w:rPr>
  </w:style>
  <w:style w:type="paragraph" w:styleId="TOC2">
    <w:name w:val="toc 2"/>
    <w:basedOn w:val="Normal"/>
    <w:next w:val="Normal"/>
    <w:autoRedefine/>
    <w:uiPriority w:val="39"/>
    <w:unhideWhenUsed/>
    <w:rsid w:val="00E779E5"/>
    <w:pPr>
      <w:spacing w:after="100" w:line="276" w:lineRule="auto"/>
      <w:ind w:left="220"/>
    </w:pPr>
    <w:rPr>
      <w:rFonts w:ascii="Calibri" w:eastAsia="Calibri" w:hAnsi="Calibri"/>
      <w:szCs w:val="22"/>
    </w:rPr>
  </w:style>
  <w:style w:type="character" w:styleId="Hyperlink">
    <w:name w:val="Hyperlink"/>
    <w:uiPriority w:val="99"/>
    <w:unhideWhenUsed/>
    <w:rsid w:val="00E779E5"/>
    <w:rPr>
      <w:color w:val="0000FF"/>
      <w:u w:val="single"/>
    </w:rPr>
  </w:style>
  <w:style w:type="paragraph" w:styleId="BalloonText">
    <w:name w:val="Balloon Text"/>
    <w:basedOn w:val="Normal"/>
    <w:link w:val="BalloonTextChar"/>
    <w:uiPriority w:val="99"/>
    <w:unhideWhenUsed/>
    <w:rsid w:val="00E779E5"/>
    <w:rPr>
      <w:rFonts w:ascii="Tahoma" w:eastAsia="Calibri" w:hAnsi="Tahoma"/>
      <w:sz w:val="16"/>
      <w:szCs w:val="16"/>
    </w:rPr>
  </w:style>
  <w:style w:type="character" w:customStyle="1" w:styleId="BalloonTextChar">
    <w:name w:val="Balloon Text Char"/>
    <w:link w:val="BalloonText"/>
    <w:uiPriority w:val="99"/>
    <w:rsid w:val="00E779E5"/>
    <w:rPr>
      <w:rFonts w:ascii="Tahoma" w:eastAsia="Calibri" w:hAnsi="Tahoma" w:cs="Tahoma"/>
      <w:sz w:val="16"/>
      <w:szCs w:val="16"/>
    </w:rPr>
  </w:style>
  <w:style w:type="paragraph" w:styleId="TOC1">
    <w:name w:val="toc 1"/>
    <w:basedOn w:val="Normal"/>
    <w:next w:val="Normal"/>
    <w:autoRedefine/>
    <w:uiPriority w:val="39"/>
    <w:unhideWhenUsed/>
    <w:rsid w:val="00E779E5"/>
    <w:pPr>
      <w:spacing w:line="276" w:lineRule="auto"/>
    </w:pPr>
    <w:rPr>
      <w:rFonts w:ascii="Calibri" w:eastAsia="Calibri" w:hAnsi="Calibri"/>
      <w:szCs w:val="22"/>
    </w:rPr>
  </w:style>
  <w:style w:type="character" w:styleId="Strong">
    <w:name w:val="Strong"/>
    <w:uiPriority w:val="22"/>
    <w:qFormat/>
    <w:rsid w:val="00E779E5"/>
    <w:rPr>
      <w:b/>
      <w:bCs/>
    </w:rPr>
  </w:style>
  <w:style w:type="character" w:customStyle="1" w:styleId="QuestionCha">
    <w:name w:val="Question Cha"/>
    <w:rsid w:val="00E779E5"/>
  </w:style>
  <w:style w:type="paragraph" w:styleId="PlainText">
    <w:name w:val="Plain Text"/>
    <w:basedOn w:val="Normal"/>
    <w:link w:val="PlainTextChar"/>
    <w:rsid w:val="00E779E5"/>
    <w:rPr>
      <w:rFonts w:ascii="Courier New" w:hAnsi="Courier New"/>
      <w:sz w:val="20"/>
      <w:szCs w:val="20"/>
    </w:rPr>
  </w:style>
  <w:style w:type="character" w:customStyle="1" w:styleId="PlainTextChar">
    <w:name w:val="Plain Text Char"/>
    <w:link w:val="PlainText"/>
    <w:rsid w:val="00E779E5"/>
    <w:rPr>
      <w:rFonts w:ascii="Courier New" w:hAnsi="Courier New" w:cs="Courier New"/>
    </w:rPr>
  </w:style>
  <w:style w:type="paragraph" w:customStyle="1" w:styleId="toplinetextcharcharchar">
    <w:name w:val="toplinetextcharcharchar"/>
    <w:basedOn w:val="Normal"/>
    <w:rsid w:val="00E779E5"/>
    <w:rPr>
      <w:rFonts w:ascii="Tahoma" w:hAnsi="Tahoma" w:cs="Tahoma"/>
      <w:szCs w:val="22"/>
    </w:rPr>
  </w:style>
  <w:style w:type="paragraph" w:customStyle="1" w:styleId="question0">
    <w:name w:val="question"/>
    <w:basedOn w:val="Normal"/>
    <w:link w:val="questionChar0"/>
    <w:rsid w:val="0014372C"/>
    <w:pPr>
      <w:keepNext/>
      <w:autoSpaceDE w:val="0"/>
      <w:autoSpaceDN w:val="0"/>
      <w:spacing w:after="240"/>
      <w:ind w:left="720" w:hanging="720"/>
    </w:pPr>
    <w:rPr>
      <w:sz w:val="24"/>
    </w:rPr>
  </w:style>
  <w:style w:type="paragraph" w:customStyle="1" w:styleId="1">
    <w:name w:val="样式1"/>
    <w:basedOn w:val="Normal"/>
    <w:rsid w:val="0014372C"/>
    <w:pPr>
      <w:widowControl w:val="0"/>
      <w:adjustRightInd w:val="0"/>
      <w:spacing w:line="312" w:lineRule="atLeast"/>
      <w:jc w:val="both"/>
      <w:textAlignment w:val="baseline"/>
    </w:pPr>
    <w:rPr>
      <w:rFonts w:ascii="KaiTi_GB2312" w:eastAsia="KaiTi_GB2312"/>
      <w:sz w:val="21"/>
      <w:szCs w:val="20"/>
      <w:lang w:eastAsia="zh-CN"/>
    </w:rPr>
  </w:style>
  <w:style w:type="character" w:customStyle="1" w:styleId="questionChar0">
    <w:name w:val="question Char"/>
    <w:link w:val="question0"/>
    <w:rsid w:val="0014372C"/>
    <w:rPr>
      <w:sz w:val="24"/>
      <w:szCs w:val="24"/>
    </w:rPr>
  </w:style>
  <w:style w:type="character" w:customStyle="1" w:styleId="Heading7Char">
    <w:name w:val="Heading 7 Char"/>
    <w:link w:val="Heading7"/>
    <w:rsid w:val="004B0FEB"/>
    <w:rPr>
      <w:sz w:val="24"/>
      <w:szCs w:val="24"/>
    </w:rPr>
  </w:style>
  <w:style w:type="paragraph" w:styleId="BodyTextIndent2">
    <w:name w:val="Body Text Indent 2"/>
    <w:basedOn w:val="Normal"/>
    <w:link w:val="BodyTextIndent2Char"/>
    <w:rsid w:val="004B0FEB"/>
    <w:pPr>
      <w:spacing w:after="120" w:line="480" w:lineRule="auto"/>
      <w:ind w:left="360"/>
    </w:pPr>
    <w:rPr>
      <w:sz w:val="24"/>
    </w:rPr>
  </w:style>
  <w:style w:type="character" w:customStyle="1" w:styleId="BodyTextIndent2Char">
    <w:name w:val="Body Text Indent 2 Char"/>
    <w:link w:val="BodyTextIndent2"/>
    <w:rsid w:val="004B0FEB"/>
    <w:rPr>
      <w:sz w:val="24"/>
      <w:szCs w:val="24"/>
    </w:rPr>
  </w:style>
  <w:style w:type="paragraph" w:customStyle="1" w:styleId="A1BodyText">
    <w:name w:val="A1 Body Text"/>
    <w:uiPriority w:val="99"/>
    <w:rsid w:val="00820C90"/>
    <w:pPr>
      <w:autoSpaceDE w:val="0"/>
      <w:autoSpaceDN w:val="0"/>
      <w:adjustRightInd w:val="0"/>
      <w:spacing w:line="320" w:lineRule="exact"/>
    </w:pPr>
    <w:rPr>
      <w:rFonts w:ascii="Georgia" w:hAnsi="Georgia"/>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1670738">
      <w:bodyDiv w:val="1"/>
      <w:marLeft w:val="0"/>
      <w:marRight w:val="0"/>
      <w:marTop w:val="0"/>
      <w:marBottom w:val="0"/>
      <w:divBdr>
        <w:top w:val="none" w:sz="0" w:space="0" w:color="auto"/>
        <w:left w:val="none" w:sz="0" w:space="0" w:color="auto"/>
        <w:bottom w:val="none" w:sz="0" w:space="0" w:color="auto"/>
        <w:right w:val="none" w:sz="0" w:space="0" w:color="auto"/>
      </w:divBdr>
    </w:div>
    <w:div w:id="1759204650">
      <w:bodyDiv w:val="1"/>
      <w:marLeft w:val="0"/>
      <w:marRight w:val="0"/>
      <w:marTop w:val="0"/>
      <w:marBottom w:val="0"/>
      <w:divBdr>
        <w:top w:val="none" w:sz="0" w:space="0" w:color="auto"/>
        <w:left w:val="none" w:sz="0" w:space="0" w:color="auto"/>
        <w:bottom w:val="none" w:sz="0" w:space="0" w:color="auto"/>
        <w:right w:val="none" w:sz="0" w:space="0" w:color="auto"/>
      </w:divBdr>
    </w:div>
    <w:div w:id="1813132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5FF456-ED13-4FC5-A11F-B47B77629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3AB6951D.dotm</Template>
  <TotalTime>75</TotalTime>
  <Pages>65</Pages>
  <Words>13927</Words>
  <Characters>62655</Characters>
  <Application>Microsoft Office Word</Application>
  <DocSecurity>0</DocSecurity>
  <Lines>522</Lines>
  <Paragraphs>152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76430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 Poikolainen</dc:creator>
  <cp:lastModifiedBy>Jacob Poushter</cp:lastModifiedBy>
  <cp:revision>9</cp:revision>
  <dcterms:created xsi:type="dcterms:W3CDTF">2012-09-27T13:37:00Z</dcterms:created>
  <dcterms:modified xsi:type="dcterms:W3CDTF">2014-06-04T16:13:00Z</dcterms:modified>
</cp:coreProperties>
</file>