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0ED" w:rsidRPr="00987676" w:rsidRDefault="00900398" w:rsidP="00315B2C">
      <w:pPr>
        <w:pStyle w:val="PlainText"/>
        <w:rPr>
          <w:rFonts w:ascii="Letter Gothic" w:hAnsi="Letter Gothic" w:cs="Courier New"/>
          <w:b/>
          <w:sz w:val="12"/>
          <w:szCs w:val="12"/>
        </w:rPr>
      </w:pPr>
      <w:bookmarkStart w:id="0" w:name="_GoBack"/>
      <w:bookmarkEnd w:id="0"/>
      <w:r w:rsidRPr="00987676">
        <w:rPr>
          <w:rFonts w:ascii="Letter Gothic" w:hAnsi="Letter Gothic" w:cs="Courier New"/>
          <w:b/>
          <w:sz w:val="12"/>
          <w:szCs w:val="12"/>
        </w:rPr>
        <w:t xml:space="preserve">                                                                                                                                                                                     Table LIVE1 Page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LIVE1. Which of the following BEST describes the place where you now live? [READ]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large city             1998     961    1037     955     383     449     497     761     432     290      237      558      599      601      749      361      213      515      568     1427</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rPr>
        <w:t xml:space="preserve">                              </w:t>
      </w:r>
      <w:r w:rsidRPr="00987676">
        <w:rPr>
          <w:rFonts w:ascii="Letter Gothic" w:hAnsi="Letter Gothic" w:cs="Courier New"/>
          <w:b/>
          <w:sz w:val="12"/>
          <w:szCs w:val="12"/>
          <w:lang w:val="es-US"/>
        </w:rPr>
        <w:t>23%     23%     24%     18%     39%     34%     27%     26%     20%     19%      29%      21%      23%      25%      29%      25%      18%      20%      23%      23%</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D       D      IJ      IJ                        L                                  QR       QR                                    </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lang w:val="es-US"/>
        </w:rPr>
        <w:t xml:space="preserve">    </w:t>
      </w:r>
      <w:r w:rsidRPr="00987676">
        <w:rPr>
          <w:rFonts w:ascii="Letter Gothic" w:hAnsi="Letter Gothic" w:cs="Courier New"/>
          <w:b/>
          <w:sz w:val="12"/>
          <w:szCs w:val="12"/>
        </w:rPr>
        <w:t>A suburb near a          1891     992     899    1297     166     206     443     727     449     258       44      466      589      787      306      268      261      855      614     1274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large</w:t>
      </w:r>
      <w:proofErr w:type="gramEnd"/>
      <w:r w:rsidRPr="00987676">
        <w:rPr>
          <w:rFonts w:ascii="Letter Gothic" w:hAnsi="Letter Gothic" w:cs="Courier New"/>
          <w:b/>
          <w:sz w:val="12"/>
          <w:szCs w:val="12"/>
        </w:rPr>
        <w:t xml:space="preserve"> city                22%     24%     21%     24%     17%     16%     24%     25%     20%     17%       5%      18%      22%      32%      12%      19%      23%      33%      25%      21%</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rPr>
        <w:t xml:space="preserve">                                                       </w:t>
      </w:r>
      <w:r w:rsidRPr="00987676">
        <w:rPr>
          <w:rFonts w:ascii="Letter Gothic" w:hAnsi="Letter Gothic" w:cs="Courier New"/>
          <w:b/>
          <w:sz w:val="12"/>
          <w:szCs w:val="12"/>
          <w:lang w:val="es-US"/>
        </w:rPr>
        <w:t xml:space="preserve">EF                       J       J                                 K       KL      KLM                 O        O      OPQ        T         </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lang w:val="es-US"/>
        </w:rPr>
        <w:t xml:space="preserve">    </w:t>
      </w:r>
      <w:r w:rsidRPr="00987676">
        <w:rPr>
          <w:rFonts w:ascii="Letter Gothic" w:hAnsi="Letter Gothic" w:cs="Courier New"/>
          <w:b/>
          <w:sz w:val="12"/>
          <w:szCs w:val="12"/>
        </w:rPr>
        <w:t>A small city or          3093    1519    1574    1907     335     546     653    1010     810     587      389     1070      923      702     1101      541      375      771      817     2274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town</w:t>
      </w:r>
      <w:proofErr w:type="gramEnd"/>
      <w:r w:rsidRPr="00987676">
        <w:rPr>
          <w:rFonts w:ascii="Letter Gothic" w:hAnsi="Letter Gothic" w:cs="Courier New"/>
          <w:b/>
          <w:sz w:val="12"/>
          <w:szCs w:val="12"/>
        </w:rPr>
        <w:t xml:space="preserve">                      36%     36%     36%     35%     34%     41%     36%     34%     37%     39%      48%      40%      35%      29%      43%      38%      33%      30%      34%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MN       MN        N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rural area             1531     706     825    1221      86     114     216     428     497     371      137      529      512      344      380      262      299      424      423     1108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17%     19%     23%      9%      9%     12%     15%     23%     24%      17%      20%      19%      14%      15%      18%      26%      16%      17%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GH      GH                 N        N                                 OPR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50      25      25      40       1       -      14      12      15       9        5       25       15        5       19        8        3        9        9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              1%      *%      1%      1%       1%       1%       1%       *%       1%       1%       *%       *%       *%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9       6       3       -       3       6       3       6       -       -        3        -        -        6        3        -        -        6        3        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Q1A Page 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Business and Finance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interested          2490    1361    1129    1372     460     406     394     882     754     430      202      705      759      817      682      365      279      907      755     1730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29%     32%     26%     25%     47%     31%     22%     30%     34%     28%      25%      27%      29%      33%      27%      25%      24%      35%      31%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DF       D               G      GJ       G                                 KLM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rPr>
        <w:t xml:space="preserve">    </w:t>
      </w:r>
      <w:r w:rsidRPr="00987676">
        <w:rPr>
          <w:rFonts w:ascii="Letter Gothic" w:hAnsi="Letter Gothic" w:cs="Courier New"/>
          <w:b/>
          <w:sz w:val="12"/>
          <w:szCs w:val="12"/>
          <w:lang w:val="es-US"/>
        </w:rPr>
        <w:t>Somewhat interested      3508    1665    1843    2331     322     504     688    1195     932     655      292     1097     1087     1014      950      618      520     1114      959     2546</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41%     40%     42%     43%     33%     38%     38%     41%     42%     43%      36%      41%      41%      41%      37%      43%      45%      43%      39%      42%</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E                                                                                                              O        O                  </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lang w:val="es-US"/>
        </w:rPr>
        <w:t xml:space="preserve">    </w:t>
      </w:r>
      <w:r w:rsidRPr="00987676">
        <w:rPr>
          <w:rFonts w:ascii="Letter Gothic" w:hAnsi="Letter Gothic" w:cs="Courier New"/>
          <w:b/>
          <w:sz w:val="12"/>
          <w:szCs w:val="12"/>
        </w:rPr>
        <w:t>Not too interested       1327     581     746     942      64     178     414     485     252     175      112      346      464      404      418      258      201      341      377      949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14%     17%     17%      7%     13%     23%     16%     11%     12%      14%      13%      18%      17%      16%      18%      17%      13%      16%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               E     HIJ      IJ                                          L        L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1210     581     630     754     125     224     323     373     251     246      195      481      324      208      495      194      147      216      335      876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interested</w:t>
      </w:r>
      <w:proofErr w:type="gramEnd"/>
      <w:r w:rsidRPr="00987676">
        <w:rPr>
          <w:rFonts w:ascii="Letter Gothic" w:hAnsi="Letter Gothic" w:cs="Courier New"/>
          <w:b/>
          <w:sz w:val="12"/>
          <w:szCs w:val="12"/>
        </w:rPr>
        <w:t xml:space="preserve">                14%     14%     14%     14%     13%     17%     18%     13%     11%     16%      24%      18%      12%       9%      19%      13%      13%       8%      14%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                      HI       MN       MN        N               PQR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11       3       8       2       3       -       6       -       -       5        6        5        -        -        2        -        -        -        -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1%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27      19       8      18       -       9       -       9      13       5        8       14        3        1       11        6        3        1        8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1%      *%       1%       1%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Interested           5997    3026    2972    3703     783     910    1082    2077    1686    1085      494     1802     1846     1831     1633      983      799     2021     1714     4276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70%     72%     68%     68%     80%     69%     59%     71%     77%     72%      61%      68%      70%      75%      64%      68%      69%      78%      70%      70%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DF                       G     GHJ       G                          K      KLM                                 OPQ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Q1A Page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interested       2537    1162    1375    1696     189     402     737     858     503     421      307      827      788      612      912      452      349      557      712     1825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30%     28%     32%     31%     19%     30%     40%     29%     23%     28%      38%      31%      30%      25%      36%      31%      30%      22%      29%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               E     HIJ       I               I       MN        N        N                 R        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Q1B Page 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Government and politics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interested          3746    1906    1840    2536     429     428     631    1222    1128     729      200     1001     1224     1313      893      548      599     1371      988     2755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44%     45%     42%     47%     44%     32%     35%     41%     51%     48%      25%      38%      46%      54%      35%      38%      52%      53%      41%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G      GH      GH                 K       KL      KLM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interested      2865    1416    1449    1762     296     503     644    1020     709     468      273      862      898      819      853      528      372      852      802     2060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33%     34%     33%     33%     30%     38%     35%     35%     32%     31%      34%      33%      34%      33%      33%      37%      32%      33%      33%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interested        817     362     455     443      75     201     173     355     156     125      137      279      220      178      306      153       89      193      312      505</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rPr>
        <w:t xml:space="preserve">                              </w:t>
      </w:r>
      <w:r w:rsidRPr="00987676">
        <w:rPr>
          <w:rFonts w:ascii="Letter Gothic" w:hAnsi="Letter Gothic" w:cs="Courier New"/>
          <w:b/>
          <w:sz w:val="12"/>
          <w:szCs w:val="12"/>
          <w:lang w:val="es-US"/>
        </w:rPr>
        <w:t>10%      9%     10%      8%      8%     15%      9%     12%      7%      8%      17%      11%       8%       7%      12%      11%       8%       7%      13%       8%</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DE              IJ                      LMN        N                         QR                                   T         </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lang w:val="es-US"/>
        </w:rPr>
        <w:t xml:space="preserve">    </w:t>
      </w:r>
      <w:r w:rsidRPr="00987676">
        <w:rPr>
          <w:rFonts w:ascii="Letter Gothic" w:hAnsi="Letter Gothic" w:cs="Courier New"/>
          <w:b/>
          <w:sz w:val="12"/>
          <w:szCs w:val="12"/>
        </w:rPr>
        <w:t>Not at all               1112     513     599     663     172     184     370     342     203     181      196      492      289      133      494      209       91      161      326      785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interested</w:t>
      </w:r>
      <w:proofErr w:type="gramEnd"/>
      <w:r w:rsidRPr="00987676">
        <w:rPr>
          <w:rFonts w:ascii="Letter Gothic" w:hAnsi="Letter Gothic" w:cs="Courier New"/>
          <w:b/>
          <w:sz w:val="12"/>
          <w:szCs w:val="12"/>
        </w:rPr>
        <w:t xml:space="preserve">                13%     12%     14%     12%     18%     14%     20%     12%      9%     12%      24%      19%      11%       5%      19%      14%       8%       6%      13%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HIJ                               MN       MN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17       5      11       5       3       -       6       3       -       8        6        5        3        3        5        -        -        3        -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1%       1%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15       7       8      10       -       5       -       3       6       6        2        9        4        -        7        3        -        -        7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Interested           6612    3322    3290    4298     724     931    1276    2241    1837    1197      473     1864     2122     2131     1746     1077      971     2223     1790     4816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77%     79%     75%     79%     74%     70%     70%     76%     83%     79%      58%      70%      80%      87%      68%      75%      84%      86%      74%      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G     GHJ       G                 K       KL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Q1B Page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interested       1929     875    1054    1106     247     385     543     698     359     305      334      770      509      310      800      362      180      354      638     1290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23%     21%     24%     20%     25%     29%     30%     24%     16%     20%      41%      29%      19%      13%      31%      25%      16%      14%      26%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HIJ       I                      LMN       MN        N               PQR       QR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Q1C Page 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Sports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interested          2256    1464     793    1195     379     444     442     804     564     413      230      749      698      576      721      362      285      663      635     1622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26%     35%     18%     22%     39%     34%     24%     27%     26%     27%      28%      28%      26%      24%      28%      25%      25%      26%      26%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interested      2697    1303    1394    1830     237     376     534     935     740     461      217      859      832      784      706      453      338      960      820     1872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31%     31%     32%     34%     24%     28%     29%     32%     34%     30%      27%      32%      32%      32%      28%      31%      29%      37%      34%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interested       1417     566     851     900     129     232     336     480     360     234      123      380      429      472      380      284      185      417      377     1039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13%     20%     17%     13%     18%     18%     16%     16%     15%      15%      14%      16%      19%      15%      20%      16%      16%      15%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L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2157     856    1301    1476     224     255     512     704     525     399      228      647      665      612      729      338      343      538      586     1570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interested</w:t>
      </w:r>
      <w:proofErr w:type="gramEnd"/>
      <w:r w:rsidRPr="00987676">
        <w:rPr>
          <w:rFonts w:ascii="Letter Gothic" w:hAnsi="Letter Gothic" w:cs="Courier New"/>
          <w:b/>
          <w:sz w:val="12"/>
          <w:szCs w:val="12"/>
        </w:rPr>
        <w:t xml:space="preserve">                25%     20%     30%     27%     23%     19%     28%     24%     24%     26%      28%      24%      25%      25%      29%      23%      30%      21%      24%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10       6       4       3       -       2       -       3       4       2        6        3        -        -        4        3        -        -        -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35      14      21      15       5      12       -      19      10       6       11        9       14        1       18        -        -        1       17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1%              1%      *%      *%       1%       *%       1%       *%       1%                         *%       1%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Interested           4953    2767    2187    3025     616     821     977    1739    1304     874      447     1609     1529     1359     1428      815      623     1623     1455     3494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58%     66%     50%     56%     63%     62%     54%     59%     59%     58%      55%      61%      58%      56%      56%      57%      54%      63%      60%      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N                                                   OPQ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Q1C Page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interested       3575    1423    2152    2377     353     486     848    1184     885     634      351     1027     1094     1084     1109      623      528      955      963     2609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42%     34%     49%     44%     36%     37%     46%     40%     40%     42%      43%      39%      41%      44%      43%      43%      46%      37%      40%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EF                      HI                                                           L        R        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Q1D Page 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Events in your local community</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interested          3272    1347    1925    2023     454     510     540    1222     913     570      267      952     1038     1006      934      586      406     1025     1035     2234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38%     32%     44%     37%     47%     39%     30%     41%     41%     38%      33%      36%      39%      41%      37%      41%      35%      40%      43%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G       G       G                                  KL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interested      3740    2008    1732    2458     356     559     876    1273     919     627      327     1104     1130     1168     1044      604      511     1239     1051     2685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44%     48%     40%     45%     37%     42%     48%     43%     42%     41%      40%      42%      43%      48%      41%      42%      44%      48%      43%      44%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                      IJ                                                         KLM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interested        878     511     367     536      69     145     208     270     223     174       94      318      279      183      265      153      166      215      191      687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12%      8%     10%      7%     11%     11%      9%     10%     11%      12%      12%      11%       7%      10%      11%      14%       8%       8%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N        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656     329     327     395      90     103     201     173     147     126      112      268      187       84      299       98       68       98      158      498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interested</w:t>
      </w:r>
      <w:proofErr w:type="gramEnd"/>
      <w:r w:rsidRPr="00987676">
        <w:rPr>
          <w:rFonts w:ascii="Letter Gothic" w:hAnsi="Letter Gothic" w:cs="Courier New"/>
          <w:b/>
          <w:sz w:val="12"/>
          <w:szCs w:val="12"/>
        </w:rPr>
        <w:t xml:space="preserve">                 8%      8%      7%      7%      9%      8%     11%      6%      7%      8%      14%      10%       7%       3%      12%       7%       6%       4%       6%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                               MN       MN        N               PQR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12       7       5       6       6       -       -       -       -      12        5        6        -        1        6        -        -        1        -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1%       1%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14       8       7       1       -       3       -       7       1       7        9        -        3        2        9        -        -        2        -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Interested           7012    3355    3657    4481     810    1070    1416    2495    1832    1197      594     2056     2168     2174     1978     1190      917     2264     2086     4919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82%     80%     84%     83%     83%     81%     78%     85%     83%     79%      73%      78%      82%      89%      77%      83%      80%      88%      86%      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GJ      GJ                                 KL      KLM                 O               OPQ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Q1D Page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interested       1534     840     694     932     159     248     409     443     370     300      207      586      466      267      565      252      234      313      349     1185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20%     16%     17%     16%     19%     22%     15%     17%     20%      25%      22%      18%      11%      22%      17%      20%      12%      14%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HI                       H       MN       MN        N                 R        R        R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Q1E Page 10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Schools or education</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interested          4154    1686    2468    2297     654     760     823    1661     985     639      398     1192     1301     1256     1316      720      504     1252     1610     2540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48%     40%     57%     42%     67%     58%     45%     56%     45%     42%      49%      45%      49%      51%      51%      50%      44%      49%      66%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DF       D             GIJ                                                   L        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interested      2729    1507    1221    1924     213     374     645     818     726     521      218      892      823      782      737      470      381      866      595     2132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32%     36%     28%     36%     22%     28%     35%     28%     33%     34%      27%      34%      31%      32%      29%      33%      33%      34%      24%      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H               H       H                                                                       O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interested        837     496     341     598      43      84     187     257     243     147       79      247      259      248      225      130      140      265      102      733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12%      8%     11%      4%      6%     10%      9%     11%     10%      10%       9%      10%      10%       9%       9%      12%      10%       4%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810     487     323     571      64      94     157     197     248     196      115      299      238      153      264      117      126      186      112      698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interested</w:t>
      </w:r>
      <w:proofErr w:type="gramEnd"/>
      <w:r w:rsidRPr="00987676">
        <w:rPr>
          <w:rFonts w:ascii="Letter Gothic" w:hAnsi="Letter Gothic" w:cs="Courier New"/>
          <w:b/>
          <w:sz w:val="12"/>
          <w:szCs w:val="12"/>
        </w:rPr>
        <w:t xml:space="preserve">                 9%     12%      7%     11%      7%      7%      9%      7%     11%     13%      14%      11%       9%       6%      10%       8%      11%       7%       5%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H      GH        N        N        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14       8       6      14       -       -       5       -       -       8        -        8        5        -        5        -        -        -        5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1%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30      26       3      16       -       9       7      11       1       5        3       10       11        5       11        5        -       11       11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1%      *%      *%              1%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Interested           6882    3193    3689    4221     868    1135    1468    2479    1711    1160      617     2084     2124     2038     2053     1190      885     2118     2204     4672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80%     76%     85%     78%     89%     86%     80%     84%     78%     76%      76%      79%      81%      83%      80%      83%      77%      82%      91%      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IJ                                                  KL                                   Q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Q1E Page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interested       1647     982     665    1169     107     177     344     454     490     343      195      546      497      401      489      247      266      451      214     1431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     23%     15%     22%     11%     13%     19%     15%     22%     23%      24%      21%      19%      16%      19%      17%      23%      17%       9%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H       H        N        N                                           PR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Q1F Page 12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Health or medical news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interested          3759    1535    2224    2180     547     701     544    1225    1139     811      400     1145     1159     1047     1226      656      448     1075      994     2761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44%     36%     51%     40%     56%     53%     30%     42%     52%     54%      49%      43%      44%      43%      48%      46%      39%      42%      41%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G      GH      GH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interested      3350    1777    1573    2231     307     450     754    1246     825     499      274      994     1009     1060      904      527      471     1115     1022     2325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39%     42%     36%     41%     32%     34%     41%     42%     37%     33%      34%      38%      38%      43%      35%      37%      41%      43%      42%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J       J                                                 KLM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interested        745     459     286     531      42      79     306     248      94      92       46      199      278      222      188      130      152      213      210      535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     11%      7%     10%      4%      6%     17%      8%      4%      6%       6%       7%      11%       9%       7%       9%      13%       8%       9%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HIJ       I                                          K                                  OR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676     421     254     453      78      74     220     201     137     102       80      303      178      110      218      125       80      166      195      481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interested</w:t>
      </w:r>
      <w:proofErr w:type="gramEnd"/>
      <w:r w:rsidRPr="00987676">
        <w:rPr>
          <w:rFonts w:ascii="Letter Gothic" w:hAnsi="Letter Gothic" w:cs="Courier New"/>
          <w:b/>
          <w:sz w:val="12"/>
          <w:szCs w:val="12"/>
        </w:rPr>
        <w:t xml:space="preserve">                 8%     10%      6%      8%      8%      6%     12%      7%      6%      7%      10%      11%       7%       4%       9%       9%       7%       6%       8%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HIJ                                N       MN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15      10       5      10       -       5       -      10       -       5        5        -       10        -        5        -        -        5        -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1%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28       7      20      15       -      12       -      14       8       6        9        8        4        6       16        3        -        6       14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1%       *%       *%       *%       1%       *%                *%       1%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Interested           7109    3311    3798    4411     854    1151    1299    2471    1963    1311      674     2139     2168     2107     2130     1184      919     2190     2016     5086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83%     79%     87%     81%     88%     87%     71%     84%     89%     86%      83%      81%      82%      86%      83%      82%      80%      85%      83%      83%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G      GH       G                                  LM                                   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Q1F Page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interested       1421     881     540     984     120     154     526     450     231     194      127      501      456      332      407      254      232      379      405     1016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21%     12%     18%     12%     12%     29%     15%     11%     13%      16%      19%      17%      14%      16%      18%      20%      15%      17%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HIJ       I                                 N        N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Q1G Page 14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Science and technology</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interested          3325    1949    1376    1917     372     587     804    1263     820     406      219      866     1082     1148      885      579      478     1108      968     2354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39%     46%     32%     35%     38%     44%     44%     43%     37%     27%      27%      33%      41%      47%      35%      40%      42%      43%      40%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IJ      IJ       J                                 KL      KLM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interested      3554    1520    2034    2432     374     476     741    1203     941     636      318     1071     1126     1029      995      586      484     1160     1005     2544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41%     36%     47%     45%     38%     36%     41%     41%     43%     42%      39%      40%      43%      42%      39%      41%      42%      45%      41%      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interested        833     327     506     536      95     129     123     263     197     241      101      311      226      188      264      155      126      184      256      577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8%     12%     10%     10%     10%      7%      9%      9%     16%      12%      12%       9%       8%      10%      11%      11%       7%      11%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GHI                 N                          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824     387     438     518     123     125     150     207     235     221      173      379      194       76      384      121       62      121      195      630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interested</w:t>
      </w:r>
      <w:proofErr w:type="gramEnd"/>
      <w:r w:rsidRPr="00987676">
        <w:rPr>
          <w:rFonts w:ascii="Letter Gothic" w:hAnsi="Letter Gothic" w:cs="Courier New"/>
          <w:b/>
          <w:sz w:val="12"/>
          <w:szCs w:val="12"/>
        </w:rPr>
        <w:t xml:space="preserve">                10%      9%     10%     10%     13%      9%      8%      7%     11%     15%      21%      14%       7%       3%      15%       8%       5%       5%       8%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GHI      LMN       MN        N               PQR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12       9       3       3       4       -       -       5       4       3        -        9        3        -       12        -        -        -        5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24      17       7      15       6       3       6       3       6      10        3       13        6        2       18        -        -        7        6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      1%       *%       *%       *%       *%       1%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Interested           6879    3469    3409    4348     747    1064    1545    2466    1761    1042      538     1936     2208     2177     1880     1165      963     2268     1973     4899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80%     82%     78%     80%     77%     81%     85%     84%     80%     69%      66%      73%      84%      89%      73%      81%      84%      88%      81%      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IJ      IJ       J                                 KL      KLM                 O        O       OP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Q1G Page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interested       1657     714     943    1054     218     254     274     470     432     461      274      690      420      265      648      277      189      305      451     1206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     17%     22%     19%     22%     19%     15%     16%     20%     30%      34%      26%      16%      11%      25%      19%      16%      12%      19%      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     GHI      LMN       MN        N               PQR        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Q1H Page 16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Arts or entertainment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interested          2483     997    1486    1404     388     467     635     874     615     341      209      729      836      705      849      403      250      692      633     1850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29%     24%     34%     26%     40%     35%     35%     30%     28%     23%      26%      28%      32%      29%      33%      28%      22%      27%      26%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IJ       J       J                                                   QR        Q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rPr>
        <w:t xml:space="preserve">    </w:t>
      </w:r>
      <w:r w:rsidRPr="00987676">
        <w:rPr>
          <w:rFonts w:ascii="Letter Gothic" w:hAnsi="Letter Gothic" w:cs="Courier New"/>
          <w:b/>
          <w:sz w:val="12"/>
          <w:szCs w:val="12"/>
          <w:lang w:val="es-US"/>
        </w:rPr>
        <w:t>Somewhat interested      3688    1822    1866    2408     366     527     750    1345     949     618      325     1060     1118     1177      959      652      551     1238     1120     2564</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43%     43%     43%     44%     38%     40%     41%     46%     43%     41%      40%      40%      42%      48%      37%      45%      48%      48%      46%      42%</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E                                                                                 KLM                 O        O        O                  </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lang w:val="es-US"/>
        </w:rPr>
        <w:t xml:space="preserve">    </w:t>
      </w:r>
      <w:r w:rsidRPr="00987676">
        <w:rPr>
          <w:rFonts w:ascii="Letter Gothic" w:hAnsi="Letter Gothic" w:cs="Courier New"/>
          <w:b/>
          <w:sz w:val="12"/>
          <w:szCs w:val="12"/>
        </w:rPr>
        <w:t>Not too interested       1252     692     561     901      74     156     245     382     339     273      100      390      375      379      344      189      188      393      379      872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16%     13%     17%      8%     12%     13%     13%     15%     18%      12%      15%      14%      15%      13%      13%      16%      15%      16%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1115     690     425     696     142     157     189     334     290     274      172      455      302      180      384      193      163      254      290      823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interested</w:t>
      </w:r>
      <w:proofErr w:type="gramEnd"/>
      <w:r w:rsidRPr="00987676">
        <w:rPr>
          <w:rFonts w:ascii="Letter Gothic" w:hAnsi="Letter Gothic" w:cs="Courier New"/>
          <w:b/>
          <w:sz w:val="12"/>
          <w:szCs w:val="12"/>
        </w:rPr>
        <w:t xml:space="preserve">                13%     16%     10%     13%     15%     12%     10%     11%     13%     18%      21%      17%      11%       7%      15%      13%      14%      10%      12%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GHI       MN       MN        N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12       6       6       1       -       6       6       -       6       -        -        5        6        1       11        -        -        1        6        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22       3      19       9       4       8       -      10       3       9       10       10        -        3       12        5        -        1        6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1%              *%      *%      1%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Interested           6171    2819    3352    3812     754     994    1385    2219    1564     960      534     1789     1954     1882     1808     1054      800     1930     1753     4414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72%     67%     77%     70%     77%     75%     76%     75%     71%     63%      65%      68%      74%      77%      71%      73%      70%      75%      72%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J       J       J                                 KL       KL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Q1H Page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interested       2367    1382     986    1598     216     313     434     716     629     548      271      845      677      558      728      382      351      648      670     1695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28%     33%     23%     29%     22%     24%     24%     24%     29%     36%      33%      32%      26%      23%      28%      27%      30%      25%      28%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GHI       MN       MN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Q1I Page 18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Foreign affairs or foreign policy</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interested          2874    1580    1294    1855     281     437     452     987     867     541      151      721      916     1076      693      468      408     1051      769     2101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34%     38%     30%     34%     29%     33%     25%     34%     39%     36%      18%      27%      35%      44%      27%      32%      35%      41%      32%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G      GH       G                 K       KL      KLM                          O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interested      3175    1510    1665    2088     341     393     767    1080     791     510      227      907     1054      978      824      540      475     1037      878     2296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37%     36%     38%     39%     35%     30%     42%     37%     36%     34%      28%      34%      40%      40%      32%      37%      41%      40%      36%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IJ                                                 KL       KL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interested       1119     497     622     682     128     203     266     407     225     212      138      400      330      248      434      166      114      295      362      756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13%     12%     14%     13%     13%     15%     15%     14%     10%     14%      17%      15%      13%      10%      17%      11%      10%      11%      15%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I               I        N        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1362     600     762     782     208     279     326     455     312     247      291      598      329      139      574      267      154      194      423      938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interested</w:t>
      </w:r>
      <w:proofErr w:type="gramEnd"/>
      <w:r w:rsidRPr="00987676">
        <w:rPr>
          <w:rFonts w:ascii="Letter Gothic" w:hAnsi="Letter Gothic" w:cs="Courier New"/>
          <w:b/>
          <w:sz w:val="12"/>
          <w:szCs w:val="12"/>
        </w:rPr>
        <w:t xml:space="preserve">                16%     14%     17%     14%     21%     21%     18%     15%     14%     16%      36%      23%      12%       6%      22%      19%      13%       8%      17%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LMN       MN        N                QR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22      10      12       8       8       2       5       8       4       5        6       13        3        -       19        -        -        -        -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      *%       1%       *%       *%                1%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20      11       9       4       9       7       9       7       3       2        2       10        6        3       14        -        -        3        3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1%      *%      *%      *%      *%       *%       *%       *%       *%       1%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Interested           6049    3090    2959    3943     623     830    1219    2068    1659    1050      377     1628     1970     2055     1516     1008      883     2088     1647     4397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71%     73%     68%     73%     64%     63%     67%     70%     75%     69%      46%      61%      75%      84%      59%      70%      77%      81%      68%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GHJ                         K       KL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Q1I Page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in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keeping</w:t>
      </w:r>
      <w:proofErr w:type="gramEnd"/>
      <w:r w:rsidRPr="00987676">
        <w:rPr>
          <w:rFonts w:ascii="Letter Gothic" w:hAnsi="Letter Gothic" w:cs="Courier New"/>
          <w:b/>
          <w:sz w:val="12"/>
          <w:szCs w:val="12"/>
        </w:rPr>
        <w:t xml:space="preserve"> up-to-date on that, somewhat interested, not too interested, or not at all interested in it?]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interested       2481    1098    1383    1464     336     482     592     862     538     459      430      997      659      387     1008      433      268      489      785     1694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29%     26%     32%     27%     34%     36%     32%     29%     24%     30%      53%      38%      25%      16%      39%      30%      23%      19%      32%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I       I               I      LMN       MN        N               PQR       QR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Q1SUM-1 Page 20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Q1SUM-1.</w:t>
      </w:r>
      <w:proofErr w:type="gramEnd"/>
      <w:r w:rsidRPr="00987676">
        <w:rPr>
          <w:rFonts w:ascii="Letter Gothic" w:hAnsi="Letter Gothic" w:cs="Courier New"/>
          <w:b/>
          <w:sz w:val="12"/>
          <w:szCs w:val="12"/>
        </w:rPr>
        <w:t xml:space="preserve">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in</w:t>
      </w:r>
      <w:proofErr w:type="gramEnd"/>
      <w:r w:rsidRPr="00987676">
        <w:rPr>
          <w:rFonts w:ascii="Letter Gothic" w:hAnsi="Letter Gothic" w:cs="Courier New"/>
          <w:b/>
          <w:sz w:val="12"/>
          <w:szCs w:val="12"/>
        </w:rPr>
        <w:t xml:space="preserve"> keeping up-to-date on that, somewhat interested, not too interested, or not at all interested in it?]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"VERY INTERESTED"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Schools or               4154    1686    2468    2297     654     760     823    1661     985     639      398     1192     1301     1256     1316      720      504     1252     1610     2540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education</w:t>
      </w:r>
      <w:proofErr w:type="gramEnd"/>
      <w:r w:rsidRPr="00987676">
        <w:rPr>
          <w:rFonts w:ascii="Letter Gothic" w:hAnsi="Letter Gothic" w:cs="Courier New"/>
          <w:b/>
          <w:sz w:val="12"/>
          <w:szCs w:val="12"/>
        </w:rPr>
        <w:t xml:space="preserve"> (e)             48%     40%     57%     42%     67%     58%     45%     56%     45%     42%      49%      45%      49%      51%      51%      50%      44%      49%      66%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DF       D             GIJ                                                   L        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Health or medical        3759    1535    2224    2180     547     701     544    1225    1139     811      400     1145     1159     1047     1226      656      448     1075      994     2761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news</w:t>
      </w:r>
      <w:proofErr w:type="gramEnd"/>
      <w:r w:rsidRPr="00987676">
        <w:rPr>
          <w:rFonts w:ascii="Letter Gothic" w:hAnsi="Letter Gothic" w:cs="Courier New"/>
          <w:b/>
          <w:sz w:val="12"/>
          <w:szCs w:val="12"/>
        </w:rPr>
        <w:t xml:space="preserve"> (f)                  44%     36%     51%     40%     56%     53%     30%     42%     52%     54%      49%      43%      44%      43%      48%      46%      39%      42%      41%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G      GH      GH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Government and           3746    1906    1840    2536     429     428     631    1222    1128     729      200     1001     1224     1313      893      548      599     1371      988     2755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politics</w:t>
      </w:r>
      <w:proofErr w:type="gramEnd"/>
      <w:r w:rsidRPr="00987676">
        <w:rPr>
          <w:rFonts w:ascii="Letter Gothic" w:hAnsi="Letter Gothic" w:cs="Courier New"/>
          <w:b/>
          <w:sz w:val="12"/>
          <w:szCs w:val="12"/>
        </w:rPr>
        <w:t xml:space="preserve"> (b)              44%     45%     42%     47%     44%     32%     35%     41%     51%     48%      25%      38%      46%      54%      35%      38%      52%      53%      41%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G      GH      GH                 K       KL      KLM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Science and              3325    1949    1376    1917     372     587     804    1263     820     406      219      866     1082     1148      885      579      478     1108      968     2354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technology</w:t>
      </w:r>
      <w:proofErr w:type="gramEnd"/>
      <w:r w:rsidRPr="00987676">
        <w:rPr>
          <w:rFonts w:ascii="Letter Gothic" w:hAnsi="Letter Gothic" w:cs="Courier New"/>
          <w:b/>
          <w:sz w:val="12"/>
          <w:szCs w:val="12"/>
        </w:rPr>
        <w:t xml:space="preserve"> (g)            39%     46%     32%     35%     38%     44%     44%     43%     37%     27%      27%      33%      41%      47%      35%      40%      42%      43%      40%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IJ      IJ       J                                 KL      KLM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Events in your           3272    1347    1925    2023     454     510     540    1222     913     570      267      952     1038     1006      934      586      406     1025     1035     2234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local</w:t>
      </w:r>
      <w:proofErr w:type="gramEnd"/>
      <w:r w:rsidRPr="00987676">
        <w:rPr>
          <w:rFonts w:ascii="Letter Gothic" w:hAnsi="Letter Gothic" w:cs="Courier New"/>
          <w:b/>
          <w:sz w:val="12"/>
          <w:szCs w:val="12"/>
        </w:rPr>
        <w:t xml:space="preserve"> community (d)       38%     32%     44%     37%     47%     39%     30%     41%     41%     38%      33%      36%      39%      41%      37%      41%      35%      40%      43%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G       G       G                                  KL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Foreign affairs or       2874    1580    1294    1855     281     437     452     987     867     541      151      721      916     1076      693      468      408     1051      769     2101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foreign</w:t>
      </w:r>
      <w:proofErr w:type="gramEnd"/>
      <w:r w:rsidRPr="00987676">
        <w:rPr>
          <w:rFonts w:ascii="Letter Gothic" w:hAnsi="Letter Gothic" w:cs="Courier New"/>
          <w:b/>
          <w:sz w:val="12"/>
          <w:szCs w:val="12"/>
        </w:rPr>
        <w:t xml:space="preserve"> policy (i)        34%     38%     30%     34%     29%     33%     25%     34%     39%     36%      18%      27%      35%      44%      27%      32%      35%      41%      32%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G      GH       G                 K       KL      KLM                          O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Business and             2490    1361    1129    1372     460     406     394     882     754     430      202      705      759      817      682      365      279      907      755     1730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Finance (a)               29%     32%     26%     25%     47%     31%     22%     30%     34%     28%      25%      27%      29%      33%      27%      25%      24%      35%      31%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DF       D               G      GJ       G                                 KLM                                 OPQ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Q1SUM-1 Page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Q1SUM-1.</w:t>
      </w:r>
      <w:proofErr w:type="gramEnd"/>
      <w:r w:rsidRPr="00987676">
        <w:rPr>
          <w:rFonts w:ascii="Letter Gothic" w:hAnsi="Letter Gothic" w:cs="Courier New"/>
          <w:b/>
          <w:sz w:val="12"/>
          <w:szCs w:val="12"/>
        </w:rPr>
        <w:t xml:space="preserve">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in</w:t>
      </w:r>
      <w:proofErr w:type="gramEnd"/>
      <w:r w:rsidRPr="00987676">
        <w:rPr>
          <w:rFonts w:ascii="Letter Gothic" w:hAnsi="Letter Gothic" w:cs="Courier New"/>
          <w:b/>
          <w:sz w:val="12"/>
          <w:szCs w:val="12"/>
        </w:rPr>
        <w:t xml:space="preserve"> keeping up-to-date on that, somewhat interested, not too interested, or not at all interested in it?]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"VERY INTERESTED"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Arts or                  2483     997    1486    1404     388     467     635     874     615     341      209      729      836      705      849      403      250      692      633     1850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entertainment</w:t>
      </w:r>
      <w:proofErr w:type="gramEnd"/>
      <w:r w:rsidRPr="00987676">
        <w:rPr>
          <w:rFonts w:ascii="Letter Gothic" w:hAnsi="Letter Gothic" w:cs="Courier New"/>
          <w:b/>
          <w:sz w:val="12"/>
          <w:szCs w:val="12"/>
        </w:rPr>
        <w:t xml:space="preserve"> (h)         29%     24%     34%     26%     40%     35%     35%     30%     28%     23%      26%      28%      32%      29%      33%      28%      22%      27%      26%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IJ       J       J                                                   QR        Q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Sports (c)               2256    1464     793    1195     379     444     442     804     564     413      230      749      698      576      721      362      285      663      635     1622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26%     35%     18%     22%     39%     34%     24%     27%     26%     27%      28%      28%      26%      24%      28%      25%      25%      26%      26%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N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Q1SUM-2 Page 22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Q1SUM-2.</w:t>
      </w:r>
      <w:proofErr w:type="gramEnd"/>
      <w:r w:rsidRPr="00987676">
        <w:rPr>
          <w:rFonts w:ascii="Letter Gothic" w:hAnsi="Letter Gothic" w:cs="Courier New"/>
          <w:b/>
          <w:sz w:val="12"/>
          <w:szCs w:val="12"/>
        </w:rPr>
        <w:t xml:space="preserve">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in</w:t>
      </w:r>
      <w:proofErr w:type="gramEnd"/>
      <w:r w:rsidRPr="00987676">
        <w:rPr>
          <w:rFonts w:ascii="Letter Gothic" w:hAnsi="Letter Gothic" w:cs="Courier New"/>
          <w:b/>
          <w:sz w:val="12"/>
          <w:szCs w:val="12"/>
        </w:rPr>
        <w:t xml:space="preserve"> keeping up-to-date on that, somewhat interested, not too interested, or not at all interested in it?]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NET "INTERESTED"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Health or medical        7109    3311    3798    4411     854    1151    1299    2471    1963    1311      674     2139     2168     2107     2130     1184      919     2190     2016     5086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news</w:t>
      </w:r>
      <w:proofErr w:type="gramEnd"/>
      <w:r w:rsidRPr="00987676">
        <w:rPr>
          <w:rFonts w:ascii="Letter Gothic" w:hAnsi="Letter Gothic" w:cs="Courier New"/>
          <w:b/>
          <w:sz w:val="12"/>
          <w:szCs w:val="12"/>
        </w:rPr>
        <w:t xml:space="preserve"> (f)                  83%     79%     87%     81%     88%     87%     71%     84%     89%     86%      83%      81%      82%      86%      83%      82%      80%      85%      83%      83%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G      GH       G                                  LM                                   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Events in your           7012    3355    3657    4481     810    1070    1416    2495    1832    1197      594     2056     2168     2174     1978     1190      917     2264     2086     4919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local</w:t>
      </w:r>
      <w:proofErr w:type="gramEnd"/>
      <w:r w:rsidRPr="00987676">
        <w:rPr>
          <w:rFonts w:ascii="Letter Gothic" w:hAnsi="Letter Gothic" w:cs="Courier New"/>
          <w:b/>
          <w:sz w:val="12"/>
          <w:szCs w:val="12"/>
        </w:rPr>
        <w:t xml:space="preserve"> community (d)       82%     80%     84%     83%     83%     81%     78%     85%     83%     79%      73%      78%      82%      89%      77%      83%      80%      88%      86%      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GJ      GJ                                 KL      KLM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Schools or               6882    3193    3689    4221     868    1135    1468    2479    1711    1160      617     2084     2124     2038     2053     1190      885     2118     2204     4672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education</w:t>
      </w:r>
      <w:proofErr w:type="gramEnd"/>
      <w:r w:rsidRPr="00987676">
        <w:rPr>
          <w:rFonts w:ascii="Letter Gothic" w:hAnsi="Letter Gothic" w:cs="Courier New"/>
          <w:b/>
          <w:sz w:val="12"/>
          <w:szCs w:val="12"/>
        </w:rPr>
        <w:t xml:space="preserve"> (e)             80%     76%     85%     78%     89%     86%     80%     84%     78%     76%      76%      79%      81%      83%      80%      83%      77%      82%      91%      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IJ                                                  KL                                   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Science and              6879    3469    3409    4348     747    1064    1545    2466    1761    1042      538     1936     2208     2177     1880     1165      963     2268     1973     4899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technology</w:t>
      </w:r>
      <w:proofErr w:type="gramEnd"/>
      <w:r w:rsidRPr="00987676">
        <w:rPr>
          <w:rFonts w:ascii="Letter Gothic" w:hAnsi="Letter Gothic" w:cs="Courier New"/>
          <w:b/>
          <w:sz w:val="12"/>
          <w:szCs w:val="12"/>
        </w:rPr>
        <w:t xml:space="preserve"> (g)            80%     82%     78%     80%     77%     81%     85%     84%     80%     69%      66%      73%      84%      89%      73%      81%      84%      88%      81%      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IJ      IJ       J                                 KL      KLM                 O        O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Government and           6612    3322    3290    4298     724     931    1276    2241    1837    1197      473     1864     2122     2131     1746     1077      971     2223     1790     4816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politics</w:t>
      </w:r>
      <w:proofErr w:type="gramEnd"/>
      <w:r w:rsidRPr="00987676">
        <w:rPr>
          <w:rFonts w:ascii="Letter Gothic" w:hAnsi="Letter Gothic" w:cs="Courier New"/>
          <w:b/>
          <w:sz w:val="12"/>
          <w:szCs w:val="12"/>
        </w:rPr>
        <w:t xml:space="preserve"> (b)              77%     79%     75%     79%     74%     70%     70%     76%     83%     79%      58%      70%      80%      87%      68%      75%      84%      86%      74%      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G     GHJ       G                 K       KL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Arts or                  6171    2819    3352    3812     754     994    1385    2219    1564     960      534     1789     1954     1882     1808     1054      800     1930     1753     4414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entertainment</w:t>
      </w:r>
      <w:proofErr w:type="gramEnd"/>
      <w:r w:rsidRPr="00987676">
        <w:rPr>
          <w:rFonts w:ascii="Letter Gothic" w:hAnsi="Letter Gothic" w:cs="Courier New"/>
          <w:b/>
          <w:sz w:val="12"/>
          <w:szCs w:val="12"/>
        </w:rPr>
        <w:t xml:space="preserve"> (h)         72%     67%     77%     70%     77%     75%     76%     75%     71%     63%      65%      68%      74%      77%      71%      73%      70%      75%      72%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J       J       J                                 KL       KL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Foreign affairs or       6049    3090    2959    3943     623     830    1219    2068    1659    1050      377     1628     1970     2055     1516     1008      883     2088     1647     4397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foreign</w:t>
      </w:r>
      <w:proofErr w:type="gramEnd"/>
      <w:r w:rsidRPr="00987676">
        <w:rPr>
          <w:rFonts w:ascii="Letter Gothic" w:hAnsi="Letter Gothic" w:cs="Courier New"/>
          <w:b/>
          <w:sz w:val="12"/>
          <w:szCs w:val="12"/>
        </w:rPr>
        <w:t xml:space="preserve"> policy (i)        71%     73%     68%     73%     64%     63%     67%     70%     75%     69%      46%      61%      75%      84%      59%      70%      77%      81%      68%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GHJ                         K       KL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Q1SUM-2 Page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Q1SUM-2.</w:t>
      </w:r>
      <w:proofErr w:type="gramEnd"/>
      <w:r w:rsidRPr="00987676">
        <w:rPr>
          <w:rFonts w:ascii="Letter Gothic" w:hAnsi="Letter Gothic" w:cs="Courier New"/>
          <w:b/>
          <w:sz w:val="12"/>
          <w:szCs w:val="12"/>
        </w:rPr>
        <w:t xml:space="preserve"> How interested are you in keeping up-to-date on the following topics?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you are very interested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in</w:t>
      </w:r>
      <w:proofErr w:type="gramEnd"/>
      <w:r w:rsidRPr="00987676">
        <w:rPr>
          <w:rFonts w:ascii="Letter Gothic" w:hAnsi="Letter Gothic" w:cs="Courier New"/>
          <w:b/>
          <w:sz w:val="12"/>
          <w:szCs w:val="12"/>
        </w:rPr>
        <w:t xml:space="preserve"> keeping up-to-date on that, somewhat interested, not too interested, or not at all interested in it?]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NET "INTERESTED"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Business and             5997    3026    2972    3703     783     910    1082    2077    1686    1085      494     1802     1846     1831     1633      983      799     2021     1714     4276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Finance (a)               70%     72%     68%     68%     80%     69%     59%     71%     77%     72%      61%      68%      70%      75%      64%      68%      69%      78%      70%      70%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DF                       G     GHJ       G                          K      KLM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Sports (c)               4953    2767    2187    3025     616     821     977    1739    1304     874      447     1609     1529     1359     1428      815      623     1623     1455     3494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58%     66%     50%     56%     63%     62%     54%     59%     59%     58%      55%      61%      58%      56%      56%      57%      54%      63%      60%      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N                                                   OPQ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Q2A Page 24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People can learn new things, but overall they cannot really change their basic level of intelligence.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well                1220     661     559     603     202     331     179     434     337     259      245      442      290      242      555      196      122      249      330      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14%     16%     13%     11%     21%     25%     10%     15%     15%     17%      30%      17%      11%      10%      22%      14%      11%      10%      14%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G       G       G      LMN       MN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well            2231    1163    1069    1404     211     373     432     721     562     485      284      681      640      614      678      369      274      651      608     1622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26%     28%     24%     26%     22%     28%     24%     24%     26%     32%      35%      26%      24%      25%      27%      26%      24%      25%      25%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GHI      LMN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well             1818     854     964    1195     187     222     475     615     442     265      126      540      553      596      471      291      273      609      553     1264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21%     20%     22%     22%     19%     17%     26%     21%     20%     18%      15%      20%      21%      24%      18%      20%      24%      24%      23%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HIJ                                                          KL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well          3214    1493    1721    2159     369     382     730    1145     844     475      158      960     1115      971      824      583      477     1045      925     2285</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rPr>
        <w:t xml:space="preserve">                              </w:t>
      </w:r>
      <w:r w:rsidRPr="00987676">
        <w:rPr>
          <w:rFonts w:ascii="Letter Gothic" w:hAnsi="Letter Gothic" w:cs="Courier New"/>
          <w:b/>
          <w:sz w:val="12"/>
          <w:szCs w:val="12"/>
          <w:lang w:val="es-US"/>
        </w:rPr>
        <w:t>37%     35%     39%     40%     38%     29%     40%     39%     38%     31%      19%      36%      42%      40%      32%      40%      41%      41%      38%      37%</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B       F       F               J       J       J                         K       KL        K                 O        O        O                  </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lang w:val="es-US"/>
        </w:rPr>
        <w:t xml:space="preserve">    </w:t>
      </w:r>
      <w:r w:rsidRPr="00987676">
        <w:rPr>
          <w:rFonts w:ascii="Letter Gothic" w:hAnsi="Letter Gothic" w:cs="Courier New"/>
          <w:b/>
          <w:sz w:val="12"/>
          <w:szCs w:val="12"/>
        </w:rPr>
        <w:t>Don't know (VOL.)          69      30      39      45       6      10       5      26      13      25        -       20       33       16       19        1        5       23       17       52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1%      *%      1%      1%      2%                1%       1%       1%       1%       *%       *%       1%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GI                                                                       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20      10      10      14       -       3       3       3       5       6        3        5        7        6       11        -        -        4        -       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Well                 3451    1823    1628    2006     412     704     612    1155     899     744      529     1123      930      855     1233      566      396      900      939     2510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40%     43%     37%     37%     42%     53%     34%     39%     41%     49%      65%      42%      35%      35%      48%      39%      34%      35%      39%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G       G     GHI      LMN       MN                        PQR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Q2A Page 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well             5032    2347    2685    3354     556     604    1205    1760    1286     740      283     1500     1668     1567     1295      875      750     1653     1479     3549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59%     56%     62%     62%     57%     46%     66%     60%     58%     49%      35%      57%      63%      64%      51%      61%      65%      64%      61%      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HIJ       J       J                         K       KL       KL                 O        O        O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Q2B Page 26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Music talent can be developed by anyone.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well                2363    1067    1296    1185     372     559     642     829     566     304      303      826      738      490      978      408      252      526      732     1629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28%     25%     30%     22%     38%     42%     35%     28%     26%     20%      37%      31%      28%      20%      38%      28%      22%      20%      30%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HIJ       J       J               MN        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well            3384    1644    1740    2270     321     475     647    1265     823     619      285      931     1077     1083      898      570      479     1135      985     2396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39%     39%     40%     42%     33%     36%     35%     43%     37%     41%      35%      35%      41%      44%      35%      40%      42%      44%      40%      39%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GI                                          L       KL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well             1685     866     818    1194     157     180     377     529     459     299       98      519      527      530      410      264      233      600      423     1259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20%     21%     19%     22%     16%     14%     21%     18%     21%     20%      12%      20%      20%      22%      16%      18%      20%      23%      17%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        K        K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well          1067     617     450     725     112     100     151     303     344     259      116      357      261      329      242      189      187      305      285      782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12%     15%     10%     13%     11%      8%      8%     10%     16%     17%      14%      13%      10%      13%       9%      13%      16%      12%      12%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GH      GH                                   M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53       6      47      31       9       6       9      16       7      22        6        4       33       11       23       10        -        9        5       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      1%      1%      1%      *%      *%      1%      *%      1%       1%       *%       1%       *%       1%       1%                *%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I                          L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20       9      11      13       4       2       -       2       4      13        6       11        -        2        8        -        -        4        4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1%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Q2B Page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Well                 5747    2711    3036    3455     693    1033    1288    2094    1389     923      588     1758     1816     1573     1876      978      731     1661     1717     4026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67%     64%     70%     64%     71%     78%     71%     71%     63%     61%      72%      66%      69%      64%      73%      68%      64%      64%      71%      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IJ      IJ                        N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well             2752    1483    1269    1920     268     280     527     833     803     558      214      876      789      858      652      453      420      906      709     2041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32%     35%     29%     35%     28%     21%     29%     28%     36%     37%      26%      33%      30%      35%      25%      31%      36%      35%      29%      33%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      GH                                  KM                 O        O        O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Q2C Page 28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The harder you work at something, the better you will be at it.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well                6507    3155    3352    4086     803    1004    1291    2306    1729    1125      585     2157     2015     1730     1984     1139      860     1937     1893     4609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76%     75%     77%     75%     82%     76%     71%     78%     79%     74%      72%      81%      76%      71%      78%      79%      75%      75%      78%      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G       G                       KMN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well            1692     846     846    1103     128     261     448     530     396     297      163      390      503      629      434      259      236      555      462     1229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20%     20%     19%     20%     13%     20%     25%     18%     18%     20%      20%      15%      19%      26%      17%      18%      21%      21%      19%      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E      HI                                                  L       LM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well              205     101     104     129      17      26      63      65      29      47       27       35       80       62       58       22       43       58       54      150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      2%      2%      2%      2%      3%      2%      1%      3%       3%       1%       3%       3%       2%       2%       4%       2%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I                          L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well           142      96      46      79      27      27      22      38      43      35       38       59       27       19       66       19       12       28       17      125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      1%      1%      3%      2%      1%      1%      2%      2%       5%       2%       1%       1%       3%       1%       1%       1%       1%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MN        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10       2       7      10       -       -       -       1       1       7        -        6        1        2        -        -        -        2        1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17       9       8      14       -       3       -       4       4       5        2        2       12        1       16        1        -        -        8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1%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Well                 8199    4001    4198    5189     930    1265    1739    2836    2125    1421      748     2546     2517     2360     2418     1399     1096     2491     2355     5838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96%     95%     96%     96%     95%     96%     95%     96%     96%     94%      92%      96%      95%      97%      95%      97%      95%      97%      97%      95%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J                         K                 K                 O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Q2C Page 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well              347     197     150     208      44      52      86     103      72      82       65       94      107       81      124       41       55       86       70      275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5%      3%      4%      5%      4%      5%      3%      3%      5%       8%       4%       4%       3%       5%       3%       5%       3%       3%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LMN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Q2D Page 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Truly smart people do not need to try hard.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well                 817     457     360     261     111     361      83     293     226     211      277      320      141       75      469      130       28      114      211      606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11%      8%      5%     11%     27%      5%     10%     10%     14%      34%      12%       5%       3%      18%       9%       2%       4%       9%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DE               G       G     GHI      LMN       MN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well            1437     693     744     783     219     289     248     450     381     334      241      466      388      339      506      252      186      328      384     1051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16%     17%     14%     22%     22%     14%     15%     17%     22%      30%      18%      15%      14%      20%      17%      16%      13%      16%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GHI      LMN        N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well             1992     986    1006    1362     217     260     477     661     459     370      108      623      615      638      505      367      326      605      534     1457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23%     23%     23%     25%     22%     20%     26%     22%     21%     24%      13%      24%      23%      26%      20%      25%      28%      23%      22%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I                                         K        K        K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well          4235    2031    2204    2952     420     404    1006    1517    1118     563      177     1213     1466     1369     1049      679      603     1511     1293     2938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49%     48%     51%     54%     43%     31%     55%     52%     51%     37%      22%      46%      56%      56%      41%      47%      52%      59%      53%      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F               J       J       J                         K       KL       KL                          O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65      23      42      44       8       4       5      15      15      29        8       24       15       18       25       10        5       13       12       52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      *%      1%      1%      2%       1%       1%       1%       1%       1%       1%       *%       *%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26      19       7      19       -       2       5       7       4      10        4        4       13        5        6        4        2       10        -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Well                 2254    1150    1104    1043     330     650     331     744     607     544      518      785      529      414      974      382      214      442      595     1657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26%     27%     25%     19%     34%     49%     18%     25%     28%     36%      64%      30%      20%      17%      38%      27%      19%      17%      24%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DE               G       G     GHI      LMN       MN                        PQR       QR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Q2D Page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well             6228    3017    3210    4314     637     665    1483    2178    1577     932      284     1835     2081     2007     1553     1046      930     2116     1827     4395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73%     72%     74%     80%     65%     50%     81%     74%     72%     62%      35%      69%      79%      82%      61%      73%      81%      82%      75%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F             HIJ       J       J                         K       KL       KL                 O       OP       OP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Q2E Page 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Each person is a certain kind of person and there is not much that can be done to really change that.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well                1173     646     527     550     209     298     261     367     319     206      222      528      288      136      556      227      105      191      325      848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14%     15%     12%     10%     21%     23%     14%     12%     14%     14%      27%      20%      11%       6%      22%      16%       9%       7%      13%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LMN       MN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well            2304    1163    1141    1456     244     403     538     779     517     444      294      729      768      503      746      391      245      677      625     1679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27%     28%     26%     27%     25%     31%     29%     26%     23%     29%      36%      28%      29%      21%      29%      27%      21%      26%      26%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I       LN        N        N                 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well             1897     968     929    1307     135     256     429     674     472     312      131      485      528      746      441      309      326      656      527     1368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22%     23%     21%     24%     14%     19%     24%     23%     21%     21%      16%      18%      20%      31%      17%      21%      28%      25%      22%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KLM                         OP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well          3117    1399    1717    2055     379     349     591    1096     876     525      157      877     1031     1040      779      506      472     1042      943     2168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36%     33%     39%     38%     39%     26%     32%     37%     40%     35%      19%      33%      39%      43%      30%      35%      41%      40%      39%      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G                         K       KL       KL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61      15      46      38       8      12       3      26      15      17        3       27       16       15       26        8        3        3       12       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      1%      1%      1%      1%      *%      1%      1%      1%       *%       1%       1%       1%       1%       1%       *%       *%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20      18       3      14       -       3       3       2       5      11        7        2        7        4       11        -        -       10        2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1%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Q2E Page 33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Q2.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Well                 3477    1809    1668    2006     452     701     799    1146     836     651      516     1257     1055      638     1302      618      350      868      950     2527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41%     43%     38%     37%     46%     53%     44%     39%     38%     43%      63%      47%      40%      26%      51%      43%      30%      34%      39%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LMN       MN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well             5014    2367    2646    3362     514     605    1020    1770    1348     837      288     1362     1559     1787     1220      814      798     1699     1470     3536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58%     56%     61%     62%     53%     46%     56%     60%     61%     55%      35%      51%      59%      73%      48%      57%      69%      66%      60%      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EF                                       J                         K       KL      KLM                 O       OP       OP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Q2SUM-1 Page 34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Q2SUM-1.</w:t>
      </w:r>
      <w:proofErr w:type="gramEnd"/>
      <w:r w:rsidRPr="00987676">
        <w:rPr>
          <w:rFonts w:ascii="Letter Gothic" w:hAnsi="Letter Gothic" w:cs="Courier New"/>
          <w:b/>
          <w:sz w:val="12"/>
          <w:szCs w:val="12"/>
        </w:rPr>
        <w:t xml:space="preserve">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"VERY WELL"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The harder you work      6507    3155    3352    4086     803    1004    1291    2306    1729    1125      585     2157     2015     1730     1984     1139      860     1937     1893     4609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at</w:t>
      </w:r>
      <w:proofErr w:type="gramEnd"/>
      <w:r w:rsidRPr="00987676">
        <w:rPr>
          <w:rFonts w:ascii="Letter Gothic" w:hAnsi="Letter Gothic" w:cs="Courier New"/>
          <w:b/>
          <w:sz w:val="12"/>
          <w:szCs w:val="12"/>
        </w:rPr>
        <w:t xml:space="preserve"> something, the         76%     75%     77%     75%     82%     76%     71%     78%     79%     74%      72%      81%      76%      71%      78%      79%      75%      75%      78%      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better</w:t>
      </w:r>
      <w:proofErr w:type="gramEnd"/>
      <w:r w:rsidRPr="00987676">
        <w:rPr>
          <w:rFonts w:ascii="Letter Gothic" w:hAnsi="Letter Gothic" w:cs="Courier New"/>
          <w:b/>
          <w:sz w:val="12"/>
          <w:szCs w:val="12"/>
        </w:rPr>
        <w:t xml:space="preserve"> you will be                                          D                       G       G                       KMN        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at</w:t>
      </w:r>
      <w:proofErr w:type="gramEnd"/>
      <w:r w:rsidRPr="00987676">
        <w:rPr>
          <w:rFonts w:ascii="Letter Gothic" w:hAnsi="Letter Gothic" w:cs="Courier New"/>
          <w:b/>
          <w:sz w:val="12"/>
          <w:szCs w:val="12"/>
        </w:rPr>
        <w:t xml:space="preserve"> it (c)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Music talent can be      2363    1067    1296    1185     372     559     642     829     566     304      303      826      738      490      978      408      252      526      732     1629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developed</w:t>
      </w:r>
      <w:proofErr w:type="gramEnd"/>
      <w:r w:rsidRPr="00987676">
        <w:rPr>
          <w:rFonts w:ascii="Letter Gothic" w:hAnsi="Letter Gothic" w:cs="Courier New"/>
          <w:b/>
          <w:sz w:val="12"/>
          <w:szCs w:val="12"/>
        </w:rPr>
        <w:t xml:space="preserve"> by anyone       28%     25%     30%     22%     38%     42%     35%     28%     26%     20%      37%      31%      28%      20%      38%      28%      22%      20%      30%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B               D       D     HIJ       J       J               MN        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People can learn         1220     661     559     603     202     331     179     434     337     259      245      442      290      242      555      196      122      249      330      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new</w:t>
      </w:r>
      <w:proofErr w:type="gramEnd"/>
      <w:r w:rsidRPr="00987676">
        <w:rPr>
          <w:rFonts w:ascii="Letter Gothic" w:hAnsi="Letter Gothic" w:cs="Courier New"/>
          <w:b/>
          <w:sz w:val="12"/>
          <w:szCs w:val="12"/>
        </w:rPr>
        <w:t xml:space="preserve"> things, but           14%     16%     13%     11%     21%     25%     10%     15%     15%     17%      30%      17%      11%      10%      22%      14%      11%      10%      14%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overall</w:t>
      </w:r>
      <w:proofErr w:type="gramEnd"/>
      <w:r w:rsidRPr="00987676">
        <w:rPr>
          <w:rFonts w:ascii="Letter Gothic" w:hAnsi="Letter Gothic" w:cs="Courier New"/>
          <w:b/>
          <w:sz w:val="12"/>
          <w:szCs w:val="12"/>
        </w:rPr>
        <w:t xml:space="preserve"> they cannot                 C                       D       D               G       G       G      LMN       MN                        PQR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really</w:t>
      </w:r>
      <w:proofErr w:type="gramEnd"/>
      <w:r w:rsidRPr="00987676">
        <w:rPr>
          <w:rFonts w:ascii="Letter Gothic" w:hAnsi="Letter Gothic" w:cs="Courier New"/>
          <w:b/>
          <w:sz w:val="12"/>
          <w:szCs w:val="12"/>
        </w:rPr>
        <w:t xml:space="preserve"> change their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basic</w:t>
      </w:r>
      <w:proofErr w:type="gramEnd"/>
      <w:r w:rsidRPr="00987676">
        <w:rPr>
          <w:rFonts w:ascii="Letter Gothic" w:hAnsi="Letter Gothic" w:cs="Courier New"/>
          <w:b/>
          <w:sz w:val="12"/>
          <w:szCs w:val="12"/>
        </w:rPr>
        <w:t xml:space="preserve"> level of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intelligence</w:t>
      </w:r>
      <w:proofErr w:type="gramEnd"/>
      <w:r w:rsidRPr="00987676">
        <w:rPr>
          <w:rFonts w:ascii="Letter Gothic" w:hAnsi="Letter Gothic" w:cs="Courier New"/>
          <w:b/>
          <w:sz w:val="12"/>
          <w:szCs w:val="12"/>
        </w:rPr>
        <w:t xml:space="preserve"> (a)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Each person is a         1173     646     527     550     209     298     261     367     319     206      222      528      288      136      556      227      105      191      325      848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certain</w:t>
      </w:r>
      <w:proofErr w:type="gramEnd"/>
      <w:r w:rsidRPr="00987676">
        <w:rPr>
          <w:rFonts w:ascii="Letter Gothic" w:hAnsi="Letter Gothic" w:cs="Courier New"/>
          <w:b/>
          <w:sz w:val="12"/>
          <w:szCs w:val="12"/>
        </w:rPr>
        <w:t xml:space="preserve"> kind of           14%     15%     12%     10%     21%     23%     14%     12%     14%     14%      27%      20%      11%       6%      22%      16%       9%       7%      13%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person</w:t>
      </w:r>
      <w:proofErr w:type="gramEnd"/>
      <w:r w:rsidRPr="00987676">
        <w:rPr>
          <w:rFonts w:ascii="Letter Gothic" w:hAnsi="Letter Gothic" w:cs="Courier New"/>
          <w:b/>
          <w:sz w:val="12"/>
          <w:szCs w:val="12"/>
        </w:rPr>
        <w:t xml:space="preserve"> and there is                 C                       D       D                                      LMN       MN        N               PQR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not</w:t>
      </w:r>
      <w:proofErr w:type="gramEnd"/>
      <w:r w:rsidRPr="00987676">
        <w:rPr>
          <w:rFonts w:ascii="Letter Gothic" w:hAnsi="Letter Gothic" w:cs="Courier New"/>
          <w:b/>
          <w:sz w:val="12"/>
          <w:szCs w:val="12"/>
        </w:rPr>
        <w:t xml:space="preserve"> much that can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be</w:t>
      </w:r>
      <w:proofErr w:type="gramEnd"/>
      <w:r w:rsidRPr="00987676">
        <w:rPr>
          <w:rFonts w:ascii="Letter Gothic" w:hAnsi="Letter Gothic" w:cs="Courier New"/>
          <w:b/>
          <w:sz w:val="12"/>
          <w:szCs w:val="12"/>
        </w:rPr>
        <w:t xml:space="preserve"> done to really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change</w:t>
      </w:r>
      <w:proofErr w:type="gramEnd"/>
      <w:r w:rsidRPr="00987676">
        <w:rPr>
          <w:rFonts w:ascii="Letter Gothic" w:hAnsi="Letter Gothic" w:cs="Courier New"/>
          <w:b/>
          <w:sz w:val="12"/>
          <w:szCs w:val="12"/>
        </w:rPr>
        <w:t xml:space="preserve"> that (e)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Truly smart people        817     457     360     261     111     361      83     293     226     211      277      320      141       75      469      130       28      114      211      606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do</w:t>
      </w:r>
      <w:proofErr w:type="gramEnd"/>
      <w:r w:rsidRPr="00987676">
        <w:rPr>
          <w:rFonts w:ascii="Letter Gothic" w:hAnsi="Letter Gothic" w:cs="Courier New"/>
          <w:b/>
          <w:sz w:val="12"/>
          <w:szCs w:val="12"/>
        </w:rPr>
        <w:t xml:space="preserve"> not need to try        10%     11%      8%      5%     11%     27%      5%     10%     10%     14%      34%      12%       5%       3%      18%       9%       2%       4%       9%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hard</w:t>
      </w:r>
      <w:proofErr w:type="gramEnd"/>
      <w:r w:rsidRPr="00987676">
        <w:rPr>
          <w:rFonts w:ascii="Letter Gothic" w:hAnsi="Letter Gothic" w:cs="Courier New"/>
          <w:b/>
          <w:sz w:val="12"/>
          <w:szCs w:val="12"/>
        </w:rPr>
        <w:t xml:space="preserve"> (d)                            C                       D      DE               G       G     GHI      LMN       MN        N               PQR       QR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Q2SUM-2 Page 35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Q2SUM-2.</w:t>
      </w:r>
      <w:proofErr w:type="gramEnd"/>
      <w:r w:rsidRPr="00987676">
        <w:rPr>
          <w:rFonts w:ascii="Letter Gothic" w:hAnsi="Letter Gothic" w:cs="Courier New"/>
          <w:b/>
          <w:sz w:val="12"/>
          <w:szCs w:val="12"/>
        </w:rPr>
        <w:t xml:space="preserve"> Now I'm going to read you some statements. Please tell me how well each statement describes your views on how people approach learning.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ITEM e ALWAYS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LAST]. [READ FOR FIRST ITEM, THEN AS NECESSARY: Does this statement describe your views very well, somewhat well, not too well, or not at all well?]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NET "WELL"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The harder you work      8199    4001    4198    5189     930    1265    1739    2836    2125    1421      748     2546     2517     2360     2418     1399     1096     2491     2355     5838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at</w:t>
      </w:r>
      <w:proofErr w:type="gramEnd"/>
      <w:r w:rsidRPr="00987676">
        <w:rPr>
          <w:rFonts w:ascii="Letter Gothic" w:hAnsi="Letter Gothic" w:cs="Courier New"/>
          <w:b/>
          <w:sz w:val="12"/>
          <w:szCs w:val="12"/>
        </w:rPr>
        <w:t xml:space="preserve"> something, the         96%     95%     96%     96%     95%     96%     95%     96%     96%     94%      92%      96%      95%      97%      95%      97%      95%      97%      97%      95%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better</w:t>
      </w:r>
      <w:proofErr w:type="gramEnd"/>
      <w:r w:rsidRPr="00987676">
        <w:rPr>
          <w:rFonts w:ascii="Letter Gothic" w:hAnsi="Letter Gothic" w:cs="Courier New"/>
          <w:b/>
          <w:sz w:val="12"/>
          <w:szCs w:val="12"/>
        </w:rPr>
        <w:t xml:space="preserve"> you will be                                                                  J       J                         K                 K                 O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at</w:t>
      </w:r>
      <w:proofErr w:type="gramEnd"/>
      <w:r w:rsidRPr="00987676">
        <w:rPr>
          <w:rFonts w:ascii="Letter Gothic" w:hAnsi="Letter Gothic" w:cs="Courier New"/>
          <w:b/>
          <w:sz w:val="12"/>
          <w:szCs w:val="12"/>
        </w:rPr>
        <w:t xml:space="preserve"> it (c)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Music talent can be      5747    2711    3036    3455     693    1033    1288    2094    1389     923      588     1758     1816     1573     1876      978      731     1661     1717     4026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developed</w:t>
      </w:r>
      <w:proofErr w:type="gramEnd"/>
      <w:r w:rsidRPr="00987676">
        <w:rPr>
          <w:rFonts w:ascii="Letter Gothic" w:hAnsi="Letter Gothic" w:cs="Courier New"/>
          <w:b/>
          <w:sz w:val="12"/>
          <w:szCs w:val="12"/>
        </w:rPr>
        <w:t xml:space="preserve"> by anyone       67%     64%     70%     64%     71%     78%     71%     71%     63%     61%      72%      66%      69%      64%      73%      68%      64%      64%      71%      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B               D       D      IJ      IJ                        N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Each person is a         3477    1809    1668    2006     452     701     799    1146     836     651      516     1257     1055      638     1302      618      350      868      950     2527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certain</w:t>
      </w:r>
      <w:proofErr w:type="gramEnd"/>
      <w:r w:rsidRPr="00987676">
        <w:rPr>
          <w:rFonts w:ascii="Letter Gothic" w:hAnsi="Letter Gothic" w:cs="Courier New"/>
          <w:b/>
          <w:sz w:val="12"/>
          <w:szCs w:val="12"/>
        </w:rPr>
        <w:t xml:space="preserve"> kind of           41%     43%     38%     37%     46%     53%     44%     39%     38%     43%      63%      47%      40%      26%      51%      43%      30%      34%      39%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person</w:t>
      </w:r>
      <w:proofErr w:type="gramEnd"/>
      <w:r w:rsidRPr="00987676">
        <w:rPr>
          <w:rFonts w:ascii="Letter Gothic" w:hAnsi="Letter Gothic" w:cs="Courier New"/>
          <w:b/>
          <w:sz w:val="12"/>
          <w:szCs w:val="12"/>
        </w:rPr>
        <w:t xml:space="preserve"> and there is                 C                       D       D                                      LMN       MN        N               PQR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not</w:t>
      </w:r>
      <w:proofErr w:type="gramEnd"/>
      <w:r w:rsidRPr="00987676">
        <w:rPr>
          <w:rFonts w:ascii="Letter Gothic" w:hAnsi="Letter Gothic" w:cs="Courier New"/>
          <w:b/>
          <w:sz w:val="12"/>
          <w:szCs w:val="12"/>
        </w:rPr>
        <w:t xml:space="preserve"> much that can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be</w:t>
      </w:r>
      <w:proofErr w:type="gramEnd"/>
      <w:r w:rsidRPr="00987676">
        <w:rPr>
          <w:rFonts w:ascii="Letter Gothic" w:hAnsi="Letter Gothic" w:cs="Courier New"/>
          <w:b/>
          <w:sz w:val="12"/>
          <w:szCs w:val="12"/>
        </w:rPr>
        <w:t xml:space="preserve"> done to really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change</w:t>
      </w:r>
      <w:proofErr w:type="gramEnd"/>
      <w:r w:rsidRPr="00987676">
        <w:rPr>
          <w:rFonts w:ascii="Letter Gothic" w:hAnsi="Letter Gothic" w:cs="Courier New"/>
          <w:b/>
          <w:sz w:val="12"/>
          <w:szCs w:val="12"/>
        </w:rPr>
        <w:t xml:space="preserve"> that (e)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People can learn         3451    1823    1628    2006     412     704     612    1155     899     744      529     1123      930      855     1233      566      396      900      939     2510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new</w:t>
      </w:r>
      <w:proofErr w:type="gramEnd"/>
      <w:r w:rsidRPr="00987676">
        <w:rPr>
          <w:rFonts w:ascii="Letter Gothic" w:hAnsi="Letter Gothic" w:cs="Courier New"/>
          <w:b/>
          <w:sz w:val="12"/>
          <w:szCs w:val="12"/>
        </w:rPr>
        <w:t xml:space="preserve"> things, but           40%     43%     37%     37%     42%     53%     34%     39%     41%     49%      65%      42%      35%      35%      48%      39%      34%      35%      39%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overall</w:t>
      </w:r>
      <w:proofErr w:type="gramEnd"/>
      <w:r w:rsidRPr="00987676">
        <w:rPr>
          <w:rFonts w:ascii="Letter Gothic" w:hAnsi="Letter Gothic" w:cs="Courier New"/>
          <w:b/>
          <w:sz w:val="12"/>
          <w:szCs w:val="12"/>
        </w:rPr>
        <w:t xml:space="preserve"> they cannot                 C                              DE               G       G     GHI      LMN       MN                        PQR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really</w:t>
      </w:r>
      <w:proofErr w:type="gramEnd"/>
      <w:r w:rsidRPr="00987676">
        <w:rPr>
          <w:rFonts w:ascii="Letter Gothic" w:hAnsi="Letter Gothic" w:cs="Courier New"/>
          <w:b/>
          <w:sz w:val="12"/>
          <w:szCs w:val="12"/>
        </w:rPr>
        <w:t xml:space="preserve"> change their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basic</w:t>
      </w:r>
      <w:proofErr w:type="gramEnd"/>
      <w:r w:rsidRPr="00987676">
        <w:rPr>
          <w:rFonts w:ascii="Letter Gothic" w:hAnsi="Letter Gothic" w:cs="Courier New"/>
          <w:b/>
          <w:sz w:val="12"/>
          <w:szCs w:val="12"/>
        </w:rPr>
        <w:t xml:space="preserve"> level of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intelligence</w:t>
      </w:r>
      <w:proofErr w:type="gramEnd"/>
      <w:r w:rsidRPr="00987676">
        <w:rPr>
          <w:rFonts w:ascii="Letter Gothic" w:hAnsi="Letter Gothic" w:cs="Courier New"/>
          <w:b/>
          <w:sz w:val="12"/>
          <w:szCs w:val="12"/>
        </w:rPr>
        <w:t xml:space="preserve"> (a)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Truly smart people       2254    1150    1104    1043     330     650     331     744     607     544      518      785      529      414      974      382      214      442      595     1657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do</w:t>
      </w:r>
      <w:proofErr w:type="gramEnd"/>
      <w:r w:rsidRPr="00987676">
        <w:rPr>
          <w:rFonts w:ascii="Letter Gothic" w:hAnsi="Letter Gothic" w:cs="Courier New"/>
          <w:b/>
          <w:sz w:val="12"/>
          <w:szCs w:val="12"/>
        </w:rPr>
        <w:t xml:space="preserve"> not need to try        26%     27%     25%     19%     34%     49%     18%     25%     28%     36%      64%      30%      20%      17%      38%      27%      19%      17%      24%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hard</w:t>
      </w:r>
      <w:proofErr w:type="gramEnd"/>
      <w:r w:rsidRPr="00987676">
        <w:rPr>
          <w:rFonts w:ascii="Letter Gothic" w:hAnsi="Letter Gothic" w:cs="Courier New"/>
          <w:b/>
          <w:sz w:val="12"/>
          <w:szCs w:val="12"/>
        </w:rPr>
        <w:t xml:space="preserve"> (d)                                                    D      DE               G       G     GHI      LMN       MN                        PQR       QR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Q3A Page 36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Q3. Now I'm going to read you some more statements. Please tell me whether each statement describes you or not.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Would you say this describes you,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Trying new things is stressful for me.</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rPr>
        <w:t xml:space="preserve">    </w:t>
      </w:r>
      <w:r w:rsidRPr="00987676">
        <w:rPr>
          <w:rFonts w:ascii="Letter Gothic" w:hAnsi="Letter Gothic" w:cs="Courier New"/>
          <w:b/>
          <w:sz w:val="12"/>
          <w:szCs w:val="12"/>
          <w:lang w:val="es-US"/>
        </w:rPr>
        <w:t>_________________________________________</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Yes                      3155    1481    1674    1976     295     609     625    1134     787     592      422     1043      908      774     1090      471      410      890      958     2195</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37%     35%     38%     36%     30%     46%     34%     39%     36%     39%      52%      39%      34%      32%      43%      33%      36%      34%      39%      36%</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DE                                      LMN        N                        PQR                                             </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No                       5381    2719    2662    3418     679     707    1195    1797    1414     912      381     1596     1721     1664     1461      969      737     1686     1464     3912</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63%     65%     61%     63%     70%     54%     65%     61%     64%     60%      47%      60%      65%      68%      57%      67%      64%      65%      60%      64%</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F      DF                                                         K        K       KL                 O        O        O                  </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lang w:val="es-US"/>
        </w:rPr>
        <w:t xml:space="preserve">    </w:t>
      </w:r>
      <w:r w:rsidRPr="00987676">
        <w:rPr>
          <w:rFonts w:ascii="Letter Gothic" w:hAnsi="Letter Gothic" w:cs="Courier New"/>
          <w:b/>
          <w:sz w:val="12"/>
          <w:szCs w:val="12"/>
        </w:rPr>
        <w:t>Don't know (VOL.)          19       6      13      19       -       -       5       6       -       8        7        2        5        5        7        1        4        2        9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1%       1%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17       3      14       7       -       5       -       8       2       4        5        7        3        2        -        -        -        2        3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Q3B Page 37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Q3. Now I'm going to read you some more statements. Please tell me whether each statement describes you or not.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Would you say this describes you,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I appreciate when I get feedback about how I do things.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7970    3859    4111    5076     882    1213    1691    2781    2048    1369      740     2433     2433     2337     2350     1324     1055     2459     2284     5681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93%     92%     94%     94%     90%     92%     93%     94%     93%     90%      91%      92%      92%      96%      92%      92%      92%      95%      94%      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J                                                 KLM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rPr>
        <w:t xml:space="preserve">    </w:t>
      </w:r>
      <w:r w:rsidRPr="00987676">
        <w:rPr>
          <w:rFonts w:ascii="Letter Gothic" w:hAnsi="Letter Gothic" w:cs="Courier New"/>
          <w:b/>
          <w:sz w:val="12"/>
          <w:szCs w:val="12"/>
          <w:lang w:val="es-US"/>
        </w:rPr>
        <w:t>No                        581     343     238     331      86     108     129     161     151     136       70      209      200      102      194      118       95      117      151      429</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7%      8%      5%      6%      9%      8%      7%      5%      7%      9%       9%       8%       8%       4%       8%       8%       8%       5%       6%       7%</w:t>
      </w:r>
    </w:p>
    <w:p w:rsidR="00EB40ED" w:rsidRPr="00987676" w:rsidRDefault="00900398" w:rsidP="00315B2C">
      <w:pPr>
        <w:pStyle w:val="PlainText"/>
        <w:rPr>
          <w:rFonts w:ascii="Letter Gothic" w:hAnsi="Letter Gothic" w:cs="Courier New"/>
          <w:b/>
          <w:sz w:val="12"/>
          <w:szCs w:val="12"/>
          <w:lang w:val="es-US"/>
        </w:rPr>
      </w:pPr>
      <w:r w:rsidRPr="00987676">
        <w:rPr>
          <w:rFonts w:ascii="Letter Gothic" w:hAnsi="Letter Gothic" w:cs="Courier New"/>
          <w:b/>
          <w:sz w:val="12"/>
          <w:szCs w:val="12"/>
          <w:lang w:val="es-US"/>
        </w:rPr>
        <w:t xml:space="preserve">                                        C                                                               H        N        N        N                 R        R        R                           </w:t>
      </w:r>
    </w:p>
    <w:p w:rsidR="00EB40ED" w:rsidRPr="00987676" w:rsidRDefault="00EB40ED" w:rsidP="00315B2C">
      <w:pPr>
        <w:pStyle w:val="PlainText"/>
        <w:rPr>
          <w:rFonts w:ascii="Letter Gothic" w:hAnsi="Letter Gothic" w:cs="Courier New"/>
          <w:b/>
          <w:sz w:val="12"/>
          <w:szCs w:val="12"/>
          <w:lang w:val="es-US"/>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lang w:val="es-US"/>
        </w:rPr>
        <w:t xml:space="preserve">    </w:t>
      </w:r>
      <w:r w:rsidRPr="00987676">
        <w:rPr>
          <w:rFonts w:ascii="Letter Gothic" w:hAnsi="Letter Gothic" w:cs="Courier New"/>
          <w:b/>
          <w:sz w:val="12"/>
          <w:szCs w:val="12"/>
        </w:rPr>
        <w:t>Don't know (VOL.)          14       7       7       8       6       -       5       -       4       6        -        6        5        3        9        -        1        1        -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7       -       7       5       -       -       -       2       -       5        5        -        -        2        5        -        -        2        -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1%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Q3C Page 38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Q3. Now I'm going to read you some more statements. Please tell me whether each statement describes you or not.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Would you say this describes you,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I usually take into consideration evidence that goes against my views.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7108    3451    3657    4693     733     961    1510    2529    1805    1199      526     2071     2284     2206     1892     1196      991     2367     2053     5050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83%     82%     84%     87%     75%     73%     83%     86%     82%     79%      65%      78%      87%      90%      74%      83%      86%      92%      84%      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IJ                                 K       KL      KLM                 O        O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1408     739     669     707     231     345     307     411     385     289      273      551      347      231      645      242      157      208      376     1031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18%     15%     13%     24%     26%     17%     14%     17%     19%      34%      21%      13%       9%      25%      17%      14%       8%      15%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H      LMN       MN        N               PQR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44      20      24      12      10      10       8       4      11      21        6       23        6        8       14        4        3        4        7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      1%      *%      1%      1%      *%      *%      *%      1%       1%       1%       *%       *%       1%       *%       *%       *%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13       -      13       8       -       5       -       -       2       7       10        3        -        -        7        -        -        -        -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1%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Q3D Page 39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Q3. Now I'm going to read you some more statements. Please tell me whether each statement describes you or not.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Would you say this describes you,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I make an effort to gather information on a regular basis on topics that matter to me.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7838    3835    4003    4996     868    1200    1684    2764    1997    1321      684     2327     2444     2357     2244     1323     1070     2475     2273     5558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91%     91%     92%     92%     89%     91%     92%     94%     91%     87%      84%      88%      93%      96%      88%      92%      93%      96%      93%      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IJ       J                                 KL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730     375     355     421     106     118     141     180     203     192      128      319      193       87      312      118       81      105      162      568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      9%      8%      8%     11%      9%      8%      6%      9%     13%      16%      12%       7%       4%      12%       8%       7%       4%       7%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GHI       MN       MN        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       -       2       2       -       -       -       -       -       2        -        2        -        -        2        -        -        -        -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       -       2       -       -       2       -       -       2       -        2        -        -        -        -        -        -        -        -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Q3E Page 40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Q3. Now I'm going to read you some more statements. Please tell me whether each statement describes you or not.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Would you say this describes you,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I will usually stick to my beliefs when they are challenged.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7136    3422    3714    4651     834     952    1532    2386    1872    1282      613     2243     2261     1993     2095     1182      983     2193     2002     5126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83%     81%     85%     86%     86%     72%     84%     81%     85%     85%      75%      85%      86%      82%      82%      82%      85%      85%      82%      84%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H                         K       KN        K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1318     735     584     697     132     361     275     520     301     210      197      382      341      396      440      245      155      351      403      915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17%     13%     13%     14%     27%     15%     18%     14%     14%      24%      14%      13%      16%      17%      17%      13%      14%      17%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I                      LMN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75      38      37      50       9       5      14      26      16      18        2       14       24       36       17       13       10       21       22       53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      1%      1%      1%      1%       *%       1%       1%       1%       1%       1%       1%       1%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KL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43      14      28      21       -       3       3      13      14       5        3       10       12       18        6        1        3       15        7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              *%      *%      *%      1%      *%       *%       *%       *%       1%       *%       *%       *%       1%       *%       1%</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Q3F Page 41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Q3. Now I'm going to read you some more statements. Please tell me whether each statement describes you or not.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Would you say this describes you,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I adapt well when I find myself in a new or unfamiliar situation.</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6703    3386    3316    4223     768    1053    1442    2363    1759    1072      582     1996     2049     2050     1911     1137      922     2171     1942     4755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78%     80%     76%     78%     79%     80%     79%     80%     80%     71%      71%      75%      78%      84%      75%      79%      80%      84%      80%      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J       J       J                                         KLM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1805     799    1006    1145     200     268     380     562     427     421      227      615      582      380      633      301      225      401      481     1323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21%     19%     23%     21%     21%     20%     21%     19%     19%     28%      28%      23%      22%      16%      25%      21%      20%      16%      20%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GHI        N        N        N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56      21      35      46       7       -       3      16      15      22        6       34        3       13       14        1        4        8       12       44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      1%      1%      1%       1%       1%       *%       1%       1%       *%       *%       *%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8       3       5       5       -       -       -       3       2       -        -        3        3        2        -        2        -        -        -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Q3SUM Page 42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Q3SUM. Now I'm going to read you some more statements. Please tell me whether each statement describes you or not.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Would you say this describes you, or not?]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"YES"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appreciate when I      7970    3859    4111    5076     882    1213    1691    2781    2048    1369      740     2433     2433     2337     2350     1324     1055     2459     2284     5681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get</w:t>
      </w:r>
      <w:proofErr w:type="gramEnd"/>
      <w:r w:rsidRPr="00987676">
        <w:rPr>
          <w:rFonts w:ascii="Letter Gothic" w:hAnsi="Letter Gothic" w:cs="Courier New"/>
          <w:b/>
          <w:sz w:val="12"/>
          <w:szCs w:val="12"/>
        </w:rPr>
        <w:t xml:space="preserve"> feedback about        93%     92%     94%     94%     90%     92%     93%     94%     93%     90%      91%      92%      92%      96%      92%      92%      92%      95%      94%      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how</w:t>
      </w:r>
      <w:proofErr w:type="gramEnd"/>
      <w:r w:rsidRPr="00987676">
        <w:rPr>
          <w:rFonts w:ascii="Letter Gothic" w:hAnsi="Letter Gothic" w:cs="Courier New"/>
          <w:b/>
          <w:sz w:val="12"/>
          <w:szCs w:val="12"/>
        </w:rPr>
        <w:t xml:space="preserve"> I do things (b)                         B                                       J                                                 KLM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make an effort to      7838    3835    4003    4996     868    1200    1684    2764    1997    1321      684     2327     2444     2357     2244     1323     1070     2475     2273     5558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gather</w:t>
      </w:r>
      <w:proofErr w:type="gramEnd"/>
      <w:r w:rsidRPr="00987676">
        <w:rPr>
          <w:rFonts w:ascii="Letter Gothic" w:hAnsi="Letter Gothic" w:cs="Courier New"/>
          <w:b/>
          <w:sz w:val="12"/>
          <w:szCs w:val="12"/>
        </w:rPr>
        <w:t xml:space="preserve"> information        91%     91%     92%     92%     89%     91%     92%     94%     91%     87%      84%      88%      93%      96%      88%      92%      93%      96%      93%      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w:t>
      </w:r>
      <w:proofErr w:type="gramEnd"/>
      <w:r w:rsidRPr="00987676">
        <w:rPr>
          <w:rFonts w:ascii="Letter Gothic" w:hAnsi="Letter Gothic" w:cs="Courier New"/>
          <w:b/>
          <w:sz w:val="12"/>
          <w:szCs w:val="12"/>
        </w:rPr>
        <w:t xml:space="preserve"> a regular basis                                                          J      IJ       J                                 KL      KLM                 O        O      OPQ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w:t>
      </w:r>
      <w:proofErr w:type="gramEnd"/>
      <w:r w:rsidRPr="00987676">
        <w:rPr>
          <w:rFonts w:ascii="Letter Gothic" w:hAnsi="Letter Gothic" w:cs="Courier New"/>
          <w:b/>
          <w:sz w:val="12"/>
          <w:szCs w:val="12"/>
        </w:rPr>
        <w:t xml:space="preserve"> topics that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matter</w:t>
      </w:r>
      <w:proofErr w:type="gramEnd"/>
      <w:r w:rsidRPr="00987676">
        <w:rPr>
          <w:rFonts w:ascii="Letter Gothic" w:hAnsi="Letter Gothic" w:cs="Courier New"/>
          <w:b/>
          <w:sz w:val="12"/>
          <w:szCs w:val="12"/>
        </w:rPr>
        <w:t xml:space="preserve"> to me (d)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will usually           7136    3422    3714    4651     834     952    1532    2386    1872    1282      613     2243     2261     1993     2095     1182      983     2193     2002     5126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stick</w:t>
      </w:r>
      <w:proofErr w:type="gramEnd"/>
      <w:r w:rsidRPr="00987676">
        <w:rPr>
          <w:rFonts w:ascii="Letter Gothic" w:hAnsi="Letter Gothic" w:cs="Courier New"/>
          <w:b/>
          <w:sz w:val="12"/>
          <w:szCs w:val="12"/>
        </w:rPr>
        <w:t xml:space="preserve"> to my beliefs       83%     81%     85%     86%     86%     72%     84%     81%     85%     85%      75%      85%      86%      82%      82%      82%      85%      85%      82%      84%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when</w:t>
      </w:r>
      <w:proofErr w:type="gramEnd"/>
      <w:r w:rsidRPr="00987676">
        <w:rPr>
          <w:rFonts w:ascii="Letter Gothic" w:hAnsi="Letter Gothic" w:cs="Courier New"/>
          <w:b/>
          <w:sz w:val="12"/>
          <w:szCs w:val="12"/>
        </w:rPr>
        <w:t xml:space="preserve"> they are                               B       F       F                               H                         K       KN        K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challenged</w:t>
      </w:r>
      <w:proofErr w:type="gramEnd"/>
      <w:r w:rsidRPr="00987676">
        <w:rPr>
          <w:rFonts w:ascii="Letter Gothic" w:hAnsi="Letter Gothic" w:cs="Courier New"/>
          <w:b/>
          <w:sz w:val="12"/>
          <w:szCs w:val="12"/>
        </w:rPr>
        <w:t xml:space="preserve"> (e)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usually take into      7108    3451    3657    4693     733     961    1510    2529    1805    1199      526     2071     2284     2206     1892     1196      991     2367     2053     5050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consideration</w:t>
      </w:r>
      <w:proofErr w:type="gramEnd"/>
      <w:r w:rsidRPr="00987676">
        <w:rPr>
          <w:rFonts w:ascii="Letter Gothic" w:hAnsi="Letter Gothic" w:cs="Courier New"/>
          <w:b/>
          <w:sz w:val="12"/>
          <w:szCs w:val="12"/>
        </w:rPr>
        <w:t xml:space="preserve">             83%     82%     84%     87%     75%     73%     83%     86%     82%     79%      65%      78%      87%      90%      74%      83%      86%      92%      84%      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evidence</w:t>
      </w:r>
      <w:proofErr w:type="gramEnd"/>
      <w:r w:rsidRPr="00987676">
        <w:rPr>
          <w:rFonts w:ascii="Letter Gothic" w:hAnsi="Letter Gothic" w:cs="Courier New"/>
          <w:b/>
          <w:sz w:val="12"/>
          <w:szCs w:val="12"/>
        </w:rPr>
        <w:t xml:space="preserve"> that goes                                 EF                              IJ                                 K       KL      KLM                 O        O      OPQ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against</w:t>
      </w:r>
      <w:proofErr w:type="gramEnd"/>
      <w:r w:rsidRPr="00987676">
        <w:rPr>
          <w:rFonts w:ascii="Letter Gothic" w:hAnsi="Letter Gothic" w:cs="Courier New"/>
          <w:b/>
          <w:sz w:val="12"/>
          <w:szCs w:val="12"/>
        </w:rPr>
        <w:t xml:space="preserve"> my views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adapt well when I      6703    3386    3316    4223     768    1053    1442    2363    1759    1072      582     1996     2049     2050     1911     1137      922     2171     1942     4755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find</w:t>
      </w:r>
      <w:proofErr w:type="gramEnd"/>
      <w:r w:rsidRPr="00987676">
        <w:rPr>
          <w:rFonts w:ascii="Letter Gothic" w:hAnsi="Letter Gothic" w:cs="Courier New"/>
          <w:b/>
          <w:sz w:val="12"/>
          <w:szCs w:val="12"/>
        </w:rPr>
        <w:t xml:space="preserve"> myself in a          78%     80%     76%     78%     79%     80%     79%     80%     80%     71%      71%      75%      78%      84%      75%      79%      80%      84%      80%      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new</w:t>
      </w:r>
      <w:proofErr w:type="gramEnd"/>
      <w:r w:rsidRPr="00987676">
        <w:rPr>
          <w:rFonts w:ascii="Letter Gothic" w:hAnsi="Letter Gothic" w:cs="Courier New"/>
          <w:b/>
          <w:sz w:val="12"/>
          <w:szCs w:val="12"/>
        </w:rPr>
        <w:t xml:space="preserve"> or unfamiliar                   C                                       J       J       J                                         KLM                                  OP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situation</w:t>
      </w:r>
      <w:proofErr w:type="gramEnd"/>
      <w:r w:rsidRPr="00987676">
        <w:rPr>
          <w:rFonts w:ascii="Letter Gothic" w:hAnsi="Letter Gothic" w:cs="Courier New"/>
          <w:b/>
          <w:sz w:val="12"/>
          <w:szCs w:val="12"/>
        </w:rPr>
        <w:t xml:space="preserve"> (f)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Trying new things        3155    1481    1674    1976     295     609     625    1134     787     592      422     1043      908      774     1090      471      410      890      958     2195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is</w:t>
      </w:r>
      <w:proofErr w:type="gramEnd"/>
      <w:r w:rsidRPr="00987676">
        <w:rPr>
          <w:rFonts w:ascii="Letter Gothic" w:hAnsi="Letter Gothic" w:cs="Courier New"/>
          <w:b/>
          <w:sz w:val="12"/>
          <w:szCs w:val="12"/>
        </w:rPr>
        <w:t xml:space="preserve"> stressful for me       37%     35%     38%     36%     30%     46%     34%     39%     36%     39%      52%      39%      34%      32%      43%      33%      36%      34%      39%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DE                                      LMN        N                        PQR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EMINUSE Page 43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EMINUSE.</w:t>
      </w:r>
      <w:proofErr w:type="gramEnd"/>
      <w:r w:rsidRPr="00987676">
        <w:rPr>
          <w:rFonts w:ascii="Letter Gothic" w:hAnsi="Letter Gothic" w:cs="Courier New"/>
          <w:b/>
          <w:sz w:val="12"/>
          <w:szCs w:val="12"/>
        </w:rPr>
        <w:t xml:space="preserve"> Do you use the internet or email, at least occasionally?</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7330    3596    3734    4715     770    1082    1743    2731    1836     952      453     2063     2406     2383     1855     1235     1078     2530     2239     5085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86%     85%     86%     87%     79%     82%     95%     93%     83%     63%      56%      78%      91%      97%      73%      86%      94%      98%      92%      83%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HIJ      IJ       J                         K       KL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1238     609     629     705     201     239      82     214     366     559      361      581      232       62      699      206       73       50      196     1042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14%     14%     14%     13%     21%     18%      5%      7%     17%     37%      44%      22%       9%       3%      27%      14%       6%       2%       8%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G      GH     GHI      LMN       MN        N               PQR       QR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4       4       -       -       4       -       -       -       -       4        -        4        -        -        4        -        -        -        -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INTMOB Page 44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INTMOB.</w:t>
      </w:r>
      <w:proofErr w:type="gramEnd"/>
      <w:r w:rsidRPr="00987676">
        <w:rPr>
          <w:rFonts w:ascii="Letter Gothic" w:hAnsi="Letter Gothic" w:cs="Courier New"/>
          <w:b/>
          <w:sz w:val="12"/>
          <w:szCs w:val="12"/>
        </w:rPr>
        <w:t xml:space="preserve"> Do you access the internet on a cell phone, tablet or other mobile handheld device, at least occasionally?</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7086    3466    3620    4390     797    1178    1745    2737    1770     772      550     2028     2239     2243     1893     1197      991     2422     2258     4821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83%     82%     83%     81%     82%     89%     96%     93%     80%     51%      68%      77%      85%      92%      74%      83%      86%      94%      93%      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HIJ      IJ       J                         K       KL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1476     738     737    1028     171     140      79     204     432     737      265      614      399      197      661      244      159      155      174     1302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18%     17%     19%     18%     11%      4%      7%     20%     49%      32%      23%      15%       8%      26%      17%      14%       6%       7%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G      GH     GHI      LMN       MN        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       -       2       -       2       -       -       -       -       2        -        2        -        -        -        -        -        -        -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8       5       3       1       4       3       -       3       1       4        -        4        -        4        4        -        1        3        3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IUSERNW2 Page 45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COMBINED EMINUSE/INTMOB: Summary table of internet users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Use internet or      7696    3782    3914    4861     842    1195    1803    2836    1963    1021      577     2217     2480     2397     2065     1312     1104     2538     2346     5343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email</w:t>
      </w:r>
      <w:proofErr w:type="gramEnd"/>
      <w:r w:rsidRPr="00987676">
        <w:rPr>
          <w:rFonts w:ascii="Letter Gothic" w:hAnsi="Letter Gothic" w:cs="Courier New"/>
          <w:b/>
          <w:sz w:val="12"/>
          <w:szCs w:val="12"/>
        </w:rPr>
        <w:t xml:space="preserve">                     90%     90%     90%     90%     86%     90%     99%     96%     89%     67%      71%      84%      94%      98%      81%      91%      96%      98%      96%      87%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IJ       J                         K       KL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General-             6720    3280    3440    4244     724    1065    1685    2632    1643     704      426     1874     2165     2229     1683     1120      965     2414     2150     4563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internet</w:t>
      </w:r>
      <w:proofErr w:type="gramEnd"/>
      <w:r w:rsidRPr="00987676">
        <w:rPr>
          <w:rFonts w:ascii="Letter Gothic" w:hAnsi="Letter Gothic" w:cs="Courier New"/>
          <w:b/>
          <w:sz w:val="12"/>
          <w:szCs w:val="12"/>
        </w:rPr>
        <w:t xml:space="preserve"> and          78%     78%     79%     78%     74%     81%     92%     89%     75%     46%      52%      71%      82%      91%      66%      78%      84%      94%      88%      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Email, and                                                             IJ      IJ       J                         K       KL      KLM                 O       OP      OPQ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Mobile-internet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General-              610     316     294     471      45      17      57      99     193     249       27      189      241      153      172      114      113      116       88      522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internet</w:t>
      </w:r>
      <w:proofErr w:type="gramEnd"/>
      <w:r w:rsidRPr="00987676">
        <w:rPr>
          <w:rFonts w:ascii="Letter Gothic" w:hAnsi="Letter Gothic" w:cs="Courier New"/>
          <w:b/>
          <w:sz w:val="12"/>
          <w:szCs w:val="12"/>
        </w:rPr>
        <w:t xml:space="preserve"> and           7%      8%      7%      9%      5%      1%      3%      3%      9%     16%       3%       7%       9%       6%       7%       8%      10%       4%       4%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Email only                                     EF       F                              GH     GHI                 K       KN        K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Mobile-internet       366     185     180     146      73     113      60     105     127      68      124      154       74       14      210       77       26        8      107      258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only</w:t>
      </w:r>
      <w:proofErr w:type="gramEnd"/>
      <w:r w:rsidRPr="00987676">
        <w:rPr>
          <w:rFonts w:ascii="Letter Gothic" w:hAnsi="Letter Gothic" w:cs="Courier New"/>
          <w:b/>
          <w:sz w:val="12"/>
          <w:szCs w:val="12"/>
        </w:rPr>
        <w:t xml:space="preserve">                   4%      4%      4%      3%      7%      9%      3%      4%      6%      4%      15%       6%       3%       1%       8%       5%       2%       *%       4%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GH              LMN       MN        N                QR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Do not use            876     428     448     559     132     126      22     108     240     495      238      431      158       47      493      130       48       42       89      787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internet</w:t>
      </w:r>
      <w:proofErr w:type="gramEnd"/>
      <w:r w:rsidRPr="00987676">
        <w:rPr>
          <w:rFonts w:ascii="Letter Gothic" w:hAnsi="Letter Gothic" w:cs="Courier New"/>
          <w:b/>
          <w:sz w:val="12"/>
          <w:szCs w:val="12"/>
        </w:rPr>
        <w:t xml:space="preserve"> or email         10%     10%     10%     10%     14%     10%      1%      4%     11%     33%      29%      16%       6%       2%      19%       9%       4%       2%       4%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GH     GHI      LMN       MN        N               PQR       QR        R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HOME3NW Page 46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HOME3NW. Do you ever use the internet or email at HOME?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ALL             7696    3782    3914    4861     842    1195    1803    2836    1963    1021      577     2217     2480     2397     2065     1312     1104     2538     2346     5343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INTERNET USERS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2749    1401    1348    1884     243     365     470     891     784     572      162      597      672     1303      600      425      396     1055      754     1990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7087    3458    3629    4627     730     993    1683    2643    1775     915      399     1995     2317     2350     1764     1181     1057     2481     2192     4888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92%     91%     93%     95%     87%     83%     93%     93%     90%     90%      69%      90%      93%      98%      85%      90%      96%      98%      93%      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J      IJ                                 K       KL      KLM                 O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606     323     283     234     112     199     120     190     189     105      178      221      163       44      301      131       46       55      151      455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      9%      7%      5%     13%     17%      7%      7%     10%     10%      31%      10%       7%       2%      15%      10%       4%       2%       6%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H      GH      LMN       MN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       -       3       -       -       3       -       3       -       -        -        -        -        3        -        -        -        3        3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BBHOME1 Page 47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BBHOME1. Do you subscribe to dial-up internet service at home... OR do you subscribe to a higher-speed broadband service such as DSL, cable, or fiber optic service?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THOSE WHO       7087    3458    3629    4627     730     993    1683    2643    1775     915      399     1995     2317     2350     1764     1181     1057     2481     2192     4888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USE INTERNET AT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HOME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2564    1302    1262    1806     213     305     440     836     726     531      110      534      628     1277      509      391      382     1035      711     1848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Dial-up                   303     114     189     124      30     115      91     100      50      62       67      114       81       38      169       67       28       21       81      222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3%      5%      3%      4%     12%      5%      4%      3%      7%      17%       6%       3%       2%      10%       6%       3%       1%       4%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I                      HI      LMN        N        N               PQR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Higher-speed             6163    3093    3069    4177     612     731    1392    2332    1621     770      261     1612     2070     2201     1329      998      948     2383     1927     4229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87%     89%     85%     90%     84%     74%     83%     88%     91%     84%      65%      81%      89%      94%      75%      85%      90%      96%      88%      87%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F                      GJ     GHJ                         K       KL      KLM                 O       OP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Both Slow-speed/           38      15      22      14       4      13       6      24       4       4        6        4        9       19        6       20        1        7       16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Dial-up and Higher-        1%      *%      1%      *%      1%      1%      *%      1%      *%      *%       2%       *%       *%       1%       *%       2%       *%       *%       1%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speed/Broadband</w:t>
      </w:r>
      <w:proofErr w:type="gramEnd"/>
      <w:r w:rsidRPr="00987676">
        <w:rPr>
          <w:rFonts w:ascii="Letter Gothic" w:hAnsi="Letter Gothic" w:cs="Courier New"/>
          <w:b/>
          <w:sz w:val="12"/>
          <w:szCs w:val="12"/>
        </w:rPr>
        <w:t xml:space="preserve">                                                                                                                         L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(VOL.)</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Access internet           197      62     135      77      29      72      61      83      34      10       37       89       45       26      115       42       17        7       79      118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only</w:t>
      </w:r>
      <w:proofErr w:type="gramEnd"/>
      <w:r w:rsidRPr="00987676">
        <w:rPr>
          <w:rFonts w:ascii="Letter Gothic" w:hAnsi="Letter Gothic" w:cs="Courier New"/>
          <w:b/>
          <w:sz w:val="12"/>
          <w:szCs w:val="12"/>
        </w:rPr>
        <w:t xml:space="preserve"> using cell            3%      2%      4%      2%      4%      7%      4%      3%      2%      1%       9%       4%       2%       1%       7%       4%       2%       *%       4%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phone</w:t>
      </w:r>
      <w:proofErr w:type="gramEnd"/>
      <w:r w:rsidRPr="00987676">
        <w:rPr>
          <w:rFonts w:ascii="Letter Gothic" w:hAnsi="Letter Gothic" w:cs="Courier New"/>
          <w:b/>
          <w:sz w:val="12"/>
          <w:szCs w:val="12"/>
        </w:rPr>
        <w:t xml:space="preserve"> or tablet                             B                       D       J       J                       MN       MN                        PQR        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(VOL.)</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home internet          140      66      73      75      28      34      50      56      20      14       10       69       44       12       72       16       21       20       52       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access</w:t>
      </w:r>
      <w:proofErr w:type="gramEnd"/>
      <w:r w:rsidRPr="00987676">
        <w:rPr>
          <w:rFonts w:ascii="Letter Gothic" w:hAnsi="Letter Gothic" w:cs="Courier New"/>
          <w:b/>
          <w:sz w:val="12"/>
          <w:szCs w:val="12"/>
        </w:rPr>
        <w:t xml:space="preserve"> (VOL.)              2%      2%      2%      2%      4%      3%      3%      2%      1%      2%       2%       3%       2%       1%       4%       1%       2%       1%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N        N                PR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220     100     120     137      27      27      77      38      43      53       18       99       58       45       71       36       34       37       30      190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3%      3%      3%      4%      3%      5%      1%      2%      6%       4%       5%       2%       2%       4%       3%       3%       1%       1%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HI                MN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27       7      20      22       -       2       6      12       2       2        -        9        9        9        2        2        8        4        8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              *%      *%      *%      *%      *%                *%       *%       *%       *%       *%       1%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BBHOME1 Page 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BBHOME1. Do you subscribe to dial-up internet service at home... OR do you subscribe to a higher-speed broadband service such as DSL, cable, or fiber optic service?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THOSE WHO       7087    3458    3629    4627     730     993    1683    2643    1775     915      399     1995     2317     2350     1764     1181     1057     2481     2192     4888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USE INTERNET AT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HOME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Dial-up/Both          341     130     211     138      34     128      97     124      54      66       74      118       90       57      175       87       29       28       97      244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dial-up</w:t>
      </w:r>
      <w:proofErr w:type="gramEnd"/>
      <w:r w:rsidRPr="00987676">
        <w:rPr>
          <w:rFonts w:ascii="Letter Gothic" w:hAnsi="Letter Gothic" w:cs="Courier New"/>
          <w:b/>
          <w:sz w:val="12"/>
          <w:szCs w:val="12"/>
        </w:rPr>
        <w:t xml:space="preserve"> and                5%      4%      6%      3%      5%     13%      6%      5%      3%      7%      19%       6%       4%       2%      10%       7%       3%       1%       4%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broadband</w:t>
      </w:r>
      <w:proofErr w:type="gramEnd"/>
      <w:r w:rsidRPr="00987676">
        <w:rPr>
          <w:rFonts w:ascii="Letter Gothic" w:hAnsi="Letter Gothic" w:cs="Courier New"/>
          <w:b/>
          <w:sz w:val="12"/>
          <w:szCs w:val="12"/>
        </w:rPr>
        <w:t xml:space="preserve">                                   B                      DE       I                       I      LMN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Broadband/Both       6200    3109    3092    4191     616     743    1398    2355    1625     774      267     1615     2079     2220     1334     1019      949     2391     1943     4251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dial-up</w:t>
      </w:r>
      <w:proofErr w:type="gramEnd"/>
      <w:r w:rsidRPr="00987676">
        <w:rPr>
          <w:rFonts w:ascii="Letter Gothic" w:hAnsi="Letter Gothic" w:cs="Courier New"/>
          <w:b/>
          <w:sz w:val="12"/>
          <w:szCs w:val="12"/>
        </w:rPr>
        <w:t xml:space="preserve"> and               87%     90%     85%     91%     84%     75%     83%     89%     92%     85%      67%      81%      90%      94%      76%      86%      90%      96%      89%      87%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broadband</w:t>
      </w:r>
      <w:proofErr w:type="gramEnd"/>
      <w:r w:rsidRPr="00987676">
        <w:rPr>
          <w:rFonts w:ascii="Letter Gothic" w:hAnsi="Letter Gothic" w:cs="Courier New"/>
          <w:b/>
          <w:sz w:val="12"/>
          <w:szCs w:val="12"/>
        </w:rPr>
        <w:t xml:space="preserve">                           C              EF       F                      GJ      GJ                         K       KL      KLM                 O        O      OPQ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BBHOME1/2 Page 49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COMBINED BBHOME1/BBHOME2: BBHOME1.</w:t>
      </w:r>
      <w:proofErr w:type="gramEnd"/>
      <w:r w:rsidRPr="00987676">
        <w:rPr>
          <w:rFonts w:ascii="Letter Gothic" w:hAnsi="Letter Gothic" w:cs="Courier New"/>
          <w:b/>
          <w:sz w:val="12"/>
          <w:szCs w:val="12"/>
        </w:rPr>
        <w:t xml:space="preserve"> Do you subscribe to dial-up internet service at home... OR do you subscribe to a higher-speed broadband service such as DSL, cable, or fiber optic service?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BBHOME2. Just to confirm, you use a dial-up connection to the internet at home, and not a higher-speed broadband connection?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THOSE WHO       7087    3458    3629    4627     730     993    1683    2643    1775     915      399     1995     2317     2350     1764     1181     1057     2481     2192     4888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USE INTERNET AT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HOME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2564    1302    1262    1806     213     305     440     836     726     531      110      534      628     1277      509      391      382     1035      711     1848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Dial-up                   245      91     154     106      16      90      79      77      32      57       57       90       60       36      135       55       19       21       60      185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3%      4%      2%      2%      9%      5%      3%      2%      6%      14%       5%       3%       2%       8%       5%       2%       1%       3%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I                      HI      LMN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Broadband                6221    3117    3104    4196     626     756    1404    2355    1640     775      271     1636     2091     2204     1362     1010      957     2383     1948     4266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88%     90%     86%     91%     86%     76%     83%     89%     92%     85%      68%      82%      90%      94%      77%      86%      91%      96%      89%      87%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F                      GJ     GHJ                         K       KL      KLM                 O       OP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Both Dial-up and           38      15      22      14       4      13       6      24       4       4        6        4        9       19        6       20        1        7       16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Broadband (VOL.)           1%      *%      1%      *%      1%      1%      *%      1%      *%      *%       2%       *%       *%       1%       *%       2%       *%       *%       1%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Access internet           197      62     135      77      29      72      61      83      34      10       37       89       45       26      115       42       17        7       79      118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only</w:t>
      </w:r>
      <w:proofErr w:type="gramEnd"/>
      <w:r w:rsidRPr="00987676">
        <w:rPr>
          <w:rFonts w:ascii="Letter Gothic" w:hAnsi="Letter Gothic" w:cs="Courier New"/>
          <w:b/>
          <w:sz w:val="12"/>
          <w:szCs w:val="12"/>
        </w:rPr>
        <w:t xml:space="preserve"> using cell            3%      2%      4%      2%      4%      7%      4%      3%      2%      1%       9%       4%       2%       1%       7%       4%       2%       *%       4%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phone</w:t>
      </w:r>
      <w:proofErr w:type="gramEnd"/>
      <w:r w:rsidRPr="00987676">
        <w:rPr>
          <w:rFonts w:ascii="Letter Gothic" w:hAnsi="Letter Gothic" w:cs="Courier New"/>
          <w:b/>
          <w:sz w:val="12"/>
          <w:szCs w:val="12"/>
        </w:rPr>
        <w:t xml:space="preserve"> or tablet                             B                       D       J       J                       MN       MN                        PQR        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(VOL.)</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home internet          140      66      73      75      28      34      50      56      20      14       10       69       44       12       72       16       21       20       52       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access</w:t>
      </w:r>
      <w:proofErr w:type="gramEnd"/>
      <w:r w:rsidRPr="00987676">
        <w:rPr>
          <w:rFonts w:ascii="Letter Gothic" w:hAnsi="Letter Gothic" w:cs="Courier New"/>
          <w:b/>
          <w:sz w:val="12"/>
          <w:szCs w:val="12"/>
        </w:rPr>
        <w:t xml:space="preserve"> (VOL.)              2%      2%      2%      2%      4%      3%      3%      2%      1%      2%       2%       3%       2%       1%       4%       1%       2%       1%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N        N                PR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220     100     120     137      27      27      77      38      43      53       18       99       58       45       71       36       34       37       30      190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3%      3%      3%      4%      3%      5%      1%      2%      6%       4%       5%       2%       2%       4%       3%       3%       1%       1%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HI                MN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27       7      20      22       -       2       6      12       2       2        -        9        9        9        2        2        8        4        8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              *%      *%      *%      *%      *%                *%       *%       *%       *%       *%       1%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BBHOME1/2 Page 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COMBINED BBHOME1/BBHOME2: BBHOME1.</w:t>
      </w:r>
      <w:proofErr w:type="gramEnd"/>
      <w:r w:rsidRPr="00987676">
        <w:rPr>
          <w:rFonts w:ascii="Letter Gothic" w:hAnsi="Letter Gothic" w:cs="Courier New"/>
          <w:b/>
          <w:sz w:val="12"/>
          <w:szCs w:val="12"/>
        </w:rPr>
        <w:t xml:space="preserve"> Do you subscribe to dial-up internet service at home... OR do you subscribe to a higher-speed broadband service such as DSL, cable, or fiber optic service?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BBHOME2. Just to confirm, you use a dial-up connection to the internet at home, and not a higher-speed broadband connection?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THOSE WHO       7087    3458    3629    4627     730     993    1683    2643    1775     915      399     1995     2317     2350     1764     1181     1057     2481     2192     4888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USE INTERNET AT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HOME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Dial-up/Both          283     106     176     120      20     102      85     101      35      62       63       93       69       55      141       75       20       28       76      207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dial-up</w:t>
      </w:r>
      <w:proofErr w:type="gramEnd"/>
      <w:r w:rsidRPr="00987676">
        <w:rPr>
          <w:rFonts w:ascii="Letter Gothic" w:hAnsi="Letter Gothic" w:cs="Courier New"/>
          <w:b/>
          <w:sz w:val="12"/>
          <w:szCs w:val="12"/>
        </w:rPr>
        <w:t xml:space="preserve"> and                4%      3%      5%      3%      3%     10%      5%      4%      2%      7%      16%       5%       3%       2%       8%       6%       2%       1%       3%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broadband</w:t>
      </w:r>
      <w:proofErr w:type="gramEnd"/>
      <w:r w:rsidRPr="00987676">
        <w:rPr>
          <w:rFonts w:ascii="Letter Gothic" w:hAnsi="Letter Gothic" w:cs="Courier New"/>
          <w:b/>
          <w:sz w:val="12"/>
          <w:szCs w:val="12"/>
        </w:rPr>
        <w:t xml:space="preserve">                                   B                      DE       I       I              HI      LMN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Broadband/Both       6259    3132    3127    4210     630     769    1410    2379    1643     779      278     1639     2100     2223     1368     1030      958     2391     1963     4288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dial-up</w:t>
      </w:r>
      <w:proofErr w:type="gramEnd"/>
      <w:r w:rsidRPr="00987676">
        <w:rPr>
          <w:rFonts w:ascii="Letter Gothic" w:hAnsi="Letter Gothic" w:cs="Courier New"/>
          <w:b/>
          <w:sz w:val="12"/>
          <w:szCs w:val="12"/>
        </w:rPr>
        <w:t xml:space="preserve"> and               88%     91%     86%     91%     86%     77%     84%     90%     93%     85%      70%      82%      91%      95%      78%      87%      91%      96%      90%      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broadband</w:t>
      </w:r>
      <w:proofErr w:type="gramEnd"/>
      <w:r w:rsidRPr="00987676">
        <w:rPr>
          <w:rFonts w:ascii="Letter Gothic" w:hAnsi="Letter Gothic" w:cs="Courier New"/>
          <w:b/>
          <w:sz w:val="12"/>
          <w:szCs w:val="12"/>
        </w:rPr>
        <w:t xml:space="preserve">                           C               F       F                      GJ      GJ                         K       KL      KLM                 O        O      OPQ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BBHMSUM1 Page 51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HOME3NW/BBHOME1/BBHOME2: Internet service at home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THOSE WHO       7087    3458    3629    4627     730     993    1683    2643    1775     915      399     1995     2317     2350     1764     1181     1057     2481     2192     4888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USE INTERNET AT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HOME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2564    1302    1262    1806     213     305     440     836     726     531      110      534      628     1277      509      391      382     1035      711     1848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Home broadband           6259    3132    3127    4210     630     769    1410    2379    1643     779      278     1639     2100     2223     1368     1030      958     2391     1963     4288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users</w:t>
      </w:r>
      <w:proofErr w:type="gramEnd"/>
      <w:r w:rsidRPr="00987676">
        <w:rPr>
          <w:rFonts w:ascii="Letter Gothic" w:hAnsi="Letter Gothic" w:cs="Courier New"/>
          <w:b/>
          <w:sz w:val="12"/>
          <w:szCs w:val="12"/>
        </w:rPr>
        <w:t xml:space="preserve">                     88%     91%     86%     91%     86%     77%     84%     90%     93%     85%      70%      82%      91%      95%      78%      87%      91%      96%      90%      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F                      GJ      GJ                         K       KL      KLM                 O        O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home broadband/        829     327     502     417     100     224     273     265     131     136      121      356      217      128      396      151       99       90      229      600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DK                        12%      9%     14%      9%     14%     23%     16%     10%      7%     15%      30%      18%       9%       5%      22%      13%       9%       4%      10%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HI                      HI      LMN       MN        N               PQR        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BBHMSUM2 Page 52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HOME3NW/BBHOME1/BBHOME2: Internet service at home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Home broadband           6259    3132    3127    4210     630     769    1410    2379    1643     779      278     1639     2100     2223     1368     1030      958     2391     1963     4288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users</w:t>
      </w:r>
      <w:proofErr w:type="gramEnd"/>
      <w:r w:rsidRPr="00987676">
        <w:rPr>
          <w:rFonts w:ascii="Letter Gothic" w:hAnsi="Letter Gothic" w:cs="Courier New"/>
          <w:b/>
          <w:sz w:val="12"/>
          <w:szCs w:val="12"/>
        </w:rPr>
        <w:t xml:space="preserve">                     73%     74%     72%     78%     65%     58%     77%     81%     75%     51%      34%      62%      80%      91%      53%      71%      83%      93%      81%      70%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J      IJ       J                         K       KL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home broadband/       2314    1078    1236    1210     345     552     415     566     560     737      537     1009      537      222     1190      411      193      189      471     1842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DK                        27%     26%     28%     22%     35%     42%     23%     19%     25%     49%      66%      38%      20%       9%      47%      29%      17%       7%      19%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H     GHI      LMN       MN        N               PQR       QR        R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DEVICE1A Page 53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DEVICE1A. Next, do you have a cell phone,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8139    4039    4099    5104     920    1299    1821    2910    2128    1212      753     2448     2533     2378     2362     1369     1107     2562     2402     5729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95%     96%     94%     94%     94%     98%    100%     99%     97%     80%      92%      92%      96%      97%      92%      95%      96%      99%      99%      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HIJ      IJ       J                                 KL       KL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434     170     264     316      54      22       4      35      75     304       61      200      104       66      196       73       45       18       32      401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      4%      6%      6%      6%      2%      *%      1%      3%     20%       8%       8%       4%       3%       8%       5%       4%       1%       1%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G      GH     GHI       MN       MN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SMART1 Page 54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SMART1. Some cell phones are called “smartphones” because of certain features they have. Is your cell phone a smartphone such as an iPhone, Android, Blackberry or Windows phone, or are you not sure?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FORM A          4042    2011    2031    2539     454     636     884    1408    1097     610      396     1226     1223     1183     1192      704      522     1231     1173     2866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CELL PHONE OWNERS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1476     754     722    1031     125     184     235     454     440     328      106      335      346      680      349      231      202      533      384     1090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smartphone          3184    1622    1562    2051     328     469     792    1247     812     303      207      889      995     1080      806      532      438     1146     1014     2168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79%     81%     77%     81%     72%     74%     90%     89%     74%     50%      52%      73%      81%      91%      68%      76%      84%      93%      86%      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K       KL      KLM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not a                 650     290     360     431      76      73      52      96     230     262       98      274      190       87      262      143       80       70       97      552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smartphone</w:t>
      </w:r>
      <w:proofErr w:type="gramEnd"/>
      <w:r w:rsidRPr="00987676">
        <w:rPr>
          <w:rFonts w:ascii="Letter Gothic" w:hAnsi="Letter Gothic" w:cs="Courier New"/>
          <w:b/>
          <w:sz w:val="12"/>
          <w:szCs w:val="12"/>
        </w:rPr>
        <w:t xml:space="preserve">                16%     14%     18%     17%     17%     11%      6%      7%     21%     43%      25%      22%      16%       7%      22%      20%      15%       6%       8%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GH     GHI        N       MN        N                 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sure/</w:t>
      </w:r>
      <w:proofErr w:type="gramStart"/>
      <w:r w:rsidRPr="00987676">
        <w:rPr>
          <w:rFonts w:ascii="Letter Gothic" w:hAnsi="Letter Gothic" w:cs="Courier New"/>
          <w:b/>
          <w:sz w:val="12"/>
          <w:szCs w:val="12"/>
        </w:rPr>
        <w:t>Don't</w:t>
      </w:r>
      <w:proofErr w:type="gramEnd"/>
      <w:r w:rsidRPr="00987676">
        <w:rPr>
          <w:rFonts w:ascii="Letter Gothic" w:hAnsi="Letter Gothic" w:cs="Courier New"/>
          <w:b/>
          <w:sz w:val="12"/>
          <w:szCs w:val="12"/>
        </w:rPr>
        <w:t xml:space="preserve"> know       201      99     102      53      51      91      39      57      56      45       91       58       39       13      124       29        4       11       60      142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      5%      5%      2%     11%     14%      4%      4%      5%      7%      23%       5%       3%       1%      10%       4%       1%       1%       5%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LMN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8       -       8       5       -       3       -       8       -       -        -        5        -        3        -        -        -        3        3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SMART2 Page 55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SMART2. Is your cell phone a smartphone,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FORM B          4096    2028    2068    2565     466     663     938    1501    1031     602      357     1223     1310     1195     1170      664      585     1331     1229     2863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CELL PHONE OWNERS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1450     741     709     965     138     217     240     455     395     348      112      345      357      630      360      221      198      533      388     1059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smartphone          3387    1674    1713    2141     372     525     890    1336     813     329      229      940     1116     1093      825      537      513     1259     1106     2279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83%     83%     83%     83%     80%     79%     95%     89%     79%     55%      64%      77%      85%      91%      71%      81%      88%      95%      90%      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IJ       J                         K       KL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not a                 684     348     335     413      91     129      47     165     208     257      124      273      187       97      337      124       69       70      123      559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smartphone</w:t>
      </w:r>
      <w:proofErr w:type="gramEnd"/>
      <w:r w:rsidRPr="00987676">
        <w:rPr>
          <w:rFonts w:ascii="Letter Gothic" w:hAnsi="Letter Gothic" w:cs="Courier New"/>
          <w:b/>
          <w:sz w:val="12"/>
          <w:szCs w:val="12"/>
        </w:rPr>
        <w:t xml:space="preserve">                17%     17%     16%     16%     19%     19%      5%     11%     20%     43%      35%      22%      14%       8%      29%      19%      12%       5%      10%      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GH     GHI      LMN       MN        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25       6      19      11       3       9       -       -      10      16        4       10        7        5        8        4        3        2        -       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      1%      *%      1%      1%                      1%      3%       1%       1%       1%       *%       1%       1%       1%       *%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SMART1/2 Page 56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COMBINED SMART1/SMART2: SMART1.</w:t>
      </w:r>
      <w:proofErr w:type="gramEnd"/>
      <w:r w:rsidRPr="00987676">
        <w:rPr>
          <w:rFonts w:ascii="Letter Gothic" w:hAnsi="Letter Gothic" w:cs="Courier New"/>
          <w:b/>
          <w:sz w:val="12"/>
          <w:szCs w:val="12"/>
        </w:rPr>
        <w:t xml:space="preserve"> Some cell phones are called “smartphones” because of certain features they have. Is your cell phone a smartphone such as an iPhone, Android, Blackberry or </w:t>
      </w:r>
      <w:proofErr w:type="gramStart"/>
      <w:r w:rsidRPr="00987676">
        <w:rPr>
          <w:rFonts w:ascii="Letter Gothic" w:hAnsi="Letter Gothic" w:cs="Courier New"/>
          <w:b/>
          <w:sz w:val="12"/>
          <w:szCs w:val="12"/>
        </w:rPr>
        <w:t>Windows</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phone</w:t>
      </w:r>
      <w:proofErr w:type="gramEnd"/>
      <w:r w:rsidRPr="00987676">
        <w:rPr>
          <w:rFonts w:ascii="Letter Gothic" w:hAnsi="Letter Gothic" w:cs="Courier New"/>
          <w:b/>
          <w:sz w:val="12"/>
          <w:szCs w:val="12"/>
        </w:rPr>
        <w:t>, or are you not sure? / SMART2. Is your cell phone a smartphone,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ALL CELL        8139    4039    4099    5104     920    1299    1821    2910    2128    1212      753     2448     2533     2378     2362     1369     1107     2562     2402     5729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PHONE OWNERS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2926    1495    1431    1996     263     401     475     909     835     676      218      680      703     1310      709      452      400     1066      772     2149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smartphone          6571    3295    3275    4191     700     994    1683    2583    1625     632      436     1829     2111     2173     1631     1069      951     2405     2120     4447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81%     82%     80%     82%     76%     77%     92%     89%     76%     52%      58%      75%      83%      91%      69%      78%      86%      94%      88%      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HIJ      IJ       J                         K       KL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not a                1333     638     695     843     166     202     100     261     438     519      222      547      377      184      599      266      148      140      220     1111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smartphone</w:t>
      </w:r>
      <w:proofErr w:type="gramEnd"/>
      <w:r w:rsidRPr="00987676">
        <w:rPr>
          <w:rFonts w:ascii="Letter Gothic" w:hAnsi="Letter Gothic" w:cs="Courier New"/>
          <w:b/>
          <w:sz w:val="12"/>
          <w:szCs w:val="12"/>
        </w:rPr>
        <w:t xml:space="preserve">                16%     16%     17%     17%     18%     16%      5%      9%     21%     43%      29%      22%      15%       8%      25%      19%      13%       5%       9%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GH     GHI       MN       MN        N               PQR       QR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227     106     121      64      54     100      39      57      65      61       95       68       45       18      132       34        7       13       60      167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3%      3%      1%      6%      8%      2%      2%      3%      5%      13%       3%       2%       1%       6%       2%       1%       1%       2%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GH      LMN        N                        PQR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8       -       8       5       -       3       -       8       -       -        -        5        -        3        -        -        -        3        3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SMARTPHONE Page 57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SMARTPHONE.</w:t>
      </w:r>
      <w:proofErr w:type="gramEnd"/>
      <w:r w:rsidRPr="00987676">
        <w:rPr>
          <w:rFonts w:ascii="Letter Gothic" w:hAnsi="Letter Gothic" w:cs="Courier New"/>
          <w:b/>
          <w:sz w:val="12"/>
          <w:szCs w:val="12"/>
        </w:rPr>
        <w:t xml:space="preserve"> Summary table: Have a smartphone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Cell, smartphone         6571    3295    3275    4191     700     994    1683    2583    1625     632      436     1829     2111     2173     1631     1069      951     2405     2120     4447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77%     78%     75%     77%     72%     75%     92%     88%     74%     42%      54%      69%      80%      89%      64%      74%      83%      93%      87%      73%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IJ       J                         K       KL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Cell, not a              1568     744     824     913     220     305     139     326     503     580      317      619      422      205      731      300      155      157      283     1282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smartphone</w:t>
      </w:r>
      <w:proofErr w:type="gramEnd"/>
      <w:r w:rsidRPr="00987676">
        <w:rPr>
          <w:rFonts w:ascii="Letter Gothic" w:hAnsi="Letter Gothic" w:cs="Courier New"/>
          <w:b/>
          <w:sz w:val="12"/>
          <w:szCs w:val="12"/>
        </w:rPr>
        <w:t xml:space="preserve">                18%     18%     19%     17%     23%     23%      8%     11%     23%     38%      39%      23%      16%       8%      29%      21%      13%       6%      12%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G      GH     GHI      LMN       MN        N               PQR       QR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cell/                  434     170     264     316      54      22       4      35      75     304       61      200      104       66      196       73       45       18       32      401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Undesignated cell          5%      4%      6%      6%      6%      2%      *%      1%      3%     20%       8%       8%       4%       3%       8%       5%       4%       1%       1%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G      GH     GHI       MN       MN                        PQR        R        R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SNSINT2 Page 58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SNSINT2. Do you ever use social media sites like Facebook, Twitter or LinkedIn?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ALL             7696    3782    3914    4861     842    1195    1803    2836    1963    1021      577     2217     2480     2397     2065     1312     1104     2538     2346     5343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INTERNET USERS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2749    1401    1348    1884     243     365     470     891     784     572      162      597      672     1303      600      425      396     1055      754     1990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5897    2769    3128    3687     610     981    1574    2346    1408     522      423     1615     1936     1904     1524     1022      845     2024     1915     3978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77%     73%     80%     76%     72%     82%     87%     83%     72%     51%      73%      73%      78%      79%      74%      78%      77%      80%      82%      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HIJ      IJ       J                                  L        L                                   O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1791    1007     783    1168     232     212     228     487     551     498      154      601      540      489      541      289      255      511      424     1364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23%     27%     20%     24%     28%     18%     13%     17%     28%     49%      27%      27%      22%      20%      26%      22%      23%      20%      18%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F                       G      GH     GHI                MN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5       5       -       5       -       -       -       -       4       1        -        -        4        1        -        1        4        -        4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       -       3       -       -       3       -       3       -       -        -        -        -        3        -        -        -        3        3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DEVICE1B Page 59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DEVICE1. Please tell me if you happen to have each of the following items, or not. Do you have [INSERT ITEMS IN ORDER]?</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A handheld device made primarily for e-book reading, such as a Nook or Kindle e-reader but NOT the Amazon Fire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1867     725    1143    1314     173     192     310     712     545     284       77      406      584      793      352      246      268      826      583     1280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22%     17%     26%     24%     18%     15%     17%     24%     25%     19%       9%      15%      22%      32%      14%      17%      23%      32%      24%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EF                              GJ      GJ                         K       KL      KLM                         OP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6680    3462    3218    4088     798    1126    1515    2217    1651    1229      738     2233     2039     1650     2200     1195      883     1741     1836     4841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78%     82%     74%     75%     82%     85%     83%     75%     75%     81%      91%      84%      77%      68%      86%      83%      77%      67%      75%      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HI                      HI      LMN       MN        N                QR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17      15       2      10       3       4       -       7       7       3        -        5       11        1        6        -        -        4        7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8       8       -       8       -       -       -       8       -       -        -        4        4        -        -        -        -        8        8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DEVICE1C Page 60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DEVICE1. Please tell me if you happen to have each of the following items, or not. Do you have [INSERT ITEMS IN ORDER]?</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A tablet computer like an iPad, Samsung Galaxy Tab, Microsoft Surface Pro, or Amazon Fire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4388    2038    2350    2811     472     622     902    1822    1139     483      204     1101     1431     1636      824      720      644     1781     1561     2821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51%     48%     54%     52%     48%     47%     49%     62%     52%     32%      25%      42%      54%      67%      32%      50%      56%      69%      64%      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J     GIJ       J                         K       KL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4177    2165    2012    2602     503     699     922    1118    1062    1032      611     1547     1202      805     1733      721      507      793      870     3306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49%     51%     46%     48%     52%     53%     51%     38%     48%     68%      75%      58%      46%      33%      68%      50%      44%      31%      36%      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               H     GHI      LMN       MN        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7       6       1       7       -       -       -       4       2       1        -        -        4        3        1        -        -        5        4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DEVICE1D Page 61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DEVICE1. Please tell me if you happen to have each of the following items, or not. Do you have [INSERT ITEMS IN ORDER]?</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A desktop or laptop computer</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6684    3297    3387    4517     644     796    1517    2392    1778     935      326     1778     2248     2310     1440     1119     1050     2485     1986     4691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78%     78%     78%     83%     66%     60%     83%     81%     81%     62%      40%      67%      85%      95%      56%      78%      91%      96%      82%      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J       J       J                         K       KL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1884     909     975     898     330     525     308     553     421     580      488      867      389      133     1118      319      102       93      449     1436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22%     22%     22%     17%     34%     40%     17%     19%     19%     38%      60%      33%      15%       5%      44%      22%       9%       4%      18%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GHI      LMN       MN        N               PQR       QR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       -       1       1       -       -       -       -       -       1        -        -        -        1        -        -        -        1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       3       -       3       -       -       -       -       3       -        -        3        -        -        -        3        -        -        -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DEVICE1SUM Page 62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DEVICE1SUM. Please tell me if you happen to have each of the following items, or not. Do you have</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[INSERT ITEMS IN ORDER]?</w:t>
      </w:r>
      <w:proofErr w:type="gramEnd"/>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"YES"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cell phone             8139    4039    4099    5104     920    1299    1821    2910    2128    1212      753     2448     2533     2378     2362     1369     1107     2562     2402     5729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(DEVICE1a)                95%     96%     94%     94%     94%     98%    100%     99%     97%     80%      92%      92%      96%      97%      92%      95%      96%      99%      99%      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HIJ      IJ       J                                 KL       KL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desktop or laptop      6684    3297    3387    4517     644     796    1517    2392    1778     935      326     1778     2248     2310     1440     1119     1050     2485     1986     4691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computer</w:t>
      </w:r>
      <w:proofErr w:type="gramEnd"/>
      <w:r w:rsidRPr="00987676">
        <w:rPr>
          <w:rFonts w:ascii="Letter Gothic" w:hAnsi="Letter Gothic" w:cs="Courier New"/>
          <w:b/>
          <w:sz w:val="12"/>
          <w:szCs w:val="12"/>
        </w:rPr>
        <w:t xml:space="preserve"> (DEVICE1d)       78%     78%     78%     83%     66%     60%     83%     81%     81%     62%      40%      67%      85%      95%      56%      78%      91%      96%      82%      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J       J       J                         K       KL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tablet computer        4388    2038    2350    2811     472     622     902    1822    1139     483      204     1101     1431     1636      824      720      644     1781     1561     2821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like</w:t>
      </w:r>
      <w:proofErr w:type="gramEnd"/>
      <w:r w:rsidRPr="00987676">
        <w:rPr>
          <w:rFonts w:ascii="Letter Gothic" w:hAnsi="Letter Gothic" w:cs="Courier New"/>
          <w:b/>
          <w:sz w:val="12"/>
          <w:szCs w:val="12"/>
        </w:rPr>
        <w:t xml:space="preserve"> an iPad,             51%     48%     54%     52%     48%     47%     49%     62%     52%     32%      25%      42%      54%      67%      32%      50%      56%      69%      64%      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Samsung Galaxy Tab,                         B                               J     GIJ       J                         K       KL      KLM                 O        O      OPQ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Microsoft Surface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Pro,</w:t>
      </w:r>
      <w:proofErr w:type="gramEnd"/>
      <w:r w:rsidRPr="00987676">
        <w:rPr>
          <w:rFonts w:ascii="Letter Gothic" w:hAnsi="Letter Gothic" w:cs="Courier New"/>
          <w:b/>
          <w:sz w:val="12"/>
          <w:szCs w:val="12"/>
        </w:rPr>
        <w:t xml:space="preserve"> or Amazon Fire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(DEVICE1c)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handheld device        1867     725    1143    1314     173     192     310     712     545     284       77      406      584      793      352      246      268      826      583     1280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made</w:t>
      </w:r>
      <w:proofErr w:type="gramEnd"/>
      <w:r w:rsidRPr="00987676">
        <w:rPr>
          <w:rFonts w:ascii="Letter Gothic" w:hAnsi="Letter Gothic" w:cs="Courier New"/>
          <w:b/>
          <w:sz w:val="12"/>
          <w:szCs w:val="12"/>
        </w:rPr>
        <w:t xml:space="preserve"> primarily for        22%     17%     26%     24%     18%     15%     17%     24%     25%     19%       9%      15%      22%      32%      14%      17%      23%      32%      24%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e-book</w:t>
      </w:r>
      <w:proofErr w:type="gramEnd"/>
      <w:r w:rsidRPr="00987676">
        <w:rPr>
          <w:rFonts w:ascii="Letter Gothic" w:hAnsi="Letter Gothic" w:cs="Courier New"/>
          <w:b/>
          <w:sz w:val="12"/>
          <w:szCs w:val="12"/>
        </w:rPr>
        <w:t xml:space="preserve"> reading,                             B      EF                              GJ      GJ                         K       KL      KLM                         OP      OPQ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such</w:t>
      </w:r>
      <w:proofErr w:type="gramEnd"/>
      <w:r w:rsidRPr="00987676">
        <w:rPr>
          <w:rFonts w:ascii="Letter Gothic" w:hAnsi="Letter Gothic" w:cs="Courier New"/>
          <w:b/>
          <w:sz w:val="12"/>
          <w:szCs w:val="12"/>
        </w:rPr>
        <w:t xml:space="preserve"> as a Nook or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Kindle e-reader but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the Amazon Fire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(DEVICE1b)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DEVICEHHA Page 63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DEVICEHH.</w:t>
      </w:r>
      <w:proofErr w:type="gramEnd"/>
      <w:r w:rsidRPr="00987676">
        <w:rPr>
          <w:rFonts w:ascii="Letter Gothic" w:hAnsi="Letter Gothic" w:cs="Courier New"/>
          <w:b/>
          <w:sz w:val="12"/>
          <w:szCs w:val="12"/>
        </w:rPr>
        <w:t xml:space="preserve"> Thinking about ALL OF the communication devices in your household, how many of the following does your household have? Please only include working devices. How many [INSERT ITEMS IN ORDER]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does</w:t>
      </w:r>
      <w:proofErr w:type="gramEnd"/>
      <w:r w:rsidRPr="00987676">
        <w:rPr>
          <w:rFonts w:ascii="Letter Gothic" w:hAnsi="Letter Gothic" w:cs="Courier New"/>
          <w:b/>
          <w:sz w:val="12"/>
          <w:szCs w:val="12"/>
        </w:rPr>
        <w:t xml:space="preserve"> your household have? How many [INSERT NEXT ITEM]? [READ IF NECESSARY: Please only include working devices. A working device is one that can be powered 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Smartphones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None                     1295     564     731     877     158     162      60     189     372     645      245      567      305      174      651      228      112       98      155     1138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13%     17%     16%     16%     12%      3%      6%     17%     43%      30%      21%      12%       7%      25%      16%      10%       4%       6%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G      GH     GHI      LMN       MN        N               PQR       QR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1                        1688     855     834    1065     219     281     308     474     536     348      181      615      495      391      653      317      248      290      235     1450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20%     20%     19%     20%     22%     21%     17%     16%     24%     23%      22%      23%      19%      16%      26%      22%      22%      11%      10%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      GH        N        N                          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2                        2639    1283    1355    1802     230     328     518    1092     655     362      178      592      837     1021      597      426      412     1022      878     1761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31%     30%     31%     33%     24%     25%     28%     37%     30%     24%      22%      22%      32%      42%      23%      30%      36%      40%      36%      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GIJ       J                                 KL      KLM                 O        O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or more                2857    1475    1383    1621     349     540     923    1155     632     131      195      843      967      845      641      467      374     1154     1144     1712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33%     35%     32%     30%     36%     41%     51%     39%     29%      9%      24%      32%      37%      35%      25%      32%      32%      45%      47%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HIJ      IJ       J                         K        K        K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58      18      40      26      18       8       8      11       5      29       16       16       24        1        8        3        2        4       10       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      1%      *%      2%      1%      *%      *%      *%      2%       2%       1%       1%       *%       *%       *%       *%       *%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GHI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36      15      20      28       -       3       8      24       3       1        -       14       10       12        8        -        3       13       13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1%              *%      *%      1%      *%      *%                1%       *%       *%       *%                *%       *%       1%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T-Test for Means (equal variances), 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DEVICEHHA Page 64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DEVICEHH.</w:t>
      </w:r>
      <w:proofErr w:type="gramEnd"/>
      <w:r w:rsidRPr="00987676">
        <w:rPr>
          <w:rFonts w:ascii="Letter Gothic" w:hAnsi="Letter Gothic" w:cs="Courier New"/>
          <w:b/>
          <w:sz w:val="12"/>
          <w:szCs w:val="12"/>
        </w:rPr>
        <w:t xml:space="preserve"> Thinking about ALL OF the communication devices in your household, how many of the following does your household have? Please only include working devices. How many [INSERT ITEMS IN ORDER]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does</w:t>
      </w:r>
      <w:proofErr w:type="gramEnd"/>
      <w:r w:rsidRPr="00987676">
        <w:rPr>
          <w:rFonts w:ascii="Letter Gothic" w:hAnsi="Letter Gothic" w:cs="Courier New"/>
          <w:b/>
          <w:sz w:val="12"/>
          <w:szCs w:val="12"/>
        </w:rPr>
        <w:t xml:space="preserve"> your household have? How many [INSERT NEXT ITEM]? [READ IF NECESSARY: Please only include working devices. A working device is one that can be powered 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MEAN                        2       2       2       2       2       2       3       2       2       1        2        2        2        2        2        2        2        3        3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HIJ      IJ       J                         K       KL       KL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MEDIAN                      2       2       2       2       2       2       3       2       2       1        1        2        2        2        1        2        2        2        2        2</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T-Test for Means (equal variances), 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DEVICEHHB Page 65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DEVICEHH.</w:t>
      </w:r>
      <w:proofErr w:type="gramEnd"/>
      <w:r w:rsidRPr="00987676">
        <w:rPr>
          <w:rFonts w:ascii="Letter Gothic" w:hAnsi="Letter Gothic" w:cs="Courier New"/>
          <w:b/>
          <w:sz w:val="12"/>
          <w:szCs w:val="12"/>
        </w:rPr>
        <w:t xml:space="preserve"> Thinking about ALL OF the communication devices in your household, how many of the following does your household have? Please only include working devices. How many [INSERT ITEMS IN ORDER]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does</w:t>
      </w:r>
      <w:proofErr w:type="gramEnd"/>
      <w:r w:rsidRPr="00987676">
        <w:rPr>
          <w:rFonts w:ascii="Letter Gothic" w:hAnsi="Letter Gothic" w:cs="Courier New"/>
          <w:b/>
          <w:sz w:val="12"/>
          <w:szCs w:val="12"/>
        </w:rPr>
        <w:t xml:space="preserve"> your household have? How many [INSERT NEXT ITEM]? [READ IF NECESSARY: Please only include working devices. A working device is one that can be powered 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Tablet computers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None                     2705    1317    1388    1658     326     510     503     683     699     789      476     1023      750      445     1266      462      286      364      476     2230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32%     31%     32%     31%     33%     39%     28%     23%     32%     52%      58%      39%      28%      18%      50%      32%      25%      14%      20%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H     GHI      LMN       MN        N               PQR       QR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1                        2609    1236    1373    1718     269     363     589     911     701     379      175      754      880      792      724      446      443      767      668     1937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30%     29%     31%     32%     28%     27%     32%     31%     32%     25%      22%      28%      33%      32%      28%      31%      38%      30%      27%      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J       J                         K        K        K                        OPR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2                        1793     952     841    1141     211     260     350     693     497     240      109      490      493      693      332      325      234      779      625     1165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21%     23%     19%     21%     22%     20%     19%     24%     23%     16%      13%      19%      19%      28%      13%      23%      20%      30%      26%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J       J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or more                1425     688     736     868     169     187     375     635     305     102       55      362      505      502      226      209      185      660      653      772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16%     17%     16%     17%     14%     21%     22%     14%      7%       7%      14%      19%      21%       9%      14%      16%      26%      27%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K       KL       KL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11       6       5       8       -       1       -       5       1       5        -        2        5        4        5        -        -        3        6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29      10      20      27       -       -       8      18       -       1        -       16        4        9        5        -        3        7        7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1%              *%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MEAN                        1       1       1       1       1       1       1       2       1       1        1        1        1        2        1        1        1        2        2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IJ      IJ       J                         K       KL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T-Test for Means (equal variances), 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DEVICEHHB Page 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DEVICEHH.</w:t>
      </w:r>
      <w:proofErr w:type="gramEnd"/>
      <w:r w:rsidRPr="00987676">
        <w:rPr>
          <w:rFonts w:ascii="Letter Gothic" w:hAnsi="Letter Gothic" w:cs="Courier New"/>
          <w:b/>
          <w:sz w:val="12"/>
          <w:szCs w:val="12"/>
        </w:rPr>
        <w:t xml:space="preserve"> Thinking about ALL OF the communication devices in your household, how many of the following does your household have? Please only include working devices. How many [INSERT ITEMS IN ORDER]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does</w:t>
      </w:r>
      <w:proofErr w:type="gramEnd"/>
      <w:r w:rsidRPr="00987676">
        <w:rPr>
          <w:rFonts w:ascii="Letter Gothic" w:hAnsi="Letter Gothic" w:cs="Courier New"/>
          <w:b/>
          <w:sz w:val="12"/>
          <w:szCs w:val="12"/>
        </w:rPr>
        <w:t xml:space="preserve"> your household have? How many [INSERT NEXT ITEM]? [READ IF NECESSARY: Please only include working devices. A working device is one that can be powered 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MEDIAN                      1       1       1       1       1       1       1       1       1       0        0        1        1        1        1        1        1        2        2        1</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T-Test for Means (equal variances), 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DEVICEHHC Page 67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DEVICEHH.</w:t>
      </w:r>
      <w:proofErr w:type="gramEnd"/>
      <w:r w:rsidRPr="00987676">
        <w:rPr>
          <w:rFonts w:ascii="Letter Gothic" w:hAnsi="Letter Gothic" w:cs="Courier New"/>
          <w:b/>
          <w:sz w:val="12"/>
          <w:szCs w:val="12"/>
        </w:rPr>
        <w:t xml:space="preserve"> Thinking about ALL OF the communication devices in your household, how many of the following does your household have? Please only include working devices. How many [INSERT ITEMS IN ORDER]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does</w:t>
      </w:r>
      <w:proofErr w:type="gramEnd"/>
      <w:r w:rsidRPr="00987676">
        <w:rPr>
          <w:rFonts w:ascii="Letter Gothic" w:hAnsi="Letter Gothic" w:cs="Courier New"/>
          <w:b/>
          <w:sz w:val="12"/>
          <w:szCs w:val="12"/>
        </w:rPr>
        <w:t xml:space="preserve"> your household have? How many [INSERT NEXT ITEM]? [READ IF NECESSARY: Please only include working devices. A working device is one that can be powered 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Desktop or laptop computers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None                     1626     771     855     743     275     488     222     505     404     466      472      716      340       92     1021      268       59       71      413     1213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     18%     20%     14%     28%     37%     12%     17%     18%     31%      58%      27%      13%       4%      40%      19%       5%       3%      17%      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DE               G       G     GHI      LMN       MN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1                        2843    1348    1495    1842     379     408     552     874     786     605      223     1012      880      715      845      553      486      666      710     2131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33%     32%     34%     34%     39%     31%     30%     30%     36%     40%      27%      38%      33%      29%      33%      38%      42%      26%      29%      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H      GH                KN                          R        R       OR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2                        2054    1031    1023    1417     154     238     499     765     513     259       86      501      702      762      456      347      317      786      640     1414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24%     24%     23%     26%     16%     18%     27%     26%     23%     17%      11%      19%      27%      31%      18%      24%      28%      30%      26%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J       J       J                         K       KL      KLM                 O        O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or more                2003    1048     955    1389     160     185     538     787     495     173       33      394      704      864      225      267      283     1054      661     1337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23%     25%     22%     26%     16%     14%     29%     27%     22%     11%       4%      15%      27%      35%       9%      19%      25%      41%      27%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IJ       J       J                         K       KL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12       4       8       5       6       1       -       -       1      10        -        2        9        1        2        -        3        -        1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1%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35       8      27      24       -       -      14      14       3       2        -       22        3       10        8        6        4        3        8       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                      1%      *%      *%      *%                1%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T-Test for Means (equal variances), 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DEVICEHHC Page 68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DEVICEHH.</w:t>
      </w:r>
      <w:proofErr w:type="gramEnd"/>
      <w:r w:rsidRPr="00987676">
        <w:rPr>
          <w:rFonts w:ascii="Letter Gothic" w:hAnsi="Letter Gothic" w:cs="Courier New"/>
          <w:b/>
          <w:sz w:val="12"/>
          <w:szCs w:val="12"/>
        </w:rPr>
        <w:t xml:space="preserve"> Thinking about ALL OF the communication devices in your household, how many of the following does your household have? Please only include working devices. How many [INSERT ITEMS IN ORDER]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does</w:t>
      </w:r>
      <w:proofErr w:type="gramEnd"/>
      <w:r w:rsidRPr="00987676">
        <w:rPr>
          <w:rFonts w:ascii="Letter Gothic" w:hAnsi="Letter Gothic" w:cs="Courier New"/>
          <w:b/>
          <w:sz w:val="12"/>
          <w:szCs w:val="12"/>
        </w:rPr>
        <w:t xml:space="preserve"> your household have? How many [INSERT NEXT ITEM]? [READ IF NECESSARY: Please only include working devices. A working device is one that can be powered 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MEAN                        2       2       2       2       1       1       2       2       2       1        1        1        2        2        1        2        2        2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IJ      IJ       J                         K       KL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MEDIAN                      1       1       1       2       1       1       2       2       1       1        0        1        2        2        1        1        2        2        2        1</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T-Test for Means (equal variances), 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DEVICEHHD Page 69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DEVICEHH.</w:t>
      </w:r>
      <w:proofErr w:type="gramEnd"/>
      <w:r w:rsidRPr="00987676">
        <w:rPr>
          <w:rFonts w:ascii="Letter Gothic" w:hAnsi="Letter Gothic" w:cs="Courier New"/>
          <w:b/>
          <w:sz w:val="12"/>
          <w:szCs w:val="12"/>
        </w:rPr>
        <w:t xml:space="preserve"> Thinking about ALL OF the communication devices in your household, how many of the following does your household have? Please only include working devices. How many [INSERT ITEMS IN ORDER]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does</w:t>
      </w:r>
      <w:proofErr w:type="gramEnd"/>
      <w:r w:rsidRPr="00987676">
        <w:rPr>
          <w:rFonts w:ascii="Letter Gothic" w:hAnsi="Letter Gothic" w:cs="Courier New"/>
          <w:b/>
          <w:sz w:val="12"/>
          <w:szCs w:val="12"/>
        </w:rPr>
        <w:t xml:space="preserve"> your household have? How many [INSERT NEXT ITEM]? [READ IF NECESSARY: Please only include working devices. A working device is one that can be powered 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Streaming media devices such as Roku, Apple TV, Google Chromecast, or Amazon Fire TV</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None                     5021    2405    2615    3163     568     847    1029    1519    1316    1093      655     1744     1454     1146     1849      852      630     1163     1259     3757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59%     57%     60%     58%     58%     64%     56%     52%     60%     72%      80%      66%      55%      47%      72%      59%      55%      45%      52%      61%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H     GHI      LMN       MN        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1                        1916     989     926    1208     224     251     449     724     513     222       70      528      613      701      434      329      271      733      561     1354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22%     23%     21%     22%     23%     19%     25%     25%     23%     15%       9%      20%      23%      29%      17%      23%      24%      28%      23%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J       J                         K        K      KLM                 O        O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2                         866     404     462     549      97     123     200     380     198      82       41      173      305      346      162      134      185      323      354      512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10%     11%     10%     10%      9%     11%     13%      9%      5%       5%       7%      12%      14%       6%       9%      16%      13%      15%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IJ       J                                 KL       KL                         OP        O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or more                 603     361     242     391      71      76     127     280     139      55       41      123      215      224       85       89       44      336      237      366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      9%      6%      7%      7%      6%      7%     10%      6%      4%       5%       5%       8%       9%       3%       6%       4%      13%      10%       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J      IJ       J                                  L       KL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135      43      92      82      14      25      15      28      32      60        8       59       47       21       21       38       18       20       19      116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1%      2%      2%      1%      2%      1%      1%      1%      4%       1%       2%       2%       1%       1%       3%       2%       1%       1%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GHI                 N                                  OR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32       8      24      27       -       -       5      14       5       3        -       22        4        6        8        -        3        4        5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                      *%      *%      *%      *%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MEAN                        1       1       1       1       1       1       1       1       1       0        0        1        1        1        0        1        1        1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J      IJ       J                                 KL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T-Test for Means (equal variances), 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DEVICEHHD Page 70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DEVICEHH.</w:t>
      </w:r>
      <w:proofErr w:type="gramEnd"/>
      <w:r w:rsidRPr="00987676">
        <w:rPr>
          <w:rFonts w:ascii="Letter Gothic" w:hAnsi="Letter Gothic" w:cs="Courier New"/>
          <w:b/>
          <w:sz w:val="12"/>
          <w:szCs w:val="12"/>
        </w:rPr>
        <w:t xml:space="preserve"> Thinking about ALL OF the communication devices in your household, how many of the following does your household have? Please only include working devices. How many [INSERT ITEMS IN ORDER]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does</w:t>
      </w:r>
      <w:proofErr w:type="gramEnd"/>
      <w:r w:rsidRPr="00987676">
        <w:rPr>
          <w:rFonts w:ascii="Letter Gothic" w:hAnsi="Letter Gothic" w:cs="Courier New"/>
          <w:b/>
          <w:sz w:val="12"/>
          <w:szCs w:val="12"/>
        </w:rPr>
        <w:t xml:space="preserve"> your household have? How many [INSERT NEXT ITEM]? [READ IF NECESSARY: Please only include working devices. A working device is one that can be powered 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MEDIAN                      0       0       0       0       0       0       0       0       0       0        0        0        0        1        0        0        0        1        0        0</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T-Test for Means (equal variances), 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Q4A Page 71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Training that would help you be more confident in using computers, smartphones, and the internet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2416    1127    1289    1107     447     632     456     833     709     407      362      880      686      485      954      472      264      511      735     1681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28%     27%     30%     20%     46%     48%     25%     28%     32%     27%      44%      33%      26%      20%      37%      33%      23%      20%      30%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GJ              LMN       MN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2265    1052    1213    1486     199     364     469     828     620     334      193      658      785      623      666      396      330      669      646     1620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26%     25%     28%     27%     20%     28%     26%     28%     28%     22%      24%      25%      30%      26%      26%      27%      29%      26%      27%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E               J       J                                  L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1442     745     697    1018     116     152     312     548     335     232      107      394      431      500      304      225      233      563      407     1034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18%     16%     19%     12%     11%     17%     19%     15%     15%      13%      15%      16%      20%      12%      16%      20%      22%      17%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KLM                          O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2401    1263    1139    1781     206     165     583     715     528     533      148      698      719      825      604      347      320      831      628     1768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28%     30%     26%     33%     21%     12%     32%     24%     24%     35%      18%      26%      27%      34%      24%      24%      28%      32%      26%      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F              HI                      HI                 K        K      KLM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34      16      17      23       8       1       5      12      11       5        -        8       16       10       16        2        4        7       16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      *%                *%       1%       *%       1%       *%       *%       *%       1%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14       6       8       6       -       8       -       8       -       6        3       10        -        -       14        -        -        -        3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                         1%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4681    2179    2502    2593     646     996     924    1661    1329     741      555     1538     1471     1108     1620      868      594     1179     1381     3300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55%     52%     57%     48%     66%     75%     51%     56%     60%     49%      68%      58%      56%      45%      63%      60%      52%      46%      57%      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DE               J      GJ              LMN        N        N                QR       QR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Q4A Page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3844    2008    1835    2799     321     317     895    1263     863     765      256     1092     1151     1326      908      572      553     1394     1035     2802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45%     48%     42%     52%     33%     24%     49%     43%     39%     50%      31%      41%      44%      54%      36%      40%      48%      54%      42%      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F              HI                      HI                 K        K      KLM                         OP       OP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Q4B Page 73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More people in your circle of family and friends who are knowledgeable about the issues you need to keep up with</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3193    1516    1677    1807     429     629     874    1160     698     441      310      965     1009      908     1022      521      472      929      955     2238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37%     36%     38%     33%     44%     48%     48%     39%     32%     29%      38%      36%      38%      37%      40%      36%      41%      36%      39%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HIJ      IJ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3128    1505    1623    2151     273     428     641    1095     839     539      260      963      919      975      821      555      426     1035      951     2178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36%     36%     37%     40%     28%     32%     35%     37%     38%     36%      32%      36%      35%      40%      32%      39%      37%      40%      39%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KM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1006     508     498     615     123     138     147     329     294     218       94      292      336      275      314      181      111      283      266      739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12%     12%     11%     11%     13%     10%      8%     11%     13%     14%      12%      11%      13%      11%      12%      13%      10%      11%      11%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G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1195     652     543     804     144     123     160     348     362     293      141      409      360      278      385      181      136      324      253      936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14%     15%     12%     15%     15%      9%      9%     12%     16%     19%      17%      15%      14%      11%      15%      13%      12%      13%      10%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F                              GH      GH        N        N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30      19      11      25       3       3       3       9       7      12        3       16        7        5        8        -        4        6        7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1%       *%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20       9      11      17       3       -       -       3       4      14        7        3        6        4        7        3        2        3        3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1%       1%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6321    3022    3300    3958     702    1057    1515    2256    1536     980      569     1929     1928     1883     1843     1076      897     1964     1905     4416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74%     72%     76%     73%     72%     80%     83%     77%     70%     65%      70%      73%      73%      77%      72%      75%      78%      76%      78%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HIJ      IJ                                                   K                          O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Q4B Page 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2200    1160    1041    1420     267     261     307     677     656     510      236      700      696      553      700      362      248      607      519     1674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26%     28%     24%     26%     27%     20%     17%     23%     30%     34%      29%      26%      26%      23%      27%      25%      22%      24%      21%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F                       G      GH      GH                                            Q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Q4C Page 75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THOSE WHO       7087    3458    3629    4627     730     993    1683    2643    1775     915      399     1995     2317     2350     1764     1181     1057     2481     2192     4888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USE INTERNET AT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HOME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2564    1302    1262    1806     213     305     440     836     726     531      110      534      628     1277      509      391      382     1035      711     1848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More reliable home internet service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3395    1712    1683    1969     445     602     819    1380     857     320      227      976     1163     1021      948      583      502     1137     1134     2259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48%     50%     46%     43%     61%     61%     49%     52%     48%     35%      57%      49%      50%      43%      54%      49%      47%      46%      52%      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J       J       J                N        N        N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1739     812     926    1190     149     212     460     599     419     251      107      495      555      581      426      293      270      607      497     1240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25%     23%     26%     26%     20%     21%     27%     23%     24%     27%      27%      25%      24%      25%      24%      25%      26%      24%      23%      25%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815     372     443     571      62     113     170     318     180     125       39      219      257      294      181      143      119      302      268      547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11%     11%     12%     12%      9%     11%     10%     12%     10%     14%      10%      11%      11%      13%      10%      12%      11%      12%      12%      11%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1079     525     554     847      69      63     219     334     293     210       26      294      318      429      198      158      153      414      275      799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15%     15%     18%      9%      6%     13%     13%     17%     23%       6%      15%      14%      18%      11%      13%      15%      17%      13%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GHI                 K        K       KM                                   O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36      22      15      29       2       2       6       5      20       6        -        3       16       17        4        2        8       12       10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      1%      *%      *%      *%      *%      1%      1%                *%       1%       1%       *%       *%       1%       *%       *%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24      15       9      21       3       -       8       7       6       3        -        8        8        9        8        2        5       10        7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5134    2525    2609    3160     594     815    1280    1979    1276     571      334     1471     1718     1602     1373      876      772     1744     1632     3499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72%     73%     72%     68%     81%     82%     76%     75%     72%     62%      84%      74%      74%      68%      78%      74%      73%      70%      74%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J       J       J              LMN        N        N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Q4C Page 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THOSE WHO       7087    3458    3629    4627     730     993    1683    2643    1775     915      399     1995     2317     2350     1764     1181     1057     2481     2192     4888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USE INTERNET AT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HOME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1893     897     996    1418     131     176     389     652     473     335       65      513      575      723      379      301      273      715      543     1346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27%     26%     27%     31%     18%     18%     23%     25%     27%     37%      16%      26%      25%      31%      22%      25%      26%      29%      25%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GHI                 K        K      KLM                                   O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Q4D Page 77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ALL CELL        8139    4039    4099    5104     920    1299    1821    2910    2128    1212      753     2448     2533     2378     2362     1369     1107     2562     2402     5729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PHONE OWNERS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2926    1495    1431    1996     263     401     475     909     835     676      218      680      703     1310      709      452      400     1066      772     2149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An unlimited data plan for your cell phone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4110    2028    2082    2365     574     798    1061    1711    1004     315      374     1266     1336     1122     1236      707      566     1303     1427     2681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50%     50%     51%     46%     62%     61%     58%     59%     47%     26%      50%      52%      53%      47%      52%      52%      51%      51%      59%      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IJ      IJ       J                                  N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1585     751     834    1037     134     226     332     582     440     222      130      430      449      574      430      237      222      556      470     1115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     19%     20%     20%     15%     17%     18%     20%     21%     18%      17%      18%      18%      24%      18%      17%      20%      22%      20%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KLM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827     420     407     515      72     141     161     233     223     195       80      261      235      244      235      163      118      242      200      627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10%     10%     10%      8%     11%      9%      8%     10%     16%      11%      11%       9%      10%      10%      12%      11%       9%       8%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GHI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1518     792     726    1108     137     131     258     365     428     445      157      457      485      412      422      256      190      435      281     1232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     20%     18%     22%     15%     10%     14%     13%     20%     37%      21%      19%      19%      17%      18%      19%      17%      17%      12%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GH     GHI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55      19      36      40       5       3       -      14      16      24        7       13       18       18       21        3        6       14       12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      1%      1%      *%      *%              *%      1%      2%       1%       1%       1%       1%       1%       *%       1%       1%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44      29      15      39       -       -       9       4      18      11        6       21       10        7       18        3        3       11       13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      1%                      *%      *%      1%      1%       1%       1%       *%       *%       1%       *%       *%       *%       1%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Q4D Page 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ALL CELL        8139    4039    4099    5104     920    1299    1821    2910    2128    1212      753     2448     2533     2378     2362     1369     1107     2562     2402     5729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PHONE OWNERS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5695    2779    2916    3402     707    1024    1393    2293    1444     537      504     1696     1785     1697     1666      944      789     1860     1897     3796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70%     69%     71%     67%     77%     79%     77%     79%     68%     44%      67%      69%      70%      71%      71%      69%      71%      73%      79%      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IJ      IJ       J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2345    1212    1132    1623     209     272     419     599     651     640      237      718      721      657      657      419      309      677      481     1859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29%     30%     28%     32%     23%     21%     23%     21%     31%     53%      31%      29%      28%      28%      28%      31%      28%      26%      20%      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GH     GHI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Q4E Page 79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A public library closer to your home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2112     880    1232     859     452     614     479     778     516     315      373      765      565      407      976      410      189      367      681     1431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25%     21%     28%     16%     46%     46%     26%     26%     23%     21%      46%      29%      21%      17%      38%      28%      16%      14%      28%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J       J                      LMN       MN        N               PQR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1907     860    1047    1161     217     273     427     685     471     311      176      551      636      540      553      391      273      510      551     1356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22%     20%     24%     21%     22%     21%     23%     23%     21%     20%      22%      21%      24%      22%      22%      27%      24%      20%      23%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OR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1496     791     705    1064      98     165     389     467     382     242       79      402      462      545      386      204      234      551      402     1092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19%     16%     20%     10%     13%     21%     16%     17%     16%      10%      15%      18%      22%      15%      14%      20%      21%      17%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HJ                                         K        K      KLM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2966    1644    1322    2278     191     264     519    1001     806     608      179      896      945      931      613      430      439     1133      780     2180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35%     39%     30%     42%     20%     20%     28%     34%     37%     40%      22%      34%      36%      38%      24%      30%      38%      44%      32%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       G      GH                 K        K        K                 O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67      27      40      40      16       1      11       8      20      28        5       25       26       11       23        2       13        8       14       53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2%      *%      1%      *%      1%      2%       1%       1%       1%       *%       1%       *%       1%       *%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GH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25       8      18      19       -       3       -       6       7      12        3        8        4       10        6        4        4       11        6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1%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4019    1740    2279    2020     669     887     906    1463     987     625      548     1316     1201      947     1529      801      462      877     1232     2787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47%     41%     52%     37%     69%     67%     50%     50%     45%     41%      67%      50%      46%      39%      60%      56%      40%      34%      51%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J       J                      LMN        N        N                QR       QR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Q4E Page 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4461    2435    2026    3341     289     429     908    1468    1188     850      258     1299     1407     1476      999      634      673     1684     1183     3272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52%     58%     46%     62%     30%     33%     50%     50%     54%     56%      32%      49%      53%      60%      39%      44%      58%      65%      49%      53%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                 K        K      KLM                         OP      OPQ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Q4F Page 81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Expanded hours of operation for your local public library</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1900     788    1112     778     394     530     471     770     444     195      297      699      543      358      859      379      202      301      641     1258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22%     19%     25%     14%     40%     40%     26%     26%     20%     13%      36%      26%      21%      15%      34%      26%      18%      12%      26%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IJ      IJ       J              LMN       MN        N               PQR       QR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1748     749     999    1030     193     307     418     679     397     242      185      470      547      539      550      305      247      488      557     1191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20%     18%     23%     19%     20%     23%     23%     23%     18%     16%      23%      18%      21%      22%      21%      21%      21%      19%      23%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IJ      IJ                                                   L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1771     881     890    1227     160     235     412     550     460     327      124      521      564      555      453      310      252      596      478     1290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21%     21%     20%     23%     16%     18%     23%     19%     21%     22%      15%      20%      21%      23%      18%      21%      22%      23%      20%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        K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3094    1763    1331    2342     223     244     517     941     887     720      203      933      967      980      672      443      444     1188      750     2342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36%     42%     31%     43%     23%     18%     28%     32%     40%     47%      25%      35%      37%      40%      26%      31%      39%      46%      31%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     GHI                 K        K       KL                         OP      OPQ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35      23      12      22       5       5       5       5      10      16        6       11        9        9       18        2        6        5        5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1%      *%      *%      *%      *%      *%      *%      *%      1%       1%       *%       *%       *%       1%       *%       1%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24       6      19      22       -       -       2       -       6      17        -       14        7        3        6        3        -        1        4       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1%                1%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GI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3648    1537    2111    1807     587     837     889    1449     841     437      481     1169     1090      898     1409      684      449      789     1198     2449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43%     37%     48%     33%     60%     63%     49%     49%     38%     29%      59%      44%      41%      37%      55%      47%      39%      31%      49%      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IJ      IJ       J              LMN        N                        PQR       QR        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Q4F Page 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4865    2644    2221    3569     383     480     929    1490    1347    1046      327     1454     1532     1534     1125      753      696     1784     1228     3632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57%     63%     51%     66%     39%     36%     51%     51%     61%     69%      40%      55%      58%      63%      44%      52%      60%      69%      50%      59%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     GHI                 K        K      KLM                 O       OP      OPQ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Q4G Page 83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Training on how to use online resources to find trustworthy information</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2682    1277    1404    1380     474     595     644     948     717     355      325      933      834      586     1032      472      290      671      800     1880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31%     30%     32%     25%     49%     45%     35%     32%     33%     23%      40%      35%      32%      24%      40%      33%      25%      26%      33%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J       J       J               MN        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2509    1174    1335    1627     212     399     526     898     654     418      198      738      798      764      645      472      415      730      702     1804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29%     28%     31%     30%     22%     30%     29%     30%     30%     28%      24%      28%      30%      31%      25%      33%      36%      28%      29%      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E                                                                   K                 O       OR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1306     684     622     932      92     145     279     493     303     211      107      312      427      453      311      161      193      539      414      892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16%     14%     17%      9%     11%     15%     17%     14%     14%      13%      12%      16%      19%      12%      11%      17%      21%      17%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L       KL                          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2029    1054     976    1446     196     173     376     591     515     514      180      648      564      629      560      331      254      627      513     1514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24%     25%     22%     27%     20%     13%     21%     20%     23%     34%      22%      24%      21%      26%      22%      23%      22%      24%      21%      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F                                     GHI                                   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25       8      17      14       -       8       -       3      12       9        5        9        4        7        4        1        -        5        2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1%      1%       1%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22      13       9      20       -       1       -      12       3       8        -        7       10        5        6        4        -        9        4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5191    2451    2740    3007     686     994    1170    1845    1371     774      523     1671     1632     1350     1677      944      705     1400     1503     3684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61%     58%     63%     55%     70%     75%     64%     63%     62%     51%      64%      63%      62%      55%      66%      66%      61%      54%      62%      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J       J       J                N        N        N                 R        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Q4G Page 84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Q4. Next, let’s think about ways to get information that might help you make decisions. How much, if at all, do you think the following would contribute to helping you make decisions? [INSERT ITEMS;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RANDOMIZE]. Do you think that would help you a lot, some, not too much, or not at all in making decisions?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3335    1738    1598    2379     288     318     655    1084     818     725      287      961      992     1082      871      492      446     1166      926     2406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39%     41%     37%     44%     30%     24%     36%     37%     37%     48%      35%      36%      38%      44%      34%      34%      39%      45%      38%      39%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GHI                                 KLM                                 OPQ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Q4SUM-1 Page 85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Q4SUM-1.</w:t>
      </w:r>
      <w:proofErr w:type="gramEnd"/>
      <w:r w:rsidRPr="00987676">
        <w:rPr>
          <w:rFonts w:ascii="Letter Gothic" w:hAnsi="Letter Gothic" w:cs="Courier New"/>
          <w:b/>
          <w:sz w:val="12"/>
          <w:szCs w:val="12"/>
        </w:rPr>
        <w:t xml:space="preserve"> Next, let’s think about ways to get information that might help you make decisions. How much, if at all, do you think the following would contribute to helping you make decisions? [INSERT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ITEMS; RANDOMIZE]. Do you think that would help you a lot, some, not too much, or not at all in making decisions?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"A LOT"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ORIGINAL        8572    4209    4363    5420     974    1321    1825    2944    2203    1516      815     2648     2638     2444     2558     1441     1151     2580     2435     6130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ITEM FILTER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An unlimited data        4110    2028    2082    2365     574     798    1061    1711    1004     315      374     1266     1336     1122     1236      707      566     1303     1427     2681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plan</w:t>
      </w:r>
      <w:proofErr w:type="gramEnd"/>
      <w:r w:rsidRPr="00987676">
        <w:rPr>
          <w:rFonts w:ascii="Letter Gothic" w:hAnsi="Letter Gothic" w:cs="Courier New"/>
          <w:b/>
          <w:sz w:val="12"/>
          <w:szCs w:val="12"/>
        </w:rPr>
        <w:t xml:space="preserve"> for your cell        50%     50%     51%     46%     62%     61%     58%     59%     47%     26%      50%      52%      53%      47%      52%      52%      51%      51%      59%      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phone</w:t>
      </w:r>
      <w:proofErr w:type="gramEnd"/>
      <w:r w:rsidRPr="00987676">
        <w:rPr>
          <w:rFonts w:ascii="Letter Gothic" w:hAnsi="Letter Gothic" w:cs="Courier New"/>
          <w:b/>
          <w:sz w:val="12"/>
          <w:szCs w:val="12"/>
        </w:rPr>
        <w:t xml:space="preserve"> (d)                                                   D       D      IJ      IJ       J                                  N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More reliable home       3395    1712    1683    1969     445     602     819    1380     857     320      227      976     1163     1021      948      583      502     1137     1134     2259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internet</w:t>
      </w:r>
      <w:proofErr w:type="gramEnd"/>
      <w:r w:rsidRPr="00987676">
        <w:rPr>
          <w:rFonts w:ascii="Letter Gothic" w:hAnsi="Letter Gothic" w:cs="Courier New"/>
          <w:b/>
          <w:sz w:val="12"/>
          <w:szCs w:val="12"/>
        </w:rPr>
        <w:t xml:space="preserve"> service          48%     50%     46%     43%     61%     61%     49%     52%     48%     35%      57%      49%      50%      43%      54%      49%      47%      46%      52%      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J       J       J                N        N        N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More people in your      3193    1516    1677    1807     429     629     874    1160     698     441      310      965     1009      908     1022      521      472      929      955     2238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circle</w:t>
      </w:r>
      <w:proofErr w:type="gramEnd"/>
      <w:r w:rsidRPr="00987676">
        <w:rPr>
          <w:rFonts w:ascii="Letter Gothic" w:hAnsi="Letter Gothic" w:cs="Courier New"/>
          <w:b/>
          <w:sz w:val="12"/>
          <w:szCs w:val="12"/>
        </w:rPr>
        <w:t xml:space="preserve"> of family          37%     36%     38%     33%     44%     48%     48%     39%     32%     29%      38%      36%      38%      37%      40%      36%      41%      36%      39%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and</w:t>
      </w:r>
      <w:proofErr w:type="gramEnd"/>
      <w:r w:rsidRPr="00987676">
        <w:rPr>
          <w:rFonts w:ascii="Letter Gothic" w:hAnsi="Letter Gothic" w:cs="Courier New"/>
          <w:b/>
          <w:sz w:val="12"/>
          <w:szCs w:val="12"/>
        </w:rPr>
        <w:t xml:space="preserve"> friends who are                                         D       D     HIJ      IJ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knowledgeable</w:t>
      </w:r>
      <w:proofErr w:type="gramEnd"/>
      <w:r w:rsidRPr="00987676">
        <w:rPr>
          <w:rFonts w:ascii="Letter Gothic" w:hAnsi="Letter Gothic" w:cs="Courier New"/>
          <w:b/>
          <w:sz w:val="12"/>
          <w:szCs w:val="12"/>
        </w:rPr>
        <w:t xml:space="preserve"> about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w:t>
      </w:r>
      <w:proofErr w:type="gramEnd"/>
      <w:r w:rsidRPr="00987676">
        <w:rPr>
          <w:rFonts w:ascii="Letter Gothic" w:hAnsi="Letter Gothic" w:cs="Courier New"/>
          <w:b/>
          <w:sz w:val="12"/>
          <w:szCs w:val="12"/>
        </w:rPr>
        <w:t xml:space="preserve"> issues you need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keep up with (b)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Training on how to       2682    1277    1404    1380     474     595     644     948     717     355      325      933      834      586     1032      472      290      671      800     1880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use</w:t>
      </w:r>
      <w:proofErr w:type="gramEnd"/>
      <w:r w:rsidRPr="00987676">
        <w:rPr>
          <w:rFonts w:ascii="Letter Gothic" w:hAnsi="Letter Gothic" w:cs="Courier New"/>
          <w:b/>
          <w:sz w:val="12"/>
          <w:szCs w:val="12"/>
        </w:rPr>
        <w:t xml:space="preserve"> online                31%     30%     32%     25%     49%     45%     35%     32%     33%     23%      40%      35%      32%      24%      40%      33%      25%      26%      33%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resources</w:t>
      </w:r>
      <w:proofErr w:type="gramEnd"/>
      <w:r w:rsidRPr="00987676">
        <w:rPr>
          <w:rFonts w:ascii="Letter Gothic" w:hAnsi="Letter Gothic" w:cs="Courier New"/>
          <w:b/>
          <w:sz w:val="12"/>
          <w:szCs w:val="12"/>
        </w:rPr>
        <w:t xml:space="preserve"> to find                                           D       D       J       J       J               MN        N        N               PQR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trustworthy</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information</w:t>
      </w:r>
      <w:proofErr w:type="gramEnd"/>
      <w:r w:rsidRPr="00987676">
        <w:rPr>
          <w:rFonts w:ascii="Letter Gothic" w:hAnsi="Letter Gothic" w:cs="Courier New"/>
          <w:b/>
          <w:sz w:val="12"/>
          <w:szCs w:val="12"/>
        </w:rPr>
        <w:t xml:space="preserve"> (g)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Training that would      2416    1127    1289    1107     447     632     456     833     709     407      362      880      686      485      954      472      264      511      735     1681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help</w:t>
      </w:r>
      <w:proofErr w:type="gramEnd"/>
      <w:r w:rsidRPr="00987676">
        <w:rPr>
          <w:rFonts w:ascii="Letter Gothic" w:hAnsi="Letter Gothic" w:cs="Courier New"/>
          <w:b/>
          <w:sz w:val="12"/>
          <w:szCs w:val="12"/>
        </w:rPr>
        <w:t xml:space="preserve"> you be more          28%     27%     30%     20%     46%     48%     25%     28%     32%     27%      44%      33%      26%      20%      37%      33%      23%      20%      30%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confident</w:t>
      </w:r>
      <w:proofErr w:type="gramEnd"/>
      <w:r w:rsidRPr="00987676">
        <w:rPr>
          <w:rFonts w:ascii="Letter Gothic" w:hAnsi="Letter Gothic" w:cs="Courier New"/>
          <w:b/>
          <w:sz w:val="12"/>
          <w:szCs w:val="12"/>
        </w:rPr>
        <w:t xml:space="preserve"> in using                                          D       D                      GJ              LMN       MN        N                QR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computers</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smartphones</w:t>
      </w:r>
      <w:proofErr w:type="gramEnd"/>
      <w:r w:rsidRPr="00987676">
        <w:rPr>
          <w:rFonts w:ascii="Letter Gothic" w:hAnsi="Letter Gothic" w:cs="Courier New"/>
          <w:b/>
          <w:sz w:val="12"/>
          <w:szCs w:val="12"/>
        </w:rPr>
        <w:t xml:space="preserve">, and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w:t>
      </w:r>
      <w:proofErr w:type="gramEnd"/>
      <w:r w:rsidRPr="00987676">
        <w:rPr>
          <w:rFonts w:ascii="Letter Gothic" w:hAnsi="Letter Gothic" w:cs="Courier New"/>
          <w:b/>
          <w:sz w:val="12"/>
          <w:szCs w:val="12"/>
        </w:rPr>
        <w:t xml:space="preserve"> internet (a)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Q4SUM-1 Page 86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Q4SUM-1.</w:t>
      </w:r>
      <w:proofErr w:type="gramEnd"/>
      <w:r w:rsidRPr="00987676">
        <w:rPr>
          <w:rFonts w:ascii="Letter Gothic" w:hAnsi="Letter Gothic" w:cs="Courier New"/>
          <w:b/>
          <w:sz w:val="12"/>
          <w:szCs w:val="12"/>
        </w:rPr>
        <w:t xml:space="preserve"> Next, let’s think about ways to get information that might help you make decisions. How much, if at all, do you think the following would contribute to helping you make decisions? [INSERT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ITEMS; RANDOMIZE]. Do you think that would help you a lot, some, not too much, or not at all in making decisions?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"A LOT"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ORIGINAL        8572    4209    4363    5420     974    1321    1825    2944    2203    1516      815     2648     2638     2444     2558     1441     1151     2580     2435     6130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ITEM FILTER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public library         2112     880    1232     859     452     614     479     778     516     315      373      765      565      407      976      410      189      367      681     1431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closer</w:t>
      </w:r>
      <w:proofErr w:type="gramEnd"/>
      <w:r w:rsidRPr="00987676">
        <w:rPr>
          <w:rFonts w:ascii="Letter Gothic" w:hAnsi="Letter Gothic" w:cs="Courier New"/>
          <w:b/>
          <w:sz w:val="12"/>
          <w:szCs w:val="12"/>
        </w:rPr>
        <w:t xml:space="preserve"> to your home       25%     21%     28%     16%     46%     46%     26%     26%     23%     21%      46%      29%      21%      17%      38%      28%      16%      14%      28%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B               D       D       J       J                      LMN       MN        N               PQR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Expanded hours of        1900     788    1112     778     394     530     471     770     444     195      297      699      543      358      859      379      202      301      641     1258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operation</w:t>
      </w:r>
      <w:proofErr w:type="gramEnd"/>
      <w:r w:rsidRPr="00987676">
        <w:rPr>
          <w:rFonts w:ascii="Letter Gothic" w:hAnsi="Letter Gothic" w:cs="Courier New"/>
          <w:b/>
          <w:sz w:val="12"/>
          <w:szCs w:val="12"/>
        </w:rPr>
        <w:t xml:space="preserve"> for your        22%     19%     25%     14%     40%     40%     26%     26%     20%     13%      36%      26%      21%      15%      34%      26%      18%      12%      26%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local</w:t>
      </w:r>
      <w:proofErr w:type="gramEnd"/>
      <w:r w:rsidRPr="00987676">
        <w:rPr>
          <w:rFonts w:ascii="Letter Gothic" w:hAnsi="Letter Gothic" w:cs="Courier New"/>
          <w:b/>
          <w:sz w:val="12"/>
          <w:szCs w:val="12"/>
        </w:rPr>
        <w:t xml:space="preserve"> public                                B               D       D      IJ      IJ       J              LMN       MN        N               PQR       QR        R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library</w:t>
      </w:r>
      <w:proofErr w:type="gramEnd"/>
      <w:r w:rsidRPr="00987676">
        <w:rPr>
          <w:rFonts w:ascii="Letter Gothic" w:hAnsi="Letter Gothic" w:cs="Courier New"/>
          <w:b/>
          <w:sz w:val="12"/>
          <w:szCs w:val="12"/>
        </w:rPr>
        <w:t xml:space="preserve"> (f)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Q4SUM-2 Page 87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Q4SUM-2.</w:t>
      </w:r>
      <w:proofErr w:type="gramEnd"/>
      <w:r w:rsidRPr="00987676">
        <w:rPr>
          <w:rFonts w:ascii="Letter Gothic" w:hAnsi="Letter Gothic" w:cs="Courier New"/>
          <w:b/>
          <w:sz w:val="12"/>
          <w:szCs w:val="12"/>
        </w:rPr>
        <w:t xml:space="preserve"> Next, let’s think about ways to get information that might help you make decisions. How much, if at all, do you think the following would contribute to helping you make decisions? [INSERT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ITEMS; RANDOMIZE]. Do you think that would help you a lot, some, not too much, or not at all in making decisions?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"A LOT"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An unlimited data        4110    2028    2082    2365     574     798    1061    1711    1004     315      374     1266     1336     1122     1236      707      566     1303     1427     2681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plan</w:t>
      </w:r>
      <w:proofErr w:type="gramEnd"/>
      <w:r w:rsidRPr="00987676">
        <w:rPr>
          <w:rFonts w:ascii="Letter Gothic" w:hAnsi="Letter Gothic" w:cs="Courier New"/>
          <w:b/>
          <w:sz w:val="12"/>
          <w:szCs w:val="12"/>
        </w:rPr>
        <w:t xml:space="preserve"> for your cell        48%     48%     48%     44%     59%     60%     58%     58%     46%     21%      46%      48%      51%      46%      48%      49%      49%      51%      59%      44%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phone</w:t>
      </w:r>
      <w:proofErr w:type="gramEnd"/>
      <w:r w:rsidRPr="00987676">
        <w:rPr>
          <w:rFonts w:ascii="Letter Gothic" w:hAnsi="Letter Gothic" w:cs="Courier New"/>
          <w:b/>
          <w:sz w:val="12"/>
          <w:szCs w:val="12"/>
        </w:rPr>
        <w:t xml:space="preserve"> (d)                                                   D       D      IJ      IJ       J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More reliable home       3395    1712    1683    1969     445     602     819    1380     857     320      227      976     1163     1021      948      583      502     1137     1134     2259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internet</w:t>
      </w:r>
      <w:proofErr w:type="gramEnd"/>
      <w:r w:rsidRPr="00987676">
        <w:rPr>
          <w:rFonts w:ascii="Letter Gothic" w:hAnsi="Letter Gothic" w:cs="Courier New"/>
          <w:b/>
          <w:sz w:val="12"/>
          <w:szCs w:val="12"/>
        </w:rPr>
        <w:t xml:space="preserve"> service          40%     41%     39%     36%     46%     46%     45%     47%     39%     21%      28%      37%      44%      42%      37%      40%      44%      44%      47%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IJ      IJ       J                         K       KL       KL                          O        O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More people in your      3193    1516    1677    1807     429     629     874    1160     698     441      310      965     1009      908     1022      521      472      929      955     2238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circle</w:t>
      </w:r>
      <w:proofErr w:type="gramEnd"/>
      <w:r w:rsidRPr="00987676">
        <w:rPr>
          <w:rFonts w:ascii="Letter Gothic" w:hAnsi="Letter Gothic" w:cs="Courier New"/>
          <w:b/>
          <w:sz w:val="12"/>
          <w:szCs w:val="12"/>
        </w:rPr>
        <w:t xml:space="preserve"> of family          37%     36%     38%     33%     44%     48%     48%     39%     32%     29%      38%      36%      38%      37%      40%      36%      41%      36%      39%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and</w:t>
      </w:r>
      <w:proofErr w:type="gramEnd"/>
      <w:r w:rsidRPr="00987676">
        <w:rPr>
          <w:rFonts w:ascii="Letter Gothic" w:hAnsi="Letter Gothic" w:cs="Courier New"/>
          <w:b/>
          <w:sz w:val="12"/>
          <w:szCs w:val="12"/>
        </w:rPr>
        <w:t xml:space="preserve"> friends who are                                         D       D     HIJ      IJ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knowledgeable</w:t>
      </w:r>
      <w:proofErr w:type="gramEnd"/>
      <w:r w:rsidRPr="00987676">
        <w:rPr>
          <w:rFonts w:ascii="Letter Gothic" w:hAnsi="Letter Gothic" w:cs="Courier New"/>
          <w:b/>
          <w:sz w:val="12"/>
          <w:szCs w:val="12"/>
        </w:rPr>
        <w:t xml:space="preserve"> about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w:t>
      </w:r>
      <w:proofErr w:type="gramEnd"/>
      <w:r w:rsidRPr="00987676">
        <w:rPr>
          <w:rFonts w:ascii="Letter Gothic" w:hAnsi="Letter Gothic" w:cs="Courier New"/>
          <w:b/>
          <w:sz w:val="12"/>
          <w:szCs w:val="12"/>
        </w:rPr>
        <w:t xml:space="preserve"> issues you need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keep up with (b)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Training on how to       2682    1277    1404    1380     474     595     644     948     717     355      325      933      834      586     1032      472      290      671      800     1880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use</w:t>
      </w:r>
      <w:proofErr w:type="gramEnd"/>
      <w:r w:rsidRPr="00987676">
        <w:rPr>
          <w:rFonts w:ascii="Letter Gothic" w:hAnsi="Letter Gothic" w:cs="Courier New"/>
          <w:b/>
          <w:sz w:val="12"/>
          <w:szCs w:val="12"/>
        </w:rPr>
        <w:t xml:space="preserve"> online                31%     30%     32%     25%     49%     45%     35%     32%     33%     23%      40%      35%      32%      24%      40%      33%      25%      26%      33%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resources</w:t>
      </w:r>
      <w:proofErr w:type="gramEnd"/>
      <w:r w:rsidRPr="00987676">
        <w:rPr>
          <w:rFonts w:ascii="Letter Gothic" w:hAnsi="Letter Gothic" w:cs="Courier New"/>
          <w:b/>
          <w:sz w:val="12"/>
          <w:szCs w:val="12"/>
        </w:rPr>
        <w:t xml:space="preserve"> to find                                           D       D       J       J       J               MN        N        N               PQR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trustworthy</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information</w:t>
      </w:r>
      <w:proofErr w:type="gramEnd"/>
      <w:r w:rsidRPr="00987676">
        <w:rPr>
          <w:rFonts w:ascii="Letter Gothic" w:hAnsi="Letter Gothic" w:cs="Courier New"/>
          <w:b/>
          <w:sz w:val="12"/>
          <w:szCs w:val="12"/>
        </w:rPr>
        <w:t xml:space="preserve"> (g)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Training that would      2416    1127    1289    1107     447     632     456     833     709     407      362      880      686      485      954      472      264      511      735     1681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help</w:t>
      </w:r>
      <w:proofErr w:type="gramEnd"/>
      <w:r w:rsidRPr="00987676">
        <w:rPr>
          <w:rFonts w:ascii="Letter Gothic" w:hAnsi="Letter Gothic" w:cs="Courier New"/>
          <w:b/>
          <w:sz w:val="12"/>
          <w:szCs w:val="12"/>
        </w:rPr>
        <w:t xml:space="preserve"> you be more          28%     27%     30%     20%     46%     48%     25%     28%     32%     27%      44%      33%      26%      20%      37%      33%      23%      20%      30%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confident</w:t>
      </w:r>
      <w:proofErr w:type="gramEnd"/>
      <w:r w:rsidRPr="00987676">
        <w:rPr>
          <w:rFonts w:ascii="Letter Gothic" w:hAnsi="Letter Gothic" w:cs="Courier New"/>
          <w:b/>
          <w:sz w:val="12"/>
          <w:szCs w:val="12"/>
        </w:rPr>
        <w:t xml:space="preserve"> in using                                          D       D                      GJ              LMN       MN        N                QR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computers</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smartphones</w:t>
      </w:r>
      <w:proofErr w:type="gramEnd"/>
      <w:r w:rsidRPr="00987676">
        <w:rPr>
          <w:rFonts w:ascii="Letter Gothic" w:hAnsi="Letter Gothic" w:cs="Courier New"/>
          <w:b/>
          <w:sz w:val="12"/>
          <w:szCs w:val="12"/>
        </w:rPr>
        <w:t xml:space="preserve">, and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w:t>
      </w:r>
      <w:proofErr w:type="gramEnd"/>
      <w:r w:rsidRPr="00987676">
        <w:rPr>
          <w:rFonts w:ascii="Letter Gothic" w:hAnsi="Letter Gothic" w:cs="Courier New"/>
          <w:b/>
          <w:sz w:val="12"/>
          <w:szCs w:val="12"/>
        </w:rPr>
        <w:t xml:space="preserve"> internet (a)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Q4SUM-2 Page 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Q4SUM-2.</w:t>
      </w:r>
      <w:proofErr w:type="gramEnd"/>
      <w:r w:rsidRPr="00987676">
        <w:rPr>
          <w:rFonts w:ascii="Letter Gothic" w:hAnsi="Letter Gothic" w:cs="Courier New"/>
          <w:b/>
          <w:sz w:val="12"/>
          <w:szCs w:val="12"/>
        </w:rPr>
        <w:t xml:space="preserve"> Next, let’s think about ways to get information that might help you make decisions. How much, if at all, do you think the following would contribute to helping you make decisions? [INSERT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ITEMS; RANDOMIZE]. Do you think that would help you a lot, some, not too much, or not at all in making decisions?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"A LOT"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public library         2112     880    1232     859     452     614     479     778     516     315      373      765      565      407      976      410      189      367      681     1431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closer</w:t>
      </w:r>
      <w:proofErr w:type="gramEnd"/>
      <w:r w:rsidRPr="00987676">
        <w:rPr>
          <w:rFonts w:ascii="Letter Gothic" w:hAnsi="Letter Gothic" w:cs="Courier New"/>
          <w:b/>
          <w:sz w:val="12"/>
          <w:szCs w:val="12"/>
        </w:rPr>
        <w:t xml:space="preserve"> to your home       25%     21%     28%     16%     46%     46%     26%     26%     23%     21%      46%      29%      21%      17%      38%      28%      16%      14%      28%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B               D       D       J       J                      LMN       MN        N               PQR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Expanded hours of        1900     788    1112     778     394     530     471     770     444     195      297      699      543      358      859      379      202      301      641     1258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operation</w:t>
      </w:r>
      <w:proofErr w:type="gramEnd"/>
      <w:r w:rsidRPr="00987676">
        <w:rPr>
          <w:rFonts w:ascii="Letter Gothic" w:hAnsi="Letter Gothic" w:cs="Courier New"/>
          <w:b/>
          <w:sz w:val="12"/>
          <w:szCs w:val="12"/>
        </w:rPr>
        <w:t xml:space="preserve"> for your        22%     19%     25%     14%     40%     40%     26%     26%     20%     13%      36%      26%      21%      15%      34%      26%      18%      12%      26%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local</w:t>
      </w:r>
      <w:proofErr w:type="gramEnd"/>
      <w:r w:rsidRPr="00987676">
        <w:rPr>
          <w:rFonts w:ascii="Letter Gothic" w:hAnsi="Letter Gothic" w:cs="Courier New"/>
          <w:b/>
          <w:sz w:val="12"/>
          <w:szCs w:val="12"/>
        </w:rPr>
        <w:t xml:space="preserve"> public                                B               D       D      IJ      IJ       J              LMN       MN        N               PQR       QR        R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library</w:t>
      </w:r>
      <w:proofErr w:type="gramEnd"/>
      <w:r w:rsidRPr="00987676">
        <w:rPr>
          <w:rFonts w:ascii="Letter Gothic" w:hAnsi="Letter Gothic" w:cs="Courier New"/>
          <w:b/>
          <w:sz w:val="12"/>
          <w:szCs w:val="12"/>
        </w:rPr>
        <w:t xml:space="preserve"> (f)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Q5 Page 89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Q5. Which of the following statements comes closest to describing you? [READ; RANDOMIZE HALF 1-3 / 3-1]</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ALL             7696    3782    3914    4861     842    1195    1803    2836    1963    1021      577     2217     2480     2397     2065     1312     1104     2538     2346     5343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INTERNET USERS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2749    1401    1348    1884     243     365     470     891     784     572      162      597      672     1303      600      425      396     1055      754     1990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do NOT often need      4670    2372    2298    3163     466     507    1195    1822    1167     440      187     1098     1644     1728      946      715      743     1852     1473     3192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help</w:t>
      </w:r>
      <w:proofErr w:type="gramEnd"/>
      <w:r w:rsidRPr="00987676">
        <w:rPr>
          <w:rFonts w:ascii="Letter Gothic" w:hAnsi="Letter Gothic" w:cs="Courier New"/>
          <w:b/>
          <w:sz w:val="12"/>
          <w:szCs w:val="12"/>
        </w:rPr>
        <w:t xml:space="preserve"> finding the          61%     63%     59%     65%     55%     42%     66%     64%     59%     43%      32%      50%      66%      72%      46%      55%      67%      73%      63%      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information</w:t>
      </w:r>
      <w:proofErr w:type="gramEnd"/>
      <w:r w:rsidRPr="00987676">
        <w:rPr>
          <w:rFonts w:ascii="Letter Gothic" w:hAnsi="Letter Gothic" w:cs="Courier New"/>
          <w:b/>
          <w:sz w:val="12"/>
          <w:szCs w:val="12"/>
        </w:rPr>
        <w:t xml:space="preserve"> I need                                 EF       F              IJ       J       J                         K       KL      KLM                 O       OP       OP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online</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could                  2389    1105    1284    1419     292     473     489     771     670     432      256      854      692      583      813      463      301      592      664     1724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occasionally</w:t>
      </w:r>
      <w:proofErr w:type="gramEnd"/>
      <w:r w:rsidRPr="00987676">
        <w:rPr>
          <w:rFonts w:ascii="Letter Gothic" w:hAnsi="Letter Gothic" w:cs="Courier New"/>
          <w:b/>
          <w:sz w:val="12"/>
          <w:szCs w:val="12"/>
        </w:rPr>
        <w:t xml:space="preserve"> use          31%     29%     33%     29%     35%     40%     27%     27%     34%     42%      44%      39%      28%      24%      39%      35%      27%      23%      28%      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help finding                                                   D                      GH     GHI       MN       MN                         QR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w:t>
      </w:r>
      <w:proofErr w:type="gramEnd"/>
      <w:r w:rsidRPr="00987676">
        <w:rPr>
          <w:rFonts w:ascii="Letter Gothic" w:hAnsi="Letter Gothic" w:cs="Courier New"/>
          <w:b/>
          <w:sz w:val="12"/>
          <w:szCs w:val="12"/>
        </w:rPr>
        <w:t xml:space="preserve"> information I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need</w:t>
      </w:r>
      <w:proofErr w:type="gramEnd"/>
      <w:r w:rsidRPr="00987676">
        <w:rPr>
          <w:rFonts w:ascii="Letter Gothic" w:hAnsi="Letter Gothic" w:cs="Courier New"/>
          <w:b/>
          <w:sz w:val="12"/>
          <w:szCs w:val="12"/>
        </w:rPr>
        <w:t xml:space="preserve"> online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frequently need         607     291     317     258      83     208     113     233     121     140      133      245      140       82      296      129       59       84      202      406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help</w:t>
      </w:r>
      <w:proofErr w:type="gramEnd"/>
      <w:r w:rsidRPr="00987676">
        <w:rPr>
          <w:rFonts w:ascii="Letter Gothic" w:hAnsi="Letter Gothic" w:cs="Courier New"/>
          <w:b/>
          <w:sz w:val="12"/>
          <w:szCs w:val="12"/>
        </w:rPr>
        <w:t xml:space="preserve"> finding the           8%      8%      8%      5%     10%     17%      6%      8%      6%     14%      23%      11%       6%       3%      14%      10%       5%       3%       9%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information</w:t>
      </w:r>
      <w:proofErr w:type="gramEnd"/>
      <w:r w:rsidRPr="00987676">
        <w:rPr>
          <w:rFonts w:ascii="Letter Gothic" w:hAnsi="Letter Gothic" w:cs="Courier New"/>
          <w:b/>
          <w:sz w:val="12"/>
          <w:szCs w:val="12"/>
        </w:rPr>
        <w:t xml:space="preserve"> I need                                          D      DE                             GHI      LMN       MN                        PQR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online</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13       9       4      11       1       -       -       4       1       7        2        7        2        2        4        -        1        6        6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1%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17       5      12      10       -       7       5       5       5       2        -       12        3        2        5        5        -        5        2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                1%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Q6A Page 90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Information from national news organizations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1454     700     754     769     179     363     369     567     320     193      190      422      378      462      527      254      170      402      449     1005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17%     17%     14%     18%     27%     20%     19%     15%     13%      23%      16%      14%      19%      21%      18%      15%      16%      18%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IJ      IJ                       LM                          M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4126    1809    2317    2646     475     567     873    1386    1120     708      314     1208     1283     1307     1150      665      520     1383     1124     2999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48%     43%     53%     49%     49%     43%     48%     47%     51%     47%      39%      46%      49%      53%      45%      46%      45%      54%      46%      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K       KL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1568     883     684    1001     179     255     271     535     400     343      158      539      484      380      441      255      259      444      413     1152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21%     16%     18%     18%     19%     15%     18%     18%     23%      19%      20%      18%      16%      17%      18%      22%      17%      17%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GHI                 N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1395     806     589     979     142     136     304     452     355     263      152      474      478      286      431      267      201      346      432      962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19%     13%     18%     15%     10%     17%     15%     16%     17%      19%      18%      18%      12%      17%      19%      17%      13%      18%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N        N        N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22       4      18      22       -       -       8       4       2       8        -        6        9        7        9        -        -        5       12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7       6       1       2       -       -       -       -       4       1        -        -        4        2        -        1        1        -        4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5580    2509    3071    3415     654     930    1242    1953    1440     901      505     1630     1661     1769     1677      918      690     1785     1574     4003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65%     60%     70%     63%     67%     70%     68%     66%     65%     59%      62%      62%      63%      72%      66%      64%      60%      69%      65%      65%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J       J       J                                         KLM                                   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Q6A Page 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2963    1690    1273    1980     321     391     575     988     756     606      310     1012      963      666      872      522      460      790      844     2115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35%     40%     29%     37%     33%     30%     31%     34%     34%     40%      38%      38%      36%      27%      34%      36%      40%      31%      35%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GHI        N        N        N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Q6B Page 92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SOCIAL          5897    2769    3128    3687     610     981    1574    2346    1408     522      423     1615     1936     1904     1524     1022      845     2024     1915     3978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MEDIA USERS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2051    1003    1048    1384     174     296     410     742     557     321      116      419      506      998      431      318      292      823      614     1434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Information you see on social media, such as Facebook, Twitter or Instagram</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186      87      98      65      34      63      67      80      33       6       32       99       25       30      104       16       27       26       59      126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3%      3%      2%      6%      6%      4%      3%      2%      1%       7%       6%       1%       2%       7%       2%       3%       1%       3%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J       J                       MN       MN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1852     772    1080    1097     222     323     416     766     507     153      145      495      618      591      506      335      234      614      608     1243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31%     28%     35%     30%     36%     33%     26%     33%     36%     29%      34%      31%      32%      31%      33%      33%      28%      30%      32%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       G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2207    1043    1165    1442     181     361     587     895     503     202      154      551      696      793      548      326      324      842      735     1472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37%     38%     37%     39%     30%     37%     37%     38%     36%     39%      36%      34%      36%      42%      36%      32%      38%      42%      38%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LM                                   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1639     857     782    1074     173     234     504     603     360     156       92      470      593      481      366      343      256      537      507     1131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28%     31%     25%     29%     28%     24%     32%     26%     26%     30%      22%      29%      31%      25%      24%      34%      30%      27%      26%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HI                                                  N                         OR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9       8       1       5       -       -       -       -       4       5        -        -        4        5        -        1        3        1        4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4       1       2       4       -       -       -       2       1       -        -        -        -        4        -        -        -        4        2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2037     859    1178    1163     256     386     483     846     540     159      177      594      642      621      609      352      261      640      667     1369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35%     31%     38%     32%     42%     39%     31%     36%     38%     30%      42%      37%      33%      33%      40%      34%      31%      32%      35%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GJ                                                   QR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Q6B Page 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SOCIAL          5897    2769    3128    3687     610     981    1574    2346    1408     522      423     1615     1936     1904     1524     1022      845     2024     1915     3978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MEDIA USERS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3847    1900    1947    2516     354     595    1092    1497     862     358      246     1021     1289     1274      914      669      581     1379     1241     2603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65%     69%     62%     68%     58%     61%     69%     64%     61%     69%      58%      63%      67%      67%      60%      65%      69%      68%      65%      65%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I                       I                                                              O        O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Q6C Page 94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Information you get from family and friends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2040     995    1045    1259     263     318     405     622     575     418      231      707      609      487      670      355      284      512      499     1540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24%     24%     24%     23%     27%     24%     22%     21%     26%     28%      28%      27%      23%      20%      26%      25%      25%      20%      21%      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GH        N        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4982    2326    2656    3343     443     684    1072    1833    1232     801      385     1346     1616     1623     1309      838      684     1693     1469     3508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58%     55%     61%     62%     45%     52%     59%     62%     56%     53%      47%      51%      61%      66%      51%      58%      59%      66%      60%      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EF                              IJ                                         KL      KLM                 O        O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1061     608     453     559     181     224     262     329     258     205      131      363      315      249      360      179      134      297      310      750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12%     14%     10%     10%     19%     17%     14%     11%     12%     14%      16%      14%      12%      10%      14%      12%      12%      12%      13%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472     273     199     246      88      95      86     160     131      83       68      222       91       84      217       69       50       78      152      319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      6%      5%      5%      9%      7%      5%      5%      6%      5%       8%       8%       3%       3%       8%       5%       4%       3%       6%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MN       MN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15       5       9       9       -       -       -       -       4       9        -        8        6        1        2        -        -        -        4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1%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       3       -       3       -       -       -       -       3       -        -        3        -        -        -        -        -        -        -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7022    3321    3701    4602     706    1002    1476    2455    1807    1219      616     2053     2225     2110     1979     1193      968     2205     1969     5049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82%     79%     85%     85%     72%     76%     81%     83%     82%     80%      76%      78%      84%      86%      77%      83%      84%      85%      81%      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EF                                                                         KL       KL                 O        O        O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Q6C Page 95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1533     881     652     805     269     319     348     489     389     287      198      585      406      333      577      249      184      375      462     1068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18%     21%     15%     15%     28%     24%     19%     17%     18%     19%      24%      22%      15%      14%      23%      17%      16%      15%      19%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MN       MN                        PQR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Q6D Page 96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Information you can get from the local public library or librarians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3406    1575    1831    1983     446     629     813    1290     822     457      342     1006     1040     1010     1114      585      440      983     1067     2336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40%     37%     42%     37%     46%     48%     45%     44%     37%     30%      42%      38%      39%      41%      44%      41%      38%      38%      44%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IJ      IJ       J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3243    1557    1686    2136     307     481     767    1129     808     509      271      950     1029      982      922      594      457      966      927     2314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38%     37%     39%     39%     31%     36%     42%     38%     37%     34%      33%      36%      39%      40%      36%      41%      40%      37%      38%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J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686     356     330     410     120      97     120     221     208     129       76      202      244      158      198      109       75      236      224      462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      8%      8%      8%     12%      7%      7%      8%      9%      9%       9%       8%       9%       6%       8%       8%       6%       9%       9%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DF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1114     665     450     797      94     103     120     276     328     369      118      442      296      256      314      145      156      358      194      919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13%     16%     10%     15%     10%      8%      7%      9%     15%     24%      15%      17%      11%      10%      12%      10%      14%      14%       8%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     GHI                MN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83      39      44      61       3      10       4      16      19      43        7       28       19       29        7        6       13       25       18       64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      1%      *%      1%      1%      3%       1%       1%       1%       1%       *%       *%       1%       1%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GHI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39      18      21      32       4       -       -      14      17       9        -       21        9        9        3        3       10       12        4       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1%      *%                      *%      1%      1%                1%       *%       *%       *%       *%       1%       *%       *%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6649    3132    3517    4119     753    1110    1580    2418    1631     966      613     1956     2069     1992     2036     1179      898     1949     1995     4650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78%     74%     81%     76%     77%     84%     87%     82%     74%     64%      75%      74%      78%      82%      80%      82%      78%      76%      82%      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HIJ      IJ       J                                           L                 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Q6D Page 97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1800    1021     780    1208     214     200     240     497     536     498      195      643      540      414      512      254      231      594      418     1381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21%     24%     18%     22%     22%     15%     13%     17%     24%     33%      24%      24%      20%      17%      20%      18%      20%      23%      17%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F                              GH     GHI        N        N                                                     P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Q6E Page 98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Information from local news organizations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1536     740     797     826     183     362     335     588     421     192      207      464      432      429      575      259      204      402      474     1062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18%     18%     15%     19%     27%     18%     20%     19%     13%      25%      18%      16%      18%      22%      18%      18%      16%      19%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J       J       J              LMN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4620    2129    2491    3040     455     671    1010    1588    1180     790      354     1376     1394     1488     1259      751      612     1559     1289     3328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54%     51%     57%     56%     47%     51%     55%     54%     54%     52%      43%      52%      53%      61%      49%      52%      53%      60%      53%      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                                                                 K        K      KLM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1348     767     581     832     213     179     257     473     333     270      114      416      480      326      348      249      207      397      342     1003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18%     13%     15%     22%     14%     14%     16%     15%     18%      14%      16%      18%      13%      14%      17%      18%      15%      14%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DF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1041     564     477     706     123     108     210     295     269     251      139      374      327      199      366      176      129      222      319      719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12%     13%     11%     13%     13%      8%     12%     10%     12%     17%      17%      14%      12%       8%      14%      12%      11%       9%      13%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GHI        N        N        N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17       5      13      11       -       2      10       -       -       8        -       12        5        -        5        5        -        -       10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10       5       5       5       -       -       4       -       -       5        2        6        -        3        5        1        -        -        -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6156    2869    3287    3865     638    1032    1345    2176    1601     982      561     1840     1826     1917     1833     1010      816     1961     1763     4390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72%     68%     75%     71%     65%     78%     74%     74%     73%     65%      69%      69%      69%      78%      72%      70%      71%      76%      72%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J       J       J                                         KLM                                   P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Q6E Page 99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2389    1331    1058    1538     336     287     467     768     602     521      252      790      807      525      715      425      335      619      661     1723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28%     32%     24%     28%     35%     22%     26%     26%     27%     34%      31%      30%      31%      21%      28%      29%      29%      24%      27%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F                                     GHI        N        N        N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Q6F Page 100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Information from government sources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1535     713     822     886     169     319     505     561     319     141      155      396      418      564      512      228      136      558      488     1047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17%     19%     16%     17%     24%     28%     19%     14%      9%      19%      15%      16%      23%      20%      16%      12%      22%      20%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HIJ      IJ       J                                          LM        Q                         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3695    1663    2032    2364     437     545     758    1363     965     579      272      979     1244     1193     1010      665      505     1172     1057     2636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43%     39%     47%     44%     45%     41%     42%     46%     44%     38%      33%      37%      47%      49%      39%      46%      44%      45%      43%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J       J                                 KL       KL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1625     857     768    1035     184     261     226     538     475     363      180      573      486      374      431      293      236      478      462     1161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     20%     18%     19%     19%     20%     12%     18%     22%     24%      22%      22%      18%      15%      17%      20%      21%      19%      19%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G      GH        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1685     956     730    1125     173     188     323     476     439     426      208      682      484      305      591      253      272      366      416     1266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20%     23%     17%     21%     18%     14%     18%     16%     20%     28%      25%      26%      18%      12%      23%      18%      24%      14%      17%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H     GHI       MN       MN        N                PR                PR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26      15      11       8       8       7      13       2       5       6        -       15        6        6       10        -        3        6        8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1%      1%      *%      *%      *%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6       6       -       3       4       -       -       4       -       1        -        4        -        3        4        1        -        -        4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5230    2375    2854    3250     607     865    1263    1925    1283     720      428     1374     1662     1757     1521      894      641     1730     1545     3683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61%     56%     65%     60%     62%     65%     69%     65%     58%     47%      52%      52%      63%      72%      59%      62%      56%      67%      63%      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IJ      IJ       J                                 KL      KLM                                  OQ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Q6F Page 101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3310    1813    1498    2159     356     449     549    1014     914     789      387     1255      970      679     1022      546      508      843      878     2428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39%     43%     34%     40%     37%     34%     30%     34%     41%     52%      48%      47%      37%      28%      40%      38%      44%      33%      36%      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GH     GHI       MN       MN        N                 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Q6G Page 102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Information from health care providers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3372    1493    1879    2028     417     604     761    1175     848     568      353      988     1004     1015     1084      553      428     1021      933     2438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39%     35%     43%     37%     43%     46%     42%     40%     38%     37%      43%      37%      38%      42%      42%      38%      37%      40%      38%      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3798    1792    2007    2544     397     483     776    1324     985     670      317     1100     1250     1117      960      665      527     1247     1177     2618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44%     43%     46%     47%     41%     37%     43%     45%     45%     44%      39%      42%      47%      46%      38%      46%      46%      48%      48%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KL                          O        O        O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831     542     289     453     115     162     141     312     216     152       98      317      231      184      314      134      124      168      229      602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13%      7%      8%     12%     12%      8%     11%     10%     10%      12%      12%       9%       8%      12%       9%      11%       7%       9%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N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547     373     174     376      46      66     142     130     148     114       43      231      149      122      189       89       72      142       95      449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      9%      4%      7%      5%      5%      8%      4%      7%      8%       5%       9%       6%       5%       7%       6%       6%       5%       4%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                       H                MN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11       7       5       8       -       4       4       3       1       3        -        6        3        2        9        -        -        2        -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13       3      10      11       -       2       -       -       5       8        4        6        -        3        2        -        1        -        -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1%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7170    3285    3885    4572     814    1087    1537    2499    1833    1238      670     2088     2254     2132     2044     1218      955     2268     2111     5055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84%     78%     89%     84%     83%     82%     84%     85%     83%     82%      82%      79%      85%      87%      80%      85%      83%      88%      87%      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L        L                                  OQ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Q6G Page 103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1378     914     463     829     161     228     284     442     364     266      141      549      380      306      503      223      195      310      324     1051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16%     22%     11%     15%     17%     17%     16%     15%     17%     18%      17%      21%      14%      13%      20%      15%      17%      12%      13%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MN                          R                 R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Q6H Page 104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Information from financial institutions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lot                    1205     558     647     661     154     247     353     384     304     158      119      361      375      345      375      211      146      400      358      847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14%     13%     15%     12%     16%     19%     19%     13%     14%     10%      15%      14%      14%      14%      15%      15%      13%      16%      15%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HIJ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4633    2195    2438    3089     521     574     941    1709    1188     751      299     1377     1520     1427     1147      777      670     1574     1358     3273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54%     52%     56%     57%     53%     43%     52%     58%     54%     50%      37%      52%      58%      58%      45%      54%      58%      61%      56%      53%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GJ                                 K       KL       KL                 O        O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much             1499     763     735     888     151     307     293     532     352     308      187      419      452      434      517      292      210      341      407     1090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18%     17%     16%     16%     23%     16%     18%     16%     20%      23%      16%      17%      18%      20%      20%      18%      13%      17%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I        L                                   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1207     682     524     760     145     193     232     308     354     293      208      485      278      229      509      152      125      259      300      904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14%     16%     12%     14%     15%     15%     13%     10%     16%     19%      26%      18%      11%       9%      20%      11%      11%      10%      12%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      GH      LMN       MN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18       7      12      11       4       -       5       9       4       -        -        -       12        6        8        6        -        2       11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11       4       7      10       -       -       -       2       1       6        2        5        -        4        2        3        -        3        -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 lot/</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5838    2753    3085    3750     675     821    1294    2094    1492     909      417     1739     1895     1771     1522      988      816     1974     1717     4120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68%     65%     71%     69%     69%     62%     71%     71%     68%     60%      51%      66%      72%      72%      60%      69%      71%      77%      71%      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J       J       J                         K       KL       KL                 O        O       OP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Q6H Page 105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Q6. How much do you trust the following information sources when it comes to making decisions? Do you trust [INSERT ITEMS; RANDOMIZE] a lot, some, not too much, or not at all? How about [INSERT NEXT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ITEM]?</w:t>
      </w:r>
      <w:proofErr w:type="gramEnd"/>
      <w:r w:rsidRPr="00987676">
        <w:rPr>
          <w:rFonts w:ascii="Letter Gothic" w:hAnsi="Letter Gothic" w:cs="Courier New"/>
          <w:b/>
          <w:sz w:val="12"/>
          <w:szCs w:val="12"/>
        </w:rPr>
        <w:t xml:space="preserve"> [READ IF NECESSARY: Do you trust (ITEM) a lot, some, not too much, or not at all?]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much/        2705    1446    1260    1649     296     500     526     839     706     601      396      904      730      663     1026      443      335      601      707     1994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32%     34%     29%     30%     30%     38%     29%     29%     32%     40%      49%      34%      28%      27%      40%      31%      29%      23%      29%      33%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GHI      LMN       MN                        PQR        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Q6SUM-1 Page 106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Q6SUM-1.</w:t>
      </w:r>
      <w:proofErr w:type="gramEnd"/>
      <w:r w:rsidRPr="00987676">
        <w:rPr>
          <w:rFonts w:ascii="Letter Gothic" w:hAnsi="Letter Gothic" w:cs="Courier New"/>
          <w:b/>
          <w:sz w:val="12"/>
          <w:szCs w:val="12"/>
        </w:rPr>
        <w:t xml:space="preserve"> How much do you trust the following information sources when it comes to making decisions? Do you trust [INSERT ITEMS; RANDOMIZE] a lot, some, not too much, or not at all?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"A LOT"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ORIGINAL        8572    4209    4363    5420     974    1321    1825    2944    2203    1516      815     2648     2638     2444     2558     1441     1151     2580     2435     6130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ITEM FILTER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you can      3406    1575    1831    1983     446     629     813    1290     822     457      342     1006     1040     1010     1114      585      440      983     1067     2336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get</w:t>
      </w:r>
      <w:proofErr w:type="gramEnd"/>
      <w:r w:rsidRPr="00987676">
        <w:rPr>
          <w:rFonts w:ascii="Letter Gothic" w:hAnsi="Letter Gothic" w:cs="Courier New"/>
          <w:b/>
          <w:sz w:val="12"/>
          <w:szCs w:val="12"/>
        </w:rPr>
        <w:t xml:space="preserve"> from the local        40%     37%     42%     37%     46%     48%     45%     44%     37%     30%      42%      38%      39%      41%      44%      41%      38%      38%      44%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public</w:t>
      </w:r>
      <w:proofErr w:type="gramEnd"/>
      <w:r w:rsidRPr="00987676">
        <w:rPr>
          <w:rFonts w:ascii="Letter Gothic" w:hAnsi="Letter Gothic" w:cs="Courier New"/>
          <w:b/>
          <w:sz w:val="12"/>
          <w:szCs w:val="12"/>
        </w:rPr>
        <w:t xml:space="preserve"> library or                           B               D       D      IJ      IJ       J                                                    R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librarians</w:t>
      </w:r>
      <w:proofErr w:type="gramEnd"/>
      <w:r w:rsidRPr="00987676">
        <w:rPr>
          <w:rFonts w:ascii="Letter Gothic" w:hAnsi="Letter Gothic" w:cs="Courier New"/>
          <w:b/>
          <w:sz w:val="12"/>
          <w:szCs w:val="12"/>
        </w:rPr>
        <w:t xml:space="preserve"> (d)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3372    1493    1879    2028     417     604     761    1175     848     568      353      988     1004     1015     1084      553      428     1021      933     2438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health</w:t>
      </w:r>
      <w:proofErr w:type="gramEnd"/>
      <w:r w:rsidRPr="00987676">
        <w:rPr>
          <w:rFonts w:ascii="Letter Gothic" w:hAnsi="Letter Gothic" w:cs="Courier New"/>
          <w:b/>
          <w:sz w:val="12"/>
          <w:szCs w:val="12"/>
        </w:rPr>
        <w:t xml:space="preserve"> care               39%     35%     43%     37%     43%     46%     42%     40%     38%     37%      43%      37%      38%      42%      42%      38%      37%      40%      38%      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providers</w:t>
      </w:r>
      <w:proofErr w:type="gramEnd"/>
      <w:r w:rsidRPr="00987676">
        <w:rPr>
          <w:rFonts w:ascii="Letter Gothic" w:hAnsi="Letter Gothic" w:cs="Courier New"/>
          <w:b/>
          <w:sz w:val="12"/>
          <w:szCs w:val="12"/>
        </w:rPr>
        <w:t xml:space="preserve"> (g)                               B                       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you get      2040     995    1045    1259     263     318     405     622     575     418      231      707      609      487      670      355      284      512      499     1540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from</w:t>
      </w:r>
      <w:proofErr w:type="gramEnd"/>
      <w:r w:rsidRPr="00987676">
        <w:rPr>
          <w:rFonts w:ascii="Letter Gothic" w:hAnsi="Letter Gothic" w:cs="Courier New"/>
          <w:b/>
          <w:sz w:val="12"/>
          <w:szCs w:val="12"/>
        </w:rPr>
        <w:t xml:space="preserve"> family and           24%     24%     24%     23%     27%     24%     22%     21%     26%     28%      28%      27%      23%      20%      26%      25%      25%      20%      21%      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friends</w:t>
      </w:r>
      <w:proofErr w:type="gramEnd"/>
      <w:r w:rsidRPr="00987676">
        <w:rPr>
          <w:rFonts w:ascii="Letter Gothic" w:hAnsi="Letter Gothic" w:cs="Courier New"/>
          <w:b/>
          <w:sz w:val="12"/>
          <w:szCs w:val="12"/>
        </w:rPr>
        <w:t xml:space="preserve"> (c)                                                                                 H      GH        N        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1536     740     797     826     183     362     335     588     421     192      207      464      432      429      575      259      204      402      474     1062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local</w:t>
      </w:r>
      <w:proofErr w:type="gramEnd"/>
      <w:r w:rsidRPr="00987676">
        <w:rPr>
          <w:rFonts w:ascii="Letter Gothic" w:hAnsi="Letter Gothic" w:cs="Courier New"/>
          <w:b/>
          <w:sz w:val="12"/>
          <w:szCs w:val="12"/>
        </w:rPr>
        <w:t xml:space="preserve"> news                18%     18%     18%     15%     19%     27%     18%     20%     19%     13%      25%      18%      16%      18%      22%      18%      18%      16%      19%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organizations</w:t>
      </w:r>
      <w:proofErr w:type="gramEnd"/>
      <w:r w:rsidRPr="00987676">
        <w:rPr>
          <w:rFonts w:ascii="Letter Gothic" w:hAnsi="Letter Gothic" w:cs="Courier New"/>
          <w:b/>
          <w:sz w:val="12"/>
          <w:szCs w:val="12"/>
        </w:rPr>
        <w:t xml:space="preserve"> (e)                                                  DE       J       J       J              LMN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1535     713     822     886     169     319     505     561     319     141      155      396      418      564      512      228      136      558      488     1047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government</w:t>
      </w:r>
      <w:proofErr w:type="gramEnd"/>
      <w:r w:rsidRPr="00987676">
        <w:rPr>
          <w:rFonts w:ascii="Letter Gothic" w:hAnsi="Letter Gothic" w:cs="Courier New"/>
          <w:b/>
          <w:sz w:val="12"/>
          <w:szCs w:val="12"/>
        </w:rPr>
        <w:t xml:space="preserve"> sources        18%     17%     19%     16%     17%     24%     28%     19%     14%      9%      19%      15%      16%      23%      20%      16%      12%      22%      20%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DE     HIJ      IJ       J                                          LM        Q                         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1454     700     754     769     179     363     369     567     320     193      190      422      378      462      527      254      170      402      449     1005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national</w:t>
      </w:r>
      <w:proofErr w:type="gramEnd"/>
      <w:r w:rsidRPr="00987676">
        <w:rPr>
          <w:rFonts w:ascii="Letter Gothic" w:hAnsi="Letter Gothic" w:cs="Courier New"/>
          <w:b/>
          <w:sz w:val="12"/>
          <w:szCs w:val="12"/>
        </w:rPr>
        <w:t xml:space="preserve"> news             17%     17%     17%     14%     18%     27%     20%     19%     15%     13%      23%      16%      14%      19%      21%      18%      15%      16%      18%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organizations</w:t>
      </w:r>
      <w:proofErr w:type="gramEnd"/>
      <w:r w:rsidRPr="00987676">
        <w:rPr>
          <w:rFonts w:ascii="Letter Gothic" w:hAnsi="Letter Gothic" w:cs="Courier New"/>
          <w:b/>
          <w:sz w:val="12"/>
          <w:szCs w:val="12"/>
        </w:rPr>
        <w:t xml:space="preserve"> (a)                                                  DE      IJ      IJ                       LM                          M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1205     558     647     661     154     247     353     384     304     158      119      361      375      345      375      211      146      400      358      847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financial</w:t>
      </w:r>
      <w:proofErr w:type="gramEnd"/>
      <w:r w:rsidRPr="00987676">
        <w:rPr>
          <w:rFonts w:ascii="Letter Gothic" w:hAnsi="Letter Gothic" w:cs="Courier New"/>
          <w:b/>
          <w:sz w:val="12"/>
          <w:szCs w:val="12"/>
        </w:rPr>
        <w:t xml:space="preserve">                 14%     13%     15%     12%     16%     19%     19%     13%     14%     10%      15%      14%      14%      14%      15%      15%      13%      16%      15%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institutions</w:t>
      </w:r>
      <w:proofErr w:type="gramEnd"/>
      <w:r w:rsidRPr="00987676">
        <w:rPr>
          <w:rFonts w:ascii="Letter Gothic" w:hAnsi="Letter Gothic" w:cs="Courier New"/>
          <w:b/>
          <w:sz w:val="12"/>
          <w:szCs w:val="12"/>
        </w:rPr>
        <w:t xml:space="preserve"> (h)                                                    D     HIJ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Q6SUM-1 Page 107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Q6SUM-1.</w:t>
      </w:r>
      <w:proofErr w:type="gramEnd"/>
      <w:r w:rsidRPr="00987676">
        <w:rPr>
          <w:rFonts w:ascii="Letter Gothic" w:hAnsi="Letter Gothic" w:cs="Courier New"/>
          <w:b/>
          <w:sz w:val="12"/>
          <w:szCs w:val="12"/>
        </w:rPr>
        <w:t xml:space="preserve"> How much do you trust the following information sources when it comes to making decisions? Do you trust [INSERT ITEMS; RANDOMIZE] a lot, some, not too much, or not at all?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"A LOT"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ORIGINAL        8572    4209    4363    5420     974    1321    1825    2944    2203    1516      815     2648     2638     2444     2558     1441     1151     2580     2435     6130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ITEM FILTER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you see       186      87      98      65      34      63      67      80      33       6       32       99       25       30      104       16       27       26       59      126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w:t>
      </w:r>
      <w:proofErr w:type="gramEnd"/>
      <w:r w:rsidRPr="00987676">
        <w:rPr>
          <w:rFonts w:ascii="Letter Gothic" w:hAnsi="Letter Gothic" w:cs="Courier New"/>
          <w:b/>
          <w:sz w:val="12"/>
          <w:szCs w:val="12"/>
        </w:rPr>
        <w:t xml:space="preserve"> social media,           3%      3%      3%      2%      6%      6%      4%      3%      2%      1%       7%       6%       1%       2%       7%       2%       3%       1%       3%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such</w:t>
      </w:r>
      <w:proofErr w:type="gramEnd"/>
      <w:r w:rsidRPr="00987676">
        <w:rPr>
          <w:rFonts w:ascii="Letter Gothic" w:hAnsi="Letter Gothic" w:cs="Courier New"/>
          <w:b/>
          <w:sz w:val="12"/>
          <w:szCs w:val="12"/>
        </w:rPr>
        <w:t xml:space="preserve"> as Facebook,                                           D       D       J       J                       MN       MN                        PQR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Twitter or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Instagram (b)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Q6SUM-2 Page 108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Q6SUM-2.</w:t>
      </w:r>
      <w:proofErr w:type="gramEnd"/>
      <w:r w:rsidRPr="00987676">
        <w:rPr>
          <w:rFonts w:ascii="Letter Gothic" w:hAnsi="Letter Gothic" w:cs="Courier New"/>
          <w:b/>
          <w:sz w:val="12"/>
          <w:szCs w:val="12"/>
        </w:rPr>
        <w:t xml:space="preserve"> How much do you trust the following information sources when it comes to making decisions? Do you trust [INSERT ITEMS; RANDOMIZE] a lot, some, not too much, or not at all?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"A LOT"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you can      3406    1575    1831    1983     446     629     813    1290     822     457      342     1006     1040     1010     1114      585      440      983     1067     2336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get</w:t>
      </w:r>
      <w:proofErr w:type="gramEnd"/>
      <w:r w:rsidRPr="00987676">
        <w:rPr>
          <w:rFonts w:ascii="Letter Gothic" w:hAnsi="Letter Gothic" w:cs="Courier New"/>
          <w:b/>
          <w:sz w:val="12"/>
          <w:szCs w:val="12"/>
        </w:rPr>
        <w:t xml:space="preserve"> from the local        40%     37%     42%     37%     46%     48%     45%     44%     37%     30%      42%      38%      39%      41%      44%      41%      38%      38%      44%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public</w:t>
      </w:r>
      <w:proofErr w:type="gramEnd"/>
      <w:r w:rsidRPr="00987676">
        <w:rPr>
          <w:rFonts w:ascii="Letter Gothic" w:hAnsi="Letter Gothic" w:cs="Courier New"/>
          <w:b/>
          <w:sz w:val="12"/>
          <w:szCs w:val="12"/>
        </w:rPr>
        <w:t xml:space="preserve"> library or                           B               D       D      IJ      IJ       J                                                    R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librarians</w:t>
      </w:r>
      <w:proofErr w:type="gramEnd"/>
      <w:r w:rsidRPr="00987676">
        <w:rPr>
          <w:rFonts w:ascii="Letter Gothic" w:hAnsi="Letter Gothic" w:cs="Courier New"/>
          <w:b/>
          <w:sz w:val="12"/>
          <w:szCs w:val="12"/>
        </w:rPr>
        <w:t xml:space="preserve"> (d)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3372    1493    1879    2028     417     604     761    1175     848     568      353      988     1004     1015     1084      553      428     1021      933     2438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health</w:t>
      </w:r>
      <w:proofErr w:type="gramEnd"/>
      <w:r w:rsidRPr="00987676">
        <w:rPr>
          <w:rFonts w:ascii="Letter Gothic" w:hAnsi="Letter Gothic" w:cs="Courier New"/>
          <w:b/>
          <w:sz w:val="12"/>
          <w:szCs w:val="12"/>
        </w:rPr>
        <w:t xml:space="preserve"> care               39%     35%     43%     37%     43%     46%     42%     40%     38%     37%      43%      37%      38%      42%      42%      38%      37%      40%      38%      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providers</w:t>
      </w:r>
      <w:proofErr w:type="gramEnd"/>
      <w:r w:rsidRPr="00987676">
        <w:rPr>
          <w:rFonts w:ascii="Letter Gothic" w:hAnsi="Letter Gothic" w:cs="Courier New"/>
          <w:b/>
          <w:sz w:val="12"/>
          <w:szCs w:val="12"/>
        </w:rPr>
        <w:t xml:space="preserve"> (g)                               B                       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you get      2040     995    1045    1259     263     318     405     622     575     418      231      707      609      487      670      355      284      512      499     1540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from</w:t>
      </w:r>
      <w:proofErr w:type="gramEnd"/>
      <w:r w:rsidRPr="00987676">
        <w:rPr>
          <w:rFonts w:ascii="Letter Gothic" w:hAnsi="Letter Gothic" w:cs="Courier New"/>
          <w:b/>
          <w:sz w:val="12"/>
          <w:szCs w:val="12"/>
        </w:rPr>
        <w:t xml:space="preserve"> family and           24%     24%     24%     23%     27%     24%     22%     21%     26%     28%      28%      27%      23%      20%      26%      25%      25%      20%      21%      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friends</w:t>
      </w:r>
      <w:proofErr w:type="gramEnd"/>
      <w:r w:rsidRPr="00987676">
        <w:rPr>
          <w:rFonts w:ascii="Letter Gothic" w:hAnsi="Letter Gothic" w:cs="Courier New"/>
          <w:b/>
          <w:sz w:val="12"/>
          <w:szCs w:val="12"/>
        </w:rPr>
        <w:t xml:space="preserve"> (c)                                                                                 H      GH        N        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1536     740     797     826     183     362     335     588     421     192      207      464      432      429      575      259      204      402      474     1062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local</w:t>
      </w:r>
      <w:proofErr w:type="gramEnd"/>
      <w:r w:rsidRPr="00987676">
        <w:rPr>
          <w:rFonts w:ascii="Letter Gothic" w:hAnsi="Letter Gothic" w:cs="Courier New"/>
          <w:b/>
          <w:sz w:val="12"/>
          <w:szCs w:val="12"/>
        </w:rPr>
        <w:t xml:space="preserve"> news                18%     18%     18%     15%     19%     27%     18%     20%     19%     13%      25%      18%      16%      18%      22%      18%      18%      16%      19%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organizations</w:t>
      </w:r>
      <w:proofErr w:type="gramEnd"/>
      <w:r w:rsidRPr="00987676">
        <w:rPr>
          <w:rFonts w:ascii="Letter Gothic" w:hAnsi="Letter Gothic" w:cs="Courier New"/>
          <w:b/>
          <w:sz w:val="12"/>
          <w:szCs w:val="12"/>
        </w:rPr>
        <w:t xml:space="preserve"> (e)                                                  DE       J       J       J              LMN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1535     713     822     886     169     319     505     561     319     141      155      396      418      564      512      228      136      558      488     1047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government</w:t>
      </w:r>
      <w:proofErr w:type="gramEnd"/>
      <w:r w:rsidRPr="00987676">
        <w:rPr>
          <w:rFonts w:ascii="Letter Gothic" w:hAnsi="Letter Gothic" w:cs="Courier New"/>
          <w:b/>
          <w:sz w:val="12"/>
          <w:szCs w:val="12"/>
        </w:rPr>
        <w:t xml:space="preserve"> sources        18%     17%     19%     16%     17%     24%     28%     19%     14%      9%      19%      15%      16%      23%      20%      16%      12%      22%      20%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DE     HIJ      IJ       J                                          LM        Q                         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1454     700     754     769     179     363     369     567     320     193      190      422      378      462      527      254      170      402      449     1005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national</w:t>
      </w:r>
      <w:proofErr w:type="gramEnd"/>
      <w:r w:rsidRPr="00987676">
        <w:rPr>
          <w:rFonts w:ascii="Letter Gothic" w:hAnsi="Letter Gothic" w:cs="Courier New"/>
          <w:b/>
          <w:sz w:val="12"/>
          <w:szCs w:val="12"/>
        </w:rPr>
        <w:t xml:space="preserve"> news             17%     17%     17%     14%     18%     27%     20%     19%     15%     13%      23%      16%      14%      19%      21%      18%      15%      16%      18%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organizations</w:t>
      </w:r>
      <w:proofErr w:type="gramEnd"/>
      <w:r w:rsidRPr="00987676">
        <w:rPr>
          <w:rFonts w:ascii="Letter Gothic" w:hAnsi="Letter Gothic" w:cs="Courier New"/>
          <w:b/>
          <w:sz w:val="12"/>
          <w:szCs w:val="12"/>
        </w:rPr>
        <w:t xml:space="preserve"> (a)                                                  DE      IJ      IJ                       LM                          M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from         1205     558     647     661     154     247     353     384     304     158      119      361      375      345      375      211      146      400      358      847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financial</w:t>
      </w:r>
      <w:proofErr w:type="gramEnd"/>
      <w:r w:rsidRPr="00987676">
        <w:rPr>
          <w:rFonts w:ascii="Letter Gothic" w:hAnsi="Letter Gothic" w:cs="Courier New"/>
          <w:b/>
          <w:sz w:val="12"/>
          <w:szCs w:val="12"/>
        </w:rPr>
        <w:t xml:space="preserve">                 14%     13%     15%     12%     16%     19%     19%     13%     14%     10%      15%      14%      14%      14%      15%      15%      13%      16%      15%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institutions</w:t>
      </w:r>
      <w:proofErr w:type="gramEnd"/>
      <w:r w:rsidRPr="00987676">
        <w:rPr>
          <w:rFonts w:ascii="Letter Gothic" w:hAnsi="Letter Gothic" w:cs="Courier New"/>
          <w:b/>
          <w:sz w:val="12"/>
          <w:szCs w:val="12"/>
        </w:rPr>
        <w:t xml:space="preserve"> (h)                                                    D     HIJ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Q6SUM-2 Page 109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Q6SUM-2.</w:t>
      </w:r>
      <w:proofErr w:type="gramEnd"/>
      <w:r w:rsidRPr="00987676">
        <w:rPr>
          <w:rFonts w:ascii="Letter Gothic" w:hAnsi="Letter Gothic" w:cs="Courier New"/>
          <w:b/>
          <w:sz w:val="12"/>
          <w:szCs w:val="12"/>
        </w:rPr>
        <w:t xml:space="preserve"> How much do you trust the following information sources when it comes to making decisions? Do you trust [INSERT ITEMS; RANDOMIZE] a lot, some, not too much, or not at all?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"A LOT"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you see       186      87      98      65      34      63      67      80      33       6       32       99       25       30      104       16       27       26       59      126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w:t>
      </w:r>
      <w:proofErr w:type="gramEnd"/>
      <w:r w:rsidRPr="00987676">
        <w:rPr>
          <w:rFonts w:ascii="Letter Gothic" w:hAnsi="Letter Gothic" w:cs="Courier New"/>
          <w:b/>
          <w:sz w:val="12"/>
          <w:szCs w:val="12"/>
        </w:rPr>
        <w:t xml:space="preserve"> social media,           2%      2%      2%      1%      3%      5%      4%      3%      2%      *%       4%       4%       1%       1%       4%       1%       2%       1%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such</w:t>
      </w:r>
      <w:proofErr w:type="gramEnd"/>
      <w:r w:rsidRPr="00987676">
        <w:rPr>
          <w:rFonts w:ascii="Letter Gothic" w:hAnsi="Letter Gothic" w:cs="Courier New"/>
          <w:b/>
          <w:sz w:val="12"/>
          <w:szCs w:val="12"/>
        </w:rPr>
        <w:t xml:space="preserve"> as Facebook,                                                   D      IJ       J       J                M       MN                         PR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Twitter or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Instagram (b)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Q7A Page 110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Q7. How well do the following statements describe you? [INSERT ITEMS; RANDOMIZE]. [READ FOR FIRST ITEM, THEN AS NECESSARY: Does this describe you very well, somewhat well, not too well, or not at all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well</w:t>
      </w:r>
      <w:proofErr w:type="gramEnd"/>
      <w:r w:rsidRPr="00987676">
        <w:rPr>
          <w:rFonts w:ascii="Letter Gothic" w:hAnsi="Letter Gothic" w:cs="Courier New"/>
          <w:b/>
          <w:sz w:val="12"/>
          <w:szCs w:val="12"/>
        </w:rPr>
        <w: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I’m usually trying to do two or more things at once.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well                4489    1911    2579    2822     559     651    1014    1750    1183     506      355     1351     1458     1309     1243      747      623     1512     1539     2948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52%     45%     59%     52%     57%     49%     56%     59%     54%     33%      44%      51%      55%      54%      49%      52%      54%      59%      63%      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J      IJ       J                                  K        K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well            2527    1344    1183    1610     232     438     532     830     597     531      278      759      747      732      755      419      335      741      621     1902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29%     32%     27%     30%     24%     33%     29%     28%     27%     35%      34%      29%      28%      30%      30%      29%      29%      29%      26%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               E                              HI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well              799     501     297     496      85     141     171     213     215     192      102      272      219      206      269      125      107      193      160      639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     12%      7%      9%      9%     11%      9%      7%     10%     13%      13%      10%       8%       8%      10%       9%       9%       7%       7%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well           745     449     296     482      98      89     108     149     202     284       74      263      210      196      283      150       84      134      107      636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     11%      7%      9%     10%      7%      6%      5%      9%     19%       9%      10%       8%       8%      11%      10%       7%       5%       4%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GH     GHI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       -       2       2       -       -       -       -       -       2        -        2        -        -        2        -        -        -        -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10       4       6       7       -       3       -       3       6       2        5        -        4        2        6        -        2        -        7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Well                 7016    3255    3761    4432     791    1089    1546    2579    1780    1037      633     2111     2205     2041     1998     1166      958     2253     2161     4850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82%     77%     86%     82%     81%     82%     85%     88%     81%     68%      78%      80%      84%      84%      78%      81%      83%      87%      89%      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J      IJ       J                                           L                                  OP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Q7A Page 111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Q7. How well do the following statements describe you? [INSERT ITEMS; RANDOMIZE]. [READ FOR FIRST ITEM, THEN AS NECESSARY: Does this describe you very well, somewhat well, not too well, or not at all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well</w:t>
      </w:r>
      <w:proofErr w:type="gramEnd"/>
      <w:r w:rsidRPr="00987676">
        <w:rPr>
          <w:rFonts w:ascii="Letter Gothic" w:hAnsi="Letter Gothic" w:cs="Courier New"/>
          <w:b/>
          <w:sz w:val="12"/>
          <w:szCs w:val="12"/>
        </w:rPr>
        <w: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well             1544     950     594     978     183     229     279     362     417     475      177      535      428      402      552      275      191      327      267     1275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23%     14%     18%     19%     17%     15%     12%     19%     31%      22%      20%      16%      16%      22%      19%      17%      13%      11%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     GHI                                            R        R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Q7B Page 112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Q7. How well do the following statements describe you? [INSERT ITEMS; RANDOMIZE]. [READ FOR FIRST ITEM, THEN AS NECESSARY: Does this describe you very well, somewhat well, not too well, or not at all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well</w:t>
      </w:r>
      <w:proofErr w:type="gramEnd"/>
      <w:r w:rsidRPr="00987676">
        <w:rPr>
          <w:rFonts w:ascii="Letter Gothic" w:hAnsi="Letter Gothic" w:cs="Courier New"/>
          <w:b/>
          <w:sz w:val="12"/>
          <w:szCs w:val="12"/>
        </w:rPr>
        <w: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It is easy for me to sit down and relax.</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well                3550    1973    1577    2137     449     589     762    1079     881     791      372     1144     1123      898     1136      657      491      906      793     2754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41%     47%     36%     39%     46%     45%     42%     37%     40%     52%      46%      43%      43%      37%      44%      46%      43%      35%      33%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GHI        N        N        N                 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well            2782    1323    1459    1770     269     449     598     947     780     423      256      799      814      903      748      439      384      919      787     1992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32%     31%     33%     33%     28%     34%     33%     32%     35%     28%      31%      30%      31%      37%      29%      30%      33%      36%      32%      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LM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well             1303     543     760     883     141     164     293     547     303     160       56      378      416      447      322      204      184      480      501      802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13%     17%     16%     14%     12%     16%     19%     14%     11%       7%      14%      16%      18%      13%      14%      16%      19%      21%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J      IJ                                 K        K       KL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well           928     364     564     628     113     116     172     368     239     137      126      324      284      194      352      142       93      275      349      579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11%      9%     13%     12%     12%      9%      9%     12%     11%      9%      16%      12%      11%       8%      14%      10%       8%      11%      14%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J                        N        N                         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       3       -       1       -       -       -       2       -       1        -        -        -        3        -        -        -        -        2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6       3       3       -       3       3       -       3       -       3        3        3        -        -        -        -        -        -        3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Well                 6332    3296    3036    3908     717    1038    1360    2025    1661    1214      629     1943     1937     1800     1884     1096      874     1825     1580     4746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74%     78%     70%     72%     74%     79%     75%     69%     75%     80%      77%      73%      73%      74%      74%      76%      76%      71%      65%      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H               H     GHI                                                     R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Q7B Page 113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Q7. How well do the following statements describe you? [INSERT ITEMS; RANDOMIZE]. [READ FOR FIRST ITEM, THEN AS NECESSARY: Does this describe you very well, somewhat well, not too well, or not at all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well</w:t>
      </w:r>
      <w:proofErr w:type="gramEnd"/>
      <w:r w:rsidRPr="00987676">
        <w:rPr>
          <w:rFonts w:ascii="Letter Gothic" w:hAnsi="Letter Gothic" w:cs="Courier New"/>
          <w:b/>
          <w:sz w:val="12"/>
          <w:szCs w:val="12"/>
        </w:rPr>
        <w: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well             2231     907    1324    1511     254     280     465     915     542     297      183      702      700      641      674      345      277      755      850     1381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26%     22%     30%     28%     26%     21%     25%     31%     25%     20%      22%      26%      27%      26%      26%      24%      24%      29%      35%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J     GIJ       J                                                                               P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Q7C Page 114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Q7. How well do the following statements describe you? [INSERT ITEMS; RANDOMIZE]. [READ FOR FIRST ITEM, THEN AS NECESSARY: Does this describe you very well, somewhat well, not too well, or not at all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well</w:t>
      </w:r>
      <w:proofErr w:type="gramEnd"/>
      <w:r w:rsidRPr="00987676">
        <w:rPr>
          <w:rFonts w:ascii="Letter Gothic" w:hAnsi="Letter Gothic" w:cs="Courier New"/>
          <w:b/>
          <w:sz w:val="12"/>
          <w:szCs w:val="12"/>
        </w:rPr>
        <w: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The fast pace of my life feels like it is harming my health.</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well                 926     478     448     525     126     213     181     337     296     100      118      327      218      261      308      152      148      245      290      636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11%     11%     10%     10%     13%     16%     10%     11%     13%      7%      14%      12%       8%      11%      12%      11%      13%       9%      12%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J       J                M        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well            2435    1128    1308    1519     275     411     474     928     643     360      318      718      723      671      753      448      261      745      823     1611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28%     27%     30%     28%     28%     31%     26%     32%     29%     24%      39%      27%      27%      27%      29%      31%      23%      29%      34%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GJ       J              LMN                                   Q        Q                 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well             1958     937    1021    1275     135     296     473     692     489     296      176      510      606      657      492      320      275      697      578     1378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23%     22%     23%     24%     14%     22%     26%     23%     22%     20%      22%      19%      23%      27%      19%      22%      24%      27%      24%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E       J                                                           L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well          3200    1637    1563    2067     425     397     698     973     760     739      194     1082     1070      843      985      517      463      881      733     2463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37%     39%     36%     38%     44%     30%     38%     33%     34%     49%      24%      41%      41%      34%      39%      36%      40%      34%      30%      40%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GHI                KN       KN        K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35      22      13      18      12       5       -      15       9      11        4       12       14        6       14        -        2       11       11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1%      *%      *%      1%      *%              1%      *%      1%       *%       *%       1%       *%       1%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18       8      10      16       2       -       -       -       6       9        5        -        7        7        6        3        3        1        -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1%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Well                 3361    1605    1756    2044     401     624     654    1265     939     459      436     1045      941      932     1061      601      410      990     1112     2247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39%     38%     40%     38%     41%     47%     36%     43%     43%     30%      54%      39%      36%      38%      41%      42%      36%      38%      46%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GJ      GJ              LMN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Q7C Page 115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Q7. How well do the following statements describe you? [INSERT ITEMS; RANDOMIZE]. [READ FOR FIRST ITEM, THEN AS NECESSARY: Does this describe you very well, somewhat well, not too well, or not at all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well</w:t>
      </w:r>
      <w:proofErr w:type="gramEnd"/>
      <w:r w:rsidRPr="00987676">
        <w:rPr>
          <w:rFonts w:ascii="Letter Gothic" w:hAnsi="Letter Gothic" w:cs="Courier New"/>
          <w:b/>
          <w:sz w:val="12"/>
          <w:szCs w:val="12"/>
        </w:rPr>
        <w: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well             5158    2574    2584    3342     560     692    1170    1665    1249    1036      370     1592     1676     1500     1477      837      737     1577     1311     3841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60%     61%     59%     62%     57%     52%     64%     57%     57%     68%      45%      60%      64%      61%      58%      58%      64%      61%      54%      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HI                      HI                 K        K        K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Q7D Page 116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Q7. How well do the following statements describe you? [INSERT ITEMS; RANDOMIZE]. [READ FOR FIRST ITEM, THEN AS NECESSARY: Does this describe you very well, somewhat well, not too well, or not at all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well</w:t>
      </w:r>
      <w:proofErr w:type="gramEnd"/>
      <w:r w:rsidRPr="00987676">
        <w:rPr>
          <w:rFonts w:ascii="Letter Gothic" w:hAnsi="Letter Gothic" w:cs="Courier New"/>
          <w:b/>
          <w:sz w:val="12"/>
          <w:szCs w:val="12"/>
        </w:rPr>
        <w: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I am usually patient when I have to wait in line doing day-to-day errands.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well                3475    1614    1861    2086     410     572     828    1127     855     636      324     1025     1208      912     1121      618      494      907      933     2541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41%     38%     43%     38%     42%     43%     45%     38%     39%     42%      40%      39%      46%      37%      44%      43%      43%      35%      38%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HI                                                 LN                 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Somewhat well            3098    1520    1578    2048     303     460     606    1080     850     518      279     1003      903      898      905      535      416      935      916     2178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36%     36%     36%     38%     31%     35%     33%     37%     39%     34%      34%      38%      34%      37%      35%      37%      36%      36%      38%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well              987     502     486     606     137     164     197     378     242     166      105      266      235      381      255      128      122      390      314      674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12%     12%     11%     11%     14%     12%     11%     13%     11%     11%      13%      10%       9%      16%      10%       9%      11%      15%      13%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LM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at all well           996     565     431     669     125     119     194     351     252     190      104      344      291      251      277      158      119      343      269      726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12%     13%     10%     12%     13%      9%     11%     12%     11%     13%      13%      13%      11%      10%      11%      11%      10%      13%      11%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7       5       2       4       -       3       -       5       -       2        -        5        -        2        -        -        -        2        2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9       4       5       7       -       2       -       2       4       3        2        5        -        1        -        3        -        4        2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Well                 6573    3135    3439    4134     713    1032    1434    2208    1705    1154      603     2028     2112     1810     2026     1153      910     1842     1848     4719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77%     74%     79%     76%     73%     78%     79%     75%     77%     76%      74%      77%      80%      74%      79%      80%      79%      71%      76%      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N                 R        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Q7D Page 117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Q7. How well do the following statements describe you? [INSERT ITEMS; RANDOMIZE]. [READ FOR FIRST ITEM, THEN AS NECESSARY: Does this describe you very well, somewhat well, not too well, or not at all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well</w:t>
      </w:r>
      <w:proofErr w:type="gramEnd"/>
      <w:r w:rsidRPr="00987676">
        <w:rPr>
          <w:rFonts w:ascii="Letter Gothic" w:hAnsi="Letter Gothic" w:cs="Courier New"/>
          <w:b/>
          <w:sz w:val="12"/>
          <w:szCs w:val="12"/>
        </w:rPr>
        <w: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well             1983    1066     917    1275     262     283     391     729     494     356      209      610      526      631      532      285      241      733      583     1399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23%     25%     21%     24%     27%     21%     21%     25%     22%     24%      26%      23%      20%      26%      21%      20%      21%      28%      24%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M                                 OPQ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Q7SUM-1 Page 118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Q7SUM-1.</w:t>
      </w:r>
      <w:proofErr w:type="gramEnd"/>
      <w:r w:rsidRPr="00987676">
        <w:rPr>
          <w:rFonts w:ascii="Letter Gothic" w:hAnsi="Letter Gothic" w:cs="Courier New"/>
          <w:b/>
          <w:sz w:val="12"/>
          <w:szCs w:val="12"/>
        </w:rPr>
        <w:t xml:space="preserve"> How well do the following statements describe you? [INSERT ITEMS; RANDOMIZE].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"VERY WELL"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I’m usually trying       4489    1911    2579    2822     559     651    1014    1750    1183     506      355     1351     1458     1309     1243      747      623     1512     1539     2948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do two or more         52%     45%     59%     52%     57%     49%     56%     59%     54%     33%      44%      51%      55%      54%      49%      52%      54%      59%      63%      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things</w:t>
      </w:r>
      <w:proofErr w:type="gramEnd"/>
      <w:r w:rsidRPr="00987676">
        <w:rPr>
          <w:rFonts w:ascii="Letter Gothic" w:hAnsi="Letter Gothic" w:cs="Courier New"/>
          <w:b/>
          <w:sz w:val="12"/>
          <w:szCs w:val="12"/>
        </w:rPr>
        <w:t xml:space="preserve"> at once (a)                          B               F               J      IJ       J                                  K        K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It is easy for me        3550    1973    1577    2137     449     589     762    1079     881     791      372     1144     1123      898     1136      657      491      906      793     2754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sit down and           41%     47%     36%     39%     46%     45%     42%     37%     40%     52%      46%      43%      43%      37%      44%      46%      43%      35%      33%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relax</w:t>
      </w:r>
      <w:proofErr w:type="gramEnd"/>
      <w:r w:rsidRPr="00987676">
        <w:rPr>
          <w:rFonts w:ascii="Letter Gothic" w:hAnsi="Letter Gothic" w:cs="Courier New"/>
          <w:b/>
          <w:sz w:val="12"/>
          <w:szCs w:val="12"/>
        </w:rPr>
        <w:t xml:space="preserve"> (b)                           C                                                             GHI        N        N        N                 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am usually             3475    1614    1861    2086     410     572     828    1127     855     636      324     1025     1208      912     1121      618      494      907      933     2541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patient</w:t>
      </w:r>
      <w:proofErr w:type="gramEnd"/>
      <w:r w:rsidRPr="00987676">
        <w:rPr>
          <w:rFonts w:ascii="Letter Gothic" w:hAnsi="Letter Gothic" w:cs="Courier New"/>
          <w:b/>
          <w:sz w:val="12"/>
          <w:szCs w:val="12"/>
        </w:rPr>
        <w:t xml:space="preserve"> when I have       41%     38%     43%     38%     42%     43%     45%     38%     39%     42%      40%      39%      46%      37%      44%      43%      43%      35%      38%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wait in line                             B                              HI                                                 LN                 R        R        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doing</w:t>
      </w:r>
      <w:proofErr w:type="gramEnd"/>
      <w:r w:rsidRPr="00987676">
        <w:rPr>
          <w:rFonts w:ascii="Letter Gothic" w:hAnsi="Letter Gothic" w:cs="Courier New"/>
          <w:b/>
          <w:sz w:val="12"/>
          <w:szCs w:val="12"/>
        </w:rPr>
        <w:t xml:space="preserve"> day-to-day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errands</w:t>
      </w:r>
      <w:proofErr w:type="gramEnd"/>
      <w:r w:rsidRPr="00987676">
        <w:rPr>
          <w:rFonts w:ascii="Letter Gothic" w:hAnsi="Letter Gothic" w:cs="Courier New"/>
          <w:b/>
          <w:sz w:val="12"/>
          <w:szCs w:val="12"/>
        </w:rPr>
        <w:t xml:space="preserve"> (d)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The fast pace of my       926     478     448     525     126     213     181     337     296     100      118      327      218      261      308      152      148      245      290      636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life</w:t>
      </w:r>
      <w:proofErr w:type="gramEnd"/>
      <w:r w:rsidRPr="00987676">
        <w:rPr>
          <w:rFonts w:ascii="Letter Gothic" w:hAnsi="Letter Gothic" w:cs="Courier New"/>
          <w:b/>
          <w:sz w:val="12"/>
          <w:szCs w:val="12"/>
        </w:rPr>
        <w:t xml:space="preserve"> feels like it        11%     11%     10%     10%     13%     16%     10%     11%     13%      7%      14%      12%       8%      11%      12%      11%      13%       9%      12%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is</w:t>
      </w:r>
      <w:proofErr w:type="gramEnd"/>
      <w:r w:rsidRPr="00987676">
        <w:rPr>
          <w:rFonts w:ascii="Letter Gothic" w:hAnsi="Letter Gothic" w:cs="Courier New"/>
          <w:b/>
          <w:sz w:val="12"/>
          <w:szCs w:val="12"/>
        </w:rPr>
        <w:t xml:space="preserve"> harming my                                                       D               J       J                M        M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health</w:t>
      </w:r>
      <w:proofErr w:type="gramEnd"/>
      <w:r w:rsidRPr="00987676">
        <w:rPr>
          <w:rFonts w:ascii="Letter Gothic" w:hAnsi="Letter Gothic" w:cs="Courier New"/>
          <w:b/>
          <w:sz w:val="12"/>
          <w:szCs w:val="12"/>
        </w:rPr>
        <w:t xml:space="preserve"> (c)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Q7SUM-2 Page 119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Q7SUM-2.</w:t>
      </w:r>
      <w:proofErr w:type="gramEnd"/>
      <w:r w:rsidRPr="00987676">
        <w:rPr>
          <w:rFonts w:ascii="Letter Gothic" w:hAnsi="Letter Gothic" w:cs="Courier New"/>
          <w:b/>
          <w:sz w:val="12"/>
          <w:szCs w:val="12"/>
        </w:rPr>
        <w:t xml:space="preserve"> How well do the following statements describe you? [INSERT ITEMS; RANDOMIZE].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NET "WELL"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I’m usually trying       7016    3255    3761    4432     791    1089    1546    2579    1780    1037      633     2111     2205     2041     1998     1166      958     2253     2161     4850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do two or more         82%     77%     86%     82%     81%     82%     85%     88%     81%     68%      78%      80%      84%      84%      78%      81%      83%      87%      89%      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things</w:t>
      </w:r>
      <w:proofErr w:type="gramEnd"/>
      <w:r w:rsidRPr="00987676">
        <w:rPr>
          <w:rFonts w:ascii="Letter Gothic" w:hAnsi="Letter Gothic" w:cs="Courier New"/>
          <w:b/>
          <w:sz w:val="12"/>
          <w:szCs w:val="12"/>
        </w:rPr>
        <w:t xml:space="preserve"> at once (a)                          B                               J      IJ       J                                           L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am usually             6573    3135    3439    4134     713    1032    1434    2208    1705    1154      603     2028     2112     1810     2026     1153      910     1842     1848     4719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patient</w:t>
      </w:r>
      <w:proofErr w:type="gramEnd"/>
      <w:r w:rsidRPr="00987676">
        <w:rPr>
          <w:rFonts w:ascii="Letter Gothic" w:hAnsi="Letter Gothic" w:cs="Courier New"/>
          <w:b/>
          <w:sz w:val="12"/>
          <w:szCs w:val="12"/>
        </w:rPr>
        <w:t xml:space="preserve"> when I have       77%     74%     79%     76%     73%     78%     79%     75%     77%     76%      74%      77%      80%      74%      79%      80%      79%      71%      76%      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wait in line                             B                                                                                  N                 R        R        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doing</w:t>
      </w:r>
      <w:proofErr w:type="gramEnd"/>
      <w:r w:rsidRPr="00987676">
        <w:rPr>
          <w:rFonts w:ascii="Letter Gothic" w:hAnsi="Letter Gothic" w:cs="Courier New"/>
          <w:b/>
          <w:sz w:val="12"/>
          <w:szCs w:val="12"/>
        </w:rPr>
        <w:t xml:space="preserve"> day-to-day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errands</w:t>
      </w:r>
      <w:proofErr w:type="gramEnd"/>
      <w:r w:rsidRPr="00987676">
        <w:rPr>
          <w:rFonts w:ascii="Letter Gothic" w:hAnsi="Letter Gothic" w:cs="Courier New"/>
          <w:b/>
          <w:sz w:val="12"/>
          <w:szCs w:val="12"/>
        </w:rPr>
        <w:t xml:space="preserve"> (d)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It is easy for me        6332    3296    3036    3908     717    1038    1360    2025    1661    1214      629     1943     1937     1800     1884     1096      874     1825     1580     4746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sit down and           74%     78%     70%     72%     74%     79%     75%     69%     75%     80%      77%      73%      73%      74%      74%      76%      76%      71%      65%      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relax</w:t>
      </w:r>
      <w:proofErr w:type="gramEnd"/>
      <w:r w:rsidRPr="00987676">
        <w:rPr>
          <w:rFonts w:ascii="Letter Gothic" w:hAnsi="Letter Gothic" w:cs="Courier New"/>
          <w:b/>
          <w:sz w:val="12"/>
          <w:szCs w:val="12"/>
        </w:rPr>
        <w:t xml:space="preserve"> (b)                           C                               D       H               H     GHI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The fast pace of my      3361    1605    1756    2044     401     624     654    1265     939     459      436     1045      941      932     1061      601      410      990     1112     2247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life</w:t>
      </w:r>
      <w:proofErr w:type="gramEnd"/>
      <w:r w:rsidRPr="00987676">
        <w:rPr>
          <w:rFonts w:ascii="Letter Gothic" w:hAnsi="Letter Gothic" w:cs="Courier New"/>
          <w:b/>
          <w:sz w:val="12"/>
          <w:szCs w:val="12"/>
        </w:rPr>
        <w:t xml:space="preserve"> feels like it        39%     38%     40%     38%     41%     47%     36%     43%     43%     30%      54%      39%      36%      38%      41%      42%      36%      38%      46%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is</w:t>
      </w:r>
      <w:proofErr w:type="gramEnd"/>
      <w:r w:rsidRPr="00987676">
        <w:rPr>
          <w:rFonts w:ascii="Letter Gothic" w:hAnsi="Letter Gothic" w:cs="Courier New"/>
          <w:b/>
          <w:sz w:val="12"/>
          <w:szCs w:val="12"/>
        </w:rPr>
        <w:t xml:space="preserve"> harming my                                                       D              GJ      GJ              LMN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health</w:t>
      </w:r>
      <w:proofErr w:type="gramEnd"/>
      <w:r w:rsidRPr="00987676">
        <w:rPr>
          <w:rFonts w:ascii="Letter Gothic" w:hAnsi="Letter Gothic" w:cs="Courier New"/>
          <w:b/>
          <w:sz w:val="12"/>
          <w:szCs w:val="12"/>
        </w:rPr>
        <w:t xml:space="preserve"> (c)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Q8 Page 120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Q8. Which of the following statements is closer to your view, even if you do not entirely agree with it? [READ AND RANDOMIZE]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The availability of      5747    2971    2776    3578     698     840    1304    2017    1532     852      414     1685     1879     1758     1536      998      820     1886     1627     4116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w:t>
      </w:r>
      <w:proofErr w:type="gramEnd"/>
      <w:r w:rsidRPr="00987676">
        <w:rPr>
          <w:rFonts w:ascii="Letter Gothic" w:hAnsi="Letter Gothic" w:cs="Courier New"/>
          <w:b/>
          <w:sz w:val="12"/>
          <w:szCs w:val="12"/>
        </w:rPr>
        <w:t xml:space="preserve"> much information       67%     71%     64%     66%     72%     64%     71%     69%     70%     56%      51%      64%      71%      72%      60%      69%      71%      73%      67%      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these</w:t>
      </w:r>
      <w:proofErr w:type="gramEnd"/>
      <w:r w:rsidRPr="00987676">
        <w:rPr>
          <w:rFonts w:ascii="Letter Gothic" w:hAnsi="Letter Gothic" w:cs="Courier New"/>
          <w:b/>
          <w:sz w:val="12"/>
          <w:szCs w:val="12"/>
        </w:rPr>
        <w:t xml:space="preserve"> days makes it                 C                       F               J       J       J                         K       KL       KL                 O        O        O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easier</w:t>
      </w:r>
      <w:proofErr w:type="gramEnd"/>
      <w:r w:rsidRPr="00987676">
        <w:rPr>
          <w:rFonts w:ascii="Letter Gothic" w:hAnsi="Letter Gothic" w:cs="Courier New"/>
          <w:b/>
          <w:sz w:val="12"/>
          <w:szCs w:val="12"/>
        </w:rPr>
        <w:t xml:space="preserve"> for me to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make</w:t>
      </w:r>
      <w:proofErr w:type="gramEnd"/>
      <w:r w:rsidRPr="00987676">
        <w:rPr>
          <w:rFonts w:ascii="Letter Gothic" w:hAnsi="Letter Gothic" w:cs="Courier New"/>
          <w:b/>
          <w:sz w:val="12"/>
          <w:szCs w:val="12"/>
        </w:rPr>
        <w:t xml:space="preserve"> decisions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often feel             2579    1096    1482    1687     248     446     503     876     618     549      338      875      708      642      924      424      321      656      757     1822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stressed</w:t>
      </w:r>
      <w:proofErr w:type="gramEnd"/>
      <w:r w:rsidRPr="00987676">
        <w:rPr>
          <w:rFonts w:ascii="Letter Gothic" w:hAnsi="Letter Gothic" w:cs="Courier New"/>
          <w:b/>
          <w:sz w:val="12"/>
          <w:szCs w:val="12"/>
        </w:rPr>
        <w:t xml:space="preserve"> by the           30%     26%     34%     31%     25%     34%     28%     30%     28%     36%      42%      33%      27%      26%      36%      29%      28%      25%      31%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amount</w:t>
      </w:r>
      <w:proofErr w:type="gramEnd"/>
      <w:r w:rsidRPr="00987676">
        <w:rPr>
          <w:rFonts w:ascii="Letter Gothic" w:hAnsi="Letter Gothic" w:cs="Courier New"/>
          <w:b/>
          <w:sz w:val="12"/>
          <w:szCs w:val="12"/>
        </w:rPr>
        <w:t xml:space="preserve"> of                                   B                       E                             GHI      LMN       MN                        PQR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information</w:t>
      </w:r>
      <w:proofErr w:type="gramEnd"/>
      <w:r w:rsidRPr="00987676">
        <w:rPr>
          <w:rFonts w:ascii="Letter Gothic" w:hAnsi="Letter Gothic" w:cs="Courier New"/>
          <w:b/>
          <w:sz w:val="12"/>
          <w:szCs w:val="12"/>
        </w:rPr>
        <w:t xml:space="preserve"> I need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consider in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making</w:t>
      </w:r>
      <w:proofErr w:type="gramEnd"/>
      <w:r w:rsidRPr="00987676">
        <w:rPr>
          <w:rFonts w:ascii="Letter Gothic" w:hAnsi="Letter Gothic" w:cs="Courier New"/>
          <w:b/>
          <w:sz w:val="12"/>
          <w:szCs w:val="12"/>
        </w:rPr>
        <w:t xml:space="preserve"> decisions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136      81      55      81      17      16      18      24      32      59       33       45       32       26       60       11        2       20       23      111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      1%      2%      2%      1%      1%      1%      1%      4%       4%       2%       1%       1%       2%       1%       *%       1%       1%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GHI       MN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110      61      49      73      12      19       -      27      21      56       29       43       19       17       38        9        9       18       27       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1%              1%      1%      4%       4%       2%       1%       1%       1%       1%       1%       1%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       MN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Q9 Page 121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Q9. Given the things going on in your life, how often do you feel you do NOT have enough time to gather all the information you need for making important decisions? Do you feel this way </w:t>
      </w:r>
      <w:proofErr w:type="gramStart"/>
      <w:r w:rsidRPr="00987676">
        <w:rPr>
          <w:rFonts w:ascii="Letter Gothic" w:hAnsi="Letter Gothic" w:cs="Courier New"/>
          <w:b/>
          <w:sz w:val="12"/>
          <w:szCs w:val="12"/>
        </w:rPr>
        <w:t>frequently,</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sometimes</w:t>
      </w:r>
      <w:proofErr w:type="gramEnd"/>
      <w:r w:rsidRPr="00987676">
        <w:rPr>
          <w:rFonts w:ascii="Letter Gothic" w:hAnsi="Letter Gothic" w:cs="Courier New"/>
          <w:b/>
          <w:sz w:val="12"/>
          <w:szCs w:val="12"/>
        </w:rPr>
        <w:t>, not too often, or never?</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Frequently               1353     612     741     775     205     250     317     487     393     150      152      470      385      344      511      235      177      347      468      885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15%     17%     14%     21%     19%     17%     17%     18%     10%      19%      18%      15%      14%      20%      16%      15%      13%      19%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J       J       J                         N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Sometimes                3352    1518    1834    2035     395     509     702    1195     869     546      353     1031     1041      919      967      592      448     1029     1013     2335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39%     36%     42%     38%     41%     39%     38%     41%     39%     36%      43%      39%      39%      38%      38%      41%      39%      40%      42%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too often            2807    1456    1351    1992     217     377     634     926     671     543      180      775      908      934      701      429      434      952      712     2093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33%     35%     31%     37%     22%     29%     35%     31%     30%     36%      22%      29%      34%      38%      27%      30%      38%      37%      29%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       KL       KL                         OP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Never                    1042     615     427     600     158     183     171     331     267     267      130      362      298      246      368      183       93      249      242      798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12%     15%     10%     11%     16%     14%      9%     11%     12%     18%      16%      14%      11%      10%      14%      13%       8%      10%      10%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GHI        N        N                         QR        Q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13       6       8      11       -       2       -       6       -       8        -        8        6        -       11        -        -        -        -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1%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5       2       3       5       -       -       -       -       2       3        -        3        -        2        -        3        -        2        -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Frequently/          4705    2131    2574    2810     599     759    1019    1682    1262     696      505     1501     1426     1263     1478      826      624     1376     1481     3220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Sometimes                 55%     51%     59%     52%     62%     57%     56%     57%     57%     46%      62%      57%      54%      52%      58%      57%      54%      53%      61%      53%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J       J       J               MN        N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Not too often/       3848    2071    1778    2593     375     560     806    1257     938     809      310     1136     1206     1179     1069      612      527     1201      954     2892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Never                     45%     49%     41%     48%     38%     42%     44%     43%     43%     53%      38%      43%      46%      48%      42%      42%      46%      47%      39%      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                                             GHI                          K       KL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Q9 Page 122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Q9. Given the things going on in your life, how often do you feel you do NOT have enough time to gather all the information you need for making important decisions? Do you feel this way </w:t>
      </w:r>
      <w:proofErr w:type="gramStart"/>
      <w:r w:rsidRPr="00987676">
        <w:rPr>
          <w:rFonts w:ascii="Letter Gothic" w:hAnsi="Letter Gothic" w:cs="Courier New"/>
          <w:b/>
          <w:sz w:val="12"/>
          <w:szCs w:val="12"/>
        </w:rPr>
        <w:t>frequently,</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sometimes</w:t>
      </w:r>
      <w:proofErr w:type="gramEnd"/>
      <w:r w:rsidRPr="00987676">
        <w:rPr>
          <w:rFonts w:ascii="Letter Gothic" w:hAnsi="Letter Gothic" w:cs="Courier New"/>
          <w:b/>
          <w:sz w:val="12"/>
          <w:szCs w:val="12"/>
        </w:rPr>
        <w:t>, not too often, or never?</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Sometimes/Not        7200    3589    3611    4628     770    1069    1508    2452    1807    1355      663     2167     2247     2098     2036     1204      975     2231     1967     5226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too</w:t>
      </w:r>
      <w:proofErr w:type="gramEnd"/>
      <w:r w:rsidRPr="00987676">
        <w:rPr>
          <w:rFonts w:ascii="Letter Gothic" w:hAnsi="Letter Gothic" w:cs="Courier New"/>
          <w:b/>
          <w:sz w:val="12"/>
          <w:szCs w:val="12"/>
        </w:rPr>
        <w:t xml:space="preserve"> often/Never           84%     85%     83%     85%     79%     81%     83%     83%     82%     89%      81%      82%      85%      86%      80%      84%      85%      86%      81%      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GHI                                   L                          O        O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Q10A Page 123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Q10. Now please tell me whether the following statements describe how you make MAJOR DECISIONS in your life. This could involve making major decisions about your job, education, or health, or how to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spend</w:t>
      </w:r>
      <w:proofErr w:type="gramEnd"/>
      <w:r w:rsidRPr="00987676">
        <w:rPr>
          <w:rFonts w:ascii="Letter Gothic" w:hAnsi="Letter Gothic" w:cs="Courier New"/>
          <w:b/>
          <w:sz w:val="12"/>
          <w:szCs w:val="12"/>
        </w:rPr>
        <w:t xml:space="preserve"> or invest your money, or where you should live.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this describes how you make MAJOR life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decisions</w:t>
      </w:r>
      <w:proofErr w:type="gramEnd"/>
      <w:r w:rsidRPr="00987676">
        <w:rPr>
          <w:rFonts w:ascii="Letter Gothic" w:hAnsi="Letter Gothic" w:cs="Courier New"/>
          <w:b/>
          <w:sz w:val="12"/>
          <w:szCs w:val="12"/>
        </w:rPr>
        <w:t>,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After I make a major life decision, I stick with it.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describes me        7139    3440    3699    4706     821     921    1474    2475    1864    1259      553     2214     2218     2135     1962     1186     1025     2279     2057     5076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83%     82%     85%     87%     84%     70%     81%     84%     85%     83%      68%      84%      84%      87%      77%      82%      89%      88%      84%      83%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K        K       KL                 O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does not             1355     732     623     673     147     398     346     458     304     238      255      414      383      293      568      244      126      285      362      993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describe</w:t>
      </w:r>
      <w:proofErr w:type="gramEnd"/>
      <w:r w:rsidRPr="00987676">
        <w:rPr>
          <w:rFonts w:ascii="Letter Gothic" w:hAnsi="Letter Gothic" w:cs="Courier New"/>
          <w:b/>
          <w:sz w:val="12"/>
          <w:szCs w:val="12"/>
        </w:rPr>
        <w:t xml:space="preserve"> me               16%     17%     14%     12%     15%     30%     19%     16%     14%     16%      31%      16%      15%      12%      22%      17%      11%      11%      15%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I                              LMN        N                        PQR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36      13      24      24       2       -       5       8      13      10        -        7       18       12        7        7        -       14        9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      *%              *%      *%      1%      1%                *%       1%       *%       *%       *%                1%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42      25      17      16       4       3       -       3      22       9        7       13       18        4       20        5        -        1        7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1%      *%      *%      *%      *%              *%      1%      1%       1%       1%       1%       *%       1%       *%                *%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Q10B Page 124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Q10. Now please tell me whether the following statements describe how you make MAJOR DECISIONS in your life. This could involve making major decisions about your job, education, or health, or how to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spend</w:t>
      </w:r>
      <w:proofErr w:type="gramEnd"/>
      <w:r w:rsidRPr="00987676">
        <w:rPr>
          <w:rFonts w:ascii="Letter Gothic" w:hAnsi="Letter Gothic" w:cs="Courier New"/>
          <w:b/>
          <w:sz w:val="12"/>
          <w:szCs w:val="12"/>
        </w:rPr>
        <w:t xml:space="preserve"> or invest your money, or where you should live.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this describes how you make MAJOR life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decisions</w:t>
      </w:r>
      <w:proofErr w:type="gramEnd"/>
      <w:r w:rsidRPr="00987676">
        <w:rPr>
          <w:rFonts w:ascii="Letter Gothic" w:hAnsi="Letter Gothic" w:cs="Courier New"/>
          <w:b/>
          <w:sz w:val="12"/>
          <w:szCs w:val="12"/>
        </w:rPr>
        <w:t>,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I tend to have a strong "gut instinct", and I rely on it in decision-making.</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describes me        6329    3024    3305    4044     780     927    1287    2206    1681    1089      572     2055     2015     1670     1970     1090      840     1841     1821     4503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74%     72%     76%     75%     80%     70%     71%     75%     76%     72%      70%      78%      76%      68%      77%      76%      73%      71%      75%      73%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G                        KN        N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does not             2187    1157    1031    1338     192     385     533     710     517     408      235      578      605      758      579      344      297      728      597     1588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describe</w:t>
      </w:r>
      <w:proofErr w:type="gramEnd"/>
      <w:r w:rsidRPr="00987676">
        <w:rPr>
          <w:rFonts w:ascii="Letter Gothic" w:hAnsi="Letter Gothic" w:cs="Courier New"/>
          <w:b/>
          <w:sz w:val="12"/>
          <w:szCs w:val="12"/>
        </w:rPr>
        <w:t xml:space="preserve"> me               26%     27%     24%     25%     20%     29%     29%     24%     23%     27%      29%      22%      23%      31%      23%      24%      26%      28%      25%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       I                                L                         LM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41      21      20      28       -       9       5      20       5      12        8        7       17        9        9        7        7        9       13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1%      *%      1%              1%      *%      1%      *%      1%       1%       *%       1%       *%       *%       *%       1%       *%       1%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15       7       8       9       2       -       -       8       -       7        -        8        -        7        -        -        7        2        4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1%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Q10C Page 125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Q10. Now please tell me whether the following statements describe how you make MAJOR DECISIONS in your life. This could involve making major decisions about your job, education, or health, or how to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spend</w:t>
      </w:r>
      <w:proofErr w:type="gramEnd"/>
      <w:r w:rsidRPr="00987676">
        <w:rPr>
          <w:rFonts w:ascii="Letter Gothic" w:hAnsi="Letter Gothic" w:cs="Courier New"/>
          <w:b/>
          <w:sz w:val="12"/>
          <w:szCs w:val="12"/>
        </w:rPr>
        <w:t xml:space="preserve"> or invest your money, or where you should live.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this describes how you make MAJOR life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decisions</w:t>
      </w:r>
      <w:proofErr w:type="gramEnd"/>
      <w:r w:rsidRPr="00987676">
        <w:rPr>
          <w:rFonts w:ascii="Letter Gothic" w:hAnsi="Letter Gothic" w:cs="Courier New"/>
          <w:b/>
          <w:sz w:val="12"/>
          <w:szCs w:val="12"/>
        </w:rPr>
        <w:t>,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If I have doubts about a decision, I go back and recheck the steps I took to reach the decision.</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describes me        7453    3636    3817    4671     864    1165    1577    2634    1903    1268      716     2261     2316     2137     2204     1294      977     2278     2165     5283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87%     86%     87%     86%     89%     88%     86%     89%     86%     84%      88%      85%      88%      87%      86%      90%      85%      88%      89%      86%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does not             1081     551     530     721     106     152     248     299     287     237       93      369      315      298      349      144      168      298      259      820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describe</w:t>
      </w:r>
      <w:proofErr w:type="gramEnd"/>
      <w:r w:rsidRPr="00987676">
        <w:rPr>
          <w:rFonts w:ascii="Letter Gothic" w:hAnsi="Letter Gothic" w:cs="Courier New"/>
          <w:b/>
          <w:sz w:val="12"/>
          <w:szCs w:val="12"/>
        </w:rPr>
        <w:t xml:space="preserve"> me               13%     13%     12%     13%     11%     11%     14%     10%     13%     16%      11%      14%      12%      12%      14%      10%      15%      12%      11%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25      12      13      14       5       4       -       4       9       8        -       17        -        8        -        3        2        2        4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1%                1%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14      10       3      14       -       -       -       7       4       3        5        2        6        -        5        -        5        2        7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1%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Q10D Page 126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Q10. Now please tell me whether the following statements describe how you make MAJOR DECISIONS in your life. This could involve making major decisions about your job, education, or health, or how to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spend</w:t>
      </w:r>
      <w:proofErr w:type="gramEnd"/>
      <w:r w:rsidRPr="00987676">
        <w:rPr>
          <w:rFonts w:ascii="Letter Gothic" w:hAnsi="Letter Gothic" w:cs="Courier New"/>
          <w:b/>
          <w:sz w:val="12"/>
          <w:szCs w:val="12"/>
        </w:rPr>
        <w:t xml:space="preserve"> or invest your money, or where you should live.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this describes how you make MAJOR life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decisions</w:t>
      </w:r>
      <w:proofErr w:type="gramEnd"/>
      <w:r w:rsidRPr="00987676">
        <w:rPr>
          <w:rFonts w:ascii="Letter Gothic" w:hAnsi="Letter Gothic" w:cs="Courier New"/>
          <w:b/>
          <w:sz w:val="12"/>
          <w:szCs w:val="12"/>
        </w:rPr>
        <w:t>,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When communicating a decision to others, I explain my thought process and reasons.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describes me        7149    3449    3701    4460     821    1139    1584    2602    1772    1121      652     2126     2215     2137     2081     1206      967     2244     2108     5035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83%     82%     85%     82%     84%     86%     87%     88%     80%     74%      80%      80%      84%      87%      81%      84%      84%      87%      87%      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KL                                   O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does not             1376     738     638     921     154     180     241     338     413     373      156      501      410      299      468      232      180      326      321     1053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describe</w:t>
      </w:r>
      <w:proofErr w:type="gramEnd"/>
      <w:r w:rsidRPr="00987676">
        <w:rPr>
          <w:rFonts w:ascii="Letter Gothic" w:hAnsi="Letter Gothic" w:cs="Courier New"/>
          <w:b/>
          <w:sz w:val="12"/>
          <w:szCs w:val="12"/>
        </w:rPr>
        <w:t xml:space="preserve"> me               16%     18%     15%     17%     16%     14%     13%     11%     19%     25%      19%      19%      16%      12%      18%      16%      16%      13%      13%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     GHI        N        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21      12       9      15       -       2       -       2       8      12        5        7        5        4        5        -        -        8        2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1%       1%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26      11      15      23       -       -       -       3       9      10        2       14        7        4        4        3        5        2        4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1%       *%       1%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Q10E Page 127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Q10. Now please tell me whether the following statements describe how you make MAJOR DECISIONS in your life. This could involve making major decisions about your job, education, or health, or how to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spend</w:t>
      </w:r>
      <w:proofErr w:type="gramEnd"/>
      <w:r w:rsidRPr="00987676">
        <w:rPr>
          <w:rFonts w:ascii="Letter Gothic" w:hAnsi="Letter Gothic" w:cs="Courier New"/>
          <w:b/>
          <w:sz w:val="12"/>
          <w:szCs w:val="12"/>
        </w:rPr>
        <w:t xml:space="preserve"> or invest your money, or where you should live.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this describes how you make MAJOR life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decisions</w:t>
      </w:r>
      <w:proofErr w:type="gramEnd"/>
      <w:r w:rsidRPr="00987676">
        <w:rPr>
          <w:rFonts w:ascii="Letter Gothic" w:hAnsi="Letter Gothic" w:cs="Courier New"/>
          <w:b/>
          <w:sz w:val="12"/>
          <w:szCs w:val="12"/>
        </w:rPr>
        <w:t>,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I consider a variety of potential solutions and outcomes before I make a decision.</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describes me        7858    3866    3991    5005     881    1191    1689    2769    2027    1297      666     2360     2464     2344     2240     1323     1093     2472     2284     5567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92%     92%     91%     92%     90%     90%     93%     94%     92%     86%      82%      89%      93%      96%      88%      92%      95%      96%      94%      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J       J                         K       KL      KLM                 O        O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does not              693     335     358     399      94     128     136     174     165     209      139      283      170       96      316      117       58      103      149      544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describe</w:t>
      </w:r>
      <w:proofErr w:type="gramEnd"/>
      <w:r w:rsidRPr="00987676">
        <w:rPr>
          <w:rFonts w:ascii="Letter Gothic" w:hAnsi="Letter Gothic" w:cs="Courier New"/>
          <w:b/>
          <w:sz w:val="12"/>
          <w:szCs w:val="12"/>
        </w:rPr>
        <w:t xml:space="preserve"> me                8%      8%      8%      7%     10%     10%      7%      6%      8%     14%      17%      11%       6%       4%      12%       8%       5%       4%       6%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GHI      LMN       MN        N               PQR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11       6       5       5       -       2       -       2       8       1        6        -        3        3        -        1        -        4        2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10       1       9      10       -       -       -       -       1       9        3        6        -        1        2        -        -        1        -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1%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Q10F Page 128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Q10. Now please tell me whether the following statements describe how you make MAJOR DECISIONS in your life. This could involve making major decisions about your job, education, or health, or how to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spend</w:t>
      </w:r>
      <w:proofErr w:type="gramEnd"/>
      <w:r w:rsidRPr="00987676">
        <w:rPr>
          <w:rFonts w:ascii="Letter Gothic" w:hAnsi="Letter Gothic" w:cs="Courier New"/>
          <w:b/>
          <w:sz w:val="12"/>
          <w:szCs w:val="12"/>
        </w:rPr>
        <w:t xml:space="preserve"> or invest your money, or where you should live.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this describes how you make MAJOR life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decisions</w:t>
      </w:r>
      <w:proofErr w:type="gramEnd"/>
      <w:r w:rsidRPr="00987676">
        <w:rPr>
          <w:rFonts w:ascii="Letter Gothic" w:hAnsi="Letter Gothic" w:cs="Courier New"/>
          <w:b/>
          <w:sz w:val="12"/>
          <w:szCs w:val="12"/>
        </w:rPr>
        <w:t>,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I determine what factors are most important to the decision, and consider them as I make my decision.</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describes me        7979    3864    4115    5149     859    1174    1699    2806    2050    1350      694     2369     2518     2375     2288     1350     1104     2494     2309     5663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93%     92%     94%     95%     88%     89%     93%     95%     93%     89%      85%      89%      95%      97%      89%      94%      96%      97%      95%      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EF                       J       J       J                                 KL       KL                 O        O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does not              553     323     229     258     105     143     120     135     141     147      102      266      117       63      254       92       45       80      125      427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describe</w:t>
      </w:r>
      <w:proofErr w:type="gramEnd"/>
      <w:r w:rsidRPr="00987676">
        <w:rPr>
          <w:rFonts w:ascii="Letter Gothic" w:hAnsi="Letter Gothic" w:cs="Courier New"/>
          <w:b/>
          <w:sz w:val="12"/>
          <w:szCs w:val="12"/>
        </w:rPr>
        <w:t xml:space="preserve"> me                6%      8%      5%      5%     11%     11%      7%      5%      6%     10%      13%      10%       4%       3%      10%       6%       4%       3%       5%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D                              HI       MN       MN                        PQR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27      12      15       7       7       2       6       4       4      13       15        7        2        3       10        -        2        5        -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      1%       2%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LMN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14      10       4       6       4       2       -       -       8       6        4        7        -        3        6        -        -        1        -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Q10G Page 129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Q10. Now please tell me whether the following statements describe how you make MAJOR DECISIONS in your life. This could involve making major decisions about your job, education, or health, or how to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spend</w:t>
      </w:r>
      <w:proofErr w:type="gramEnd"/>
      <w:r w:rsidRPr="00987676">
        <w:rPr>
          <w:rFonts w:ascii="Letter Gothic" w:hAnsi="Letter Gothic" w:cs="Courier New"/>
          <w:b/>
          <w:sz w:val="12"/>
          <w:szCs w:val="12"/>
        </w:rPr>
        <w:t xml:space="preserve"> or invest your money, or where you should live. (First</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 xml:space="preserve">Next,) [INSERT ITEMS; RANDOMIZE]. [READ FOR FIRST ITEM, THEN AS NECESSARY: Would you say this describes how you make MAJOR life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decisions</w:t>
      </w:r>
      <w:proofErr w:type="gramEnd"/>
      <w:r w:rsidRPr="00987676">
        <w:rPr>
          <w:rFonts w:ascii="Letter Gothic" w:hAnsi="Letter Gothic" w:cs="Courier New"/>
          <w:b/>
          <w:sz w:val="12"/>
          <w:szCs w:val="12"/>
        </w:rPr>
        <w:t>,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I don’t find it necessary to do very extensive background research before I make a major decision.</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describes me        1966     994     972    1013     256     539     319     684     484     450      396      621      538      405      836      333      212      415      585     1379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23%     24%     22%     19%     26%     41%     17%     23%     22%     30%      49%      23%      20%      17%      33%      23%      18%      16%      24%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DE               G             GHI      LMN        N                        PQR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does not             6560    3200    3360    4369     719     780    1506    2258    1696    1048      413     2002     2092     2030     1712     1105      929     2161     1844     4710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describe</w:t>
      </w:r>
      <w:proofErr w:type="gramEnd"/>
      <w:r w:rsidRPr="00987676">
        <w:rPr>
          <w:rFonts w:ascii="Letter Gothic" w:hAnsi="Letter Gothic" w:cs="Courier New"/>
          <w:b/>
          <w:sz w:val="12"/>
          <w:szCs w:val="12"/>
        </w:rPr>
        <w:t xml:space="preserve"> me               77%     76%     77%     81%     74%     59%     83%     77%     77%     69%      51%      76%      79%      83%      67%      77%      81%      84%      76%      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F             HIJ       J       J                         K        K       KL                 O        O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35      13      22      27       -       2       -       2      19      13        4       16        7        8        6        4        9        4        5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              *%              *%      1%      1%       *%       1%       *%       *%       *%       *%       1%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11       3       8      11       -       -       -       -       3       5        2        8        -        1        4        -        1        -        -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Q10SUM Page 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Q10SUM. Now please tell me whether the following statements describe how you make MAJOR DECISIONS in your life. This could involve making major decisions about your job, education, or health, or how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spend or invest your money, or where you should live.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"YES, DESCRIBES ME"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determine what         7979    3864    4115    5149     859    1174    1699    2806    2050    1350      694     2369     2518     2375     2288     1350     1104     2494     2309     5663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factors</w:t>
      </w:r>
      <w:proofErr w:type="gramEnd"/>
      <w:r w:rsidRPr="00987676">
        <w:rPr>
          <w:rFonts w:ascii="Letter Gothic" w:hAnsi="Letter Gothic" w:cs="Courier New"/>
          <w:b/>
          <w:sz w:val="12"/>
          <w:szCs w:val="12"/>
        </w:rPr>
        <w:t xml:space="preserve"> are most          93%     92%     94%     95%     88%     89%     93%     95%     93%     89%      85%      89%      95%      97%      89%      94%      96%      97%      95%      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important</w:t>
      </w:r>
      <w:proofErr w:type="gramEnd"/>
      <w:r w:rsidRPr="00987676">
        <w:rPr>
          <w:rFonts w:ascii="Letter Gothic" w:hAnsi="Letter Gothic" w:cs="Courier New"/>
          <w:b/>
          <w:sz w:val="12"/>
          <w:szCs w:val="12"/>
        </w:rPr>
        <w:t xml:space="preserve"> to the                            B      EF                       J       J       J                                 KL       KL                 O        O       OP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decision</w:t>
      </w:r>
      <w:proofErr w:type="gramEnd"/>
      <w:r w:rsidRPr="00987676">
        <w:rPr>
          <w:rFonts w:ascii="Letter Gothic" w:hAnsi="Letter Gothic" w:cs="Courier New"/>
          <w:b/>
          <w:sz w:val="12"/>
          <w:szCs w:val="12"/>
        </w:rPr>
        <w:t xml:space="preserve">, and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consider</w:t>
      </w:r>
      <w:proofErr w:type="gramEnd"/>
      <w:r w:rsidRPr="00987676">
        <w:rPr>
          <w:rFonts w:ascii="Letter Gothic" w:hAnsi="Letter Gothic" w:cs="Courier New"/>
          <w:b/>
          <w:sz w:val="12"/>
          <w:szCs w:val="12"/>
        </w:rPr>
        <w:t xml:space="preserve"> them as I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make</w:t>
      </w:r>
      <w:proofErr w:type="gramEnd"/>
      <w:r w:rsidRPr="00987676">
        <w:rPr>
          <w:rFonts w:ascii="Letter Gothic" w:hAnsi="Letter Gothic" w:cs="Courier New"/>
          <w:b/>
          <w:sz w:val="12"/>
          <w:szCs w:val="12"/>
        </w:rPr>
        <w:t xml:space="preserve"> my decision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consider a             7858    3866    3991    5005     881    1191    1689    2769    2027    1297      666     2360     2464     2344     2240     1323     1093     2472     2284     5567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variety</w:t>
      </w:r>
      <w:proofErr w:type="gramEnd"/>
      <w:r w:rsidRPr="00987676">
        <w:rPr>
          <w:rFonts w:ascii="Letter Gothic" w:hAnsi="Letter Gothic" w:cs="Courier New"/>
          <w:b/>
          <w:sz w:val="12"/>
          <w:szCs w:val="12"/>
        </w:rPr>
        <w:t xml:space="preserve"> of                92%     92%     91%     92%     90%     90%     93%     94%     92%     86%      82%      89%      93%      96%      88%      92%      95%      96%      94%      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potential</w:t>
      </w:r>
      <w:proofErr w:type="gramEnd"/>
      <w:r w:rsidRPr="00987676">
        <w:rPr>
          <w:rFonts w:ascii="Letter Gothic" w:hAnsi="Letter Gothic" w:cs="Courier New"/>
          <w:b/>
          <w:sz w:val="12"/>
          <w:szCs w:val="12"/>
        </w:rPr>
        <w:t xml:space="preserve"> solutions                                                         J       J       J                         K       KL      KLM                 O        O       OP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and</w:t>
      </w:r>
      <w:proofErr w:type="gramEnd"/>
      <w:r w:rsidRPr="00987676">
        <w:rPr>
          <w:rFonts w:ascii="Letter Gothic" w:hAnsi="Letter Gothic" w:cs="Courier New"/>
          <w:b/>
          <w:sz w:val="12"/>
          <w:szCs w:val="12"/>
        </w:rPr>
        <w:t xml:space="preserve"> outcomes before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make a decision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If I have doubts         7453    3636    3817    4671     864    1165    1577    2634    1903    1268      716     2261     2316     2137     2204     1294      977     2278     2165     5283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about</w:t>
      </w:r>
      <w:proofErr w:type="gramEnd"/>
      <w:r w:rsidRPr="00987676">
        <w:rPr>
          <w:rFonts w:ascii="Letter Gothic" w:hAnsi="Letter Gothic" w:cs="Courier New"/>
          <w:b/>
          <w:sz w:val="12"/>
          <w:szCs w:val="12"/>
        </w:rPr>
        <w:t xml:space="preserve"> a decision, I       87%     86%     87%     86%     89%     88%     86%     89%     86%     84%      88%      85%      88%      87%      86%      90%      85%      88%      89%      86%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go</w:t>
      </w:r>
      <w:proofErr w:type="gramEnd"/>
      <w:r w:rsidRPr="00987676">
        <w:rPr>
          <w:rFonts w:ascii="Letter Gothic" w:hAnsi="Letter Gothic" w:cs="Courier New"/>
          <w:b/>
          <w:sz w:val="12"/>
          <w:szCs w:val="12"/>
        </w:rPr>
        <w:t xml:space="preserve"> back and recheck                                                                 J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w:t>
      </w:r>
      <w:proofErr w:type="gramEnd"/>
      <w:r w:rsidRPr="00987676">
        <w:rPr>
          <w:rFonts w:ascii="Letter Gothic" w:hAnsi="Letter Gothic" w:cs="Courier New"/>
          <w:b/>
          <w:sz w:val="12"/>
          <w:szCs w:val="12"/>
        </w:rPr>
        <w:t xml:space="preserve"> steps I took to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reach</w:t>
      </w:r>
      <w:proofErr w:type="gramEnd"/>
      <w:r w:rsidRPr="00987676">
        <w:rPr>
          <w:rFonts w:ascii="Letter Gothic" w:hAnsi="Letter Gothic" w:cs="Courier New"/>
          <w:b/>
          <w:sz w:val="12"/>
          <w:szCs w:val="12"/>
        </w:rPr>
        <w:t xml:space="preserve"> the decision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When communicating       7149    3449    3701    4460     821    1139    1584    2602    1772    1121      652     2126     2215     2137     2081     1206      967     2244     2108     5035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w:t>
      </w:r>
      <w:proofErr w:type="gramEnd"/>
      <w:r w:rsidRPr="00987676">
        <w:rPr>
          <w:rFonts w:ascii="Letter Gothic" w:hAnsi="Letter Gothic" w:cs="Courier New"/>
          <w:b/>
          <w:sz w:val="12"/>
          <w:szCs w:val="12"/>
        </w:rPr>
        <w:t xml:space="preserve"> decision to             83%     82%     85%     82%     84%     86%     87%     88%     80%     74%      80%      80%      84%      87%      81%      84%      84%      87%      87%      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others</w:t>
      </w:r>
      <w:proofErr w:type="gramEnd"/>
      <w:r w:rsidRPr="00987676">
        <w:rPr>
          <w:rFonts w:ascii="Letter Gothic" w:hAnsi="Letter Gothic" w:cs="Courier New"/>
          <w:b/>
          <w:sz w:val="12"/>
          <w:szCs w:val="12"/>
        </w:rPr>
        <w:t xml:space="preserve">, I explain                                                          IJ      IJ       J                                          KL                                   O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my</w:t>
      </w:r>
      <w:proofErr w:type="gramEnd"/>
      <w:r w:rsidRPr="00987676">
        <w:rPr>
          <w:rFonts w:ascii="Letter Gothic" w:hAnsi="Letter Gothic" w:cs="Courier New"/>
          <w:b/>
          <w:sz w:val="12"/>
          <w:szCs w:val="12"/>
        </w:rPr>
        <w:t xml:space="preserve"> thought process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and</w:t>
      </w:r>
      <w:proofErr w:type="gramEnd"/>
      <w:r w:rsidRPr="00987676">
        <w:rPr>
          <w:rFonts w:ascii="Letter Gothic" w:hAnsi="Letter Gothic" w:cs="Courier New"/>
          <w:b/>
          <w:sz w:val="12"/>
          <w:szCs w:val="12"/>
        </w:rPr>
        <w:t xml:space="preserve"> reasons (d)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Q10SUM Page 131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Q10SUM. Now please tell me whether the following statements describe how you make MAJOR DECISIONS in your life. This could involve making major decisions about your job, education, or health, or how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spend or invest your money, or where you should live.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"YES, DESCRIBES ME"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After I make a           7139    3440    3699    4706     821     921    1474    2475    1864    1259      553     2214     2218     2135     1962     1186     1025     2279     2057     5076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major</w:t>
      </w:r>
      <w:proofErr w:type="gramEnd"/>
      <w:r w:rsidRPr="00987676">
        <w:rPr>
          <w:rFonts w:ascii="Letter Gothic" w:hAnsi="Letter Gothic" w:cs="Courier New"/>
          <w:b/>
          <w:sz w:val="12"/>
          <w:szCs w:val="12"/>
        </w:rPr>
        <w:t xml:space="preserve"> life                83%     82%     85%     87%     84%     70%     81%     84%     85%     83%      68%      84%      84%      87%      77%      82%      89%      88%      84%      83%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decision</w:t>
      </w:r>
      <w:proofErr w:type="gramEnd"/>
      <w:r w:rsidRPr="00987676">
        <w:rPr>
          <w:rFonts w:ascii="Letter Gothic" w:hAnsi="Letter Gothic" w:cs="Courier New"/>
          <w:b/>
          <w:sz w:val="12"/>
          <w:szCs w:val="12"/>
        </w:rPr>
        <w:t xml:space="preserve">, I stick                           B       F       F                                                         K        K       KL                 O       OP       OP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with</w:t>
      </w:r>
      <w:proofErr w:type="gramEnd"/>
      <w:r w:rsidRPr="00987676">
        <w:rPr>
          <w:rFonts w:ascii="Letter Gothic" w:hAnsi="Letter Gothic" w:cs="Courier New"/>
          <w:b/>
          <w:sz w:val="12"/>
          <w:szCs w:val="12"/>
        </w:rPr>
        <w:t xml:space="preserve"> it (a)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tend to have a         6329    3024    3305    4044     780     927    1287    2206    1681    1089      572     2055     2015     1670     1970     1090      840     1841     1821     4503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strong</w:t>
      </w:r>
      <w:proofErr w:type="gramEnd"/>
      <w:r w:rsidRPr="00987676">
        <w:rPr>
          <w:rFonts w:ascii="Letter Gothic" w:hAnsi="Letter Gothic" w:cs="Courier New"/>
          <w:b/>
          <w:sz w:val="12"/>
          <w:szCs w:val="12"/>
        </w:rPr>
        <w:t xml:space="preserve"> "gut               74%     72%     76%     75%     80%     70%     71%     75%     76%     72%      70%      78%      76%      68%      77%      76%      73%      71%      75%      73%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instinct</w:t>
      </w:r>
      <w:proofErr w:type="gramEnd"/>
      <w:r w:rsidRPr="00987676">
        <w:rPr>
          <w:rFonts w:ascii="Letter Gothic" w:hAnsi="Letter Gothic" w:cs="Courier New"/>
          <w:b/>
          <w:sz w:val="12"/>
          <w:szCs w:val="12"/>
        </w:rPr>
        <w:t xml:space="preserve">", and I                            B               F                               G                        KN        N                 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rely</w:t>
      </w:r>
      <w:proofErr w:type="gramEnd"/>
      <w:r w:rsidRPr="00987676">
        <w:rPr>
          <w:rFonts w:ascii="Letter Gothic" w:hAnsi="Letter Gothic" w:cs="Courier New"/>
          <w:b/>
          <w:sz w:val="12"/>
          <w:szCs w:val="12"/>
        </w:rPr>
        <w:t xml:space="preserve"> on it in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decision-making</w:t>
      </w:r>
      <w:proofErr w:type="gramEnd"/>
      <w:r w:rsidRPr="00987676">
        <w:rPr>
          <w:rFonts w:ascii="Letter Gothic" w:hAnsi="Letter Gothic" w:cs="Courier New"/>
          <w:b/>
          <w:sz w:val="12"/>
          <w:szCs w:val="12"/>
        </w:rPr>
        <w:t xml:space="preserve"> (b)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 don’t find it          1966     994     972    1013     256     539     319     684     484     450      396      621      538      405      836      333      212      415      585     1379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necessary</w:t>
      </w:r>
      <w:proofErr w:type="gramEnd"/>
      <w:r w:rsidRPr="00987676">
        <w:rPr>
          <w:rFonts w:ascii="Letter Gothic" w:hAnsi="Letter Gothic" w:cs="Courier New"/>
          <w:b/>
          <w:sz w:val="12"/>
          <w:szCs w:val="12"/>
        </w:rPr>
        <w:t xml:space="preserve"> to do           23%     24%     22%     19%     26%     41%     17%     23%     22%     30%      49%      23%      20%      17%      33%      23%      18%      16%      24%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very</w:t>
      </w:r>
      <w:proofErr w:type="gramEnd"/>
      <w:r w:rsidRPr="00987676">
        <w:rPr>
          <w:rFonts w:ascii="Letter Gothic" w:hAnsi="Letter Gothic" w:cs="Courier New"/>
          <w:b/>
          <w:sz w:val="12"/>
          <w:szCs w:val="12"/>
        </w:rPr>
        <w:t xml:space="preserve"> extensive                                              D      DE               G             GHI      LMN        N                        PQR        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background</w:t>
      </w:r>
      <w:proofErr w:type="gramEnd"/>
      <w:r w:rsidRPr="00987676">
        <w:rPr>
          <w:rFonts w:ascii="Letter Gothic" w:hAnsi="Letter Gothic" w:cs="Courier New"/>
          <w:b/>
          <w:sz w:val="12"/>
          <w:szCs w:val="12"/>
        </w:rPr>
        <w:t xml:space="preserve"> research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before</w:t>
      </w:r>
      <w:proofErr w:type="gramEnd"/>
      <w:r w:rsidRPr="00987676">
        <w:rPr>
          <w:rFonts w:ascii="Letter Gothic" w:hAnsi="Letter Gothic" w:cs="Courier New"/>
          <w:b/>
          <w:sz w:val="12"/>
          <w:szCs w:val="12"/>
        </w:rPr>
        <w:t xml:space="preserve"> I make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major</w:t>
      </w:r>
      <w:proofErr w:type="gramEnd"/>
      <w:r w:rsidRPr="00987676">
        <w:rPr>
          <w:rFonts w:ascii="Letter Gothic" w:hAnsi="Letter Gothic" w:cs="Courier New"/>
          <w:b/>
          <w:sz w:val="12"/>
          <w:szCs w:val="12"/>
        </w:rPr>
        <w:t xml:space="preserve"> decision (g)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LIBUSEA Page 132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LIBUSE.</w:t>
      </w:r>
      <w:proofErr w:type="gramEnd"/>
      <w:r w:rsidRPr="00987676">
        <w:rPr>
          <w:rFonts w:ascii="Letter Gothic" w:hAnsi="Letter Gothic" w:cs="Courier New"/>
          <w:b/>
          <w:sz w:val="12"/>
          <w:szCs w:val="12"/>
        </w:rPr>
        <w:t xml:space="preserve"> Have you, personally, EVER</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INSERT ITEMS IN ORDER], or is this something you’ve never done? [IF YES, ASK: Have you done this in the past 12 months?]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Visited a public library or used a public library bookmobile IN PERSON</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have done this      3962    1623    2339    2464     487     572    1017    1367     951     590      247     1053     1282     1373     1083      726      583     1235     1310     2647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w:t>
      </w:r>
      <w:proofErr w:type="gramEnd"/>
      <w:r w:rsidRPr="00987676">
        <w:rPr>
          <w:rFonts w:ascii="Letter Gothic" w:hAnsi="Letter Gothic" w:cs="Courier New"/>
          <w:b/>
          <w:sz w:val="12"/>
          <w:szCs w:val="12"/>
        </w:rPr>
        <w:t xml:space="preserve"> past 12 months         46%     39%     54%     45%     50%     43%     56%     46%     43%     39%      30%      40%      49%      56%      42%      50%      51%      48%      54%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HIJ       J                                 K       KL      KLM                 O        O        O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have done           3327    1860    1467    2292     344     408     596    1142     930     628      245     1098     1094      879      897      575      458     1094      764     2560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this</w:t>
      </w:r>
      <w:proofErr w:type="gramEnd"/>
      <w:r w:rsidRPr="00987676">
        <w:rPr>
          <w:rFonts w:ascii="Letter Gothic" w:hAnsi="Letter Gothic" w:cs="Courier New"/>
          <w:b/>
          <w:sz w:val="12"/>
          <w:szCs w:val="12"/>
        </w:rPr>
        <w:t>, but not in          39%     44%     34%     42%     35%     31%     33%     39%     42%     41%      30%      41%      41%      36%      35%      40%      40%      42%      31%      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w:t>
      </w:r>
      <w:proofErr w:type="gramEnd"/>
      <w:r w:rsidRPr="00987676">
        <w:rPr>
          <w:rFonts w:ascii="Letter Gothic" w:hAnsi="Letter Gothic" w:cs="Courier New"/>
          <w:b/>
          <w:sz w:val="12"/>
          <w:szCs w:val="12"/>
        </w:rPr>
        <w:t xml:space="preserve"> past 12 months                  C              EF                               G       G       G                KN       KN                                            O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have never done      1271     723     548     663     142     336     209     431     317     298      318      498      261      186      570      141      111      247      358      912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this</w:t>
      </w:r>
      <w:proofErr w:type="gramEnd"/>
      <w:r w:rsidRPr="00987676">
        <w:rPr>
          <w:rFonts w:ascii="Letter Gothic" w:hAnsi="Letter Gothic" w:cs="Courier New"/>
          <w:b/>
          <w:sz w:val="12"/>
          <w:szCs w:val="12"/>
        </w:rPr>
        <w:t xml:space="preserve">                      15%     17%     13%     12%     15%     25%     11%     15%     14%     20%      39%      19%      10%       8%      22%      10%      10%      10%      15%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GHI      LMN       MN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10       -      10       -       -       6       3       3       4       -        4        -        -        3        7        -        -        3        -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       3       -       1       -       -       -       2       1       -        -        -        -        3        -        -        -        1        2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Yes                  7289    3483    3805    4756     832     980    1613    2509    1881    1218      492     2150     2376     2252     1981     1301     1041     2329     2075     5207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85%     83%     87%     88%     85%     74%     88%     85%     85%     80%      60%      81%      90%      92%      77%      90%      90%      90%      85%      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J       J       J                         K       KL       KL                 O        O        O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LIBUSEB Page 133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LIBUSE.</w:t>
      </w:r>
      <w:proofErr w:type="gramEnd"/>
      <w:r w:rsidRPr="00987676">
        <w:rPr>
          <w:rFonts w:ascii="Letter Gothic" w:hAnsi="Letter Gothic" w:cs="Courier New"/>
          <w:b/>
          <w:sz w:val="12"/>
          <w:szCs w:val="12"/>
        </w:rPr>
        <w:t xml:space="preserve"> Have you, personally, EVER</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INSERT ITEMS IN ORDER], or is this something you’ve never done? [IF YES, ASK: Have you done this in the past 12 months?]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Used a public library WEBSITE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have done this      2622    1014    1609    1597     345     350     777    1036     551     231       96      620      925      978      709      448      375      869      934     1685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w:t>
      </w:r>
      <w:proofErr w:type="gramEnd"/>
      <w:r w:rsidRPr="00987676">
        <w:rPr>
          <w:rFonts w:ascii="Letter Gothic" w:hAnsi="Letter Gothic" w:cs="Courier New"/>
          <w:b/>
          <w:sz w:val="12"/>
          <w:szCs w:val="12"/>
        </w:rPr>
        <w:t xml:space="preserve"> past 12 months         31%     24%     37%     29%     35%     27%     43%     35%     25%     15%      12%      23%      35%      40%      28%      31%      33%      34%      38%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HIJ      IJ       J                         K       KL      KLM                                   O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have done           1490     788     703    1062     161     174     381     548     391     165       76      367      515      531      415      236      190      524      395     1092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this</w:t>
      </w:r>
      <w:proofErr w:type="gramEnd"/>
      <w:r w:rsidRPr="00987676">
        <w:rPr>
          <w:rFonts w:ascii="Letter Gothic" w:hAnsi="Letter Gothic" w:cs="Courier New"/>
          <w:b/>
          <w:sz w:val="12"/>
          <w:szCs w:val="12"/>
        </w:rPr>
        <w:t>, but not in          17%     19%     16%     20%     17%     13%     21%     19%     18%     11%       9%      14%      20%      22%      16%      16%      17%      20%      16%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w:t>
      </w:r>
      <w:proofErr w:type="gramEnd"/>
      <w:r w:rsidRPr="00987676">
        <w:rPr>
          <w:rFonts w:ascii="Letter Gothic" w:hAnsi="Letter Gothic" w:cs="Courier New"/>
          <w:b/>
          <w:sz w:val="12"/>
          <w:szCs w:val="12"/>
        </w:rPr>
        <w:t xml:space="preserve"> past 12 months                                  F                       J       J       J                                 KL       KL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have never done      4458    2406    2052    2758     468     797     665    1360    1261    1119      643     1661     1198      934     1434      757      586     1185     1104     3352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this</w:t>
      </w:r>
      <w:proofErr w:type="gramEnd"/>
      <w:r w:rsidRPr="00987676">
        <w:rPr>
          <w:rFonts w:ascii="Letter Gothic" w:hAnsi="Letter Gothic" w:cs="Courier New"/>
          <w:b/>
          <w:sz w:val="12"/>
          <w:szCs w:val="12"/>
        </w:rPr>
        <w:t xml:space="preserve">                      52%     57%     47%     51%     48%     60%     36%     46%     57%     74%      79%      63%      45%      38%      56%      53%      51%      46%      45%      55%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G      GH     GHI      LMN       MN        N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       1       -       1       -       -       -       -       -       1        -        -        -        1        -        -        -        1        1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       1       -       1       -       -       1       -       -       -        -        -        -        1        -        -        -        1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Yes                  4113    1801    2311    2659     506     524    1158    1584     942     396      171      987     1440     1509     1124      684      565     1393     1330     2777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48%     43%     53%     49%     52%     40%     63%     54%     43%     26%      21%      37%      55%      62%      44%      47%      49%      54%      55%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HIJ      IJ       J                         K       KL      KLM                                  OP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LIBUSEC Page 134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LIBUSE.</w:t>
      </w:r>
      <w:proofErr w:type="gramEnd"/>
      <w:r w:rsidRPr="00987676">
        <w:rPr>
          <w:rFonts w:ascii="Letter Gothic" w:hAnsi="Letter Gothic" w:cs="Courier New"/>
          <w:b/>
          <w:sz w:val="12"/>
          <w:szCs w:val="12"/>
        </w:rPr>
        <w:t xml:space="preserve"> Have you, personally, EVER</w:t>
      </w:r>
      <w:proofErr w:type="gramStart"/>
      <w:r w:rsidRPr="00987676">
        <w:rPr>
          <w:rFonts w:ascii="Letter Gothic" w:hAnsi="Letter Gothic" w:cs="Courier New"/>
          <w:b/>
          <w:sz w:val="12"/>
          <w:szCs w:val="12"/>
        </w:rPr>
        <w:t>...[</w:t>
      </w:r>
      <w:proofErr w:type="gramEnd"/>
      <w:r w:rsidRPr="00987676">
        <w:rPr>
          <w:rFonts w:ascii="Letter Gothic" w:hAnsi="Letter Gothic" w:cs="Courier New"/>
          <w:b/>
          <w:sz w:val="12"/>
          <w:szCs w:val="12"/>
        </w:rPr>
        <w:t>INSERT ITEMS IN ORDER], or is this something you’ve never done? [IF YES, ASK: Have you done this in the past 12 months?]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Used a public library mobile APP</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have done this       684     204     480     439     110      72     119     280     199      85       35      148      167      333      167      102       83      282      261      423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w:t>
      </w:r>
      <w:proofErr w:type="gramEnd"/>
      <w:r w:rsidRPr="00987676">
        <w:rPr>
          <w:rFonts w:ascii="Letter Gothic" w:hAnsi="Letter Gothic" w:cs="Courier New"/>
          <w:b/>
          <w:sz w:val="12"/>
          <w:szCs w:val="12"/>
        </w:rPr>
        <w:t xml:space="preserve"> past 12 months          8%      5%     11%      8%     11%      5%      7%     10%      9%      6%       4%       6%       6%      14%       7%       7%       7%      11%      11%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J       J                                         KLM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have done            291     157     134     170      34      54      42      99      98      52       25       88       68      108       87       34       37      117       97      194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this</w:t>
      </w:r>
      <w:proofErr w:type="gramEnd"/>
      <w:r w:rsidRPr="00987676">
        <w:rPr>
          <w:rFonts w:ascii="Letter Gothic" w:hAnsi="Letter Gothic" w:cs="Courier New"/>
          <w:b/>
          <w:sz w:val="12"/>
          <w:szCs w:val="12"/>
        </w:rPr>
        <w:t>, but not in           3%      4%      3%      3%      3%      4%      2%      3%      4%      3%       3%       3%       3%       4%       3%       2%       3%       5%       4%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w:t>
      </w:r>
      <w:proofErr w:type="gramEnd"/>
      <w:r w:rsidRPr="00987676">
        <w:rPr>
          <w:rFonts w:ascii="Letter Gothic" w:hAnsi="Letter Gothic" w:cs="Courier New"/>
          <w:b/>
          <w:sz w:val="12"/>
          <w:szCs w:val="12"/>
        </w:rPr>
        <w:t xml:space="preserve"> past 12 months                                                                          G                                           M                                   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have never done      7582    3840    3741    4796     831    1195    1664    2556    1905    1372      755     2403     2400     1998     2301     1303     1031     2181     2077     5497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this</w:t>
      </w:r>
      <w:proofErr w:type="gramEnd"/>
      <w:r w:rsidRPr="00987676">
        <w:rPr>
          <w:rFonts w:ascii="Letter Gothic" w:hAnsi="Letter Gothic" w:cs="Courier New"/>
          <w:b/>
          <w:sz w:val="12"/>
          <w:szCs w:val="12"/>
        </w:rPr>
        <w:t xml:space="preserve">                      88%     91%     86%     88%     85%     90%     91%     87%     86%     90%      93%      91%      91%      82%      90%      90%      90%      85%      85%      90%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HI                      HI        N        N        N                 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15       8       7      15       -       -       -       9       -       6        -        8        3        4        3        3        -        -        -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       -       1       -       -       -       -       -       -       1        -        -        -        1        -        -        -        -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Yes                   974     361     614     608     143     126     161     379     298     137       60      237      235      442      254      136      120      399      357      617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11%      9%     14%     11%     15%     10%      9%     13%     14%      9%       7%       9%       9%      18%      10%       9%      10%      15%      15%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GJ      GJ                                         KLM                                 OPQ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EVERLIB Page 135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COMBINED LIBUSEA/B/C: Have ever personally used a public library: in-person, website or mobile app</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Have ever used a         7564    3605    3959    4887     880    1036    1684    2630    1945    1236      530     2225     2470     2320     2116     1327     1059     2401     2182     5375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public</w:t>
      </w:r>
      <w:proofErr w:type="gramEnd"/>
      <w:r w:rsidRPr="00987676">
        <w:rPr>
          <w:rFonts w:ascii="Letter Gothic" w:hAnsi="Letter Gothic" w:cs="Courier New"/>
          <w:b/>
          <w:sz w:val="12"/>
          <w:szCs w:val="12"/>
        </w:rPr>
        <w:t xml:space="preserve"> library, in-       88%     86%     91%     90%     90%     78%     92%     89%     88%     82%      65%      84%      94%      95%      83%      92%      92%      93%      90%      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person/website/app</w:t>
      </w:r>
      <w:proofErr w:type="gramEnd"/>
      <w:r w:rsidRPr="00987676">
        <w:rPr>
          <w:rFonts w:ascii="Letter Gothic" w:hAnsi="Letter Gothic" w:cs="Courier New"/>
          <w:b/>
          <w:sz w:val="12"/>
          <w:szCs w:val="12"/>
        </w:rPr>
        <w:t xml:space="preserve">                          B       F       F              IJ       J       J                         K       KL       KL                 O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Never used a public       995     600     395     528      95     279     138     311     253     277      280      423      167      117      436      114       92      175      253      742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library</w:t>
      </w:r>
      <w:proofErr w:type="gramEnd"/>
      <w:r w:rsidRPr="00987676">
        <w:rPr>
          <w:rFonts w:ascii="Letter Gothic" w:hAnsi="Letter Gothic" w:cs="Courier New"/>
          <w:b/>
          <w:sz w:val="12"/>
          <w:szCs w:val="12"/>
        </w:rPr>
        <w:t xml:space="preserve">                   12%     14%      9%     10%     10%     21%      8%     11%     11%     18%      34%      16%       6%       5%      17%       8%       8%       7%      10%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G     GHI      LMN       MN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Undesignated               14       4      10       4       -       6       3       3       5       3        4        -        -        7        7        -        -        4        -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LIBMOB Page 136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LIBMOB.</w:t>
      </w:r>
      <w:proofErr w:type="gramEnd"/>
      <w:r w:rsidRPr="00987676">
        <w:rPr>
          <w:rFonts w:ascii="Letter Gothic" w:hAnsi="Letter Gothic" w:cs="Courier New"/>
          <w:b/>
          <w:sz w:val="12"/>
          <w:szCs w:val="12"/>
        </w:rPr>
        <w:t xml:space="preserve"> Now thinking about cell phones and other handheld mobile devices... In the past 12 months, have you used a cell phone, e-reader or tablet computer to visit a public library’s website or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access</w:t>
      </w:r>
      <w:proofErr w:type="gramEnd"/>
      <w:r w:rsidRPr="00987676">
        <w:rPr>
          <w:rFonts w:ascii="Letter Gothic" w:hAnsi="Letter Gothic" w:cs="Courier New"/>
          <w:b/>
          <w:sz w:val="12"/>
          <w:szCs w:val="12"/>
        </w:rPr>
        <w:t xml:space="preserve"> public library resources?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THOSE WHO       2622    1014    1609    1597     345     350     777    1036     551     231       96      620      925      978      709      448      375      869      934     1685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USED A PUBLIC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LIBRARY WEBSITE IN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THE PAST 12 MONTHS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911     366     545     611      92     103     190     325     240     143       23      152      228      505      196      140      128      364      302      607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1503     532     971     981     143     196     476     593     315     112       44      312      501      643      376      240      214      563      569      931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57%     52%     60%     61%     41%     56%     61%     57%     57%     48%      47%      50%      54%      66%      53%      53%      57%      65%      61%      55%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E                       J                                                          LM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1119     482     638     616     202     154     301     443     236     119       51      308      423      335      333      208      161      306      365      754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43%     48%     40%     39%     59%     44%     39%     43%     43%     52%      53%      50%      46%      34%      47%      47%      43%      35%      39%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                                       G                 N        N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Q11A Page 137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 I’d like to know in what ways you think the public library contributes to how you handle various issues in your life. Do you think the public library helps you [INSERT ITEMS; RANDOMIZE]?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Find information that is trustworthy and reliable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6724    3156    3568    4135     810    1145    1604    2365    1639    1059      626     2061     2110     1906     2090     1175      945     1931     1951     4767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78%     75%     82%     76%     83%     87%     88%     80%     74%     70%      77%      78%      80%      78%      82%      81%      82%      75%      80%      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HIJ      IJ                                                            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1772    1019     753    1231     164     169     220     568     542     419      178      563      510      514      455      254      194      632      468     1303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21%     24%     17%     23%     17%     13%     12%     19%     25%     28%      22%      21%      19%      21%      18%      18%      17%      24%      19%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      GH      GH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58      33      25      39       -       7       -      11      19      27       10       16       15       17       13        7        9       16       15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      1%      2%       1%       1%       1%       1%       1%       1%       1%       1%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18       1      17      15       -       -       -       1       3      11        -        9        2        7        -        5        3        1        1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1%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Q11B Page 138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 I’d like to know in what ways you think the public library contributes to how you handle various issues in your life. Do you think the public library helps you [INSERT ITEMS; RANDOMIZE]?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Cope with a busy world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3671    1616    2055    2026     480     780     810    1312     892     621      451     1176     1129      906     1385      695      435      820     1040     2627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43%     38%     47%     37%     49%     59%     44%     45%     40%     41%      55%      44%      43%      37%      54%      48%      38%      32%      43%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DE                                      LMN        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4825    2565    2259    3347     491     521    1012    1614    1305     848      349     1444     1496     1515     1143      741      711     1747     1384     3437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56%     61%     52%     62%     50%     39%     55%     55%     59%     56%      43%      55%      57%      62%      45%      51%      62%      68%      57%      56%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F                                                         K        K      KLM                 O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70      28      42      40       4      20       3      19       5      43       14       24       11       21       31        4        6       14       10       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      2%      *%      1%      *%      3%       2%       1%       *%       1%       1%       *%       1%       1%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GHI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7       -       7       7       -       -       -       -       -       4        -        3        2        1        -        1        -        -        -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Q11C Page 139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 I’d like to know in what ways you think the public library contributes to how you handle various issues in your life. Do you think the public library helps you [INSERT ITEMS; RANDOMIZE]?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Focus on things that matter in your life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4206    1850    2356    2370     551     859     904    1549    1013     704      514     1277     1290     1113     1474      801      583     1004     1257     2944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49%     44%     54%     44%     57%     65%     50%     53%     46%     46%      63%      48%      49%      46%      58%      56%      51%      39%      52%      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DE              IJ                      LMN                                  QR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4275    2304    1971    2977     423     458     910    1383    1154     782      283     1335     1333     1309     1054      641      562     1549     1167     3107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50%     55%     45%     55%     43%     35%     50%     47%     52%     52%      35%      50%      51%      54%      41%      44%      49%      60%      48%      51%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F                               H                         K        K        K                          O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61      47      14      46       -       4      11      10      18      22       12       25        7       16       25        -        6       25       11       50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      1%              *%      1%      *%      1%      1%       2%       1%       *%       1%       1%                1%       1%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30       9      21      27       -       -       -       2      18       8        6       11        7        7        6        -        -        1        -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1%      *%       1%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Q11D Page 140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 I’d like to know in what ways you think the public library contributes to how you handle various issues in your life. Do you think the public library helps you [INSERT ITEMS; RANDOMIZE]?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Get information that helps you with decisions you have to make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4836    2257    2579    2861     622     856    1191    1660    1200     746      465     1492     1557     1316     1618      893      642     1310     1393     3439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56%     54%     59%     53%     64%     65%     65%     56%     54%     49%      57%      56%      59%      54%      63%      62%      56%      51%      57%      56%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HIJ       J                                          N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3675    1926    1749    2525     350     463     626    1270     987     754      337     1149     1058     1113      925      546      503     1246     1019     2653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43%     46%     40%     47%     36%     35%     34%     43%     45%     50%      41%      43%      40%      46%      36%      38%      44%      48%      42%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       G      GH                                   M                          O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53      24      29      26       2       2       8      13      16      11       13        4       20       14       14        2        3       23       22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      *%      *%      *%      *%      1%      1%       2%       *%       1%       1%       1%       *%       *%       1%       1%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7       2       5       7       -       -       -       2       -       5        -        3        2        2        -        -        3        -        -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Q11E Page 141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 I’d like to know in what ways you think the public library contributes to how you handle various issues in your life. Do you think the public library helps you [INSERT ITEMS; RANDOMIZE]?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Cope with a world where it is hard to get ahead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3295    1506    1790    1799     454     745     752    1221     765     526      442     1073     1039      731     1293      636      405      675      951     2341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38%     36%     41%     33%     47%     56%     41%     41%     35%     35%      54%      41%      39%      30%      51%      44%      35%      26%      39%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DE      IJ      IJ                      LMN        N        N               PQR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5143    2659    2484    3544     505     567    1055    1704    1402     934      363     1547     1542     1673     1234      796      730     1868     1463     3676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60%     63%     57%     65%     52%     43%     58%     58%     64%     62%      45%      58%      58%      68%      48%      55%      63%      72%      60%      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F                               H                         K        K      KLM                 O       OP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115      41      74      61      15       9      17      16      29      47       10       27       44       33       31        9        5       36       20       94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2%      1%      2%      1%      1%      1%      1%      3%       1%       1%       2%       1%       1%       1%       *%       1%       1%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GHI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19       4      15      16       -       -       -       4       7       9        -        -       13        7        -        -       11        1        -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1%                         *%       *%                         1%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Q11F Page 142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 I’d like to know in what ways you think the public library contributes to how you handle various issues in your life. Do you think the public library helps you [INSERT ITEMS; RANDOMIZE]?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Grow as a person</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5578    2588    2989    3358     643    1027    1190    2068    1389     890      568     1623     1760     1613     1758     1035      743     1584     1683     3892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65%     61%     69%     62%     66%     78%     65%     70%     63%     59%      70%      61%      67%      66%      69%      72%      65%      61%      69%      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J      IJ                        L                 L        L        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2951    1591    1360    2030     331     290     633     863     804     612      244     1009      876      808      795      404      395      980      749     2197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34%     38%     31%     37%     34%     22%     35%     29%     36%     40%      30%      38%      33%      33%      31%      28%      34%      38%      31%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F                               H       H                KN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31      23       8      21       -       2       3       8       5      11        -       11        -       20        4        2        6       14        2       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1%      *%      *%              *%      *%      *%      *%      1%                *%                1%       *%       *%       1%       1%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13       7       6      11       -       2       -       6       5       2        2        6        2        3        -        -        7        1        -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1%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Q11G Page 143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 I’d like to know in what ways you think the public library contributes to how you handle various issues in your life. Do you think the public library helps you [INSERT ITEMS; RANDOMIZE]?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Protect your personal data from online thieves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_________________________________________________</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2318    1135    1184    1123     403     537     521     874     558     344      394      819      651      446      991      474      268      420      709     1609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27%     27%     27%     21%     41%     41%     29%     30%     25%     23%      48%      31%      25%      18%      39%      33%      23%      16%      29%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J       J                      LMN       MN        N                QR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5795    2890    2905    4001     543     729    1262    1936    1503    1047      388     1712     1813     1866     1443      911      825     2018     1604     4187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68%     69%     67%     74%     56%     55%     69%     66%     68%     69%      48%      65%      69%      76%      56%      63%      72%      78%      66%      68%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        K      KLM                 O       OP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424     161     263     273      29      54      43     119     135     114       32      112      161      118      115       56       51      131      115      307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      4%      6%      5%      3%      4%      2%      4%      6%      8%       4%       4%       6%       5%       5%       4%       4%       5%       5%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G      GH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35      24      11      23       -       -       -      16       8      10        2        6       12       14        9        -        8       10        6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1%      *%      *%                              1%      *%      1%       *%       *%       *%       1%       *%                1%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Q11H Page 144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 I’d like to know in what ways you think the public library contributes to how you handle various issues in your life. Do you think the public library helps you [INSERT ITEMS; RANDOMIZE]?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Learn new things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___________________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6557    3053    3504    3970     784    1145    1546    2346    1581    1024      638     2022     2054     1823     2104     1196      881     1811     1956     4596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76%     73%     80%     73%     80%     87%     85%     80%     72%     68%      78%      76%      78%      75%      82%      83%      76%      70%      80%      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DE     HIJ      IJ                                                           QR       QR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1963    1135     828    1415     188     174     275     594     602     471      167      613      573      602      454      241      261      757      472     1489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23%     27%     19%     26%     19%     13%     15%     20%     27%     31%      20%      23%      22%      25%      18%      17%      23%      29%      19%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F                       G      GH      GH                                                                     OPQ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41      19      22      33       -       -       3       5      15      15        7       13        5       16        -        5        7       12        7       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1%                      *%      *%      1%      1%       1%       *%       *%       1%                *%       1%       *%       *%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11       3       8       2       3       2       -       -       5       6        2        -        5        3        -        -        3        -        -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Q11SUM Page 145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Q11SUM. I’d like to know in what ways you think the public library contributes to how you handle various issues in your life. Do you think the public library helps you [INSERT ITEMS; RANDOMIZE]?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"YES"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Find information         6724    3156    3568    4135     810    1145    1604    2365    1639    1059      626     2061     2110     1906     2090     1175      945     1931     1951     4767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that</w:t>
      </w:r>
      <w:proofErr w:type="gramEnd"/>
      <w:r w:rsidRPr="00987676">
        <w:rPr>
          <w:rFonts w:ascii="Letter Gothic" w:hAnsi="Letter Gothic" w:cs="Courier New"/>
          <w:b/>
          <w:sz w:val="12"/>
          <w:szCs w:val="12"/>
        </w:rPr>
        <w:t xml:space="preserve"> is trustworthy       78%     75%     82%     76%     83%     87%     88%     80%     74%     70%      77%      78%      80%      78%      82%      81%      82%      75%      80%      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and</w:t>
      </w:r>
      <w:proofErr w:type="gramEnd"/>
      <w:r w:rsidRPr="00987676">
        <w:rPr>
          <w:rFonts w:ascii="Letter Gothic" w:hAnsi="Letter Gothic" w:cs="Courier New"/>
          <w:b/>
          <w:sz w:val="12"/>
          <w:szCs w:val="12"/>
        </w:rPr>
        <w:t xml:space="preserve"> reliable (a)                            B               D       D     HIJ      IJ                                                            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Learn new things         6557    3053    3504    3970     784    1145    1546    2346    1581    1024      638     2022     2054     1823     2104     1196      881     1811     1956     4596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76%     73%     80%     73%     80%     87%     85%     80%     72%     68%      78%      76%      78%      75%      82%      83%      76%      70%      80%      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DE     HIJ      IJ                                                           QR       QR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Grow as a person         5578    2588    2989    3358     643    1027    1190    2068    1389     890      568     1623     1760     1613     1758     1035      743     1584     1683     3892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65%     61%     69%     62%     66%     78%     65%     70%     63%     59%      70%      61%      67%      66%      69%      72%      65%      61%      69%      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J      IJ                        L                 L        L        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Get information          4836    2257    2579    2861     622     856    1191    1660    1200     746      465     1492     1557     1316     1618      893      642     1310     1393     3439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that</w:t>
      </w:r>
      <w:proofErr w:type="gramEnd"/>
      <w:r w:rsidRPr="00987676">
        <w:rPr>
          <w:rFonts w:ascii="Letter Gothic" w:hAnsi="Letter Gothic" w:cs="Courier New"/>
          <w:b/>
          <w:sz w:val="12"/>
          <w:szCs w:val="12"/>
        </w:rPr>
        <w:t xml:space="preserve"> helps you with       56%     54%     59%     53%     64%     65%     65%     56%     54%     49%      57%      56%      59%      54%      63%      62%      56%      51%      57%      56%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decisions</w:t>
      </w:r>
      <w:proofErr w:type="gramEnd"/>
      <w:r w:rsidRPr="00987676">
        <w:rPr>
          <w:rFonts w:ascii="Letter Gothic" w:hAnsi="Letter Gothic" w:cs="Courier New"/>
          <w:b/>
          <w:sz w:val="12"/>
          <w:szCs w:val="12"/>
        </w:rPr>
        <w:t xml:space="preserve"> you have                          B               D       D     HIJ       J                                          N                QR        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to</w:t>
      </w:r>
      <w:proofErr w:type="gramEnd"/>
      <w:r w:rsidRPr="00987676">
        <w:rPr>
          <w:rFonts w:ascii="Letter Gothic" w:hAnsi="Letter Gothic" w:cs="Courier New"/>
          <w:b/>
          <w:sz w:val="12"/>
          <w:szCs w:val="12"/>
        </w:rPr>
        <w:t xml:space="preserve"> make (d)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Focus on things          4206    1850    2356    2370     551     859     904    1549    1013     704      514     1277     1290     1113     1474      801      583     1004     1257     2944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that</w:t>
      </w:r>
      <w:proofErr w:type="gramEnd"/>
      <w:r w:rsidRPr="00987676">
        <w:rPr>
          <w:rFonts w:ascii="Letter Gothic" w:hAnsi="Letter Gothic" w:cs="Courier New"/>
          <w:b/>
          <w:sz w:val="12"/>
          <w:szCs w:val="12"/>
        </w:rPr>
        <w:t xml:space="preserve"> matter in your       49%     44%     54%     44%     57%     65%     50%     53%     46%     46%      63%      48%      49%      46%      58%      56%      51%      39%      52%      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life</w:t>
      </w:r>
      <w:proofErr w:type="gramEnd"/>
      <w:r w:rsidRPr="00987676">
        <w:rPr>
          <w:rFonts w:ascii="Letter Gothic" w:hAnsi="Letter Gothic" w:cs="Courier New"/>
          <w:b/>
          <w:sz w:val="12"/>
          <w:szCs w:val="12"/>
        </w:rPr>
        <w:t xml:space="preserve"> (c)                                    B               D      DE              IJ                      LMN                                  QR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Cope with a busy         3671    1616    2055    2026     480     780     810    1312     892     621      451     1176     1129      906     1385      695      435      820     1040     2627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world</w:t>
      </w:r>
      <w:proofErr w:type="gramEnd"/>
      <w:r w:rsidRPr="00987676">
        <w:rPr>
          <w:rFonts w:ascii="Letter Gothic" w:hAnsi="Letter Gothic" w:cs="Courier New"/>
          <w:b/>
          <w:sz w:val="12"/>
          <w:szCs w:val="12"/>
        </w:rPr>
        <w:t xml:space="preserve"> (b)                 43%     38%     47%     37%     49%     59%     44%     45%     40%     41%      55%      44%      43%      37%      54%      48%      38%      32%      43%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DE                                      LMN        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Cope with a world        3295    1506    1790    1799     454     745     752    1221     765     526      442     1073     1039      731     1293      636      405      675      951     2341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where</w:t>
      </w:r>
      <w:proofErr w:type="gramEnd"/>
      <w:r w:rsidRPr="00987676">
        <w:rPr>
          <w:rFonts w:ascii="Letter Gothic" w:hAnsi="Letter Gothic" w:cs="Courier New"/>
          <w:b/>
          <w:sz w:val="12"/>
          <w:szCs w:val="12"/>
        </w:rPr>
        <w:t xml:space="preserve"> it is hard to       38%     36%     41%     33%     47%     56%     41%     41%     35%     35%      54%      41%      39%      30%      51%      44%      35%      26%      39%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get</w:t>
      </w:r>
      <w:proofErr w:type="gramEnd"/>
      <w:r w:rsidRPr="00987676">
        <w:rPr>
          <w:rFonts w:ascii="Letter Gothic" w:hAnsi="Letter Gothic" w:cs="Courier New"/>
          <w:b/>
          <w:sz w:val="12"/>
          <w:szCs w:val="12"/>
        </w:rPr>
        <w:t xml:space="preserve"> ahead (e)                               B               D      DE      IJ      IJ                      LMN        N        N               PQR       QR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Q11SUM Page 146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Q11SUM. I’d like to know in what ways you think the public library contributes to how you handle various issues in your life. Do you think the public library helps you [INSERT ITEMS; RANDOMIZE]?</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SUMMARY OF "YES" RESPONSES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Protect your             2318    1135    1184    1123     403     537     521     874     558     344      394      819      651      446      991      474      268      420      709     1609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personal</w:t>
      </w:r>
      <w:proofErr w:type="gramEnd"/>
      <w:r w:rsidRPr="00987676">
        <w:rPr>
          <w:rFonts w:ascii="Letter Gothic" w:hAnsi="Letter Gothic" w:cs="Courier New"/>
          <w:b/>
          <w:sz w:val="12"/>
          <w:szCs w:val="12"/>
        </w:rPr>
        <w:t xml:space="preserve"> data from        27%     27%     27%     21%     41%     41%     29%     30%     25%     23%      48%      31%      25%      18%      39%      33%      23%      16%      29%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online</w:t>
      </w:r>
      <w:proofErr w:type="gramEnd"/>
      <w:r w:rsidRPr="00987676">
        <w:rPr>
          <w:rFonts w:ascii="Letter Gothic" w:hAnsi="Letter Gothic" w:cs="Courier New"/>
          <w:b/>
          <w:sz w:val="12"/>
          <w:szCs w:val="12"/>
        </w:rPr>
        <w:t xml:space="preserve"> thieves (g)                                          D       D       J       J                      LMN       MN        N                QR       QR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REG Page 147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REG.</w:t>
      </w:r>
      <w:proofErr w:type="gramEnd"/>
      <w:r w:rsidRPr="00987676">
        <w:rPr>
          <w:rFonts w:ascii="Letter Gothic" w:hAnsi="Letter Gothic" w:cs="Courier New"/>
          <w:b/>
          <w:sz w:val="12"/>
          <w:szCs w:val="12"/>
        </w:rPr>
        <w:t xml:space="preserve"> Which of these statements best describes you? [READ IN ORDER]</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Are you ABSOLUTELY       6245    2929    3316    4334     717     629    1054    2035    1794    1296      306     1799     2015     2109     1463     1019      935     2207     1732     4507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CERTAIN that you          73%     70%     76%     80%     74%     48%     58%     69%     81%     86%      38%      68%      76%      86%      57%      71%      81%      86%      71%      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are</w:t>
      </w:r>
      <w:proofErr w:type="gramEnd"/>
      <w:r w:rsidRPr="00987676">
        <w:rPr>
          <w:rFonts w:ascii="Letter Gothic" w:hAnsi="Letter Gothic" w:cs="Courier New"/>
          <w:b/>
          <w:sz w:val="12"/>
          <w:szCs w:val="12"/>
        </w:rPr>
        <w:t xml:space="preserve"> registered to                           B      EF       F                       G      GH     GHI                 K       KL      KLM                 O       OP       OP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vote</w:t>
      </w:r>
      <w:proofErr w:type="gramEnd"/>
      <w:r w:rsidRPr="00987676">
        <w:rPr>
          <w:rFonts w:ascii="Letter Gothic" w:hAnsi="Letter Gothic" w:cs="Courier New"/>
          <w:b/>
          <w:sz w:val="12"/>
          <w:szCs w:val="12"/>
        </w:rPr>
        <w:t xml:space="preserve"> at your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current</w:t>
      </w:r>
      <w:proofErr w:type="gramEnd"/>
      <w:r w:rsidRPr="00987676">
        <w:rPr>
          <w:rFonts w:ascii="Letter Gothic" w:hAnsi="Letter Gothic" w:cs="Courier New"/>
          <w:b/>
          <w:sz w:val="12"/>
          <w:szCs w:val="12"/>
        </w:rPr>
        <w:t xml:space="preserve"> address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Are you PROBABLY          515     280     235     293      92      73     209     176      84      36       36      194      188       91      193      106       53      125      129      385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registered</w:t>
      </w:r>
      <w:proofErr w:type="gramEnd"/>
      <w:r w:rsidRPr="00987676">
        <w:rPr>
          <w:rFonts w:ascii="Letter Gothic" w:hAnsi="Letter Gothic" w:cs="Courier New"/>
          <w:b/>
          <w:sz w:val="12"/>
          <w:szCs w:val="12"/>
        </w:rPr>
        <w:t>, but            6%      7%      5%      5%      9%      6%     11%      6%      4%      2%       4%       7%       7%       4%       8%       7%       5%       5%       5%       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there</w:t>
      </w:r>
      <w:proofErr w:type="gramEnd"/>
      <w:r w:rsidRPr="00987676">
        <w:rPr>
          <w:rFonts w:ascii="Letter Gothic" w:hAnsi="Letter Gothic" w:cs="Courier New"/>
          <w:b/>
          <w:sz w:val="12"/>
          <w:szCs w:val="12"/>
        </w:rPr>
        <w:t xml:space="preserve"> is a chance                                           D             HIJ      IJ                                 N        N                QR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your</w:t>
      </w:r>
      <w:proofErr w:type="gramEnd"/>
      <w:r w:rsidRPr="00987676">
        <w:rPr>
          <w:rFonts w:ascii="Letter Gothic" w:hAnsi="Letter Gothic" w:cs="Courier New"/>
          <w:b/>
          <w:sz w:val="12"/>
          <w:szCs w:val="12"/>
        </w:rPr>
        <w:t xml:space="preserve"> registration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has</w:t>
      </w:r>
      <w:proofErr w:type="gramEnd"/>
      <w:r w:rsidRPr="00987676">
        <w:rPr>
          <w:rFonts w:ascii="Letter Gothic" w:hAnsi="Letter Gothic" w:cs="Courier New"/>
          <w:b/>
          <w:sz w:val="12"/>
          <w:szCs w:val="12"/>
        </w:rPr>
        <w:t xml:space="preserve"> lapsed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Are you NOT              1743     954     790     761     157     608     546     715     306     168      447      645      413      234      888      303      151      234      562     1182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registered</w:t>
      </w:r>
      <w:proofErr w:type="gramEnd"/>
      <w:r w:rsidRPr="00987676">
        <w:rPr>
          <w:rFonts w:ascii="Letter Gothic" w:hAnsi="Letter Gothic" w:cs="Courier New"/>
          <w:b/>
          <w:sz w:val="12"/>
          <w:szCs w:val="12"/>
        </w:rPr>
        <w:t xml:space="preserve"> to vote        20%     23%     18%     14%     16%     46%     30%     24%     14%     11%      55%      24%      16%      10%      35%      21%      13%       9%      23%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at</w:t>
      </w:r>
      <w:proofErr w:type="gramEnd"/>
      <w:r w:rsidRPr="00987676">
        <w:rPr>
          <w:rFonts w:ascii="Letter Gothic" w:hAnsi="Letter Gothic" w:cs="Courier New"/>
          <w:b/>
          <w:sz w:val="12"/>
          <w:szCs w:val="12"/>
        </w:rPr>
        <w:t xml:space="preserve"> your current                     C                              DE     HIJ      IJ                      LMN       MN        N               PQR       QR        R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address</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49      30      19      26       2      12      14      17      10       9       23        5       14        7       11        4        7       14       12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      *%      *%      1%      1%      1%      *%      1%       3%       *%       1%       *%       *%       *%       1%       1%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LMN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19      16       3       6       7       -       2       1       9       7        2        5        9        3        2       10        4        -        -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      *%      *%      *%       *%       *%       *%       *%       *%       1%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OFTVOTE Page 148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OFTVOTE.</w:t>
      </w:r>
      <w:proofErr w:type="gramEnd"/>
      <w:r w:rsidRPr="00987676">
        <w:rPr>
          <w:rFonts w:ascii="Letter Gothic" w:hAnsi="Letter Gothic" w:cs="Courier New"/>
          <w:b/>
          <w:sz w:val="12"/>
          <w:szCs w:val="12"/>
        </w:rPr>
        <w:t xml:space="preserve"> How often would you say you vote? [READ]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ALL             6245    2929    3316    4334     717     629    1054    2035    1794    1296      306     1799     2015     2109     1463     1019      935     2207     1732     4507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REGISTERED VOTERS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2332    1140    1192    1736     210     197     275     658     716     654       84      489      576     1173      440      347      347      945      575     1752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Always                   3840    1850    1989    2727     469     309     486    1113    1197     987      177     1050     1267     1331      781      617      614     1410      997     2837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61%     63%     60%     63%     65%     49%     46%     55%     67%     76%      58%      58%      63%      63%      53%      60%      66%      64%      58%      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G      GH     GHI                                                              O        O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Nearly always            1388     603     785     995     120     147     193     574     411     210       42      330      423      591      288      225      212      564      431      957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22%     21%     24%     23%     17%     23%     18%     28%     23%     16%      14%      18%      21%      28%      20%      22%      23%      26%      25%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GIJ       J                                         KLM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Part of the time          525     252     273     346      53      85     162     186     115      59       47      203      143      132      194       85       54      134      155      370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      9%      8%      8%      7%     13%     15%      9%      6%      5%      15%      11%       7%       6%      13%       8%       6%       6%       9%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HIJ       J                       MN       MN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Seldom                    341     144     197     201      58      47     132     124      50      32       22      147      135       38      148       64       41       63      109      231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      5%      6%      5%      8%      7%     13%      6%      3%      2%       7%       8%       7%       2%      10%       6%       4%       3%       6%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IJ                                 N        N               PQR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Never vote (VOL.)          97      58      39      48      13      16      47      30      15       -        3       52       33        9       26       18       11       29       19       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      1%      1%      2%      3%      4%      1%      1%               1%       3%       2%       *%       2%       2%       1%       1%       1%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                                         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Other response             50      17      33      16       -      25      33       8       6       3       16       13       13        9       21       11        3        5       21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(VOL.)                     1%      1%      1%      *%              4%      3%      *%      *%      *%       5%       1%       1%       *%       1%       1%       *%       *%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HIJ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4       4       -       -       4       -       -       -       -       4        -        4        -        -        4        -        -        -        -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OFTVOTE Page 149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OFTVOTE.</w:t>
      </w:r>
      <w:proofErr w:type="gramEnd"/>
      <w:r w:rsidRPr="00987676">
        <w:rPr>
          <w:rFonts w:ascii="Letter Gothic" w:hAnsi="Letter Gothic" w:cs="Courier New"/>
          <w:b/>
          <w:sz w:val="12"/>
          <w:szCs w:val="12"/>
        </w:rPr>
        <w:t xml:space="preserve"> How often would you say you vote? [READ]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ALL             6245    2929    3316    4334     717     629    1054    2035    1794    1296      306     1799     2015     2109     1463     1019      935     2207     1732     4507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REGISTERED VOTERS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Always/Nearly        5228    2454    2774    3722     589     456     679    1688    1608    1197      219     1380     1690     1922     1069      842      826     1975     1429     3794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always</w:t>
      </w:r>
      <w:proofErr w:type="gramEnd"/>
      <w:r w:rsidRPr="00987676">
        <w:rPr>
          <w:rFonts w:ascii="Letter Gothic" w:hAnsi="Letter Gothic" w:cs="Courier New"/>
          <w:b/>
          <w:sz w:val="12"/>
          <w:szCs w:val="12"/>
        </w:rPr>
        <w:t xml:space="preserve">                    84%     84%     84%     86%     82%     73%     64%     83%     90%     92%      71%      77%      84%      91%      73%      83%      88%      89%      82%      84%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G      GH      GH                         KL      KLM                 O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Part/Seldom/          963     454     509     595     124     147     342     340     180      92       72      401      311      179      368      167      106      227      282      679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Never                     15%     16%     15%     14%     17%     23%     32%     17%     10%      7%      23%      22%      15%       8%      25%      16%      11%      10%      16%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HIJ      IJ       J                N       MN        N               PQR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SEX Page 150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SEX.</w:t>
      </w:r>
      <w:proofErr w:type="gramEnd"/>
      <w:r w:rsidRPr="00987676">
        <w:rPr>
          <w:rFonts w:ascii="Letter Gothic" w:hAnsi="Letter Gothic" w:cs="Courier New"/>
          <w:b/>
          <w:sz w:val="12"/>
          <w:szCs w:val="12"/>
        </w:rPr>
        <w:t xml:space="preserve"> Respondent's sex [DO NOT ASK]</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Male                     4209    4209       -    2686     403     668     949    1476    1056     681      363     1410     1263     1157     1129      707      616     1424     1091     3113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49%    100%             50%     41%     51%     52%     50%     48%     45%      45%      53%      48%      47%      44%      49%      54%      55%      45%      51%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E       J                                        KN                                            O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Female                   4363       -    4363    2734     571     653     876    1469    1147     834      451     1238     1374     1288     1429      735      535     1156     1344     3017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51%            100%     50%     59%     49%     48%     50%     52%     55%      55%      47%      52%      53%      56%      51%      46%      45%      55%      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DF                                       G        L                          L       QR        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AGE-4WAY Page 151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AGE.</w:t>
      </w:r>
      <w:proofErr w:type="gramEnd"/>
      <w:r w:rsidRPr="00987676">
        <w:rPr>
          <w:rFonts w:ascii="Letter Gothic" w:hAnsi="Letter Gothic" w:cs="Courier New"/>
          <w:b/>
          <w:sz w:val="12"/>
          <w:szCs w:val="12"/>
        </w:rPr>
        <w:t xml:space="preserve"> What is your age?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18-29                    1825     949     876     994     189     412    1825       -       -       -      103      667      704      345      733      309      228      384      330     1495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21%     23%     20%     18%     19%     31%    100%                              13%      25%      27%      14%      29%      21%      20%      15%      14%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KN       KN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30-49                    2944    1476    1469    1673     396     586       -    2944       -       -      345      710      885      997      789      492      437     1053     1669     1274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34%     35%     34%     31%     41%     44%            100%                      42%      27%      34%      41%      31%      34%      38%      41%      69%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LM                 L       LM                          O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50-64                    2203    1056    1147    1520     259     214       -       -    2203       -      182      702      623      691      565      344      273      845      372     1831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26%     25%     26%     28%     27%     16%                    100%              22%      27%      24%      28%      22%      24%      24%      33%      15%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M                                 OPQ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65+                      1516     681     834    1191     120     102       -       -       -    1516      177      542      402      393      457      289      201      285       51     1463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16%     19%     22%     12%      8%                            100%      22%      20%      15%      16%      18%      20%      17%      11%       2%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MN                          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4       -       4       4       -       -       -       -       -       -        -        2        -        -        -        -        -        -        -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81      47      34      39      11       7       -       -       -       -        6       26       23       18       13        7       12       14       12       64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1%                                       1%       1%       1%       1%       1%       *%       1%       1%       1%       1%</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AGE-6WAY Page 152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AGE.</w:t>
      </w:r>
      <w:proofErr w:type="gramEnd"/>
      <w:r w:rsidRPr="00987676">
        <w:rPr>
          <w:rFonts w:ascii="Letter Gothic" w:hAnsi="Letter Gothic" w:cs="Courier New"/>
          <w:b/>
          <w:sz w:val="12"/>
          <w:szCs w:val="12"/>
        </w:rPr>
        <w:t xml:space="preserve"> What is your age?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18-24                    1129     598     531     609     116     280    1129       -       -       -       67      484      448      127      434      176      136      252      114     1015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13%     14%     12%     11%     12%     21%     62%                               8%      18%      17%       5%      17%      12%      12%      10%       5%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KN       KN               PQR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25-34                    1495     762     733     833     173     295     696     799       -       -      114      364      501      512      541      305      214      353      621      875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18%     17%     15%     18%     22%     38%     27%                      14%      14%      19%      21%      21%      21%      19%      14%      25%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H                                                  L       KL        R        R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35-44                    1433     709     724     804     196     277       -    1433       -       -      176      316      420      515      336      221      231      547      918      513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17%     17%     15%     20%     21%             49%                      22%      12%      16%      21%      13%      15%      20%      21%      38%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L                 L       LM                          O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45-54                    1574     769     804     976     213     249       -     712     861       -      164      478      467      463      419      227      195      651      589      985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18%     18%     18%     22%     19%             24%     39%              20%      18%      18%      19%      16%      16%      17%      25%      24%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55-64                    1342     643     699     965     146     111       -       -    1342       -      110      437      377      417      359      215      163      478      130     1212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15%     16%     18%     15%      8%                     61%              13%      16%      14%      17%      14%      15%      14%      19%       5%      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O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65+                      1516     681     834    1191     120     102       -       -       -    1516      177      542      402      393      457      289      201      285       51     1463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16%     19%     22%     12%      8%                            100%      22%      20%      15%      16%      18%      20%      17%      11%       2%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MN                          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4       -       4       4       -       -       -       -       -       -        -        2        -        -        -        -        -        -        -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81      47      34      39      11       7       -       -       -       -        6       26       23       18       13        7       12       14       12       64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1%                                       1%       1%       1%       1%       1%       *%       1%       1%       1%       1%</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GENAGE Page 153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GENERATIONAL AGE BREAKS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Millennials (b.</w:t>
      </w:r>
      <w:proofErr w:type="gramEnd"/>
      <w:r w:rsidRPr="00987676">
        <w:rPr>
          <w:rFonts w:ascii="Letter Gothic" w:hAnsi="Letter Gothic" w:cs="Courier New"/>
          <w:b/>
          <w:sz w:val="12"/>
          <w:szCs w:val="12"/>
        </w:rPr>
        <w:t xml:space="preserve">          2812    1461    1350    1535     306     615    1825     987       -       -      204      878     1015      709     1036      509      382      668      844     1967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1981-1998)                33%     35%     31%     28%     31%     47%    100%     34%                      25%      33%      38%      29%      40%      35%      33%      26%      35%      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H                                         K      KLN                QR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Gen X (b. 1965-          2283    1130    1153    1335     323     427       -    1958     325       -      272      602      640      760      554      332      337      911     1266     1015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1980)                     27%     27%     26%     25%     33%     32%             66%     15%              33%      23%      24%      31%      22%      23%      29%      35%      52%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I                       LM                         LM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Younger Boomers (b.</w:t>
      </w:r>
      <w:proofErr w:type="gramEnd"/>
      <w:r w:rsidRPr="00987676">
        <w:rPr>
          <w:rFonts w:ascii="Letter Gothic" w:hAnsi="Letter Gothic" w:cs="Courier New"/>
          <w:b/>
          <w:sz w:val="12"/>
          <w:szCs w:val="12"/>
        </w:rPr>
        <w:t xml:space="preserve">      1550     749     801    1087     192     132       -       -    1550       -      122      539      460      428      410      259      190      578      242     1308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1955-1964)                18%     18%     18%     20%     20%     10%                     70%              15%      20%      17%      18%      16%      18%      17%      22%      10%      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OQ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Older Boomers (b.</w:t>
      </w:r>
      <w:proofErr w:type="gramEnd"/>
      <w:r w:rsidRPr="00987676">
        <w:rPr>
          <w:rFonts w:ascii="Letter Gothic" w:hAnsi="Letter Gothic" w:cs="Courier New"/>
          <w:b/>
          <w:sz w:val="12"/>
          <w:szCs w:val="12"/>
        </w:rPr>
        <w:t xml:space="preserve">         951     484     467     691      64      98       -       -     328     623      100      248      267      332      250      149      127      292       50      900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1946-1954)                11%     11%     11%     13%      7%      7%                     15%     41%      12%       9%      10%      14%      10%      10%      11%      11%       2%      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I                                   L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Silent generation         541     229     311     437      44      30       -       -       -     541       61      230      127      123      152      133       65       90       14      526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b. 1937</w:t>
      </w:r>
      <w:proofErr w:type="gramEnd"/>
      <w:r w:rsidRPr="00987676">
        <w:rPr>
          <w:rFonts w:ascii="Letter Gothic" w:hAnsi="Letter Gothic" w:cs="Courier New"/>
          <w:b/>
          <w:sz w:val="12"/>
          <w:szCs w:val="12"/>
        </w:rPr>
        <w:t>-1945)             6%      5%      7%      8%      5%      2%                             36%       7%       9%       5%       5%       6%       9%       6%       3%       1%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MN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G.I. generation (b.</w:t>
      </w:r>
      <w:proofErr w:type="gramEnd"/>
      <w:r w:rsidRPr="00987676">
        <w:rPr>
          <w:rFonts w:ascii="Letter Gothic" w:hAnsi="Letter Gothic" w:cs="Courier New"/>
          <w:b/>
          <w:sz w:val="12"/>
          <w:szCs w:val="12"/>
        </w:rPr>
        <w:t xml:space="preserve">       352     109     243     293      34      12       -       -       -     352       49      123      106       74      142       54       38       28        6      345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1936 or earlier)           4%      3%      6%      5%      3%      1%                             23%       6%       5%       4%       3%       6%       4%       3%       1%       *%       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4       -       4       4       -       -       -       -       -       -        -        2        -        -        -        -        -        -        -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81      47      34      39      11       7       -       -       -       -        6       26       23       18       13        7       12       14       12       64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1%                                       1%       1%       1%       1%       1%       *%       1%       1%       1%       1%</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GENAGE Page 154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GENERATIONAL AGE BREAKS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Boomers              2500    1232    1268    1778     256     230       -       -    1878     623      222      787      727      760      660      408      317      869      292     2209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29%     29%     29%     33%     26%     17%                     85%     41%      27%      30%      28%      31%      26%      28%      28%      34%      12%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F                               J                                                                              OQ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MARITAL Page 155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MARITAL.</w:t>
      </w:r>
      <w:proofErr w:type="gramEnd"/>
      <w:r w:rsidRPr="00987676">
        <w:rPr>
          <w:rFonts w:ascii="Letter Gothic" w:hAnsi="Letter Gothic" w:cs="Courier New"/>
          <w:b/>
          <w:sz w:val="12"/>
          <w:szCs w:val="12"/>
        </w:rPr>
        <w:t xml:space="preserve"> Are you currently married, living with a partner, divorced, separated, widowed, or have you never been married?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Married                  3977    1983    1994    2830     265     521     283    1614    1319     735      327     1014     1106     1512      640      560      616     1802     1628     2347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46%     47%     46%     52%     27%     39%     15%     55%     60%     48%      40%      38%      42%      62%      25%      39%      53%      70%      67%      38%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E              GJ     GHJ       G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Living with a             651     305     346     386      62     139     197     288     114      52       48      199      246      158      251      131       83      149      196      454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partner</w:t>
      </w:r>
      <w:proofErr w:type="gramEnd"/>
      <w:r w:rsidRPr="00987676">
        <w:rPr>
          <w:rFonts w:ascii="Letter Gothic" w:hAnsi="Letter Gothic" w:cs="Courier New"/>
          <w:b/>
          <w:sz w:val="12"/>
          <w:szCs w:val="12"/>
        </w:rPr>
        <w:t xml:space="preserve">                    8%      7%      8%      7%      6%     11%     11%     10%      5%      3%       6%       8%       9%       6%      10%       9%       7%       6%       8%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IJ      IJ                                          N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Divorced                  889     452     437     572     123     105      18     301     365     201       85      269      327      207      338      226      119      146      211      678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11%     10%     11%     13%      8%      1%     10%     17%     13%      10%      10%      12%       8%      13%      16%      10%       6%       9%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GH       G                          N                 R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Separated                 278     123     156      93      55     116      21     166      70      21       84      100       66       28      165       43       24       32      113      166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3%      4%      2%      6%      9%      1%      6%      3%      1%      10%       4%       3%       1%       6%       3%       2%       1%       5%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GIJ      GJ              LMN        N        N               PQR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Widowed                   596     144     452     446      63      40       4      30     123     423      102      233      152      107      225      125       63       55       44      553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      3%     10%      8%      6%      3%      *%      1%      6%     28%      13%       9%       6%       4%       9%       9%       5%       2%       2%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GH     GHI       MN        N                          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Never been married       2139    1180     959    1082     396     398    1295     541     207      73      159      827      725      425      923      355      243      395      239     1900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25%     28%     22%     20%     41%     30%     71%     18%      9%      5%      20%      31%      28%      17%      36%      25%      21%      15%      10%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DF       D     HIJ      IJ       J                        KN       KN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11      11       -       -       7       -       4       1       -       6        4        6        -        1        6        -        -        -        -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1%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30      12      19      11       2       3       3       3       5       5        6        -       15        4       10        -        3        1        4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1%                1%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MARITAL Page 156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MARITAL.</w:t>
      </w:r>
      <w:proofErr w:type="gramEnd"/>
      <w:r w:rsidRPr="00987676">
        <w:rPr>
          <w:rFonts w:ascii="Letter Gothic" w:hAnsi="Letter Gothic" w:cs="Courier New"/>
          <w:b/>
          <w:sz w:val="12"/>
          <w:szCs w:val="12"/>
        </w:rPr>
        <w:t xml:space="preserve"> Are you currently married, living with a partner, divorced, separated, widowed, or have you never been married?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Married/LWP          4628    2288    2340    3217     327     660     479    1902    1432     787      375     1213     1352     1671      891      691      699     1950     1824     2801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54%     54%     54%     59%     34%     50%     26%     65%     65%     52%      46%      46%      51%      68%      35%      48%      61%      76%      75%      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E              GJ      GJ       G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PAR Page 157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PAR. Are you the parent or guardian of any children under age 18 now living in your household?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2435    1091    1344    1392     312     490     330    1669     372      51      319      641      696      775      689      416      322      897     2435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28%     26%     31%     26%     32%     37%     18%     57%     17%      3%      39%      24%      26%      32%      27%      29%      28%      35%     100%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J     GIJ       J              LMN                         LM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6130    3113    3017    4027     661     831    1495    1274    1831    1463      496     2007     1942     1665     1869     1025      829     1683        -     6130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72%     74%     69%     74%     68%     63%     82%     43%     83%     97%      61%      76%      74%      68%      73%      71%      72%      65%              100%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H               H     GHI                KN       KN        K        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7       6       1       1       1       -       -       1       -       1        -        -        -        4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KIDAGE1 Page 158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KIDAGE1. How many of these children are age 5 or younger?</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PARENTS OF      2435    1091    1344    1392     312     490     330    1669     372      51      319      641      696      775      689      416      322      897     2435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CHILDREN UNDER AGE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778     386     392     467      89     149      81     529     139      23       83      159      167      366      177      116      100      340      778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children age 5        1323     596     728     742     171     275      64     878     344      34      200      322      375      424      367      206      171      518     1323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w:t>
      </w:r>
      <w:proofErr w:type="gramEnd"/>
      <w:r w:rsidRPr="00987676">
        <w:rPr>
          <w:rFonts w:ascii="Letter Gothic" w:hAnsi="Letter Gothic" w:cs="Courier New"/>
          <w:b/>
          <w:sz w:val="12"/>
          <w:szCs w:val="12"/>
        </w:rPr>
        <w:t xml:space="preserve"> younger                54%     55%     54%     53%     55%     56%     19%     53%     93%     66%      63%      50%      54%      55%      53%      49%      53%      58%      54%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GHJ       G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child age 5 or          707     306     402     399     106     139     160     507      24       8       80      205      215      206      213      152       90      227      707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younger</w:t>
      </w:r>
      <w:proofErr w:type="gramEnd"/>
      <w:r w:rsidRPr="00987676">
        <w:rPr>
          <w:rFonts w:ascii="Letter Gothic" w:hAnsi="Letter Gothic" w:cs="Courier New"/>
          <w:b/>
          <w:sz w:val="12"/>
          <w:szCs w:val="12"/>
        </w:rPr>
        <w:t xml:space="preserve">                   29%     28%     30%     29%     34%     28%     48%     30%      7%     16%      25%      32%      31%      27%      31%      37%      28%      25%      29%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I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children age 5 or       315     152     163     198      23      57      85     218       3       9       33       65       91      126       70       54       51      127      315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younger</w:t>
      </w:r>
      <w:proofErr w:type="gramEnd"/>
      <w:r w:rsidRPr="00987676">
        <w:rPr>
          <w:rFonts w:ascii="Letter Gothic" w:hAnsi="Letter Gothic" w:cs="Courier New"/>
          <w:b/>
          <w:sz w:val="12"/>
          <w:szCs w:val="12"/>
        </w:rPr>
        <w:t xml:space="preserve">                   13%     14%     12%     14%      8%     12%     26%     13%      1%     17%      10%      10%      13%      16%      10%      13%      16%      14%      13%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       I               I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or more children         75      37      39      39      12      20      17      58       -       -        6       43       10       17       33        3       10       25       75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age</w:t>
      </w:r>
      <w:proofErr w:type="gramEnd"/>
      <w:r w:rsidRPr="00987676">
        <w:rPr>
          <w:rFonts w:ascii="Letter Gothic" w:hAnsi="Letter Gothic" w:cs="Courier New"/>
          <w:b/>
          <w:sz w:val="12"/>
          <w:szCs w:val="12"/>
        </w:rPr>
        <w:t xml:space="preserve"> 5 or younger           3%      3%      3%      3%      4%      4%      5%      4%                       2%       7%       1%       2%       5%       1%       3%       3%       3%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MN                          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14       1      13      14       -       -       5       8       -       -        -        6        5        2        5        1        -        -       14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      1%      1%                      2%      *%                                1%       1%       *%       1%       *%                         1%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EDUC2 Page 159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EDUC2. What is the highest level of school you have completed or the highest degree you have received? [DO NOT READ]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Less than high            324     158     166      66       9     240      15     145      71      91      324        -        -        -      234       26        8       12      131      193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school</w:t>
      </w:r>
      <w:proofErr w:type="gramEnd"/>
      <w:r w:rsidRPr="00987676">
        <w:rPr>
          <w:rFonts w:ascii="Letter Gothic" w:hAnsi="Letter Gothic" w:cs="Courier New"/>
          <w:b/>
          <w:sz w:val="12"/>
          <w:szCs w:val="12"/>
        </w:rPr>
        <w:t xml:space="preserve"> (Grades 1-8         4%      4%      4%      1%      1%     18%      1%      5%      3%      6%      40%                                  9%       2%       1%       *%       5%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w:t>
      </w:r>
      <w:proofErr w:type="gramEnd"/>
      <w:r w:rsidRPr="00987676">
        <w:rPr>
          <w:rFonts w:ascii="Letter Gothic" w:hAnsi="Letter Gothic" w:cs="Courier New"/>
          <w:b/>
          <w:sz w:val="12"/>
          <w:szCs w:val="12"/>
        </w:rPr>
        <w:t xml:space="preserve"> no formal                                                       DE               G       G      GI                                          PQR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schooling</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High school               490     205     285     196      80     173      88     200     112      86      490        -        -        -      300       83       28       19      188      303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incomplete</w:t>
      </w:r>
      <w:proofErr w:type="gramEnd"/>
      <w:r w:rsidRPr="00987676">
        <w:rPr>
          <w:rFonts w:ascii="Letter Gothic" w:hAnsi="Letter Gothic" w:cs="Courier New"/>
          <w:b/>
          <w:sz w:val="12"/>
          <w:szCs w:val="12"/>
        </w:rPr>
        <w:t xml:space="preserve"> (Grades         6%      5%      7%      4%      8%     13%      5%      7%      5%      6%      60%                                 12%       6%       2%       1%       8%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9-11 or Grade 12                            B               D      DE                                                                          PQR       QR        R                 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with</w:t>
      </w:r>
      <w:proofErr w:type="gramEnd"/>
      <w:r w:rsidRPr="00987676">
        <w:rPr>
          <w:rFonts w:ascii="Letter Gothic" w:hAnsi="Letter Gothic" w:cs="Courier New"/>
          <w:b/>
          <w:sz w:val="12"/>
          <w:szCs w:val="12"/>
        </w:rPr>
        <w:t xml:space="preserve"> NO diploma)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High school              2648    1410    1238    1678     391     414     667     710     702     542        -     2648        -        -     1049      472      328      504      641     2007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graduate</w:t>
      </w:r>
      <w:proofErr w:type="gramEnd"/>
      <w:r w:rsidRPr="00987676">
        <w:rPr>
          <w:rFonts w:ascii="Letter Gothic" w:hAnsi="Letter Gothic" w:cs="Courier New"/>
          <w:b/>
          <w:sz w:val="12"/>
          <w:szCs w:val="12"/>
        </w:rPr>
        <w:t xml:space="preserve"> (Grade 12        31%     33%     28%     31%     40%     31%     37%     24%     32%     36%              100%                        41%      33%      28%      20%      26%      33%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with</w:t>
      </w:r>
      <w:proofErr w:type="gramEnd"/>
      <w:r w:rsidRPr="00987676">
        <w:rPr>
          <w:rFonts w:ascii="Letter Gothic" w:hAnsi="Letter Gothic" w:cs="Courier New"/>
          <w:b/>
          <w:sz w:val="12"/>
          <w:szCs w:val="12"/>
        </w:rPr>
        <w:t xml:space="preserve"> diploma or GED                 C                      DF               H               H       H                                          PQR        R        R                          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certificate</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college, no         1729     821     907    1106     193     222     544     509     400     253        -        -     1729        -      531      368      275      404      394     1334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degree</w:t>
      </w:r>
      <w:proofErr w:type="gramEnd"/>
      <w:r w:rsidRPr="00987676">
        <w:rPr>
          <w:rFonts w:ascii="Letter Gothic" w:hAnsi="Letter Gothic" w:cs="Courier New"/>
          <w:b/>
          <w:sz w:val="12"/>
          <w:szCs w:val="12"/>
        </w:rPr>
        <w:t xml:space="preserve"> (includes          20%     20%     21%     20%     20%     17%     30%     17%     18%     17%                        66%               21%      26%      24%      16%      16%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w:t>
      </w:r>
      <w:proofErr w:type="gramEnd"/>
      <w:r w:rsidRPr="00987676">
        <w:rPr>
          <w:rFonts w:ascii="Letter Gothic" w:hAnsi="Letter Gothic" w:cs="Courier New"/>
          <w:b/>
          <w:sz w:val="12"/>
          <w:szCs w:val="12"/>
        </w:rPr>
        <w:t xml:space="preserve"> community                                                            HIJ                                                                    R        R        R                          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college</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Two year associate        909     442     467     583     121      98     160     377     223     149        -        -      909        -      212      228      135      271      301      607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degree</w:t>
      </w:r>
      <w:proofErr w:type="gramEnd"/>
      <w:r w:rsidRPr="00987676">
        <w:rPr>
          <w:rFonts w:ascii="Letter Gothic" w:hAnsi="Letter Gothic" w:cs="Courier New"/>
          <w:b/>
          <w:sz w:val="12"/>
          <w:szCs w:val="12"/>
        </w:rPr>
        <w:t xml:space="preserve"> from a             11%     10%     11%     11%     12%      7%      9%     13%     10%     10%                        34%                8%      16%      12%      11%      12%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college</w:t>
      </w:r>
      <w:proofErr w:type="gramEnd"/>
      <w:r w:rsidRPr="00987676">
        <w:rPr>
          <w:rFonts w:ascii="Letter Gothic" w:hAnsi="Letter Gothic" w:cs="Courier New"/>
          <w:b/>
          <w:sz w:val="12"/>
          <w:szCs w:val="12"/>
        </w:rPr>
        <w:t xml:space="preserve"> or                                          F       F                       G                                                                    OR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university</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Four year college        1416     689     727    1046     102     117     248     585     385     184        -        -        -     1416      152      177      215      736      450      963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w:t>
      </w:r>
      <w:proofErr w:type="gramEnd"/>
      <w:r w:rsidRPr="00987676">
        <w:rPr>
          <w:rFonts w:ascii="Letter Gothic" w:hAnsi="Letter Gothic" w:cs="Courier New"/>
          <w:b/>
          <w:sz w:val="12"/>
          <w:szCs w:val="12"/>
        </w:rPr>
        <w:t xml:space="preserve"> university             17%     16%     17%     19%     10%      9%     14%     20%     17%     12%                                 58%       6%      12%      19%      29%      18%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degree/Bachelor's</w:t>
      </w:r>
      <w:proofErr w:type="gramEnd"/>
      <w:r w:rsidRPr="00987676">
        <w:rPr>
          <w:rFonts w:ascii="Letter Gothic" w:hAnsi="Letter Gothic" w:cs="Courier New"/>
          <w:b/>
          <w:sz w:val="12"/>
          <w:szCs w:val="12"/>
        </w:rPr>
        <w:t xml:space="preserve">                                  EF                              GJ       J                                                             O       OP      OPQ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degree</w:t>
      </w:r>
      <w:proofErr w:type="gramEnd"/>
      <w:r w:rsidRPr="00987676">
        <w:rPr>
          <w:rFonts w:ascii="Letter Gothic" w:hAnsi="Letter Gothic" w:cs="Courier New"/>
          <w:b/>
          <w:sz w:val="12"/>
          <w:szCs w:val="12"/>
        </w:rPr>
        <w:t xml:space="preserve"> (e.g., BS,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 AB)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EDUC2 Page 160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EDUC2. What is the highest level of school you have completed or the highest degree you have received? [DO NOT READ]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postgraduate          88      34      54      62       5       6      11      22      32      23        -        -        -       88        3        9       23       43       27       61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w:t>
      </w:r>
      <w:proofErr w:type="gramEnd"/>
      <w:r w:rsidRPr="00987676">
        <w:rPr>
          <w:rFonts w:ascii="Letter Gothic" w:hAnsi="Letter Gothic" w:cs="Courier New"/>
          <w:b/>
          <w:sz w:val="12"/>
          <w:szCs w:val="12"/>
        </w:rPr>
        <w:t xml:space="preserve"> professional            1%      1%      1%      1%      *%      *%      1%      1%      1%      1%                                  4%       *%       1%       2%       2%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schooling</w:t>
      </w:r>
      <w:proofErr w:type="gramEnd"/>
      <w:r w:rsidRPr="00987676">
        <w:rPr>
          <w:rFonts w:ascii="Letter Gothic" w:hAnsi="Letter Gothic" w:cs="Courier New"/>
          <w:b/>
          <w:sz w:val="12"/>
          <w:szCs w:val="12"/>
        </w:rPr>
        <w:t xml:space="preserve">, no                                                                                                                                                               O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postgraduate</w:t>
      </w:r>
      <w:proofErr w:type="gramEnd"/>
      <w:r w:rsidRPr="00987676">
        <w:rPr>
          <w:rFonts w:ascii="Letter Gothic" w:hAnsi="Letter Gothic" w:cs="Courier New"/>
          <w:b/>
          <w:sz w:val="12"/>
          <w:szCs w:val="12"/>
        </w:rPr>
        <w:t xml:space="preserve"> degree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e.g</w:t>
      </w:r>
      <w:proofErr w:type="gramEnd"/>
      <w:r w:rsidRPr="00987676">
        <w:rPr>
          <w:rFonts w:ascii="Letter Gothic" w:hAnsi="Letter Gothic" w:cs="Courier New"/>
          <w:b/>
          <w:sz w:val="12"/>
          <w:szCs w:val="12"/>
        </w:rPr>
        <w:t xml:space="preserve">. some graduate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school</w:t>
      </w:r>
      <w:proofErr w:type="gramEnd"/>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Postgraduate or           940     434     507     668      73      46      86     390     273     186        -        -        -      940       71       73      138      588      298      641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professional</w:t>
      </w:r>
      <w:proofErr w:type="gramEnd"/>
      <w:r w:rsidRPr="00987676">
        <w:rPr>
          <w:rFonts w:ascii="Letter Gothic" w:hAnsi="Letter Gothic" w:cs="Courier New"/>
          <w:b/>
          <w:sz w:val="12"/>
          <w:szCs w:val="12"/>
        </w:rPr>
        <w:t xml:space="preserve">              11%     10%     12%     12%      7%      4%      5%     13%     12%     12%                                 38%       3%       5%      12%      23%      12%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degree</w:t>
      </w:r>
      <w:proofErr w:type="gramEnd"/>
      <w:r w:rsidRPr="00987676">
        <w:rPr>
          <w:rFonts w:ascii="Letter Gothic" w:hAnsi="Letter Gothic" w:cs="Courier New"/>
          <w:b/>
          <w:sz w:val="12"/>
          <w:szCs w:val="12"/>
        </w:rPr>
        <w:t xml:space="preserve">, including                                  EF                               G       G       G                                                             OP      OPQ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master's</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doctorate</w:t>
      </w:r>
      <w:proofErr w:type="gramEnd"/>
      <w:r w:rsidRPr="00987676">
        <w:rPr>
          <w:rFonts w:ascii="Letter Gothic" w:hAnsi="Letter Gothic" w:cs="Courier New"/>
          <w:b/>
          <w:sz w:val="12"/>
          <w:szCs w:val="12"/>
        </w:rPr>
        <w:t xml:space="preserve">, medical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w:t>
      </w:r>
      <w:proofErr w:type="gramEnd"/>
      <w:r w:rsidRPr="00987676">
        <w:rPr>
          <w:rFonts w:ascii="Letter Gothic" w:hAnsi="Letter Gothic" w:cs="Courier New"/>
          <w:b/>
          <w:sz w:val="12"/>
          <w:szCs w:val="12"/>
        </w:rPr>
        <w:t xml:space="preserve"> law degree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(e.g., MA, MS, PhD,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MD, JD)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14       7       6       7       -       6       4       5       4       -        -        -        -        -        5        4        2        2        4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14       9       5       8       -       -       2       2       -       2        -        -        -        -        2        3        -        1        1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EDUC2CAT Page 161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EDUC2CAT. What is the highest level of school you have completed or the highest degree you have received? [DO NOT READ]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Collapsed education categories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H.S. graduate        3463    1773    1689    1940     481     826     770    1055     884     719      815     2648        -        -     1582      580      364      535      959     2503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w:t>
      </w:r>
      <w:proofErr w:type="gramEnd"/>
      <w:r w:rsidRPr="00987676">
        <w:rPr>
          <w:rFonts w:ascii="Letter Gothic" w:hAnsi="Letter Gothic" w:cs="Courier New"/>
          <w:b/>
          <w:sz w:val="12"/>
          <w:szCs w:val="12"/>
        </w:rPr>
        <w:t xml:space="preserve"> less                   40%     42%     39%     36%     49%     63%     42%     36%     40%     47%     100%     100%                        62%      40%      32%      21%      39%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DE       H                      HI                                          PQR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Less than H.S.</w:t>
      </w:r>
      <w:proofErr w:type="gramEnd"/>
      <w:r w:rsidRPr="00987676">
        <w:rPr>
          <w:rFonts w:ascii="Letter Gothic" w:hAnsi="Letter Gothic" w:cs="Courier New"/>
          <w:b/>
          <w:sz w:val="12"/>
          <w:szCs w:val="12"/>
        </w:rPr>
        <w:t xml:space="preserve">        815     363     451     262      90     412     103     345     182     177      815        -        -        -      534      109       36       31      319      496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9%     10%      5%      9%     31%      6%     12%      8%     12%     100%                                 21%       8%       3%       1%      13%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DE              GI              GI                                          PQR       QR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H.S. graduate        2648    1410    1238    1678     391     414     667     710     702     542        -     2648        -        -     1049      472      328      504      641     2007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31%     33%     28%     31%     40%     31%     37%     24%     32%     36%              100%                        41%      33%      28%      20%      26%      33%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DF               H               H       H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Some college or      5082    2420    2662    3464     493     489    1049    1883    1314     795        -        -     2638     2444      969      855      786     2041     1471     3607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more</w:t>
      </w:r>
      <w:proofErr w:type="gramEnd"/>
      <w:r w:rsidRPr="00987676">
        <w:rPr>
          <w:rFonts w:ascii="Letter Gothic" w:hAnsi="Letter Gothic" w:cs="Courier New"/>
          <w:b/>
          <w:sz w:val="12"/>
          <w:szCs w:val="12"/>
        </w:rPr>
        <w:t xml:space="preserve">                      59%     57%     61%     64%     51%     37%     58%     64%     60%     52%                       100%     100%      38%      59%      68%      79%      60%      59%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F                      GJ       J                                                             O       OP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Some college         2638    1263    1374    1688     314     319     704     885     623     402        -        -     2638        -      743      596      410      675      696     1942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31%     30%     32%     31%     32%     24%     39%     30%     28%     27%                       100%               29%      41%      36%      26%      29%      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HIJ                                                                            OR       OR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College              2444    1157    1288    1776     180     169     345     997     691     393        -        -        -     2444      225      259      376     1366      775     1665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graduate</w:t>
      </w:r>
      <w:proofErr w:type="gramEnd"/>
      <w:r w:rsidRPr="00987676">
        <w:rPr>
          <w:rFonts w:ascii="Letter Gothic" w:hAnsi="Letter Gothic" w:cs="Courier New"/>
          <w:b/>
          <w:sz w:val="12"/>
          <w:szCs w:val="12"/>
        </w:rPr>
        <w:t xml:space="preserve">              29%     27%     30%     33%     18%     13%     19%     34%     31%     26%                                100%       9%      18%      33%      53%      32%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GJ       G       G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14       7       6       7       -       6       4       5       4       -        -        -        -        -        5        4        2        2        4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14       9       5       8       -       -       2       2       -       2        -        -        -        -        2        3        -        1        1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EMPLNW Page 162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EMPLNW.</w:t>
      </w:r>
      <w:proofErr w:type="gramEnd"/>
      <w:r w:rsidRPr="00987676">
        <w:rPr>
          <w:rFonts w:ascii="Letter Gothic" w:hAnsi="Letter Gothic" w:cs="Courier New"/>
          <w:b/>
          <w:sz w:val="12"/>
          <w:szCs w:val="12"/>
        </w:rPr>
        <w:t xml:space="preserve"> Are you now employed full-time, part-time, retired, or are you not employed for pay?</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Employed full-time       4183    2379    1803    2683     461     642     777    2031    1214     133      287     1152     1176     1550      814      753      631     1698     1534     2646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49%     57%     41%     49%     47%     49%     43%     69%     55%      9%      35%      44%      45%      63%      32%      52%      55%      66%      63%      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J     GIJ      GJ                         K        K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Employed part-time       1048     398     650     609     114     224     545     255     166      76      103      365      377      202      408      157      135      238      290      758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12%      9%     15%     11%     12%     17%     30%      9%      8%      5%      13%      14%      14%       8%      16%      11%      12%       9%      12%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HIJ       J                                 N        N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Retired                  1661     795     866    1237     148     107       4      51     374    1203      141      568      544      405      542      313      214      302       92     1567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19%     19%     20%     23%     15%      8%      *%      2%     17%     79%      17%      21%      21%      17%      21%      22%      19%      12%       4%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F                       G      GH     GHI                 N                          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Not employed for         1194     367     826     643     187     271     398     442     261      77      200      409      386      194      569      148      120      238      403      790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pay</w:t>
      </w:r>
      <w:proofErr w:type="gramEnd"/>
      <w:r w:rsidRPr="00987676">
        <w:rPr>
          <w:rFonts w:ascii="Letter Gothic" w:hAnsi="Letter Gothic" w:cs="Courier New"/>
          <w:b/>
          <w:sz w:val="12"/>
          <w:szCs w:val="12"/>
        </w:rPr>
        <w:t xml:space="preserve">                       14%      9%     19%     12%     19%     21%     22%     15%     12%      5%      25%      15%      15%       8%      22%      10%      10%       9%      17%      13%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HIJ       J       J              LMN        N        N               PQR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Have own business/        166     107      59     105      14      24      20      72      55      18        2       46       58       60       29       24       35       65       60      106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self-employed</w:t>
      </w:r>
      <w:proofErr w:type="gramEnd"/>
      <w:r w:rsidRPr="00987676">
        <w:rPr>
          <w:rFonts w:ascii="Letter Gothic" w:hAnsi="Letter Gothic" w:cs="Courier New"/>
          <w:b/>
          <w:sz w:val="12"/>
          <w:szCs w:val="12"/>
        </w:rPr>
        <w:t xml:space="preserve">              2%      3%      1%      2%      1%      2%      1%      2%      3%      1%       *%       2%       2%       2%       1%       2%       3%       3%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(VOL.)</w:t>
      </w:r>
      <w:proofErr w:type="gramEnd"/>
      <w:r w:rsidRPr="00987676">
        <w:rPr>
          <w:rFonts w:ascii="Letter Gothic" w:hAnsi="Letter Gothic" w:cs="Courier New"/>
          <w:b/>
          <w:sz w:val="12"/>
          <w:szCs w:val="12"/>
        </w:rPr>
        <w:t xml:space="preserve">                              C                                                                                 K        K        K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Disabled (VOL.)           223     103     121     103      50      30      20      64     127       8       77       71       63       12      170       26        6        7       48      175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2%      3%      2%      5%      2%      1%      2%      6%      1%       9%       3%       2%       1%       7%       2%       1%       *%       2%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J     GHJ              LMN        N        N               PQR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Student (VOL.)             80      53      26      32       -      20      59      19       1       -        -       31       30       18       21       17       10       28        4       75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1%      3%      1%      *%                        1%       1%       1%       1%       1%       1%       1%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HI       I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Other (VOL.)               12       3       9       5       -       3       -      10       2       -        3        4        3        2        4        3        -        2        3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EMPLNW Page 163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EMPLNW.</w:t>
      </w:r>
      <w:proofErr w:type="gramEnd"/>
      <w:r w:rsidRPr="00987676">
        <w:rPr>
          <w:rFonts w:ascii="Letter Gothic" w:hAnsi="Letter Gothic" w:cs="Courier New"/>
          <w:b/>
          <w:sz w:val="12"/>
          <w:szCs w:val="12"/>
        </w:rPr>
        <w:t xml:space="preserve"> Are you now employed full-time, part-time, retired, or are you not employed for pay?</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       1       2       3       -       -       -       -       2       1        -        2        -        1        2        -        -        1        -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3       3       -       -       -       -       -       -       1       -        -        -        -        1        -        -        -        1        -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Employed FT or       5231    2777    2453    3292     575     866    1322    2286    1380     208      390     1517     1553     1751     1222      910      766     1937     1824     3404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PT                        61%     66%     56%     61%     59%     66%     72%     78%     63%     14%      48%      57%      59%      72%      48%      63%      67%      75%      75%      56%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IJ     GIJ       J                         K        K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DISA Page 164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DISA.</w:t>
      </w:r>
      <w:proofErr w:type="gramEnd"/>
      <w:r w:rsidRPr="00987676">
        <w:rPr>
          <w:rFonts w:ascii="Letter Gothic" w:hAnsi="Letter Gothic" w:cs="Courier New"/>
          <w:b/>
          <w:sz w:val="12"/>
          <w:szCs w:val="12"/>
        </w:rPr>
        <w:t xml:space="preserve"> Does any disability, handicap, or chronic disease keep you from participating fully in work, school, housework, or other activities, or not?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1400     611     789     880     190     166     136     308     506     431      216      530      429      217      703      225      115      151      241     1158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15%     18%     16%     19%     13%      7%     10%     23%     28%      27%      20%      16%       9%      27%      16%      10%       6%      10%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GH     GHI       MN        N        N               PQR       QR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7153    3586    3568    4523     785    1155    1688    2633    1689    1080      595     2107     2208     2224     1855     1214     1033     2424     2189     4960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83%     85%     82%     83%     81%     87%     93%     89%     77%     71%      73%      80%      84%      91%      73%      84%      90%      94%      90%      81%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HIJ      IJ       J                                  K      KLM                 O       OP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11       6       5      11       -       -       -       -       6       5        4        8        -        -        -        2        -        4        -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8       6       1       5       -       -       -       4       1       -        -        4        -        2        -        -        4        1        5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HISP Page 165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HISP.</w:t>
      </w:r>
      <w:proofErr w:type="gramEnd"/>
      <w:r w:rsidRPr="00987676">
        <w:rPr>
          <w:rFonts w:ascii="Letter Gothic" w:hAnsi="Letter Gothic" w:cs="Courier New"/>
          <w:b/>
          <w:sz w:val="12"/>
          <w:szCs w:val="12"/>
        </w:rPr>
        <w:t xml:space="preserve"> Are you of Hispanic, Latino, or Spanish origin, such as Mexican, Puerto Rican or Cuban?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1321     668     653       -       -    1321     412     586     214     102      412      414      319      169      702      249      104      159      490      831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16%     15%                    100%     23%     20%     10%      7%      51%      16%      12%       7%      27%      17%       9%       6%      20%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LMN        N        N               PQR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7164    3491    3672    5394     971       -    1413    2337    1956    1396      402     2209     2279     2256     1847     1175     1041     2403     1918     5243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84%     83%     84%    100%    100%             77%     79%     89%     92%      49%      83%      86%      92%      72%      82%      90%      93%      79%      86%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     GHI                 K        K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19      12       7       7       3       -       -       9       7       3        -        -       15        4        2        7        1        5        9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69      38      31      19       -       -       -      13      25      15        -       25       24       15        7       10        4       12       17       47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                              *%      1%      1%                1%       1%       1%       *%       1%       *%       *%       1%       1%</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RACECMB Page 166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RACE.</w:t>
      </w:r>
      <w:proofErr w:type="gramEnd"/>
      <w:r w:rsidRPr="00987676">
        <w:rPr>
          <w:rFonts w:ascii="Letter Gothic" w:hAnsi="Letter Gothic" w:cs="Courier New"/>
          <w:b/>
          <w:sz w:val="12"/>
          <w:szCs w:val="12"/>
        </w:rPr>
        <w:t xml:space="preserve"> Which of the following describes your race? You can select as many as apply. </w:t>
      </w:r>
      <w:proofErr w:type="gramStart"/>
      <w:r w:rsidRPr="00987676">
        <w:rPr>
          <w:rFonts w:ascii="Letter Gothic" w:hAnsi="Letter Gothic" w:cs="Courier New"/>
          <w:b/>
          <w:sz w:val="12"/>
          <w:szCs w:val="12"/>
        </w:rPr>
        <w:t>White, Black or African American, Asian or Asian American or some other race.</w:t>
      </w:r>
      <w:proofErr w:type="gramEnd"/>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COLLAPSED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White                    5985    2957    3027    5420       -     565    1161    1921    1616    1244      423     1847     1827     1869     1502      959      880     2083     1567     4417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70%     70%     69%    100%             43%     64%     65%     73%     82%      52%      70%      69%      76%      59%      67%      76%      81%      64%      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GH     GHI                 K        K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Black or African-        1064     457     606       -     974      89     215     440     261     133      117      432      325      187      482      223       96      178      342      720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American                  12%     11%     14%            100%      7%     12%     15%     12%      9%      14%      16%      12%       8%      19%      15%       8%       7%      14%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J       J                N       MN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Asian or Asian-           328     186     142       -       -       6     143     130      34      21        6       73       69      181       81       41       34      136       98      229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American                   4%      4%      3%                      *%      8%      4%      2%      1%       1%       3%       3%       7%       3%       3%       3%       5%       4%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IJ                                 K        K      KLM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Mixed race                261     120     142       -       -      21      69      82      79      29       30       44      114       73       81       56       26       76       64      197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3%      3%                      2%      4%      3%      4%      2%       4%       2%       4%       3%       3%       4%       2%       3%       3%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L        L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Other                     732     371     360       -       -     612     214     301     151      56      218      220      211       82      366      135       87       79      308      423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      9%      8%                     46%     12%     10%      7%      4%      27%       8%       8%       3%      14%       9%       8%       3%      13%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LMN        N        N               PQR        R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know/Refused        203     118      85       -       -      28      23      69      62      33       21       33       92       52       47       27       28       28       55      144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(VOL.)                     2%      3%      2%                      2%      1%      2%      3%      2%       3%       1%       3%       2%       2%       2%       2%       1%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L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BIRTH_HISP Page 167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BIRTH_HISP.</w:t>
      </w:r>
      <w:proofErr w:type="gramEnd"/>
      <w:r w:rsidRPr="00987676">
        <w:rPr>
          <w:rFonts w:ascii="Letter Gothic" w:hAnsi="Letter Gothic" w:cs="Courier New"/>
          <w:b/>
          <w:sz w:val="12"/>
          <w:szCs w:val="12"/>
        </w:rPr>
        <w:t xml:space="preserve"> Were you born in the United States, on the island of Puerto Rico, or in another country?</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HISPANICS       1321     668     653       -       -    1321     412     586     214     102      412      414      319      169      702      249      104      159      490      831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405     215     190       -       -     405     109     179      73      42      122      119       77       84      197       75       36       61      149      256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                      615     318     296       -       -     615     302     184      94      32       63      218      230      104      271      113       75      101      169      446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47%     48%     45%                     47%     73%     31%     44%     32%      15%      53%      72%      61%      39%      46%      72%      63%      34%      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K       KL        K                         OP        O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Puerto Rico                46      37       9       -       -      46      12      20       5       6        4       21       12        9       21        7        2       15       12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6%      1%                      4%      3%      3%      2%      6%       1%       5%       4%       5%       3%       3%       2%       9%       3%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Another country           658     313     345       -       -     658      98     381     116      63      345      175       77       54      410      128       27       42      307      351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50%     47%     53%                     50%     24%     65%     54%     62%      84%      42%      24%      32%      58%      52%      26%      26%      63%      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G       G      LMN        M                         QR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       -       2       -       -       2       -       2       -       -        -        -        -        2        -        -        -        2        2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1%                                  1%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RACETHN Page 168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RACE/ETHNICITY</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White non-Hispanic       5420    2686    2734    5420       -       -     994    1673    1520    1191      262     1678     1688     1776     1202      856      846     1995     1392     4027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63%     64%     63%    100%                     54%     57%     69%     79%      32%      63%      64%      73%      47%      59%      73%      77%      57%      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     GHI                 K        K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Black non-Hispanic        974     403     571       -     974       -     189     396     259     120       90      391      314      180      427      209       93      163      312      661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11%     10%     13%            100%             10%     13%     12%      8%      11%      15%      12%       7%      17%      14%       8%       6%      13%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J       J                         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Hispanic                 1321     668     653       -       -    1321     412     586     214     102      412      414      319      169      702      249      104      159      490      831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16%     15%                    100%     23%     20%     10%      7%      51%      16%      12%       7%      27%      17%       9%       6%      20%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LMN        N        N               PQR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Other non-Hispanic        682     348     334       -       -       -     214     240     148      72       46      136      229      272      196      106       85      236      202      480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      8%      8%                             12%      8%      7%      5%       6%       5%       9%      11%       8%       7%       7%       9%       8%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J                                          L       KL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know/Refused        175     104      71       -       -       -      16      50      62      31        6       29       88       48       31       22       24       26       39      131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      2%                              1%      2%      3%      2%       1%       1%       3%       2%       1%       2%       2%       1%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KL        K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Non-white            2977    1419    1558       -     974    1321     815    1222     621     294      547      941      862      621     1325      563      282      559     1004     1972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35%     34%     36%            100%    100%     45%     41%     28%     19%      67%      36%      33%      25%      52%      39%      24%      22%      41%      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LMN        N        N               PQR       QR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RACETHN2 Page 169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RACE/ETHNICITY WITH NATIVITY FOR HISPANICS: HISP. Are you of Hispanic, Latino, or Spanish origin, such as Mexican, Puerto Rican or Cuban? / [IF HISPANIC, ASK:] BIRTH_HISP. Were you born in the </w:t>
      </w:r>
      <w:proofErr w:type="gramStart"/>
      <w:r w:rsidRPr="00987676">
        <w:rPr>
          <w:rFonts w:ascii="Letter Gothic" w:hAnsi="Letter Gothic" w:cs="Courier New"/>
          <w:b/>
          <w:sz w:val="12"/>
          <w:szCs w:val="12"/>
        </w:rPr>
        <w:t>United</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States, on the island of Puerto Rico, or in another country?</w:t>
      </w:r>
      <w:proofErr w:type="gramEnd"/>
      <w:r w:rsidRPr="00987676">
        <w:rPr>
          <w:rFonts w:ascii="Letter Gothic" w:hAnsi="Letter Gothic" w:cs="Courier New"/>
          <w:b/>
          <w:sz w:val="12"/>
          <w:szCs w:val="12"/>
        </w:rPr>
        <w:t xml:space="preserve"> / RACE. Which of the following describes your race? You can select as many as apply...</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White, non-Hispanic      5420    2686    2734    5420       -       -     994    1673    1520    1191      262     1678     1688     1776     1202      856      846     1995     1392     4027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63%     64%     63%    100%                     54%     57%     69%     79%      32%      63%      64%      73%      47%      59%      73%      77%      57%      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     GHI                 K        K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Black, non-Hispanic       974     403     571       -     974       -     189     396     259     120       90      391      314      180      427      209       93      163      312      661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11%     10%     13%            100%             10%     13%     12%      8%      11%      15%      12%       7%      17%      14%       8%       6%      13%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J       J                         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Hispanic, born in         663     355     308       -       -     663     314     205      99      38       67      239      242      115      292      121       77      118      183      480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U.S.                       8%      8%      7%                     50%     17%      7%      4%      3%       8%       9%       9%       5%      11%       8%       7%       5%       8%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IJ       J                         N        N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Hispanic, born            658     313     345       -       -     658      98     381     116      63      345      175       77       54      410      128       27       42      307      351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outside</w:t>
      </w:r>
      <w:proofErr w:type="gramEnd"/>
      <w:r w:rsidRPr="00987676">
        <w:rPr>
          <w:rFonts w:ascii="Letter Gothic" w:hAnsi="Letter Gothic" w:cs="Courier New"/>
          <w:b/>
          <w:sz w:val="12"/>
          <w:szCs w:val="12"/>
        </w:rPr>
        <w:t xml:space="preserve"> U.S.               8%      7%      8%                     50%      5%     13%      5%      4%      42%       7%       3%       2%      16%       9%       2%       2%      13%       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GIJ                      LMN       MN                        PQR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Other, non-Hispanic       682     348     334       -       -       -     214     240     148      72       46      136      229      272      196      106       85      236      202      480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      8%      8%                             12%      8%      7%      5%       6%       5%       9%      11%       8%       7%       7%       9%       8%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J                                          L       KL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know/Refused        175     104      71       -       -       -      16      50      62      31        6       29       88       48       31       22       24       26       39      131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      2%                              1%      2%      3%      2%       1%       1%       3%       2%       1%       2%       2%       1%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KL        K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Non-white            2977    1419    1558       -     974    1321     815    1222     621     294      547      941      862      621     1325      563      282      559     1004     1972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35%     34%     36%            100%    100%     45%     41%     28%     19%      67%      36%      33%      25%      52%      39%      24%      22%      41%      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LMN        N        N               PQR       QR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RACETHN3 Page 170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RACE/ETHNICITY WITH ASIAN BREAKOUT: HISP. Are you of Hispanic, Latino, or Spanish origin, such as Mexican, Puerto Rican or Cuban? / RACE. Which of the following describes your race? You can select as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many</w:t>
      </w:r>
      <w:proofErr w:type="gramEnd"/>
      <w:r w:rsidRPr="00987676">
        <w:rPr>
          <w:rFonts w:ascii="Letter Gothic" w:hAnsi="Letter Gothic" w:cs="Courier New"/>
          <w:b/>
          <w:sz w:val="12"/>
          <w:szCs w:val="12"/>
        </w:rPr>
        <w:t xml:space="preserve"> as apply...</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White, non-Hispanic      5420    2686    2734    5420       -       -     994    1673    1520    1191      262     1678     1688     1776     1202      856      846     1995     1392     4027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63%     64%     63%    100%                     54%     57%     69%     79%      32%      63%      64%      73%      47%      59%      73%      77%      57%      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     GHI                 K        K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Black, non-Hispanic       974     403     571       -     974       -     189     396     259     120       90      391      314      180      427      209       93      163      312      661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11%     10%     13%            100%             10%     13%     12%      8%      11%      15%      12%       7%      17%      14%       8%       6%      13%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J       J                         N        N                QR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Hispanic                 1321     668     653       -       -    1321     412     586     214     102      412      414      319      169      702      249      104      159      490      831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     16%     15%                    100%     23%     20%     10%      7%      51%      16%      12%       7%      27%      17%       9%       6%      20%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LMN        N        N               PQR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Asian, non-Hispanic       321     181     140       -       -       -     138     128      34      21        6       73       64      178       77       41       34      134       96      225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4%      3%                              8%      4%      2%      1%       1%       3%       2%       7%       3%       3%       3%       5%       4%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IJ                                 K        K      KLM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Other, non-Hispanic       361     167     194       -       -       -      76     112     113      51       40       63      165       93      120       64       50      102      106      255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4%      4%                              4%      4%      5%      3%       5%       2%       6%       4%       5%       4%       4%       4%       4%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know/Refused        175     104      71       -       -       -      16      50      62      31        6       29       88       48       31       22       24       26       39      131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      2%                              1%      2%      3%      2%       1%       1%       3%       2%       1%       2%       2%       1%       2%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KL        K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Non-white            2977    1419    1558       -     974    1321     815    1222     621     294      547      941      862      621     1325      563      282      559     1004     1972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35%     34%     36%            100%    100%     45%     41%     28%     19%      67%      36%      33%      25%      52%      39%      24%      22%      41%      32%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IJ      IJ       J              LMN        N        N               PQR       QR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INC Page 171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INC.</w:t>
      </w:r>
      <w:proofErr w:type="gramEnd"/>
      <w:r w:rsidRPr="00987676">
        <w:rPr>
          <w:rFonts w:ascii="Letter Gothic" w:hAnsi="Letter Gothic" w:cs="Courier New"/>
          <w:b/>
          <w:sz w:val="12"/>
          <w:szCs w:val="12"/>
        </w:rPr>
        <w:t xml:space="preserve"> Last year -- that is, in 2015 -- what was your total family income from all sources, before taxes?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Less than $10,000         816     352     464     320     179     215     286     241     165     120      217      301      232       64      816        -        -        -      214      603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8%     11%      6%     18%     16%     16%      8%      7%      8%      27%      11%       9%       3%      32%                                  9%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     HIJ                              LMN        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$10,000 to under          831     336     494     380     119     247     236     261     180     150      153      339      276       60      831        -        -        -      224      607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$20,000                   10%      8%     11%      7%     12%     19%     13%      9%      8%     10%      19%      13%      10%       2%      32%                                  9%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DE      HI                              LMN        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$20,000 to under          911     440     470     502     128     240     212     287     220     187      164      408      235      101      911        -        -        -      251      660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$30,000                   11%     10%     11%      9%     13%     18%     12%     10%     10%     12%      20%      15%       9%       4%      36%                                 10%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MN       MN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$30,000 to under          822     375     447     493     139     116     164     289     183     181       63      263      370      124        -      822        -        -      229      593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$40,000                   10%      9%     10%      9%     14%      9%      9%     10%      8%     12%       8%      10%      14%       5%               57%                         9%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DF                                       I                 N      KLN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$40,000 to under          619     331     288     363      70     133     145     203     161     108       46      208      226      135        -      619        -        -      187      433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$50,000                    7%      8%      7%      7%      7%     10%      8%      7%      7%      7%       6%       8%       9%       6%               43%                         8%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$50,000 to under         1151     616     535     846      93     104     228     437     273     201       36      328      410      376        -        -     1151        -      322      829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$75,000                   13%     15%     12%     16%     10%      8%     13%     15%     12%     13%       4%      12%      16%      15%                       100%               13%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        K        K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$75,000 to under          891     514     377     684      75      48     151     343     255     135       13      202      282      394        -        -        -      891      266      625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$100,000                  10%     12%      9%     13%      8%      4%      8%     12%     12%      9%       2%       8%      11%      16%                                 35%      11%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K        K      KLM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$100,000 to under         953     494     460     747      49      77     130     424     323      71        7      215      227      504        -        -        -      953      349      604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$150,000                  11%     12%     11%     14%      5%      6%      7%     14%     15%      5%       1%       8%       9%      21%                                 37%      14%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GJ      GJ                         K        K      KLM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INC Page 172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INC.</w:t>
      </w:r>
      <w:proofErr w:type="gramEnd"/>
      <w:r w:rsidRPr="00987676">
        <w:rPr>
          <w:rFonts w:ascii="Letter Gothic" w:hAnsi="Letter Gothic" w:cs="Courier New"/>
          <w:b/>
          <w:sz w:val="12"/>
          <w:szCs w:val="12"/>
        </w:rPr>
        <w:t xml:space="preserve"> Last year -- that is, in 2015 -- what was your total family income from all sources, before taxes?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$150,000 or more          736     417     319     565      40      34     103     286     267      79       12       87      167      469        -        -        -      736      282      454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     10%      7%     10%      4%      3%      6%     10%     12%      5%       1%       3%       6%      19%                                 29%      12%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GJ      GJ                                 KL      KLM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364     136     229     188      55      70     149      33      56     118       73      163       84       45        -        -        -        -       39      325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3%      5%      3%      6%      5%      8%      1%      3%      8%       9%       6%       3%       2%                                           2%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HI               H      HI       MN       MN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477     197     280     333      28      36      21     141     120     166       32      134      129      173        -        -        -        -       72      398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      5%      6%      6%      3%      3%      1%      5%      5%     11%       4%       5%       5%       7%                                           3%       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       G     GHI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Less than            2558    1129    1429    1202     427     702     733     789     565     457      534     1049      743      225     2558        -        -        -      689     1869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$30,000                   30%     27%     33%     22%     44%     53%     40%     27%     26%     30%      66%      40%      28%       9%     100%                                 28%      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      DE     HIJ                              LMN       MN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$30,000-$49,999      1441     707     735     856     209     249     309     492     344     289      109      472      596      259        -     1441        -        -      416     1025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17%     17%     16%     21%     19%     17%     17%     16%     19%      13%      18%      23%      11%              100%                        17%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N      KLN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$50,000-$74,999      1151     616     535     846      93     104     228     437     273     201       36      328      410      376        -        -     1151        -      322      829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13%     15%     12%     16%     10%      8%     13%     15%     12%     13%       4%      12%      16%      15%                       100%               13%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        K        K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$75,000 or more      2580    1424    1156    1995     163     159     384    1053     845     285       31      504      675     1366        -        -        -     2580      897     1683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30%     34%     26%     37%     17%     12%     21%     36%     38%     19%       4%      19%      26%      56%                                100%      37%      27%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GJ      GJ                         K       KL      KLM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PARTY Page 173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PARTY.</w:t>
      </w:r>
      <w:proofErr w:type="gramEnd"/>
      <w:r w:rsidRPr="00987676">
        <w:rPr>
          <w:rFonts w:ascii="Letter Gothic" w:hAnsi="Letter Gothic" w:cs="Courier New"/>
          <w:b/>
          <w:sz w:val="12"/>
          <w:szCs w:val="12"/>
        </w:rPr>
        <w:t xml:space="preserve"> In politics TODAY, do you consider yourself a Republican, Democrat, or independent?</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Republican               2086    1089     997    1726      62     171     310     663     615     473      128      662      758      535      410      368      367      749      611     1474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24%     26%     23%     32%      6%     13%     17%     23%     28%     31%      16%      25%      29%      22%      16%      26%      32%      29%      25%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E               G      GH      GH                 K       KN        K                 O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Democrat                 2805    1107    1699    1497     598     442     576     966     721     529      237      819      794      951      873      514      366      825      743     2062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33%     26%     39%     28%     61%     33%     32%     33%     33%     35%      29%      31%      30%      39%      34%      36%      32%      32%      31%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DF       D                                                                 KLM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Independent              2965    1676    1289    1868     226     559     778    1042     708     411      320      951      857      823     1019      449      363      880      861     2104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35%     40%     30%     34%     23%     42%     43%     35%     32%     27%      39%      36%      32%      34%      40%      31%      31%      34%      35%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              DE     HIJ       J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preference             401     194     207     202      35      74      90     152     101      46       80      123      131       64      152       68       37       70      113      288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(VOL.)                     5%      5%      5%      4%      4%      6%      5%      5%      5%      3%      10%       5%       5%       3%       6%       5%       3%       3%       5%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LMN        N        N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Other party (VOL.)         20      13       7      10       -       5       2       8       4       6        -        -        5       15        6        2        4        8        4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1%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173      68     105      63      32      52      60      73      29      11       40       55       60       19       86       25        6       25       67      106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2%      2%      1%      3%      4%      3%      2%      1%      1%       5%       2%       2%       1%       3%       2%       *%       1%       3%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IJ       J                        N        N        N                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121      63      58      53      21      18       8      41      25      39       10       37       33       38       13       17        9       24       35       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1%      2%      1%      *%      1%      1%      3%       1%       1%       1%       2%       *%       1%       1%       1%       1%       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PARTY/LN Page 174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COMBINED PARTY/PARTYLN: PARTY.</w:t>
      </w:r>
      <w:proofErr w:type="gramEnd"/>
      <w:r w:rsidRPr="00987676">
        <w:rPr>
          <w:rFonts w:ascii="Letter Gothic" w:hAnsi="Letter Gothic" w:cs="Courier New"/>
          <w:b/>
          <w:sz w:val="12"/>
          <w:szCs w:val="12"/>
        </w:rPr>
        <w:t xml:space="preserve"> In politics TODAY, do you consider yourself a Republican, Democrat, or independent? / PARTYLN. As of today, do you lean more to the Republican Party or more to the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Democratic Party?</w:t>
      </w:r>
      <w:proofErr w:type="gramEnd"/>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Lean Rep                 1065     662     403     787      22     142     225     345     331     150       73      360      342      281      309      149      143      387      314      751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12%     16%      9%     15%      2%     11%     12%     12%     15%     10%       9%      14%      13%      11%      12%      10%      12%      15%      13%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E                       J                                                                               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Lean Dem                 1218     644     574     649     151     267     359     451     248     143      120      372      309      416      383      196      135      386      330      887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14%     15%     13%     12%     16%     20%     20%     15%     11%      9%      15%      14%      12%      17%      15%      14%      12%      15%      14%      14%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IJ      IJ                                                   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to lean          1397     707     690     761     142     299     354     519     286     220      257      434      436      261      583      215      140      233      435      957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17%     16%     14%     15%     23%     19%     18%     13%     15%      32%      16%      17%      11%      23%      15%      12%       9%      18%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IJ       I                      LMN        N        N               PQR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Rep/Lean Rep             3152    1751    1401    2513      84     313     535    1008     947     623      201     1023     1099      816      719      516      510     1135      926     2225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37%     42%     32%     46%      9%     24%     29%     34%     43%     41%      25%      39%      42%      33%      28%      36%      44%      44%      38%      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E                      GH      GH                KN       KN        K                 O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Dem/Lean Dem             4024    1751    2273    2147     749     709     935    1417     970     672      357     1192     1102     1367     1256      709      501     1211     1073     2949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47%     42%     52%     40%     77%     54%     51%     48%     44%     44%      44%      45%      42%      56%      49%      49%      44%      47%      44%      48%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DF       D      IJ                                                         KLM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to lean          1397     707     690     761     142     299     354     519     286     220      257      434      436      261      583      215      140      233      435      957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17%     16%     14%     15%     23%     19%     18%     13%     15%      32%      16%      17%      11%      23%      15%      12%       9%      18%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IJ       I                      LMN        N        N               PQR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IDEO Page 175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IDEO.</w:t>
      </w:r>
      <w:proofErr w:type="gramEnd"/>
      <w:r w:rsidRPr="00987676">
        <w:rPr>
          <w:rFonts w:ascii="Letter Gothic" w:hAnsi="Letter Gothic" w:cs="Courier New"/>
          <w:b/>
          <w:sz w:val="12"/>
          <w:szCs w:val="12"/>
        </w:rPr>
        <w:t xml:space="preserve"> In general, would you describe your political views as very conservative, conservative, moderate, liberal or very liberal?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conservative         724     404     320     559      58      57     112     219     234     155       50      223      274      174      211       89      136      237      244      479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8%     10%      7%     10%      6%      4%      6%      7%     11%     10%       6%       8%      10%       7%       8%       6%      12%       9%      10%       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GH       G                         KN                                   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Conservative             2247    1169    1078    1489     227     350     340     768     692     427      188      824      704      518      615      421      301      699      676     1570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26%     28%     25%     27%     23%     26%     19%     26%     31%     28%      23%      31%      27%      21%      24%      29%      26%      27%      28%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      GH       G                KN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Moderate                 2664    1283    1381    1734     334     351     637     876     652     473      168      837      829      823      718      489      376      850      747     1915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31%     30%     32%     32%     34%     27%     35%     30%     30%     31%      21%      32%      31%      34%      28%      34%      33%      33%      31%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K        K        K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Liberal                  1527     726     801     828     175     318     334     609     335     237      215      331      435      545      473      242      182      482      436     1090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17%     18%     15%     18%     24%     18%     21%     15%     16%      26%      12%      17%      22%      18%      17%      16%      19%      18%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IJ                       LM                 L       LM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Very liberal              855     353     502     511      93     167     270     301     157     127       87      256      200      312      321      112      123      249      203      651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10%      8%     12%      9%     10%     13%     15%     10%      7%      8%      11%      10%       8%      13%      13%       8%      11%      10%       8%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HIJ       I                                                  LM        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319     137     182     173      44      51      86      88      67      64       82       96      108       34      146       51       17       28       91      228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3%      4%      3%      5%      4%      5%      3%      3%      4%      10%       4%       4%       1%       6%       4%       1%       1%       4%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LMN        N        N                QR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237     138      99     125      43      27      46      83      65      33       24       82       88       38       74       38       16       34       37      197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      3%      2%      2%      4%      2%      3%      3%      3%      2%       3%       3%       3%       2%       3%       3%       1%       1%       2%       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        N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IDEO Page 176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(Continued)</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IDEO.</w:t>
      </w:r>
      <w:proofErr w:type="gramEnd"/>
      <w:r w:rsidRPr="00987676">
        <w:rPr>
          <w:rFonts w:ascii="Letter Gothic" w:hAnsi="Letter Gothic" w:cs="Courier New"/>
          <w:b/>
          <w:sz w:val="12"/>
          <w:szCs w:val="12"/>
        </w:rPr>
        <w:t xml:space="preserve"> In general, would you describe your political views as very conservative, conservative, moderate, liberal or very liberal?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Conservative         2971    1573    1398    2047     285     406     452     987     926     582      239     1047      978      692      826      510      437      936      920     2049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35%     37%     32%     38%     29%     31%     25%     34%     42%     38%      29%      40%      37%      28%      32%      35%      38%      36%      38%      33%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G      GH       G                KN       KN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Moderate             2664    1283    1381    1734     334     351     637     876     652     473      168      837      829      823      718      489      376      850      747     1915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31%     30%     32%     32%     34%     27%     35%     30%     30%     31%      21%      32%      31%      34%      28%      34%      33%      33%      31%      31%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K        K        K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Liberal              2382    1079    1303    1339     268     485     604     910     492     364      302      586      636      857      794      354      305      732      639     1741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28%     26%     30%     25%     28%     37%     33%     31%     22%     24%      37%      22%      24%      35%      31%      25%      26%      28%      26%      28%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IJ      IJ                       LM                         LM        P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PARTYIDEO Page 177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COMBINED PARTY/IDEO: PARTY.</w:t>
      </w:r>
      <w:proofErr w:type="gramEnd"/>
      <w:r w:rsidRPr="00987676">
        <w:rPr>
          <w:rFonts w:ascii="Letter Gothic" w:hAnsi="Letter Gothic" w:cs="Courier New"/>
          <w:b/>
          <w:sz w:val="12"/>
          <w:szCs w:val="12"/>
        </w:rPr>
        <w:t xml:space="preserve"> In politics TODAY, do you consider yourself a Republican, Democrat, or independent? / IDEO. In general, would you describe your political views as very </w:t>
      </w:r>
      <w:proofErr w:type="gramStart"/>
      <w:r w:rsidRPr="00987676">
        <w:rPr>
          <w:rFonts w:ascii="Letter Gothic" w:hAnsi="Letter Gothic" w:cs="Courier New"/>
          <w:b/>
          <w:sz w:val="12"/>
          <w:szCs w:val="12"/>
        </w:rPr>
        <w:t>conservative,</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conservative</w:t>
      </w:r>
      <w:proofErr w:type="gramEnd"/>
      <w:r w:rsidRPr="00987676">
        <w:rPr>
          <w:rFonts w:ascii="Letter Gothic" w:hAnsi="Letter Gothic" w:cs="Courier New"/>
          <w:b/>
          <w:sz w:val="12"/>
          <w:szCs w:val="12"/>
        </w:rPr>
        <w:t>, moderate, liberal or very liberal?</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Conservative             1422     771     651    1217      14      96     198     458     430     328       44      440      541      394      236      224      267      568      415     1007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Republican                17%     18%     15%     22%      1%      7%     11%     16%     20%     22%       5%      17%      21%      16%       9%      16%      23%      22%      17%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EF               E               G      GH      GH                 K       KN        K                 O       OP       OP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Moderate or Liberal       607     306     301     466      43      72     103     194     174     119       68      194      203      141      148      139       95      178      186      420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Republican                 7%      7%      7%      9%      4%      5%      6%      7%      8%      8%       8%       7%       8%       6%       6%      10%       8%       7%       8%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Independent              2965    1676    1289    1868     226     559     778    1042     708     411      320      951      857      823     1019      449      363      880      861     2104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35%     40%     30%     34%     23%     42%     43%     35%     32%     27%      39%      36%      32%      34%      40%      31%      31%      34%      35%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E              DE     HIJ       J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Conservative or          1362     526     836     632     395     222     251     448     383     275      129      505      391      333      479      288      186      304      390      972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Moderate Democrat         16%     12%     19%     12%     41%     17%     14%     15%     17%     18%      16%      19%      15%      14%      19%      20%      16%      12%      16%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DF       D                                                MN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Liberal Democrat         1351     533     818     847     174     202     312     495     312     232       95      282      369      605      359      212      178      503      327     1024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13%     19%     16%     18%     15%     17%     17%     14%     15%      12%      11%      14%      25%      14%      15%      15%      19%      13%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KLM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Other/No party OR         864     397     467     390     122     170     182     307     196     150      158      277      276      148      318      129       64      148      255      603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DK/Refused to PARTY       10%      9%     11%      7%     13%     13%     10%     10%      9%     10%      19%      10%      10%       6%      12%       9%       6%       6%      10%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or</w:t>
      </w:r>
      <w:proofErr w:type="gramEnd"/>
      <w:r w:rsidRPr="00987676">
        <w:rPr>
          <w:rFonts w:ascii="Letter Gothic" w:hAnsi="Letter Gothic" w:cs="Courier New"/>
          <w:b/>
          <w:sz w:val="12"/>
          <w:szCs w:val="12"/>
        </w:rPr>
        <w:t xml:space="preserve"> IDEO                                                     D       D                                      LMN        N        N                QR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HH1 Page 178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HH1. How many people, including yourself, live in your household?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person                 1430     774     656     955     203     130     156     311     436     494      155      545      384      344      645      259      167      177       25     1405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18%     15%     18%     21%     10%      9%     11%     20%     33%      19%      21%      15%      14%      25%      18%      14%       7%       1%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F       F                              GH     GHI                MN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people                 2749    1315    1434    2032     227     256     427     661     909     734      194      830      777      939      635      471      409      961      145     2604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32%     31%     33%     37%     23%     19%     23%     22%     41%     48%      24%      31%      29%      38%      25%      33%      35%      37%       6%      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GH     GHI                 K               KLM                 O        O        O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3-4 people               2919    1420    1499    1665     383     543     792    1252     655     215      239      827      975      866      812      460      388     1034     1470     1449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34%     34%     34%     31%     39%     41%     43%     43%     30%     14%      29%      31%      37%      35%      32%      32%      34%      40%      60%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IJ      IJ       J                                 KL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 or more people         1418     683     735     746     151     392     446     703     195      62      222      438      477      281      464      250      184      407      783      636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17%     16%     17%     14%     16%     30%     24%     24%      9%      4%      27%      17%      18%      12%      18%      17%      16%      16%      32%      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IJ      IJ       J              LMN        N        N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7       -       7       2       5       -       -       5       -       2        -        2        5        -        2        -        -        -        -        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1%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48      18      31      19       6       -       3      13       8       8        4        5       20       15        -        2        3        -       12       29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      1%      *%      1%              *%      *%      *%      1%       1%       *%       1%       1%                *%       *%                1%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HH3 Page 179</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HH3. How many, including </w:t>
      </w:r>
      <w:proofErr w:type="gramStart"/>
      <w:r w:rsidRPr="00987676">
        <w:rPr>
          <w:rFonts w:ascii="Letter Gothic" w:hAnsi="Letter Gothic" w:cs="Courier New"/>
          <w:b/>
          <w:sz w:val="12"/>
          <w:szCs w:val="12"/>
        </w:rPr>
        <w:t>yourself</w:t>
      </w:r>
      <w:proofErr w:type="gramEnd"/>
      <w:r w:rsidRPr="00987676">
        <w:rPr>
          <w:rFonts w:ascii="Letter Gothic" w:hAnsi="Letter Gothic" w:cs="Courier New"/>
          <w:b/>
          <w:sz w:val="12"/>
          <w:szCs w:val="12"/>
        </w:rPr>
        <w:t>, are adults, age 18 and older?</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adult                  1730     851     879    1089     268     211     216     490     473     517      228      645      459      396      817      313      190      214      286     1442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20%     20%     20%     20%     28%     16%     12%     17%     21%     34%      28%      24%      17%      16%      32%      22%      16%       8%      12%      24%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DF                       G      GH     GHI       MN       MN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 adults                 4307    2119    2187    2983     418     484     673    1732    1126     748      318     1213     1245     1520      976      699      663     1604     1549     2757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50%     50%     50%     55%     43%     37%     37%     59%     51%     49%      39%      46%      47%      62%      38%      49%      58%      62%      64%      45%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GIJ       G       G                          K      KLM                 O       OP       OP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3-4 adults               2114    1013    1101    1124     258     528     737     618     527     225      226      674      752      451      627      384      242      663      548     1566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25%     24%     25%     21%     26%     40%     40%     21%     24%     15%      28%      25%      29%      18%      24%      27%      21%      26%      22%      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HIJ       J       J                N        N        N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 or more adults          373     212     162     205      26      94     194      89      64      18       39      112      155       66      135       43       53       97       47      326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5%      4%      4%      3%      7%     11%      3%      3%      1%       5%       4%       6%       3%       5%       3%       5%       4%       2%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HIJ       J       J                                  N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5       -       5       2       -       3       -       -       5       -        3        -        -        2        3        -        -        2        -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44      15      29      17       5       -       3      14       8       8        -        5       25       10        -        2        3        -        6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      1%      *%      1%              *%      *%      *%      1%                *%       1%       *%                *%       *%                *%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More than 1          6794    3344    3450    4312     701    1106    1605    2440    1717     991      584     1999     2153     2037     1737     1127      958     2364     2143     4649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adult</w:t>
      </w:r>
      <w:proofErr w:type="gramEnd"/>
      <w:r w:rsidRPr="00987676">
        <w:rPr>
          <w:rFonts w:ascii="Letter Gothic" w:hAnsi="Letter Gothic" w:cs="Courier New"/>
          <w:b/>
          <w:sz w:val="12"/>
          <w:szCs w:val="12"/>
        </w:rPr>
        <w:t xml:space="preserve"> in household        79%     79%     79%     80%     72%     84%     88%     83%     78%     65%      72%      75%      82%      83%      68%      78%      83%      92%      88%      76%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E     HIJ      IJ       J                                 KL       KL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NET At least one         3036    1379    1657    1722     369     656     692    1749     461     127      375      892      934      832      912      535      410     1001     2327      709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child</w:t>
      </w:r>
      <w:proofErr w:type="gramEnd"/>
      <w:r w:rsidRPr="00987676">
        <w:rPr>
          <w:rFonts w:ascii="Letter Gothic" w:hAnsi="Letter Gothic" w:cs="Courier New"/>
          <w:b/>
          <w:sz w:val="12"/>
          <w:szCs w:val="12"/>
        </w:rPr>
        <w:t xml:space="preserve"> in household        35%     33%     38%     32%     38%     50%     38%     59%     21%      8%      46%      34%      35%      34%      36%      37%      36%      39%      96%      12%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DE      IJ     GIJ       J              LMN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QL1A Page 180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QL1A. Does anyone in your household have a working cell phone?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THOSE WHO        219      62     157     166      27      12       4      29      48     133       23      113       50       33       77       41       22       12       32      186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 NOT OWN A CELL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PHONE AND MULTI-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PERSON HOUSEHOLD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44      13      31      34       5       2       1       5       9      28        4       20        9       11       14        9        5        3        6       38</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123      39      84      91      15      12       4       6      30      83        5       78       21       19       48       24       10        3       15      108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56%     63%     53%     55%     57%    100%    100%     20%     63%     63%      23%      69%      42%      55%      62%      58%      46%      23%      47%      58%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HIJ                       H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94      23      71      73      12       -       -      23      17      48       17       35       29       13       29       17       12        9       17       77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43%     37%     45%     44%     43%                     80%     37%     36%      77%      31%      58%      39%      38%      42%      54%      77%      53%      41%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J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2       -       2       2       -       -       -       -       -       2        -        -        -        2        -        -        -        -        -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              1%      1%                                              2%                                  6%                                                    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HHCELL Page 181</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HHCELL.</w:t>
      </w:r>
      <w:proofErr w:type="gramEnd"/>
      <w:r w:rsidRPr="00987676">
        <w:rPr>
          <w:rFonts w:ascii="Letter Gothic" w:hAnsi="Letter Gothic" w:cs="Courier New"/>
          <w:b/>
          <w:sz w:val="12"/>
          <w:szCs w:val="12"/>
        </w:rPr>
        <w:t xml:space="preserve"> Cell phone household</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Cell phone               8261    4078    4183    5195     936    1310    1825    2915    2158    1295      758     2526     2555     2397     2410     1393     1117     2565     2417     5837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household</w:t>
      </w:r>
      <w:proofErr w:type="gramEnd"/>
      <w:r w:rsidRPr="00987676">
        <w:rPr>
          <w:rFonts w:ascii="Letter Gothic" w:hAnsi="Letter Gothic" w:cs="Courier New"/>
          <w:b/>
          <w:sz w:val="12"/>
          <w:szCs w:val="12"/>
        </w:rPr>
        <w:t xml:space="preserve">                 96%     97%     96%     96%     96%     99%    100%     99%     98%     85%      93%      95%      97%      98%      94%      97%      97%      99%      99%      95%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HIJ      IJ       J                                  K       KL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All others                311     131     180     224      39      11       -      29      44     221       56      122       83       48      148       49       35       15       17      293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3%      4%      4%      4%      1%              1%      2%     15%       7%       5%       3%       2%       6%       3%       3%       1%       1%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H      HI       MN        N                        PQR        R        R                          S</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QC1 Page 182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QC1. Is there at least one telephone INSIDE your home that is currently working and is not a cell phone?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CELL PHONE      6693    3459    3234    4066     783    1193    1722    2568    1609     739      638     2046     2070     1916     2005     1156      943     2040     2056     4630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SAMPLE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2258    1220    1038    1485     213     361     449     793     599     394      178      535      538      993      565      360      320      813      646     1607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home telephone      2276    1160    1116    1440     330     298     452     716     704     377      113      715      683      760      463      378      324      863      679     1593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34%     34%     35%     35%     42%     25%     26%     28%     44%     51%      18%      35%      33%      40%      23%      33%      34%      42%      33%      34%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GH     GHI                 K        K       KM                 O        O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home telephone        4396    2281    2115    2618     453     891    1267    1844     901     358      525     1327     1375     1153     1537      778      616     1177     1372     3022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66%     66%     65%     64%     58%     75%     74%     72%     56%     48%      82%      65%      66%      60%      77%      67%      65%      58%      67%      65%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IJ      IJ       J              LMN                 N               PQR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 (VOL.)           4       4       -       4       -       -       -       4       -       -        -        4        -        -        -        -        -        -        -        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Refused (VOL.)             17      14       3       3       -       4       3       3       5       4        -        -       12        3        4        -        3        -        5       11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1%                         1%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DEV1A/QL1A Page 183</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COMBINED DEVICE1A/QL1A: DEVICE1A.</w:t>
      </w:r>
      <w:proofErr w:type="gramEnd"/>
      <w:r w:rsidRPr="00987676">
        <w:rPr>
          <w:rFonts w:ascii="Letter Gothic" w:hAnsi="Letter Gothic" w:cs="Courier New"/>
          <w:b/>
          <w:sz w:val="12"/>
          <w:szCs w:val="12"/>
        </w:rPr>
        <w:t xml:space="preserve"> Next, do you have a cell phone, or not? / QL1a. Does anyone in your household have a working cell phone?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BASED ON LANDLINE        1879     751    1129    1354     192     128     103     377     594     776      177      603      568      528      553      286      209      540      379     1501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SAMPLE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757     310     447     578      60      44      27     122     250     346       51      181      185      338      183      107       91      257      132      625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Yes, have cell           1569     620     949    1129     153     117     103     348     549     555      120      481      485      480      405      237      174      524      361     1207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phone</w:t>
      </w:r>
      <w:proofErr w:type="gramEnd"/>
      <w:r w:rsidRPr="00987676">
        <w:rPr>
          <w:rFonts w:ascii="Letter Gothic" w:hAnsi="Letter Gothic" w:cs="Courier New"/>
          <w:b/>
          <w:sz w:val="12"/>
          <w:szCs w:val="12"/>
        </w:rPr>
        <w:t xml:space="preserve">                     83%     83%     84%     83%     80%     92%    100%     92%     93%     72%      68%      80%      85%      91%      73%      83%      83%      97%      95%      80%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DE     HIJ       J       J                                  K      KLM                 O        O      OPQ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 do not                309     131     178     222      39      11       -      29      44     219       56      122       83       46      148       49       35       15       17      291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17%     16%     16%     20%      8%              8%      7%     28%      32%      20%      15%       9%      27%      17%      17%       3%       5%      19%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HI       MN        N        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know/Refused          2       -       2       2       -       -       -       -       -       2        -        -        -        2        -        -        -        -        -        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DV1A/L1A/C1 Page 184</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COMBINED DEVICE1A/QL1A/QC1: DEVICE1A.</w:t>
      </w:r>
      <w:proofErr w:type="gramEnd"/>
      <w:r w:rsidRPr="00987676">
        <w:rPr>
          <w:rFonts w:ascii="Letter Gothic" w:hAnsi="Letter Gothic" w:cs="Courier New"/>
          <w:b/>
          <w:sz w:val="12"/>
          <w:szCs w:val="12"/>
        </w:rPr>
        <w:t xml:space="preserve"> Next, do you have a cell phone, or not? / QL1a. Does anyone in your household have a working cell phone? / QC1. Is there at least one telephone INSIDE your </w:t>
      </w:r>
      <w:proofErr w:type="gramStart"/>
      <w:r w:rsidRPr="00987676">
        <w:rPr>
          <w:rFonts w:ascii="Letter Gothic" w:hAnsi="Letter Gothic" w:cs="Courier New"/>
          <w:b/>
          <w:sz w:val="12"/>
          <w:szCs w:val="12"/>
        </w:rPr>
        <w:t>home</w:t>
      </w:r>
      <w:proofErr w:type="gramEnd"/>
      <w:r w:rsidRPr="00987676">
        <w:rPr>
          <w:rFonts w:ascii="Letter Gothic" w:hAnsi="Letter Gothic" w:cs="Courier New"/>
          <w:b/>
          <w:sz w:val="12"/>
          <w:szCs w:val="12"/>
        </w:rPr>
        <w:t xml:space="preserve"> </w:t>
      </w:r>
    </w:p>
    <w:p w:rsidR="00EB40ED" w:rsidRPr="00987676" w:rsidRDefault="00900398" w:rsidP="00315B2C">
      <w:pPr>
        <w:pStyle w:val="PlainText"/>
        <w:rPr>
          <w:rFonts w:ascii="Letter Gothic" w:hAnsi="Letter Gothic" w:cs="Courier New"/>
          <w:b/>
          <w:sz w:val="12"/>
          <w:szCs w:val="12"/>
        </w:rPr>
      </w:pPr>
      <w:proofErr w:type="gramStart"/>
      <w:r w:rsidRPr="00987676">
        <w:rPr>
          <w:rFonts w:ascii="Letter Gothic" w:hAnsi="Letter Gothic" w:cs="Courier New"/>
          <w:b/>
          <w:sz w:val="12"/>
          <w:szCs w:val="12"/>
        </w:rPr>
        <w:t>that</w:t>
      </w:r>
      <w:proofErr w:type="gramEnd"/>
      <w:r w:rsidRPr="00987676">
        <w:rPr>
          <w:rFonts w:ascii="Letter Gothic" w:hAnsi="Letter Gothic" w:cs="Courier New"/>
          <w:b/>
          <w:sz w:val="12"/>
          <w:szCs w:val="12"/>
        </w:rPr>
        <w:t xml:space="preserve"> is currently working and is not a cell phone?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Landline only             309     131     178     222      39      11       -      29      44     219       56      122       83       46      148       49       35       15       17      291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      3%      4%      4%      4%      1%              1%      2%     14%       7%       5%       3%       2%       6%       3%       3%       1%       1%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H      HI       MN        N        N               PQR        R        R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Dual                     3845    1779    2065    2569     483     415     555    1064    1253     933      234     1195     1168     1240      868      615      498     1388     1040     2800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45%     42%     47%     47%     50%     31%     30%     36%     57%     62%      29%      45%      44%      51%      34%      43%      43%      54%      43%      46%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       F       F                       G      GH      GH                 K        K      KLM                 O        O      OPQ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Cell phone only          4396    2281    2115    2618     453     891    1267    1844     901     358      525     1327     1375     1153     1537      778      616     1177     1372     3022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51%     54%     48%     48%     46%     67%     69%     63%     41%     24%      64%      50%      52%      47%      60%      54%      53%      46%      56%      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C                              DE     HIJ      IJ       J              LMN                 N                QR        R        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Don’t know/Refused         23      18       5       9       -       4       3       7       5       6        -        4       12        5        4        -        3        -        5       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CREGION Page 185</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CENSUS REGION</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Northeast                1510     698     813     981     184     178     339     500     396     259       94      492      428      492      422      232      203      490      404     1106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18%     17%     19%     18%     19%     14%     19%     17%     18%     17%      12%      19%      16%      20%      17%      16%      18%      19%      17%      18%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K                KM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Midwest                  1852     891     962    1380     192     109     411     554     499     360      153      587      625      484      593      247      322      512      481     1367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22%     21%     22%     25%     20%      8%     23%     19%     23%     24%      19%      22%      24%      20%      23%      17%      28%      20%      20%      22%</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F                                       H                                            P                PR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South                    3232    1626    1606    1957     521     483     616    1170     856     565      339     1039      985      864      924      593      411      968      991     2239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38%     39%     37%     36%     53%     37%     34%     40%     39%     37%      42%      39%      37%      35%      36%      41%      36%      38%      41%      37%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DF                       G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West                     1978     995     983    1102      78     550     459     720     452     332      229      531      599      604      619      369      215      610      559     1417</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23%     24%     23%     20%      8%     42%     25%     24%     21%     22%      28%      20%      23%      25%      24%      26%      19%      24%      23%      23%</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              DE                                        L                          L        Q        Q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USR Page 186</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COMMUNITY SIZE</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Urban                    2931    1451    1480    1486     508     621     711    1060     667     457      321      820      887      895     1045      434      335      860      779     2149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34%     34%     34%     27%     52%     47%     39%     36%     30%     30%      39%      31%      34%      37%      41%      30%      29%      33%      32%      35%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D       D      IJ      IJ                        L                          L      PQR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Suburban                 4282    2096    2186    2943     363     588     911    1474    1129     736      333     1343     1330     1265     1047      777      597     1422     1270     3008</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50%     50%     50%     54%     37%     45%     50%     50%     51%     49%      41%      51%      50%      52%      41%      54%      52%      55%      52%      49%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K        K        K                 O        O        O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Rural                    1359     663     697     991     104     112     203     410     407     322      161      485      420      284      466      231      220      298      386      974</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16%     16%     16%     18%     11%      8%     11%     14%     18%     21%      20%      18%      16%      12%      18%      16%      19%      12%      16%      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EF                                      GH      GH        N        N        N                 R        R        R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br w:type="page"/>
      </w:r>
      <w:r w:rsidRPr="00987676">
        <w:rPr>
          <w:rFonts w:ascii="Letter Gothic" w:hAnsi="Letter Gothic" w:cs="Courier New"/>
          <w:b/>
          <w:sz w:val="12"/>
          <w:szCs w:val="12"/>
        </w:rPr>
        <w:lastRenderedPageBreak/>
        <w:t xml:space="preserve">                                                                                                                                                                                    Table LANG Page 187</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PEW RESEARCH CENTER'S INTERNET, SCIENCE &amp; TECHNOLOGY PROJECT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INFORMATION ENGAGED AND INFORMATION WARY SURVEY 2016, SEPTEMBER 29-NOVEMBER 6, 2016</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LANGUAGE OF INTERVIEW</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BANNER A ------SEX------ ---------RACE---------- --------------AGE-------------- -------------EDUCATION------------- ----------HOUSEHOLD INCOME--------- -----PARENT------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w:t>
      </w:r>
      <w:proofErr w:type="gramStart"/>
      <w:r w:rsidRPr="00987676">
        <w:rPr>
          <w:rFonts w:ascii="Letter Gothic" w:hAnsi="Letter Gothic" w:cs="Courier New"/>
          <w:b/>
          <w:sz w:val="12"/>
          <w:szCs w:val="12"/>
        </w:rPr>
        <w:t>SOME     COLL.</w:t>
      </w:r>
      <w:proofErr w:type="gramEnd"/>
      <w:r w:rsidRPr="00987676">
        <w:rPr>
          <w:rFonts w:ascii="Letter Gothic" w:hAnsi="Letter Gothic" w:cs="Courier New"/>
          <w:b/>
          <w:sz w:val="12"/>
          <w:szCs w:val="12"/>
        </w:rPr>
        <w:t xml:space="preserve">            $30,000- $50,000-                    NOT A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MALE   FEMALE   WHITE   BLACK   HISP    18-29   30-49   50-64    65+    LT HS   HS GRAD   COLL.    GRAD+   &lt;$30,000 $</w:t>
      </w:r>
      <w:proofErr w:type="gramStart"/>
      <w:r w:rsidRPr="00987676">
        <w:rPr>
          <w:rFonts w:ascii="Letter Gothic" w:hAnsi="Letter Gothic" w:cs="Courier New"/>
          <w:b/>
          <w:sz w:val="12"/>
          <w:szCs w:val="12"/>
        </w:rPr>
        <w:t>49,999  $</w:t>
      </w:r>
      <w:proofErr w:type="gramEnd"/>
      <w:r w:rsidRPr="00987676">
        <w:rPr>
          <w:rFonts w:ascii="Letter Gothic" w:hAnsi="Letter Gothic" w:cs="Courier New"/>
          <w:b/>
          <w:sz w:val="12"/>
          <w:szCs w:val="12"/>
        </w:rPr>
        <w:t xml:space="preserve">74,999  $75,000+  PARENT   PARENT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 ------- ------- ------- ------- ------- ------- ------- ------- ------- -------- -------- -------- -------- -------- -------- -------- -------- -------- --------</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(A)     (B)     (C)     (D)     (E)     (F)     (G)     (H)     (I)     (J)      (K)      (L)      (M)      (N)      (O)      (P)      (Q)      (R)      (S)      (T)</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TOTAL                    8572    4209    4363    5420     974    1321    1825    2944    2203    1516      815     2648     2638     2444     2558     1441     1151     2580     2435     6130</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UNWEIGHTED BASE          3015    1530    1485    2063     273     405     476     915     849     740      229      716      723     1331      748      467      411     1070      778     2232</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English                  7984    3926    4058    5420     974     733    1754    2597    2093    1456      447     2478     2606     2432     2144     1347     1139     2564     2157     5821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93%     93%     93%    100%    100%     56%     96%     88%     95%     96%      55%      94%      99%      99%      84%      93%      99%      99%      89%      95%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F       F               H               H       H                 K       KL       KL                 O       OP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English, non-        7251    3541    3710    5420     974       -    1413    2358    1989    1414      402     2234     2318     2275     1856     1192     1047     2421     1944     5300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Hispanic              85%     84%     85%    100%    100%             77%     80%     90%     93%      49%      84%      88%      93%      73%      83%      91%      94%      80%      86%</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GH     GHI                 K        K      KLM                 O       OP       OP                 S</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English,              733     385     348       -       -     733     341     239     105      42       45      244      288      157      288      155       92      143      212      521</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Hispanic               9%      9%      8%                     56%     19%      8%      5%      3%       5%       9%      11%       6%      11%      11%       8%       6%       9%       9%</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HIJ      IJ                                 N       KN                 R        R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Spanish                   588     283     305       -       -     588      71     348     110      60      368      170       31       12      414       94       12       16      278      310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7%      7%      7%                     44%      4%     12%      5%      4%      45%       6%       1%       1%      16%       7%       1%       1%      11%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GIJ                      LMN       MN                        PQR       QR                          T         </w:t>
      </w: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Spanish,              588     283     305       -       -     588      71     348     110      60      368      170       31       12      414       94       12       16      278      310</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Hispanic               7%      7%      7%                     44%      4%     12%      5%      4%      45%       6%       1%       1%      16%       7%       1%       1%      11%       5%</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GIJ                      LMN       MN                        PQR       QR                          T         </w:t>
      </w: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EB40ED" w:rsidP="00315B2C">
      <w:pPr>
        <w:pStyle w:val="PlainText"/>
        <w:rPr>
          <w:rFonts w:ascii="Letter Gothic" w:hAnsi="Letter Gothic" w:cs="Courier New"/>
          <w:b/>
          <w:sz w:val="12"/>
          <w:szCs w:val="12"/>
        </w:rPr>
      </w:pP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Comparison Groups: BC/DEF/GHIJ/KLMN/OPQR/ST</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Independent Z-Test for Percentages (unpooled proportions)</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Uppercase letters indicate significance at the 95% level.</w:t>
      </w:r>
    </w:p>
    <w:p w:rsidR="00EB40ED"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PRINCETON SURVEY RESEARCH ASSOCIATES INTERNATIONAL</w:t>
      </w:r>
    </w:p>
    <w:p w:rsidR="00315B2C" w:rsidRPr="00987676" w:rsidRDefault="00900398" w:rsidP="00315B2C">
      <w:pPr>
        <w:pStyle w:val="PlainText"/>
        <w:rPr>
          <w:rFonts w:ascii="Letter Gothic" w:hAnsi="Letter Gothic" w:cs="Courier New"/>
          <w:b/>
          <w:sz w:val="12"/>
          <w:szCs w:val="12"/>
        </w:rPr>
      </w:pPr>
      <w:r w:rsidRPr="00987676">
        <w:rPr>
          <w:rFonts w:ascii="Letter Gothic" w:hAnsi="Letter Gothic" w:cs="Courier New"/>
          <w:b/>
          <w:sz w:val="12"/>
          <w:szCs w:val="12"/>
        </w:rPr>
        <w:t xml:space="preserve">                                                                                              NOVEMBER 2016</w:t>
      </w:r>
    </w:p>
    <w:sectPr w:rsidR="00315B2C" w:rsidRPr="00987676" w:rsidSect="00900398">
      <w:pgSz w:w="15840" w:h="12240" w:orient="landscape"/>
      <w:pgMar w:top="432" w:right="360" w:bottom="72" w:left="72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Letter Gothic">
    <w:altName w:val="Courier New"/>
    <w:charset w:val="00"/>
    <w:family w:val="modern"/>
    <w:pitch w:val="fixed"/>
    <w:sig w:usb0="00000007" w:usb1="00000000" w:usb2="00000000" w:usb3="00000000" w:csb0="00000093" w:csb1="00000000"/>
  </w:font>
  <w:font w:name="Courier New">
    <w:panose1 w:val="02070309020205020404"/>
    <w:charset w:val="00"/>
    <w:family w:val="modern"/>
    <w:pitch w:val="fixed"/>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975"/>
    <w:rsid w:val="00315B2C"/>
    <w:rsid w:val="005E5F0A"/>
    <w:rsid w:val="00900398"/>
    <w:rsid w:val="00987676"/>
    <w:rsid w:val="00EB40ED"/>
    <w:rsid w:val="00FF3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15B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5B2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15B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5B2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B2810737.dotm</Template>
  <TotalTime>2</TotalTime>
  <Pages>187</Pages>
  <Words>137466</Words>
  <Characters>783562</Characters>
  <Application>Microsoft Office Word</Application>
  <DocSecurity>0</DocSecurity>
  <Lines>6529</Lines>
  <Paragraphs>1838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dc:creator>
  <cp:keywords/>
  <dc:description/>
  <cp:lastModifiedBy>Lee Rainie</cp:lastModifiedBy>
  <cp:revision>3</cp:revision>
  <dcterms:created xsi:type="dcterms:W3CDTF">2016-11-09T17:03:00Z</dcterms:created>
  <dcterms:modified xsi:type="dcterms:W3CDTF">2016-11-23T16:32:00Z</dcterms:modified>
</cp:coreProperties>
</file>