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7A9" w:rsidRDefault="00F567A9" w:rsidP="00F567A9">
      <w:pPr>
        <w:pStyle w:val="DocumentProject"/>
        <w:framePr w:hSpace="0" w:wrap="auto" w:vAnchor="margin" w:yAlign="inline"/>
        <w:spacing w:after="120"/>
      </w:pPr>
      <w:r>
        <w:t>Pew Research Center</w:t>
      </w:r>
    </w:p>
    <w:p w:rsidR="00F567A9" w:rsidRDefault="00F567A9" w:rsidP="00F567A9">
      <w:pPr>
        <w:pStyle w:val="DocumentProject"/>
        <w:framePr w:hSpace="0" w:wrap="auto" w:vAnchor="margin" w:yAlign="inline"/>
        <w:spacing w:after="120"/>
      </w:pPr>
      <w:r>
        <w:t>Global Attitudes Project</w:t>
      </w:r>
    </w:p>
    <w:p w:rsidR="00F567A9" w:rsidRDefault="00F567A9" w:rsidP="00F567A9">
      <w:pPr>
        <w:pStyle w:val="DocumentProject"/>
        <w:framePr w:hSpace="0" w:wrap="auto" w:vAnchor="margin" w:yAlign="inline"/>
        <w:spacing w:after="120"/>
      </w:pPr>
      <w:r w:rsidRPr="002B460C">
        <w:t>Spring 201</w:t>
      </w:r>
      <w:r>
        <w:t>3 Questionnaire</w:t>
      </w:r>
    </w:p>
    <w:p w:rsidR="00F567A9" w:rsidRPr="002B460C" w:rsidRDefault="00F567A9" w:rsidP="00F567A9">
      <w:pPr>
        <w:pStyle w:val="Document"/>
        <w:framePr w:hSpace="0" w:wrap="auto" w:vAnchor="margin" w:yAlign="inline"/>
      </w:pPr>
      <w:r w:rsidRPr="002B460C">
        <w:t>Final Questionnaire—ALL COUNTRIES</w:t>
      </w:r>
    </w:p>
    <w:p w:rsidR="00F567A9" w:rsidRDefault="00F567A9" w:rsidP="00F567A9">
      <w:pPr>
        <w:pStyle w:val="QuestionInstruction"/>
        <w:spacing w:before="0" w:after="0"/>
        <w:ind w:left="0"/>
      </w:pPr>
    </w:p>
    <w:p w:rsidR="00A53E26" w:rsidRPr="000B73EF" w:rsidRDefault="00A53E26" w:rsidP="00E8455F">
      <w:pPr>
        <w:pStyle w:val="QuestionInstruction"/>
        <w:spacing w:before="0" w:after="0"/>
        <w:ind w:left="0" w:firstLine="720"/>
      </w:pPr>
      <w:r w:rsidRPr="000B73EF">
        <w:t xml:space="preserve">ASK ALL   </w:t>
      </w:r>
    </w:p>
    <w:p w:rsidR="00A53E26" w:rsidRPr="000B73EF" w:rsidRDefault="000918A7" w:rsidP="00A53E26">
      <w:pPr>
        <w:pStyle w:val="Question"/>
        <w:rPr>
          <w:iCs/>
        </w:rPr>
      </w:pPr>
      <w:r w:rsidRPr="000B73EF">
        <w:rPr>
          <w:rFonts w:ascii="Tahoma" w:hAnsi="Tahoma" w:cs="Tahoma"/>
          <w:b/>
          <w:sz w:val="16"/>
        </w:rPr>
        <w:t>Q1</w:t>
      </w:r>
      <w:r w:rsidR="00A53E26" w:rsidRPr="000B73EF">
        <w:tab/>
        <w:t xml:space="preserve">Overall, are you satisfied or dissatisfied with the way things are going in our country today? </w:t>
      </w:r>
    </w:p>
    <w:p w:rsidR="00A53E26" w:rsidRPr="000B73EF" w:rsidRDefault="00A53E26" w:rsidP="00A53E26">
      <w:pPr>
        <w:pStyle w:val="QuestionResponse"/>
      </w:pPr>
      <w:r w:rsidRPr="000B73EF">
        <w:t>1</w:t>
      </w:r>
      <w:r w:rsidRPr="000B73EF">
        <w:tab/>
        <w:t>Satisfied</w:t>
      </w:r>
    </w:p>
    <w:p w:rsidR="00A53E26" w:rsidRPr="000B73EF" w:rsidRDefault="00A53E26" w:rsidP="00A53E26">
      <w:pPr>
        <w:pStyle w:val="QuestionResponse"/>
      </w:pPr>
      <w:r w:rsidRPr="000B73EF">
        <w:t>2</w:t>
      </w:r>
      <w:r w:rsidRPr="000B73EF">
        <w:tab/>
        <w:t>Dissatisfied</w:t>
      </w:r>
    </w:p>
    <w:p w:rsidR="00A53E26" w:rsidRPr="000B73EF" w:rsidRDefault="00A53E26" w:rsidP="00A53E26">
      <w:pPr>
        <w:pStyle w:val="QuestionResponse"/>
      </w:pPr>
      <w:r w:rsidRPr="000B73EF">
        <w:t>8</w:t>
      </w:r>
      <w:r w:rsidRPr="000B73EF">
        <w:tab/>
        <w:t>Don’t know (DO NOT READ)</w:t>
      </w:r>
    </w:p>
    <w:p w:rsidR="00A53E26" w:rsidRPr="000B73EF" w:rsidRDefault="00A53E26" w:rsidP="00A53E26">
      <w:pPr>
        <w:pStyle w:val="QuestionResponseLast"/>
      </w:pPr>
      <w:r w:rsidRPr="000B73EF">
        <w:t>9</w:t>
      </w:r>
      <w:r w:rsidRPr="000B73EF">
        <w:tab/>
        <w:t>Refused (DO NOT READ)</w:t>
      </w:r>
    </w:p>
    <w:p w:rsidR="00836D1A" w:rsidRPr="000B73EF" w:rsidRDefault="00836D1A" w:rsidP="00836D1A">
      <w:pPr>
        <w:pStyle w:val="QuestionInstruction"/>
      </w:pPr>
      <w:r w:rsidRPr="000B73EF">
        <w:t>ASK ALL IN KENYA ONLY</w:t>
      </w:r>
    </w:p>
    <w:p w:rsidR="00836D1A" w:rsidRPr="000B73EF" w:rsidRDefault="000918A7" w:rsidP="00836D1A">
      <w:pPr>
        <w:pStyle w:val="Question"/>
        <w:rPr>
          <w:i/>
        </w:rPr>
      </w:pPr>
      <w:r w:rsidRPr="000B73EF">
        <w:rPr>
          <w:rFonts w:ascii="Tahoma" w:hAnsi="Tahoma" w:cs="Tahoma"/>
          <w:b/>
          <w:sz w:val="16"/>
        </w:rPr>
        <w:t>Q</w:t>
      </w:r>
      <w:r w:rsidR="00782BC1">
        <w:rPr>
          <w:rFonts w:ascii="Tahoma" w:hAnsi="Tahoma" w:cs="Tahoma"/>
          <w:b/>
          <w:sz w:val="16"/>
        </w:rPr>
        <w:t>2</w:t>
      </w:r>
      <w:r w:rsidR="00836D1A" w:rsidRPr="000B73EF">
        <w:tab/>
        <w:t xml:space="preserve">Overall, were you satisfied or dissatisfied with the results of the </w:t>
      </w:r>
      <w:r w:rsidR="00D75E0E" w:rsidRPr="000B73EF">
        <w:t>March 4</w:t>
      </w:r>
      <w:r w:rsidR="00D75E0E" w:rsidRPr="000B73EF">
        <w:rPr>
          <w:vertAlign w:val="superscript"/>
        </w:rPr>
        <w:t>th</w:t>
      </w:r>
      <w:r w:rsidR="00D75E0E" w:rsidRPr="000B73EF">
        <w:t xml:space="preserve"> presidential</w:t>
      </w:r>
      <w:r w:rsidR="00836D1A" w:rsidRPr="000B73EF">
        <w:t xml:space="preserve"> elections? </w:t>
      </w:r>
    </w:p>
    <w:p w:rsidR="00836D1A" w:rsidRPr="000B73EF" w:rsidRDefault="00836D1A" w:rsidP="00836D1A">
      <w:pPr>
        <w:pStyle w:val="QuestionResponse"/>
      </w:pPr>
      <w:r w:rsidRPr="000B73EF">
        <w:t>1</w:t>
      </w:r>
      <w:r w:rsidRPr="000B73EF">
        <w:tab/>
        <w:t xml:space="preserve">Satisfied </w:t>
      </w:r>
    </w:p>
    <w:p w:rsidR="00836D1A" w:rsidRPr="000B73EF" w:rsidRDefault="00836D1A" w:rsidP="00836D1A">
      <w:pPr>
        <w:pStyle w:val="QuestionResponse"/>
      </w:pPr>
      <w:r w:rsidRPr="000B73EF">
        <w:t>2</w:t>
      </w:r>
      <w:r w:rsidRPr="000B73EF">
        <w:tab/>
        <w:t>Dissatisfied</w:t>
      </w:r>
    </w:p>
    <w:p w:rsidR="00836D1A" w:rsidRPr="000B73EF" w:rsidRDefault="00836D1A" w:rsidP="00836D1A">
      <w:pPr>
        <w:pStyle w:val="QuestionResponse"/>
      </w:pPr>
      <w:r w:rsidRPr="000B73EF">
        <w:t>8</w:t>
      </w:r>
      <w:r w:rsidRPr="000B73EF">
        <w:tab/>
        <w:t>Don’t know (DO NOT READ)</w:t>
      </w:r>
    </w:p>
    <w:p w:rsidR="00836D1A" w:rsidRPr="000B73EF" w:rsidRDefault="00836D1A" w:rsidP="00836D1A">
      <w:pPr>
        <w:pStyle w:val="QuestionResponseLast"/>
      </w:pPr>
      <w:r w:rsidRPr="000B73EF">
        <w:t>9</w:t>
      </w:r>
      <w:r w:rsidRPr="000B73EF">
        <w:tab/>
        <w:t>Refused (DO NOT READ)</w:t>
      </w:r>
    </w:p>
    <w:p w:rsidR="00836D1A" w:rsidRPr="000B73EF" w:rsidRDefault="00836D1A" w:rsidP="00836D1A">
      <w:pPr>
        <w:pStyle w:val="QuestionInstruction"/>
      </w:pPr>
      <w:r w:rsidRPr="000B73EF">
        <w:t>ASK ALL IN KENYA ONLY</w:t>
      </w:r>
    </w:p>
    <w:p w:rsidR="00836D1A" w:rsidRPr="000B73EF" w:rsidRDefault="000918A7" w:rsidP="00836D1A">
      <w:pPr>
        <w:pStyle w:val="Question"/>
        <w:rPr>
          <w:i/>
        </w:rPr>
      </w:pPr>
      <w:r w:rsidRPr="000B73EF">
        <w:rPr>
          <w:rFonts w:ascii="Tahoma" w:hAnsi="Tahoma" w:cs="Tahoma"/>
          <w:b/>
          <w:sz w:val="16"/>
        </w:rPr>
        <w:t>Q</w:t>
      </w:r>
      <w:r w:rsidR="00782BC1">
        <w:rPr>
          <w:rFonts w:ascii="Tahoma" w:hAnsi="Tahoma" w:cs="Tahoma"/>
          <w:b/>
          <w:sz w:val="16"/>
        </w:rPr>
        <w:t>3</w:t>
      </w:r>
      <w:r w:rsidR="00836D1A" w:rsidRPr="000B73EF">
        <w:tab/>
        <w:t xml:space="preserve">Do you think the </w:t>
      </w:r>
      <w:r w:rsidR="00D75E0E" w:rsidRPr="000B73EF">
        <w:t>March 4</w:t>
      </w:r>
      <w:r w:rsidR="00D75E0E" w:rsidRPr="000B73EF">
        <w:rPr>
          <w:vertAlign w:val="superscript"/>
        </w:rPr>
        <w:t>th</w:t>
      </w:r>
      <w:r w:rsidR="00D75E0E" w:rsidRPr="000B73EF">
        <w:t xml:space="preserve"> presidential</w:t>
      </w:r>
      <w:r w:rsidR="00836D1A" w:rsidRPr="000B73EF">
        <w:t xml:space="preserve"> elections were fair</w:t>
      </w:r>
      <w:r w:rsidR="006B7A9D" w:rsidRPr="000B73EF">
        <w:t>ly conducted</w:t>
      </w:r>
      <w:r w:rsidR="00836D1A" w:rsidRPr="000B73EF">
        <w:t xml:space="preserve">, or don’t you think so? </w:t>
      </w:r>
    </w:p>
    <w:p w:rsidR="00836D1A" w:rsidRPr="000B73EF" w:rsidRDefault="00836D1A" w:rsidP="00836D1A">
      <w:pPr>
        <w:pStyle w:val="QuestionResponse"/>
      </w:pPr>
      <w:r w:rsidRPr="000B73EF">
        <w:t>1</w:t>
      </w:r>
      <w:r w:rsidRPr="000B73EF">
        <w:tab/>
        <w:t>Yes, fair</w:t>
      </w:r>
      <w:r w:rsidR="00782BC1">
        <w:t>ly conducted</w:t>
      </w:r>
      <w:r w:rsidRPr="000B73EF">
        <w:t xml:space="preserve"> </w:t>
      </w:r>
    </w:p>
    <w:p w:rsidR="00836D1A" w:rsidRPr="000B73EF" w:rsidRDefault="00836D1A" w:rsidP="00836D1A">
      <w:pPr>
        <w:pStyle w:val="QuestionResponse"/>
      </w:pPr>
      <w:r w:rsidRPr="000B73EF">
        <w:t>2</w:t>
      </w:r>
      <w:r w:rsidRPr="000B73EF">
        <w:tab/>
        <w:t>No, not fair</w:t>
      </w:r>
      <w:r w:rsidR="00782BC1">
        <w:t>ly conducted</w:t>
      </w:r>
    </w:p>
    <w:p w:rsidR="00836D1A" w:rsidRPr="000B73EF" w:rsidRDefault="00836D1A" w:rsidP="00836D1A">
      <w:pPr>
        <w:pStyle w:val="QuestionResponse"/>
      </w:pPr>
      <w:r w:rsidRPr="000B73EF">
        <w:t>8</w:t>
      </w:r>
      <w:r w:rsidRPr="000B73EF">
        <w:tab/>
        <w:t>Don’t know (DO NOT READ)</w:t>
      </w:r>
    </w:p>
    <w:p w:rsidR="00836D1A" w:rsidRPr="000B73EF" w:rsidRDefault="00836D1A" w:rsidP="00836D1A">
      <w:pPr>
        <w:pStyle w:val="QuestionResponseLast"/>
        <w:rPr>
          <w:b/>
        </w:rPr>
      </w:pPr>
      <w:r w:rsidRPr="000B73EF">
        <w:t>9</w:t>
      </w:r>
      <w:r w:rsidRPr="000B73EF">
        <w:tab/>
        <w:t>Refused (DO NOT READ)</w:t>
      </w:r>
    </w:p>
    <w:p w:rsidR="00D75E0E" w:rsidRPr="00B671CE" w:rsidRDefault="00D75E0E" w:rsidP="00B671CE">
      <w:pPr>
        <w:pStyle w:val="QuestionInstruction"/>
      </w:pPr>
      <w:r w:rsidRPr="00B671CE">
        <w:t xml:space="preserve">ASK ALL </w:t>
      </w:r>
    </w:p>
    <w:p w:rsidR="00D75E0E" w:rsidRPr="000B73EF" w:rsidRDefault="000918A7" w:rsidP="00D75E0E">
      <w:pPr>
        <w:pStyle w:val="Question"/>
        <w:rPr>
          <w:i/>
          <w:iCs/>
          <w:szCs w:val="22"/>
        </w:rPr>
      </w:pPr>
      <w:r w:rsidRPr="000B73EF">
        <w:rPr>
          <w:rFonts w:ascii="Tahoma" w:hAnsi="Tahoma" w:cs="Tahoma"/>
          <w:b/>
          <w:sz w:val="16"/>
        </w:rPr>
        <w:t>Q</w:t>
      </w:r>
      <w:r w:rsidR="00782BC1">
        <w:rPr>
          <w:rFonts w:ascii="Tahoma" w:hAnsi="Tahoma" w:cs="Tahoma"/>
          <w:b/>
          <w:sz w:val="16"/>
        </w:rPr>
        <w:t>4</w:t>
      </w:r>
      <w:r w:rsidR="00D75E0E" w:rsidRPr="000B73EF">
        <w:rPr>
          <w:szCs w:val="22"/>
        </w:rPr>
        <w:tab/>
        <w:t xml:space="preserve">Now thinking about our economic situation, how would you describe the current economic situation in </w:t>
      </w:r>
      <w:r w:rsidR="00D75E0E" w:rsidRPr="000B73EF">
        <w:rPr>
          <w:b/>
          <w:szCs w:val="22"/>
        </w:rPr>
        <w:t>(survey country)</w:t>
      </w:r>
      <w:r w:rsidR="00D75E0E" w:rsidRPr="000B73EF">
        <w:rPr>
          <w:szCs w:val="22"/>
        </w:rPr>
        <w:t xml:space="preserve"> – is it very good, somewhat good, somewhat bad or very bad?  </w:t>
      </w:r>
    </w:p>
    <w:p w:rsidR="00D75E0E" w:rsidRPr="000B73EF" w:rsidRDefault="00D75E0E" w:rsidP="00D75E0E">
      <w:pPr>
        <w:pStyle w:val="QuestionResponse"/>
      </w:pPr>
      <w:r w:rsidRPr="000B73EF">
        <w:t>1</w:t>
      </w:r>
      <w:r w:rsidRPr="000B73EF">
        <w:tab/>
        <w:t>Very good</w:t>
      </w:r>
    </w:p>
    <w:p w:rsidR="00D75E0E" w:rsidRPr="000B73EF" w:rsidRDefault="00D75E0E" w:rsidP="00D75E0E">
      <w:pPr>
        <w:pStyle w:val="QuestionResponse"/>
      </w:pPr>
      <w:r w:rsidRPr="000B73EF">
        <w:t>2</w:t>
      </w:r>
      <w:r w:rsidRPr="000B73EF">
        <w:tab/>
        <w:t>Somewhat good</w:t>
      </w:r>
    </w:p>
    <w:p w:rsidR="00D75E0E" w:rsidRPr="000B73EF" w:rsidRDefault="00D75E0E" w:rsidP="00D75E0E">
      <w:pPr>
        <w:pStyle w:val="QuestionResponse"/>
      </w:pPr>
      <w:r w:rsidRPr="000B73EF">
        <w:t>3</w:t>
      </w:r>
      <w:r w:rsidRPr="000B73EF">
        <w:tab/>
        <w:t>Somewhat bad</w:t>
      </w:r>
    </w:p>
    <w:p w:rsidR="00D75E0E" w:rsidRPr="000B73EF" w:rsidRDefault="00D75E0E" w:rsidP="00D75E0E">
      <w:pPr>
        <w:pStyle w:val="QuestionResponse"/>
      </w:pPr>
      <w:r w:rsidRPr="000B73EF">
        <w:t>4</w:t>
      </w:r>
      <w:r w:rsidRPr="000B73EF">
        <w:tab/>
        <w:t>Very bad</w:t>
      </w:r>
    </w:p>
    <w:p w:rsidR="00D75E0E" w:rsidRPr="000B73EF" w:rsidRDefault="00D75E0E" w:rsidP="00D75E0E">
      <w:pPr>
        <w:pStyle w:val="QuestionResponse"/>
      </w:pPr>
      <w:r w:rsidRPr="000B73EF">
        <w:t>8</w:t>
      </w:r>
      <w:r w:rsidRPr="000B73EF">
        <w:tab/>
        <w:t>Don’t know (DO NOT READ)</w:t>
      </w:r>
    </w:p>
    <w:p w:rsidR="00D75E0E" w:rsidRPr="000B73EF" w:rsidRDefault="00D75E0E" w:rsidP="00D75E0E">
      <w:pPr>
        <w:pStyle w:val="QuestionResponseLast"/>
      </w:pPr>
      <w:r w:rsidRPr="000B73EF">
        <w:t>9</w:t>
      </w:r>
      <w:r w:rsidRPr="000B73EF">
        <w:tab/>
        <w:t>Refused (DO NOT READ)</w:t>
      </w:r>
    </w:p>
    <w:p w:rsidR="00D75E0E" w:rsidRPr="00B671CE" w:rsidRDefault="00D75E0E" w:rsidP="00B671CE">
      <w:pPr>
        <w:pStyle w:val="QuestionInstruction"/>
      </w:pPr>
      <w:r w:rsidRPr="00B671CE">
        <w:lastRenderedPageBreak/>
        <w:t>ASK ALL</w:t>
      </w:r>
    </w:p>
    <w:p w:rsidR="00D75E0E" w:rsidRPr="000B73EF" w:rsidRDefault="000918A7" w:rsidP="00D75E0E">
      <w:pPr>
        <w:pStyle w:val="Question"/>
        <w:rPr>
          <w:i/>
        </w:rPr>
      </w:pPr>
      <w:r w:rsidRPr="000B73EF">
        <w:rPr>
          <w:rFonts w:ascii="Tahoma" w:hAnsi="Tahoma" w:cs="Tahoma"/>
          <w:b/>
          <w:sz w:val="16"/>
        </w:rPr>
        <w:t>Q</w:t>
      </w:r>
      <w:r w:rsidR="00782BC1">
        <w:rPr>
          <w:rFonts w:ascii="Tahoma" w:hAnsi="Tahoma" w:cs="Tahoma"/>
          <w:b/>
          <w:sz w:val="16"/>
        </w:rPr>
        <w:t>5</w:t>
      </w:r>
      <w:r w:rsidR="00D75E0E" w:rsidRPr="000B73EF">
        <w:tab/>
        <w:t xml:space="preserve">And over the next 12 months do you expect the economic situation in our country to improve a lot, improve a little, remain the same, worsen a little or worsen a lot?  </w:t>
      </w:r>
    </w:p>
    <w:p w:rsidR="00D75E0E" w:rsidRPr="000B73EF" w:rsidRDefault="00D75E0E" w:rsidP="00D75E0E">
      <w:pPr>
        <w:pStyle w:val="QuestionResponse"/>
      </w:pPr>
      <w:r w:rsidRPr="000B73EF">
        <w:t>1</w:t>
      </w:r>
      <w:r w:rsidRPr="000B73EF">
        <w:tab/>
        <w:t>Improve a lot</w:t>
      </w:r>
    </w:p>
    <w:p w:rsidR="00D75E0E" w:rsidRPr="000B73EF" w:rsidRDefault="00D75E0E" w:rsidP="00D75E0E">
      <w:pPr>
        <w:pStyle w:val="QuestionResponse"/>
      </w:pPr>
      <w:r w:rsidRPr="000B73EF">
        <w:t>2</w:t>
      </w:r>
      <w:r w:rsidRPr="000B73EF">
        <w:tab/>
        <w:t>Improve a little</w:t>
      </w:r>
    </w:p>
    <w:p w:rsidR="00D75E0E" w:rsidRPr="000B73EF" w:rsidRDefault="00D75E0E" w:rsidP="00D75E0E">
      <w:pPr>
        <w:pStyle w:val="QuestionResponse"/>
      </w:pPr>
      <w:r w:rsidRPr="000B73EF">
        <w:t>3</w:t>
      </w:r>
      <w:r w:rsidRPr="000B73EF">
        <w:tab/>
        <w:t>Remain the same</w:t>
      </w:r>
    </w:p>
    <w:p w:rsidR="00D75E0E" w:rsidRPr="000B73EF" w:rsidRDefault="00D75E0E" w:rsidP="00D75E0E">
      <w:pPr>
        <w:pStyle w:val="QuestionResponse"/>
      </w:pPr>
      <w:r w:rsidRPr="000B73EF">
        <w:t>4</w:t>
      </w:r>
      <w:r w:rsidRPr="000B73EF">
        <w:tab/>
        <w:t>Worsen a little</w:t>
      </w:r>
    </w:p>
    <w:p w:rsidR="00D75E0E" w:rsidRPr="000B73EF" w:rsidRDefault="00D75E0E" w:rsidP="00D75E0E">
      <w:pPr>
        <w:pStyle w:val="QuestionResponse"/>
      </w:pPr>
      <w:r w:rsidRPr="000B73EF">
        <w:t>5</w:t>
      </w:r>
      <w:r w:rsidRPr="000B73EF">
        <w:tab/>
        <w:t>Worsen a lot</w:t>
      </w:r>
    </w:p>
    <w:p w:rsidR="00D75E0E" w:rsidRPr="000B73EF" w:rsidRDefault="00D75E0E" w:rsidP="00D75E0E">
      <w:pPr>
        <w:pStyle w:val="QuestionResponse"/>
      </w:pPr>
      <w:r w:rsidRPr="000B73EF">
        <w:t>8</w:t>
      </w:r>
      <w:r w:rsidRPr="000B73EF">
        <w:tab/>
        <w:t>Don’t know (DO NOT READ)</w:t>
      </w:r>
    </w:p>
    <w:p w:rsidR="00D75E0E" w:rsidRPr="000B73EF" w:rsidRDefault="00D75E0E" w:rsidP="00D75E0E">
      <w:pPr>
        <w:pStyle w:val="QuestionResponseLast"/>
      </w:pPr>
      <w:r w:rsidRPr="000B73EF">
        <w:t>9</w:t>
      </w:r>
      <w:r w:rsidRPr="000B73EF">
        <w:tab/>
        <w:t>Refused (DO NOT READ)</w:t>
      </w:r>
    </w:p>
    <w:p w:rsidR="00D75E0E" w:rsidRPr="000B73EF" w:rsidRDefault="00D75E0E" w:rsidP="00D75E0E">
      <w:pPr>
        <w:pStyle w:val="QuestionInstruction"/>
        <w:spacing w:after="0"/>
      </w:pPr>
      <w:r w:rsidRPr="000B73EF">
        <w:t xml:space="preserve">ASK ALL </w:t>
      </w:r>
    </w:p>
    <w:p w:rsidR="00D75E0E" w:rsidRPr="000B73EF" w:rsidRDefault="000918A7" w:rsidP="00D75E0E">
      <w:pPr>
        <w:pStyle w:val="Question"/>
        <w:rPr>
          <w:i/>
        </w:rPr>
      </w:pPr>
      <w:r w:rsidRPr="000B73EF">
        <w:rPr>
          <w:rFonts w:ascii="Tahoma" w:hAnsi="Tahoma" w:cs="Tahoma"/>
          <w:b/>
          <w:sz w:val="16"/>
        </w:rPr>
        <w:t>Q</w:t>
      </w:r>
      <w:r w:rsidR="00782BC1">
        <w:rPr>
          <w:rFonts w:ascii="Tahoma" w:hAnsi="Tahoma" w:cs="Tahoma"/>
          <w:b/>
          <w:sz w:val="16"/>
        </w:rPr>
        <w:t>6</w:t>
      </w:r>
      <w:r w:rsidR="00D75E0E" w:rsidRPr="000B73EF">
        <w:rPr>
          <w:rFonts w:ascii="Tahoma" w:hAnsi="Tahoma" w:cs="Tahoma"/>
          <w:b/>
          <w:sz w:val="16"/>
          <w:szCs w:val="16"/>
        </w:rPr>
        <w:tab/>
      </w:r>
      <w:r w:rsidR="00D75E0E" w:rsidRPr="000B73EF">
        <w:t>Now thinking about your personal economic situation, how would you describe it – is it very good, somewhat good, somewhat bad or very bad</w:t>
      </w:r>
      <w:r w:rsidR="00D75E0E" w:rsidRPr="000B73EF">
        <w:rPr>
          <w:i/>
        </w:rPr>
        <w:t xml:space="preserve"> </w:t>
      </w:r>
    </w:p>
    <w:p w:rsidR="00D75E0E" w:rsidRPr="000B73EF" w:rsidRDefault="00D75E0E" w:rsidP="00D75E0E">
      <w:pPr>
        <w:pStyle w:val="QuestionResponse"/>
      </w:pPr>
      <w:r w:rsidRPr="000B73EF">
        <w:t>1</w:t>
      </w:r>
      <w:r w:rsidRPr="000B73EF">
        <w:tab/>
        <w:t>Very good</w:t>
      </w:r>
    </w:p>
    <w:p w:rsidR="00D75E0E" w:rsidRPr="000B73EF" w:rsidRDefault="00D75E0E" w:rsidP="00D75E0E">
      <w:pPr>
        <w:pStyle w:val="QuestionResponse"/>
      </w:pPr>
      <w:r w:rsidRPr="000B73EF">
        <w:t>2</w:t>
      </w:r>
      <w:r w:rsidRPr="000B73EF">
        <w:tab/>
        <w:t>Somewhat good</w:t>
      </w:r>
    </w:p>
    <w:p w:rsidR="00D75E0E" w:rsidRPr="000B73EF" w:rsidRDefault="00D75E0E" w:rsidP="00D75E0E">
      <w:pPr>
        <w:pStyle w:val="QuestionResponse"/>
      </w:pPr>
      <w:r w:rsidRPr="000B73EF">
        <w:t>3</w:t>
      </w:r>
      <w:r w:rsidRPr="000B73EF">
        <w:tab/>
        <w:t>Somewhat bad</w:t>
      </w:r>
    </w:p>
    <w:p w:rsidR="00D75E0E" w:rsidRPr="000B73EF" w:rsidRDefault="00D75E0E" w:rsidP="00D75E0E">
      <w:pPr>
        <w:pStyle w:val="QuestionResponse"/>
      </w:pPr>
      <w:r w:rsidRPr="000B73EF">
        <w:t>4</w:t>
      </w:r>
      <w:r w:rsidRPr="000B73EF">
        <w:tab/>
        <w:t>Very bad</w:t>
      </w:r>
    </w:p>
    <w:p w:rsidR="00D75E0E" w:rsidRPr="000B73EF" w:rsidRDefault="00D75E0E" w:rsidP="00D75E0E">
      <w:pPr>
        <w:pStyle w:val="QuestionResponse"/>
      </w:pPr>
      <w:r w:rsidRPr="000B73EF">
        <w:t>8</w:t>
      </w:r>
      <w:r w:rsidRPr="000B73EF">
        <w:tab/>
        <w:t>Don’t know (DO NOT READ)</w:t>
      </w:r>
    </w:p>
    <w:p w:rsidR="00D75E0E" w:rsidRPr="000B73EF" w:rsidRDefault="00D75E0E" w:rsidP="00D75E0E">
      <w:pPr>
        <w:pStyle w:val="QuestionResponseLast"/>
      </w:pPr>
      <w:r w:rsidRPr="000B73EF">
        <w:t>9</w:t>
      </w:r>
      <w:r w:rsidRPr="000B73EF">
        <w:tab/>
        <w:t>Refused (DO NOT READ)</w:t>
      </w:r>
    </w:p>
    <w:p w:rsidR="00D75E0E" w:rsidRPr="004435F2" w:rsidRDefault="00D75E0E" w:rsidP="004435F2">
      <w:pPr>
        <w:pStyle w:val="QuestionInstruction"/>
      </w:pPr>
      <w:r w:rsidRPr="004435F2">
        <w:t>ASK ALL</w:t>
      </w:r>
    </w:p>
    <w:p w:rsidR="00D75E0E" w:rsidRPr="000B73EF" w:rsidRDefault="000918A7" w:rsidP="00D75E0E">
      <w:pPr>
        <w:pStyle w:val="Question"/>
        <w:rPr>
          <w:i/>
        </w:rPr>
      </w:pPr>
      <w:r w:rsidRPr="000B73EF">
        <w:rPr>
          <w:rFonts w:ascii="Tahoma" w:hAnsi="Tahoma" w:cs="Tahoma"/>
          <w:b/>
          <w:sz w:val="16"/>
        </w:rPr>
        <w:t>Q</w:t>
      </w:r>
      <w:r w:rsidR="00782BC1">
        <w:rPr>
          <w:rFonts w:ascii="Tahoma" w:hAnsi="Tahoma" w:cs="Tahoma"/>
          <w:b/>
          <w:sz w:val="16"/>
        </w:rPr>
        <w:t>7</w:t>
      </w:r>
      <w:r w:rsidR="00D75E0E" w:rsidRPr="000B73EF">
        <w:tab/>
        <w:t xml:space="preserve">And over the next 12 months do you expect your personal economic situation to improve a lot, improve a little, remain the same, worsen a little or worsen a lot?  </w:t>
      </w:r>
    </w:p>
    <w:p w:rsidR="00D75E0E" w:rsidRPr="000B73EF" w:rsidRDefault="00D75E0E" w:rsidP="00D75E0E">
      <w:pPr>
        <w:pStyle w:val="QuestionResponse"/>
      </w:pPr>
      <w:r w:rsidRPr="000B73EF">
        <w:t>1</w:t>
      </w:r>
      <w:r w:rsidRPr="000B73EF">
        <w:tab/>
        <w:t>Improve a lot</w:t>
      </w:r>
    </w:p>
    <w:p w:rsidR="00D75E0E" w:rsidRPr="000B73EF" w:rsidRDefault="00D75E0E" w:rsidP="00D75E0E">
      <w:pPr>
        <w:pStyle w:val="QuestionResponse"/>
      </w:pPr>
      <w:r w:rsidRPr="000B73EF">
        <w:t>2</w:t>
      </w:r>
      <w:r w:rsidRPr="000B73EF">
        <w:tab/>
        <w:t>Improve a little</w:t>
      </w:r>
    </w:p>
    <w:p w:rsidR="00D75E0E" w:rsidRPr="000B73EF" w:rsidRDefault="00D75E0E" w:rsidP="00D75E0E">
      <w:pPr>
        <w:pStyle w:val="QuestionResponse"/>
      </w:pPr>
      <w:r w:rsidRPr="000B73EF">
        <w:t>3</w:t>
      </w:r>
      <w:r w:rsidRPr="000B73EF">
        <w:tab/>
        <w:t>Remain the same</w:t>
      </w:r>
    </w:p>
    <w:p w:rsidR="00D75E0E" w:rsidRPr="000B73EF" w:rsidRDefault="00D75E0E" w:rsidP="00D75E0E">
      <w:pPr>
        <w:pStyle w:val="QuestionResponse"/>
      </w:pPr>
      <w:r w:rsidRPr="000B73EF">
        <w:t>4</w:t>
      </w:r>
      <w:r w:rsidRPr="000B73EF">
        <w:tab/>
        <w:t>Worsen a little</w:t>
      </w:r>
    </w:p>
    <w:p w:rsidR="00D75E0E" w:rsidRPr="000B73EF" w:rsidRDefault="00D75E0E" w:rsidP="00D75E0E">
      <w:pPr>
        <w:pStyle w:val="QuestionResponse"/>
      </w:pPr>
      <w:r w:rsidRPr="000B73EF">
        <w:t>5</w:t>
      </w:r>
      <w:r w:rsidRPr="000B73EF">
        <w:tab/>
        <w:t>Worsen a lot</w:t>
      </w:r>
    </w:p>
    <w:p w:rsidR="00D75E0E" w:rsidRPr="000B73EF" w:rsidRDefault="00D75E0E" w:rsidP="00D75E0E">
      <w:pPr>
        <w:pStyle w:val="QuestionResponse"/>
      </w:pPr>
      <w:r w:rsidRPr="000B73EF">
        <w:t>8</w:t>
      </w:r>
      <w:r w:rsidRPr="000B73EF">
        <w:tab/>
        <w:t>Don’t know (DO NOT READ)</w:t>
      </w:r>
    </w:p>
    <w:p w:rsidR="00D75E0E" w:rsidRPr="000B73EF" w:rsidRDefault="00D75E0E" w:rsidP="00D75E0E">
      <w:pPr>
        <w:pStyle w:val="QuestionResponseLast"/>
      </w:pPr>
      <w:r w:rsidRPr="000B73EF">
        <w:t>9</w:t>
      </w:r>
      <w:r w:rsidRPr="000B73EF">
        <w:tab/>
        <w:t>Refused (DO NOT READ)</w:t>
      </w:r>
    </w:p>
    <w:p w:rsidR="00F61E72" w:rsidRPr="000B73EF" w:rsidRDefault="00F61E72" w:rsidP="00F61E72">
      <w:pPr>
        <w:pStyle w:val="QuestionInstruction"/>
        <w:spacing w:after="0"/>
      </w:pPr>
      <w:r w:rsidRPr="000B73EF">
        <w:t xml:space="preserve">ASK ALL </w:t>
      </w:r>
    </w:p>
    <w:p w:rsidR="00F61E72" w:rsidRPr="000B73EF" w:rsidRDefault="000918A7" w:rsidP="003A6971">
      <w:pPr>
        <w:pStyle w:val="Question"/>
        <w:rPr>
          <w:i/>
          <w:iCs/>
        </w:rPr>
      </w:pPr>
      <w:r w:rsidRPr="000B73EF">
        <w:rPr>
          <w:rFonts w:ascii="Tahoma" w:hAnsi="Tahoma" w:cs="Tahoma"/>
          <w:b/>
          <w:sz w:val="16"/>
        </w:rPr>
        <w:t>Q</w:t>
      </w:r>
      <w:r w:rsidR="00782BC1">
        <w:rPr>
          <w:rFonts w:ascii="Tahoma" w:hAnsi="Tahoma" w:cs="Tahoma"/>
          <w:b/>
          <w:sz w:val="16"/>
        </w:rPr>
        <w:t>8</w:t>
      </w:r>
      <w:r w:rsidR="00F61E72" w:rsidRPr="000B73EF">
        <w:tab/>
        <w:t xml:space="preserve">When children </w:t>
      </w:r>
      <w:r w:rsidR="00F61E72" w:rsidRPr="003A6971">
        <w:t>today</w:t>
      </w:r>
      <w:r w:rsidR="00F61E72" w:rsidRPr="000B73EF">
        <w:t xml:space="preserve"> in </w:t>
      </w:r>
      <w:r w:rsidR="00F61E72" w:rsidRPr="000B73EF">
        <w:rPr>
          <w:b/>
        </w:rPr>
        <w:t>(survey country)</w:t>
      </w:r>
      <w:r w:rsidR="00F61E72" w:rsidRPr="000B73EF">
        <w:t xml:space="preserve"> grow up, do you think they will be better off or worse off financially than their parents?</w:t>
      </w:r>
    </w:p>
    <w:p w:rsidR="00F61E72" w:rsidRPr="003A6971" w:rsidRDefault="00F61E72" w:rsidP="003A6971">
      <w:pPr>
        <w:pStyle w:val="QuestionResponse"/>
      </w:pPr>
      <w:r w:rsidRPr="003A6971">
        <w:t>1</w:t>
      </w:r>
      <w:r w:rsidRPr="003A6971">
        <w:tab/>
        <w:t>Better off</w:t>
      </w:r>
    </w:p>
    <w:p w:rsidR="00F61E72" w:rsidRPr="003A6971" w:rsidRDefault="00F61E72" w:rsidP="003A6971">
      <w:pPr>
        <w:pStyle w:val="QuestionResponse"/>
      </w:pPr>
      <w:r w:rsidRPr="003A6971">
        <w:t>2</w:t>
      </w:r>
      <w:r w:rsidRPr="003A6971">
        <w:tab/>
        <w:t>Worse off</w:t>
      </w:r>
    </w:p>
    <w:p w:rsidR="00F61E72" w:rsidRPr="003A6971" w:rsidRDefault="00F61E72" w:rsidP="003A6971">
      <w:pPr>
        <w:pStyle w:val="QuestionResponse"/>
      </w:pPr>
      <w:r w:rsidRPr="003A6971">
        <w:t>3</w:t>
      </w:r>
      <w:r w:rsidRPr="003A6971">
        <w:tab/>
        <w:t>Same (DO NOT READ)</w:t>
      </w:r>
    </w:p>
    <w:p w:rsidR="00F61E72" w:rsidRPr="003A6971" w:rsidRDefault="00F61E72" w:rsidP="003A6971">
      <w:pPr>
        <w:pStyle w:val="QuestionResponse"/>
      </w:pPr>
      <w:r w:rsidRPr="003A6971">
        <w:t>8</w:t>
      </w:r>
      <w:r w:rsidRPr="003A6971">
        <w:tab/>
        <w:t>Don’t know (DO NOT READ)</w:t>
      </w:r>
      <w:r w:rsidRPr="003A6971">
        <w:tab/>
      </w:r>
    </w:p>
    <w:p w:rsidR="00F61E72" w:rsidRPr="000B73EF" w:rsidRDefault="00F61E72" w:rsidP="003A6971">
      <w:pPr>
        <w:pStyle w:val="QuestionResponseLast"/>
      </w:pPr>
      <w:r w:rsidRPr="000B73EF">
        <w:t>9</w:t>
      </w:r>
      <w:r w:rsidRPr="000B73EF">
        <w:tab/>
      </w:r>
      <w:r w:rsidRPr="003A6971">
        <w:t>Refused</w:t>
      </w:r>
      <w:r w:rsidRPr="000B73EF">
        <w:t xml:space="preserve"> (DO NOT READ)</w:t>
      </w:r>
    </w:p>
    <w:p w:rsidR="00F61E72" w:rsidRPr="000B73EF" w:rsidRDefault="00F61E72" w:rsidP="00F61E72">
      <w:pPr>
        <w:pStyle w:val="QuestionInstruction"/>
        <w:rPr>
          <w:bCs/>
          <w:caps/>
        </w:rPr>
      </w:pPr>
      <w:r w:rsidRPr="000B73EF">
        <w:rPr>
          <w:bCs/>
          <w:caps/>
        </w:rPr>
        <w:lastRenderedPageBreak/>
        <w:t>ASK ALL</w:t>
      </w:r>
    </w:p>
    <w:p w:rsidR="00F61E72" w:rsidRPr="000B73EF" w:rsidRDefault="000918A7" w:rsidP="00F61E72">
      <w:pPr>
        <w:pStyle w:val="Question"/>
        <w:spacing w:after="0"/>
        <w:rPr>
          <w:i/>
        </w:rPr>
      </w:pPr>
      <w:r w:rsidRPr="000B73EF">
        <w:rPr>
          <w:rFonts w:ascii="Tahoma" w:hAnsi="Tahoma" w:cs="Tahoma"/>
          <w:b/>
          <w:sz w:val="16"/>
        </w:rPr>
        <w:t>Q</w:t>
      </w:r>
      <w:r w:rsidR="00BD38E5">
        <w:rPr>
          <w:rFonts w:ascii="Tahoma" w:hAnsi="Tahoma" w:cs="Tahoma"/>
          <w:b/>
          <w:sz w:val="16"/>
        </w:rPr>
        <w:t>9</w:t>
      </w:r>
      <w:r w:rsidR="00F61E72" w:rsidRPr="000B73EF">
        <w:tab/>
        <w:t xml:space="preserve">Please tell me if you have a very favorable, somewhat favorable, somewhat unfavorable or very unfavorable opinion of (INSERT)? </w:t>
      </w:r>
    </w:p>
    <w:p w:rsidR="00F61E72" w:rsidRPr="000B73EF" w:rsidRDefault="004F51E2" w:rsidP="00F61E72">
      <w:pPr>
        <w:pStyle w:val="QuestionInstruction"/>
      </w:pPr>
      <w:r w:rsidRPr="004F51E2">
        <w:rPr>
          <w:caps/>
        </w:rPr>
        <w:t xml:space="preserve">in Australia, Britain, Canada, Czech Republic, France, Germany, GREECE, </w:t>
      </w:r>
      <w:r w:rsidR="003901A3">
        <w:rPr>
          <w:caps/>
        </w:rPr>
        <w:t>Japan, MALAYSIA, POLAND, Spain</w:t>
      </w:r>
      <w:r w:rsidR="00B43484">
        <w:rPr>
          <w:caps/>
        </w:rPr>
        <w:t xml:space="preserve">, </w:t>
      </w:r>
      <w:r w:rsidRPr="004F51E2">
        <w:rPr>
          <w:caps/>
        </w:rPr>
        <w:t>South Korea, the united states</w:t>
      </w:r>
      <w:r w:rsidRPr="000B73EF">
        <w:t xml:space="preserve"> </w:t>
      </w:r>
      <w:r w:rsidR="00F61E72" w:rsidRPr="000B73EF">
        <w:t xml:space="preserve">ASK A AND B TOGETHER FIRST—THEN ROTATE C TO </w:t>
      </w:r>
      <w:r w:rsidR="001A4900" w:rsidRPr="001E1F63">
        <w:t>W</w:t>
      </w:r>
      <w:r w:rsidR="00F61E72" w:rsidRPr="000B73EF">
        <w:t xml:space="preserve">—IN JAPAN </w:t>
      </w:r>
      <w:r w:rsidR="00BD7C99">
        <w:t xml:space="preserve">AND SOUTH KOREA </w:t>
      </w:r>
      <w:r w:rsidR="00F61E72" w:rsidRPr="000B73EF">
        <w:t xml:space="preserve">ASK </w:t>
      </w:r>
      <w:r w:rsidR="00BD38E5">
        <w:t>M, O, AND V LAST</w:t>
      </w:r>
    </w:p>
    <w:p w:rsidR="00F567A9" w:rsidRPr="00F567A9" w:rsidRDefault="00F61E72" w:rsidP="00F61E72">
      <w:pPr>
        <w:pStyle w:val="QuestionList"/>
        <w:widowControl/>
        <w:numPr>
          <w:ilvl w:val="0"/>
          <w:numId w:val="11"/>
        </w:numPr>
        <w:autoSpaceDE/>
        <w:autoSpaceDN/>
        <w:adjustRightInd/>
      </w:pPr>
      <w:r w:rsidRPr="000B73EF">
        <w:t xml:space="preserve">The United States </w:t>
      </w:r>
    </w:p>
    <w:p w:rsidR="00F61E72" w:rsidRPr="000B73EF" w:rsidRDefault="00F61E72" w:rsidP="00F61E72">
      <w:pPr>
        <w:pStyle w:val="QuestionList"/>
        <w:widowControl/>
        <w:numPr>
          <w:ilvl w:val="0"/>
          <w:numId w:val="11"/>
        </w:numPr>
        <w:autoSpaceDE/>
        <w:autoSpaceDN/>
        <w:adjustRightInd/>
      </w:pPr>
      <w:r w:rsidRPr="000B73EF">
        <w:t xml:space="preserve">Americans </w:t>
      </w:r>
    </w:p>
    <w:p w:rsidR="00F61E72" w:rsidRPr="000B73EF" w:rsidRDefault="00F61E72" w:rsidP="00F61E72">
      <w:pPr>
        <w:pStyle w:val="QuestionList"/>
        <w:widowControl/>
        <w:numPr>
          <w:ilvl w:val="0"/>
          <w:numId w:val="11"/>
        </w:numPr>
        <w:autoSpaceDE/>
        <w:autoSpaceDN/>
        <w:adjustRightInd/>
      </w:pPr>
      <w:r w:rsidRPr="000B73EF">
        <w:t xml:space="preserve">China </w:t>
      </w:r>
    </w:p>
    <w:p w:rsidR="00F61E72" w:rsidRPr="000B73EF" w:rsidRDefault="00F61E72" w:rsidP="00F61E72">
      <w:pPr>
        <w:pStyle w:val="QuestionList"/>
        <w:widowControl/>
        <w:numPr>
          <w:ilvl w:val="0"/>
          <w:numId w:val="11"/>
        </w:numPr>
        <w:autoSpaceDE/>
        <w:autoSpaceDN/>
        <w:adjustRightInd/>
        <w:rPr>
          <w:i/>
        </w:rPr>
      </w:pPr>
      <w:r w:rsidRPr="000B73EF">
        <w:t xml:space="preserve">Iran </w:t>
      </w:r>
    </w:p>
    <w:p w:rsidR="00F61E72" w:rsidRPr="000B73EF" w:rsidRDefault="00F61E72" w:rsidP="00F61E72">
      <w:pPr>
        <w:pStyle w:val="QuestionList"/>
        <w:widowControl/>
        <w:numPr>
          <w:ilvl w:val="0"/>
          <w:numId w:val="11"/>
        </w:numPr>
        <w:autoSpaceDE/>
        <w:autoSpaceDN/>
        <w:adjustRightInd/>
        <w:rPr>
          <w:i/>
        </w:rPr>
      </w:pPr>
      <w:r w:rsidRPr="000B73EF">
        <w:t xml:space="preserve">Russia </w:t>
      </w:r>
    </w:p>
    <w:p w:rsidR="00F61E72" w:rsidRPr="000B73EF" w:rsidRDefault="00F61E72" w:rsidP="00F61E72">
      <w:pPr>
        <w:pStyle w:val="QuestionList"/>
        <w:widowControl/>
        <w:numPr>
          <w:ilvl w:val="0"/>
          <w:numId w:val="11"/>
        </w:numPr>
        <w:autoSpaceDE/>
        <w:autoSpaceDN/>
        <w:adjustRightInd/>
        <w:rPr>
          <w:rFonts w:ascii="Tahoma" w:hAnsi="Tahoma" w:cs="Tahoma"/>
          <w:b/>
          <w:sz w:val="16"/>
          <w:szCs w:val="16"/>
        </w:rPr>
      </w:pPr>
      <w:r w:rsidRPr="000B73EF">
        <w:t>The European Union</w:t>
      </w:r>
      <w:r w:rsidRPr="000B73EF">
        <w:rPr>
          <w:rFonts w:ascii="Tahoma" w:hAnsi="Tahoma" w:cs="Tahoma"/>
          <w:b/>
          <w:sz w:val="16"/>
          <w:szCs w:val="16"/>
        </w:rPr>
        <w:t xml:space="preserve"> </w:t>
      </w:r>
    </w:p>
    <w:p w:rsidR="00F61E72" w:rsidRPr="000B73EF" w:rsidRDefault="00F61E72" w:rsidP="00F61E72">
      <w:pPr>
        <w:pStyle w:val="QuestionList"/>
        <w:widowControl/>
        <w:numPr>
          <w:ilvl w:val="0"/>
          <w:numId w:val="11"/>
        </w:numPr>
        <w:autoSpaceDE/>
        <w:autoSpaceDN/>
        <w:adjustRightInd/>
        <w:rPr>
          <w:i/>
        </w:rPr>
      </w:pPr>
      <w:r w:rsidRPr="000B73EF">
        <w:rPr>
          <w:iCs/>
        </w:rPr>
        <w:t xml:space="preserve">The United Nations </w:t>
      </w:r>
    </w:p>
    <w:p w:rsidR="00F61E72" w:rsidRPr="000B73EF" w:rsidRDefault="00F61E72" w:rsidP="00F0194D">
      <w:pPr>
        <w:pStyle w:val="QuestionList"/>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88" w:lineRule="auto"/>
        <w:rPr>
          <w:i/>
          <w:szCs w:val="20"/>
        </w:rPr>
      </w:pPr>
      <w:r w:rsidRPr="000B73EF">
        <w:rPr>
          <w:szCs w:val="20"/>
        </w:rPr>
        <w:t>NATO, that is, North Atlantic Treaty Organization</w:t>
      </w:r>
      <w:r w:rsidRPr="000B73EF">
        <w:rPr>
          <w:b/>
          <w:i/>
          <w:szCs w:val="20"/>
        </w:rPr>
        <w:t xml:space="preserve"> </w:t>
      </w:r>
      <w:r w:rsidRPr="000B73EF">
        <w:rPr>
          <w:rFonts w:ascii="Tahoma" w:hAnsi="Tahoma" w:cs="Tahoma"/>
          <w:b/>
          <w:i/>
          <w:sz w:val="16"/>
          <w:szCs w:val="16"/>
        </w:rPr>
        <w:t xml:space="preserve">[Ask in </w:t>
      </w:r>
      <w:r w:rsidR="00F0194D" w:rsidRPr="00F0194D">
        <w:rPr>
          <w:rFonts w:ascii="Tahoma" w:hAnsi="Tahoma" w:cs="Tahoma"/>
          <w:b/>
          <w:i/>
          <w:sz w:val="16"/>
          <w:szCs w:val="16"/>
        </w:rPr>
        <w:t xml:space="preserve">Britain, </w:t>
      </w:r>
      <w:r w:rsidR="001A4900" w:rsidRPr="001E1F63">
        <w:rPr>
          <w:rFonts w:ascii="Tahoma" w:hAnsi="Tahoma" w:cs="Tahoma"/>
          <w:b/>
          <w:i/>
          <w:sz w:val="16"/>
          <w:szCs w:val="16"/>
        </w:rPr>
        <w:t>Canada,</w:t>
      </w:r>
      <w:r w:rsidR="001A4900">
        <w:rPr>
          <w:rFonts w:ascii="Tahoma" w:hAnsi="Tahoma" w:cs="Tahoma"/>
          <w:b/>
          <w:i/>
          <w:sz w:val="16"/>
          <w:szCs w:val="16"/>
        </w:rPr>
        <w:t xml:space="preserve"> </w:t>
      </w:r>
      <w:r w:rsidR="00F0194D" w:rsidRPr="00F0194D">
        <w:rPr>
          <w:rFonts w:ascii="Tahoma" w:hAnsi="Tahoma" w:cs="Tahoma"/>
          <w:b/>
          <w:i/>
          <w:sz w:val="16"/>
          <w:szCs w:val="16"/>
        </w:rPr>
        <w:t xml:space="preserve">Czech Republic, France, Germany, Greece, Italy, Poland, </w:t>
      </w:r>
      <w:r w:rsidR="00F0194D" w:rsidRPr="000B73EF">
        <w:rPr>
          <w:rFonts w:ascii="Tahoma" w:hAnsi="Tahoma" w:cs="Tahoma"/>
          <w:b/>
          <w:i/>
          <w:sz w:val="16"/>
          <w:szCs w:val="16"/>
        </w:rPr>
        <w:t>Russia</w:t>
      </w:r>
      <w:r w:rsidR="00F0194D">
        <w:rPr>
          <w:rFonts w:ascii="Tahoma" w:hAnsi="Tahoma" w:cs="Tahoma"/>
          <w:b/>
          <w:i/>
          <w:sz w:val="16"/>
          <w:szCs w:val="16"/>
        </w:rPr>
        <w:t>,</w:t>
      </w:r>
      <w:r w:rsidR="00F0194D" w:rsidRPr="00F0194D">
        <w:rPr>
          <w:rFonts w:ascii="Tahoma" w:hAnsi="Tahoma" w:cs="Tahoma"/>
          <w:b/>
          <w:i/>
          <w:sz w:val="16"/>
          <w:szCs w:val="16"/>
        </w:rPr>
        <w:t xml:space="preserve"> Spain</w:t>
      </w:r>
      <w:r w:rsidRPr="000B73EF">
        <w:rPr>
          <w:rFonts w:ascii="Tahoma" w:hAnsi="Tahoma" w:cs="Tahoma"/>
          <w:b/>
          <w:i/>
          <w:sz w:val="16"/>
          <w:szCs w:val="16"/>
        </w:rPr>
        <w:t>, Turkey</w:t>
      </w:r>
      <w:r w:rsidR="00F0194D">
        <w:rPr>
          <w:rFonts w:ascii="Tahoma" w:hAnsi="Tahoma" w:cs="Tahoma"/>
          <w:b/>
          <w:i/>
          <w:sz w:val="16"/>
          <w:szCs w:val="16"/>
        </w:rPr>
        <w:t>,</w:t>
      </w:r>
      <w:r w:rsidRPr="000B73EF">
        <w:rPr>
          <w:rFonts w:ascii="Tahoma" w:hAnsi="Tahoma" w:cs="Tahoma"/>
          <w:b/>
          <w:i/>
          <w:sz w:val="16"/>
          <w:szCs w:val="16"/>
        </w:rPr>
        <w:t xml:space="preserve"> and the U</w:t>
      </w:r>
      <w:r w:rsidR="007B792E">
        <w:rPr>
          <w:rFonts w:ascii="Tahoma" w:hAnsi="Tahoma" w:cs="Tahoma"/>
          <w:b/>
          <w:i/>
          <w:sz w:val="16"/>
          <w:szCs w:val="16"/>
        </w:rPr>
        <w:t>nited States</w:t>
      </w:r>
      <w:r w:rsidRPr="000B73EF">
        <w:rPr>
          <w:rFonts w:ascii="Tahoma" w:hAnsi="Tahoma" w:cs="Tahoma"/>
          <w:b/>
          <w:i/>
          <w:sz w:val="16"/>
          <w:szCs w:val="16"/>
        </w:rPr>
        <w:t xml:space="preserve"> only]</w:t>
      </w:r>
      <w:r w:rsidRPr="000B73EF">
        <w:rPr>
          <w:i/>
          <w:szCs w:val="20"/>
        </w:rPr>
        <w:t xml:space="preserve"> </w:t>
      </w:r>
    </w:p>
    <w:p w:rsidR="00F61E72" w:rsidRPr="000B73EF" w:rsidRDefault="00F61E72" w:rsidP="004B0ED0">
      <w:pPr>
        <w:pStyle w:val="QuestionList"/>
        <w:widowControl/>
        <w:numPr>
          <w:ilvl w:val="0"/>
          <w:numId w:val="11"/>
        </w:numPr>
        <w:autoSpaceDE/>
        <w:autoSpaceDN/>
        <w:adjustRightInd/>
        <w:rPr>
          <w:i/>
          <w:szCs w:val="20"/>
        </w:rPr>
      </w:pPr>
      <w:r w:rsidRPr="000B73EF">
        <w:rPr>
          <w:szCs w:val="20"/>
        </w:rPr>
        <w:t xml:space="preserve">Israel </w:t>
      </w:r>
      <w:r w:rsidRPr="000B73EF">
        <w:rPr>
          <w:rFonts w:ascii="Tahoma" w:hAnsi="Tahoma" w:cs="Tahoma"/>
          <w:b/>
          <w:i/>
          <w:sz w:val="16"/>
          <w:szCs w:val="16"/>
        </w:rPr>
        <w:t>[</w:t>
      </w:r>
      <w:r w:rsidR="004B0ED0" w:rsidRPr="000B73EF">
        <w:rPr>
          <w:rFonts w:ascii="Tahoma" w:hAnsi="Tahoma" w:cs="Tahoma"/>
          <w:b/>
          <w:i/>
          <w:sz w:val="16"/>
          <w:szCs w:val="16"/>
        </w:rPr>
        <w:t xml:space="preserve">Ask in </w:t>
      </w:r>
      <w:r w:rsidR="004B0ED0" w:rsidRPr="00F0194D">
        <w:rPr>
          <w:rFonts w:ascii="Tahoma" w:hAnsi="Tahoma" w:cs="Tahoma"/>
          <w:b/>
          <w:i/>
          <w:sz w:val="16"/>
          <w:szCs w:val="16"/>
        </w:rPr>
        <w:t xml:space="preserve">Britain, </w:t>
      </w:r>
      <w:r w:rsidR="004B0ED0">
        <w:rPr>
          <w:rFonts w:ascii="Tahoma" w:hAnsi="Tahoma" w:cs="Tahoma"/>
          <w:b/>
          <w:i/>
          <w:sz w:val="16"/>
          <w:szCs w:val="16"/>
        </w:rPr>
        <w:t xml:space="preserve">China, </w:t>
      </w:r>
      <w:r w:rsidR="004B0ED0" w:rsidRPr="00F0194D">
        <w:rPr>
          <w:rFonts w:ascii="Tahoma" w:hAnsi="Tahoma" w:cs="Tahoma"/>
          <w:b/>
          <w:i/>
          <w:sz w:val="16"/>
          <w:szCs w:val="16"/>
        </w:rPr>
        <w:t xml:space="preserve">Czech Republic, </w:t>
      </w:r>
      <w:r w:rsidR="004B0ED0" w:rsidRPr="004B0ED0">
        <w:rPr>
          <w:rFonts w:ascii="Tahoma" w:hAnsi="Tahoma" w:cs="Tahoma"/>
          <w:b/>
          <w:i/>
          <w:sz w:val="16"/>
          <w:szCs w:val="16"/>
        </w:rPr>
        <w:t xml:space="preserve">Egypt, </w:t>
      </w:r>
      <w:r w:rsidR="004B0ED0" w:rsidRPr="00F0194D">
        <w:rPr>
          <w:rFonts w:ascii="Tahoma" w:hAnsi="Tahoma" w:cs="Tahoma"/>
          <w:b/>
          <w:i/>
          <w:sz w:val="16"/>
          <w:szCs w:val="16"/>
        </w:rPr>
        <w:t xml:space="preserve">France, Germany, Greece, </w:t>
      </w:r>
      <w:r w:rsidR="004B0ED0" w:rsidRPr="004B0ED0">
        <w:rPr>
          <w:rFonts w:ascii="Tahoma" w:hAnsi="Tahoma" w:cs="Tahoma"/>
          <w:b/>
          <w:i/>
          <w:sz w:val="16"/>
          <w:szCs w:val="16"/>
        </w:rPr>
        <w:t xml:space="preserve">Indonesia, </w:t>
      </w:r>
      <w:r w:rsidR="004B0ED0" w:rsidRPr="00F0194D">
        <w:rPr>
          <w:rFonts w:ascii="Tahoma" w:hAnsi="Tahoma" w:cs="Tahoma"/>
          <w:b/>
          <w:i/>
          <w:sz w:val="16"/>
          <w:szCs w:val="16"/>
        </w:rPr>
        <w:t xml:space="preserve">Italy, </w:t>
      </w:r>
      <w:r w:rsidR="004B0ED0" w:rsidRPr="004B0ED0">
        <w:rPr>
          <w:rFonts w:ascii="Tahoma" w:hAnsi="Tahoma" w:cs="Tahoma"/>
          <w:b/>
          <w:i/>
          <w:sz w:val="16"/>
          <w:szCs w:val="16"/>
        </w:rPr>
        <w:t xml:space="preserve">Jordan, Lebanon, Malaysia, Nigeria, Pakistan, Palestinian Territories, </w:t>
      </w:r>
      <w:r w:rsidR="004B0ED0" w:rsidRPr="00F0194D">
        <w:rPr>
          <w:rFonts w:ascii="Tahoma" w:hAnsi="Tahoma" w:cs="Tahoma"/>
          <w:b/>
          <w:i/>
          <w:sz w:val="16"/>
          <w:szCs w:val="16"/>
        </w:rPr>
        <w:t xml:space="preserve">Poland, </w:t>
      </w:r>
      <w:r w:rsidR="004B0ED0" w:rsidRPr="000B73EF">
        <w:rPr>
          <w:rFonts w:ascii="Tahoma" w:hAnsi="Tahoma" w:cs="Tahoma"/>
          <w:b/>
          <w:i/>
          <w:sz w:val="16"/>
          <w:szCs w:val="16"/>
        </w:rPr>
        <w:t>Russia</w:t>
      </w:r>
      <w:r w:rsidR="004B0ED0">
        <w:rPr>
          <w:rFonts w:ascii="Tahoma" w:hAnsi="Tahoma" w:cs="Tahoma"/>
          <w:b/>
          <w:i/>
          <w:sz w:val="16"/>
          <w:szCs w:val="16"/>
        </w:rPr>
        <w:t>,</w:t>
      </w:r>
      <w:r w:rsidR="004B0ED0" w:rsidRPr="00F0194D">
        <w:rPr>
          <w:rFonts w:ascii="Tahoma" w:hAnsi="Tahoma" w:cs="Tahoma"/>
          <w:b/>
          <w:i/>
          <w:sz w:val="16"/>
          <w:szCs w:val="16"/>
        </w:rPr>
        <w:t xml:space="preserve"> </w:t>
      </w:r>
      <w:r w:rsidR="004B0ED0" w:rsidRPr="004B0ED0">
        <w:rPr>
          <w:rFonts w:ascii="Tahoma" w:hAnsi="Tahoma" w:cs="Tahoma"/>
          <w:b/>
          <w:i/>
          <w:sz w:val="16"/>
          <w:szCs w:val="16"/>
        </w:rPr>
        <w:t xml:space="preserve">Senegal, </w:t>
      </w:r>
      <w:r w:rsidR="004B0ED0" w:rsidRPr="00F0194D">
        <w:rPr>
          <w:rFonts w:ascii="Tahoma" w:hAnsi="Tahoma" w:cs="Tahoma"/>
          <w:b/>
          <w:i/>
          <w:sz w:val="16"/>
          <w:szCs w:val="16"/>
        </w:rPr>
        <w:t>Spain</w:t>
      </w:r>
      <w:r w:rsidR="004B0ED0" w:rsidRPr="000B73EF">
        <w:rPr>
          <w:rFonts w:ascii="Tahoma" w:hAnsi="Tahoma" w:cs="Tahoma"/>
          <w:b/>
          <w:i/>
          <w:sz w:val="16"/>
          <w:szCs w:val="16"/>
        </w:rPr>
        <w:t xml:space="preserve">, </w:t>
      </w:r>
      <w:r w:rsidR="004B0ED0" w:rsidRPr="004B0ED0">
        <w:rPr>
          <w:rFonts w:ascii="Tahoma" w:hAnsi="Tahoma" w:cs="Tahoma"/>
          <w:b/>
          <w:i/>
          <w:sz w:val="16"/>
          <w:szCs w:val="16"/>
        </w:rPr>
        <w:t xml:space="preserve">Tunisia, </w:t>
      </w:r>
      <w:r w:rsidR="004B0ED0" w:rsidRPr="000B73EF">
        <w:rPr>
          <w:rFonts w:ascii="Tahoma" w:hAnsi="Tahoma" w:cs="Tahoma"/>
          <w:b/>
          <w:i/>
          <w:sz w:val="16"/>
          <w:szCs w:val="16"/>
        </w:rPr>
        <w:t>Turkey</w:t>
      </w:r>
      <w:r w:rsidR="004B0ED0">
        <w:rPr>
          <w:rFonts w:ascii="Tahoma" w:hAnsi="Tahoma" w:cs="Tahoma"/>
          <w:b/>
          <w:i/>
          <w:sz w:val="16"/>
          <w:szCs w:val="16"/>
        </w:rPr>
        <w:t>,</w:t>
      </w:r>
      <w:r w:rsidR="004B0ED0" w:rsidRPr="000B73EF">
        <w:rPr>
          <w:rFonts w:ascii="Tahoma" w:hAnsi="Tahoma" w:cs="Tahoma"/>
          <w:b/>
          <w:i/>
          <w:sz w:val="16"/>
          <w:szCs w:val="16"/>
        </w:rPr>
        <w:t xml:space="preserve"> and the </w:t>
      </w:r>
      <w:r w:rsidR="007B792E">
        <w:rPr>
          <w:rFonts w:ascii="Tahoma" w:hAnsi="Tahoma" w:cs="Tahoma"/>
          <w:b/>
          <w:i/>
          <w:sz w:val="16"/>
          <w:szCs w:val="16"/>
        </w:rPr>
        <w:t>United States</w:t>
      </w:r>
      <w:r w:rsidR="004B0ED0" w:rsidRPr="000B73EF">
        <w:rPr>
          <w:rFonts w:ascii="Tahoma" w:hAnsi="Tahoma" w:cs="Tahoma"/>
          <w:b/>
          <w:i/>
          <w:sz w:val="16"/>
          <w:szCs w:val="16"/>
        </w:rPr>
        <w:t xml:space="preserve"> only</w:t>
      </w:r>
      <w:r w:rsidRPr="000B73EF">
        <w:rPr>
          <w:rFonts w:ascii="Tahoma" w:hAnsi="Tahoma" w:cs="Tahoma"/>
          <w:b/>
          <w:i/>
          <w:sz w:val="16"/>
          <w:szCs w:val="16"/>
        </w:rPr>
        <w:t xml:space="preserve">] </w:t>
      </w:r>
    </w:p>
    <w:p w:rsidR="00F61E72" w:rsidRPr="000B73EF" w:rsidRDefault="00F61E72" w:rsidP="004B0ED0">
      <w:pPr>
        <w:pStyle w:val="QuestionList"/>
        <w:widowControl/>
        <w:numPr>
          <w:ilvl w:val="0"/>
          <w:numId w:val="11"/>
        </w:numPr>
        <w:autoSpaceDE/>
        <w:autoSpaceDN/>
        <w:adjustRightInd/>
        <w:rPr>
          <w:rFonts w:ascii="Tahoma" w:hAnsi="Tahoma" w:cs="Tahoma"/>
          <w:sz w:val="16"/>
          <w:szCs w:val="16"/>
        </w:rPr>
      </w:pPr>
      <w:r w:rsidRPr="000B73EF">
        <w:t xml:space="preserve">Hamas </w:t>
      </w:r>
      <w:r w:rsidRPr="000B73EF">
        <w:rPr>
          <w:rFonts w:ascii="Tahoma" w:hAnsi="Tahoma" w:cs="Tahoma"/>
          <w:b/>
          <w:i/>
          <w:sz w:val="16"/>
          <w:szCs w:val="16"/>
        </w:rPr>
        <w:t xml:space="preserve">[Ask in </w:t>
      </w:r>
      <w:r w:rsidR="004B0ED0" w:rsidRPr="004B0ED0">
        <w:rPr>
          <w:rFonts w:ascii="Tahoma" w:hAnsi="Tahoma" w:cs="Tahoma"/>
          <w:b/>
          <w:i/>
          <w:sz w:val="16"/>
          <w:szCs w:val="16"/>
        </w:rPr>
        <w:t xml:space="preserve">Egypt, Indonesia, </w:t>
      </w:r>
      <w:r w:rsidR="004B0ED0" w:rsidRPr="000B73EF">
        <w:rPr>
          <w:rFonts w:ascii="Tahoma" w:hAnsi="Tahoma" w:cs="Tahoma"/>
          <w:b/>
          <w:i/>
          <w:sz w:val="16"/>
          <w:szCs w:val="16"/>
        </w:rPr>
        <w:t>Israel</w:t>
      </w:r>
      <w:r w:rsidR="004B0ED0">
        <w:rPr>
          <w:rFonts w:ascii="Tahoma" w:hAnsi="Tahoma" w:cs="Tahoma"/>
          <w:b/>
          <w:i/>
          <w:sz w:val="16"/>
          <w:szCs w:val="16"/>
        </w:rPr>
        <w:t xml:space="preserve">, </w:t>
      </w:r>
      <w:r w:rsidR="004B0ED0" w:rsidRPr="004B0ED0">
        <w:rPr>
          <w:rFonts w:ascii="Tahoma" w:hAnsi="Tahoma" w:cs="Tahoma"/>
          <w:b/>
          <w:i/>
          <w:sz w:val="16"/>
          <w:szCs w:val="16"/>
        </w:rPr>
        <w:t xml:space="preserve">Jordan, Lebanon, Malaysia, Nigeria, Pakistan, Palestinian Territories, Senegal, Tunisia, </w:t>
      </w:r>
      <w:r w:rsidR="004B0ED0" w:rsidRPr="000B73EF">
        <w:rPr>
          <w:rFonts w:ascii="Tahoma" w:hAnsi="Tahoma" w:cs="Tahoma"/>
          <w:b/>
          <w:i/>
          <w:sz w:val="16"/>
          <w:szCs w:val="16"/>
        </w:rPr>
        <w:t xml:space="preserve">and </w:t>
      </w:r>
      <w:r w:rsidR="004B0ED0" w:rsidRPr="004B0ED0">
        <w:rPr>
          <w:rFonts w:ascii="Tahoma" w:hAnsi="Tahoma" w:cs="Tahoma"/>
          <w:b/>
          <w:i/>
          <w:sz w:val="16"/>
          <w:szCs w:val="16"/>
        </w:rPr>
        <w:t xml:space="preserve">Turkey </w:t>
      </w:r>
      <w:r w:rsidRPr="000B73EF">
        <w:rPr>
          <w:rFonts w:ascii="Tahoma" w:hAnsi="Tahoma" w:cs="Tahoma"/>
          <w:b/>
          <w:i/>
          <w:sz w:val="16"/>
          <w:szCs w:val="16"/>
        </w:rPr>
        <w:t>only]</w:t>
      </w:r>
      <w:r w:rsidRPr="000B73EF">
        <w:rPr>
          <w:i/>
          <w:iCs/>
        </w:rPr>
        <w:t xml:space="preserve"> </w:t>
      </w:r>
    </w:p>
    <w:p w:rsidR="00F61E72" w:rsidRPr="000B73EF" w:rsidRDefault="00F61E72" w:rsidP="00F61E72">
      <w:pPr>
        <w:pStyle w:val="QuestionList"/>
        <w:widowControl/>
        <w:numPr>
          <w:ilvl w:val="0"/>
          <w:numId w:val="11"/>
        </w:numPr>
        <w:autoSpaceDE/>
        <w:autoSpaceDN/>
        <w:adjustRightInd/>
        <w:rPr>
          <w:i/>
          <w:szCs w:val="20"/>
        </w:rPr>
      </w:pPr>
      <w:r w:rsidRPr="000B73EF">
        <w:t xml:space="preserve">Hezbollah </w:t>
      </w:r>
      <w:r w:rsidRPr="000B73EF">
        <w:rPr>
          <w:rFonts w:ascii="Tahoma" w:hAnsi="Tahoma" w:cs="Tahoma"/>
          <w:b/>
          <w:i/>
          <w:sz w:val="16"/>
          <w:szCs w:val="16"/>
        </w:rPr>
        <w:t>[</w:t>
      </w:r>
      <w:r w:rsidR="004B0ED0" w:rsidRPr="000B73EF">
        <w:rPr>
          <w:rFonts w:ascii="Tahoma" w:hAnsi="Tahoma" w:cs="Tahoma"/>
          <w:b/>
          <w:i/>
          <w:sz w:val="16"/>
          <w:szCs w:val="16"/>
        </w:rPr>
        <w:t xml:space="preserve">Ask in </w:t>
      </w:r>
      <w:r w:rsidR="004B0ED0" w:rsidRPr="004B0ED0">
        <w:rPr>
          <w:rFonts w:ascii="Tahoma" w:hAnsi="Tahoma" w:cs="Tahoma"/>
          <w:b/>
          <w:i/>
          <w:sz w:val="16"/>
          <w:szCs w:val="16"/>
        </w:rPr>
        <w:t xml:space="preserve">Egypt, Indonesia, </w:t>
      </w:r>
      <w:r w:rsidR="004B0ED0" w:rsidRPr="000B73EF">
        <w:rPr>
          <w:rFonts w:ascii="Tahoma" w:hAnsi="Tahoma" w:cs="Tahoma"/>
          <w:b/>
          <w:i/>
          <w:sz w:val="16"/>
          <w:szCs w:val="16"/>
        </w:rPr>
        <w:t>Israel</w:t>
      </w:r>
      <w:r w:rsidR="004B0ED0">
        <w:rPr>
          <w:rFonts w:ascii="Tahoma" w:hAnsi="Tahoma" w:cs="Tahoma"/>
          <w:b/>
          <w:i/>
          <w:sz w:val="16"/>
          <w:szCs w:val="16"/>
        </w:rPr>
        <w:t xml:space="preserve">, </w:t>
      </w:r>
      <w:r w:rsidR="004B0ED0" w:rsidRPr="004B0ED0">
        <w:rPr>
          <w:rFonts w:ascii="Tahoma" w:hAnsi="Tahoma" w:cs="Tahoma"/>
          <w:b/>
          <w:i/>
          <w:sz w:val="16"/>
          <w:szCs w:val="16"/>
        </w:rPr>
        <w:t xml:space="preserve">Jordan, Lebanon, Malaysia, Nigeria, Pakistan, Palestinian Territories, Senegal, Tunisia, </w:t>
      </w:r>
      <w:r w:rsidR="004B0ED0" w:rsidRPr="000B73EF">
        <w:rPr>
          <w:rFonts w:ascii="Tahoma" w:hAnsi="Tahoma" w:cs="Tahoma"/>
          <w:b/>
          <w:i/>
          <w:sz w:val="16"/>
          <w:szCs w:val="16"/>
        </w:rPr>
        <w:t xml:space="preserve">and </w:t>
      </w:r>
      <w:r w:rsidR="004B0ED0" w:rsidRPr="004B0ED0">
        <w:rPr>
          <w:rFonts w:ascii="Tahoma" w:hAnsi="Tahoma" w:cs="Tahoma"/>
          <w:b/>
          <w:i/>
          <w:sz w:val="16"/>
          <w:szCs w:val="16"/>
        </w:rPr>
        <w:t xml:space="preserve">Turkey </w:t>
      </w:r>
      <w:r w:rsidR="004B0ED0" w:rsidRPr="000B73EF">
        <w:rPr>
          <w:rFonts w:ascii="Tahoma" w:hAnsi="Tahoma" w:cs="Tahoma"/>
          <w:b/>
          <w:i/>
          <w:sz w:val="16"/>
          <w:szCs w:val="16"/>
        </w:rPr>
        <w:t>only</w:t>
      </w:r>
      <w:r w:rsidRPr="000B73EF">
        <w:rPr>
          <w:rFonts w:ascii="Tahoma" w:hAnsi="Tahoma" w:cs="Tahoma"/>
          <w:b/>
          <w:i/>
          <w:sz w:val="16"/>
          <w:szCs w:val="16"/>
        </w:rPr>
        <w:t>]</w:t>
      </w:r>
      <w:r w:rsidRPr="000B73EF">
        <w:rPr>
          <w:rFonts w:ascii="Tahoma" w:hAnsi="Tahoma" w:cs="Tahoma"/>
          <w:sz w:val="16"/>
          <w:szCs w:val="16"/>
        </w:rPr>
        <w:t xml:space="preserve"> </w:t>
      </w:r>
    </w:p>
    <w:p w:rsidR="00F61E72" w:rsidRPr="000B73EF" w:rsidRDefault="00F61E72" w:rsidP="00F61E72">
      <w:pPr>
        <w:pStyle w:val="QuestionList"/>
        <w:widowControl/>
        <w:numPr>
          <w:ilvl w:val="0"/>
          <w:numId w:val="11"/>
        </w:numPr>
        <w:autoSpaceDE/>
        <w:autoSpaceDN/>
        <w:adjustRightInd/>
        <w:rPr>
          <w:i/>
          <w:szCs w:val="20"/>
        </w:rPr>
      </w:pPr>
      <w:r w:rsidRPr="000B73EF">
        <w:rPr>
          <w:szCs w:val="20"/>
        </w:rPr>
        <w:t>al Qaeda</w:t>
      </w:r>
      <w:r w:rsidRPr="000B73EF">
        <w:rPr>
          <w:i/>
          <w:szCs w:val="20"/>
        </w:rPr>
        <w:t xml:space="preserve"> </w:t>
      </w:r>
      <w:r w:rsidRPr="000B73EF">
        <w:rPr>
          <w:rFonts w:ascii="Tahoma" w:hAnsi="Tahoma" w:cs="Tahoma"/>
          <w:b/>
          <w:i/>
          <w:sz w:val="16"/>
          <w:szCs w:val="16"/>
        </w:rPr>
        <w:t>[</w:t>
      </w:r>
      <w:r w:rsidR="004B0ED0" w:rsidRPr="000B73EF">
        <w:rPr>
          <w:rFonts w:ascii="Tahoma" w:hAnsi="Tahoma" w:cs="Tahoma"/>
          <w:b/>
          <w:i/>
          <w:sz w:val="16"/>
          <w:szCs w:val="16"/>
        </w:rPr>
        <w:t xml:space="preserve">Ask in </w:t>
      </w:r>
      <w:r w:rsidR="004B0ED0" w:rsidRPr="004B0ED0">
        <w:rPr>
          <w:rFonts w:ascii="Tahoma" w:hAnsi="Tahoma" w:cs="Tahoma"/>
          <w:b/>
          <w:i/>
          <w:sz w:val="16"/>
          <w:szCs w:val="16"/>
        </w:rPr>
        <w:t xml:space="preserve">Egypt, Indonesia, Jordan, Lebanon, Malaysia, Nigeria, Palestinian Territories, Senegal, Tunisia, </w:t>
      </w:r>
      <w:r w:rsidR="004B0ED0" w:rsidRPr="000B73EF">
        <w:rPr>
          <w:rFonts w:ascii="Tahoma" w:hAnsi="Tahoma" w:cs="Tahoma"/>
          <w:b/>
          <w:i/>
          <w:sz w:val="16"/>
          <w:szCs w:val="16"/>
        </w:rPr>
        <w:t xml:space="preserve">and </w:t>
      </w:r>
      <w:r w:rsidR="004B0ED0" w:rsidRPr="004B0ED0">
        <w:rPr>
          <w:rFonts w:ascii="Tahoma" w:hAnsi="Tahoma" w:cs="Tahoma"/>
          <w:b/>
          <w:i/>
          <w:sz w:val="16"/>
          <w:szCs w:val="16"/>
        </w:rPr>
        <w:t xml:space="preserve">Turkey </w:t>
      </w:r>
      <w:r w:rsidR="004B0ED0" w:rsidRPr="000B73EF">
        <w:rPr>
          <w:rFonts w:ascii="Tahoma" w:hAnsi="Tahoma" w:cs="Tahoma"/>
          <w:b/>
          <w:i/>
          <w:sz w:val="16"/>
          <w:szCs w:val="16"/>
        </w:rPr>
        <w:t>only</w:t>
      </w:r>
      <w:r w:rsidRPr="000B73EF">
        <w:rPr>
          <w:rFonts w:ascii="Tahoma" w:hAnsi="Tahoma" w:cs="Tahoma"/>
          <w:b/>
          <w:i/>
          <w:sz w:val="16"/>
          <w:szCs w:val="16"/>
        </w:rPr>
        <w:t xml:space="preserve">] </w:t>
      </w:r>
    </w:p>
    <w:p w:rsidR="00F567A9" w:rsidRPr="00F567A9" w:rsidRDefault="00F61E72" w:rsidP="00F567A9">
      <w:pPr>
        <w:pStyle w:val="QuestionList"/>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88" w:lineRule="auto"/>
        <w:rPr>
          <w:rFonts w:ascii="Tahoma" w:hAnsi="Tahoma" w:cs="Tahoma"/>
          <w:sz w:val="16"/>
          <w:szCs w:val="16"/>
        </w:rPr>
      </w:pPr>
      <w:r w:rsidRPr="000B73EF">
        <w:rPr>
          <w:szCs w:val="20"/>
        </w:rPr>
        <w:t xml:space="preserve">India </w:t>
      </w:r>
      <w:r w:rsidRPr="000B73EF">
        <w:rPr>
          <w:rFonts w:ascii="Tahoma" w:hAnsi="Tahoma" w:cs="Tahoma"/>
          <w:b/>
          <w:i/>
          <w:sz w:val="16"/>
          <w:szCs w:val="16"/>
        </w:rPr>
        <w:t xml:space="preserve">[Ask in </w:t>
      </w:r>
      <w:r w:rsidR="004B0ED0" w:rsidRPr="004B0ED0">
        <w:rPr>
          <w:rFonts w:ascii="Tahoma" w:hAnsi="Tahoma" w:cs="Tahoma"/>
          <w:b/>
          <w:i/>
          <w:sz w:val="16"/>
          <w:szCs w:val="16"/>
        </w:rPr>
        <w:t>Australia, Argentina, Bolivia, Brazil, Ch</w:t>
      </w:r>
      <w:r w:rsidR="0070614A">
        <w:rPr>
          <w:rFonts w:ascii="Tahoma" w:hAnsi="Tahoma" w:cs="Tahoma"/>
          <w:b/>
          <w:i/>
          <w:sz w:val="16"/>
          <w:szCs w:val="16"/>
        </w:rPr>
        <w:t>ile, China, El Salvador, Ghana</w:t>
      </w:r>
      <w:r w:rsidR="004B0ED0" w:rsidRPr="004B0ED0">
        <w:rPr>
          <w:rFonts w:ascii="Tahoma" w:hAnsi="Tahoma" w:cs="Tahoma"/>
          <w:b/>
          <w:i/>
          <w:sz w:val="16"/>
          <w:szCs w:val="16"/>
        </w:rPr>
        <w:t xml:space="preserve">, Indonesia, Japan, Kenya, Malaysia, </w:t>
      </w:r>
      <w:r w:rsidR="004B0ED0" w:rsidRPr="004042FA">
        <w:rPr>
          <w:rFonts w:ascii="Tahoma" w:hAnsi="Tahoma" w:cs="Tahoma"/>
          <w:b/>
          <w:i/>
          <w:sz w:val="16"/>
          <w:szCs w:val="16"/>
        </w:rPr>
        <w:t>Mexico, Nigeria, Pakistan,  Philippines,  Senegal, South Africa, South Korea, Uganda</w:t>
      </w:r>
      <w:r w:rsidR="004B0ED0" w:rsidRPr="004B0ED0">
        <w:rPr>
          <w:rFonts w:ascii="Tahoma" w:hAnsi="Tahoma" w:cs="Tahoma"/>
          <w:b/>
          <w:i/>
          <w:sz w:val="16"/>
          <w:szCs w:val="16"/>
        </w:rPr>
        <w:t>, and Venezuela</w:t>
      </w:r>
      <w:r w:rsidRPr="000B73EF">
        <w:rPr>
          <w:rFonts w:ascii="Tahoma" w:hAnsi="Tahoma" w:cs="Tahoma"/>
          <w:b/>
          <w:i/>
          <w:sz w:val="16"/>
          <w:szCs w:val="16"/>
        </w:rPr>
        <w:t>]</w:t>
      </w:r>
    </w:p>
    <w:p w:rsidR="00F61E72" w:rsidRPr="000B73EF" w:rsidRDefault="00F567A9" w:rsidP="00F567A9">
      <w:pPr>
        <w:pStyle w:val="QuestionList"/>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88" w:lineRule="auto"/>
        <w:rPr>
          <w:rFonts w:ascii="Tahoma" w:hAnsi="Tahoma" w:cs="Tahoma"/>
          <w:sz w:val="16"/>
          <w:szCs w:val="16"/>
        </w:rPr>
      </w:pPr>
      <w:r w:rsidRPr="000B73EF">
        <w:rPr>
          <w:rFonts w:ascii="Tahoma" w:hAnsi="Tahoma" w:cs="Tahoma"/>
          <w:b/>
          <w:sz w:val="16"/>
          <w:szCs w:val="16"/>
        </w:rPr>
        <w:t xml:space="preserve"> </w:t>
      </w:r>
      <w:r w:rsidR="00F61E72" w:rsidRPr="000B73EF">
        <w:rPr>
          <w:szCs w:val="20"/>
        </w:rPr>
        <w:t>Saudi Arabia</w:t>
      </w:r>
      <w:r w:rsidR="00F61E72" w:rsidRPr="000B73EF">
        <w:rPr>
          <w:rFonts w:ascii="Tahoma" w:hAnsi="Tahoma" w:cs="Tahoma"/>
          <w:sz w:val="16"/>
          <w:szCs w:val="16"/>
        </w:rPr>
        <w:t xml:space="preserve"> </w:t>
      </w:r>
      <w:r w:rsidR="00F61E72" w:rsidRPr="000B73EF">
        <w:rPr>
          <w:rFonts w:ascii="Tahoma" w:hAnsi="Tahoma" w:cs="Tahoma"/>
          <w:b/>
          <w:i/>
          <w:sz w:val="16"/>
          <w:szCs w:val="16"/>
        </w:rPr>
        <w:t xml:space="preserve">[Ask in </w:t>
      </w:r>
      <w:r w:rsidR="00DD1FCC" w:rsidRPr="00DD1FCC">
        <w:rPr>
          <w:rFonts w:ascii="Tahoma" w:hAnsi="Tahoma" w:cs="Tahoma"/>
          <w:b/>
          <w:i/>
          <w:sz w:val="16"/>
          <w:szCs w:val="16"/>
        </w:rPr>
        <w:t xml:space="preserve">Egypt, Indonesia, Jordan, Lebanon, Malaysia, Nigeria, Pakistan, Palestinian Territories, Senegal, Tunisia, </w:t>
      </w:r>
      <w:r w:rsidR="00DD1FCC">
        <w:rPr>
          <w:rFonts w:ascii="Tahoma" w:hAnsi="Tahoma" w:cs="Tahoma"/>
          <w:b/>
          <w:i/>
          <w:sz w:val="16"/>
          <w:szCs w:val="16"/>
        </w:rPr>
        <w:t xml:space="preserve">and </w:t>
      </w:r>
      <w:r w:rsidR="00DD1FCC" w:rsidRPr="00DD1FCC">
        <w:rPr>
          <w:rFonts w:ascii="Tahoma" w:hAnsi="Tahoma" w:cs="Tahoma"/>
          <w:b/>
          <w:i/>
          <w:sz w:val="16"/>
          <w:szCs w:val="16"/>
        </w:rPr>
        <w:t xml:space="preserve">Turkey </w:t>
      </w:r>
      <w:r w:rsidR="00F61E72" w:rsidRPr="000B73EF">
        <w:rPr>
          <w:rFonts w:ascii="Tahoma" w:hAnsi="Tahoma" w:cs="Tahoma"/>
          <w:b/>
          <w:i/>
          <w:sz w:val="16"/>
          <w:szCs w:val="16"/>
        </w:rPr>
        <w:t xml:space="preserve">only] </w:t>
      </w:r>
    </w:p>
    <w:p w:rsidR="00F61E72" w:rsidRPr="000B73EF" w:rsidRDefault="00F61E72" w:rsidP="00F61E72">
      <w:pPr>
        <w:pStyle w:val="QuestionList"/>
        <w:spacing w:after="0" w:line="288" w:lineRule="auto"/>
        <w:rPr>
          <w:i/>
          <w:szCs w:val="20"/>
        </w:rPr>
      </w:pPr>
      <w:r w:rsidRPr="000B73EF">
        <w:rPr>
          <w:rFonts w:ascii="Tahoma" w:hAnsi="Tahoma" w:cs="Tahoma"/>
          <w:b/>
          <w:sz w:val="16"/>
          <w:szCs w:val="16"/>
        </w:rPr>
        <w:t>o.</w:t>
      </w:r>
      <w:r w:rsidRPr="000B73EF">
        <w:rPr>
          <w:szCs w:val="20"/>
        </w:rPr>
        <w:tab/>
      </w:r>
      <w:r w:rsidRPr="000B73EF">
        <w:rPr>
          <w:i/>
          <w:szCs w:val="20"/>
        </w:rPr>
        <w:t xml:space="preserve"> </w:t>
      </w:r>
      <w:r w:rsidRPr="000B73EF">
        <w:t xml:space="preserve">Pakistan </w:t>
      </w:r>
      <w:r w:rsidRPr="000B73EF">
        <w:rPr>
          <w:rFonts w:ascii="Tahoma" w:hAnsi="Tahoma" w:cs="Tahoma"/>
          <w:b/>
          <w:i/>
          <w:sz w:val="16"/>
          <w:szCs w:val="16"/>
        </w:rPr>
        <w:t xml:space="preserve">[Ask in </w:t>
      </w:r>
      <w:r w:rsidR="0070614A">
        <w:rPr>
          <w:rFonts w:ascii="Tahoma" w:hAnsi="Tahoma" w:cs="Tahoma"/>
          <w:b/>
          <w:i/>
          <w:sz w:val="16"/>
          <w:szCs w:val="16"/>
        </w:rPr>
        <w:t>Australia, China, Egypt</w:t>
      </w:r>
      <w:r w:rsidR="00DD1FCC" w:rsidRPr="00DD1FCC">
        <w:rPr>
          <w:rFonts w:ascii="Tahoma" w:hAnsi="Tahoma" w:cs="Tahoma"/>
          <w:b/>
          <w:i/>
          <w:sz w:val="16"/>
          <w:szCs w:val="16"/>
        </w:rPr>
        <w:t>, Indonesia, Japan, Jordan, Lebanon, Malaysia, Nigeria, Pakistan, Palestinian Territories, Philippines, Senegal, South Korea</w:t>
      </w:r>
      <w:r w:rsidR="00DD1FCC">
        <w:rPr>
          <w:rFonts w:ascii="Tahoma" w:hAnsi="Tahoma" w:cs="Tahoma"/>
          <w:b/>
          <w:i/>
          <w:sz w:val="16"/>
          <w:szCs w:val="16"/>
        </w:rPr>
        <w:t>,</w:t>
      </w:r>
      <w:r w:rsidR="00DD1FCC" w:rsidRPr="00DD1FCC">
        <w:rPr>
          <w:rFonts w:ascii="Tahoma" w:hAnsi="Tahoma" w:cs="Tahoma"/>
          <w:b/>
          <w:i/>
          <w:sz w:val="16"/>
          <w:szCs w:val="16"/>
        </w:rPr>
        <w:t xml:space="preserve"> Tunisia, </w:t>
      </w:r>
      <w:r w:rsidR="00DD1FCC">
        <w:rPr>
          <w:rFonts w:ascii="Tahoma" w:hAnsi="Tahoma" w:cs="Tahoma"/>
          <w:b/>
          <w:i/>
          <w:sz w:val="16"/>
          <w:szCs w:val="16"/>
        </w:rPr>
        <w:t xml:space="preserve">and </w:t>
      </w:r>
      <w:r w:rsidR="00DD1FCC" w:rsidRPr="00DD1FCC">
        <w:rPr>
          <w:rFonts w:ascii="Tahoma" w:hAnsi="Tahoma" w:cs="Tahoma"/>
          <w:b/>
          <w:i/>
          <w:sz w:val="16"/>
          <w:szCs w:val="16"/>
        </w:rPr>
        <w:t xml:space="preserve">Turkey </w:t>
      </w:r>
      <w:r w:rsidRPr="000B73EF">
        <w:rPr>
          <w:rFonts w:ascii="Tahoma" w:hAnsi="Tahoma" w:cs="Tahoma"/>
          <w:b/>
          <w:i/>
          <w:sz w:val="16"/>
          <w:szCs w:val="16"/>
        </w:rPr>
        <w:t>only]</w:t>
      </w:r>
      <w:r w:rsidRPr="000B73EF">
        <w:rPr>
          <w:b/>
          <w:i/>
        </w:rPr>
        <w:t xml:space="preserve"> </w:t>
      </w:r>
    </w:p>
    <w:p w:rsidR="00F61E72" w:rsidRPr="000B73EF" w:rsidRDefault="00F61E72" w:rsidP="00F61E72">
      <w:pPr>
        <w:pStyle w:val="QuestionList"/>
        <w:rPr>
          <w:i/>
          <w:szCs w:val="20"/>
        </w:rPr>
      </w:pPr>
      <w:r w:rsidRPr="000B73EF">
        <w:rPr>
          <w:rFonts w:ascii="Tahoma" w:hAnsi="Tahoma" w:cs="Tahoma"/>
          <w:b/>
          <w:sz w:val="16"/>
          <w:szCs w:val="16"/>
        </w:rPr>
        <w:t>p.</w:t>
      </w:r>
      <w:r w:rsidRPr="000B73EF">
        <w:tab/>
      </w:r>
      <w:r w:rsidRPr="000B73EF">
        <w:rPr>
          <w:szCs w:val="22"/>
        </w:rPr>
        <w:t xml:space="preserve"> </w:t>
      </w:r>
      <w:r w:rsidRPr="000B73EF">
        <w:t xml:space="preserve">Turkey </w:t>
      </w:r>
      <w:r w:rsidRPr="000B73EF">
        <w:rPr>
          <w:rFonts w:ascii="Tahoma" w:hAnsi="Tahoma" w:cs="Tahoma"/>
          <w:b/>
          <w:i/>
          <w:sz w:val="16"/>
          <w:szCs w:val="16"/>
        </w:rPr>
        <w:t xml:space="preserve">[Ask in </w:t>
      </w:r>
      <w:r w:rsidR="00DD1FCC" w:rsidRPr="00DD1FCC">
        <w:rPr>
          <w:rFonts w:ascii="Tahoma" w:hAnsi="Tahoma" w:cs="Tahoma"/>
          <w:b/>
          <w:i/>
          <w:sz w:val="16"/>
          <w:szCs w:val="16"/>
        </w:rPr>
        <w:t>Britain, Czech Republic, Egypt, France, Germany, Greece, Indonesia</w:t>
      </w:r>
      <w:r w:rsidR="00DD1FCC" w:rsidRPr="001E1F63">
        <w:rPr>
          <w:rFonts w:ascii="Tahoma" w:hAnsi="Tahoma" w:cs="Tahoma"/>
          <w:b/>
          <w:i/>
          <w:sz w:val="16"/>
          <w:szCs w:val="16"/>
        </w:rPr>
        <w:t xml:space="preserve">, </w:t>
      </w:r>
      <w:r w:rsidR="00E71973" w:rsidRPr="001E1F63">
        <w:rPr>
          <w:rFonts w:ascii="Tahoma" w:hAnsi="Tahoma" w:cs="Tahoma"/>
          <w:b/>
          <w:i/>
          <w:sz w:val="16"/>
          <w:szCs w:val="16"/>
        </w:rPr>
        <w:t>Israel,</w:t>
      </w:r>
      <w:r w:rsidR="00E71973">
        <w:rPr>
          <w:rFonts w:ascii="Tahoma" w:hAnsi="Tahoma" w:cs="Tahoma"/>
          <w:b/>
          <w:i/>
          <w:sz w:val="16"/>
          <w:szCs w:val="16"/>
        </w:rPr>
        <w:t xml:space="preserve"> </w:t>
      </w:r>
      <w:r w:rsidR="00DD1FCC" w:rsidRPr="00DD1FCC">
        <w:rPr>
          <w:rFonts w:ascii="Tahoma" w:hAnsi="Tahoma" w:cs="Tahoma"/>
          <w:b/>
          <w:i/>
          <w:sz w:val="16"/>
          <w:szCs w:val="16"/>
        </w:rPr>
        <w:t>Italy, Jorda</w:t>
      </w:r>
      <w:bookmarkStart w:id="0" w:name="_GoBack"/>
      <w:bookmarkEnd w:id="0"/>
      <w:r w:rsidR="00DD1FCC" w:rsidRPr="00DD1FCC">
        <w:rPr>
          <w:rFonts w:ascii="Tahoma" w:hAnsi="Tahoma" w:cs="Tahoma"/>
          <w:b/>
          <w:i/>
          <w:sz w:val="16"/>
          <w:szCs w:val="16"/>
        </w:rPr>
        <w:t xml:space="preserve">n, Lebanon, Malaysia, Nigeria, Pakistan, Palestinian Territories, Poland, </w:t>
      </w:r>
      <w:r w:rsidR="00DD1FCC" w:rsidRPr="000B73EF">
        <w:rPr>
          <w:rFonts w:ascii="Tahoma" w:hAnsi="Tahoma" w:cs="Tahoma"/>
          <w:b/>
          <w:i/>
          <w:sz w:val="16"/>
          <w:szCs w:val="16"/>
        </w:rPr>
        <w:t>Russia</w:t>
      </w:r>
      <w:r w:rsidR="00DD1FCC">
        <w:rPr>
          <w:rFonts w:ascii="Tahoma" w:hAnsi="Tahoma" w:cs="Tahoma"/>
          <w:b/>
          <w:i/>
          <w:sz w:val="16"/>
          <w:szCs w:val="16"/>
        </w:rPr>
        <w:t>,</w:t>
      </w:r>
      <w:r w:rsidR="00DD1FCC" w:rsidRPr="000B73EF">
        <w:rPr>
          <w:rFonts w:ascii="Tahoma" w:hAnsi="Tahoma" w:cs="Tahoma"/>
          <w:b/>
          <w:i/>
          <w:sz w:val="16"/>
          <w:szCs w:val="16"/>
        </w:rPr>
        <w:t xml:space="preserve"> </w:t>
      </w:r>
      <w:r w:rsidR="00DD1FCC" w:rsidRPr="00DD1FCC">
        <w:rPr>
          <w:rFonts w:ascii="Tahoma" w:hAnsi="Tahoma" w:cs="Tahoma"/>
          <w:b/>
          <w:i/>
          <w:sz w:val="16"/>
          <w:szCs w:val="16"/>
        </w:rPr>
        <w:t>Spain</w:t>
      </w:r>
      <w:r w:rsidRPr="000B73EF">
        <w:rPr>
          <w:rFonts w:ascii="Tahoma" w:hAnsi="Tahoma" w:cs="Tahoma"/>
          <w:b/>
          <w:i/>
          <w:sz w:val="16"/>
          <w:szCs w:val="16"/>
        </w:rPr>
        <w:t xml:space="preserve">, </w:t>
      </w:r>
      <w:r w:rsidR="00DD1FCC" w:rsidRPr="00DD1FCC">
        <w:rPr>
          <w:rFonts w:ascii="Tahoma" w:hAnsi="Tahoma" w:cs="Tahoma"/>
          <w:b/>
          <w:i/>
          <w:sz w:val="16"/>
          <w:szCs w:val="16"/>
        </w:rPr>
        <w:t xml:space="preserve">Senegal, Tunisia, </w:t>
      </w:r>
      <w:r w:rsidR="00DD1FCC">
        <w:rPr>
          <w:rFonts w:ascii="Tahoma" w:hAnsi="Tahoma" w:cs="Tahoma"/>
          <w:b/>
          <w:i/>
          <w:sz w:val="16"/>
          <w:szCs w:val="16"/>
        </w:rPr>
        <w:t xml:space="preserve">and </w:t>
      </w:r>
      <w:r w:rsidR="00DD1FCC" w:rsidRPr="00DD1FCC">
        <w:rPr>
          <w:rFonts w:ascii="Tahoma" w:hAnsi="Tahoma" w:cs="Tahoma"/>
          <w:b/>
          <w:i/>
          <w:sz w:val="16"/>
          <w:szCs w:val="16"/>
        </w:rPr>
        <w:t>Turkey</w:t>
      </w:r>
      <w:r w:rsidRPr="000B73EF">
        <w:rPr>
          <w:rFonts w:ascii="Tahoma" w:hAnsi="Tahoma" w:cs="Tahoma"/>
          <w:b/>
          <w:i/>
          <w:sz w:val="16"/>
          <w:szCs w:val="16"/>
        </w:rPr>
        <w:t xml:space="preserve"> only]</w:t>
      </w:r>
      <w:r w:rsidRPr="000B73EF">
        <w:rPr>
          <w:i/>
        </w:rPr>
        <w:t xml:space="preserve"> </w:t>
      </w:r>
    </w:p>
    <w:p w:rsidR="00F61E72" w:rsidRPr="009F45ED" w:rsidRDefault="006B7A9D" w:rsidP="00F61E72">
      <w:pPr>
        <w:pStyle w:val="QuestionListLast"/>
        <w:spacing w:after="60"/>
        <w:rPr>
          <w:sz w:val="20"/>
          <w:szCs w:val="20"/>
        </w:rPr>
      </w:pPr>
      <w:r w:rsidRPr="000B73EF">
        <w:rPr>
          <w:rFonts w:ascii="Tahoma" w:hAnsi="Tahoma" w:cs="Tahoma"/>
          <w:b/>
          <w:sz w:val="16"/>
          <w:szCs w:val="16"/>
        </w:rPr>
        <w:t>q</w:t>
      </w:r>
      <w:r w:rsidR="00F61E72" w:rsidRPr="000B73EF">
        <w:rPr>
          <w:rFonts w:ascii="Tahoma" w:hAnsi="Tahoma" w:cs="Tahoma"/>
          <w:b/>
          <w:sz w:val="16"/>
          <w:szCs w:val="16"/>
        </w:rPr>
        <w:t>.</w:t>
      </w:r>
      <w:r w:rsidR="00F61E72" w:rsidRPr="000B73EF">
        <w:rPr>
          <w:rFonts w:ascii="Trebuchet MS" w:hAnsi="Trebuchet MS"/>
          <w:sz w:val="20"/>
        </w:rPr>
        <w:tab/>
      </w:r>
      <w:r w:rsidR="00F61E72" w:rsidRPr="000B73EF">
        <w:rPr>
          <w:sz w:val="20"/>
        </w:rPr>
        <w:t xml:space="preserve">The Taliban </w:t>
      </w:r>
      <w:r w:rsidR="00F61E72" w:rsidRPr="000B73EF">
        <w:rPr>
          <w:rFonts w:ascii="Tahoma" w:hAnsi="Tahoma" w:cs="Tahoma"/>
          <w:b/>
          <w:i/>
          <w:sz w:val="16"/>
          <w:szCs w:val="16"/>
        </w:rPr>
        <w:t xml:space="preserve">[Ask in </w:t>
      </w:r>
      <w:r w:rsidR="00DD1FCC" w:rsidRPr="00DD1FCC">
        <w:rPr>
          <w:rFonts w:ascii="Tahoma" w:hAnsi="Tahoma" w:cs="Tahoma"/>
          <w:b/>
          <w:i/>
          <w:sz w:val="16"/>
          <w:szCs w:val="16"/>
        </w:rPr>
        <w:t>Egypt, Indonesia, Jordan, Lebanon, Malaysia, Nigeria, Palestinian Territories, Senegal, Tunisia, Turkey</w:t>
      </w:r>
      <w:r w:rsidR="00F61E72" w:rsidRPr="000B73EF">
        <w:rPr>
          <w:rFonts w:ascii="Tahoma" w:hAnsi="Tahoma" w:cs="Tahoma"/>
          <w:b/>
          <w:i/>
          <w:sz w:val="16"/>
          <w:szCs w:val="16"/>
        </w:rPr>
        <w:t>]</w:t>
      </w:r>
      <w:r w:rsidR="00F61E72" w:rsidRPr="009F45ED">
        <w:rPr>
          <w:sz w:val="20"/>
          <w:szCs w:val="20"/>
        </w:rPr>
        <w:t xml:space="preserve"> </w:t>
      </w:r>
    </w:p>
    <w:p w:rsidR="00877118" w:rsidRDefault="006B7A9D" w:rsidP="00F61E72">
      <w:pPr>
        <w:pStyle w:val="QuestionListLast"/>
        <w:spacing w:after="60"/>
        <w:rPr>
          <w:i/>
          <w:sz w:val="20"/>
        </w:rPr>
      </w:pPr>
      <w:r w:rsidRPr="000B73EF">
        <w:rPr>
          <w:rFonts w:ascii="Tahoma" w:hAnsi="Tahoma" w:cs="Tahoma"/>
          <w:b/>
          <w:sz w:val="16"/>
          <w:szCs w:val="16"/>
        </w:rPr>
        <w:t>r</w:t>
      </w:r>
      <w:r w:rsidR="00F61E72" w:rsidRPr="000B73EF">
        <w:rPr>
          <w:rFonts w:ascii="Tahoma" w:hAnsi="Tahoma" w:cs="Tahoma"/>
          <w:b/>
          <w:sz w:val="16"/>
          <w:szCs w:val="16"/>
        </w:rPr>
        <w:t>.</w:t>
      </w:r>
      <w:r w:rsidR="00F61E72" w:rsidRPr="000B73EF">
        <w:rPr>
          <w:rFonts w:ascii="Tahoma" w:hAnsi="Tahoma" w:cs="Tahoma"/>
          <w:b/>
          <w:sz w:val="16"/>
          <w:szCs w:val="16"/>
        </w:rPr>
        <w:tab/>
      </w:r>
      <w:r w:rsidR="00F61E72" w:rsidRPr="000B73EF">
        <w:rPr>
          <w:sz w:val="20"/>
        </w:rPr>
        <w:t xml:space="preserve">Fatah </w:t>
      </w:r>
      <w:r w:rsidR="00F61E72" w:rsidRPr="000B73EF">
        <w:rPr>
          <w:rFonts w:ascii="Tahoma" w:hAnsi="Tahoma" w:cs="Tahoma"/>
          <w:b/>
          <w:i/>
          <w:sz w:val="16"/>
          <w:szCs w:val="16"/>
        </w:rPr>
        <w:t>[Ask in the Palestinian Territories only]</w:t>
      </w:r>
    </w:p>
    <w:p w:rsidR="00F61E72" w:rsidRPr="000B73EF" w:rsidRDefault="006B7A9D" w:rsidP="00F61E72">
      <w:pPr>
        <w:pStyle w:val="QuestionListLast"/>
        <w:spacing w:after="60"/>
        <w:rPr>
          <w:i/>
          <w:sz w:val="20"/>
        </w:rPr>
      </w:pPr>
      <w:r w:rsidRPr="000B73EF">
        <w:rPr>
          <w:rFonts w:ascii="Tahoma" w:hAnsi="Tahoma" w:cs="Tahoma"/>
          <w:b/>
          <w:sz w:val="16"/>
          <w:szCs w:val="16"/>
        </w:rPr>
        <w:t>s</w:t>
      </w:r>
      <w:r w:rsidR="00F61E72" w:rsidRPr="000B73EF">
        <w:rPr>
          <w:rFonts w:ascii="Tahoma" w:hAnsi="Tahoma" w:cs="Tahoma"/>
          <w:b/>
          <w:sz w:val="16"/>
          <w:szCs w:val="16"/>
        </w:rPr>
        <w:t>.</w:t>
      </w:r>
      <w:r w:rsidR="00F61E72" w:rsidRPr="000B73EF">
        <w:rPr>
          <w:rFonts w:ascii="Tahoma" w:hAnsi="Tahoma" w:cs="Tahoma"/>
          <w:b/>
          <w:sz w:val="16"/>
          <w:szCs w:val="16"/>
        </w:rPr>
        <w:tab/>
      </w:r>
      <w:r w:rsidR="00F61E72" w:rsidRPr="000B73EF">
        <w:rPr>
          <w:sz w:val="20"/>
        </w:rPr>
        <w:t xml:space="preserve">Islamic Jihad </w:t>
      </w:r>
      <w:r w:rsidR="00F61E72" w:rsidRPr="000B73EF">
        <w:rPr>
          <w:rFonts w:ascii="Tahoma" w:hAnsi="Tahoma" w:cs="Tahoma"/>
          <w:b/>
          <w:i/>
          <w:sz w:val="16"/>
          <w:szCs w:val="16"/>
        </w:rPr>
        <w:t>[Ask in the Palestinian Territories only]</w:t>
      </w:r>
    </w:p>
    <w:p w:rsidR="00F61E72" w:rsidRPr="000B73EF" w:rsidRDefault="006B7A9D" w:rsidP="00F61E72">
      <w:pPr>
        <w:pStyle w:val="QuestionListLast"/>
        <w:spacing w:after="60"/>
        <w:rPr>
          <w:i/>
          <w:sz w:val="20"/>
        </w:rPr>
      </w:pPr>
      <w:r w:rsidRPr="000B73EF">
        <w:rPr>
          <w:rFonts w:ascii="Tahoma" w:hAnsi="Tahoma" w:cs="Tahoma"/>
          <w:b/>
          <w:sz w:val="16"/>
          <w:szCs w:val="16"/>
        </w:rPr>
        <w:t>t</w:t>
      </w:r>
      <w:r w:rsidR="00F61E72" w:rsidRPr="000B73EF">
        <w:rPr>
          <w:rFonts w:ascii="Tahoma" w:hAnsi="Tahoma" w:cs="Tahoma"/>
          <w:b/>
          <w:sz w:val="16"/>
          <w:szCs w:val="16"/>
        </w:rPr>
        <w:t>.</w:t>
      </w:r>
      <w:r w:rsidR="00F61E72" w:rsidRPr="000B73EF">
        <w:rPr>
          <w:rFonts w:ascii="Tahoma" w:hAnsi="Tahoma" w:cs="Tahoma"/>
          <w:b/>
          <w:sz w:val="16"/>
          <w:szCs w:val="16"/>
        </w:rPr>
        <w:tab/>
      </w:r>
      <w:r w:rsidR="00F61E72" w:rsidRPr="000B73EF">
        <w:rPr>
          <w:sz w:val="20"/>
        </w:rPr>
        <w:t xml:space="preserve">Brazil </w:t>
      </w:r>
      <w:r w:rsidR="00F61E72" w:rsidRPr="000B73EF">
        <w:rPr>
          <w:rFonts w:ascii="Tahoma" w:hAnsi="Tahoma" w:cs="Tahoma"/>
          <w:b/>
          <w:i/>
          <w:sz w:val="16"/>
          <w:szCs w:val="16"/>
        </w:rPr>
        <w:t xml:space="preserve">[Ask in </w:t>
      </w:r>
      <w:r w:rsidR="002A4FD6" w:rsidRPr="002A4FD6">
        <w:rPr>
          <w:rFonts w:ascii="Tahoma" w:hAnsi="Tahoma" w:cs="Tahoma"/>
          <w:b/>
          <w:i/>
          <w:sz w:val="16"/>
          <w:szCs w:val="16"/>
        </w:rPr>
        <w:t>Argentina, Bolivia, Brazil, Chile, El Salvador, G</w:t>
      </w:r>
      <w:r w:rsidR="007D5E3D">
        <w:rPr>
          <w:rFonts w:ascii="Tahoma" w:hAnsi="Tahoma" w:cs="Tahoma"/>
          <w:b/>
          <w:i/>
          <w:sz w:val="16"/>
          <w:szCs w:val="16"/>
        </w:rPr>
        <w:t xml:space="preserve">hana, Kenya, Mexico, Nigeria, </w:t>
      </w:r>
      <w:r w:rsidR="002A4FD6" w:rsidRPr="002A4FD6">
        <w:rPr>
          <w:rFonts w:ascii="Tahoma" w:hAnsi="Tahoma" w:cs="Tahoma"/>
          <w:b/>
          <w:i/>
          <w:sz w:val="16"/>
          <w:szCs w:val="16"/>
        </w:rPr>
        <w:t xml:space="preserve">Senegal, South Africa, </w:t>
      </w:r>
      <w:r w:rsidR="002A4FD6" w:rsidRPr="00CB68CA">
        <w:rPr>
          <w:rFonts w:ascii="Tahoma" w:hAnsi="Tahoma" w:cs="Tahoma"/>
          <w:b/>
          <w:i/>
          <w:sz w:val="16"/>
          <w:szCs w:val="16"/>
        </w:rPr>
        <w:t>Uganda</w:t>
      </w:r>
      <w:r w:rsidR="002A4FD6" w:rsidRPr="002A4FD6">
        <w:rPr>
          <w:rFonts w:ascii="Tahoma" w:hAnsi="Tahoma" w:cs="Tahoma"/>
          <w:b/>
          <w:i/>
          <w:sz w:val="16"/>
          <w:szCs w:val="16"/>
        </w:rPr>
        <w:t xml:space="preserve">, and Venezuela </w:t>
      </w:r>
      <w:r w:rsidR="00F61E72" w:rsidRPr="000B73EF">
        <w:rPr>
          <w:rFonts w:ascii="Tahoma" w:hAnsi="Tahoma" w:cs="Tahoma"/>
          <w:b/>
          <w:i/>
          <w:sz w:val="16"/>
          <w:szCs w:val="16"/>
        </w:rPr>
        <w:t>only]</w:t>
      </w:r>
      <w:r w:rsidR="00F61E72" w:rsidRPr="000B73EF">
        <w:rPr>
          <w:b/>
          <w:i/>
          <w:sz w:val="20"/>
        </w:rPr>
        <w:t xml:space="preserve"> </w:t>
      </w:r>
    </w:p>
    <w:p w:rsidR="00F61E72" w:rsidRPr="000B73EF" w:rsidRDefault="006B7A9D" w:rsidP="00F61E72">
      <w:pPr>
        <w:pStyle w:val="QuestionListLast"/>
        <w:spacing w:after="60"/>
        <w:rPr>
          <w:i/>
          <w:sz w:val="20"/>
        </w:rPr>
      </w:pPr>
      <w:proofErr w:type="gramStart"/>
      <w:r w:rsidRPr="000B73EF">
        <w:rPr>
          <w:rFonts w:ascii="Tahoma" w:hAnsi="Tahoma" w:cs="Tahoma"/>
          <w:b/>
          <w:sz w:val="16"/>
          <w:szCs w:val="16"/>
        </w:rPr>
        <w:t>u</w:t>
      </w:r>
      <w:proofErr w:type="gramEnd"/>
      <w:r w:rsidR="00F61E72" w:rsidRPr="000B73EF">
        <w:rPr>
          <w:rFonts w:ascii="Tahoma" w:hAnsi="Tahoma" w:cs="Tahoma"/>
          <w:b/>
          <w:sz w:val="16"/>
          <w:szCs w:val="16"/>
        </w:rPr>
        <w:t>.</w:t>
      </w:r>
      <w:r w:rsidR="00F61E72" w:rsidRPr="000B73EF">
        <w:rPr>
          <w:rFonts w:ascii="Tahoma" w:hAnsi="Tahoma" w:cs="Tahoma"/>
          <w:b/>
          <w:sz w:val="16"/>
          <w:szCs w:val="16"/>
        </w:rPr>
        <w:tab/>
      </w:r>
      <w:proofErr w:type="spellStart"/>
      <w:r w:rsidR="00F61E72" w:rsidRPr="000B73EF">
        <w:rPr>
          <w:sz w:val="20"/>
          <w:szCs w:val="20"/>
        </w:rPr>
        <w:t>Boko</w:t>
      </w:r>
      <w:proofErr w:type="spellEnd"/>
      <w:r w:rsidR="00F61E72" w:rsidRPr="000B73EF">
        <w:rPr>
          <w:sz w:val="20"/>
          <w:szCs w:val="20"/>
        </w:rPr>
        <w:t xml:space="preserve"> Haram</w:t>
      </w:r>
      <w:r w:rsidR="00F61E72" w:rsidRPr="000B73EF">
        <w:rPr>
          <w:rFonts w:ascii="Tahoma" w:hAnsi="Tahoma" w:cs="Tahoma"/>
          <w:sz w:val="16"/>
          <w:szCs w:val="16"/>
        </w:rPr>
        <w:t xml:space="preserve"> </w:t>
      </w:r>
      <w:r w:rsidR="00F61E72" w:rsidRPr="000B73EF">
        <w:rPr>
          <w:rFonts w:ascii="Tahoma" w:hAnsi="Tahoma" w:cs="Tahoma"/>
          <w:b/>
          <w:i/>
          <w:sz w:val="16"/>
          <w:szCs w:val="16"/>
        </w:rPr>
        <w:t>[Ask in Nigeria only]</w:t>
      </w:r>
      <w:r w:rsidR="00F61E72" w:rsidRPr="000B73EF">
        <w:rPr>
          <w:b/>
          <w:i/>
          <w:sz w:val="20"/>
        </w:rPr>
        <w:t xml:space="preserve"> </w:t>
      </w:r>
    </w:p>
    <w:p w:rsidR="00F61E72" w:rsidRDefault="006B7A9D" w:rsidP="007E5568">
      <w:pPr>
        <w:pStyle w:val="QuestionListLast"/>
        <w:spacing w:after="120"/>
        <w:rPr>
          <w:i/>
          <w:sz w:val="20"/>
          <w:szCs w:val="20"/>
        </w:rPr>
      </w:pPr>
      <w:r w:rsidRPr="00A734D5">
        <w:rPr>
          <w:rFonts w:ascii="Tahoma" w:hAnsi="Tahoma" w:cs="Tahoma"/>
          <w:b/>
          <w:sz w:val="20"/>
          <w:szCs w:val="20"/>
        </w:rPr>
        <w:t>v</w:t>
      </w:r>
      <w:r w:rsidR="00F61E72" w:rsidRPr="00A734D5">
        <w:rPr>
          <w:rFonts w:ascii="Tahoma" w:hAnsi="Tahoma" w:cs="Tahoma"/>
          <w:b/>
          <w:sz w:val="20"/>
          <w:szCs w:val="20"/>
        </w:rPr>
        <w:t>.</w:t>
      </w:r>
      <w:r w:rsidR="00F61E72" w:rsidRPr="00A734D5">
        <w:rPr>
          <w:rFonts w:ascii="Tahoma" w:hAnsi="Tahoma" w:cs="Tahoma"/>
          <w:b/>
          <w:sz w:val="20"/>
          <w:szCs w:val="20"/>
        </w:rPr>
        <w:tab/>
      </w:r>
      <w:r w:rsidR="00F61E72" w:rsidRPr="00A734D5">
        <w:rPr>
          <w:sz w:val="20"/>
          <w:szCs w:val="20"/>
        </w:rPr>
        <w:t>Japan</w:t>
      </w:r>
      <w:r w:rsidR="002A4FD6">
        <w:rPr>
          <w:sz w:val="20"/>
          <w:szCs w:val="20"/>
        </w:rPr>
        <w:t xml:space="preserve"> </w:t>
      </w:r>
      <w:r w:rsidR="00F61E72" w:rsidRPr="00A734D5">
        <w:rPr>
          <w:rFonts w:ascii="Tahoma" w:hAnsi="Tahoma" w:cs="Tahoma"/>
          <w:b/>
          <w:i/>
          <w:sz w:val="16"/>
          <w:szCs w:val="16"/>
        </w:rPr>
        <w:t>[</w:t>
      </w:r>
      <w:r w:rsidR="0070614A">
        <w:rPr>
          <w:rFonts w:ascii="Tahoma" w:hAnsi="Tahoma" w:cs="Tahoma"/>
          <w:b/>
          <w:bCs/>
          <w:i/>
          <w:iCs/>
          <w:sz w:val="16"/>
          <w:szCs w:val="16"/>
        </w:rPr>
        <w:t>Ask in Australia, China</w:t>
      </w:r>
      <w:r w:rsidR="00C72F8E">
        <w:rPr>
          <w:rFonts w:ascii="Tahoma" w:hAnsi="Tahoma" w:cs="Tahoma"/>
          <w:b/>
          <w:bCs/>
          <w:i/>
          <w:iCs/>
          <w:sz w:val="16"/>
          <w:szCs w:val="16"/>
        </w:rPr>
        <w:t>, Indonesia, Japan, Malaysia, Pakistan, Philippines, and South Korea only]</w:t>
      </w:r>
    </w:p>
    <w:p w:rsidR="007E5568" w:rsidRPr="00A734D5" w:rsidRDefault="007E5568" w:rsidP="00877118">
      <w:pPr>
        <w:pStyle w:val="QuestionListLast"/>
        <w:spacing w:after="120"/>
        <w:rPr>
          <w:sz w:val="20"/>
          <w:szCs w:val="20"/>
        </w:rPr>
      </w:pPr>
      <w:r w:rsidRPr="001E1F63">
        <w:rPr>
          <w:rFonts w:ascii="Tahoma" w:hAnsi="Tahoma" w:cs="Tahoma"/>
          <w:b/>
          <w:sz w:val="20"/>
          <w:szCs w:val="20"/>
        </w:rPr>
        <w:t>w.</w:t>
      </w:r>
      <w:r w:rsidRPr="001E1F63">
        <w:rPr>
          <w:rFonts w:ascii="Tahoma" w:hAnsi="Tahoma" w:cs="Tahoma"/>
          <w:b/>
          <w:sz w:val="20"/>
          <w:szCs w:val="20"/>
        </w:rPr>
        <w:tab/>
      </w:r>
      <w:r w:rsidRPr="001E1F63">
        <w:rPr>
          <w:sz w:val="20"/>
          <w:szCs w:val="20"/>
        </w:rPr>
        <w:t xml:space="preserve">France </w:t>
      </w:r>
      <w:r w:rsidRPr="001E1F63">
        <w:rPr>
          <w:b/>
          <w:i/>
          <w:sz w:val="20"/>
          <w:szCs w:val="20"/>
        </w:rPr>
        <w:t>[</w:t>
      </w:r>
      <w:r w:rsidRPr="001E1F63">
        <w:rPr>
          <w:rFonts w:ascii="Tahoma" w:hAnsi="Tahoma" w:cs="Tahoma"/>
          <w:b/>
          <w:i/>
          <w:sz w:val="16"/>
          <w:szCs w:val="16"/>
        </w:rPr>
        <w:t xml:space="preserve">Ask in Egypt, </w:t>
      </w:r>
      <w:r w:rsidR="00EA5359" w:rsidRPr="001E1F63">
        <w:rPr>
          <w:rFonts w:ascii="Tahoma" w:hAnsi="Tahoma" w:cs="Tahoma"/>
          <w:b/>
          <w:i/>
          <w:sz w:val="16"/>
          <w:szCs w:val="16"/>
        </w:rPr>
        <w:t xml:space="preserve">Ghana, </w:t>
      </w:r>
      <w:r w:rsidRPr="001E1F63">
        <w:rPr>
          <w:rFonts w:ascii="Tahoma" w:hAnsi="Tahoma" w:cs="Tahoma"/>
          <w:b/>
          <w:i/>
          <w:sz w:val="16"/>
          <w:szCs w:val="16"/>
        </w:rPr>
        <w:t xml:space="preserve">Jordan, </w:t>
      </w:r>
      <w:r w:rsidR="00EA5359" w:rsidRPr="001E1F63">
        <w:rPr>
          <w:rFonts w:ascii="Tahoma" w:hAnsi="Tahoma" w:cs="Tahoma"/>
          <w:b/>
          <w:i/>
          <w:sz w:val="16"/>
          <w:szCs w:val="16"/>
        </w:rPr>
        <w:t xml:space="preserve">Kenya, </w:t>
      </w:r>
      <w:r w:rsidRPr="001E1F63">
        <w:rPr>
          <w:rFonts w:ascii="Tahoma" w:hAnsi="Tahoma" w:cs="Tahoma"/>
          <w:b/>
          <w:i/>
          <w:sz w:val="16"/>
          <w:szCs w:val="16"/>
        </w:rPr>
        <w:t xml:space="preserve">Lebanon, </w:t>
      </w:r>
      <w:r w:rsidR="00EA5359" w:rsidRPr="001E1F63">
        <w:rPr>
          <w:rFonts w:ascii="Tahoma" w:hAnsi="Tahoma" w:cs="Tahoma"/>
          <w:b/>
          <w:i/>
          <w:sz w:val="16"/>
          <w:szCs w:val="16"/>
        </w:rPr>
        <w:t xml:space="preserve">Nigeria, </w:t>
      </w:r>
      <w:r w:rsidRPr="001E1F63">
        <w:rPr>
          <w:rFonts w:ascii="Tahoma" w:hAnsi="Tahoma" w:cs="Tahoma"/>
          <w:b/>
          <w:i/>
          <w:sz w:val="16"/>
          <w:szCs w:val="16"/>
        </w:rPr>
        <w:t xml:space="preserve">Palestinian territories, </w:t>
      </w:r>
      <w:r w:rsidR="001A4900" w:rsidRPr="001E1F63">
        <w:rPr>
          <w:rFonts w:ascii="Tahoma" w:hAnsi="Tahoma" w:cs="Tahoma"/>
          <w:b/>
          <w:i/>
          <w:sz w:val="16"/>
          <w:szCs w:val="16"/>
        </w:rPr>
        <w:t xml:space="preserve">Senegal, South Africa, </w:t>
      </w:r>
      <w:r w:rsidRPr="001E1F63">
        <w:rPr>
          <w:rFonts w:ascii="Tahoma" w:hAnsi="Tahoma" w:cs="Tahoma"/>
          <w:b/>
          <w:i/>
          <w:sz w:val="16"/>
          <w:szCs w:val="16"/>
        </w:rPr>
        <w:t xml:space="preserve">Tunisia, Turkey, and Uganda only] </w:t>
      </w:r>
    </w:p>
    <w:p w:rsidR="00877118" w:rsidRDefault="00877118" w:rsidP="00A734D5">
      <w:pPr>
        <w:pStyle w:val="QuestionResponse"/>
      </w:pPr>
    </w:p>
    <w:p w:rsidR="00877118" w:rsidRDefault="00877118" w:rsidP="00A734D5">
      <w:pPr>
        <w:pStyle w:val="QuestionResponse"/>
      </w:pPr>
    </w:p>
    <w:p w:rsidR="00877118" w:rsidRDefault="00877118" w:rsidP="00A734D5">
      <w:pPr>
        <w:pStyle w:val="QuestionResponse"/>
      </w:pPr>
    </w:p>
    <w:p w:rsidR="00F61E72" w:rsidRPr="00A734D5" w:rsidRDefault="00F61E72" w:rsidP="00A734D5">
      <w:pPr>
        <w:pStyle w:val="QuestionResponse"/>
      </w:pPr>
      <w:r w:rsidRPr="00A734D5">
        <w:lastRenderedPageBreak/>
        <w:t>1</w:t>
      </w:r>
      <w:r w:rsidRPr="00A734D5">
        <w:tab/>
        <w:t>Very favorable</w:t>
      </w:r>
    </w:p>
    <w:p w:rsidR="00F61E72" w:rsidRPr="00A734D5" w:rsidRDefault="00F61E72" w:rsidP="00A734D5">
      <w:pPr>
        <w:pStyle w:val="QuestionResponse"/>
      </w:pPr>
      <w:r w:rsidRPr="00A734D5">
        <w:t>2</w:t>
      </w:r>
      <w:r w:rsidRPr="00A734D5">
        <w:tab/>
        <w:t>Somewhat favorable</w:t>
      </w:r>
    </w:p>
    <w:p w:rsidR="00F61E72" w:rsidRPr="00A734D5" w:rsidRDefault="00F61E72" w:rsidP="00A734D5">
      <w:pPr>
        <w:pStyle w:val="QuestionResponse"/>
      </w:pPr>
      <w:r w:rsidRPr="00A734D5">
        <w:t>3</w:t>
      </w:r>
      <w:r w:rsidRPr="00A734D5">
        <w:tab/>
        <w:t xml:space="preserve">Somewhat unfavorable </w:t>
      </w:r>
    </w:p>
    <w:p w:rsidR="00F61E72" w:rsidRPr="00A734D5" w:rsidRDefault="00F61E72" w:rsidP="00A734D5">
      <w:pPr>
        <w:pStyle w:val="QuestionResponse"/>
      </w:pPr>
      <w:r w:rsidRPr="00A734D5">
        <w:t>4</w:t>
      </w:r>
      <w:r w:rsidRPr="00A734D5">
        <w:tab/>
        <w:t xml:space="preserve">Very unfavorable </w:t>
      </w:r>
    </w:p>
    <w:p w:rsidR="00F61E72" w:rsidRPr="00A734D5" w:rsidRDefault="00F61E72" w:rsidP="00A734D5">
      <w:pPr>
        <w:pStyle w:val="QuestionResponse"/>
      </w:pPr>
      <w:r w:rsidRPr="00A734D5">
        <w:t>8</w:t>
      </w:r>
      <w:r w:rsidRPr="00A734D5">
        <w:tab/>
        <w:t>Don’t know (DO NOT READ)</w:t>
      </w:r>
    </w:p>
    <w:p w:rsidR="00F61E72" w:rsidRPr="000B73EF" w:rsidRDefault="00F61E72" w:rsidP="00A734D5">
      <w:pPr>
        <w:pStyle w:val="QuestionResponseLast"/>
      </w:pPr>
      <w:r w:rsidRPr="000B73EF">
        <w:t>9</w:t>
      </w:r>
      <w:r w:rsidRPr="000B73EF">
        <w:tab/>
        <w:t>Refused (DO NOT READ)</w:t>
      </w:r>
    </w:p>
    <w:p w:rsidR="00BD38E5" w:rsidRPr="00BD38E5" w:rsidRDefault="0070614A" w:rsidP="00BD38E5">
      <w:pPr>
        <w:pStyle w:val="QuestionInstruction"/>
      </w:pPr>
      <w:r>
        <w:t>ASK ALL IN CHINA</w:t>
      </w:r>
      <w:r w:rsidR="00BD38E5" w:rsidRPr="00BD38E5">
        <w:t>, JAPAN AND</w:t>
      </w:r>
      <w:r w:rsidR="00BD38E5">
        <w:t xml:space="preserve"> </w:t>
      </w:r>
      <w:r w:rsidR="00BD38E5" w:rsidRPr="00BD38E5">
        <w:t>SOUTH KOREA ONLY</w:t>
      </w:r>
    </w:p>
    <w:p w:rsidR="00BD38E5" w:rsidRPr="00BD38E5" w:rsidRDefault="00BD38E5" w:rsidP="00BD38E5">
      <w:pPr>
        <w:pStyle w:val="Question"/>
      </w:pPr>
      <w:r w:rsidRPr="00BD38E5">
        <w:rPr>
          <w:rFonts w:ascii="Tahoma" w:hAnsi="Tahoma" w:cs="Tahoma"/>
          <w:b/>
          <w:sz w:val="16"/>
        </w:rPr>
        <w:t>Q10</w:t>
      </w:r>
      <w:r w:rsidRPr="00BD38E5">
        <w:tab/>
        <w:t xml:space="preserve">Which statement </w:t>
      </w:r>
      <w:proofErr w:type="gramStart"/>
      <w:r w:rsidRPr="00BD38E5">
        <w:t>comes</w:t>
      </w:r>
      <w:proofErr w:type="gramEnd"/>
      <w:r w:rsidRPr="00BD38E5">
        <w:t xml:space="preserve"> closer to your own views, even if neither is exactly right? </w:t>
      </w:r>
      <w:r w:rsidRPr="00BD38E5">
        <w:rPr>
          <w:b/>
        </w:rPr>
        <w:t>(Survey country)</w:t>
      </w:r>
      <w:r w:rsidRPr="00BD38E5">
        <w:t xml:space="preserve"> is as respected around the world as it should be OR </w:t>
      </w:r>
      <w:r w:rsidRPr="00BD38E5">
        <w:rPr>
          <w:b/>
        </w:rPr>
        <w:t>(survey country)</w:t>
      </w:r>
      <w:r w:rsidRPr="00BD38E5">
        <w:t xml:space="preserve"> should be more respected around the world than it is?  </w:t>
      </w:r>
    </w:p>
    <w:p w:rsidR="00BD38E5" w:rsidRPr="00BD38E5" w:rsidRDefault="00BD38E5" w:rsidP="00BD38E5">
      <w:pPr>
        <w:pStyle w:val="QuestionResponse"/>
      </w:pPr>
      <w:r w:rsidRPr="00BD38E5">
        <w:t>1</w:t>
      </w:r>
      <w:r w:rsidRPr="00BD38E5">
        <w:tab/>
      </w:r>
      <w:r w:rsidRPr="00BD38E5">
        <w:rPr>
          <w:b/>
        </w:rPr>
        <w:t xml:space="preserve">(Survey country) </w:t>
      </w:r>
      <w:r w:rsidRPr="00BD38E5">
        <w:t>is as respected around the world as it should be</w:t>
      </w:r>
    </w:p>
    <w:p w:rsidR="00BD38E5" w:rsidRPr="00BD38E5" w:rsidRDefault="00BD38E5" w:rsidP="00BD38E5">
      <w:pPr>
        <w:pStyle w:val="QuestionResponse"/>
      </w:pPr>
      <w:r w:rsidRPr="00BD38E5">
        <w:t>2</w:t>
      </w:r>
      <w:r w:rsidRPr="00BD38E5">
        <w:tab/>
      </w:r>
      <w:r w:rsidRPr="00BD38E5">
        <w:rPr>
          <w:b/>
        </w:rPr>
        <w:t xml:space="preserve">(Survey country) </w:t>
      </w:r>
      <w:r w:rsidRPr="00BD38E5">
        <w:t>should be more respected around the world than it is</w:t>
      </w:r>
    </w:p>
    <w:p w:rsidR="00BD38E5" w:rsidRPr="00BD38E5" w:rsidRDefault="00BD38E5" w:rsidP="00BD38E5">
      <w:pPr>
        <w:pStyle w:val="QuestionResponse"/>
      </w:pPr>
      <w:r w:rsidRPr="00BD38E5">
        <w:t>3</w:t>
      </w:r>
      <w:r w:rsidRPr="00BD38E5">
        <w:tab/>
        <w:t>Both/Neither (DO NOT READ)</w:t>
      </w:r>
    </w:p>
    <w:p w:rsidR="00BD38E5" w:rsidRPr="00BD38E5" w:rsidRDefault="00BD38E5" w:rsidP="00BD38E5">
      <w:pPr>
        <w:pStyle w:val="QuestionResponse"/>
      </w:pPr>
      <w:r w:rsidRPr="00BD38E5">
        <w:t>8</w:t>
      </w:r>
      <w:r w:rsidRPr="00BD38E5">
        <w:tab/>
        <w:t>Don’t know (DO NOT READ)</w:t>
      </w:r>
    </w:p>
    <w:p w:rsidR="00BD38E5" w:rsidRDefault="00BD38E5" w:rsidP="00BD38E5">
      <w:pPr>
        <w:pStyle w:val="QuestionResponseLast"/>
      </w:pPr>
      <w:r w:rsidRPr="00BD38E5">
        <w:t>9</w:t>
      </w:r>
      <w:r w:rsidRPr="00BD38E5">
        <w:tab/>
        <w:t>Refused (DO NOT READ)</w:t>
      </w:r>
    </w:p>
    <w:p w:rsidR="00BD38E5" w:rsidRPr="000B73EF" w:rsidRDefault="00BD38E5" w:rsidP="00BD38E5">
      <w:pPr>
        <w:pStyle w:val="QuestionInstruction"/>
        <w:spacing w:before="0" w:after="0"/>
        <w:rPr>
          <w:szCs w:val="22"/>
        </w:rPr>
      </w:pPr>
      <w:r w:rsidRPr="000B73EF">
        <w:rPr>
          <w:szCs w:val="22"/>
        </w:rPr>
        <w:t xml:space="preserve">ASK ALL IN EGYPT ONLY   </w:t>
      </w:r>
    </w:p>
    <w:p w:rsidR="00BD38E5" w:rsidRPr="000B73EF" w:rsidRDefault="00BD38E5" w:rsidP="00BD38E5">
      <w:pPr>
        <w:pStyle w:val="Question"/>
        <w:rPr>
          <w:i/>
          <w:szCs w:val="22"/>
        </w:rPr>
      </w:pPr>
      <w:r w:rsidRPr="000B73EF">
        <w:rPr>
          <w:rFonts w:ascii="Tahoma" w:hAnsi="Tahoma" w:cs="Tahoma"/>
          <w:b/>
          <w:sz w:val="16"/>
        </w:rPr>
        <w:t>Q1</w:t>
      </w:r>
      <w:r w:rsidR="00F92EF8">
        <w:rPr>
          <w:rFonts w:ascii="Tahoma" w:hAnsi="Tahoma" w:cs="Tahoma"/>
          <w:b/>
          <w:sz w:val="16"/>
        </w:rPr>
        <w:t>0</w:t>
      </w:r>
      <w:r>
        <w:rPr>
          <w:rFonts w:ascii="Tahoma" w:hAnsi="Tahoma" w:cs="Tahoma"/>
          <w:b/>
          <w:sz w:val="16"/>
        </w:rPr>
        <w:t>EGY</w:t>
      </w:r>
      <w:r w:rsidRPr="000B73EF">
        <w:rPr>
          <w:szCs w:val="22"/>
        </w:rPr>
        <w:tab/>
        <w:t xml:space="preserve">In your opinion, now that Hosni Mubarak is not in power, is Egypt better off or worse off? </w:t>
      </w:r>
    </w:p>
    <w:p w:rsidR="00BD38E5" w:rsidRPr="000B73EF" w:rsidRDefault="00BD38E5" w:rsidP="00BD38E5">
      <w:pPr>
        <w:pStyle w:val="QuestionResponse"/>
        <w:rPr>
          <w:szCs w:val="22"/>
        </w:rPr>
      </w:pPr>
      <w:r w:rsidRPr="000B73EF">
        <w:rPr>
          <w:szCs w:val="22"/>
        </w:rPr>
        <w:t>1</w:t>
      </w:r>
      <w:r w:rsidRPr="000B73EF">
        <w:rPr>
          <w:szCs w:val="22"/>
        </w:rPr>
        <w:tab/>
        <w:t>Better</w:t>
      </w:r>
    </w:p>
    <w:p w:rsidR="00BD38E5" w:rsidRPr="000B73EF" w:rsidRDefault="00BD38E5" w:rsidP="00BD38E5">
      <w:pPr>
        <w:pStyle w:val="QuestionResponse"/>
        <w:rPr>
          <w:szCs w:val="22"/>
        </w:rPr>
      </w:pPr>
      <w:r w:rsidRPr="000B73EF">
        <w:rPr>
          <w:szCs w:val="22"/>
        </w:rPr>
        <w:t>2</w:t>
      </w:r>
      <w:r w:rsidRPr="000B73EF">
        <w:rPr>
          <w:szCs w:val="22"/>
        </w:rPr>
        <w:tab/>
        <w:t>Worse</w:t>
      </w:r>
    </w:p>
    <w:p w:rsidR="00BD38E5" w:rsidRPr="000B73EF" w:rsidRDefault="00BD38E5" w:rsidP="00BD38E5">
      <w:pPr>
        <w:pStyle w:val="QuestionResponse"/>
        <w:rPr>
          <w:szCs w:val="22"/>
        </w:rPr>
      </w:pPr>
      <w:r w:rsidRPr="000B73EF">
        <w:rPr>
          <w:szCs w:val="22"/>
        </w:rPr>
        <w:t>3</w:t>
      </w:r>
      <w:r w:rsidRPr="000B73EF">
        <w:rPr>
          <w:szCs w:val="22"/>
        </w:rPr>
        <w:tab/>
        <w:t>Both/Neither (DO NOT READ)</w:t>
      </w:r>
    </w:p>
    <w:p w:rsidR="00BD38E5" w:rsidRPr="000B73EF" w:rsidRDefault="00BD38E5" w:rsidP="00BD38E5">
      <w:pPr>
        <w:pStyle w:val="QuestionResponse"/>
        <w:rPr>
          <w:szCs w:val="22"/>
        </w:rPr>
      </w:pPr>
      <w:r w:rsidRPr="000B73EF">
        <w:rPr>
          <w:szCs w:val="22"/>
        </w:rPr>
        <w:t>8</w:t>
      </w:r>
      <w:r w:rsidRPr="000B73EF">
        <w:rPr>
          <w:szCs w:val="22"/>
        </w:rPr>
        <w:tab/>
        <w:t>Don’t know (DO NOT READ)</w:t>
      </w:r>
    </w:p>
    <w:p w:rsidR="00BD38E5" w:rsidRPr="000B73EF" w:rsidRDefault="00BD38E5" w:rsidP="00BD38E5">
      <w:pPr>
        <w:pStyle w:val="QuestionResponseLast"/>
      </w:pPr>
      <w:r w:rsidRPr="000B73EF">
        <w:t>9</w:t>
      </w:r>
      <w:r w:rsidRPr="000B73EF">
        <w:tab/>
        <w:t>Refused (DO NOT READ)</w:t>
      </w:r>
    </w:p>
    <w:p w:rsidR="00BD38E5" w:rsidRPr="000B73EF" w:rsidRDefault="00BD38E5" w:rsidP="00BD38E5">
      <w:pPr>
        <w:pStyle w:val="QuestionInstruction"/>
        <w:spacing w:before="0" w:after="0"/>
        <w:rPr>
          <w:szCs w:val="22"/>
        </w:rPr>
      </w:pPr>
      <w:r w:rsidRPr="000B73EF">
        <w:rPr>
          <w:szCs w:val="22"/>
        </w:rPr>
        <w:t xml:space="preserve">ASK ALL IN TUNISIA ONLY   </w:t>
      </w:r>
    </w:p>
    <w:p w:rsidR="00BD38E5" w:rsidRPr="000B73EF" w:rsidRDefault="00BD38E5" w:rsidP="00BD38E5">
      <w:pPr>
        <w:pStyle w:val="Question"/>
        <w:rPr>
          <w:i/>
          <w:szCs w:val="22"/>
        </w:rPr>
      </w:pPr>
      <w:r w:rsidRPr="000B73EF">
        <w:rPr>
          <w:rFonts w:ascii="Tahoma" w:hAnsi="Tahoma" w:cs="Tahoma"/>
          <w:b/>
          <w:sz w:val="16"/>
        </w:rPr>
        <w:t>Q1</w:t>
      </w:r>
      <w:r w:rsidR="00F92EF8">
        <w:rPr>
          <w:rFonts w:ascii="Tahoma" w:hAnsi="Tahoma" w:cs="Tahoma"/>
          <w:b/>
          <w:sz w:val="16"/>
        </w:rPr>
        <w:t>0</w:t>
      </w:r>
      <w:r>
        <w:rPr>
          <w:rFonts w:ascii="Tahoma" w:hAnsi="Tahoma" w:cs="Tahoma"/>
          <w:b/>
          <w:sz w:val="16"/>
        </w:rPr>
        <w:t>TUN</w:t>
      </w:r>
      <w:r w:rsidRPr="000B73EF">
        <w:rPr>
          <w:szCs w:val="22"/>
        </w:rPr>
        <w:tab/>
        <w:t>In your opinion, now that Zine el-</w:t>
      </w:r>
      <w:proofErr w:type="spellStart"/>
      <w:r w:rsidRPr="000B73EF">
        <w:rPr>
          <w:szCs w:val="22"/>
        </w:rPr>
        <w:t>Abidine</w:t>
      </w:r>
      <w:proofErr w:type="spellEnd"/>
      <w:r w:rsidRPr="000B73EF">
        <w:rPr>
          <w:szCs w:val="22"/>
        </w:rPr>
        <w:t xml:space="preserve"> Ben Ali is not in power, is Tunisia better off or worse off? </w:t>
      </w:r>
    </w:p>
    <w:p w:rsidR="00BD38E5" w:rsidRPr="000B73EF" w:rsidRDefault="00BD38E5" w:rsidP="00BD38E5">
      <w:pPr>
        <w:pStyle w:val="QuestionResponse"/>
        <w:rPr>
          <w:szCs w:val="22"/>
        </w:rPr>
      </w:pPr>
      <w:r w:rsidRPr="000B73EF">
        <w:rPr>
          <w:szCs w:val="22"/>
        </w:rPr>
        <w:t>1</w:t>
      </w:r>
      <w:r w:rsidRPr="000B73EF">
        <w:rPr>
          <w:szCs w:val="22"/>
        </w:rPr>
        <w:tab/>
        <w:t>Better</w:t>
      </w:r>
    </w:p>
    <w:p w:rsidR="00BD38E5" w:rsidRPr="000B73EF" w:rsidRDefault="00BD38E5" w:rsidP="00BD38E5">
      <w:pPr>
        <w:pStyle w:val="QuestionResponse"/>
        <w:rPr>
          <w:szCs w:val="22"/>
        </w:rPr>
      </w:pPr>
      <w:r w:rsidRPr="000B73EF">
        <w:rPr>
          <w:szCs w:val="22"/>
        </w:rPr>
        <w:t>2</w:t>
      </w:r>
      <w:r w:rsidRPr="000B73EF">
        <w:rPr>
          <w:szCs w:val="22"/>
        </w:rPr>
        <w:tab/>
        <w:t>Worse</w:t>
      </w:r>
    </w:p>
    <w:p w:rsidR="00BD38E5" w:rsidRPr="000B73EF" w:rsidRDefault="00BD38E5" w:rsidP="00BD38E5">
      <w:pPr>
        <w:pStyle w:val="QuestionResponse"/>
        <w:rPr>
          <w:szCs w:val="22"/>
        </w:rPr>
      </w:pPr>
      <w:r w:rsidRPr="000B73EF">
        <w:rPr>
          <w:szCs w:val="22"/>
        </w:rPr>
        <w:t>3</w:t>
      </w:r>
      <w:r w:rsidRPr="000B73EF">
        <w:rPr>
          <w:szCs w:val="22"/>
        </w:rPr>
        <w:tab/>
        <w:t>Both/Neither (DO NOT READ)</w:t>
      </w:r>
    </w:p>
    <w:p w:rsidR="00BD38E5" w:rsidRPr="000B73EF" w:rsidRDefault="00BD38E5" w:rsidP="00BD38E5">
      <w:pPr>
        <w:pStyle w:val="QuestionResponse"/>
        <w:rPr>
          <w:szCs w:val="22"/>
        </w:rPr>
      </w:pPr>
      <w:r w:rsidRPr="000B73EF">
        <w:rPr>
          <w:szCs w:val="22"/>
        </w:rPr>
        <w:t>8</w:t>
      </w:r>
      <w:r w:rsidRPr="000B73EF">
        <w:rPr>
          <w:szCs w:val="22"/>
        </w:rPr>
        <w:tab/>
        <w:t>Don’t know (DO NOT READ)</w:t>
      </w:r>
    </w:p>
    <w:p w:rsidR="00BD38E5" w:rsidRPr="000B73EF" w:rsidRDefault="00BD38E5" w:rsidP="00BD38E5">
      <w:pPr>
        <w:pStyle w:val="QuestionResponseLast"/>
      </w:pPr>
      <w:r w:rsidRPr="000B73EF">
        <w:t>9</w:t>
      </w:r>
      <w:r w:rsidRPr="000B73EF">
        <w:tab/>
        <w:t>Refused (DO NOT READ)</w:t>
      </w:r>
    </w:p>
    <w:p w:rsidR="00686618" w:rsidRPr="000B73EF" w:rsidRDefault="00686618" w:rsidP="00A734D5">
      <w:pPr>
        <w:pStyle w:val="QuestionInstruction"/>
      </w:pPr>
      <w:r w:rsidRPr="00631A8D">
        <w:lastRenderedPageBreak/>
        <w:t>ASK ALL</w:t>
      </w:r>
    </w:p>
    <w:p w:rsidR="00686618" w:rsidRPr="000B73EF" w:rsidRDefault="000918A7" w:rsidP="00A734D5">
      <w:pPr>
        <w:pStyle w:val="Question"/>
        <w:rPr>
          <w:b/>
          <w:bCs/>
        </w:rPr>
      </w:pPr>
      <w:r w:rsidRPr="000B73EF">
        <w:rPr>
          <w:rFonts w:ascii="Tahoma" w:hAnsi="Tahoma" w:cs="Tahoma"/>
          <w:b/>
          <w:sz w:val="16"/>
        </w:rPr>
        <w:t>Q1</w:t>
      </w:r>
      <w:r w:rsidR="00BD38E5">
        <w:rPr>
          <w:rFonts w:ascii="Tahoma" w:hAnsi="Tahoma" w:cs="Tahoma"/>
          <w:b/>
          <w:sz w:val="16"/>
        </w:rPr>
        <w:t>1</w:t>
      </w:r>
      <w:r w:rsidR="00686618" w:rsidRPr="000B73EF">
        <w:rPr>
          <w:b/>
          <w:sz w:val="20"/>
          <w:szCs w:val="20"/>
          <w:lang w:val="en-CA"/>
        </w:rPr>
        <w:tab/>
      </w:r>
      <w:r w:rsidR="00686618" w:rsidRPr="000B73EF">
        <w:t xml:space="preserve">I’d like your opinion about some possible international concerns for </w:t>
      </w:r>
      <w:r w:rsidR="00686618" w:rsidRPr="000B73EF">
        <w:rPr>
          <w:b/>
        </w:rPr>
        <w:t>(survey country)</w:t>
      </w:r>
      <w:r w:rsidR="00A734D5">
        <w:t xml:space="preserve">.  Do you </w:t>
      </w:r>
      <w:r w:rsidR="00686618" w:rsidRPr="000B73EF">
        <w:t xml:space="preserve">think that </w:t>
      </w:r>
      <w:r w:rsidR="00A734D5" w:rsidRPr="000B73EF">
        <w:t>(INSERT)</w:t>
      </w:r>
      <w:r w:rsidR="00A734D5">
        <w:t xml:space="preserve"> </w:t>
      </w:r>
      <w:r w:rsidR="00686618" w:rsidRPr="000B73EF">
        <w:t xml:space="preserve">is a major threat, a minor threat or not a threat to </w:t>
      </w:r>
      <w:r w:rsidR="00A734D5">
        <w:rPr>
          <w:b/>
        </w:rPr>
        <w:t xml:space="preserve">(survey </w:t>
      </w:r>
      <w:r w:rsidR="00686618" w:rsidRPr="00780706">
        <w:rPr>
          <w:b/>
        </w:rPr>
        <w:t>country)</w:t>
      </w:r>
      <w:r w:rsidR="00686618" w:rsidRPr="00780706">
        <w:t xml:space="preserve">? </w:t>
      </w:r>
      <w:r w:rsidR="00BD38E5" w:rsidRPr="00780706">
        <w:t>[</w:t>
      </w:r>
      <w:r w:rsidR="00BD38E5" w:rsidRPr="00780706">
        <w:rPr>
          <w:b/>
        </w:rPr>
        <w:t xml:space="preserve">IN </w:t>
      </w:r>
      <w:r w:rsidR="0071224C" w:rsidRPr="00780706">
        <w:rPr>
          <w:b/>
        </w:rPr>
        <w:t xml:space="preserve">AUSTRALIA, BRITAIN, CANADA, CZECH REPUBLIC, FRANCE, GERMANY, GREECE, JAPAN, MALAYSIA, POLAND, SPAIN, </w:t>
      </w:r>
      <w:r w:rsidR="00B43484">
        <w:rPr>
          <w:b/>
        </w:rPr>
        <w:t xml:space="preserve">SOUTH AFRICA, </w:t>
      </w:r>
      <w:r w:rsidR="0071224C" w:rsidRPr="00780706">
        <w:rPr>
          <w:b/>
        </w:rPr>
        <w:t xml:space="preserve">SOUTH KOREA, THE UNITED STATES </w:t>
      </w:r>
      <w:r w:rsidR="00BD38E5" w:rsidRPr="00780706">
        <w:rPr>
          <w:b/>
        </w:rPr>
        <w:t>ONLY</w:t>
      </w:r>
      <w:r w:rsidR="00BD38E5" w:rsidRPr="00780706">
        <w:t xml:space="preserve">: </w:t>
      </w:r>
      <w:r w:rsidR="00686618" w:rsidRPr="00780706">
        <w:t xml:space="preserve">What about </w:t>
      </w:r>
      <w:r w:rsidR="00A734D5" w:rsidRPr="00780706">
        <w:t>(INSERT)</w:t>
      </w:r>
      <w:r w:rsidR="00686618" w:rsidRPr="00780706">
        <w:t>?</w:t>
      </w:r>
      <w:r w:rsidR="00BD38E5" w:rsidRPr="00780706">
        <w:t>]</w:t>
      </w:r>
      <w:r w:rsidR="00686618" w:rsidRPr="00780706">
        <w:t xml:space="preserve"> [</w:t>
      </w:r>
      <w:r w:rsidR="00564058" w:rsidRPr="00564058">
        <w:rPr>
          <w:b/>
        </w:rPr>
        <w:t>IN ALL COUNTRIES:</w:t>
      </w:r>
      <w:r w:rsidR="00564058">
        <w:t xml:space="preserve"> </w:t>
      </w:r>
      <w:r w:rsidR="00A734D5" w:rsidRPr="00780706">
        <w:t>INTERVIEWER INSTRUCTION</w:t>
      </w:r>
      <w:r w:rsidR="00A734D5" w:rsidRPr="00A734D5">
        <w:t xml:space="preserve">: </w:t>
      </w:r>
      <w:r w:rsidR="00A734D5" w:rsidRPr="00A734D5">
        <w:rPr>
          <w:bCs/>
        </w:rPr>
        <w:t>R</w:t>
      </w:r>
      <w:r w:rsidR="00A734D5">
        <w:rPr>
          <w:bCs/>
        </w:rPr>
        <w:t>ead the answer choices as necessary after the first time:</w:t>
      </w:r>
      <w:r w:rsidR="00686618" w:rsidRPr="000B73EF">
        <w:rPr>
          <w:b/>
          <w:bCs/>
        </w:rPr>
        <w:t xml:space="preserve"> </w:t>
      </w:r>
      <w:r w:rsidR="00686618" w:rsidRPr="000B73EF">
        <w:rPr>
          <w:bCs/>
        </w:rPr>
        <w:t>“Is this a major t</w:t>
      </w:r>
      <w:r w:rsidR="00A734D5">
        <w:rPr>
          <w:bCs/>
        </w:rPr>
        <w:t xml:space="preserve">hreat, a minor threat or not a </w:t>
      </w:r>
      <w:r w:rsidR="00686618" w:rsidRPr="000B73EF">
        <w:rPr>
          <w:bCs/>
        </w:rPr>
        <w:t xml:space="preserve">threat to </w:t>
      </w:r>
      <w:r w:rsidR="00686618" w:rsidRPr="000B73EF">
        <w:rPr>
          <w:b/>
          <w:bCs/>
        </w:rPr>
        <w:t>(survey country)</w:t>
      </w:r>
      <w:r w:rsidR="00686618" w:rsidRPr="000B73EF">
        <w:rPr>
          <w:bCs/>
        </w:rPr>
        <w:t>”</w:t>
      </w:r>
      <w:r w:rsidR="00686618" w:rsidRPr="00EE3127">
        <w:rPr>
          <w:bCs/>
        </w:rPr>
        <w:t>]</w:t>
      </w:r>
      <w:r w:rsidR="00686618" w:rsidRPr="000B73EF">
        <w:rPr>
          <w:b/>
          <w:bCs/>
        </w:rPr>
        <w:t xml:space="preserve"> </w:t>
      </w:r>
    </w:p>
    <w:p w:rsidR="00686618" w:rsidRPr="004A7CCC" w:rsidRDefault="00686618" w:rsidP="004A7CCC">
      <w:pPr>
        <w:pStyle w:val="QuestionInstruction"/>
        <w:rPr>
          <w:caps/>
        </w:rPr>
      </w:pPr>
      <w:r w:rsidRPr="004A7CCC">
        <w:rPr>
          <w:caps/>
        </w:rPr>
        <w:t>RA</w:t>
      </w:r>
      <w:r w:rsidR="00361E38" w:rsidRPr="004A7CCC">
        <w:rPr>
          <w:caps/>
        </w:rPr>
        <w:t xml:space="preserve">NDOMIZE IN </w:t>
      </w:r>
      <w:r w:rsidR="004A7CCC" w:rsidRPr="004A7CCC">
        <w:rPr>
          <w:caps/>
        </w:rPr>
        <w:t xml:space="preserve">Australia, Britain, Canada, Czech Republic, France, Germany, </w:t>
      </w:r>
      <w:r w:rsidR="00804EB5">
        <w:rPr>
          <w:caps/>
        </w:rPr>
        <w:t xml:space="preserve">GREECE, </w:t>
      </w:r>
      <w:r w:rsidR="004A7CCC" w:rsidRPr="004A7CCC">
        <w:rPr>
          <w:caps/>
        </w:rPr>
        <w:t xml:space="preserve">Japan, </w:t>
      </w:r>
      <w:r w:rsidR="00804EB5">
        <w:rPr>
          <w:caps/>
        </w:rPr>
        <w:t xml:space="preserve">MALAYSIA, POLAND, </w:t>
      </w:r>
      <w:r w:rsidR="004A7CCC" w:rsidRPr="004A7CCC">
        <w:rPr>
          <w:caps/>
        </w:rPr>
        <w:t xml:space="preserve">Spain, South Korea, </w:t>
      </w:r>
      <w:r w:rsidR="003901A3">
        <w:rPr>
          <w:caps/>
        </w:rPr>
        <w:t xml:space="preserve">AND </w:t>
      </w:r>
      <w:r w:rsidR="004A7CCC">
        <w:rPr>
          <w:caps/>
        </w:rPr>
        <w:t>the united states</w:t>
      </w:r>
    </w:p>
    <w:p w:rsidR="00686618" w:rsidRPr="00C07994" w:rsidRDefault="00A734D5" w:rsidP="00A734D5">
      <w:pPr>
        <w:pStyle w:val="QuestionList"/>
        <w:rPr>
          <w:i/>
          <w:szCs w:val="20"/>
        </w:rPr>
      </w:pPr>
      <w:r w:rsidRPr="00C07994">
        <w:rPr>
          <w:b/>
          <w:szCs w:val="20"/>
        </w:rPr>
        <w:t>a.</w:t>
      </w:r>
      <w:r w:rsidRPr="00C07994">
        <w:rPr>
          <w:szCs w:val="20"/>
        </w:rPr>
        <w:tab/>
      </w:r>
      <w:r w:rsidR="00686618" w:rsidRPr="00C07994">
        <w:rPr>
          <w:szCs w:val="20"/>
        </w:rPr>
        <w:t xml:space="preserve">China’s </w:t>
      </w:r>
      <w:r w:rsidR="006B7A9D" w:rsidRPr="00C07994">
        <w:rPr>
          <w:szCs w:val="20"/>
        </w:rPr>
        <w:t>power and influence</w:t>
      </w:r>
      <w:r w:rsidR="00686618" w:rsidRPr="00C07994">
        <w:rPr>
          <w:bCs/>
          <w:szCs w:val="20"/>
        </w:rPr>
        <w:t xml:space="preserve"> </w:t>
      </w:r>
    </w:p>
    <w:p w:rsidR="00686618" w:rsidRPr="00C07994" w:rsidRDefault="00686618" w:rsidP="00A734D5">
      <w:pPr>
        <w:pStyle w:val="QuestionList"/>
        <w:rPr>
          <w:bCs/>
          <w:szCs w:val="20"/>
        </w:rPr>
      </w:pPr>
      <w:proofErr w:type="gramStart"/>
      <w:r w:rsidRPr="00C07994">
        <w:rPr>
          <w:b/>
          <w:szCs w:val="20"/>
        </w:rPr>
        <w:t>b</w:t>
      </w:r>
      <w:proofErr w:type="gramEnd"/>
      <w:r w:rsidRPr="00C07994">
        <w:rPr>
          <w:b/>
          <w:szCs w:val="20"/>
        </w:rPr>
        <w:t>.</w:t>
      </w:r>
      <w:r w:rsidRPr="00C07994">
        <w:rPr>
          <w:szCs w:val="20"/>
        </w:rPr>
        <w:tab/>
      </w:r>
      <w:r w:rsidR="00A734D5" w:rsidRPr="00C07994">
        <w:rPr>
          <w:szCs w:val="20"/>
        </w:rPr>
        <w:t>t</w:t>
      </w:r>
      <w:r w:rsidR="006B7A9D" w:rsidRPr="00C07994">
        <w:rPr>
          <w:szCs w:val="20"/>
        </w:rPr>
        <w:t xml:space="preserve">he United States’ </w:t>
      </w:r>
      <w:r w:rsidRPr="00C07994">
        <w:rPr>
          <w:szCs w:val="20"/>
        </w:rPr>
        <w:t>power</w:t>
      </w:r>
      <w:r w:rsidR="006B7A9D" w:rsidRPr="00C07994">
        <w:rPr>
          <w:szCs w:val="20"/>
        </w:rPr>
        <w:t xml:space="preserve"> and influence</w:t>
      </w:r>
    </w:p>
    <w:p w:rsidR="00686618" w:rsidRPr="00C07994" w:rsidRDefault="00A734D5" w:rsidP="00A734D5">
      <w:pPr>
        <w:pStyle w:val="QuestionList"/>
        <w:rPr>
          <w:bCs/>
          <w:szCs w:val="20"/>
        </w:rPr>
      </w:pPr>
      <w:proofErr w:type="gramStart"/>
      <w:r w:rsidRPr="00C07994">
        <w:rPr>
          <w:b/>
          <w:szCs w:val="20"/>
        </w:rPr>
        <w:t>c</w:t>
      </w:r>
      <w:proofErr w:type="gramEnd"/>
      <w:r w:rsidRPr="00C07994">
        <w:rPr>
          <w:b/>
          <w:szCs w:val="20"/>
        </w:rPr>
        <w:t>.</w:t>
      </w:r>
      <w:r w:rsidRPr="00C07994">
        <w:rPr>
          <w:szCs w:val="20"/>
        </w:rPr>
        <w:tab/>
        <w:t>p</w:t>
      </w:r>
      <w:r w:rsidR="00686618" w:rsidRPr="00C07994">
        <w:rPr>
          <w:szCs w:val="20"/>
        </w:rPr>
        <w:t>olitical instability in Pakistan</w:t>
      </w:r>
    </w:p>
    <w:p w:rsidR="00686618" w:rsidRPr="00C07994" w:rsidRDefault="00A734D5" w:rsidP="00A734D5">
      <w:pPr>
        <w:pStyle w:val="QuestionList"/>
        <w:rPr>
          <w:bCs/>
          <w:szCs w:val="20"/>
        </w:rPr>
      </w:pPr>
      <w:r w:rsidRPr="00C07994">
        <w:rPr>
          <w:b/>
          <w:szCs w:val="20"/>
        </w:rPr>
        <w:t>d</w:t>
      </w:r>
      <w:r w:rsidRPr="00C07994">
        <w:rPr>
          <w:szCs w:val="20"/>
        </w:rPr>
        <w:t>.</w:t>
      </w:r>
      <w:r w:rsidRPr="00C07994">
        <w:rPr>
          <w:szCs w:val="20"/>
        </w:rPr>
        <w:tab/>
      </w:r>
      <w:r w:rsidR="00686618" w:rsidRPr="00C07994">
        <w:rPr>
          <w:szCs w:val="20"/>
        </w:rPr>
        <w:t>North Korea's nuclear program</w:t>
      </w:r>
    </w:p>
    <w:p w:rsidR="00686618" w:rsidRPr="00C07994" w:rsidRDefault="00A734D5" w:rsidP="00A734D5">
      <w:pPr>
        <w:pStyle w:val="QuestionList"/>
        <w:rPr>
          <w:bCs/>
          <w:szCs w:val="20"/>
        </w:rPr>
      </w:pPr>
      <w:r w:rsidRPr="00C07994">
        <w:rPr>
          <w:b/>
          <w:szCs w:val="20"/>
        </w:rPr>
        <w:t>e.</w:t>
      </w:r>
      <w:r w:rsidRPr="00C07994">
        <w:rPr>
          <w:szCs w:val="20"/>
        </w:rPr>
        <w:tab/>
      </w:r>
      <w:r w:rsidR="00686618" w:rsidRPr="00C07994">
        <w:rPr>
          <w:szCs w:val="20"/>
        </w:rPr>
        <w:t>Iran's nuclear program</w:t>
      </w:r>
    </w:p>
    <w:p w:rsidR="00686618" w:rsidRPr="00C07994" w:rsidRDefault="00A734D5" w:rsidP="00A734D5">
      <w:pPr>
        <w:pStyle w:val="QuestionList"/>
        <w:rPr>
          <w:i/>
          <w:szCs w:val="20"/>
        </w:rPr>
      </w:pPr>
      <w:r w:rsidRPr="00C07994">
        <w:rPr>
          <w:b/>
          <w:szCs w:val="20"/>
        </w:rPr>
        <w:t>f.</w:t>
      </w:r>
      <w:r w:rsidRPr="00C07994">
        <w:rPr>
          <w:szCs w:val="20"/>
        </w:rPr>
        <w:tab/>
      </w:r>
      <w:r w:rsidR="00686618" w:rsidRPr="00C07994">
        <w:rPr>
          <w:szCs w:val="20"/>
        </w:rPr>
        <w:t>International financial instability</w:t>
      </w:r>
    </w:p>
    <w:p w:rsidR="00686618" w:rsidRPr="00C07994" w:rsidRDefault="00A734D5" w:rsidP="00A734D5">
      <w:pPr>
        <w:pStyle w:val="QuestionList"/>
        <w:rPr>
          <w:szCs w:val="20"/>
        </w:rPr>
      </w:pPr>
      <w:proofErr w:type="gramStart"/>
      <w:r w:rsidRPr="00C07994">
        <w:rPr>
          <w:b/>
          <w:szCs w:val="20"/>
        </w:rPr>
        <w:t>g</w:t>
      </w:r>
      <w:proofErr w:type="gramEnd"/>
      <w:r w:rsidRPr="00C07994">
        <w:rPr>
          <w:b/>
          <w:szCs w:val="20"/>
        </w:rPr>
        <w:t>.</w:t>
      </w:r>
      <w:r w:rsidRPr="00C07994">
        <w:rPr>
          <w:szCs w:val="20"/>
        </w:rPr>
        <w:tab/>
        <w:t>g</w:t>
      </w:r>
      <w:r w:rsidR="00686618" w:rsidRPr="00C07994">
        <w:rPr>
          <w:szCs w:val="20"/>
        </w:rPr>
        <w:t>lobal climate change</w:t>
      </w:r>
    </w:p>
    <w:p w:rsidR="00686618" w:rsidRPr="00C07994" w:rsidRDefault="00686618" w:rsidP="00A734D5">
      <w:pPr>
        <w:pStyle w:val="QuestionListLast"/>
        <w:rPr>
          <w:b/>
          <w:sz w:val="20"/>
          <w:szCs w:val="20"/>
        </w:rPr>
      </w:pPr>
      <w:r w:rsidRPr="00C07994">
        <w:rPr>
          <w:b/>
          <w:sz w:val="20"/>
          <w:szCs w:val="20"/>
        </w:rPr>
        <w:t>h.</w:t>
      </w:r>
      <w:r w:rsidRPr="00C07994">
        <w:rPr>
          <w:sz w:val="20"/>
          <w:szCs w:val="20"/>
        </w:rPr>
        <w:tab/>
        <w:t>Islamic extremist groups</w:t>
      </w:r>
    </w:p>
    <w:p w:rsidR="00686618" w:rsidRPr="000B73EF" w:rsidRDefault="00686618" w:rsidP="00A734D5">
      <w:pPr>
        <w:pStyle w:val="QuestionResponse"/>
      </w:pPr>
      <w:r w:rsidRPr="000B73EF">
        <w:t>1</w:t>
      </w:r>
      <w:r w:rsidRPr="000B73EF">
        <w:tab/>
        <w:t>Major threat</w:t>
      </w:r>
    </w:p>
    <w:p w:rsidR="00686618" w:rsidRPr="000B73EF" w:rsidRDefault="00686618" w:rsidP="00A734D5">
      <w:pPr>
        <w:pStyle w:val="QuestionResponse"/>
      </w:pPr>
      <w:r w:rsidRPr="000B73EF">
        <w:t>2</w:t>
      </w:r>
      <w:r w:rsidRPr="000B73EF">
        <w:tab/>
        <w:t>Minor threat</w:t>
      </w:r>
    </w:p>
    <w:p w:rsidR="00686618" w:rsidRPr="000B73EF" w:rsidRDefault="00686618" w:rsidP="00A734D5">
      <w:pPr>
        <w:pStyle w:val="QuestionResponse"/>
      </w:pPr>
      <w:r w:rsidRPr="000B73EF">
        <w:t>3</w:t>
      </w:r>
      <w:r w:rsidRPr="000B73EF">
        <w:tab/>
        <w:t>Not a threat</w:t>
      </w:r>
    </w:p>
    <w:p w:rsidR="00686618" w:rsidRPr="000B73EF" w:rsidRDefault="00686618" w:rsidP="00A734D5">
      <w:pPr>
        <w:pStyle w:val="QuestionResponse"/>
      </w:pPr>
      <w:r w:rsidRPr="000B73EF">
        <w:t>8</w:t>
      </w:r>
      <w:r w:rsidRPr="000B73EF">
        <w:tab/>
        <w:t>Don’t know (DO NOT READ)</w:t>
      </w:r>
    </w:p>
    <w:p w:rsidR="00686618" w:rsidRDefault="00686618" w:rsidP="00A734D5">
      <w:pPr>
        <w:pStyle w:val="QuestionResponseLast"/>
      </w:pPr>
      <w:r w:rsidRPr="000B73EF">
        <w:t>9</w:t>
      </w:r>
      <w:r w:rsidRPr="000B73EF">
        <w:tab/>
      </w:r>
      <w:r w:rsidRPr="00A734D5">
        <w:t>Refused</w:t>
      </w:r>
      <w:r w:rsidRPr="000B73EF">
        <w:t xml:space="preserve"> (DO NOT READ)</w:t>
      </w:r>
    </w:p>
    <w:p w:rsidR="0039005F" w:rsidRPr="000B73EF" w:rsidRDefault="0039005F" w:rsidP="0039005F">
      <w:pPr>
        <w:pStyle w:val="QuestionInstruction"/>
        <w:spacing w:before="0" w:after="0"/>
        <w:rPr>
          <w:caps/>
        </w:rPr>
      </w:pPr>
      <w:r w:rsidRPr="000B73EF">
        <w:rPr>
          <w:caps/>
        </w:rPr>
        <w:t xml:space="preserve">ASK ALL IN </w:t>
      </w:r>
      <w:r w:rsidR="00492BF7" w:rsidRPr="00492BF7">
        <w:rPr>
          <w:caps/>
        </w:rPr>
        <w:t xml:space="preserve">Britain, Czech Republic, France, Germany, Greece, Italy, Poland, </w:t>
      </w:r>
      <w:r w:rsidR="00492BF7">
        <w:rPr>
          <w:caps/>
        </w:rPr>
        <w:t xml:space="preserve">AND </w:t>
      </w:r>
      <w:r w:rsidR="00492BF7" w:rsidRPr="00492BF7">
        <w:rPr>
          <w:caps/>
        </w:rPr>
        <w:t xml:space="preserve">Spain </w:t>
      </w:r>
      <w:r w:rsidRPr="000B73EF">
        <w:rPr>
          <w:caps/>
        </w:rPr>
        <w:t xml:space="preserve">ONLY </w:t>
      </w:r>
    </w:p>
    <w:p w:rsidR="0039005F" w:rsidRPr="000B73EF" w:rsidRDefault="000918A7" w:rsidP="00A734D5">
      <w:pPr>
        <w:pStyle w:val="Question"/>
        <w:rPr>
          <w:i/>
        </w:rPr>
      </w:pPr>
      <w:r w:rsidRPr="000B73EF">
        <w:rPr>
          <w:rFonts w:ascii="Tahoma" w:hAnsi="Tahoma" w:cs="Tahoma"/>
          <w:b/>
          <w:sz w:val="16"/>
        </w:rPr>
        <w:t>Q1</w:t>
      </w:r>
      <w:r w:rsidR="00E54366">
        <w:rPr>
          <w:rFonts w:ascii="Tahoma" w:hAnsi="Tahoma" w:cs="Tahoma"/>
          <w:b/>
          <w:sz w:val="16"/>
        </w:rPr>
        <w:t>2</w:t>
      </w:r>
      <w:r w:rsidR="0039005F" w:rsidRPr="000B73EF">
        <w:tab/>
        <w:t xml:space="preserve">To deal with Europe’s economic problems, </w:t>
      </w:r>
      <w:r w:rsidR="006B7A9D" w:rsidRPr="000B73EF">
        <w:t>would you favor or oppose giving more decision-making power to the European Union</w:t>
      </w:r>
      <w:r w:rsidR="0039005F" w:rsidRPr="000B73EF">
        <w:t xml:space="preserve">? </w:t>
      </w:r>
    </w:p>
    <w:p w:rsidR="0039005F" w:rsidRPr="00A734D5" w:rsidRDefault="0039005F" w:rsidP="00A734D5">
      <w:pPr>
        <w:pStyle w:val="QuestionResponse"/>
      </w:pPr>
      <w:r w:rsidRPr="00A734D5">
        <w:t>1</w:t>
      </w:r>
      <w:r w:rsidRPr="00A734D5">
        <w:tab/>
      </w:r>
      <w:r w:rsidR="006B7A9D" w:rsidRPr="00A734D5">
        <w:t>Favor</w:t>
      </w:r>
    </w:p>
    <w:p w:rsidR="0039005F" w:rsidRPr="00A734D5" w:rsidRDefault="0039005F" w:rsidP="00A734D5">
      <w:pPr>
        <w:pStyle w:val="QuestionResponse"/>
      </w:pPr>
      <w:r w:rsidRPr="00A734D5">
        <w:t>2</w:t>
      </w:r>
      <w:r w:rsidRPr="00A734D5">
        <w:tab/>
      </w:r>
      <w:r w:rsidR="006B7A9D" w:rsidRPr="00A734D5">
        <w:t>Oppose</w:t>
      </w:r>
    </w:p>
    <w:p w:rsidR="0039005F" w:rsidRPr="00A734D5" w:rsidRDefault="0039005F" w:rsidP="00A734D5">
      <w:pPr>
        <w:pStyle w:val="QuestionResponse"/>
      </w:pPr>
      <w:r w:rsidRPr="00A734D5">
        <w:t>8</w:t>
      </w:r>
      <w:r w:rsidRPr="00A734D5">
        <w:tab/>
        <w:t>Don’t know (DO NOT READ)</w:t>
      </w:r>
    </w:p>
    <w:p w:rsidR="0039005F" w:rsidRDefault="0039005F" w:rsidP="0039005F">
      <w:pPr>
        <w:pStyle w:val="QuestionResponseLast"/>
      </w:pPr>
      <w:r w:rsidRPr="000B73EF">
        <w:t>9</w:t>
      </w:r>
      <w:r w:rsidRPr="000B73EF">
        <w:tab/>
        <w:t>Refused (DO NOT READ)</w:t>
      </w:r>
    </w:p>
    <w:p w:rsidR="00AD0729" w:rsidRDefault="00877118" w:rsidP="00E8455F">
      <w:pPr>
        <w:pStyle w:val="QuestionResponseLast"/>
        <w:ind w:left="720"/>
        <w:rPr>
          <w:rFonts w:ascii="Tahoma" w:hAnsi="Tahoma" w:cs="Tahoma"/>
          <w:b/>
          <w:sz w:val="16"/>
          <w:szCs w:val="16"/>
        </w:rPr>
      </w:pPr>
      <w:r w:rsidRPr="00A12402">
        <w:rPr>
          <w:rFonts w:ascii="Tahoma" w:hAnsi="Tahoma" w:cs="Tahoma"/>
          <w:b/>
          <w:sz w:val="16"/>
          <w:szCs w:val="16"/>
        </w:rPr>
        <w:t>Q1</w:t>
      </w:r>
      <w:r>
        <w:rPr>
          <w:rFonts w:ascii="Tahoma" w:hAnsi="Tahoma" w:cs="Tahoma"/>
          <w:b/>
          <w:sz w:val="16"/>
          <w:szCs w:val="16"/>
        </w:rPr>
        <w:t xml:space="preserve">3  </w:t>
      </w:r>
      <w:r w:rsidR="00AD0729">
        <w:rPr>
          <w:rFonts w:ascii="Tahoma" w:hAnsi="Tahoma" w:cs="Tahoma"/>
          <w:b/>
          <w:sz w:val="16"/>
          <w:szCs w:val="16"/>
        </w:rPr>
        <w:tab/>
      </w:r>
      <w:r w:rsidR="00AD0729" w:rsidRPr="00A12402">
        <w:t>NOT ASKED</w:t>
      </w:r>
    </w:p>
    <w:p w:rsidR="008B2ACB" w:rsidRPr="00877118" w:rsidRDefault="00877118" w:rsidP="00E8455F">
      <w:pPr>
        <w:pStyle w:val="QuestionResponseLast"/>
        <w:ind w:left="720"/>
      </w:pPr>
      <w:r>
        <w:rPr>
          <w:rFonts w:ascii="Tahoma" w:hAnsi="Tahoma" w:cs="Tahoma"/>
          <w:b/>
          <w:sz w:val="16"/>
          <w:szCs w:val="16"/>
        </w:rPr>
        <w:t>Q14</w:t>
      </w:r>
      <w:r w:rsidRPr="00A12402">
        <w:tab/>
        <w:t>NOT ASKED</w:t>
      </w:r>
    </w:p>
    <w:p w:rsidR="0086474F" w:rsidRPr="00492BF7" w:rsidRDefault="0086474F" w:rsidP="00492BF7">
      <w:pPr>
        <w:pStyle w:val="QuestionInstruction"/>
      </w:pPr>
      <w:r w:rsidRPr="00492BF7">
        <w:lastRenderedPageBreak/>
        <w:t xml:space="preserve">ASK ALL IN </w:t>
      </w:r>
      <w:r w:rsidR="00492BF7" w:rsidRPr="00492BF7">
        <w:rPr>
          <w:caps/>
        </w:rPr>
        <w:t xml:space="preserve">Argentina, Bolivia, Brazil, Chile, </w:t>
      </w:r>
      <w:r w:rsidR="00492BF7" w:rsidRPr="00492BF7">
        <w:t>EGYPT</w:t>
      </w:r>
      <w:r w:rsidR="00492BF7">
        <w:t>,</w:t>
      </w:r>
      <w:r w:rsidR="00492BF7" w:rsidRPr="00492BF7">
        <w:t xml:space="preserve"> </w:t>
      </w:r>
      <w:r w:rsidR="00492BF7" w:rsidRPr="00492BF7">
        <w:rPr>
          <w:caps/>
        </w:rPr>
        <w:t>El Salvador, G</w:t>
      </w:r>
      <w:r w:rsidR="00B43484">
        <w:rPr>
          <w:caps/>
        </w:rPr>
        <w:t xml:space="preserve">hana, Kenya, Mexico, Nigeria, </w:t>
      </w:r>
      <w:r w:rsidR="00492BF7" w:rsidRPr="00492BF7">
        <w:rPr>
          <w:caps/>
        </w:rPr>
        <w:t xml:space="preserve">Senegal, South Africa, </w:t>
      </w:r>
      <w:r w:rsidR="00492BF7" w:rsidRPr="00492BF7">
        <w:t>TUNISIA</w:t>
      </w:r>
      <w:r w:rsidR="00492BF7" w:rsidRPr="002D7D1F">
        <w:t>,</w:t>
      </w:r>
      <w:r w:rsidR="00492BF7" w:rsidRPr="002D7D1F">
        <w:rPr>
          <w:caps/>
        </w:rPr>
        <w:t xml:space="preserve"> Uganda</w:t>
      </w:r>
      <w:r w:rsidRPr="002D7D1F">
        <w:rPr>
          <w:caps/>
        </w:rPr>
        <w:t>,</w:t>
      </w:r>
      <w:r w:rsidRPr="00492BF7">
        <w:rPr>
          <w:caps/>
        </w:rPr>
        <w:t xml:space="preserve"> </w:t>
      </w:r>
      <w:r w:rsidR="00492BF7">
        <w:rPr>
          <w:caps/>
        </w:rPr>
        <w:t xml:space="preserve">AND </w:t>
      </w:r>
      <w:r w:rsidR="00492BF7" w:rsidRPr="00492BF7">
        <w:rPr>
          <w:caps/>
        </w:rPr>
        <w:t>Venezuela</w:t>
      </w:r>
      <w:r w:rsidR="00492BF7">
        <w:rPr>
          <w:caps/>
        </w:rPr>
        <w:t xml:space="preserve"> </w:t>
      </w:r>
      <w:r w:rsidRPr="00492BF7">
        <w:t>ONLY</w:t>
      </w:r>
    </w:p>
    <w:p w:rsidR="0086474F" w:rsidRPr="000B73EF" w:rsidRDefault="000918A7" w:rsidP="0086474F">
      <w:pPr>
        <w:pStyle w:val="Question"/>
      </w:pPr>
      <w:r w:rsidRPr="000B73EF">
        <w:rPr>
          <w:rFonts w:ascii="Tahoma" w:hAnsi="Tahoma" w:cs="Tahoma"/>
          <w:b/>
          <w:sz w:val="16"/>
        </w:rPr>
        <w:t>Q1</w:t>
      </w:r>
      <w:r w:rsidR="00E54366">
        <w:rPr>
          <w:rFonts w:ascii="Tahoma" w:hAnsi="Tahoma" w:cs="Tahoma"/>
          <w:b/>
          <w:sz w:val="16"/>
        </w:rPr>
        <w:t>5</w:t>
      </w:r>
      <w:r w:rsidR="0086474F" w:rsidRPr="000B73EF">
        <w:rPr>
          <w:b/>
        </w:rPr>
        <w:tab/>
      </w:r>
      <w:r w:rsidR="0086474F" w:rsidRPr="000B73EF">
        <w:t xml:space="preserve">And which of these three statements is closest to your own opinion…? </w:t>
      </w:r>
      <w:r w:rsidR="00877118">
        <w:rPr>
          <w:i/>
        </w:rPr>
        <w:t>(SHOW CARD)</w:t>
      </w:r>
    </w:p>
    <w:p w:rsidR="0086474F" w:rsidRPr="000B73EF" w:rsidRDefault="0086474F" w:rsidP="0086474F">
      <w:pPr>
        <w:pStyle w:val="QuestionResponse"/>
      </w:pPr>
      <w:r w:rsidRPr="000B73EF">
        <w:t>1</w:t>
      </w:r>
      <w:r w:rsidRPr="000B73EF">
        <w:tab/>
        <w:t>Democracy is preferable to any other kind of government</w:t>
      </w:r>
    </w:p>
    <w:p w:rsidR="0086474F" w:rsidRPr="000B73EF" w:rsidRDefault="0086474F" w:rsidP="0086474F">
      <w:pPr>
        <w:pStyle w:val="QuestionResponse"/>
      </w:pPr>
      <w:r w:rsidRPr="000B73EF">
        <w:t>2</w:t>
      </w:r>
      <w:r w:rsidRPr="000B73EF">
        <w:tab/>
        <w:t>In some circumstances, a non-democratic government can be preferable</w:t>
      </w:r>
    </w:p>
    <w:p w:rsidR="0086474F" w:rsidRPr="000B73EF" w:rsidRDefault="0086474F" w:rsidP="0086474F">
      <w:pPr>
        <w:pStyle w:val="QuestionResponse"/>
      </w:pPr>
      <w:r w:rsidRPr="000B73EF">
        <w:t>3</w:t>
      </w:r>
      <w:r w:rsidRPr="000B73EF">
        <w:tab/>
        <w:t>For someone like me, it doesn’t matter what kind of government we have</w:t>
      </w:r>
    </w:p>
    <w:p w:rsidR="0086474F" w:rsidRPr="000B73EF" w:rsidRDefault="0086474F" w:rsidP="0086474F">
      <w:pPr>
        <w:pStyle w:val="QuestionResponse"/>
        <w:rPr>
          <w:szCs w:val="22"/>
        </w:rPr>
      </w:pPr>
      <w:r w:rsidRPr="000B73EF">
        <w:rPr>
          <w:szCs w:val="22"/>
        </w:rPr>
        <w:t>8</w:t>
      </w:r>
      <w:r w:rsidRPr="000B73EF">
        <w:rPr>
          <w:szCs w:val="22"/>
        </w:rPr>
        <w:tab/>
        <w:t>Don’t know (DO NOT READ)</w:t>
      </w:r>
    </w:p>
    <w:p w:rsidR="0086474F" w:rsidRPr="000B73EF" w:rsidRDefault="0086474F" w:rsidP="0086474F">
      <w:pPr>
        <w:pStyle w:val="QuestionResponseLast"/>
      </w:pPr>
      <w:r w:rsidRPr="000B73EF">
        <w:t>9</w:t>
      </w:r>
      <w:r w:rsidRPr="000B73EF">
        <w:tab/>
        <w:t>Refused (DO NOT READ)</w:t>
      </w:r>
    </w:p>
    <w:p w:rsidR="0086474F" w:rsidRPr="000B73EF" w:rsidRDefault="0086474F" w:rsidP="0086474F">
      <w:pPr>
        <w:pStyle w:val="QuestionInstruction"/>
      </w:pPr>
      <w:r w:rsidRPr="000B73EF">
        <w:t xml:space="preserve">ASK </w:t>
      </w:r>
      <w:r w:rsidR="00F42FAF">
        <w:t xml:space="preserve">ALL </w:t>
      </w:r>
      <w:r w:rsidRPr="000B73EF">
        <w:t xml:space="preserve">IN </w:t>
      </w:r>
      <w:r w:rsidR="00492BF7" w:rsidRPr="000B73EF">
        <w:t>EL SALVADOR</w:t>
      </w:r>
      <w:r w:rsidR="00492BF7">
        <w:t>,</w:t>
      </w:r>
      <w:r w:rsidR="00492BF7" w:rsidRPr="000B73EF">
        <w:t xml:space="preserve"> MEXICO</w:t>
      </w:r>
      <w:r w:rsidR="00492BF7">
        <w:t>,</w:t>
      </w:r>
      <w:r w:rsidR="00492BF7" w:rsidRPr="000B73EF">
        <w:t xml:space="preserve"> AND </w:t>
      </w:r>
      <w:r w:rsidRPr="000B73EF">
        <w:t>PAKISTAN ONLY</w:t>
      </w:r>
    </w:p>
    <w:p w:rsidR="0086474F" w:rsidRPr="000B73EF" w:rsidRDefault="000918A7" w:rsidP="0086474F">
      <w:pPr>
        <w:pStyle w:val="Question"/>
        <w:rPr>
          <w:i/>
          <w:iCs/>
        </w:rPr>
      </w:pPr>
      <w:r w:rsidRPr="000B73EF">
        <w:rPr>
          <w:rFonts w:ascii="Tahoma" w:hAnsi="Tahoma" w:cs="Tahoma"/>
          <w:b/>
          <w:sz w:val="16"/>
        </w:rPr>
        <w:t>Q1</w:t>
      </w:r>
      <w:r w:rsidR="00E54366">
        <w:rPr>
          <w:rFonts w:ascii="Tahoma" w:hAnsi="Tahoma" w:cs="Tahoma"/>
          <w:b/>
          <w:sz w:val="16"/>
        </w:rPr>
        <w:t>6</w:t>
      </w:r>
      <w:r w:rsidR="0086474F" w:rsidRPr="000B73EF">
        <w:tab/>
        <w:t xml:space="preserve">Now I am going to read you a list of things that may be problems in our country.  As I read each one, please tell me if you think it is a very big problem, a moderately big problem, a small problem or not a problem at all. </w:t>
      </w:r>
      <w:r w:rsidR="0086474F" w:rsidRPr="000B73EF">
        <w:rPr>
          <w:i/>
        </w:rPr>
        <w:t>(SHOW CARD)</w:t>
      </w:r>
      <w:r w:rsidR="0086474F" w:rsidRPr="000B73EF">
        <w:t xml:space="preserve"> </w:t>
      </w:r>
    </w:p>
    <w:p w:rsidR="00877118" w:rsidRDefault="0086474F" w:rsidP="0086474F">
      <w:pPr>
        <w:pStyle w:val="QuestionList"/>
        <w:rPr>
          <w:i/>
        </w:rPr>
      </w:pPr>
      <w:proofErr w:type="gramStart"/>
      <w:r w:rsidRPr="00C07994">
        <w:rPr>
          <w:b/>
          <w:szCs w:val="20"/>
        </w:rPr>
        <w:t>a</w:t>
      </w:r>
      <w:proofErr w:type="gramEnd"/>
      <w:r w:rsidRPr="00C07994">
        <w:rPr>
          <w:b/>
          <w:szCs w:val="20"/>
        </w:rPr>
        <w:t>.</w:t>
      </w:r>
      <w:r w:rsidRPr="000B73EF">
        <w:tab/>
        <w:t xml:space="preserve">crime </w:t>
      </w:r>
      <w:r w:rsidRPr="000B73EF">
        <w:rPr>
          <w:rFonts w:ascii="Tahoma" w:hAnsi="Tahoma" w:cs="Tahoma"/>
          <w:b/>
          <w:i/>
          <w:sz w:val="16"/>
          <w:szCs w:val="16"/>
        </w:rPr>
        <w:t xml:space="preserve">[Ask in </w:t>
      </w:r>
      <w:r w:rsidR="00492BF7" w:rsidRPr="000B73EF">
        <w:rPr>
          <w:rFonts w:ascii="Tahoma" w:hAnsi="Tahoma" w:cs="Tahoma"/>
          <w:b/>
          <w:i/>
          <w:sz w:val="16"/>
          <w:szCs w:val="16"/>
        </w:rPr>
        <w:t>El Salvador</w:t>
      </w:r>
      <w:r w:rsidR="00492BF7">
        <w:rPr>
          <w:rFonts w:ascii="Tahoma" w:hAnsi="Tahoma" w:cs="Tahoma"/>
          <w:b/>
          <w:i/>
          <w:sz w:val="16"/>
          <w:szCs w:val="16"/>
        </w:rPr>
        <w:t>,</w:t>
      </w:r>
      <w:r w:rsidR="00492BF7" w:rsidRPr="000B73EF">
        <w:rPr>
          <w:rFonts w:ascii="Tahoma" w:hAnsi="Tahoma" w:cs="Tahoma"/>
          <w:b/>
          <w:i/>
          <w:sz w:val="16"/>
          <w:szCs w:val="16"/>
        </w:rPr>
        <w:t xml:space="preserve"> Mexico</w:t>
      </w:r>
      <w:r w:rsidR="00492BF7">
        <w:rPr>
          <w:rFonts w:ascii="Tahoma" w:hAnsi="Tahoma" w:cs="Tahoma"/>
          <w:b/>
          <w:i/>
          <w:sz w:val="16"/>
          <w:szCs w:val="16"/>
        </w:rPr>
        <w:t>,</w:t>
      </w:r>
      <w:r w:rsidR="00492BF7" w:rsidRPr="000B73EF">
        <w:rPr>
          <w:rFonts w:ascii="Tahoma" w:hAnsi="Tahoma" w:cs="Tahoma"/>
          <w:b/>
          <w:i/>
          <w:sz w:val="16"/>
          <w:szCs w:val="16"/>
        </w:rPr>
        <w:t xml:space="preserve"> and </w:t>
      </w:r>
      <w:r w:rsidR="00492BF7">
        <w:rPr>
          <w:rFonts w:ascii="Tahoma" w:hAnsi="Tahoma" w:cs="Tahoma"/>
          <w:b/>
          <w:i/>
          <w:sz w:val="16"/>
          <w:szCs w:val="16"/>
        </w:rPr>
        <w:t>Pakistan</w:t>
      </w:r>
      <w:r w:rsidRPr="000B73EF">
        <w:rPr>
          <w:rFonts w:ascii="Tahoma" w:hAnsi="Tahoma" w:cs="Tahoma"/>
          <w:b/>
          <w:i/>
          <w:sz w:val="16"/>
          <w:szCs w:val="16"/>
        </w:rPr>
        <w:t xml:space="preserve"> only]</w:t>
      </w:r>
      <w:r w:rsidRPr="000B73EF">
        <w:rPr>
          <w:i/>
        </w:rPr>
        <w:t xml:space="preserve">  </w:t>
      </w:r>
    </w:p>
    <w:p w:rsidR="0086474F" w:rsidRPr="000B73EF" w:rsidRDefault="0086474F" w:rsidP="0086474F">
      <w:pPr>
        <w:pStyle w:val="QuestionList"/>
      </w:pPr>
      <w:proofErr w:type="gramStart"/>
      <w:r w:rsidRPr="00C07994">
        <w:rPr>
          <w:b/>
          <w:szCs w:val="20"/>
        </w:rPr>
        <w:t>b</w:t>
      </w:r>
      <w:proofErr w:type="gramEnd"/>
      <w:r w:rsidRPr="00C07994">
        <w:rPr>
          <w:b/>
          <w:szCs w:val="20"/>
        </w:rPr>
        <w:t>.</w:t>
      </w:r>
      <w:r w:rsidRPr="000B73EF">
        <w:tab/>
        <w:t xml:space="preserve">corrupt political leaders </w:t>
      </w:r>
      <w:r w:rsidRPr="000B73EF">
        <w:rPr>
          <w:rFonts w:ascii="Tahoma" w:hAnsi="Tahoma" w:cs="Tahoma"/>
          <w:b/>
          <w:i/>
          <w:sz w:val="16"/>
          <w:szCs w:val="16"/>
        </w:rPr>
        <w:t xml:space="preserve">[Ask in </w:t>
      </w:r>
      <w:r w:rsidR="00492BF7" w:rsidRPr="000B73EF">
        <w:rPr>
          <w:rFonts w:ascii="Tahoma" w:hAnsi="Tahoma" w:cs="Tahoma"/>
          <w:b/>
          <w:i/>
          <w:sz w:val="16"/>
          <w:szCs w:val="16"/>
        </w:rPr>
        <w:t>El Salvador</w:t>
      </w:r>
      <w:r w:rsidR="00492BF7">
        <w:rPr>
          <w:rFonts w:ascii="Tahoma" w:hAnsi="Tahoma" w:cs="Tahoma"/>
          <w:b/>
          <w:i/>
          <w:sz w:val="16"/>
          <w:szCs w:val="16"/>
        </w:rPr>
        <w:t>,</w:t>
      </w:r>
      <w:r w:rsidR="00492BF7" w:rsidRPr="000B73EF">
        <w:rPr>
          <w:rFonts w:ascii="Tahoma" w:hAnsi="Tahoma" w:cs="Tahoma"/>
          <w:b/>
          <w:i/>
          <w:sz w:val="16"/>
          <w:szCs w:val="16"/>
        </w:rPr>
        <w:t xml:space="preserve"> Mexico</w:t>
      </w:r>
      <w:r w:rsidR="00492BF7">
        <w:rPr>
          <w:rFonts w:ascii="Tahoma" w:hAnsi="Tahoma" w:cs="Tahoma"/>
          <w:b/>
          <w:i/>
          <w:sz w:val="16"/>
          <w:szCs w:val="16"/>
        </w:rPr>
        <w:t>,</w:t>
      </w:r>
      <w:r w:rsidR="00492BF7" w:rsidRPr="000B73EF">
        <w:rPr>
          <w:rFonts w:ascii="Tahoma" w:hAnsi="Tahoma" w:cs="Tahoma"/>
          <w:b/>
          <w:i/>
          <w:sz w:val="16"/>
          <w:szCs w:val="16"/>
        </w:rPr>
        <w:t xml:space="preserve"> and </w:t>
      </w:r>
      <w:r w:rsidR="00492BF7">
        <w:rPr>
          <w:rFonts w:ascii="Tahoma" w:hAnsi="Tahoma" w:cs="Tahoma"/>
          <w:b/>
          <w:i/>
          <w:sz w:val="16"/>
          <w:szCs w:val="16"/>
        </w:rPr>
        <w:t>Pakistan</w:t>
      </w:r>
      <w:r w:rsidR="00492BF7" w:rsidRPr="000B73EF">
        <w:rPr>
          <w:rFonts w:ascii="Tahoma" w:hAnsi="Tahoma" w:cs="Tahoma"/>
          <w:b/>
          <w:i/>
          <w:sz w:val="16"/>
          <w:szCs w:val="16"/>
        </w:rPr>
        <w:t xml:space="preserve"> </w:t>
      </w:r>
      <w:r w:rsidRPr="000B73EF">
        <w:rPr>
          <w:rFonts w:ascii="Tahoma" w:hAnsi="Tahoma" w:cs="Tahoma"/>
          <w:b/>
          <w:i/>
          <w:sz w:val="16"/>
          <w:szCs w:val="16"/>
        </w:rPr>
        <w:t>only]</w:t>
      </w:r>
      <w:r w:rsidRPr="000B73EF">
        <w:rPr>
          <w:i/>
        </w:rPr>
        <w:t xml:space="preserve">  </w:t>
      </w:r>
    </w:p>
    <w:p w:rsidR="00877118" w:rsidRDefault="0086474F" w:rsidP="0086474F">
      <w:pPr>
        <w:pStyle w:val="QuestionList"/>
        <w:rPr>
          <w:i/>
        </w:rPr>
      </w:pPr>
      <w:proofErr w:type="gramStart"/>
      <w:r w:rsidRPr="00C07994">
        <w:rPr>
          <w:b/>
          <w:szCs w:val="20"/>
        </w:rPr>
        <w:t>c</w:t>
      </w:r>
      <w:proofErr w:type="gramEnd"/>
      <w:r w:rsidRPr="00C07994">
        <w:rPr>
          <w:b/>
          <w:szCs w:val="20"/>
        </w:rPr>
        <w:t>.</w:t>
      </w:r>
      <w:r w:rsidRPr="000B73EF">
        <w:rPr>
          <w:b/>
        </w:rPr>
        <w:tab/>
      </w:r>
      <w:r w:rsidRPr="000B73EF">
        <w:t xml:space="preserve">access to clean drinking water </w:t>
      </w:r>
      <w:r w:rsidRPr="000B73EF">
        <w:rPr>
          <w:rFonts w:ascii="Tahoma" w:hAnsi="Tahoma" w:cs="Tahoma"/>
          <w:b/>
          <w:i/>
          <w:sz w:val="16"/>
          <w:szCs w:val="16"/>
        </w:rPr>
        <w:t>[Ask in Pakistan only]</w:t>
      </w:r>
      <w:r w:rsidRPr="000B73EF">
        <w:rPr>
          <w:i/>
        </w:rPr>
        <w:t xml:space="preserve">  </w:t>
      </w:r>
    </w:p>
    <w:p w:rsidR="00877118" w:rsidRDefault="0086474F" w:rsidP="0086474F">
      <w:pPr>
        <w:pStyle w:val="QuestionList"/>
        <w:rPr>
          <w:i/>
        </w:rPr>
      </w:pPr>
      <w:proofErr w:type="gramStart"/>
      <w:r w:rsidRPr="00C07994">
        <w:rPr>
          <w:b/>
          <w:szCs w:val="20"/>
        </w:rPr>
        <w:t>d</w:t>
      </w:r>
      <w:proofErr w:type="gramEnd"/>
      <w:r w:rsidRPr="00C07994">
        <w:rPr>
          <w:b/>
          <w:szCs w:val="20"/>
        </w:rPr>
        <w:t>.</w:t>
      </w:r>
      <w:r w:rsidRPr="000B73EF">
        <w:tab/>
        <w:t xml:space="preserve">terrorism </w:t>
      </w:r>
      <w:r w:rsidRPr="000B73EF">
        <w:rPr>
          <w:rFonts w:ascii="Tahoma" w:hAnsi="Tahoma" w:cs="Tahoma"/>
          <w:b/>
          <w:i/>
          <w:sz w:val="16"/>
          <w:szCs w:val="16"/>
        </w:rPr>
        <w:t xml:space="preserve">[Ask in </w:t>
      </w:r>
      <w:r w:rsidR="00492BF7" w:rsidRPr="000B73EF">
        <w:rPr>
          <w:rFonts w:ascii="Tahoma" w:hAnsi="Tahoma" w:cs="Tahoma"/>
          <w:b/>
          <w:i/>
          <w:sz w:val="16"/>
          <w:szCs w:val="16"/>
        </w:rPr>
        <w:t xml:space="preserve">Mexico and </w:t>
      </w:r>
      <w:r w:rsidRPr="000B73EF">
        <w:rPr>
          <w:rFonts w:ascii="Tahoma" w:hAnsi="Tahoma" w:cs="Tahoma"/>
          <w:b/>
          <w:i/>
          <w:sz w:val="16"/>
          <w:szCs w:val="16"/>
        </w:rPr>
        <w:t>Pakistan only]</w:t>
      </w:r>
      <w:r w:rsidRPr="000B73EF">
        <w:rPr>
          <w:i/>
        </w:rPr>
        <w:t xml:space="preserve">  </w:t>
      </w:r>
    </w:p>
    <w:p w:rsidR="00877118" w:rsidRDefault="0086474F" w:rsidP="0086474F">
      <w:pPr>
        <w:pStyle w:val="QuestionList"/>
        <w:rPr>
          <w:i/>
          <w:szCs w:val="20"/>
        </w:rPr>
      </w:pPr>
      <w:proofErr w:type="gramStart"/>
      <w:r w:rsidRPr="00C07994">
        <w:rPr>
          <w:b/>
          <w:szCs w:val="20"/>
        </w:rPr>
        <w:t>e</w:t>
      </w:r>
      <w:proofErr w:type="gramEnd"/>
      <w:r w:rsidRPr="00C07994">
        <w:rPr>
          <w:b/>
          <w:szCs w:val="20"/>
        </w:rPr>
        <w:t>.</w:t>
      </w:r>
      <w:r w:rsidRPr="000B73EF">
        <w:rPr>
          <w:rFonts w:ascii="Tahoma" w:hAnsi="Tahoma" w:cs="Tahoma"/>
          <w:b/>
          <w:sz w:val="16"/>
          <w:szCs w:val="16"/>
        </w:rPr>
        <w:tab/>
      </w:r>
      <w:r w:rsidRPr="000B73EF">
        <w:rPr>
          <w:szCs w:val="20"/>
        </w:rPr>
        <w:t xml:space="preserve">poor quality schools </w:t>
      </w:r>
      <w:r w:rsidRPr="000B73EF">
        <w:rPr>
          <w:rFonts w:ascii="Tahoma" w:hAnsi="Tahoma" w:cs="Tahoma"/>
          <w:b/>
          <w:i/>
          <w:sz w:val="16"/>
          <w:szCs w:val="16"/>
        </w:rPr>
        <w:t xml:space="preserve">[Ask in </w:t>
      </w:r>
      <w:r w:rsidR="00492BF7" w:rsidRPr="000B73EF">
        <w:rPr>
          <w:rFonts w:ascii="Tahoma" w:hAnsi="Tahoma" w:cs="Tahoma"/>
          <w:b/>
          <w:i/>
          <w:sz w:val="16"/>
          <w:szCs w:val="16"/>
        </w:rPr>
        <w:t>El Salvador</w:t>
      </w:r>
      <w:r w:rsidR="00492BF7">
        <w:rPr>
          <w:rFonts w:ascii="Tahoma" w:hAnsi="Tahoma" w:cs="Tahoma"/>
          <w:b/>
          <w:i/>
          <w:sz w:val="16"/>
          <w:szCs w:val="16"/>
        </w:rPr>
        <w:t>,</w:t>
      </w:r>
      <w:r w:rsidR="00492BF7" w:rsidRPr="000B73EF">
        <w:rPr>
          <w:rFonts w:ascii="Tahoma" w:hAnsi="Tahoma" w:cs="Tahoma"/>
          <w:b/>
          <w:i/>
          <w:sz w:val="16"/>
          <w:szCs w:val="16"/>
        </w:rPr>
        <w:t xml:space="preserve"> Mexico</w:t>
      </w:r>
      <w:r w:rsidR="00492BF7">
        <w:rPr>
          <w:rFonts w:ascii="Tahoma" w:hAnsi="Tahoma" w:cs="Tahoma"/>
          <w:b/>
          <w:i/>
          <w:sz w:val="16"/>
          <w:szCs w:val="16"/>
        </w:rPr>
        <w:t>,</w:t>
      </w:r>
      <w:r w:rsidR="00492BF7" w:rsidRPr="000B73EF">
        <w:rPr>
          <w:rFonts w:ascii="Tahoma" w:hAnsi="Tahoma" w:cs="Tahoma"/>
          <w:b/>
          <w:i/>
          <w:sz w:val="16"/>
          <w:szCs w:val="16"/>
        </w:rPr>
        <w:t xml:space="preserve"> and </w:t>
      </w:r>
      <w:r w:rsidR="00492BF7">
        <w:rPr>
          <w:rFonts w:ascii="Tahoma" w:hAnsi="Tahoma" w:cs="Tahoma"/>
          <w:b/>
          <w:i/>
          <w:sz w:val="16"/>
          <w:szCs w:val="16"/>
        </w:rPr>
        <w:t>Pakistan</w:t>
      </w:r>
      <w:r w:rsidR="00492BF7" w:rsidRPr="000B73EF">
        <w:rPr>
          <w:rFonts w:ascii="Tahoma" w:hAnsi="Tahoma" w:cs="Tahoma"/>
          <w:b/>
          <w:i/>
          <w:sz w:val="16"/>
          <w:szCs w:val="16"/>
        </w:rPr>
        <w:t xml:space="preserve"> </w:t>
      </w:r>
      <w:r w:rsidRPr="000B73EF">
        <w:rPr>
          <w:rFonts w:ascii="Tahoma" w:hAnsi="Tahoma" w:cs="Tahoma"/>
          <w:b/>
          <w:i/>
          <w:sz w:val="16"/>
          <w:szCs w:val="16"/>
        </w:rPr>
        <w:t>only]</w:t>
      </w:r>
      <w:r w:rsidRPr="000B73EF">
        <w:rPr>
          <w:i/>
        </w:rPr>
        <w:t xml:space="preserve">  </w:t>
      </w:r>
    </w:p>
    <w:p w:rsidR="00877118" w:rsidRDefault="0086474F" w:rsidP="0086474F">
      <w:pPr>
        <w:pStyle w:val="QuestionList"/>
        <w:rPr>
          <w:i/>
        </w:rPr>
      </w:pPr>
      <w:proofErr w:type="gramStart"/>
      <w:r w:rsidRPr="00C07994">
        <w:rPr>
          <w:b/>
          <w:szCs w:val="20"/>
        </w:rPr>
        <w:t>f</w:t>
      </w:r>
      <w:proofErr w:type="gramEnd"/>
      <w:r w:rsidRPr="00C07994">
        <w:rPr>
          <w:b/>
          <w:szCs w:val="20"/>
        </w:rPr>
        <w:t>.</w:t>
      </w:r>
      <w:r w:rsidRPr="000B73EF">
        <w:tab/>
        <w:t xml:space="preserve">people leaving our country for jobs in other countries </w:t>
      </w:r>
      <w:r w:rsidRPr="000B73EF">
        <w:rPr>
          <w:rFonts w:ascii="Tahoma" w:hAnsi="Tahoma" w:cs="Tahoma"/>
          <w:b/>
          <w:i/>
          <w:sz w:val="16"/>
          <w:szCs w:val="16"/>
        </w:rPr>
        <w:t xml:space="preserve">[Ask in </w:t>
      </w:r>
      <w:r w:rsidR="00492BF7" w:rsidRPr="000B73EF">
        <w:rPr>
          <w:rFonts w:ascii="Tahoma" w:hAnsi="Tahoma" w:cs="Tahoma"/>
          <w:b/>
          <w:i/>
          <w:sz w:val="16"/>
          <w:szCs w:val="16"/>
        </w:rPr>
        <w:t>El Salvador</w:t>
      </w:r>
      <w:r w:rsidR="00492BF7">
        <w:rPr>
          <w:rFonts w:ascii="Tahoma" w:hAnsi="Tahoma" w:cs="Tahoma"/>
          <w:b/>
          <w:i/>
          <w:sz w:val="16"/>
          <w:szCs w:val="16"/>
        </w:rPr>
        <w:t>,</w:t>
      </w:r>
      <w:r w:rsidR="00492BF7" w:rsidRPr="000B73EF">
        <w:rPr>
          <w:rFonts w:ascii="Tahoma" w:hAnsi="Tahoma" w:cs="Tahoma"/>
          <w:b/>
          <w:i/>
          <w:sz w:val="16"/>
          <w:szCs w:val="16"/>
        </w:rPr>
        <w:t xml:space="preserve"> Mexico</w:t>
      </w:r>
      <w:r w:rsidR="00492BF7">
        <w:rPr>
          <w:rFonts w:ascii="Tahoma" w:hAnsi="Tahoma" w:cs="Tahoma"/>
          <w:b/>
          <w:i/>
          <w:sz w:val="16"/>
          <w:szCs w:val="16"/>
        </w:rPr>
        <w:t>,</w:t>
      </w:r>
      <w:r w:rsidR="00492BF7" w:rsidRPr="000B73EF">
        <w:rPr>
          <w:rFonts w:ascii="Tahoma" w:hAnsi="Tahoma" w:cs="Tahoma"/>
          <w:b/>
          <w:i/>
          <w:sz w:val="16"/>
          <w:szCs w:val="16"/>
        </w:rPr>
        <w:t xml:space="preserve"> and </w:t>
      </w:r>
      <w:r w:rsidR="00492BF7">
        <w:rPr>
          <w:rFonts w:ascii="Tahoma" w:hAnsi="Tahoma" w:cs="Tahoma"/>
          <w:b/>
          <w:i/>
          <w:sz w:val="16"/>
          <w:szCs w:val="16"/>
        </w:rPr>
        <w:t>Pakistan</w:t>
      </w:r>
      <w:r w:rsidR="00492BF7" w:rsidRPr="000B73EF">
        <w:rPr>
          <w:rFonts w:ascii="Tahoma" w:hAnsi="Tahoma" w:cs="Tahoma"/>
          <w:b/>
          <w:i/>
          <w:sz w:val="16"/>
          <w:szCs w:val="16"/>
        </w:rPr>
        <w:t xml:space="preserve"> </w:t>
      </w:r>
      <w:r w:rsidRPr="000B73EF">
        <w:rPr>
          <w:rFonts w:ascii="Tahoma" w:hAnsi="Tahoma" w:cs="Tahoma"/>
          <w:b/>
          <w:i/>
          <w:sz w:val="16"/>
          <w:szCs w:val="16"/>
        </w:rPr>
        <w:t>only]</w:t>
      </w:r>
    </w:p>
    <w:p w:rsidR="00877118" w:rsidRDefault="0086474F" w:rsidP="0086474F">
      <w:pPr>
        <w:pStyle w:val="QuestionList"/>
        <w:rPr>
          <w:i/>
        </w:rPr>
      </w:pPr>
      <w:proofErr w:type="gramStart"/>
      <w:r w:rsidRPr="00C07994">
        <w:rPr>
          <w:b/>
          <w:szCs w:val="20"/>
        </w:rPr>
        <w:t>g</w:t>
      </w:r>
      <w:proofErr w:type="gramEnd"/>
      <w:r w:rsidRPr="00C07994">
        <w:rPr>
          <w:b/>
          <w:szCs w:val="20"/>
        </w:rPr>
        <w:t>.</w:t>
      </w:r>
      <w:r w:rsidRPr="000B73EF">
        <w:tab/>
        <w:t>illegal drugs</w:t>
      </w:r>
      <w:r w:rsidRPr="000B73EF">
        <w:rPr>
          <w:caps/>
        </w:rPr>
        <w:t xml:space="preserve"> </w:t>
      </w:r>
      <w:r w:rsidRPr="000B73EF">
        <w:rPr>
          <w:rFonts w:ascii="Tahoma" w:hAnsi="Tahoma" w:cs="Tahoma"/>
          <w:b/>
          <w:i/>
          <w:sz w:val="16"/>
          <w:szCs w:val="16"/>
        </w:rPr>
        <w:t xml:space="preserve">[Ask in </w:t>
      </w:r>
      <w:r w:rsidR="00492BF7" w:rsidRPr="000B73EF">
        <w:rPr>
          <w:rFonts w:ascii="Tahoma" w:hAnsi="Tahoma" w:cs="Tahoma"/>
          <w:b/>
          <w:i/>
          <w:sz w:val="16"/>
          <w:szCs w:val="16"/>
        </w:rPr>
        <w:t>El Salvador</w:t>
      </w:r>
      <w:r w:rsidR="00492BF7">
        <w:rPr>
          <w:rFonts w:ascii="Tahoma" w:hAnsi="Tahoma" w:cs="Tahoma"/>
          <w:b/>
          <w:i/>
          <w:sz w:val="16"/>
          <w:szCs w:val="16"/>
        </w:rPr>
        <w:t>,</w:t>
      </w:r>
      <w:r w:rsidR="00492BF7" w:rsidRPr="000B73EF">
        <w:rPr>
          <w:rFonts w:ascii="Tahoma" w:hAnsi="Tahoma" w:cs="Tahoma"/>
          <w:b/>
          <w:i/>
          <w:sz w:val="16"/>
          <w:szCs w:val="16"/>
        </w:rPr>
        <w:t xml:space="preserve"> Mexico</w:t>
      </w:r>
      <w:r w:rsidR="00492BF7">
        <w:rPr>
          <w:rFonts w:ascii="Tahoma" w:hAnsi="Tahoma" w:cs="Tahoma"/>
          <w:b/>
          <w:i/>
          <w:sz w:val="16"/>
          <w:szCs w:val="16"/>
        </w:rPr>
        <w:t>,</w:t>
      </w:r>
      <w:r w:rsidR="00492BF7" w:rsidRPr="000B73EF">
        <w:rPr>
          <w:rFonts w:ascii="Tahoma" w:hAnsi="Tahoma" w:cs="Tahoma"/>
          <w:b/>
          <w:i/>
          <w:sz w:val="16"/>
          <w:szCs w:val="16"/>
        </w:rPr>
        <w:t xml:space="preserve"> and </w:t>
      </w:r>
      <w:r w:rsidR="00492BF7">
        <w:rPr>
          <w:rFonts w:ascii="Tahoma" w:hAnsi="Tahoma" w:cs="Tahoma"/>
          <w:b/>
          <w:i/>
          <w:sz w:val="16"/>
          <w:szCs w:val="16"/>
        </w:rPr>
        <w:t>Pakistan</w:t>
      </w:r>
      <w:r w:rsidR="00492BF7" w:rsidRPr="000B73EF">
        <w:rPr>
          <w:rFonts w:ascii="Tahoma" w:hAnsi="Tahoma" w:cs="Tahoma"/>
          <w:b/>
          <w:i/>
          <w:sz w:val="16"/>
          <w:szCs w:val="16"/>
        </w:rPr>
        <w:t xml:space="preserve"> </w:t>
      </w:r>
      <w:r w:rsidRPr="000B73EF">
        <w:rPr>
          <w:rFonts w:ascii="Tahoma" w:hAnsi="Tahoma" w:cs="Tahoma"/>
          <w:b/>
          <w:i/>
          <w:sz w:val="16"/>
          <w:szCs w:val="16"/>
        </w:rPr>
        <w:t>only]</w:t>
      </w:r>
      <w:r w:rsidRPr="000B73EF">
        <w:rPr>
          <w:i/>
        </w:rPr>
        <w:t xml:space="preserve">  </w:t>
      </w:r>
      <w:r w:rsidRPr="000B73EF">
        <w:rPr>
          <w:caps/>
        </w:rPr>
        <w:t xml:space="preserve"> </w:t>
      </w:r>
    </w:p>
    <w:p w:rsidR="00877118" w:rsidRDefault="0086474F" w:rsidP="0086474F">
      <w:pPr>
        <w:pStyle w:val="QuestionList"/>
        <w:rPr>
          <w:i/>
        </w:rPr>
      </w:pPr>
      <w:proofErr w:type="gramStart"/>
      <w:r w:rsidRPr="00C07994">
        <w:rPr>
          <w:b/>
          <w:szCs w:val="20"/>
        </w:rPr>
        <w:t>h</w:t>
      </w:r>
      <w:proofErr w:type="gramEnd"/>
      <w:r w:rsidRPr="000B73EF">
        <w:rPr>
          <w:rFonts w:ascii="Tahoma" w:hAnsi="Tahoma" w:cs="Tahoma"/>
          <w:b/>
          <w:sz w:val="16"/>
          <w:szCs w:val="16"/>
        </w:rPr>
        <w:t>.</w:t>
      </w:r>
      <w:r w:rsidRPr="000B73EF">
        <w:rPr>
          <w:b/>
        </w:rPr>
        <w:tab/>
      </w:r>
      <w:r w:rsidRPr="000B73EF">
        <w:t xml:space="preserve">pollution </w:t>
      </w:r>
      <w:r w:rsidRPr="000B73EF">
        <w:rPr>
          <w:rFonts w:ascii="Tahoma" w:hAnsi="Tahoma" w:cs="Tahoma"/>
          <w:b/>
          <w:i/>
          <w:sz w:val="16"/>
          <w:szCs w:val="16"/>
        </w:rPr>
        <w:t xml:space="preserve">[Ask in </w:t>
      </w:r>
      <w:r w:rsidR="00492BF7" w:rsidRPr="000B73EF">
        <w:rPr>
          <w:rFonts w:ascii="Tahoma" w:hAnsi="Tahoma" w:cs="Tahoma"/>
          <w:b/>
          <w:i/>
          <w:sz w:val="16"/>
          <w:szCs w:val="16"/>
        </w:rPr>
        <w:t>El Salvador</w:t>
      </w:r>
      <w:r w:rsidR="00492BF7">
        <w:rPr>
          <w:rFonts w:ascii="Tahoma" w:hAnsi="Tahoma" w:cs="Tahoma"/>
          <w:b/>
          <w:i/>
          <w:sz w:val="16"/>
          <w:szCs w:val="16"/>
        </w:rPr>
        <w:t>,</w:t>
      </w:r>
      <w:r w:rsidR="00492BF7" w:rsidRPr="000B73EF">
        <w:rPr>
          <w:rFonts w:ascii="Tahoma" w:hAnsi="Tahoma" w:cs="Tahoma"/>
          <w:b/>
          <w:i/>
          <w:sz w:val="16"/>
          <w:szCs w:val="16"/>
        </w:rPr>
        <w:t xml:space="preserve"> Mexico</w:t>
      </w:r>
      <w:r w:rsidR="00492BF7">
        <w:rPr>
          <w:rFonts w:ascii="Tahoma" w:hAnsi="Tahoma" w:cs="Tahoma"/>
          <w:b/>
          <w:i/>
          <w:sz w:val="16"/>
          <w:szCs w:val="16"/>
        </w:rPr>
        <w:t>,</w:t>
      </w:r>
      <w:r w:rsidR="00492BF7" w:rsidRPr="000B73EF">
        <w:rPr>
          <w:rFonts w:ascii="Tahoma" w:hAnsi="Tahoma" w:cs="Tahoma"/>
          <w:b/>
          <w:i/>
          <w:sz w:val="16"/>
          <w:szCs w:val="16"/>
        </w:rPr>
        <w:t xml:space="preserve"> and </w:t>
      </w:r>
      <w:r w:rsidR="00492BF7">
        <w:rPr>
          <w:rFonts w:ascii="Tahoma" w:hAnsi="Tahoma" w:cs="Tahoma"/>
          <w:b/>
          <w:i/>
          <w:sz w:val="16"/>
          <w:szCs w:val="16"/>
        </w:rPr>
        <w:t>Pakistan</w:t>
      </w:r>
      <w:r w:rsidR="00492BF7" w:rsidRPr="000B73EF">
        <w:rPr>
          <w:rFonts w:ascii="Tahoma" w:hAnsi="Tahoma" w:cs="Tahoma"/>
          <w:b/>
          <w:i/>
          <w:sz w:val="16"/>
          <w:szCs w:val="16"/>
        </w:rPr>
        <w:t xml:space="preserve"> </w:t>
      </w:r>
      <w:r w:rsidRPr="000B73EF">
        <w:rPr>
          <w:rFonts w:ascii="Tahoma" w:hAnsi="Tahoma" w:cs="Tahoma"/>
          <w:b/>
          <w:i/>
          <w:sz w:val="16"/>
          <w:szCs w:val="16"/>
        </w:rPr>
        <w:t>only]</w:t>
      </w:r>
      <w:r w:rsidRPr="000B73EF">
        <w:rPr>
          <w:i/>
        </w:rPr>
        <w:t xml:space="preserve">  </w:t>
      </w:r>
    </w:p>
    <w:p w:rsidR="00877118" w:rsidRDefault="0086474F" w:rsidP="0086474F">
      <w:pPr>
        <w:pStyle w:val="QuestionList"/>
        <w:rPr>
          <w:i/>
        </w:rPr>
      </w:pPr>
      <w:proofErr w:type="spellStart"/>
      <w:proofErr w:type="gramStart"/>
      <w:r w:rsidRPr="00C07994">
        <w:rPr>
          <w:b/>
          <w:szCs w:val="20"/>
        </w:rPr>
        <w:t>i</w:t>
      </w:r>
      <w:proofErr w:type="spellEnd"/>
      <w:proofErr w:type="gramEnd"/>
      <w:r w:rsidRPr="00C07994">
        <w:rPr>
          <w:b/>
          <w:szCs w:val="20"/>
        </w:rPr>
        <w:t>.</w:t>
      </w:r>
      <w:r w:rsidRPr="000B73EF">
        <w:tab/>
        <w:t xml:space="preserve">the situation in Kashmir </w:t>
      </w:r>
      <w:r w:rsidRPr="000B73EF">
        <w:rPr>
          <w:rFonts w:ascii="Tahoma" w:hAnsi="Tahoma" w:cs="Tahoma"/>
          <w:b/>
          <w:i/>
          <w:sz w:val="16"/>
          <w:szCs w:val="16"/>
        </w:rPr>
        <w:t>[Ask in Pakistan only]</w:t>
      </w:r>
      <w:r w:rsidRPr="000B73EF">
        <w:rPr>
          <w:i/>
        </w:rPr>
        <w:t xml:space="preserve"> </w:t>
      </w:r>
    </w:p>
    <w:p w:rsidR="00877118" w:rsidRPr="00877118" w:rsidRDefault="0086474F" w:rsidP="00877118">
      <w:pPr>
        <w:pStyle w:val="QuestionList"/>
        <w:rPr>
          <w:i/>
        </w:rPr>
      </w:pPr>
      <w:proofErr w:type="gramStart"/>
      <w:r w:rsidRPr="00C07994">
        <w:rPr>
          <w:b/>
          <w:szCs w:val="20"/>
        </w:rPr>
        <w:t>j</w:t>
      </w:r>
      <w:proofErr w:type="gramEnd"/>
      <w:r w:rsidRPr="00C07994">
        <w:rPr>
          <w:b/>
          <w:szCs w:val="20"/>
        </w:rPr>
        <w:t>.</w:t>
      </w:r>
      <w:r w:rsidRPr="000B73EF">
        <w:rPr>
          <w:b/>
        </w:rPr>
        <w:tab/>
      </w:r>
      <w:r w:rsidRPr="000B73EF">
        <w:t xml:space="preserve">the situation in Afghanistan </w:t>
      </w:r>
      <w:r w:rsidRPr="000B73EF">
        <w:rPr>
          <w:rFonts w:ascii="Tahoma" w:hAnsi="Tahoma" w:cs="Tahoma"/>
          <w:b/>
          <w:i/>
          <w:sz w:val="16"/>
          <w:szCs w:val="16"/>
        </w:rPr>
        <w:t>[Ask in Pakistan only]</w:t>
      </w:r>
      <w:r w:rsidRPr="000B73EF">
        <w:rPr>
          <w:i/>
        </w:rPr>
        <w:t xml:space="preserve">  </w:t>
      </w:r>
    </w:p>
    <w:p w:rsidR="00877118" w:rsidRDefault="0086474F" w:rsidP="0086474F">
      <w:pPr>
        <w:pStyle w:val="QuestionList"/>
        <w:rPr>
          <w:i/>
        </w:rPr>
      </w:pPr>
      <w:proofErr w:type="gramStart"/>
      <w:r w:rsidRPr="00C07994">
        <w:rPr>
          <w:b/>
          <w:szCs w:val="20"/>
        </w:rPr>
        <w:t>k</w:t>
      </w:r>
      <w:proofErr w:type="gramEnd"/>
      <w:r w:rsidRPr="00C07994">
        <w:rPr>
          <w:b/>
          <w:szCs w:val="20"/>
        </w:rPr>
        <w:t>.</w:t>
      </w:r>
      <w:r w:rsidRPr="000B73EF">
        <w:rPr>
          <w:b/>
        </w:rPr>
        <w:tab/>
      </w:r>
      <w:r w:rsidRPr="000B73EF">
        <w:t xml:space="preserve">drug cartel-related violence in places like Ciudad Juarez </w:t>
      </w:r>
      <w:r w:rsidRPr="000B73EF">
        <w:rPr>
          <w:rFonts w:ascii="Tahoma" w:hAnsi="Tahoma" w:cs="Tahoma"/>
          <w:b/>
          <w:i/>
          <w:sz w:val="16"/>
          <w:szCs w:val="16"/>
        </w:rPr>
        <w:t>[Ask in Mexico only]</w:t>
      </w:r>
      <w:r w:rsidRPr="000B73EF">
        <w:rPr>
          <w:b/>
          <w:i/>
        </w:rPr>
        <w:t xml:space="preserve"> </w:t>
      </w:r>
    </w:p>
    <w:p w:rsidR="0086474F" w:rsidRPr="000B73EF" w:rsidRDefault="0086474F" w:rsidP="0086474F">
      <w:pPr>
        <w:pStyle w:val="QuestionList"/>
      </w:pPr>
      <w:proofErr w:type="gramStart"/>
      <w:r w:rsidRPr="00C07994">
        <w:rPr>
          <w:b/>
          <w:szCs w:val="20"/>
        </w:rPr>
        <w:t>l</w:t>
      </w:r>
      <w:proofErr w:type="gramEnd"/>
      <w:r w:rsidRPr="00C07994">
        <w:rPr>
          <w:b/>
          <w:szCs w:val="20"/>
        </w:rPr>
        <w:t>.</w:t>
      </w:r>
      <w:r w:rsidRPr="000B73EF">
        <w:rPr>
          <w:rFonts w:ascii="Tahoma" w:hAnsi="Tahoma" w:cs="Tahoma"/>
          <w:b/>
          <w:sz w:val="16"/>
          <w:szCs w:val="16"/>
        </w:rPr>
        <w:tab/>
      </w:r>
      <w:r w:rsidRPr="000B73EF">
        <w:t xml:space="preserve">human rights violations by the military and the police </w:t>
      </w:r>
      <w:r w:rsidRPr="000B73EF">
        <w:rPr>
          <w:rFonts w:ascii="Tahoma" w:hAnsi="Tahoma" w:cs="Tahoma"/>
          <w:b/>
          <w:i/>
          <w:sz w:val="16"/>
          <w:szCs w:val="16"/>
        </w:rPr>
        <w:t xml:space="preserve">[Ask in </w:t>
      </w:r>
      <w:r w:rsidR="00492BF7" w:rsidRPr="000B73EF">
        <w:rPr>
          <w:rFonts w:ascii="Tahoma" w:hAnsi="Tahoma" w:cs="Tahoma"/>
          <w:b/>
          <w:i/>
          <w:sz w:val="16"/>
          <w:szCs w:val="16"/>
        </w:rPr>
        <w:t xml:space="preserve">El Salvador and </w:t>
      </w:r>
      <w:r w:rsidRPr="000B73EF">
        <w:rPr>
          <w:rFonts w:ascii="Tahoma" w:hAnsi="Tahoma" w:cs="Tahoma"/>
          <w:b/>
          <w:i/>
          <w:sz w:val="16"/>
          <w:szCs w:val="16"/>
        </w:rPr>
        <w:t xml:space="preserve">Mexico  only] </w:t>
      </w:r>
    </w:p>
    <w:p w:rsidR="00877118" w:rsidRDefault="0086474F" w:rsidP="0086474F">
      <w:pPr>
        <w:pStyle w:val="QuestionListLast"/>
        <w:spacing w:after="60"/>
        <w:rPr>
          <w:i/>
          <w:sz w:val="20"/>
          <w:szCs w:val="20"/>
        </w:rPr>
      </w:pPr>
      <w:proofErr w:type="gramStart"/>
      <w:r w:rsidRPr="00C07994">
        <w:rPr>
          <w:b/>
          <w:sz w:val="20"/>
          <w:szCs w:val="20"/>
        </w:rPr>
        <w:t>m</w:t>
      </w:r>
      <w:proofErr w:type="gramEnd"/>
      <w:r w:rsidRPr="00C07994">
        <w:rPr>
          <w:b/>
          <w:sz w:val="20"/>
          <w:szCs w:val="20"/>
        </w:rPr>
        <w:t>.</w:t>
      </w:r>
      <w:r w:rsidRPr="000B73EF">
        <w:rPr>
          <w:b/>
          <w:sz w:val="20"/>
          <w:szCs w:val="20"/>
        </w:rPr>
        <w:tab/>
      </w:r>
      <w:r w:rsidRPr="000B73EF">
        <w:rPr>
          <w:sz w:val="20"/>
          <w:szCs w:val="20"/>
        </w:rPr>
        <w:t xml:space="preserve">the conflict between the civilian government and the military </w:t>
      </w:r>
      <w:r w:rsidRPr="000B73EF">
        <w:rPr>
          <w:rFonts w:ascii="Tahoma" w:hAnsi="Tahoma" w:cs="Tahoma"/>
          <w:b/>
          <w:i/>
          <w:sz w:val="16"/>
          <w:szCs w:val="16"/>
        </w:rPr>
        <w:t>[Ask in Pakistan only]</w:t>
      </w:r>
      <w:r w:rsidRPr="000B73EF">
        <w:rPr>
          <w:rFonts w:ascii="Tahoma" w:hAnsi="Tahoma" w:cs="Tahoma"/>
          <w:sz w:val="16"/>
          <w:szCs w:val="16"/>
        </w:rPr>
        <w:t xml:space="preserve">  </w:t>
      </w:r>
    </w:p>
    <w:p w:rsidR="00877118" w:rsidRDefault="0086474F" w:rsidP="0086474F">
      <w:pPr>
        <w:pStyle w:val="QuestionListLast"/>
        <w:spacing w:after="60"/>
        <w:rPr>
          <w:i/>
          <w:sz w:val="20"/>
          <w:szCs w:val="20"/>
        </w:rPr>
      </w:pPr>
      <w:proofErr w:type="gramStart"/>
      <w:r w:rsidRPr="00C07994">
        <w:rPr>
          <w:b/>
          <w:sz w:val="20"/>
          <w:szCs w:val="20"/>
        </w:rPr>
        <w:t>n</w:t>
      </w:r>
      <w:proofErr w:type="gramEnd"/>
      <w:r w:rsidRPr="000149AE">
        <w:rPr>
          <w:rFonts w:ascii="Tahoma" w:hAnsi="Tahoma" w:cs="Tahoma"/>
          <w:b/>
          <w:sz w:val="16"/>
          <w:szCs w:val="16"/>
        </w:rPr>
        <w:t>.</w:t>
      </w:r>
      <w:r w:rsidRPr="000B73EF">
        <w:rPr>
          <w:b/>
          <w:sz w:val="20"/>
          <w:szCs w:val="20"/>
        </w:rPr>
        <w:tab/>
      </w:r>
      <w:r w:rsidRPr="000B73EF">
        <w:rPr>
          <w:sz w:val="20"/>
          <w:szCs w:val="20"/>
        </w:rPr>
        <w:t xml:space="preserve">the conflict between the civilian government and the judiciary </w:t>
      </w:r>
      <w:r w:rsidRPr="000B73EF">
        <w:rPr>
          <w:rFonts w:ascii="Tahoma" w:hAnsi="Tahoma" w:cs="Tahoma"/>
          <w:b/>
          <w:i/>
          <w:sz w:val="16"/>
          <w:szCs w:val="16"/>
        </w:rPr>
        <w:t>[Ask in Pakistan only]</w:t>
      </w:r>
      <w:r w:rsidRPr="000B73EF">
        <w:rPr>
          <w:rFonts w:ascii="Tahoma" w:hAnsi="Tahoma" w:cs="Tahoma"/>
          <w:sz w:val="16"/>
          <w:szCs w:val="16"/>
        </w:rPr>
        <w:t xml:space="preserve">  </w:t>
      </w:r>
    </w:p>
    <w:p w:rsidR="0086474F" w:rsidRPr="000B73EF" w:rsidRDefault="0086474F" w:rsidP="0086474F">
      <w:pPr>
        <w:pStyle w:val="QuestionListLast"/>
        <w:spacing w:after="60"/>
        <w:rPr>
          <w:i/>
          <w:sz w:val="20"/>
          <w:szCs w:val="20"/>
        </w:rPr>
      </w:pPr>
      <w:r w:rsidRPr="00C07994">
        <w:rPr>
          <w:b/>
          <w:sz w:val="20"/>
          <w:szCs w:val="20"/>
        </w:rPr>
        <w:t>o.</w:t>
      </w:r>
      <w:r w:rsidRPr="000B73EF">
        <w:rPr>
          <w:b/>
          <w:sz w:val="20"/>
          <w:szCs w:val="20"/>
        </w:rPr>
        <w:tab/>
      </w:r>
      <w:r w:rsidRPr="000B73EF">
        <w:rPr>
          <w:sz w:val="20"/>
          <w:szCs w:val="20"/>
        </w:rPr>
        <w:t xml:space="preserve">Indian influence in Afghanistan </w:t>
      </w:r>
      <w:r w:rsidRPr="000B73EF">
        <w:rPr>
          <w:rFonts w:ascii="Tahoma" w:hAnsi="Tahoma" w:cs="Tahoma"/>
          <w:b/>
          <w:i/>
          <w:sz w:val="16"/>
          <w:szCs w:val="16"/>
        </w:rPr>
        <w:t>[Ask in Pakistan only]</w:t>
      </w:r>
      <w:r w:rsidRPr="000B73EF">
        <w:rPr>
          <w:rFonts w:ascii="Tahoma" w:hAnsi="Tahoma" w:cs="Tahoma"/>
          <w:sz w:val="16"/>
          <w:szCs w:val="16"/>
        </w:rPr>
        <w:t xml:space="preserve"> </w:t>
      </w:r>
    </w:p>
    <w:p w:rsidR="0086474F" w:rsidRPr="000B73EF" w:rsidRDefault="0086474F" w:rsidP="0086474F">
      <w:pPr>
        <w:pStyle w:val="QuestionListLast"/>
        <w:spacing w:after="60"/>
        <w:rPr>
          <w:i/>
          <w:sz w:val="20"/>
          <w:szCs w:val="20"/>
        </w:rPr>
      </w:pPr>
      <w:r w:rsidRPr="00C07994">
        <w:rPr>
          <w:b/>
          <w:sz w:val="20"/>
          <w:szCs w:val="20"/>
        </w:rPr>
        <w:t>p.</w:t>
      </w:r>
      <w:r w:rsidRPr="000B73EF">
        <w:rPr>
          <w:b/>
          <w:sz w:val="20"/>
          <w:szCs w:val="20"/>
        </w:rPr>
        <w:tab/>
      </w:r>
      <w:r w:rsidRPr="000B73EF">
        <w:rPr>
          <w:sz w:val="20"/>
          <w:szCs w:val="20"/>
        </w:rPr>
        <w:t xml:space="preserve">Gang-related violence </w:t>
      </w:r>
      <w:r w:rsidRPr="000B73EF">
        <w:rPr>
          <w:rFonts w:ascii="Tahoma" w:hAnsi="Tahoma" w:cs="Tahoma"/>
          <w:b/>
          <w:i/>
          <w:sz w:val="16"/>
          <w:szCs w:val="16"/>
        </w:rPr>
        <w:t>[Ask in El Salvador only]</w:t>
      </w:r>
      <w:r w:rsidRPr="000B73EF">
        <w:rPr>
          <w:rFonts w:ascii="Tahoma" w:hAnsi="Tahoma" w:cs="Tahoma"/>
          <w:sz w:val="16"/>
          <w:szCs w:val="16"/>
        </w:rPr>
        <w:t xml:space="preserve"> </w:t>
      </w:r>
    </w:p>
    <w:p w:rsidR="0086474F" w:rsidRPr="000B73EF" w:rsidRDefault="002D75A1" w:rsidP="00C24BED">
      <w:pPr>
        <w:pStyle w:val="QuestionListLast"/>
        <w:rPr>
          <w:rFonts w:ascii="Tahoma" w:hAnsi="Tahoma" w:cs="Tahoma"/>
          <w:i/>
        </w:rPr>
      </w:pPr>
      <w:r w:rsidRPr="00C07994">
        <w:rPr>
          <w:b/>
          <w:sz w:val="20"/>
          <w:szCs w:val="20"/>
        </w:rPr>
        <w:t>q</w:t>
      </w:r>
      <w:r w:rsidR="0086474F" w:rsidRPr="00C07994">
        <w:rPr>
          <w:b/>
          <w:sz w:val="20"/>
          <w:szCs w:val="20"/>
        </w:rPr>
        <w:t>.</w:t>
      </w:r>
      <w:r w:rsidR="0086474F" w:rsidRPr="00C24BED">
        <w:rPr>
          <w:b/>
          <w:sz w:val="20"/>
          <w:szCs w:val="20"/>
        </w:rPr>
        <w:tab/>
      </w:r>
      <w:r w:rsidR="0086474F" w:rsidRPr="00C24BED">
        <w:rPr>
          <w:sz w:val="20"/>
          <w:szCs w:val="20"/>
        </w:rPr>
        <w:t>Tensions between Sunnis and Shia</w:t>
      </w:r>
      <w:r w:rsidR="0086474F" w:rsidRPr="000B73EF">
        <w:t xml:space="preserve"> </w:t>
      </w:r>
      <w:r w:rsidR="00877118">
        <w:rPr>
          <w:rFonts w:ascii="Tahoma" w:hAnsi="Tahoma" w:cs="Tahoma"/>
          <w:b/>
          <w:i/>
          <w:sz w:val="16"/>
          <w:szCs w:val="16"/>
        </w:rPr>
        <w:t>[Ask in Pakistan only]</w:t>
      </w:r>
    </w:p>
    <w:p w:rsidR="0086474F" w:rsidRPr="000B73EF" w:rsidRDefault="0086474F" w:rsidP="0086474F">
      <w:pPr>
        <w:pStyle w:val="QuestionResponse"/>
      </w:pPr>
      <w:r w:rsidRPr="000B73EF">
        <w:t>1</w:t>
      </w:r>
      <w:r w:rsidRPr="000B73EF">
        <w:tab/>
        <w:t>Very big problem</w:t>
      </w:r>
    </w:p>
    <w:p w:rsidR="0086474F" w:rsidRPr="000B73EF" w:rsidRDefault="0086474F" w:rsidP="0086474F">
      <w:pPr>
        <w:pStyle w:val="QuestionResponse"/>
      </w:pPr>
      <w:r w:rsidRPr="000B73EF">
        <w:t>2</w:t>
      </w:r>
      <w:r w:rsidRPr="000B73EF">
        <w:tab/>
        <w:t>Moderately big problem</w:t>
      </w:r>
    </w:p>
    <w:p w:rsidR="0086474F" w:rsidRPr="000B73EF" w:rsidRDefault="0086474F" w:rsidP="0086474F">
      <w:pPr>
        <w:pStyle w:val="QuestionResponse"/>
      </w:pPr>
      <w:r w:rsidRPr="000B73EF">
        <w:t>3</w:t>
      </w:r>
      <w:r w:rsidRPr="000B73EF">
        <w:tab/>
        <w:t>Small problem</w:t>
      </w:r>
    </w:p>
    <w:p w:rsidR="0086474F" w:rsidRPr="000B73EF" w:rsidRDefault="0086474F" w:rsidP="0086474F">
      <w:pPr>
        <w:pStyle w:val="QuestionResponse"/>
      </w:pPr>
      <w:r w:rsidRPr="000B73EF">
        <w:t>4</w:t>
      </w:r>
      <w:r w:rsidRPr="000B73EF">
        <w:tab/>
        <w:t>Not a problem at all</w:t>
      </w:r>
    </w:p>
    <w:p w:rsidR="0086474F" w:rsidRPr="000B73EF" w:rsidRDefault="0086474F" w:rsidP="0086474F">
      <w:pPr>
        <w:pStyle w:val="QuestionResponse"/>
      </w:pPr>
      <w:r w:rsidRPr="000B73EF">
        <w:t>8</w:t>
      </w:r>
      <w:r w:rsidRPr="000B73EF">
        <w:tab/>
        <w:t>Don’t know (DO NOT READ)</w:t>
      </w:r>
      <w:r w:rsidRPr="000B73EF">
        <w:tab/>
      </w:r>
    </w:p>
    <w:p w:rsidR="0086474F" w:rsidRPr="000B73EF" w:rsidRDefault="0086474F" w:rsidP="0086474F">
      <w:pPr>
        <w:pStyle w:val="QuestionResponseLast"/>
      </w:pPr>
      <w:r w:rsidRPr="000B73EF">
        <w:t>9</w:t>
      </w:r>
      <w:r w:rsidRPr="000B73EF">
        <w:tab/>
        <w:t>Refused (DO NOT READ)</w:t>
      </w:r>
    </w:p>
    <w:p w:rsidR="00823A4E" w:rsidRPr="000B73EF" w:rsidRDefault="00823A4E" w:rsidP="00823A4E">
      <w:pPr>
        <w:pStyle w:val="QuestionInstruction"/>
      </w:pPr>
      <w:r w:rsidRPr="000B73EF">
        <w:lastRenderedPageBreak/>
        <w:t>ASK IN CHINA ONLY</w:t>
      </w:r>
    </w:p>
    <w:p w:rsidR="00823A4E" w:rsidRPr="000B73EF" w:rsidRDefault="00823A4E" w:rsidP="00823A4E">
      <w:pPr>
        <w:pStyle w:val="Question"/>
        <w:rPr>
          <w:iCs/>
        </w:rPr>
      </w:pPr>
      <w:r w:rsidRPr="000B73EF">
        <w:rPr>
          <w:rFonts w:ascii="Tahoma" w:hAnsi="Tahoma" w:cs="Tahoma"/>
          <w:b/>
          <w:sz w:val="16"/>
          <w:szCs w:val="20"/>
        </w:rPr>
        <w:t>Q1</w:t>
      </w:r>
      <w:r w:rsidR="00E54366">
        <w:rPr>
          <w:rFonts w:ascii="Tahoma" w:hAnsi="Tahoma" w:cs="Tahoma"/>
          <w:b/>
          <w:sz w:val="16"/>
          <w:szCs w:val="20"/>
        </w:rPr>
        <w:t>7</w:t>
      </w:r>
      <w:r w:rsidRPr="000B73EF">
        <w:tab/>
        <w:t xml:space="preserve">Now I am going to read you a list of things that may be problems in our country.  As I read each one, please tell me if you think it is a very big problem, a moderately big problem, a small problem or not a problem at all.  </w:t>
      </w:r>
    </w:p>
    <w:p w:rsidR="00823A4E" w:rsidRPr="00C07994" w:rsidRDefault="00E54366" w:rsidP="00823A4E">
      <w:pPr>
        <w:pStyle w:val="QuestionList"/>
        <w:rPr>
          <w:szCs w:val="20"/>
        </w:rPr>
      </w:pPr>
      <w:r>
        <w:rPr>
          <w:b/>
          <w:szCs w:val="20"/>
        </w:rPr>
        <w:t>a</w:t>
      </w:r>
      <w:r w:rsidR="00823A4E" w:rsidRPr="00C07994">
        <w:rPr>
          <w:b/>
          <w:szCs w:val="20"/>
        </w:rPr>
        <w:t>.</w:t>
      </w:r>
      <w:r w:rsidR="00823A4E" w:rsidRPr="00C07994">
        <w:rPr>
          <w:szCs w:val="20"/>
        </w:rPr>
        <w:tab/>
        <w:t xml:space="preserve">Air pollution </w:t>
      </w:r>
    </w:p>
    <w:p w:rsidR="00823A4E" w:rsidRPr="00C07994" w:rsidRDefault="00E54366" w:rsidP="00823A4E">
      <w:pPr>
        <w:pStyle w:val="QuestionList"/>
        <w:rPr>
          <w:szCs w:val="20"/>
        </w:rPr>
      </w:pPr>
      <w:r>
        <w:rPr>
          <w:b/>
          <w:szCs w:val="20"/>
        </w:rPr>
        <w:t>b</w:t>
      </w:r>
      <w:r w:rsidR="00823A4E" w:rsidRPr="00C07994">
        <w:rPr>
          <w:b/>
          <w:szCs w:val="20"/>
        </w:rPr>
        <w:t>.</w:t>
      </w:r>
      <w:r w:rsidR="00823A4E" w:rsidRPr="00C07994">
        <w:rPr>
          <w:szCs w:val="20"/>
        </w:rPr>
        <w:tab/>
        <w:t xml:space="preserve">Corrupt business people </w:t>
      </w:r>
    </w:p>
    <w:p w:rsidR="00823A4E" w:rsidRPr="00C07994" w:rsidRDefault="00E54366" w:rsidP="00823A4E">
      <w:pPr>
        <w:pStyle w:val="QuestionList"/>
        <w:rPr>
          <w:b/>
          <w:i/>
          <w:szCs w:val="20"/>
        </w:rPr>
      </w:pPr>
      <w:r>
        <w:rPr>
          <w:b/>
          <w:szCs w:val="20"/>
        </w:rPr>
        <w:t>c</w:t>
      </w:r>
      <w:r w:rsidR="00823A4E" w:rsidRPr="00C07994">
        <w:rPr>
          <w:b/>
          <w:szCs w:val="20"/>
        </w:rPr>
        <w:t>.</w:t>
      </w:r>
      <w:r w:rsidR="00823A4E" w:rsidRPr="00C07994">
        <w:rPr>
          <w:szCs w:val="20"/>
        </w:rPr>
        <w:tab/>
        <w:t xml:space="preserve">Conditions for workers </w:t>
      </w:r>
    </w:p>
    <w:p w:rsidR="00823A4E" w:rsidRPr="00C07994" w:rsidRDefault="00E54366" w:rsidP="00823A4E">
      <w:pPr>
        <w:pStyle w:val="QuestionList"/>
        <w:rPr>
          <w:szCs w:val="20"/>
        </w:rPr>
      </w:pPr>
      <w:r>
        <w:rPr>
          <w:b/>
          <w:szCs w:val="20"/>
        </w:rPr>
        <w:t>d</w:t>
      </w:r>
      <w:r w:rsidR="00823A4E" w:rsidRPr="00C07994">
        <w:rPr>
          <w:b/>
          <w:szCs w:val="20"/>
        </w:rPr>
        <w:t>.</w:t>
      </w:r>
      <w:r w:rsidR="00823A4E" w:rsidRPr="00C07994">
        <w:rPr>
          <w:szCs w:val="20"/>
        </w:rPr>
        <w:tab/>
        <w:t xml:space="preserve">Unemployment </w:t>
      </w:r>
    </w:p>
    <w:p w:rsidR="00823A4E" w:rsidRPr="00C07994" w:rsidRDefault="00E54366" w:rsidP="00823A4E">
      <w:pPr>
        <w:pStyle w:val="QuestionList"/>
        <w:rPr>
          <w:szCs w:val="20"/>
        </w:rPr>
      </w:pPr>
      <w:r>
        <w:rPr>
          <w:b/>
          <w:szCs w:val="20"/>
        </w:rPr>
        <w:t>e</w:t>
      </w:r>
      <w:r w:rsidR="00823A4E" w:rsidRPr="00C07994">
        <w:rPr>
          <w:b/>
          <w:szCs w:val="20"/>
        </w:rPr>
        <w:t>.</w:t>
      </w:r>
      <w:r w:rsidR="00823A4E" w:rsidRPr="00C07994">
        <w:rPr>
          <w:szCs w:val="20"/>
        </w:rPr>
        <w:tab/>
        <w:t xml:space="preserve">Safety of food </w:t>
      </w:r>
    </w:p>
    <w:p w:rsidR="00823A4E" w:rsidRPr="00C07994" w:rsidRDefault="00E54366" w:rsidP="00823A4E">
      <w:pPr>
        <w:pStyle w:val="QuestionList"/>
        <w:rPr>
          <w:szCs w:val="20"/>
        </w:rPr>
      </w:pPr>
      <w:r>
        <w:rPr>
          <w:b/>
          <w:szCs w:val="20"/>
        </w:rPr>
        <w:t>f</w:t>
      </w:r>
      <w:r w:rsidR="00823A4E" w:rsidRPr="00C07994">
        <w:rPr>
          <w:b/>
          <w:szCs w:val="20"/>
        </w:rPr>
        <w:t>.</w:t>
      </w:r>
      <w:r w:rsidR="00823A4E" w:rsidRPr="00C07994">
        <w:rPr>
          <w:szCs w:val="20"/>
        </w:rPr>
        <w:tab/>
        <w:t xml:space="preserve">Water pollution </w:t>
      </w:r>
    </w:p>
    <w:p w:rsidR="00823A4E" w:rsidRPr="00C07994" w:rsidRDefault="00E54366" w:rsidP="00823A4E">
      <w:pPr>
        <w:pStyle w:val="QuestionList"/>
        <w:rPr>
          <w:szCs w:val="20"/>
        </w:rPr>
      </w:pPr>
      <w:r>
        <w:rPr>
          <w:b/>
          <w:szCs w:val="20"/>
        </w:rPr>
        <w:t>g</w:t>
      </w:r>
      <w:r w:rsidR="00823A4E" w:rsidRPr="00C07994">
        <w:rPr>
          <w:b/>
          <w:szCs w:val="20"/>
        </w:rPr>
        <w:t>.</w:t>
      </w:r>
      <w:r w:rsidR="00823A4E" w:rsidRPr="00C07994">
        <w:rPr>
          <w:szCs w:val="20"/>
        </w:rPr>
        <w:tab/>
        <w:t xml:space="preserve">Quality of manufactured goods </w:t>
      </w:r>
    </w:p>
    <w:p w:rsidR="00823A4E" w:rsidRPr="00C07994" w:rsidRDefault="00E54366" w:rsidP="00823A4E">
      <w:pPr>
        <w:pStyle w:val="QuestionList"/>
        <w:rPr>
          <w:szCs w:val="20"/>
        </w:rPr>
      </w:pPr>
      <w:r>
        <w:rPr>
          <w:b/>
          <w:szCs w:val="20"/>
        </w:rPr>
        <w:t>h</w:t>
      </w:r>
      <w:r w:rsidR="00823A4E" w:rsidRPr="00C07994">
        <w:rPr>
          <w:b/>
          <w:szCs w:val="20"/>
        </w:rPr>
        <w:t>.</w:t>
      </w:r>
      <w:r w:rsidR="00823A4E" w:rsidRPr="00C07994">
        <w:rPr>
          <w:szCs w:val="20"/>
        </w:rPr>
        <w:tab/>
        <w:t xml:space="preserve">Health care </w:t>
      </w:r>
    </w:p>
    <w:p w:rsidR="00823A4E" w:rsidRPr="00C07994" w:rsidRDefault="00E54366" w:rsidP="00823A4E">
      <w:pPr>
        <w:pStyle w:val="QuestionList"/>
        <w:rPr>
          <w:szCs w:val="20"/>
        </w:rPr>
      </w:pPr>
      <w:proofErr w:type="spellStart"/>
      <w:r>
        <w:rPr>
          <w:b/>
          <w:szCs w:val="20"/>
        </w:rPr>
        <w:t>i</w:t>
      </w:r>
      <w:proofErr w:type="spellEnd"/>
      <w:r w:rsidR="00823A4E" w:rsidRPr="00C07994">
        <w:rPr>
          <w:b/>
          <w:szCs w:val="20"/>
        </w:rPr>
        <w:t>.</w:t>
      </w:r>
      <w:r w:rsidR="00823A4E" w:rsidRPr="00C07994">
        <w:rPr>
          <w:szCs w:val="20"/>
        </w:rPr>
        <w:tab/>
        <w:t xml:space="preserve">Education </w:t>
      </w:r>
    </w:p>
    <w:p w:rsidR="003009F1" w:rsidRPr="00C07994" w:rsidRDefault="00E54366" w:rsidP="00823A4E">
      <w:pPr>
        <w:pStyle w:val="QuestionList"/>
        <w:rPr>
          <w:i/>
          <w:szCs w:val="20"/>
        </w:rPr>
      </w:pPr>
      <w:r>
        <w:rPr>
          <w:b/>
          <w:szCs w:val="20"/>
        </w:rPr>
        <w:t>j</w:t>
      </w:r>
      <w:r w:rsidR="00823A4E" w:rsidRPr="00C07994">
        <w:rPr>
          <w:b/>
          <w:szCs w:val="20"/>
        </w:rPr>
        <w:t>.</w:t>
      </w:r>
      <w:r w:rsidR="00823A4E" w:rsidRPr="00C07994">
        <w:rPr>
          <w:szCs w:val="20"/>
        </w:rPr>
        <w:tab/>
        <w:t xml:space="preserve">Crime </w:t>
      </w:r>
    </w:p>
    <w:p w:rsidR="00823A4E" w:rsidRPr="00C07994" w:rsidRDefault="00E54366" w:rsidP="00823A4E">
      <w:pPr>
        <w:pStyle w:val="QuestionList"/>
        <w:rPr>
          <w:b/>
          <w:szCs w:val="20"/>
        </w:rPr>
      </w:pPr>
      <w:r>
        <w:rPr>
          <w:b/>
          <w:szCs w:val="20"/>
        </w:rPr>
        <w:t>k</w:t>
      </w:r>
      <w:r w:rsidR="00823A4E" w:rsidRPr="00C07994">
        <w:rPr>
          <w:b/>
          <w:szCs w:val="20"/>
        </w:rPr>
        <w:t>.</w:t>
      </w:r>
      <w:r w:rsidR="00823A4E" w:rsidRPr="00C07994">
        <w:rPr>
          <w:szCs w:val="20"/>
        </w:rPr>
        <w:tab/>
        <w:t xml:space="preserve">Corrupt officials </w:t>
      </w:r>
    </w:p>
    <w:p w:rsidR="00823A4E" w:rsidRPr="00C07994" w:rsidRDefault="00E54366" w:rsidP="00823A4E">
      <w:pPr>
        <w:pStyle w:val="QuestionList"/>
        <w:rPr>
          <w:szCs w:val="20"/>
        </w:rPr>
      </w:pPr>
      <w:r>
        <w:rPr>
          <w:b/>
          <w:szCs w:val="20"/>
        </w:rPr>
        <w:t>l</w:t>
      </w:r>
      <w:r w:rsidR="00823A4E" w:rsidRPr="00C07994">
        <w:rPr>
          <w:b/>
          <w:szCs w:val="20"/>
        </w:rPr>
        <w:t>.</w:t>
      </w:r>
      <w:r w:rsidR="00823A4E" w:rsidRPr="00C07994">
        <w:rPr>
          <w:szCs w:val="20"/>
        </w:rPr>
        <w:tab/>
        <w:t>Old age insurance</w:t>
      </w:r>
      <w:r w:rsidR="00823A4E" w:rsidRPr="00C07994">
        <w:rPr>
          <w:b/>
          <w:i/>
          <w:szCs w:val="20"/>
        </w:rPr>
        <w:t xml:space="preserve"> </w:t>
      </w:r>
    </w:p>
    <w:p w:rsidR="00823A4E" w:rsidRPr="00C07994" w:rsidRDefault="00E54366" w:rsidP="00823A4E">
      <w:pPr>
        <w:pStyle w:val="QuestionList"/>
        <w:rPr>
          <w:szCs w:val="20"/>
        </w:rPr>
      </w:pPr>
      <w:r>
        <w:rPr>
          <w:b/>
          <w:szCs w:val="20"/>
        </w:rPr>
        <w:t>m</w:t>
      </w:r>
      <w:r w:rsidR="00823A4E" w:rsidRPr="00C07994">
        <w:rPr>
          <w:b/>
          <w:szCs w:val="20"/>
        </w:rPr>
        <w:t>.</w:t>
      </w:r>
      <w:r w:rsidR="00823A4E" w:rsidRPr="00C07994">
        <w:rPr>
          <w:szCs w:val="20"/>
        </w:rPr>
        <w:tab/>
        <w:t xml:space="preserve">Safety of medicine </w:t>
      </w:r>
    </w:p>
    <w:p w:rsidR="00823A4E" w:rsidRPr="00C07994" w:rsidRDefault="00E54366" w:rsidP="00823A4E">
      <w:pPr>
        <w:pStyle w:val="QuestionList"/>
        <w:rPr>
          <w:szCs w:val="20"/>
        </w:rPr>
      </w:pPr>
      <w:r>
        <w:rPr>
          <w:b/>
          <w:szCs w:val="20"/>
        </w:rPr>
        <w:t>n</w:t>
      </w:r>
      <w:r w:rsidR="00823A4E" w:rsidRPr="00C07994">
        <w:rPr>
          <w:b/>
          <w:szCs w:val="20"/>
        </w:rPr>
        <w:t>.</w:t>
      </w:r>
      <w:r w:rsidR="00823A4E" w:rsidRPr="00C07994">
        <w:rPr>
          <w:szCs w:val="20"/>
        </w:rPr>
        <w:tab/>
        <w:t xml:space="preserve">Traffic </w:t>
      </w:r>
    </w:p>
    <w:p w:rsidR="00823A4E" w:rsidRPr="00C07994" w:rsidRDefault="00E54366" w:rsidP="00823A4E">
      <w:pPr>
        <w:pStyle w:val="QuestionListLast"/>
        <w:rPr>
          <w:sz w:val="20"/>
          <w:szCs w:val="20"/>
        </w:rPr>
      </w:pPr>
      <w:r>
        <w:rPr>
          <w:b/>
          <w:sz w:val="20"/>
          <w:szCs w:val="20"/>
        </w:rPr>
        <w:t>o</w:t>
      </w:r>
      <w:r w:rsidR="00823A4E" w:rsidRPr="00C07994">
        <w:rPr>
          <w:b/>
          <w:sz w:val="20"/>
          <w:szCs w:val="20"/>
        </w:rPr>
        <w:t>.</w:t>
      </w:r>
      <w:r w:rsidR="00823A4E" w:rsidRPr="00C07994">
        <w:rPr>
          <w:sz w:val="20"/>
          <w:szCs w:val="20"/>
        </w:rPr>
        <w:tab/>
        <w:t xml:space="preserve">Electricity shortages </w:t>
      </w:r>
    </w:p>
    <w:p w:rsidR="00823A4E" w:rsidRPr="000B73EF" w:rsidRDefault="00823A4E" w:rsidP="00823A4E">
      <w:pPr>
        <w:pStyle w:val="QuestionResponse"/>
      </w:pPr>
      <w:r w:rsidRPr="000B73EF">
        <w:t>1</w:t>
      </w:r>
      <w:r w:rsidRPr="000B73EF">
        <w:tab/>
        <w:t>Very big problem</w:t>
      </w:r>
    </w:p>
    <w:p w:rsidR="00823A4E" w:rsidRPr="000B73EF" w:rsidRDefault="00823A4E" w:rsidP="00823A4E">
      <w:pPr>
        <w:pStyle w:val="QuestionResponse"/>
      </w:pPr>
      <w:r w:rsidRPr="000B73EF">
        <w:t>2</w:t>
      </w:r>
      <w:r w:rsidRPr="000B73EF">
        <w:tab/>
        <w:t>Moderately big problem</w:t>
      </w:r>
    </w:p>
    <w:p w:rsidR="00823A4E" w:rsidRPr="000B73EF" w:rsidRDefault="00823A4E" w:rsidP="00823A4E">
      <w:pPr>
        <w:pStyle w:val="QuestionResponse"/>
      </w:pPr>
      <w:r w:rsidRPr="000B73EF">
        <w:t>3</w:t>
      </w:r>
      <w:r w:rsidRPr="000B73EF">
        <w:tab/>
        <w:t>Small problem</w:t>
      </w:r>
    </w:p>
    <w:p w:rsidR="00823A4E" w:rsidRPr="000B73EF" w:rsidRDefault="00823A4E" w:rsidP="00823A4E">
      <w:pPr>
        <w:pStyle w:val="QuestionResponse"/>
      </w:pPr>
      <w:r w:rsidRPr="000B73EF">
        <w:t>4</w:t>
      </w:r>
      <w:r w:rsidRPr="000B73EF">
        <w:tab/>
        <w:t>Not a problem at all</w:t>
      </w:r>
    </w:p>
    <w:p w:rsidR="00823A4E" w:rsidRPr="000B73EF" w:rsidRDefault="00823A4E" w:rsidP="00823A4E">
      <w:pPr>
        <w:pStyle w:val="QuestionResponse"/>
      </w:pPr>
      <w:r w:rsidRPr="000B73EF">
        <w:t>8</w:t>
      </w:r>
      <w:r w:rsidRPr="000B73EF">
        <w:tab/>
        <w:t>Don’t know (DO NOT READ)</w:t>
      </w:r>
    </w:p>
    <w:p w:rsidR="00823A4E" w:rsidRPr="000B73EF" w:rsidRDefault="00823A4E" w:rsidP="00823A4E">
      <w:pPr>
        <w:pStyle w:val="QuestionResponseLast"/>
      </w:pPr>
      <w:r w:rsidRPr="000B73EF">
        <w:t>9</w:t>
      </w:r>
      <w:r w:rsidRPr="000B73EF">
        <w:tab/>
        <w:t>Refused (DO NOT READ)</w:t>
      </w:r>
    </w:p>
    <w:p w:rsidR="00F47A60" w:rsidRPr="000B73EF" w:rsidRDefault="00F47A60" w:rsidP="00F47A60">
      <w:pPr>
        <w:pStyle w:val="QuestionInstruction"/>
        <w:rPr>
          <w:rFonts w:cs="Calibri"/>
        </w:rPr>
      </w:pPr>
      <w:r w:rsidRPr="000B73EF">
        <w:t xml:space="preserve">ASK ALL IN </w:t>
      </w:r>
      <w:r w:rsidR="00BE09C3" w:rsidRPr="000B73EF">
        <w:t xml:space="preserve">EL SALVADOR AND </w:t>
      </w:r>
      <w:r w:rsidRPr="000B73EF">
        <w:t>MEXICO ONLY</w:t>
      </w:r>
    </w:p>
    <w:p w:rsidR="00F47A60" w:rsidRPr="000B73EF" w:rsidRDefault="000918A7" w:rsidP="00C24BED">
      <w:pPr>
        <w:pStyle w:val="Question"/>
        <w:rPr>
          <w:i/>
          <w:iCs/>
        </w:rPr>
      </w:pPr>
      <w:r w:rsidRPr="000B73EF">
        <w:rPr>
          <w:rFonts w:ascii="Tahoma" w:hAnsi="Tahoma" w:cs="Tahoma"/>
          <w:b/>
          <w:sz w:val="16"/>
        </w:rPr>
        <w:t>Q1</w:t>
      </w:r>
      <w:r w:rsidR="00C677D9">
        <w:rPr>
          <w:rFonts w:ascii="Tahoma" w:hAnsi="Tahoma" w:cs="Tahoma"/>
          <w:b/>
          <w:sz w:val="16"/>
        </w:rPr>
        <w:t>8</w:t>
      </w:r>
      <w:r w:rsidR="00F47A60" w:rsidRPr="000B73EF">
        <w:tab/>
        <w:t xml:space="preserve">In your opinion, at this time is it more important that the government try to maintain law and order or try to </w:t>
      </w:r>
      <w:r w:rsidR="00F47A60" w:rsidRPr="00C24BED">
        <w:t>protect</w:t>
      </w:r>
      <w:r w:rsidR="00F47A60" w:rsidRPr="000B73EF">
        <w:t xml:space="preserve"> people’s personal freedoms?</w:t>
      </w:r>
      <w:r w:rsidR="00F47A60" w:rsidRPr="000B73EF">
        <w:rPr>
          <w:i/>
        </w:rPr>
        <w:t xml:space="preserve"> </w:t>
      </w:r>
    </w:p>
    <w:p w:rsidR="00F47A60" w:rsidRPr="000B73EF" w:rsidRDefault="00F47A60" w:rsidP="00F47A60">
      <w:pPr>
        <w:pStyle w:val="QuestionResponse"/>
      </w:pPr>
      <w:r w:rsidRPr="000B73EF">
        <w:t>1</w:t>
      </w:r>
      <w:r w:rsidRPr="000B73EF">
        <w:tab/>
        <w:t>Law and order</w:t>
      </w:r>
      <w:r w:rsidRPr="000B73EF">
        <w:tab/>
      </w:r>
    </w:p>
    <w:p w:rsidR="00F47A60" w:rsidRPr="000B73EF" w:rsidRDefault="00F47A60" w:rsidP="00F47A60">
      <w:pPr>
        <w:pStyle w:val="QuestionResponse"/>
      </w:pPr>
      <w:r w:rsidRPr="000B73EF">
        <w:t>2</w:t>
      </w:r>
      <w:r w:rsidRPr="000B73EF">
        <w:tab/>
        <w:t>Personal freedoms</w:t>
      </w:r>
    </w:p>
    <w:p w:rsidR="00F47A60" w:rsidRPr="000B73EF" w:rsidRDefault="00F47A60" w:rsidP="00F47A60">
      <w:pPr>
        <w:pStyle w:val="QuestionResponse"/>
      </w:pPr>
      <w:r w:rsidRPr="000B73EF">
        <w:t>3</w:t>
      </w:r>
      <w:r w:rsidRPr="000B73EF">
        <w:tab/>
        <w:t>Both (DO NOT READ)</w:t>
      </w:r>
    </w:p>
    <w:p w:rsidR="00F47A60" w:rsidRPr="000B73EF" w:rsidRDefault="00F47A60" w:rsidP="00F47A60">
      <w:pPr>
        <w:pStyle w:val="QuestionResponse"/>
      </w:pPr>
      <w:r w:rsidRPr="000B73EF">
        <w:t>8</w:t>
      </w:r>
      <w:r w:rsidRPr="000B73EF">
        <w:tab/>
        <w:t>Don’t know (DO NOT READ)</w:t>
      </w:r>
      <w:r w:rsidRPr="000B73EF">
        <w:tab/>
      </w:r>
    </w:p>
    <w:p w:rsidR="00F47A60" w:rsidRPr="000B73EF" w:rsidRDefault="00F47A60" w:rsidP="00C24BED">
      <w:pPr>
        <w:pStyle w:val="QuestionResponseLast"/>
      </w:pPr>
      <w:r w:rsidRPr="000B73EF">
        <w:t>9</w:t>
      </w:r>
      <w:r w:rsidRPr="000B73EF">
        <w:tab/>
        <w:t>Refused (</w:t>
      </w:r>
      <w:r w:rsidRPr="00C24BED">
        <w:t>DO</w:t>
      </w:r>
      <w:r w:rsidRPr="000B73EF">
        <w:t xml:space="preserve"> NOT READ)</w:t>
      </w:r>
      <w:r w:rsidRPr="000B73EF">
        <w:tab/>
      </w:r>
    </w:p>
    <w:p w:rsidR="0086474F" w:rsidRPr="000B73EF" w:rsidRDefault="0086474F" w:rsidP="0086474F">
      <w:pPr>
        <w:pStyle w:val="QuestionInstruction"/>
        <w:rPr>
          <w:rFonts w:cs="Calibri"/>
        </w:rPr>
      </w:pPr>
      <w:r w:rsidRPr="000B73EF">
        <w:t xml:space="preserve">ASK ALL IN </w:t>
      </w:r>
      <w:r w:rsidR="00BE09C3" w:rsidRPr="000B73EF">
        <w:t xml:space="preserve">EL SALVADOR AND </w:t>
      </w:r>
      <w:r w:rsidRPr="000B73EF">
        <w:t>MEXICO ONLY</w:t>
      </w:r>
    </w:p>
    <w:p w:rsidR="0086474F" w:rsidRPr="000B73EF" w:rsidRDefault="000918A7" w:rsidP="0086474F">
      <w:pPr>
        <w:pStyle w:val="Question"/>
        <w:rPr>
          <w:u w:val="single"/>
        </w:rPr>
      </w:pPr>
      <w:r w:rsidRPr="000B73EF">
        <w:rPr>
          <w:rFonts w:ascii="Tahoma" w:hAnsi="Tahoma" w:cs="Tahoma"/>
          <w:b/>
          <w:sz w:val="16"/>
        </w:rPr>
        <w:t>Q</w:t>
      </w:r>
      <w:r w:rsidR="00C677D9">
        <w:rPr>
          <w:rFonts w:ascii="Tahoma" w:hAnsi="Tahoma" w:cs="Tahoma"/>
          <w:b/>
          <w:sz w:val="16"/>
        </w:rPr>
        <w:t>19</w:t>
      </w:r>
      <w:r w:rsidR="0086474F" w:rsidRPr="000B73EF">
        <w:tab/>
        <w:t>Is there any area within a kilometer of your home where you would be afraid to walk alone at night?</w:t>
      </w:r>
      <w:r w:rsidR="0086474F" w:rsidRPr="000B73EF">
        <w:rPr>
          <w:i/>
        </w:rPr>
        <w:t xml:space="preserve"> </w:t>
      </w:r>
    </w:p>
    <w:p w:rsidR="0086474F" w:rsidRPr="000B73EF" w:rsidRDefault="0086474F" w:rsidP="0086474F">
      <w:pPr>
        <w:pStyle w:val="QuestionResponse"/>
      </w:pPr>
      <w:r w:rsidRPr="000B73EF">
        <w:t>1</w:t>
      </w:r>
      <w:r w:rsidRPr="000B73EF">
        <w:tab/>
        <w:t>Yes</w:t>
      </w:r>
    </w:p>
    <w:p w:rsidR="0086474F" w:rsidRPr="000B73EF" w:rsidRDefault="0086474F" w:rsidP="0086474F">
      <w:pPr>
        <w:pStyle w:val="QuestionResponse"/>
      </w:pPr>
      <w:r w:rsidRPr="000B73EF">
        <w:t>2</w:t>
      </w:r>
      <w:r w:rsidRPr="000B73EF">
        <w:tab/>
        <w:t>No</w:t>
      </w:r>
    </w:p>
    <w:p w:rsidR="0086474F" w:rsidRPr="000B73EF" w:rsidRDefault="0086474F" w:rsidP="0086474F">
      <w:pPr>
        <w:pStyle w:val="QuestionResponse"/>
        <w:rPr>
          <w:b/>
          <w:bCs/>
        </w:rPr>
      </w:pPr>
      <w:r w:rsidRPr="000B73EF">
        <w:t>8</w:t>
      </w:r>
      <w:r w:rsidRPr="000B73EF">
        <w:tab/>
        <w:t>Don’t know (DO NOT READ)</w:t>
      </w:r>
    </w:p>
    <w:p w:rsidR="0086474F" w:rsidRPr="000B73EF" w:rsidRDefault="0086474F" w:rsidP="0086474F">
      <w:pPr>
        <w:pStyle w:val="QuestionResponseLast"/>
        <w:rPr>
          <w:b/>
          <w:bCs/>
        </w:rPr>
      </w:pPr>
      <w:r w:rsidRPr="000B73EF">
        <w:t>9</w:t>
      </w:r>
      <w:r w:rsidRPr="000B73EF">
        <w:tab/>
        <w:t>Refused (DO NOT READ)</w:t>
      </w:r>
    </w:p>
    <w:p w:rsidR="005E2816" w:rsidRPr="000B73EF" w:rsidRDefault="005E2816" w:rsidP="005E2816">
      <w:pPr>
        <w:pStyle w:val="QuestionInstruction"/>
        <w:rPr>
          <w:rFonts w:cs="Calibri"/>
        </w:rPr>
      </w:pPr>
      <w:r w:rsidRPr="000B73EF">
        <w:lastRenderedPageBreak/>
        <w:t>ASK ALL IN MEXICO ONLY</w:t>
      </w:r>
    </w:p>
    <w:p w:rsidR="005E2816" w:rsidRPr="000B73EF" w:rsidRDefault="005E2816" w:rsidP="005E2816">
      <w:pPr>
        <w:pStyle w:val="Question"/>
        <w:rPr>
          <w:lang w:val="es-ES"/>
        </w:rPr>
      </w:pPr>
      <w:r w:rsidRPr="000B73EF">
        <w:rPr>
          <w:rFonts w:ascii="Tahoma" w:hAnsi="Tahoma" w:cs="Tahoma"/>
          <w:b/>
          <w:sz w:val="16"/>
        </w:rPr>
        <w:t>Q</w:t>
      </w:r>
      <w:r w:rsidR="00C677D9">
        <w:rPr>
          <w:rFonts w:ascii="Tahoma" w:hAnsi="Tahoma" w:cs="Tahoma"/>
          <w:b/>
          <w:sz w:val="16"/>
        </w:rPr>
        <w:t>20</w:t>
      </w:r>
      <w:r w:rsidRPr="000B73EF">
        <w:tab/>
        <w:t>Now I’d like to ask you about some political parties. Please tell me if you have a very favorable, somewhat favorable, somewhat unfavorable, or very unfavorable opinion of (INSERT)?</w:t>
      </w:r>
      <w:r w:rsidRPr="000B73EF">
        <w:rPr>
          <w:i/>
          <w:lang w:val="es-ES"/>
        </w:rPr>
        <w:t xml:space="preserve"> </w:t>
      </w:r>
    </w:p>
    <w:p w:rsidR="005E2816" w:rsidRPr="00C07994" w:rsidRDefault="005E2816" w:rsidP="005E2816">
      <w:pPr>
        <w:pStyle w:val="QuestionList"/>
        <w:rPr>
          <w:szCs w:val="20"/>
          <w:lang w:val="es-ES"/>
        </w:rPr>
      </w:pPr>
      <w:r w:rsidRPr="00C07994">
        <w:rPr>
          <w:b/>
          <w:bCs/>
          <w:szCs w:val="20"/>
          <w:lang w:val="es-ES"/>
        </w:rPr>
        <w:t>a.</w:t>
      </w:r>
      <w:r w:rsidRPr="00C07994">
        <w:rPr>
          <w:szCs w:val="20"/>
          <w:lang w:val="es-ES"/>
        </w:rPr>
        <w:tab/>
      </w:r>
      <w:r w:rsidR="00365D0D">
        <w:rPr>
          <w:szCs w:val="20"/>
        </w:rPr>
        <w:t>T</w:t>
      </w:r>
      <w:r w:rsidRPr="00C07994">
        <w:rPr>
          <w:szCs w:val="20"/>
        </w:rPr>
        <w:t>he PRI</w:t>
      </w:r>
    </w:p>
    <w:p w:rsidR="005E2816" w:rsidRPr="00C07994" w:rsidRDefault="005E2816" w:rsidP="005E2816">
      <w:pPr>
        <w:pStyle w:val="QuestionList"/>
        <w:rPr>
          <w:bCs/>
          <w:szCs w:val="20"/>
        </w:rPr>
      </w:pPr>
      <w:r w:rsidRPr="00C07994">
        <w:rPr>
          <w:b/>
          <w:bCs/>
          <w:szCs w:val="20"/>
          <w:lang w:val="es-ES"/>
        </w:rPr>
        <w:t>b.</w:t>
      </w:r>
      <w:r w:rsidRPr="00C07994">
        <w:rPr>
          <w:b/>
          <w:bCs/>
          <w:szCs w:val="20"/>
          <w:lang w:val="es-ES"/>
        </w:rPr>
        <w:tab/>
      </w:r>
      <w:r w:rsidRPr="00C07994">
        <w:rPr>
          <w:bCs/>
          <w:szCs w:val="20"/>
        </w:rPr>
        <w:t>The PAN</w:t>
      </w:r>
    </w:p>
    <w:p w:rsidR="005E2816" w:rsidRPr="00C07994" w:rsidRDefault="005E2816" w:rsidP="00C24BED">
      <w:pPr>
        <w:pStyle w:val="QuestionListLast"/>
        <w:rPr>
          <w:sz w:val="20"/>
          <w:szCs w:val="20"/>
          <w:lang w:val="es-ES"/>
        </w:rPr>
      </w:pPr>
      <w:r w:rsidRPr="00C07994">
        <w:rPr>
          <w:b/>
          <w:sz w:val="20"/>
          <w:szCs w:val="20"/>
          <w:lang w:val="es-ES"/>
        </w:rPr>
        <w:t>c.</w:t>
      </w:r>
      <w:r w:rsidRPr="00C07994">
        <w:rPr>
          <w:b/>
          <w:sz w:val="20"/>
          <w:szCs w:val="20"/>
          <w:lang w:val="es-ES"/>
        </w:rPr>
        <w:tab/>
      </w:r>
      <w:r w:rsidRPr="00C07994">
        <w:rPr>
          <w:sz w:val="20"/>
          <w:szCs w:val="20"/>
        </w:rPr>
        <w:t>The PRD</w:t>
      </w:r>
    </w:p>
    <w:p w:rsidR="005E2816" w:rsidRPr="000B73EF" w:rsidRDefault="005E2816" w:rsidP="005E2816">
      <w:pPr>
        <w:pStyle w:val="QuestionResponse"/>
      </w:pPr>
      <w:r w:rsidRPr="000B73EF">
        <w:t>1</w:t>
      </w:r>
      <w:r w:rsidRPr="000B73EF">
        <w:tab/>
        <w:t>Very favorable</w:t>
      </w:r>
    </w:p>
    <w:p w:rsidR="005E2816" w:rsidRPr="000B73EF" w:rsidRDefault="005E2816" w:rsidP="005E2816">
      <w:pPr>
        <w:pStyle w:val="QuestionResponse"/>
      </w:pPr>
      <w:r w:rsidRPr="000B73EF">
        <w:t>2</w:t>
      </w:r>
      <w:r w:rsidRPr="000B73EF">
        <w:tab/>
        <w:t>Somewhat favorable</w:t>
      </w:r>
    </w:p>
    <w:p w:rsidR="005E2816" w:rsidRPr="000B73EF" w:rsidRDefault="005E2816" w:rsidP="005E2816">
      <w:pPr>
        <w:pStyle w:val="QuestionResponse"/>
      </w:pPr>
      <w:r w:rsidRPr="000B73EF">
        <w:t>3</w:t>
      </w:r>
      <w:r w:rsidRPr="000B73EF">
        <w:tab/>
        <w:t xml:space="preserve">Somewhat unfavorable </w:t>
      </w:r>
    </w:p>
    <w:p w:rsidR="005E2816" w:rsidRPr="000B73EF" w:rsidRDefault="005E2816" w:rsidP="005E2816">
      <w:pPr>
        <w:pStyle w:val="QuestionResponse"/>
      </w:pPr>
      <w:r w:rsidRPr="000B73EF">
        <w:t>4</w:t>
      </w:r>
      <w:r w:rsidRPr="000B73EF">
        <w:tab/>
        <w:t xml:space="preserve">Very unfavorable </w:t>
      </w:r>
    </w:p>
    <w:p w:rsidR="005E2816" w:rsidRPr="000B73EF" w:rsidRDefault="005E2816" w:rsidP="005E2816">
      <w:pPr>
        <w:pStyle w:val="QuestionResponse"/>
      </w:pPr>
      <w:r w:rsidRPr="000B73EF">
        <w:t>8</w:t>
      </w:r>
      <w:r w:rsidRPr="000B73EF">
        <w:tab/>
        <w:t>Don’t know (DO NOT READ)</w:t>
      </w:r>
    </w:p>
    <w:p w:rsidR="005E2816" w:rsidRPr="000B73EF" w:rsidRDefault="005E2816" w:rsidP="005E2816">
      <w:pPr>
        <w:pStyle w:val="QuestionResponseLast"/>
      </w:pPr>
      <w:r w:rsidRPr="000B73EF">
        <w:t>9</w:t>
      </w:r>
      <w:r w:rsidRPr="000B73EF">
        <w:tab/>
        <w:t>Refused (DO NOT READ)</w:t>
      </w:r>
    </w:p>
    <w:p w:rsidR="000735BC" w:rsidRPr="000B73EF" w:rsidRDefault="000735BC" w:rsidP="0086474F">
      <w:pPr>
        <w:pStyle w:val="QuestionInstruction"/>
      </w:pPr>
      <w:r w:rsidRPr="000B73EF">
        <w:t xml:space="preserve">READ TO ALL IN </w:t>
      </w:r>
      <w:r w:rsidR="00C677D9">
        <w:t xml:space="preserve">CHINA, </w:t>
      </w:r>
      <w:r w:rsidR="00BE09C3" w:rsidRPr="000B73EF">
        <w:t>EL SALVADOR</w:t>
      </w:r>
      <w:r w:rsidR="00BE09C3">
        <w:t>,</w:t>
      </w:r>
      <w:r w:rsidR="00BE09C3" w:rsidRPr="000B73EF">
        <w:t xml:space="preserve"> MEXICO</w:t>
      </w:r>
      <w:r w:rsidR="00BE09C3">
        <w:t>,</w:t>
      </w:r>
      <w:r w:rsidR="00BE09C3" w:rsidRPr="000B73EF">
        <w:t xml:space="preserve"> AND </w:t>
      </w:r>
      <w:r w:rsidRPr="000B73EF">
        <w:t>PAKISTAN ONLY</w:t>
      </w:r>
    </w:p>
    <w:p w:rsidR="000735BC" w:rsidRPr="000B73EF" w:rsidRDefault="00647625" w:rsidP="00F47767">
      <w:pPr>
        <w:pStyle w:val="Question"/>
        <w:rPr>
          <w:b/>
        </w:rPr>
      </w:pPr>
      <w:r w:rsidRPr="000B73EF">
        <w:tab/>
      </w:r>
      <w:r w:rsidR="000735BC" w:rsidRPr="000B73EF">
        <w:t>Now thinking about some economic issues…</w:t>
      </w:r>
    </w:p>
    <w:p w:rsidR="0086474F" w:rsidRPr="000B73EF" w:rsidRDefault="0086474F" w:rsidP="0086474F">
      <w:pPr>
        <w:pStyle w:val="QuestionInstruction"/>
      </w:pPr>
      <w:r w:rsidRPr="000B73EF">
        <w:t>ASK ALL</w:t>
      </w:r>
    </w:p>
    <w:p w:rsidR="0086474F" w:rsidRPr="000B73EF" w:rsidRDefault="000918A7" w:rsidP="00E8455F">
      <w:pPr>
        <w:pStyle w:val="Question"/>
        <w:rPr>
          <w:i/>
          <w:iCs/>
        </w:rPr>
      </w:pPr>
      <w:r w:rsidRPr="000B73EF">
        <w:rPr>
          <w:rFonts w:ascii="Tahoma" w:hAnsi="Tahoma" w:cs="Tahoma"/>
          <w:b/>
          <w:sz w:val="16"/>
        </w:rPr>
        <w:t>Q</w:t>
      </w:r>
      <w:r w:rsidR="00850133" w:rsidRPr="000B73EF">
        <w:rPr>
          <w:rFonts w:ascii="Tahoma" w:hAnsi="Tahoma" w:cs="Tahoma"/>
          <w:b/>
          <w:sz w:val="16"/>
        </w:rPr>
        <w:t>2</w:t>
      </w:r>
      <w:r w:rsidR="00C677D9">
        <w:rPr>
          <w:rFonts w:ascii="Tahoma" w:hAnsi="Tahoma" w:cs="Tahoma"/>
          <w:b/>
          <w:sz w:val="16"/>
        </w:rPr>
        <w:t>1</w:t>
      </w:r>
      <w:r w:rsidR="0086474F" w:rsidRPr="000B73EF">
        <w:tab/>
      </w:r>
      <w:r w:rsidR="000735BC" w:rsidRPr="000B73EF">
        <w:t>D</w:t>
      </w:r>
      <w:r w:rsidR="0086474F" w:rsidRPr="000B73EF">
        <w:t xml:space="preserve">o you think </w:t>
      </w:r>
      <w:r w:rsidR="00F47767" w:rsidRPr="00F47767">
        <w:t>(INSERT)</w:t>
      </w:r>
      <w:r w:rsidR="0086474F" w:rsidRPr="000B73EF">
        <w:t xml:space="preserve"> is a very big problem, a moderately big problem, a small problem or not a problem at all in our </w:t>
      </w:r>
      <w:proofErr w:type="gramStart"/>
      <w:r w:rsidR="0086474F" w:rsidRPr="000B73EF">
        <w:t>country.</w:t>
      </w:r>
      <w:proofErr w:type="gramEnd"/>
      <w:r w:rsidR="0086474F" w:rsidRPr="000B73EF">
        <w:t xml:space="preserve"> </w:t>
      </w:r>
      <w:r w:rsidR="0086474F" w:rsidRPr="000B73EF">
        <w:rPr>
          <w:i/>
        </w:rPr>
        <w:t>(SHOW CARD)</w:t>
      </w:r>
      <w:r w:rsidR="0086474F" w:rsidRPr="000B73EF">
        <w:t xml:space="preserve"> </w:t>
      </w:r>
    </w:p>
    <w:p w:rsidR="00F47767" w:rsidRPr="000B73EF" w:rsidRDefault="00C677D9" w:rsidP="00F47767">
      <w:pPr>
        <w:pStyle w:val="QuestionInstruction"/>
      </w:pPr>
      <w:r>
        <w:t>RANDOMIZE</w:t>
      </w:r>
      <w:r w:rsidR="00F47767" w:rsidRPr="000B73EF">
        <w:t xml:space="preserve"> IN </w:t>
      </w:r>
      <w:r w:rsidR="004A7CCC" w:rsidRPr="004A7CCC">
        <w:rPr>
          <w:caps/>
        </w:rPr>
        <w:t xml:space="preserve">Australia, Britain, Canada, Czech Republic, France, Germany, </w:t>
      </w:r>
      <w:r w:rsidR="005674F7">
        <w:rPr>
          <w:caps/>
        </w:rPr>
        <w:t xml:space="preserve">GREECE, </w:t>
      </w:r>
      <w:r w:rsidR="004A7CCC" w:rsidRPr="004A7CCC">
        <w:rPr>
          <w:caps/>
        </w:rPr>
        <w:t xml:space="preserve">Japan, </w:t>
      </w:r>
      <w:r w:rsidR="005674F7">
        <w:rPr>
          <w:caps/>
        </w:rPr>
        <w:t xml:space="preserve">MALAYSIA, POLAND, </w:t>
      </w:r>
      <w:r w:rsidR="004A7CCC" w:rsidRPr="004A7CCC">
        <w:rPr>
          <w:caps/>
        </w:rPr>
        <w:t xml:space="preserve">Spain, South Korea, </w:t>
      </w:r>
      <w:r w:rsidR="003901A3">
        <w:rPr>
          <w:caps/>
        </w:rPr>
        <w:t xml:space="preserve">AND </w:t>
      </w:r>
      <w:r w:rsidR="004A7CCC">
        <w:rPr>
          <w:caps/>
        </w:rPr>
        <w:t>the united states</w:t>
      </w:r>
    </w:p>
    <w:p w:rsidR="00C160F5" w:rsidRDefault="0086474F" w:rsidP="0086474F">
      <w:pPr>
        <w:pStyle w:val="QuestionList"/>
        <w:rPr>
          <w:i/>
          <w:szCs w:val="22"/>
        </w:rPr>
      </w:pPr>
      <w:r w:rsidRPr="00C07994">
        <w:rPr>
          <w:b/>
          <w:szCs w:val="20"/>
        </w:rPr>
        <w:t>a.</w:t>
      </w:r>
      <w:r w:rsidRPr="000B73EF">
        <w:rPr>
          <w:szCs w:val="22"/>
        </w:rPr>
        <w:tab/>
        <w:t xml:space="preserve">Rising prices </w:t>
      </w:r>
      <w:r w:rsidRPr="000B73EF">
        <w:rPr>
          <w:rFonts w:ascii="Tahoma" w:hAnsi="Tahoma" w:cs="Tahoma"/>
          <w:b/>
          <w:i/>
          <w:sz w:val="16"/>
          <w:szCs w:val="16"/>
        </w:rPr>
        <w:t>[Ask in all countries]</w:t>
      </w:r>
    </w:p>
    <w:p w:rsidR="00C160F5" w:rsidRDefault="0086474F" w:rsidP="0086474F">
      <w:pPr>
        <w:pStyle w:val="QuestionList"/>
        <w:rPr>
          <w:i/>
          <w:szCs w:val="22"/>
        </w:rPr>
      </w:pPr>
      <w:r w:rsidRPr="00C07994">
        <w:rPr>
          <w:b/>
          <w:szCs w:val="20"/>
        </w:rPr>
        <w:t>b.</w:t>
      </w:r>
      <w:r w:rsidRPr="00C07994">
        <w:rPr>
          <w:szCs w:val="20"/>
        </w:rPr>
        <w:tab/>
      </w:r>
      <w:r w:rsidRPr="000B73EF">
        <w:rPr>
          <w:szCs w:val="22"/>
        </w:rPr>
        <w:t xml:space="preserve">A lack of </w:t>
      </w:r>
      <w:r w:rsidR="00C677D9">
        <w:rPr>
          <w:szCs w:val="22"/>
        </w:rPr>
        <w:t>employment</w:t>
      </w:r>
      <w:r w:rsidRPr="000B73EF">
        <w:rPr>
          <w:szCs w:val="22"/>
        </w:rPr>
        <w:t xml:space="preserve"> opportunities </w:t>
      </w:r>
      <w:r w:rsidRPr="000B73EF">
        <w:rPr>
          <w:rFonts w:ascii="Tahoma" w:hAnsi="Tahoma" w:cs="Tahoma"/>
          <w:b/>
          <w:i/>
          <w:sz w:val="16"/>
          <w:szCs w:val="16"/>
        </w:rPr>
        <w:t>[Ask in all countries]</w:t>
      </w:r>
      <w:r w:rsidRPr="000B73EF">
        <w:rPr>
          <w:i/>
        </w:rPr>
        <w:t xml:space="preserve">  </w:t>
      </w:r>
      <w:r w:rsidRPr="000B73EF">
        <w:rPr>
          <w:szCs w:val="22"/>
        </w:rPr>
        <w:t xml:space="preserve"> </w:t>
      </w:r>
    </w:p>
    <w:p w:rsidR="0086474F" w:rsidRPr="000B73EF" w:rsidRDefault="0086474F" w:rsidP="0086474F">
      <w:pPr>
        <w:pStyle w:val="QuestionList"/>
        <w:rPr>
          <w:szCs w:val="22"/>
        </w:rPr>
      </w:pPr>
      <w:r w:rsidRPr="00C07994">
        <w:rPr>
          <w:b/>
          <w:szCs w:val="20"/>
        </w:rPr>
        <w:t>c.</w:t>
      </w:r>
      <w:r w:rsidRPr="000B73EF">
        <w:rPr>
          <w:b/>
          <w:szCs w:val="22"/>
        </w:rPr>
        <w:tab/>
      </w:r>
      <w:r w:rsidRPr="000B73EF">
        <w:rPr>
          <w:szCs w:val="22"/>
        </w:rPr>
        <w:t>The gap between the rich and the poor</w:t>
      </w:r>
      <w:r w:rsidRPr="000B73EF">
        <w:t xml:space="preserve"> </w:t>
      </w:r>
      <w:r w:rsidRPr="000B73EF">
        <w:rPr>
          <w:rFonts w:ascii="Tahoma" w:hAnsi="Tahoma" w:cs="Tahoma"/>
          <w:b/>
          <w:i/>
          <w:sz w:val="16"/>
          <w:szCs w:val="16"/>
        </w:rPr>
        <w:t>[Ask in all countries]</w:t>
      </w:r>
      <w:r w:rsidRPr="000B73EF">
        <w:rPr>
          <w:i/>
        </w:rPr>
        <w:t xml:space="preserve">  </w:t>
      </w:r>
    </w:p>
    <w:p w:rsidR="0086474F" w:rsidRPr="000B73EF" w:rsidRDefault="0086474F" w:rsidP="00F47767">
      <w:pPr>
        <w:pStyle w:val="QuestionListLast"/>
        <w:rPr>
          <w:szCs w:val="22"/>
        </w:rPr>
      </w:pPr>
      <w:r w:rsidRPr="00C07994">
        <w:rPr>
          <w:b/>
          <w:sz w:val="20"/>
          <w:szCs w:val="20"/>
        </w:rPr>
        <w:t>d.</w:t>
      </w:r>
      <w:r w:rsidRPr="000B73EF">
        <w:rPr>
          <w:szCs w:val="22"/>
        </w:rPr>
        <w:tab/>
      </w:r>
      <w:r w:rsidR="00C677D9">
        <w:rPr>
          <w:sz w:val="20"/>
          <w:szCs w:val="20"/>
        </w:rPr>
        <w:t>Public</w:t>
      </w:r>
      <w:r w:rsidRPr="00F47767">
        <w:rPr>
          <w:sz w:val="20"/>
          <w:szCs w:val="20"/>
        </w:rPr>
        <w:t xml:space="preserve"> debt</w:t>
      </w:r>
      <w:r w:rsidRPr="000B73EF">
        <w:rPr>
          <w:szCs w:val="22"/>
        </w:rPr>
        <w:t xml:space="preserve"> </w:t>
      </w:r>
      <w:r w:rsidRPr="00F47767">
        <w:rPr>
          <w:rFonts w:ascii="Tahoma" w:hAnsi="Tahoma" w:cs="Tahoma"/>
          <w:b/>
          <w:i/>
          <w:sz w:val="16"/>
        </w:rPr>
        <w:t>[Ask in all countries]</w:t>
      </w:r>
    </w:p>
    <w:p w:rsidR="0086474F" w:rsidRPr="000B73EF" w:rsidRDefault="0086474F" w:rsidP="0086474F">
      <w:pPr>
        <w:pStyle w:val="QuestionResponse"/>
      </w:pPr>
      <w:r w:rsidRPr="000B73EF">
        <w:t>1</w:t>
      </w:r>
      <w:r w:rsidRPr="000B73EF">
        <w:tab/>
        <w:t>Very big problem</w:t>
      </w:r>
    </w:p>
    <w:p w:rsidR="0086474F" w:rsidRPr="000B73EF" w:rsidRDefault="0086474F" w:rsidP="0086474F">
      <w:pPr>
        <w:pStyle w:val="QuestionResponse"/>
      </w:pPr>
      <w:r w:rsidRPr="000B73EF">
        <w:t>2</w:t>
      </w:r>
      <w:r w:rsidRPr="000B73EF">
        <w:tab/>
        <w:t>Moderately big problem</w:t>
      </w:r>
    </w:p>
    <w:p w:rsidR="0086474F" w:rsidRPr="000B73EF" w:rsidRDefault="0086474F" w:rsidP="0086474F">
      <w:pPr>
        <w:pStyle w:val="QuestionResponse"/>
      </w:pPr>
      <w:r w:rsidRPr="000B73EF">
        <w:t>3</w:t>
      </w:r>
      <w:r w:rsidRPr="000B73EF">
        <w:tab/>
        <w:t>Small problem</w:t>
      </w:r>
    </w:p>
    <w:p w:rsidR="0086474F" w:rsidRPr="000B73EF" w:rsidRDefault="0086474F" w:rsidP="0086474F">
      <w:pPr>
        <w:pStyle w:val="QuestionResponse"/>
      </w:pPr>
      <w:r w:rsidRPr="000B73EF">
        <w:t>4</w:t>
      </w:r>
      <w:r w:rsidRPr="000B73EF">
        <w:tab/>
        <w:t>Not a problem at all</w:t>
      </w:r>
    </w:p>
    <w:p w:rsidR="0086474F" w:rsidRPr="000B73EF" w:rsidRDefault="0086474F" w:rsidP="0086474F">
      <w:pPr>
        <w:pStyle w:val="QuestionResponse"/>
      </w:pPr>
      <w:r w:rsidRPr="000B73EF">
        <w:t>8</w:t>
      </w:r>
      <w:r w:rsidRPr="000B73EF">
        <w:tab/>
        <w:t>Don’t know (DO NOT READ)</w:t>
      </w:r>
      <w:r w:rsidRPr="000B73EF">
        <w:tab/>
      </w:r>
    </w:p>
    <w:p w:rsidR="0086474F" w:rsidRPr="000B73EF" w:rsidRDefault="0086474F" w:rsidP="00F47767">
      <w:pPr>
        <w:pStyle w:val="QuestionResponseLast"/>
      </w:pPr>
      <w:r w:rsidRPr="000B73EF">
        <w:t>9</w:t>
      </w:r>
      <w:r w:rsidRPr="000B73EF">
        <w:tab/>
      </w:r>
      <w:r w:rsidRPr="00F47767">
        <w:t>Refused</w:t>
      </w:r>
      <w:r w:rsidRPr="000B73EF">
        <w:t xml:space="preserve"> (DO NOT READ)</w:t>
      </w:r>
    </w:p>
    <w:p w:rsidR="0086474F" w:rsidRPr="000B73EF" w:rsidRDefault="0086474F" w:rsidP="00F47767">
      <w:pPr>
        <w:pStyle w:val="QuestionInstruction"/>
      </w:pPr>
      <w:r w:rsidRPr="000B73EF">
        <w:lastRenderedPageBreak/>
        <w:t>ASK ALL</w:t>
      </w:r>
    </w:p>
    <w:p w:rsidR="0086474F" w:rsidRPr="000B73EF" w:rsidRDefault="000918A7" w:rsidP="00F47767">
      <w:pPr>
        <w:pStyle w:val="Question"/>
        <w:rPr>
          <w:i/>
        </w:rPr>
      </w:pPr>
      <w:r w:rsidRPr="000B73EF">
        <w:rPr>
          <w:rFonts w:ascii="Tahoma" w:hAnsi="Tahoma" w:cs="Tahoma"/>
          <w:b/>
          <w:sz w:val="16"/>
        </w:rPr>
        <w:t>Q</w:t>
      </w:r>
      <w:r w:rsidR="00850133" w:rsidRPr="000B73EF">
        <w:rPr>
          <w:rFonts w:ascii="Tahoma" w:hAnsi="Tahoma" w:cs="Tahoma"/>
          <w:b/>
          <w:sz w:val="16"/>
        </w:rPr>
        <w:t>2</w:t>
      </w:r>
      <w:r w:rsidR="00317713">
        <w:rPr>
          <w:rFonts w:ascii="Tahoma" w:hAnsi="Tahoma" w:cs="Tahoma"/>
          <w:b/>
          <w:sz w:val="16"/>
        </w:rPr>
        <w:t>2</w:t>
      </w:r>
      <w:r w:rsidR="0086474F" w:rsidRPr="000B73EF">
        <w:tab/>
        <w:t>Which</w:t>
      </w:r>
      <w:r w:rsidR="006B7A9D" w:rsidRPr="000B73EF">
        <w:t xml:space="preserve"> one of these</w:t>
      </w:r>
      <w:r w:rsidR="0086474F" w:rsidRPr="000B73EF">
        <w:t xml:space="preserve"> issue</w:t>
      </w:r>
      <w:r w:rsidR="006B7A9D" w:rsidRPr="000B73EF">
        <w:t>s</w:t>
      </w:r>
      <w:r w:rsidR="0086474F" w:rsidRPr="000B73EF">
        <w:t xml:space="preserve"> is the most important for the government to address first – rising prices, a lack of </w:t>
      </w:r>
      <w:r w:rsidR="00317713">
        <w:t>employment</w:t>
      </w:r>
      <w:r w:rsidR="0086474F" w:rsidRPr="000B73EF">
        <w:t xml:space="preserve"> opportunities, the gap between the rich and the poor or </w:t>
      </w:r>
      <w:r w:rsidR="00317713">
        <w:t>public</w:t>
      </w:r>
      <w:r w:rsidR="0086474F" w:rsidRPr="000B73EF">
        <w:t xml:space="preserve"> debt? </w:t>
      </w:r>
    </w:p>
    <w:p w:rsidR="0086474F" w:rsidRPr="000B73EF" w:rsidRDefault="00F47767" w:rsidP="00F47767">
      <w:pPr>
        <w:pStyle w:val="QuestionResponse"/>
      </w:pPr>
      <w:r>
        <w:t>1</w:t>
      </w:r>
      <w:r>
        <w:tab/>
      </w:r>
      <w:r w:rsidR="0086474F" w:rsidRPr="000B73EF">
        <w:t>Rising prices</w:t>
      </w:r>
    </w:p>
    <w:p w:rsidR="0086474F" w:rsidRPr="000B73EF" w:rsidRDefault="00F47767" w:rsidP="00F47767">
      <w:pPr>
        <w:pStyle w:val="QuestionResponse"/>
      </w:pPr>
      <w:r>
        <w:t>2</w:t>
      </w:r>
      <w:r>
        <w:tab/>
      </w:r>
      <w:r w:rsidR="0086474F" w:rsidRPr="000B73EF">
        <w:t xml:space="preserve">Lack of </w:t>
      </w:r>
      <w:r w:rsidR="008F5331">
        <w:t>employment</w:t>
      </w:r>
      <w:r w:rsidR="0086474F" w:rsidRPr="000B73EF">
        <w:t xml:space="preserve"> opportunities</w:t>
      </w:r>
    </w:p>
    <w:p w:rsidR="0086474F" w:rsidRPr="000B73EF" w:rsidRDefault="00F47767" w:rsidP="00F47767">
      <w:pPr>
        <w:pStyle w:val="QuestionResponse"/>
      </w:pPr>
      <w:r>
        <w:t>3</w:t>
      </w:r>
      <w:r>
        <w:tab/>
      </w:r>
      <w:r w:rsidR="0086474F" w:rsidRPr="000B73EF">
        <w:t>Gap between the rich and the poor</w:t>
      </w:r>
    </w:p>
    <w:p w:rsidR="0086474F" w:rsidRPr="000B73EF" w:rsidRDefault="00F47767" w:rsidP="00F47767">
      <w:pPr>
        <w:pStyle w:val="QuestionResponse"/>
      </w:pPr>
      <w:r>
        <w:t>4</w:t>
      </w:r>
      <w:r>
        <w:tab/>
      </w:r>
      <w:r w:rsidR="008F5331">
        <w:t>Public</w:t>
      </w:r>
      <w:r w:rsidR="0086474F" w:rsidRPr="000B73EF">
        <w:t xml:space="preserve"> debt</w:t>
      </w:r>
    </w:p>
    <w:p w:rsidR="0086474F" w:rsidRPr="000B73EF" w:rsidRDefault="00F47767" w:rsidP="00F47767">
      <w:pPr>
        <w:pStyle w:val="QuestionResponse"/>
      </w:pPr>
      <w:r>
        <w:t>5</w:t>
      </w:r>
      <w:r>
        <w:tab/>
      </w:r>
      <w:r w:rsidR="0086474F" w:rsidRPr="000B73EF">
        <w:t>All equally important (DO NOT READ)</w:t>
      </w:r>
    </w:p>
    <w:p w:rsidR="0086474F" w:rsidRPr="000B73EF" w:rsidRDefault="00F47767" w:rsidP="00F47767">
      <w:pPr>
        <w:pStyle w:val="QuestionResponse"/>
      </w:pPr>
      <w:r>
        <w:t>6</w:t>
      </w:r>
      <w:r>
        <w:tab/>
      </w:r>
      <w:r w:rsidR="0086474F" w:rsidRPr="000B73EF">
        <w:t>None (DO NOT READ)</w:t>
      </w:r>
    </w:p>
    <w:p w:rsidR="0086474F" w:rsidRPr="000B73EF" w:rsidRDefault="00F47767" w:rsidP="00F47767">
      <w:pPr>
        <w:pStyle w:val="QuestionResponse"/>
      </w:pPr>
      <w:r>
        <w:t>7</w:t>
      </w:r>
      <w:r>
        <w:tab/>
      </w:r>
      <w:r w:rsidR="0086474F" w:rsidRPr="000B73EF">
        <w:t>Other (DO NOT READ)</w:t>
      </w:r>
    </w:p>
    <w:p w:rsidR="0086474F" w:rsidRPr="000B73EF" w:rsidRDefault="0086474F" w:rsidP="00F47767">
      <w:pPr>
        <w:pStyle w:val="QuestionResponse"/>
      </w:pPr>
      <w:r w:rsidRPr="000B73EF">
        <w:t>8</w:t>
      </w:r>
      <w:r w:rsidRPr="000B73EF">
        <w:tab/>
        <w:t>Don’t know (DO NOT READ)</w:t>
      </w:r>
    </w:p>
    <w:p w:rsidR="0086474F" w:rsidRDefault="0086474F" w:rsidP="00F47767">
      <w:pPr>
        <w:pStyle w:val="QuestionResponseLast"/>
      </w:pPr>
      <w:r w:rsidRPr="000B73EF">
        <w:t>9</w:t>
      </w:r>
      <w:r w:rsidRPr="000B73EF">
        <w:tab/>
        <w:t>Refused (DO NOT READ)</w:t>
      </w:r>
    </w:p>
    <w:p w:rsidR="00C160F5" w:rsidRPr="00877118" w:rsidRDefault="00C160F5" w:rsidP="00C160F5">
      <w:pPr>
        <w:pStyle w:val="QuestionResponseLast"/>
        <w:ind w:left="810" w:hanging="810"/>
      </w:pPr>
      <w:r w:rsidRPr="00A12402">
        <w:rPr>
          <w:rFonts w:ascii="Tahoma" w:hAnsi="Tahoma" w:cs="Tahoma"/>
          <w:b/>
          <w:sz w:val="16"/>
          <w:szCs w:val="16"/>
        </w:rPr>
        <w:t>Q</w:t>
      </w:r>
      <w:r>
        <w:rPr>
          <w:rFonts w:ascii="Tahoma" w:hAnsi="Tahoma" w:cs="Tahoma"/>
          <w:b/>
          <w:sz w:val="16"/>
          <w:szCs w:val="16"/>
        </w:rPr>
        <w:t>23</w:t>
      </w:r>
      <w:r w:rsidRPr="00A12402">
        <w:tab/>
        <w:t>NOT ASKED</w:t>
      </w:r>
    </w:p>
    <w:p w:rsidR="00131438" w:rsidRPr="000B73EF" w:rsidRDefault="00131438" w:rsidP="00131438">
      <w:pPr>
        <w:keepNext/>
        <w:keepLines/>
        <w:spacing w:before="60" w:after="60" w:line="240" w:lineRule="auto"/>
        <w:ind w:left="720"/>
        <w:rPr>
          <w:rFonts w:ascii="Times New Roman" w:eastAsia="Times New Roman" w:hAnsi="Times New Roman" w:cs="Times New Roman"/>
          <w:b/>
          <w:szCs w:val="24"/>
        </w:rPr>
      </w:pPr>
      <w:r w:rsidRPr="000B73EF">
        <w:rPr>
          <w:rFonts w:ascii="Times New Roman" w:eastAsia="Times New Roman" w:hAnsi="Times New Roman" w:cs="Times New Roman"/>
          <w:b/>
          <w:szCs w:val="24"/>
        </w:rPr>
        <w:t>ASK ALL</w:t>
      </w:r>
    </w:p>
    <w:p w:rsidR="00131438" w:rsidRPr="000B73EF" w:rsidRDefault="000918A7" w:rsidP="00F47767">
      <w:pPr>
        <w:pStyle w:val="Question"/>
        <w:rPr>
          <w:i/>
        </w:rPr>
      </w:pPr>
      <w:r w:rsidRPr="000B73EF">
        <w:rPr>
          <w:rFonts w:ascii="Tahoma" w:hAnsi="Tahoma" w:cs="Tahoma"/>
          <w:b/>
          <w:sz w:val="16"/>
        </w:rPr>
        <w:t>Q</w:t>
      </w:r>
      <w:r w:rsidR="00850133" w:rsidRPr="000B73EF">
        <w:rPr>
          <w:rFonts w:ascii="Tahoma" w:hAnsi="Tahoma" w:cs="Tahoma"/>
          <w:b/>
          <w:sz w:val="16"/>
        </w:rPr>
        <w:t>24</w:t>
      </w:r>
      <w:r w:rsidR="00131438" w:rsidRPr="000B73EF">
        <w:rPr>
          <w:rFonts w:ascii="Tahoma" w:hAnsi="Tahoma" w:cs="Tahoma"/>
          <w:b/>
          <w:sz w:val="16"/>
        </w:rPr>
        <w:tab/>
      </w:r>
      <w:r w:rsidR="00131438" w:rsidRPr="000B73EF">
        <w:t xml:space="preserve">Do you think the gap between the rich and the poor in </w:t>
      </w:r>
      <w:r w:rsidR="00131438" w:rsidRPr="000B73EF">
        <w:rPr>
          <w:b/>
        </w:rPr>
        <w:t>(survey country)</w:t>
      </w:r>
      <w:r w:rsidR="00131438" w:rsidRPr="000B73EF">
        <w:t xml:space="preserve"> has increased, decreased, or stayed the same in the last five years? </w:t>
      </w:r>
    </w:p>
    <w:p w:rsidR="00131438" w:rsidRPr="000B73EF" w:rsidRDefault="00F47767" w:rsidP="00F47767">
      <w:pPr>
        <w:pStyle w:val="QuestionResponse"/>
      </w:pPr>
      <w:r>
        <w:t>1</w:t>
      </w:r>
      <w:r>
        <w:tab/>
      </w:r>
      <w:r w:rsidR="00131438" w:rsidRPr="000B73EF">
        <w:t>Increased</w:t>
      </w:r>
    </w:p>
    <w:p w:rsidR="00131438" w:rsidRPr="000B73EF" w:rsidRDefault="00F47767" w:rsidP="00F47767">
      <w:pPr>
        <w:pStyle w:val="QuestionResponse"/>
      </w:pPr>
      <w:r>
        <w:t>2</w:t>
      </w:r>
      <w:r>
        <w:tab/>
      </w:r>
      <w:r w:rsidR="00131438" w:rsidRPr="000B73EF">
        <w:t>Decreased</w:t>
      </w:r>
    </w:p>
    <w:p w:rsidR="00131438" w:rsidRPr="000B73EF" w:rsidRDefault="00F47767" w:rsidP="00F47767">
      <w:pPr>
        <w:pStyle w:val="QuestionResponse"/>
      </w:pPr>
      <w:r>
        <w:t>3</w:t>
      </w:r>
      <w:r>
        <w:tab/>
      </w:r>
      <w:r w:rsidR="00131438" w:rsidRPr="000B73EF">
        <w:t>Stayed the same</w:t>
      </w:r>
    </w:p>
    <w:p w:rsidR="00131438" w:rsidRPr="000B73EF" w:rsidRDefault="00131438" w:rsidP="00F47767">
      <w:pPr>
        <w:pStyle w:val="QuestionResponse"/>
      </w:pPr>
      <w:r w:rsidRPr="000B73EF">
        <w:t>8</w:t>
      </w:r>
      <w:r w:rsidRPr="000B73EF">
        <w:tab/>
        <w:t>Don’t know (DO NOT READ)</w:t>
      </w:r>
    </w:p>
    <w:p w:rsidR="00131438" w:rsidRPr="000B73EF" w:rsidRDefault="00131438" w:rsidP="00F47767">
      <w:pPr>
        <w:pStyle w:val="QuestionResponseLast"/>
      </w:pPr>
      <w:r w:rsidRPr="000B73EF">
        <w:t>9</w:t>
      </w:r>
      <w:r w:rsidRPr="000B73EF">
        <w:tab/>
        <w:t>Refused (DO NOT READ)</w:t>
      </w:r>
    </w:p>
    <w:p w:rsidR="00F2678D" w:rsidRPr="00BE4172" w:rsidRDefault="00F2678D" w:rsidP="00BE09C3">
      <w:pPr>
        <w:pStyle w:val="QuestionInstruction"/>
        <w:rPr>
          <w:caps/>
        </w:rPr>
      </w:pPr>
      <w:r w:rsidRPr="00BE4172">
        <w:rPr>
          <w:caps/>
        </w:rPr>
        <w:t xml:space="preserve">ASK </w:t>
      </w:r>
      <w:r w:rsidR="00F47767" w:rsidRPr="00BE4172">
        <w:rPr>
          <w:caps/>
        </w:rPr>
        <w:t xml:space="preserve">ALL </w:t>
      </w:r>
      <w:r w:rsidRPr="00BE4172">
        <w:rPr>
          <w:caps/>
        </w:rPr>
        <w:t xml:space="preserve">IN </w:t>
      </w:r>
      <w:r w:rsidR="00BE09C3" w:rsidRPr="00BE4172">
        <w:rPr>
          <w:caps/>
        </w:rPr>
        <w:t>Argentina, Bolivia, Brazil, Ch</w:t>
      </w:r>
      <w:r w:rsidR="0070614A" w:rsidRPr="00BE4172">
        <w:rPr>
          <w:caps/>
        </w:rPr>
        <w:t>ile, Egypt, El Salvador, Ghana</w:t>
      </w:r>
      <w:r w:rsidR="00BE09C3" w:rsidRPr="00BE4172">
        <w:rPr>
          <w:caps/>
        </w:rPr>
        <w:t>, Indonesia, Jordan, Kenya, Lebanon, Malaysia, Mexico, Nigeria, Pakistan, Palestinian Territories,  Philippines, Poland,  Russia, Senegal, South Africa, Tunisia, Turkey, Uganda,</w:t>
      </w:r>
      <w:r w:rsidR="00DF4A0B" w:rsidRPr="00BE4172">
        <w:rPr>
          <w:caps/>
        </w:rPr>
        <w:t xml:space="preserve"> AND VenezuelA </w:t>
      </w:r>
      <w:r w:rsidRPr="00BE4172">
        <w:rPr>
          <w:caps/>
        </w:rPr>
        <w:t>ONLY</w:t>
      </w:r>
    </w:p>
    <w:p w:rsidR="00F2678D" w:rsidRPr="00BE4172" w:rsidRDefault="004D50BF" w:rsidP="00F47767">
      <w:pPr>
        <w:pStyle w:val="Question"/>
      </w:pPr>
      <w:r w:rsidRPr="00BE4172">
        <w:rPr>
          <w:rFonts w:ascii="Tahoma" w:hAnsi="Tahoma" w:cs="Tahoma"/>
          <w:b/>
          <w:sz w:val="16"/>
        </w:rPr>
        <w:t>Q25</w:t>
      </w:r>
      <w:r w:rsidR="00F2678D" w:rsidRPr="00BE4172">
        <w:tab/>
        <w:t xml:space="preserve">What's the best model economy for </w:t>
      </w:r>
      <w:r w:rsidR="00F2678D" w:rsidRPr="00BE4172">
        <w:rPr>
          <w:b/>
        </w:rPr>
        <w:t>(survey country)</w:t>
      </w:r>
      <w:r w:rsidR="00F2678D" w:rsidRPr="00BE4172">
        <w:t xml:space="preserve"> to try to follow - a free market capitalist one such as in the United States or</w:t>
      </w:r>
      <w:r w:rsidR="00361E38" w:rsidRPr="00BE4172">
        <w:t xml:space="preserve"> a</w:t>
      </w:r>
      <w:r w:rsidR="00F2678D" w:rsidRPr="00BE4172">
        <w:t xml:space="preserve"> state capit</w:t>
      </w:r>
      <w:r w:rsidR="00361E38" w:rsidRPr="00BE4172">
        <w:t xml:space="preserve">alist one such as </w:t>
      </w:r>
      <w:r w:rsidR="00F2678D" w:rsidRPr="00BE4172">
        <w:t xml:space="preserve">in </w:t>
      </w:r>
      <w:r w:rsidRPr="00BE4172">
        <w:t>China</w:t>
      </w:r>
      <w:r w:rsidR="00F2678D" w:rsidRPr="00BE4172">
        <w:t>?</w:t>
      </w:r>
      <w:r w:rsidR="00BE4172">
        <w:rPr>
          <w:rStyle w:val="FootnoteReference"/>
        </w:rPr>
        <w:footnoteReference w:id="1"/>
      </w:r>
      <w:r w:rsidR="00F2678D" w:rsidRPr="00BE4172">
        <w:t xml:space="preserve"> </w:t>
      </w:r>
    </w:p>
    <w:p w:rsidR="00F2678D" w:rsidRPr="00BE4172" w:rsidRDefault="00F2678D" w:rsidP="00F47767">
      <w:pPr>
        <w:pStyle w:val="QuestionResponse"/>
      </w:pPr>
      <w:r w:rsidRPr="00BE4172">
        <w:t>1</w:t>
      </w:r>
      <w:r w:rsidRPr="00BE4172">
        <w:tab/>
      </w:r>
      <w:r w:rsidR="004D50BF" w:rsidRPr="00BE4172">
        <w:t>Free market capitalism</w:t>
      </w:r>
    </w:p>
    <w:p w:rsidR="00F2678D" w:rsidRPr="00BE4172" w:rsidRDefault="00F2678D" w:rsidP="00F47767">
      <w:pPr>
        <w:pStyle w:val="QuestionResponse"/>
      </w:pPr>
      <w:r w:rsidRPr="00BE4172">
        <w:t>2</w:t>
      </w:r>
      <w:r w:rsidRPr="00BE4172">
        <w:tab/>
      </w:r>
      <w:r w:rsidR="004D50BF" w:rsidRPr="00BE4172">
        <w:t>State capitalism</w:t>
      </w:r>
    </w:p>
    <w:p w:rsidR="004D50BF" w:rsidRPr="00BE4172" w:rsidRDefault="00F47767" w:rsidP="00F47767">
      <w:pPr>
        <w:pStyle w:val="QuestionResponse"/>
      </w:pPr>
      <w:r w:rsidRPr="00BE4172">
        <w:t>3</w:t>
      </w:r>
      <w:r w:rsidRPr="00BE4172">
        <w:tab/>
      </w:r>
      <w:r w:rsidR="004D50BF" w:rsidRPr="00BE4172">
        <w:t>Neither (DO NOT READ)</w:t>
      </w:r>
    </w:p>
    <w:p w:rsidR="004D50BF" w:rsidRPr="00BE4172" w:rsidRDefault="004D50BF" w:rsidP="00F47767">
      <w:pPr>
        <w:pStyle w:val="QuestionResponse"/>
      </w:pPr>
      <w:r w:rsidRPr="00BE4172">
        <w:t>8</w:t>
      </w:r>
      <w:r w:rsidRPr="00BE4172">
        <w:tab/>
        <w:t>Don’t know (DO NOT READ)</w:t>
      </w:r>
    </w:p>
    <w:p w:rsidR="004D50BF" w:rsidRDefault="004D50BF" w:rsidP="00F47767">
      <w:pPr>
        <w:pStyle w:val="QuestionResponseLast"/>
      </w:pPr>
      <w:r w:rsidRPr="00BE4172">
        <w:t>9</w:t>
      </w:r>
      <w:r w:rsidRPr="00BE4172">
        <w:tab/>
        <w:t>Refused (DO NOT READ)</w:t>
      </w:r>
    </w:p>
    <w:p w:rsidR="0086474F" w:rsidRPr="002E41AB" w:rsidRDefault="0086474F" w:rsidP="002E41AB">
      <w:pPr>
        <w:pStyle w:val="QuestionInstruction"/>
        <w:rPr>
          <w:caps/>
        </w:rPr>
      </w:pPr>
      <w:r w:rsidRPr="002E41AB">
        <w:rPr>
          <w:caps/>
        </w:rPr>
        <w:lastRenderedPageBreak/>
        <w:t xml:space="preserve">ASK ALL EXCEPT IN </w:t>
      </w:r>
      <w:r w:rsidR="002E41AB" w:rsidRPr="002E41AB">
        <w:rPr>
          <w:caps/>
        </w:rPr>
        <w:t xml:space="preserve">Britain, France, Germany, </w:t>
      </w:r>
      <w:r w:rsidRPr="002E41AB">
        <w:rPr>
          <w:caps/>
        </w:rPr>
        <w:t>JAPAN</w:t>
      </w:r>
      <w:r w:rsidR="00BE09C3" w:rsidRPr="002E41AB">
        <w:rPr>
          <w:caps/>
        </w:rPr>
        <w:t>,</w:t>
      </w:r>
      <w:r w:rsidRPr="002E41AB">
        <w:rPr>
          <w:caps/>
        </w:rPr>
        <w:t xml:space="preserve"> </w:t>
      </w:r>
      <w:r w:rsidR="002E41AB" w:rsidRPr="002E41AB">
        <w:rPr>
          <w:caps/>
        </w:rPr>
        <w:t>Spain</w:t>
      </w:r>
      <w:r w:rsidR="002E41AB">
        <w:rPr>
          <w:caps/>
        </w:rPr>
        <w:t>,</w:t>
      </w:r>
      <w:r w:rsidR="002E41AB" w:rsidRPr="002E41AB">
        <w:rPr>
          <w:caps/>
        </w:rPr>
        <w:t xml:space="preserve"> AND THE UNITED STATES</w:t>
      </w:r>
    </w:p>
    <w:p w:rsidR="0086474F" w:rsidRPr="000B73EF" w:rsidRDefault="000918A7" w:rsidP="0086474F">
      <w:pPr>
        <w:pStyle w:val="Question"/>
      </w:pPr>
      <w:r w:rsidRPr="000B73EF">
        <w:rPr>
          <w:rFonts w:ascii="Tahoma" w:hAnsi="Tahoma" w:cs="Tahoma"/>
          <w:b/>
          <w:sz w:val="16"/>
        </w:rPr>
        <w:t>Q</w:t>
      </w:r>
      <w:r w:rsidR="00850133" w:rsidRPr="000B73EF">
        <w:rPr>
          <w:rFonts w:ascii="Tahoma" w:hAnsi="Tahoma" w:cs="Tahoma"/>
          <w:b/>
          <w:sz w:val="16"/>
        </w:rPr>
        <w:t>2</w:t>
      </w:r>
      <w:r w:rsidR="00C90482">
        <w:rPr>
          <w:rFonts w:ascii="Tahoma" w:hAnsi="Tahoma" w:cs="Tahoma"/>
          <w:b/>
          <w:sz w:val="16"/>
        </w:rPr>
        <w:t>6</w:t>
      </w:r>
      <w:r w:rsidR="0086474F" w:rsidRPr="000B73EF">
        <w:tab/>
        <w:t>Which one of these comes closest to your opinion, number 1 or number 2?</w:t>
      </w:r>
      <w:r w:rsidR="00C160F5">
        <w:rPr>
          <w:rStyle w:val="FootnoteReference"/>
        </w:rPr>
        <w:footnoteReference w:id="2"/>
      </w:r>
      <w:r w:rsidR="0086474F" w:rsidRPr="000B73EF">
        <w:t xml:space="preserve">  </w:t>
      </w:r>
      <w:r w:rsidR="00286C22" w:rsidRPr="0044382C">
        <w:rPr>
          <w:i/>
        </w:rPr>
        <w:t>(READ)</w:t>
      </w:r>
      <w:r w:rsidR="00286C22" w:rsidRPr="000B73EF">
        <w:t xml:space="preserve"> </w:t>
      </w:r>
      <w:r w:rsidR="0086474F" w:rsidRPr="000B73EF">
        <w:rPr>
          <w:i/>
        </w:rPr>
        <w:t>(SHOW CARD)</w:t>
      </w:r>
      <w:r w:rsidR="0086474F" w:rsidRPr="000B73EF">
        <w:t xml:space="preserve">  </w:t>
      </w:r>
    </w:p>
    <w:p w:rsidR="00336F98" w:rsidRPr="004A7CCC" w:rsidRDefault="00336F98" w:rsidP="00336F98">
      <w:pPr>
        <w:pStyle w:val="QuestionInstruction"/>
        <w:rPr>
          <w:caps/>
        </w:rPr>
      </w:pPr>
      <w:r w:rsidRPr="004A7CCC">
        <w:rPr>
          <w:caps/>
        </w:rPr>
        <w:t xml:space="preserve">ROTATE IN Australia, Canada, Czech Republic, </w:t>
      </w:r>
      <w:r>
        <w:rPr>
          <w:caps/>
        </w:rPr>
        <w:t>GREECE, MALAYSIA, POLAND</w:t>
      </w:r>
      <w:r w:rsidR="00B43484">
        <w:rPr>
          <w:caps/>
        </w:rPr>
        <w:t xml:space="preserve">, </w:t>
      </w:r>
      <w:r>
        <w:rPr>
          <w:caps/>
        </w:rPr>
        <w:t xml:space="preserve">and </w:t>
      </w:r>
      <w:r w:rsidRPr="004A7CCC">
        <w:rPr>
          <w:caps/>
        </w:rPr>
        <w:t>South Korea</w:t>
      </w:r>
    </w:p>
    <w:p w:rsidR="0086474F" w:rsidRPr="000B73EF" w:rsidRDefault="0086474F" w:rsidP="0086474F">
      <w:pPr>
        <w:pStyle w:val="QuestionResponse"/>
      </w:pPr>
      <w:r w:rsidRPr="000B73EF">
        <w:t>1</w:t>
      </w:r>
      <w:r w:rsidRPr="000B73EF">
        <w:tab/>
        <w:t>Number 1 – It is not necessary to believe in God in order to be moral and have good values</w:t>
      </w:r>
    </w:p>
    <w:p w:rsidR="0086474F" w:rsidRPr="000B73EF" w:rsidRDefault="0086474F" w:rsidP="0086474F">
      <w:pPr>
        <w:pStyle w:val="QuestionResponse"/>
      </w:pPr>
      <w:r w:rsidRPr="000B73EF">
        <w:t>2</w:t>
      </w:r>
      <w:r w:rsidRPr="000B73EF">
        <w:tab/>
        <w:t>Number 2 – It is necessary to believe in God in order to be moral and have good values</w:t>
      </w:r>
    </w:p>
    <w:p w:rsidR="0086474F" w:rsidRPr="000B73EF" w:rsidRDefault="0086474F" w:rsidP="0086474F">
      <w:pPr>
        <w:pStyle w:val="QuestionResponse"/>
      </w:pPr>
      <w:r w:rsidRPr="000B73EF">
        <w:t>8</w:t>
      </w:r>
      <w:r w:rsidRPr="000B73EF">
        <w:tab/>
        <w:t>Don’t know (DO NOT READ)</w:t>
      </w:r>
    </w:p>
    <w:p w:rsidR="0086474F" w:rsidRPr="000B73EF" w:rsidRDefault="0086474F" w:rsidP="0044382C">
      <w:pPr>
        <w:pStyle w:val="QuestionResponseLast"/>
      </w:pPr>
      <w:r w:rsidRPr="000B73EF">
        <w:t>9</w:t>
      </w:r>
      <w:r w:rsidRPr="000B73EF">
        <w:tab/>
        <w:t>Refused (DO NOT READ)</w:t>
      </w:r>
    </w:p>
    <w:p w:rsidR="0086474F" w:rsidRPr="000B73EF" w:rsidRDefault="0086474F" w:rsidP="0086474F">
      <w:pPr>
        <w:pStyle w:val="QuestionInstruction"/>
      </w:pPr>
      <w:r w:rsidRPr="000B73EF">
        <w:t>ASK ALL</w:t>
      </w:r>
    </w:p>
    <w:p w:rsidR="0086474F" w:rsidRPr="000B73EF" w:rsidRDefault="000918A7" w:rsidP="00286C22">
      <w:pPr>
        <w:pStyle w:val="Question"/>
      </w:pPr>
      <w:r w:rsidRPr="000B73EF">
        <w:rPr>
          <w:rFonts w:ascii="Tahoma" w:hAnsi="Tahoma" w:cs="Tahoma"/>
          <w:b/>
          <w:sz w:val="16"/>
        </w:rPr>
        <w:t>Q</w:t>
      </w:r>
      <w:r w:rsidR="00850133" w:rsidRPr="000B73EF">
        <w:rPr>
          <w:rFonts w:ascii="Tahoma" w:hAnsi="Tahoma" w:cs="Tahoma"/>
          <w:b/>
          <w:sz w:val="16"/>
        </w:rPr>
        <w:t>2</w:t>
      </w:r>
      <w:r w:rsidR="00C90482">
        <w:rPr>
          <w:rFonts w:ascii="Tahoma" w:hAnsi="Tahoma" w:cs="Tahoma"/>
          <w:b/>
          <w:sz w:val="16"/>
        </w:rPr>
        <w:t>7</w:t>
      </w:r>
      <w:r w:rsidR="0086474F" w:rsidRPr="000B73EF">
        <w:tab/>
        <w:t xml:space="preserve">And which one of these comes closer to your opinion, number 1 or number 2? </w:t>
      </w:r>
      <w:r w:rsidR="0086474F" w:rsidRPr="00286C22">
        <w:rPr>
          <w:i/>
        </w:rPr>
        <w:t xml:space="preserve">(READ) (SHOW CARD) </w:t>
      </w:r>
    </w:p>
    <w:p w:rsidR="0086474F" w:rsidRPr="004A7CCC" w:rsidRDefault="0086474F" w:rsidP="004A7CCC">
      <w:pPr>
        <w:pStyle w:val="QuestionInstruction"/>
        <w:rPr>
          <w:caps/>
        </w:rPr>
      </w:pPr>
      <w:r w:rsidRPr="004A7CCC">
        <w:rPr>
          <w:caps/>
        </w:rPr>
        <w:t xml:space="preserve">ROTATE IN </w:t>
      </w:r>
      <w:r w:rsidR="004A7CCC" w:rsidRPr="004A7CCC">
        <w:rPr>
          <w:caps/>
        </w:rPr>
        <w:t xml:space="preserve">Australia, Britain, Canada, Czech Republic, France, Germany, </w:t>
      </w:r>
      <w:r w:rsidR="005674F7">
        <w:rPr>
          <w:caps/>
        </w:rPr>
        <w:t xml:space="preserve">GREECE, </w:t>
      </w:r>
      <w:r w:rsidR="004A7CCC" w:rsidRPr="004A7CCC">
        <w:rPr>
          <w:caps/>
        </w:rPr>
        <w:t xml:space="preserve">Japan, </w:t>
      </w:r>
      <w:r w:rsidR="005674F7">
        <w:rPr>
          <w:caps/>
        </w:rPr>
        <w:t xml:space="preserve">MALAYSIA, POLAND, </w:t>
      </w:r>
      <w:r w:rsidR="004A7CCC" w:rsidRPr="004A7CCC">
        <w:rPr>
          <w:caps/>
        </w:rPr>
        <w:t xml:space="preserve">Spain, South Korea, </w:t>
      </w:r>
      <w:r w:rsidR="009859B7">
        <w:rPr>
          <w:caps/>
        </w:rPr>
        <w:t xml:space="preserve">and </w:t>
      </w:r>
      <w:r w:rsidR="004A7CCC">
        <w:rPr>
          <w:caps/>
        </w:rPr>
        <w:t>the united states</w:t>
      </w:r>
    </w:p>
    <w:p w:rsidR="0086474F" w:rsidRPr="000B73EF" w:rsidRDefault="0086474F" w:rsidP="0086474F">
      <w:pPr>
        <w:pStyle w:val="QuestionResponse"/>
      </w:pPr>
      <w:r w:rsidRPr="000B73EF">
        <w:t>1</w:t>
      </w:r>
      <w:r w:rsidRPr="000B73EF">
        <w:tab/>
        <w:t>Number 1 – Homosexuality should be accepted by society</w:t>
      </w:r>
    </w:p>
    <w:p w:rsidR="0086474F" w:rsidRPr="000B73EF" w:rsidRDefault="0086474F" w:rsidP="0086474F">
      <w:pPr>
        <w:pStyle w:val="QuestionResponse"/>
      </w:pPr>
      <w:r w:rsidRPr="000B73EF">
        <w:t>2</w:t>
      </w:r>
      <w:r w:rsidRPr="000B73EF">
        <w:tab/>
        <w:t>Number 2 – Homosexuality should not be accepted by society</w:t>
      </w:r>
    </w:p>
    <w:p w:rsidR="0086474F" w:rsidRPr="000B73EF" w:rsidRDefault="0086474F" w:rsidP="0086474F">
      <w:pPr>
        <w:pStyle w:val="QuestionResponse"/>
      </w:pPr>
      <w:r w:rsidRPr="000B73EF">
        <w:t>8</w:t>
      </w:r>
      <w:r w:rsidRPr="000B73EF">
        <w:tab/>
        <w:t>Don’t know (DO NOT READ)</w:t>
      </w:r>
    </w:p>
    <w:p w:rsidR="0086474F" w:rsidRPr="000B73EF" w:rsidRDefault="0086474F" w:rsidP="0086474F">
      <w:pPr>
        <w:pStyle w:val="QuestionResponseLast"/>
      </w:pPr>
      <w:r w:rsidRPr="000B73EF">
        <w:t>9</w:t>
      </w:r>
      <w:r w:rsidRPr="000B73EF">
        <w:tab/>
        <w:t>Refused (DO NOT READ)</w:t>
      </w:r>
    </w:p>
    <w:p w:rsidR="0086474F" w:rsidRPr="000B73EF" w:rsidRDefault="0086474F" w:rsidP="0086474F">
      <w:pPr>
        <w:pStyle w:val="QuestionInstruction"/>
      </w:pPr>
      <w:r w:rsidRPr="000B73EF">
        <w:t>ASK ALL IN PAKISTAN ONLY</w:t>
      </w:r>
    </w:p>
    <w:p w:rsidR="0086474F" w:rsidRPr="000B73EF" w:rsidRDefault="000918A7" w:rsidP="0086474F">
      <w:pPr>
        <w:pStyle w:val="Question"/>
        <w:rPr>
          <w:iCs/>
        </w:rPr>
      </w:pPr>
      <w:r w:rsidRPr="000B73EF">
        <w:rPr>
          <w:rFonts w:ascii="Tahoma" w:hAnsi="Tahoma" w:cs="Tahoma"/>
          <w:b/>
          <w:sz w:val="16"/>
        </w:rPr>
        <w:t>Q</w:t>
      </w:r>
      <w:r w:rsidR="00850133" w:rsidRPr="000B73EF">
        <w:rPr>
          <w:rFonts w:ascii="Tahoma" w:hAnsi="Tahoma" w:cs="Tahoma"/>
          <w:b/>
          <w:sz w:val="16"/>
        </w:rPr>
        <w:t>2</w:t>
      </w:r>
      <w:r w:rsidR="00C90482">
        <w:rPr>
          <w:rFonts w:ascii="Tahoma" w:hAnsi="Tahoma" w:cs="Tahoma"/>
          <w:b/>
          <w:sz w:val="16"/>
        </w:rPr>
        <w:t>8</w:t>
      </w:r>
      <w:r w:rsidR="0086474F" w:rsidRPr="000B73EF">
        <w:tab/>
        <w:t xml:space="preserve">Do you think that an increase in trade and business ties between </w:t>
      </w:r>
      <w:r w:rsidR="0086474F" w:rsidRPr="000B73EF">
        <w:rPr>
          <w:b/>
        </w:rPr>
        <w:t>(survey country)</w:t>
      </w:r>
      <w:r w:rsidR="0086474F" w:rsidRPr="000B73EF">
        <w:t xml:space="preserve"> India would be a very good thing, somewhat good, somewhat bad or a v</w:t>
      </w:r>
      <w:r w:rsidR="00C160F5">
        <w:t xml:space="preserve">ery bad thing for our country? </w:t>
      </w:r>
    </w:p>
    <w:p w:rsidR="0086474F" w:rsidRPr="000B73EF" w:rsidRDefault="0086474F" w:rsidP="0086474F">
      <w:pPr>
        <w:pStyle w:val="QuestionResponse"/>
      </w:pPr>
      <w:r w:rsidRPr="000B73EF">
        <w:t>1</w:t>
      </w:r>
      <w:r w:rsidRPr="000B73EF">
        <w:tab/>
        <w:t>Very good</w:t>
      </w:r>
    </w:p>
    <w:p w:rsidR="0086474F" w:rsidRPr="000B73EF" w:rsidRDefault="0086474F" w:rsidP="0086474F">
      <w:pPr>
        <w:pStyle w:val="QuestionResponse"/>
      </w:pPr>
      <w:r w:rsidRPr="000B73EF">
        <w:t>2</w:t>
      </w:r>
      <w:r w:rsidRPr="000B73EF">
        <w:tab/>
        <w:t>Somewhat good</w:t>
      </w:r>
    </w:p>
    <w:p w:rsidR="0086474F" w:rsidRPr="000B73EF" w:rsidRDefault="0086474F" w:rsidP="0086474F">
      <w:pPr>
        <w:pStyle w:val="QuestionResponse"/>
      </w:pPr>
      <w:r w:rsidRPr="000B73EF">
        <w:t>3</w:t>
      </w:r>
      <w:r w:rsidRPr="000B73EF">
        <w:tab/>
        <w:t>Somewhat bad</w:t>
      </w:r>
    </w:p>
    <w:p w:rsidR="0086474F" w:rsidRPr="000B73EF" w:rsidRDefault="0086474F" w:rsidP="0086474F">
      <w:pPr>
        <w:pStyle w:val="QuestionResponse"/>
      </w:pPr>
      <w:r w:rsidRPr="000B73EF">
        <w:t>4</w:t>
      </w:r>
      <w:r w:rsidRPr="000B73EF">
        <w:tab/>
        <w:t>Very bad</w:t>
      </w:r>
    </w:p>
    <w:p w:rsidR="0086474F" w:rsidRPr="000B73EF" w:rsidRDefault="0086474F" w:rsidP="0086474F">
      <w:pPr>
        <w:pStyle w:val="QuestionResponse"/>
      </w:pPr>
      <w:r w:rsidRPr="000B73EF">
        <w:t>8</w:t>
      </w:r>
      <w:r w:rsidRPr="000B73EF">
        <w:tab/>
        <w:t>Don’t know (DO NOT READ)</w:t>
      </w:r>
    </w:p>
    <w:p w:rsidR="0086474F" w:rsidRPr="000B73EF" w:rsidRDefault="0086474F" w:rsidP="0086474F">
      <w:pPr>
        <w:pStyle w:val="QuestionResponseLast"/>
      </w:pPr>
      <w:r w:rsidRPr="000B73EF">
        <w:t>9</w:t>
      </w:r>
      <w:r w:rsidRPr="000B73EF">
        <w:tab/>
        <w:t>Refused (DO NOT READ)</w:t>
      </w:r>
    </w:p>
    <w:p w:rsidR="0086474F" w:rsidRPr="00E95EBA" w:rsidRDefault="0086474F" w:rsidP="00E95EBA">
      <w:pPr>
        <w:pStyle w:val="QuestionInstruction"/>
      </w:pPr>
      <w:r w:rsidRPr="00E95EBA">
        <w:lastRenderedPageBreak/>
        <w:t>ASK ALL</w:t>
      </w:r>
    </w:p>
    <w:p w:rsidR="0086474F" w:rsidRPr="000B73EF" w:rsidRDefault="000918A7" w:rsidP="00582CC3">
      <w:pPr>
        <w:pStyle w:val="Question"/>
        <w:rPr>
          <w:i/>
        </w:rPr>
      </w:pPr>
      <w:r w:rsidRPr="000B73EF">
        <w:rPr>
          <w:rFonts w:ascii="Tahoma" w:hAnsi="Tahoma" w:cs="Tahoma"/>
          <w:b/>
          <w:sz w:val="16"/>
        </w:rPr>
        <w:t>Q</w:t>
      </w:r>
      <w:r w:rsidR="00C90482">
        <w:rPr>
          <w:rFonts w:ascii="Tahoma" w:hAnsi="Tahoma" w:cs="Tahoma"/>
          <w:b/>
          <w:sz w:val="16"/>
        </w:rPr>
        <w:t>29</w:t>
      </w:r>
      <w:r w:rsidR="0086474F" w:rsidRPr="000B73EF">
        <w:tab/>
        <w:t xml:space="preserve">Today, which </w:t>
      </w:r>
      <w:r w:rsidR="0086474F" w:rsidRPr="00582CC3">
        <w:t>ONE</w:t>
      </w:r>
      <w:r w:rsidR="0086474F" w:rsidRPr="000B73EF">
        <w:t xml:space="preserve"> of the following do you think is the world’s leading economic power? </w:t>
      </w:r>
    </w:p>
    <w:p w:rsidR="000F3350" w:rsidRPr="004A7CCC" w:rsidRDefault="000F3350" w:rsidP="000F3350">
      <w:pPr>
        <w:pStyle w:val="QuestionInstruction"/>
        <w:rPr>
          <w:caps/>
        </w:rPr>
      </w:pPr>
      <w:r w:rsidRPr="004A7CCC">
        <w:rPr>
          <w:caps/>
        </w:rPr>
        <w:t xml:space="preserve">ROTATE IN Australia, Britain, Canada, Czech Republic, France, Germany, </w:t>
      </w:r>
      <w:r w:rsidR="005674F7">
        <w:rPr>
          <w:caps/>
        </w:rPr>
        <w:t xml:space="preserve">gREECE, </w:t>
      </w:r>
      <w:r w:rsidRPr="004A7CCC">
        <w:rPr>
          <w:caps/>
        </w:rPr>
        <w:t xml:space="preserve">Japan, </w:t>
      </w:r>
      <w:r w:rsidR="005674F7">
        <w:rPr>
          <w:caps/>
        </w:rPr>
        <w:t xml:space="preserve">MALAYSIA, POLAND, </w:t>
      </w:r>
      <w:r w:rsidRPr="004A7CCC">
        <w:rPr>
          <w:caps/>
        </w:rPr>
        <w:t xml:space="preserve">Spain, South Korea, </w:t>
      </w:r>
      <w:r w:rsidR="006C2E98">
        <w:rPr>
          <w:caps/>
        </w:rPr>
        <w:t xml:space="preserve">and </w:t>
      </w:r>
      <w:r>
        <w:rPr>
          <w:caps/>
        </w:rPr>
        <w:t>the united states</w:t>
      </w:r>
    </w:p>
    <w:p w:rsidR="0086474F" w:rsidRPr="000B73EF" w:rsidRDefault="0086474F" w:rsidP="0086474F">
      <w:pPr>
        <w:pStyle w:val="QuestionResponse"/>
        <w:rPr>
          <w:szCs w:val="22"/>
        </w:rPr>
      </w:pPr>
      <w:r w:rsidRPr="000B73EF">
        <w:rPr>
          <w:szCs w:val="22"/>
        </w:rPr>
        <w:t>1</w:t>
      </w:r>
      <w:r w:rsidRPr="000B73EF">
        <w:rPr>
          <w:szCs w:val="22"/>
        </w:rPr>
        <w:tab/>
        <w:t>The United States</w:t>
      </w:r>
    </w:p>
    <w:p w:rsidR="0086474F" w:rsidRPr="000B73EF" w:rsidRDefault="0086474F" w:rsidP="0086474F">
      <w:pPr>
        <w:pStyle w:val="QuestionResponse"/>
        <w:rPr>
          <w:szCs w:val="22"/>
        </w:rPr>
      </w:pPr>
      <w:r w:rsidRPr="000B73EF">
        <w:rPr>
          <w:szCs w:val="22"/>
        </w:rPr>
        <w:t>2</w:t>
      </w:r>
      <w:r w:rsidRPr="000B73EF">
        <w:rPr>
          <w:szCs w:val="22"/>
        </w:rPr>
        <w:tab/>
        <w:t>China</w:t>
      </w:r>
    </w:p>
    <w:p w:rsidR="0086474F" w:rsidRPr="000B73EF" w:rsidRDefault="0086474F" w:rsidP="0086474F">
      <w:pPr>
        <w:pStyle w:val="QuestionResponse"/>
        <w:rPr>
          <w:szCs w:val="22"/>
        </w:rPr>
      </w:pPr>
      <w:r w:rsidRPr="000B73EF">
        <w:rPr>
          <w:szCs w:val="22"/>
        </w:rPr>
        <w:t>3</w:t>
      </w:r>
      <w:r w:rsidRPr="000B73EF">
        <w:rPr>
          <w:szCs w:val="22"/>
        </w:rPr>
        <w:tab/>
        <w:t>Japan OR</w:t>
      </w:r>
    </w:p>
    <w:p w:rsidR="0086474F" w:rsidRPr="000B73EF" w:rsidRDefault="0086474F" w:rsidP="0086474F">
      <w:pPr>
        <w:pStyle w:val="QuestionResponse"/>
        <w:rPr>
          <w:szCs w:val="22"/>
        </w:rPr>
      </w:pPr>
      <w:r w:rsidRPr="000B73EF">
        <w:rPr>
          <w:szCs w:val="22"/>
        </w:rPr>
        <w:t>4</w:t>
      </w:r>
      <w:r w:rsidRPr="000B73EF">
        <w:rPr>
          <w:szCs w:val="22"/>
        </w:rPr>
        <w:tab/>
        <w:t>The countries of the European Union</w:t>
      </w:r>
    </w:p>
    <w:p w:rsidR="0086474F" w:rsidRPr="000B73EF" w:rsidRDefault="0086474F" w:rsidP="0086474F">
      <w:pPr>
        <w:pStyle w:val="QuestionResponse"/>
        <w:rPr>
          <w:szCs w:val="22"/>
        </w:rPr>
      </w:pPr>
      <w:r w:rsidRPr="000B73EF">
        <w:rPr>
          <w:szCs w:val="22"/>
        </w:rPr>
        <w:t>5</w:t>
      </w:r>
      <w:r w:rsidRPr="000B73EF">
        <w:rPr>
          <w:szCs w:val="22"/>
        </w:rPr>
        <w:tab/>
        <w:t xml:space="preserve">Other (DO NOT READ) </w:t>
      </w:r>
    </w:p>
    <w:p w:rsidR="0086474F" w:rsidRPr="000B73EF" w:rsidRDefault="0086474F" w:rsidP="0086474F">
      <w:pPr>
        <w:pStyle w:val="QuestionResponse"/>
        <w:rPr>
          <w:szCs w:val="22"/>
        </w:rPr>
      </w:pPr>
      <w:r w:rsidRPr="000B73EF">
        <w:rPr>
          <w:szCs w:val="22"/>
        </w:rPr>
        <w:t>97</w:t>
      </w:r>
      <w:r w:rsidRPr="000B73EF">
        <w:rPr>
          <w:szCs w:val="22"/>
        </w:rPr>
        <w:tab/>
        <w:t xml:space="preserve">None / There is no leading economic power (DO NOT READ) </w:t>
      </w:r>
    </w:p>
    <w:p w:rsidR="0086474F" w:rsidRPr="000B73EF" w:rsidRDefault="0086474F" w:rsidP="0086474F">
      <w:pPr>
        <w:pStyle w:val="QuestionResponse"/>
        <w:rPr>
          <w:szCs w:val="22"/>
        </w:rPr>
      </w:pPr>
      <w:r w:rsidRPr="000B73EF">
        <w:rPr>
          <w:szCs w:val="22"/>
        </w:rPr>
        <w:t>98</w:t>
      </w:r>
      <w:r w:rsidRPr="000B73EF">
        <w:rPr>
          <w:szCs w:val="22"/>
        </w:rPr>
        <w:tab/>
        <w:t>Don’t know (DO NOT READ)</w:t>
      </w:r>
    </w:p>
    <w:p w:rsidR="0086474F" w:rsidRPr="000B73EF" w:rsidRDefault="0086474F" w:rsidP="00E95EBA">
      <w:pPr>
        <w:pStyle w:val="QuestionResponseLast"/>
      </w:pPr>
      <w:r w:rsidRPr="000B73EF">
        <w:t>99</w:t>
      </w:r>
      <w:r w:rsidRPr="000B73EF">
        <w:tab/>
        <w:t xml:space="preserve">Refused (DO </w:t>
      </w:r>
      <w:r w:rsidRPr="00E95EBA">
        <w:t>NOT</w:t>
      </w:r>
      <w:r w:rsidRPr="000B73EF">
        <w:t xml:space="preserve"> READ)</w:t>
      </w:r>
    </w:p>
    <w:p w:rsidR="0086474F" w:rsidRPr="00E95EBA" w:rsidRDefault="0086474F" w:rsidP="00E95EBA">
      <w:pPr>
        <w:pStyle w:val="QuestionInstruction"/>
      </w:pPr>
      <w:r w:rsidRPr="00E95EBA">
        <w:t xml:space="preserve">ASK ALL </w:t>
      </w:r>
    </w:p>
    <w:p w:rsidR="0086474F" w:rsidRPr="000B73EF" w:rsidRDefault="000918A7" w:rsidP="0086474F">
      <w:pPr>
        <w:pStyle w:val="Question"/>
        <w:rPr>
          <w:iCs/>
          <w:szCs w:val="22"/>
        </w:rPr>
      </w:pPr>
      <w:r w:rsidRPr="000B73EF">
        <w:rPr>
          <w:rFonts w:ascii="Tahoma" w:hAnsi="Tahoma" w:cs="Tahoma"/>
          <w:b/>
          <w:sz w:val="16"/>
        </w:rPr>
        <w:t>Q</w:t>
      </w:r>
      <w:r w:rsidR="00850133" w:rsidRPr="000B73EF">
        <w:rPr>
          <w:rFonts w:ascii="Tahoma" w:hAnsi="Tahoma" w:cs="Tahoma"/>
          <w:b/>
          <w:sz w:val="16"/>
        </w:rPr>
        <w:t>3</w:t>
      </w:r>
      <w:r w:rsidR="00C90482">
        <w:rPr>
          <w:rFonts w:ascii="Tahoma" w:hAnsi="Tahoma" w:cs="Tahoma"/>
          <w:b/>
          <w:sz w:val="16"/>
        </w:rPr>
        <w:t>0</w:t>
      </w:r>
      <w:r w:rsidR="0086474F" w:rsidRPr="000B73EF">
        <w:rPr>
          <w:b/>
          <w:sz w:val="20"/>
          <w:szCs w:val="20"/>
        </w:rPr>
        <w:tab/>
      </w:r>
      <w:r w:rsidR="0086474F" w:rsidRPr="000B73EF">
        <w:rPr>
          <w:szCs w:val="22"/>
        </w:rPr>
        <w:t xml:space="preserve">Which comes closest to your view – China will eventually replace the U.S. as the world’s leading superpower; China has already replaced the U.S. as the world’s leading superpower; or China will never replace the U.S. as the world’s leading superpower? </w:t>
      </w:r>
    </w:p>
    <w:p w:rsidR="0086474F" w:rsidRPr="000B73EF" w:rsidRDefault="0086474F" w:rsidP="0086474F">
      <w:pPr>
        <w:pStyle w:val="QuestionResponse"/>
        <w:rPr>
          <w:szCs w:val="22"/>
        </w:rPr>
      </w:pPr>
      <w:r w:rsidRPr="000B73EF">
        <w:rPr>
          <w:szCs w:val="22"/>
        </w:rPr>
        <w:t>1</w:t>
      </w:r>
      <w:r w:rsidRPr="000B73EF">
        <w:rPr>
          <w:szCs w:val="22"/>
        </w:rPr>
        <w:tab/>
        <w:t>Will eventually replace U.S.</w:t>
      </w:r>
    </w:p>
    <w:p w:rsidR="0086474F" w:rsidRPr="000B73EF" w:rsidRDefault="0086474F" w:rsidP="0086474F">
      <w:pPr>
        <w:pStyle w:val="QuestionResponse"/>
        <w:rPr>
          <w:szCs w:val="22"/>
        </w:rPr>
      </w:pPr>
      <w:r w:rsidRPr="000B73EF">
        <w:rPr>
          <w:szCs w:val="22"/>
        </w:rPr>
        <w:t>2</w:t>
      </w:r>
      <w:r w:rsidRPr="000B73EF">
        <w:rPr>
          <w:szCs w:val="22"/>
        </w:rPr>
        <w:tab/>
        <w:t>Has already replaced U.S.</w:t>
      </w:r>
    </w:p>
    <w:p w:rsidR="0086474F" w:rsidRPr="000B73EF" w:rsidRDefault="0086474F" w:rsidP="0086474F">
      <w:pPr>
        <w:pStyle w:val="QuestionResponse"/>
        <w:rPr>
          <w:szCs w:val="22"/>
        </w:rPr>
      </w:pPr>
      <w:r w:rsidRPr="000B73EF">
        <w:rPr>
          <w:szCs w:val="22"/>
        </w:rPr>
        <w:t>3</w:t>
      </w:r>
      <w:r w:rsidRPr="000B73EF">
        <w:rPr>
          <w:szCs w:val="22"/>
        </w:rPr>
        <w:tab/>
        <w:t>Will never replace U.S.</w:t>
      </w:r>
    </w:p>
    <w:p w:rsidR="0086474F" w:rsidRPr="000B73EF" w:rsidRDefault="0086474F" w:rsidP="0086474F">
      <w:pPr>
        <w:pStyle w:val="QuestionResponse"/>
        <w:rPr>
          <w:szCs w:val="22"/>
        </w:rPr>
      </w:pPr>
      <w:r w:rsidRPr="000B73EF">
        <w:rPr>
          <w:szCs w:val="22"/>
        </w:rPr>
        <w:t>8</w:t>
      </w:r>
      <w:r w:rsidRPr="000B73EF">
        <w:rPr>
          <w:szCs w:val="22"/>
        </w:rPr>
        <w:tab/>
        <w:t>Don’t know (DO NOT READ)</w:t>
      </w:r>
    </w:p>
    <w:p w:rsidR="0086474F" w:rsidRPr="000B73EF" w:rsidRDefault="0086474F" w:rsidP="0086474F">
      <w:pPr>
        <w:pStyle w:val="QuestionResponseLast"/>
      </w:pPr>
      <w:r w:rsidRPr="000B73EF">
        <w:t>9</w:t>
      </w:r>
      <w:r w:rsidRPr="000B73EF">
        <w:tab/>
        <w:t>Refused (DO NOT READ)</w:t>
      </w:r>
    </w:p>
    <w:p w:rsidR="0086474F" w:rsidRPr="00E95EBA" w:rsidRDefault="0086474F" w:rsidP="00E95EBA">
      <w:pPr>
        <w:pStyle w:val="QuestionInstruction"/>
        <w:rPr>
          <w:caps/>
        </w:rPr>
      </w:pPr>
      <w:r w:rsidRPr="00E95EBA">
        <w:rPr>
          <w:caps/>
        </w:rPr>
        <w:t xml:space="preserve">ASK ALL IN </w:t>
      </w:r>
      <w:r w:rsidR="00E95EBA" w:rsidRPr="00E95EBA">
        <w:rPr>
          <w:caps/>
        </w:rPr>
        <w:t xml:space="preserve">Britain, Czech Republic, France, Germany, Greece, Italy, Poland, </w:t>
      </w:r>
      <w:r w:rsidR="00E95EBA">
        <w:rPr>
          <w:caps/>
        </w:rPr>
        <w:t xml:space="preserve">AND </w:t>
      </w:r>
      <w:r w:rsidR="00E95EBA" w:rsidRPr="00E95EBA">
        <w:rPr>
          <w:caps/>
        </w:rPr>
        <w:t xml:space="preserve">Spain </w:t>
      </w:r>
      <w:r w:rsidRPr="00E95EBA">
        <w:rPr>
          <w:caps/>
        </w:rPr>
        <w:t xml:space="preserve">ONLY </w:t>
      </w:r>
    </w:p>
    <w:p w:rsidR="0086474F" w:rsidRPr="000B73EF" w:rsidRDefault="000918A7" w:rsidP="0086474F">
      <w:pPr>
        <w:pStyle w:val="Question"/>
      </w:pPr>
      <w:r w:rsidRPr="000B73EF">
        <w:rPr>
          <w:rFonts w:ascii="Tahoma" w:hAnsi="Tahoma" w:cs="Tahoma"/>
          <w:b/>
          <w:sz w:val="16"/>
        </w:rPr>
        <w:t>Q</w:t>
      </w:r>
      <w:r w:rsidR="00850133" w:rsidRPr="000B73EF">
        <w:rPr>
          <w:rFonts w:ascii="Tahoma" w:hAnsi="Tahoma" w:cs="Tahoma"/>
          <w:b/>
          <w:sz w:val="16"/>
        </w:rPr>
        <w:t>3</w:t>
      </w:r>
      <w:r w:rsidR="00B072B5">
        <w:rPr>
          <w:rFonts w:ascii="Tahoma" w:hAnsi="Tahoma" w:cs="Tahoma"/>
          <w:b/>
          <w:sz w:val="16"/>
        </w:rPr>
        <w:t>1</w:t>
      </w:r>
      <w:r w:rsidR="0086474F" w:rsidRPr="000B73EF">
        <w:tab/>
        <w:t xml:space="preserve">In the long run, do you think that </w:t>
      </w:r>
      <w:r w:rsidR="0086474F" w:rsidRPr="000B73EF">
        <w:rPr>
          <w:b/>
        </w:rPr>
        <w:t>(survey country’s)</w:t>
      </w:r>
      <w:r w:rsidR="0086474F" w:rsidRPr="000B73EF">
        <w:t xml:space="preserve"> overall economy has been strengthened or weakened by the economic integration of Europe?</w:t>
      </w:r>
      <w:r w:rsidR="0086474F" w:rsidRPr="000B73EF">
        <w:rPr>
          <w:i/>
        </w:rPr>
        <w:t xml:space="preserve"> </w:t>
      </w:r>
    </w:p>
    <w:p w:rsidR="0086474F" w:rsidRPr="000B73EF" w:rsidRDefault="0086474F" w:rsidP="0086474F">
      <w:pPr>
        <w:pStyle w:val="QuestionResponse"/>
      </w:pPr>
      <w:r w:rsidRPr="000B73EF">
        <w:t>1</w:t>
      </w:r>
      <w:r w:rsidRPr="000B73EF">
        <w:tab/>
        <w:t>Strengthened</w:t>
      </w:r>
    </w:p>
    <w:p w:rsidR="0086474F" w:rsidRPr="000B73EF" w:rsidRDefault="0086474F" w:rsidP="0086474F">
      <w:pPr>
        <w:pStyle w:val="QuestionResponse"/>
      </w:pPr>
      <w:r w:rsidRPr="000B73EF">
        <w:t>2</w:t>
      </w:r>
      <w:r w:rsidRPr="000B73EF">
        <w:tab/>
        <w:t>Weakened</w:t>
      </w:r>
    </w:p>
    <w:p w:rsidR="0086474F" w:rsidRPr="000B73EF" w:rsidRDefault="0086474F" w:rsidP="0086474F">
      <w:pPr>
        <w:pStyle w:val="QuestionResponse"/>
      </w:pPr>
      <w:r w:rsidRPr="000B73EF">
        <w:t>3</w:t>
      </w:r>
      <w:r w:rsidRPr="000B73EF">
        <w:tab/>
        <w:t>Neither (DO NOT READ)</w:t>
      </w:r>
    </w:p>
    <w:p w:rsidR="0086474F" w:rsidRPr="000B73EF" w:rsidRDefault="0086474F" w:rsidP="0086474F">
      <w:pPr>
        <w:pStyle w:val="QuestionResponse"/>
      </w:pPr>
      <w:r w:rsidRPr="000B73EF">
        <w:t>8</w:t>
      </w:r>
      <w:r w:rsidRPr="000B73EF">
        <w:tab/>
        <w:t>Don’t know (DO NOT READ)</w:t>
      </w:r>
    </w:p>
    <w:p w:rsidR="0086474F" w:rsidRPr="000B73EF" w:rsidRDefault="0086474F" w:rsidP="0086474F">
      <w:pPr>
        <w:pStyle w:val="QuestionResponseLast"/>
      </w:pPr>
      <w:r w:rsidRPr="000B73EF">
        <w:t>9</w:t>
      </w:r>
      <w:r w:rsidRPr="000B73EF">
        <w:tab/>
        <w:t>Refused (DO NOT READ)</w:t>
      </w:r>
    </w:p>
    <w:p w:rsidR="00E95EBA" w:rsidRPr="00E95EBA" w:rsidRDefault="00E95EBA" w:rsidP="00E95EBA">
      <w:pPr>
        <w:pStyle w:val="QuestionInstruction"/>
        <w:rPr>
          <w:caps/>
        </w:rPr>
      </w:pPr>
      <w:r w:rsidRPr="00E95EBA">
        <w:rPr>
          <w:caps/>
        </w:rPr>
        <w:lastRenderedPageBreak/>
        <w:t xml:space="preserve">ASK ALL IN Britain, Czech Republic, France, Germany, Greece, Italy, Poland, </w:t>
      </w:r>
      <w:r>
        <w:rPr>
          <w:caps/>
        </w:rPr>
        <w:t xml:space="preserve">AND </w:t>
      </w:r>
      <w:r w:rsidRPr="00E95EBA">
        <w:rPr>
          <w:caps/>
        </w:rPr>
        <w:t xml:space="preserve">Spain ONLY </w:t>
      </w:r>
    </w:p>
    <w:p w:rsidR="006A5531" w:rsidRPr="000B73EF" w:rsidRDefault="000918A7" w:rsidP="006A5531">
      <w:pPr>
        <w:pStyle w:val="Question"/>
        <w:spacing w:after="0"/>
        <w:rPr>
          <w:i/>
        </w:rPr>
      </w:pPr>
      <w:r w:rsidRPr="000B73EF">
        <w:rPr>
          <w:rFonts w:ascii="Tahoma" w:hAnsi="Tahoma" w:cs="Tahoma"/>
          <w:b/>
          <w:sz w:val="16"/>
        </w:rPr>
        <w:t>Q</w:t>
      </w:r>
      <w:r w:rsidR="00850133" w:rsidRPr="000B73EF">
        <w:rPr>
          <w:rFonts w:ascii="Tahoma" w:hAnsi="Tahoma" w:cs="Tahoma"/>
          <w:b/>
          <w:sz w:val="16"/>
        </w:rPr>
        <w:t>3</w:t>
      </w:r>
      <w:r w:rsidR="00B072B5">
        <w:rPr>
          <w:rFonts w:ascii="Tahoma" w:hAnsi="Tahoma" w:cs="Tahoma"/>
          <w:b/>
          <w:sz w:val="16"/>
        </w:rPr>
        <w:t>2</w:t>
      </w:r>
      <w:r w:rsidR="006A5531" w:rsidRPr="000B73EF">
        <w:tab/>
        <w:t xml:space="preserve">And how good a job is </w:t>
      </w:r>
      <w:r w:rsidR="006A5531" w:rsidRPr="00582CC3">
        <w:t>(INSERT)</w:t>
      </w:r>
      <w:r w:rsidR="006A5531" w:rsidRPr="000B73EF">
        <w:rPr>
          <w:b/>
        </w:rPr>
        <w:t xml:space="preserve"> </w:t>
      </w:r>
      <w:r w:rsidR="006A5531" w:rsidRPr="000B73EF">
        <w:t xml:space="preserve">doing in dealing with the European economic crisis? Is </w:t>
      </w:r>
      <w:r w:rsidR="006A5531" w:rsidRPr="00582CC3">
        <w:t>(INSERT)</w:t>
      </w:r>
      <w:r w:rsidR="006A5531" w:rsidRPr="000B73EF">
        <w:t xml:space="preserve"> doing a very good job, a somewhat good job, a somewhat bad job or a very bad job?</w:t>
      </w:r>
      <w:r w:rsidR="006A5531" w:rsidRPr="000B73EF">
        <w:rPr>
          <w:i/>
        </w:rPr>
        <w:t xml:space="preserve"> </w:t>
      </w:r>
    </w:p>
    <w:p w:rsidR="006A5531" w:rsidRPr="000B73EF" w:rsidRDefault="006A5531" w:rsidP="006A5531">
      <w:pPr>
        <w:pStyle w:val="QuestionInstruction"/>
        <w:rPr>
          <w:caps/>
        </w:rPr>
      </w:pPr>
      <w:r w:rsidRPr="000B73EF">
        <w:rPr>
          <w:caps/>
        </w:rPr>
        <w:t xml:space="preserve">(Order for Britain: B, C, A; </w:t>
      </w:r>
      <w:r w:rsidR="00546C99" w:rsidRPr="000B73EF">
        <w:rPr>
          <w:caps/>
        </w:rPr>
        <w:t xml:space="preserve">Order for France: A, B, C; </w:t>
      </w:r>
      <w:r w:rsidRPr="000B73EF">
        <w:rPr>
          <w:caps/>
        </w:rPr>
        <w:t>Order for Germany: A, C, B; ORDER FOR All others: A, B, C, D)</w:t>
      </w:r>
    </w:p>
    <w:p w:rsidR="006A5531" w:rsidRPr="00932154" w:rsidRDefault="006A5531" w:rsidP="006A5531">
      <w:pPr>
        <w:pStyle w:val="QuestionList"/>
        <w:numPr>
          <w:ilvl w:val="0"/>
          <w:numId w:val="9"/>
        </w:numPr>
        <w:rPr>
          <w:rFonts w:ascii="Tahoma" w:hAnsi="Tahoma" w:cs="Tahoma"/>
          <w:b/>
          <w:i/>
          <w:szCs w:val="20"/>
        </w:rPr>
      </w:pPr>
      <w:r w:rsidRPr="00932154">
        <w:rPr>
          <w:szCs w:val="20"/>
        </w:rPr>
        <w:t xml:space="preserve">British Prime Minister David Cameron </w:t>
      </w:r>
    </w:p>
    <w:p w:rsidR="006A5531" w:rsidRPr="00932154" w:rsidRDefault="006A5531" w:rsidP="006A5531">
      <w:pPr>
        <w:pStyle w:val="QuestionList"/>
        <w:widowControl/>
        <w:numPr>
          <w:ilvl w:val="0"/>
          <w:numId w:val="9"/>
        </w:numPr>
        <w:autoSpaceDE/>
        <w:autoSpaceDN/>
        <w:adjustRightInd/>
        <w:rPr>
          <w:rFonts w:ascii="Tahoma" w:hAnsi="Tahoma" w:cs="Tahoma"/>
          <w:szCs w:val="20"/>
        </w:rPr>
      </w:pPr>
      <w:r w:rsidRPr="00932154">
        <w:rPr>
          <w:szCs w:val="20"/>
        </w:rPr>
        <w:t>German Chancellor Angela Merkel</w:t>
      </w:r>
    </w:p>
    <w:p w:rsidR="006A5531" w:rsidRPr="00932154" w:rsidRDefault="006A5531" w:rsidP="006A5531">
      <w:pPr>
        <w:pStyle w:val="QuestionList"/>
        <w:widowControl/>
        <w:numPr>
          <w:ilvl w:val="0"/>
          <w:numId w:val="9"/>
        </w:numPr>
        <w:autoSpaceDE/>
        <w:autoSpaceDN/>
        <w:adjustRightInd/>
        <w:rPr>
          <w:i/>
          <w:szCs w:val="20"/>
        </w:rPr>
      </w:pPr>
      <w:r w:rsidRPr="00932154">
        <w:rPr>
          <w:szCs w:val="20"/>
        </w:rPr>
        <w:t xml:space="preserve">French President Francois </w:t>
      </w:r>
      <w:proofErr w:type="spellStart"/>
      <w:r w:rsidRPr="00932154">
        <w:rPr>
          <w:szCs w:val="20"/>
        </w:rPr>
        <w:t>Hollande</w:t>
      </w:r>
      <w:proofErr w:type="spellEnd"/>
    </w:p>
    <w:p w:rsidR="006A5531" w:rsidRPr="002C6540" w:rsidRDefault="006A5531" w:rsidP="006A5531">
      <w:pPr>
        <w:pStyle w:val="QuestionListLast"/>
        <w:numPr>
          <w:ilvl w:val="0"/>
          <w:numId w:val="9"/>
        </w:numPr>
        <w:rPr>
          <w:b/>
          <w:i/>
        </w:rPr>
      </w:pPr>
      <w:r w:rsidRPr="00932154">
        <w:rPr>
          <w:b/>
          <w:sz w:val="20"/>
          <w:szCs w:val="20"/>
        </w:rPr>
        <w:t>(Survey country leader)</w:t>
      </w:r>
      <w:r w:rsidRPr="000B73EF">
        <w:rPr>
          <w:b/>
        </w:rPr>
        <w:t xml:space="preserve"> </w:t>
      </w:r>
      <w:r w:rsidR="00EF42C3">
        <w:rPr>
          <w:rFonts w:ascii="Tahoma" w:hAnsi="Tahoma" w:cs="Tahoma"/>
          <w:b/>
          <w:i/>
          <w:sz w:val="16"/>
          <w:szCs w:val="16"/>
        </w:rPr>
        <w:t>(</w:t>
      </w:r>
      <w:r w:rsidR="002C6540">
        <w:rPr>
          <w:rFonts w:ascii="Tahoma" w:hAnsi="Tahoma" w:cs="Tahoma"/>
          <w:b/>
          <w:i/>
          <w:sz w:val="16"/>
          <w:szCs w:val="16"/>
        </w:rPr>
        <w:t xml:space="preserve">Ask in </w:t>
      </w:r>
      <w:r w:rsidR="002C6540" w:rsidRPr="002C6540">
        <w:rPr>
          <w:rFonts w:ascii="Tahoma" w:hAnsi="Tahoma" w:cs="Tahoma"/>
          <w:b/>
          <w:i/>
          <w:sz w:val="16"/>
          <w:szCs w:val="16"/>
        </w:rPr>
        <w:t>Czech Republic, Greece, Italy, Poland, and Spain</w:t>
      </w:r>
      <w:r w:rsidR="002C6540">
        <w:rPr>
          <w:rFonts w:ascii="Tahoma" w:hAnsi="Tahoma" w:cs="Tahoma"/>
          <w:b/>
          <w:i/>
          <w:sz w:val="16"/>
          <w:szCs w:val="16"/>
        </w:rPr>
        <w:t xml:space="preserve"> only</w:t>
      </w:r>
      <w:r w:rsidR="00EF42C3">
        <w:rPr>
          <w:rFonts w:ascii="Tahoma" w:hAnsi="Tahoma" w:cs="Tahoma"/>
          <w:b/>
          <w:i/>
          <w:sz w:val="16"/>
          <w:szCs w:val="16"/>
        </w:rPr>
        <w:t>.</w:t>
      </w:r>
      <w:r w:rsidR="0093799E">
        <w:rPr>
          <w:rFonts w:ascii="Tahoma" w:hAnsi="Tahoma" w:cs="Tahoma"/>
          <w:b/>
          <w:i/>
          <w:sz w:val="16"/>
          <w:szCs w:val="16"/>
        </w:rPr>
        <w:t>)</w:t>
      </w:r>
    </w:p>
    <w:p w:rsidR="006A5531" w:rsidRPr="000B73EF" w:rsidRDefault="006A5531" w:rsidP="006A5531">
      <w:pPr>
        <w:pStyle w:val="QuestionResponse"/>
      </w:pPr>
      <w:r w:rsidRPr="000B73EF">
        <w:t>1</w:t>
      </w:r>
      <w:r w:rsidRPr="000B73EF">
        <w:tab/>
        <w:t xml:space="preserve">Very good </w:t>
      </w:r>
    </w:p>
    <w:p w:rsidR="006A5531" w:rsidRPr="000B73EF" w:rsidRDefault="006A5531" w:rsidP="006A5531">
      <w:pPr>
        <w:pStyle w:val="QuestionResponse"/>
      </w:pPr>
      <w:r w:rsidRPr="000B73EF">
        <w:t>2</w:t>
      </w:r>
      <w:r w:rsidRPr="000B73EF">
        <w:tab/>
        <w:t>Somewhat good</w:t>
      </w:r>
    </w:p>
    <w:p w:rsidR="006A5531" w:rsidRPr="000B73EF" w:rsidRDefault="006A5531" w:rsidP="006A5531">
      <w:pPr>
        <w:pStyle w:val="QuestionResponse"/>
      </w:pPr>
      <w:r w:rsidRPr="000B73EF">
        <w:t>3</w:t>
      </w:r>
      <w:r w:rsidRPr="000B73EF">
        <w:tab/>
        <w:t>Somewhat bad</w:t>
      </w:r>
    </w:p>
    <w:p w:rsidR="006A5531" w:rsidRPr="000B73EF" w:rsidRDefault="006A5531" w:rsidP="006A5531">
      <w:pPr>
        <w:pStyle w:val="QuestionResponse"/>
      </w:pPr>
      <w:r w:rsidRPr="000B73EF">
        <w:t>4</w:t>
      </w:r>
      <w:r w:rsidRPr="000B73EF">
        <w:tab/>
        <w:t>Very bad</w:t>
      </w:r>
    </w:p>
    <w:p w:rsidR="006A5531" w:rsidRPr="000B73EF" w:rsidRDefault="006A5531" w:rsidP="006A5531">
      <w:pPr>
        <w:pStyle w:val="QuestionResponse"/>
      </w:pPr>
      <w:r w:rsidRPr="000B73EF">
        <w:t>8</w:t>
      </w:r>
      <w:r w:rsidRPr="000B73EF">
        <w:tab/>
        <w:t>Don’t know (DO NOT READ)</w:t>
      </w:r>
    </w:p>
    <w:p w:rsidR="006A5531" w:rsidRPr="000B73EF" w:rsidRDefault="006A5531" w:rsidP="006A5531">
      <w:pPr>
        <w:pStyle w:val="QuestionResponseLast"/>
      </w:pPr>
      <w:r w:rsidRPr="000B73EF">
        <w:t>9</w:t>
      </w:r>
      <w:r w:rsidRPr="000B73EF">
        <w:tab/>
        <w:t>Refused (DO NOT READ)</w:t>
      </w:r>
    </w:p>
    <w:p w:rsidR="00E95EBA" w:rsidRPr="00E95EBA" w:rsidRDefault="00E95EBA" w:rsidP="00E95EBA">
      <w:pPr>
        <w:pStyle w:val="QuestionInstruction"/>
        <w:rPr>
          <w:caps/>
        </w:rPr>
      </w:pPr>
      <w:r w:rsidRPr="00E95EBA">
        <w:rPr>
          <w:caps/>
        </w:rPr>
        <w:t xml:space="preserve">ASK ALL IN Britain, Czech Republic, France, Germany, Greece, Italy, Poland, </w:t>
      </w:r>
      <w:r>
        <w:rPr>
          <w:caps/>
        </w:rPr>
        <w:t xml:space="preserve">AND </w:t>
      </w:r>
      <w:r w:rsidRPr="00E95EBA">
        <w:rPr>
          <w:caps/>
        </w:rPr>
        <w:t xml:space="preserve">Spain ONLY </w:t>
      </w:r>
    </w:p>
    <w:p w:rsidR="006A5531" w:rsidRPr="000B73EF" w:rsidRDefault="000918A7" w:rsidP="006A5531">
      <w:pPr>
        <w:pStyle w:val="Question"/>
      </w:pPr>
      <w:r w:rsidRPr="000B73EF">
        <w:rPr>
          <w:rFonts w:ascii="Tahoma" w:hAnsi="Tahoma" w:cs="Tahoma"/>
          <w:b/>
          <w:sz w:val="16"/>
        </w:rPr>
        <w:t>Q</w:t>
      </w:r>
      <w:r w:rsidR="00850133" w:rsidRPr="000B73EF">
        <w:rPr>
          <w:rFonts w:ascii="Tahoma" w:hAnsi="Tahoma" w:cs="Tahoma"/>
          <w:b/>
          <w:sz w:val="16"/>
        </w:rPr>
        <w:t>3</w:t>
      </w:r>
      <w:r w:rsidR="00560BC1">
        <w:rPr>
          <w:rFonts w:ascii="Tahoma" w:hAnsi="Tahoma" w:cs="Tahoma"/>
          <w:b/>
          <w:sz w:val="16"/>
        </w:rPr>
        <w:t>3</w:t>
      </w:r>
      <w:r w:rsidR="006A5531" w:rsidRPr="000B73EF">
        <w:tab/>
        <w:t xml:space="preserve">What is the best way for the government to solve our country’s economic problems – to spend more money to stimulate the economy or to reduce government spending to </w:t>
      </w:r>
      <w:r w:rsidR="00383E3A" w:rsidRPr="000B73EF">
        <w:t>reduce the public debt</w:t>
      </w:r>
      <w:r w:rsidR="006A5531" w:rsidRPr="000B73EF">
        <w:t>?</w:t>
      </w:r>
      <w:r w:rsidR="006A5531" w:rsidRPr="000B73EF">
        <w:rPr>
          <w:i/>
        </w:rPr>
        <w:t xml:space="preserve"> </w:t>
      </w:r>
    </w:p>
    <w:p w:rsidR="006A5531" w:rsidRPr="000B73EF" w:rsidRDefault="006A5531" w:rsidP="006A5531">
      <w:pPr>
        <w:pStyle w:val="QuestionResponse"/>
      </w:pPr>
      <w:r w:rsidRPr="000B73EF">
        <w:t>1</w:t>
      </w:r>
      <w:r w:rsidRPr="000B73EF">
        <w:tab/>
        <w:t>Spend more money to stimulate the economy</w:t>
      </w:r>
    </w:p>
    <w:p w:rsidR="006A5531" w:rsidRPr="000B73EF" w:rsidRDefault="006A5531" w:rsidP="006A5531">
      <w:pPr>
        <w:pStyle w:val="QuestionResponse"/>
      </w:pPr>
      <w:r w:rsidRPr="000B73EF">
        <w:t>2</w:t>
      </w:r>
      <w:r w:rsidRPr="000B73EF">
        <w:tab/>
        <w:t xml:space="preserve">Reduce government spending to </w:t>
      </w:r>
      <w:r w:rsidR="00383E3A" w:rsidRPr="000B73EF">
        <w:t>reduce the public debt</w:t>
      </w:r>
    </w:p>
    <w:p w:rsidR="006A5531" w:rsidRPr="000B73EF" w:rsidRDefault="006A5531" w:rsidP="006A5531">
      <w:pPr>
        <w:pStyle w:val="QuestionResponse"/>
      </w:pPr>
      <w:r w:rsidRPr="000B73EF">
        <w:t>3</w:t>
      </w:r>
      <w:r w:rsidRPr="000B73EF">
        <w:tab/>
        <w:t>Neither (DO NOT READ)</w:t>
      </w:r>
    </w:p>
    <w:p w:rsidR="006A5531" w:rsidRPr="000B73EF" w:rsidRDefault="006A5531" w:rsidP="006A5531">
      <w:pPr>
        <w:pStyle w:val="QuestionResponse"/>
      </w:pPr>
      <w:r w:rsidRPr="000B73EF">
        <w:t>8</w:t>
      </w:r>
      <w:r w:rsidRPr="000B73EF">
        <w:tab/>
        <w:t>Don’t know (DO NOT READ)</w:t>
      </w:r>
    </w:p>
    <w:p w:rsidR="006A5531" w:rsidRDefault="006A5531" w:rsidP="006A5531">
      <w:pPr>
        <w:pStyle w:val="QuestionResponseLast"/>
      </w:pPr>
      <w:r w:rsidRPr="000B73EF">
        <w:t>9</w:t>
      </w:r>
      <w:r w:rsidRPr="000B73EF">
        <w:tab/>
        <w:t>Refused (DO NOT READ)</w:t>
      </w:r>
    </w:p>
    <w:p w:rsidR="0086474F" w:rsidRPr="0051501A" w:rsidRDefault="0086474F" w:rsidP="00E8455F">
      <w:pPr>
        <w:pStyle w:val="QuestionInstruction"/>
      </w:pPr>
      <w:r w:rsidRPr="0051501A">
        <w:lastRenderedPageBreak/>
        <w:t xml:space="preserve">ASK ALL IN EGYPT, </w:t>
      </w:r>
      <w:r w:rsidR="00E95EBA" w:rsidRPr="0051501A">
        <w:t xml:space="preserve">EL SALVADOR, </w:t>
      </w:r>
      <w:r w:rsidRPr="0051501A">
        <w:t xml:space="preserve">MEXICO, PAKISTAN, </w:t>
      </w:r>
      <w:r w:rsidR="00E95EBA" w:rsidRPr="0051501A">
        <w:t xml:space="preserve">AND </w:t>
      </w:r>
      <w:r w:rsidRPr="0051501A">
        <w:t>TUNISIA ONLY</w:t>
      </w:r>
    </w:p>
    <w:p w:rsidR="0086474F" w:rsidRPr="000B73EF" w:rsidRDefault="000918A7" w:rsidP="0086474F">
      <w:pPr>
        <w:pStyle w:val="Question"/>
      </w:pPr>
      <w:r w:rsidRPr="0051501A">
        <w:rPr>
          <w:rFonts w:ascii="Tahoma" w:hAnsi="Tahoma" w:cs="Tahoma"/>
          <w:b/>
          <w:sz w:val="16"/>
        </w:rPr>
        <w:t>Q</w:t>
      </w:r>
      <w:r w:rsidR="00850133" w:rsidRPr="0051501A">
        <w:rPr>
          <w:rFonts w:ascii="Tahoma" w:hAnsi="Tahoma" w:cs="Tahoma"/>
          <w:b/>
          <w:sz w:val="16"/>
        </w:rPr>
        <w:t>3</w:t>
      </w:r>
      <w:r w:rsidR="00560BC1">
        <w:rPr>
          <w:rFonts w:ascii="Tahoma" w:hAnsi="Tahoma" w:cs="Tahoma"/>
          <w:b/>
          <w:sz w:val="16"/>
        </w:rPr>
        <w:t>4</w:t>
      </w:r>
      <w:r w:rsidR="0086474F" w:rsidRPr="0051501A">
        <w:tab/>
        <w:t xml:space="preserve">As I read a list of groups and organizations, for each, please tell me what kind of influence the group is having on the way things are going in </w:t>
      </w:r>
      <w:r w:rsidR="0086474F" w:rsidRPr="0051501A">
        <w:rPr>
          <w:b/>
        </w:rPr>
        <w:t>(survey country)</w:t>
      </w:r>
      <w:r w:rsidR="0086474F" w:rsidRPr="0051501A">
        <w:t xml:space="preserve">. Is the influence of (INSERT) very good, somewhat good, somewhat bad or very bad in </w:t>
      </w:r>
      <w:r w:rsidR="0086474F" w:rsidRPr="0051501A">
        <w:rPr>
          <w:b/>
        </w:rPr>
        <w:t>(survey country)</w:t>
      </w:r>
      <w:r w:rsidR="0086474F" w:rsidRPr="0051501A">
        <w:t>?</w:t>
      </w:r>
      <w:r w:rsidR="0086474F" w:rsidRPr="0051501A">
        <w:rPr>
          <w:vertAlign w:val="superscript"/>
        </w:rPr>
        <w:t xml:space="preserve"> </w:t>
      </w:r>
      <w:r w:rsidR="00C160F5">
        <w:rPr>
          <w:vertAlign w:val="superscript"/>
        </w:rPr>
        <w:t xml:space="preserve"> </w:t>
      </w:r>
      <w:r w:rsidR="0086474F" w:rsidRPr="0051501A">
        <w:rPr>
          <w:i/>
        </w:rPr>
        <w:t>(SHOW CARD)</w:t>
      </w:r>
      <w:r w:rsidR="0086474F" w:rsidRPr="0051501A">
        <w:t xml:space="preserve"> </w:t>
      </w:r>
    </w:p>
    <w:p w:rsidR="00C160F5" w:rsidRDefault="0086474F" w:rsidP="00C160F5">
      <w:pPr>
        <w:pStyle w:val="QuestionList"/>
        <w:numPr>
          <w:ilvl w:val="0"/>
          <w:numId w:val="38"/>
        </w:numPr>
        <w:rPr>
          <w:i/>
        </w:rPr>
      </w:pPr>
      <w:r w:rsidRPr="00932154">
        <w:rPr>
          <w:szCs w:val="20"/>
        </w:rPr>
        <w:t>our national government</w:t>
      </w:r>
      <w:r w:rsidRPr="000B73EF">
        <w:t xml:space="preserve"> </w:t>
      </w:r>
      <w:r w:rsidR="00223630" w:rsidRPr="000B73EF">
        <w:rPr>
          <w:rFonts w:ascii="Tahoma" w:hAnsi="Tahoma" w:cs="Tahoma"/>
          <w:b/>
          <w:i/>
          <w:sz w:val="16"/>
          <w:szCs w:val="16"/>
        </w:rPr>
        <w:t xml:space="preserve">[Ask in </w:t>
      </w:r>
      <w:r w:rsidR="00E95EBA" w:rsidRPr="000B73EF">
        <w:rPr>
          <w:rFonts w:ascii="Tahoma" w:hAnsi="Tahoma" w:cs="Tahoma"/>
          <w:b/>
          <w:i/>
          <w:sz w:val="16"/>
          <w:szCs w:val="16"/>
        </w:rPr>
        <w:t>El Salvador</w:t>
      </w:r>
      <w:r w:rsidR="00E95EBA">
        <w:rPr>
          <w:rFonts w:ascii="Tahoma" w:hAnsi="Tahoma" w:cs="Tahoma"/>
          <w:b/>
          <w:i/>
          <w:sz w:val="16"/>
          <w:szCs w:val="16"/>
        </w:rPr>
        <w:t>,</w:t>
      </w:r>
      <w:r w:rsidR="00E95EBA" w:rsidRPr="000B73EF">
        <w:rPr>
          <w:rFonts w:ascii="Tahoma" w:hAnsi="Tahoma" w:cs="Tahoma"/>
          <w:b/>
          <w:i/>
          <w:sz w:val="16"/>
          <w:szCs w:val="16"/>
        </w:rPr>
        <w:t xml:space="preserve"> </w:t>
      </w:r>
      <w:r w:rsidR="00223630" w:rsidRPr="000B73EF">
        <w:rPr>
          <w:rFonts w:ascii="Tahoma" w:hAnsi="Tahoma" w:cs="Tahoma"/>
          <w:b/>
          <w:i/>
          <w:sz w:val="16"/>
          <w:szCs w:val="16"/>
        </w:rPr>
        <w:t xml:space="preserve">Mexico, </w:t>
      </w:r>
      <w:r w:rsidRPr="000B73EF">
        <w:rPr>
          <w:rFonts w:ascii="Tahoma" w:hAnsi="Tahoma" w:cs="Tahoma"/>
          <w:b/>
          <w:i/>
          <w:sz w:val="16"/>
          <w:szCs w:val="16"/>
        </w:rPr>
        <w:t>and Pakistan only]</w:t>
      </w:r>
      <w:r w:rsidRPr="000B73EF">
        <w:rPr>
          <w:i/>
          <w:szCs w:val="16"/>
        </w:rPr>
        <w:t xml:space="preserve"> </w:t>
      </w:r>
    </w:p>
    <w:p w:rsidR="00211B3D" w:rsidRPr="00211B3D" w:rsidRDefault="0086474F" w:rsidP="0093799E">
      <w:pPr>
        <w:pStyle w:val="QuestionList"/>
        <w:ind w:left="720" w:firstLine="0"/>
        <w:rPr>
          <w:i/>
          <w:szCs w:val="20"/>
        </w:rPr>
      </w:pPr>
      <w:proofErr w:type="spellStart"/>
      <w:proofErr w:type="gramStart"/>
      <w:r w:rsidRPr="00211B3D">
        <w:rPr>
          <w:b/>
          <w:szCs w:val="20"/>
        </w:rPr>
        <w:t>bPAK</w:t>
      </w:r>
      <w:proofErr w:type="spellEnd"/>
      <w:proofErr w:type="gramEnd"/>
      <w:r w:rsidRPr="00211B3D">
        <w:rPr>
          <w:b/>
          <w:szCs w:val="20"/>
        </w:rPr>
        <w:t>.</w:t>
      </w:r>
      <w:r w:rsidRPr="000B73EF">
        <w:t xml:space="preserve"> </w:t>
      </w:r>
      <w:r w:rsidR="00211B3D">
        <w:tab/>
      </w:r>
      <w:r w:rsidRPr="00211B3D">
        <w:rPr>
          <w:szCs w:val="20"/>
        </w:rPr>
        <w:t xml:space="preserve">President Asif Ali </w:t>
      </w:r>
      <w:proofErr w:type="spellStart"/>
      <w:r w:rsidRPr="00211B3D">
        <w:rPr>
          <w:szCs w:val="20"/>
        </w:rPr>
        <w:t>Zardari</w:t>
      </w:r>
      <w:proofErr w:type="spellEnd"/>
      <w:r w:rsidRPr="000B73EF">
        <w:t xml:space="preserve"> </w:t>
      </w:r>
      <w:r w:rsidRPr="00211B3D">
        <w:rPr>
          <w:rFonts w:ascii="Tahoma" w:hAnsi="Tahoma" w:cs="Tahoma"/>
          <w:b/>
          <w:i/>
          <w:sz w:val="16"/>
          <w:szCs w:val="16"/>
        </w:rPr>
        <w:t>[Ask in Pakistan only]</w:t>
      </w:r>
    </w:p>
    <w:p w:rsidR="00211B3D" w:rsidRDefault="0086474F" w:rsidP="0093799E">
      <w:pPr>
        <w:pStyle w:val="QuestionList"/>
        <w:rPr>
          <w:i/>
          <w:szCs w:val="20"/>
        </w:rPr>
      </w:pPr>
      <w:proofErr w:type="spellStart"/>
      <w:proofErr w:type="gramStart"/>
      <w:r w:rsidRPr="00211B3D">
        <w:rPr>
          <w:b/>
          <w:szCs w:val="20"/>
        </w:rPr>
        <w:t>bMEX</w:t>
      </w:r>
      <w:proofErr w:type="spellEnd"/>
      <w:proofErr w:type="gramEnd"/>
      <w:r w:rsidRPr="00211B3D">
        <w:rPr>
          <w:b/>
          <w:szCs w:val="20"/>
        </w:rPr>
        <w:t>.</w:t>
      </w:r>
      <w:r w:rsidRPr="000B73EF">
        <w:tab/>
      </w:r>
      <w:r w:rsidRPr="00211B3D">
        <w:rPr>
          <w:szCs w:val="20"/>
        </w:rPr>
        <w:t>President Enrique Peña Nieto</w:t>
      </w:r>
      <w:r w:rsidRPr="000B73EF">
        <w:t xml:space="preserve"> </w:t>
      </w:r>
      <w:r w:rsidRPr="00211B3D">
        <w:rPr>
          <w:rFonts w:ascii="Tahoma" w:hAnsi="Tahoma" w:cs="Tahoma"/>
          <w:b/>
          <w:i/>
          <w:sz w:val="16"/>
          <w:szCs w:val="16"/>
        </w:rPr>
        <w:t>[Ask in Mexico only]</w:t>
      </w:r>
      <w:r w:rsidRPr="00211B3D">
        <w:rPr>
          <w:i/>
          <w:szCs w:val="16"/>
        </w:rPr>
        <w:t xml:space="preserve"> </w:t>
      </w:r>
    </w:p>
    <w:p w:rsidR="00211B3D" w:rsidRDefault="00560BC1" w:rsidP="0093799E">
      <w:pPr>
        <w:pStyle w:val="QuestionList"/>
        <w:rPr>
          <w:i/>
          <w:szCs w:val="20"/>
        </w:rPr>
      </w:pPr>
      <w:proofErr w:type="spellStart"/>
      <w:proofErr w:type="gramStart"/>
      <w:r>
        <w:rPr>
          <w:b/>
        </w:rPr>
        <w:t>bEGY</w:t>
      </w:r>
      <w:proofErr w:type="spellEnd"/>
      <w:proofErr w:type="gramEnd"/>
      <w:r>
        <w:rPr>
          <w:b/>
        </w:rPr>
        <w:t>.</w:t>
      </w:r>
      <w:r w:rsidRPr="00560BC1">
        <w:rPr>
          <w:b/>
        </w:rPr>
        <w:tab/>
      </w:r>
      <w:r w:rsidR="00E77DC3">
        <w:t>President Moha</w:t>
      </w:r>
      <w:r>
        <w:t xml:space="preserve">med </w:t>
      </w:r>
      <w:proofErr w:type="spellStart"/>
      <w:r>
        <w:t>Morsi</w:t>
      </w:r>
      <w:proofErr w:type="spellEnd"/>
      <w:r>
        <w:t xml:space="preserve"> </w:t>
      </w:r>
      <w:r w:rsidRPr="000B73EF">
        <w:rPr>
          <w:rFonts w:ascii="Tahoma" w:hAnsi="Tahoma" w:cs="Tahoma"/>
          <w:b/>
          <w:i/>
          <w:sz w:val="16"/>
          <w:szCs w:val="16"/>
        </w:rPr>
        <w:t xml:space="preserve">[Ask in </w:t>
      </w:r>
      <w:r>
        <w:rPr>
          <w:rFonts w:ascii="Tahoma" w:hAnsi="Tahoma" w:cs="Tahoma"/>
          <w:b/>
          <w:i/>
          <w:sz w:val="16"/>
          <w:szCs w:val="16"/>
        </w:rPr>
        <w:t>Egypt</w:t>
      </w:r>
      <w:r w:rsidRPr="000B73EF">
        <w:rPr>
          <w:rFonts w:ascii="Tahoma" w:hAnsi="Tahoma" w:cs="Tahoma"/>
          <w:b/>
          <w:i/>
          <w:sz w:val="16"/>
          <w:szCs w:val="16"/>
        </w:rPr>
        <w:t xml:space="preserve"> only]</w:t>
      </w:r>
      <w:r w:rsidRPr="000B73EF">
        <w:rPr>
          <w:i/>
          <w:szCs w:val="16"/>
        </w:rPr>
        <w:t xml:space="preserve"> </w:t>
      </w:r>
    </w:p>
    <w:p w:rsidR="0086474F" w:rsidRPr="000B73EF" w:rsidRDefault="0086474F" w:rsidP="0093799E">
      <w:pPr>
        <w:pStyle w:val="QuestionList"/>
        <w:rPr>
          <w:i/>
          <w:szCs w:val="20"/>
        </w:rPr>
      </w:pPr>
      <w:proofErr w:type="spellStart"/>
      <w:proofErr w:type="gramStart"/>
      <w:r w:rsidRPr="00905AE8">
        <w:rPr>
          <w:b/>
          <w:szCs w:val="20"/>
        </w:rPr>
        <w:t>bES</w:t>
      </w:r>
      <w:proofErr w:type="spellEnd"/>
      <w:proofErr w:type="gramEnd"/>
      <w:r w:rsidRPr="00905AE8">
        <w:rPr>
          <w:b/>
          <w:szCs w:val="20"/>
        </w:rPr>
        <w:tab/>
        <w:t>.</w:t>
      </w:r>
      <w:r w:rsidRPr="000B73EF">
        <w:tab/>
      </w:r>
      <w:r w:rsidRPr="00932154">
        <w:rPr>
          <w:szCs w:val="20"/>
        </w:rPr>
        <w:t xml:space="preserve">President Mauricio </w:t>
      </w:r>
      <w:proofErr w:type="spellStart"/>
      <w:r w:rsidRPr="00932154">
        <w:rPr>
          <w:szCs w:val="20"/>
        </w:rPr>
        <w:t>Funes</w:t>
      </w:r>
      <w:proofErr w:type="spellEnd"/>
      <w:r w:rsidRPr="000B73EF">
        <w:t xml:space="preserve"> </w:t>
      </w:r>
      <w:r w:rsidRPr="000B73EF">
        <w:rPr>
          <w:rFonts w:ascii="Tahoma" w:hAnsi="Tahoma" w:cs="Tahoma"/>
          <w:b/>
          <w:i/>
          <w:sz w:val="16"/>
          <w:szCs w:val="16"/>
        </w:rPr>
        <w:t>[Ask in El Salvador only]</w:t>
      </w:r>
    </w:p>
    <w:p w:rsidR="00211B3D" w:rsidRDefault="0086474F" w:rsidP="0086474F">
      <w:pPr>
        <w:pStyle w:val="QuestionList"/>
        <w:rPr>
          <w:i/>
        </w:rPr>
      </w:pPr>
      <w:proofErr w:type="gramStart"/>
      <w:r w:rsidRPr="00905AE8">
        <w:rPr>
          <w:b/>
          <w:szCs w:val="20"/>
        </w:rPr>
        <w:t>c</w:t>
      </w:r>
      <w:proofErr w:type="gramEnd"/>
      <w:r w:rsidRPr="00905AE8">
        <w:rPr>
          <w:b/>
          <w:szCs w:val="20"/>
        </w:rPr>
        <w:t>.</w:t>
      </w:r>
      <w:r w:rsidRPr="000B73EF">
        <w:tab/>
      </w:r>
      <w:r w:rsidRPr="00932154">
        <w:rPr>
          <w:szCs w:val="20"/>
        </w:rPr>
        <w:t>the military</w:t>
      </w:r>
      <w:r w:rsidRPr="000B73EF">
        <w:rPr>
          <w:i/>
        </w:rPr>
        <w:t xml:space="preserve"> </w:t>
      </w:r>
    </w:p>
    <w:p w:rsidR="00211B3D" w:rsidRDefault="0086474F" w:rsidP="0086474F">
      <w:pPr>
        <w:pStyle w:val="QuestionList"/>
        <w:rPr>
          <w:i/>
        </w:rPr>
      </w:pPr>
      <w:proofErr w:type="gramStart"/>
      <w:r w:rsidRPr="00905AE8">
        <w:rPr>
          <w:b/>
          <w:szCs w:val="20"/>
        </w:rPr>
        <w:t>d</w:t>
      </w:r>
      <w:proofErr w:type="gramEnd"/>
      <w:r w:rsidRPr="00905AE8">
        <w:rPr>
          <w:b/>
          <w:szCs w:val="20"/>
        </w:rPr>
        <w:t>.</w:t>
      </w:r>
      <w:r w:rsidRPr="000B73EF">
        <w:tab/>
      </w:r>
      <w:r w:rsidRPr="00932154">
        <w:rPr>
          <w:szCs w:val="20"/>
        </w:rPr>
        <w:t>the media—such as television, radio, newspapers, and magazines</w:t>
      </w:r>
      <w:r w:rsidRPr="000B73EF">
        <w:t xml:space="preserve"> </w:t>
      </w:r>
    </w:p>
    <w:p w:rsidR="0086474F" w:rsidRPr="000B73EF" w:rsidRDefault="0086474F" w:rsidP="0086474F">
      <w:pPr>
        <w:pStyle w:val="QuestionList"/>
        <w:rPr>
          <w:i/>
        </w:rPr>
      </w:pPr>
      <w:proofErr w:type="gramStart"/>
      <w:r w:rsidRPr="00905AE8">
        <w:rPr>
          <w:b/>
          <w:szCs w:val="20"/>
        </w:rPr>
        <w:t>e</w:t>
      </w:r>
      <w:proofErr w:type="gramEnd"/>
      <w:r w:rsidRPr="00905AE8">
        <w:rPr>
          <w:b/>
          <w:szCs w:val="20"/>
        </w:rPr>
        <w:t>.</w:t>
      </w:r>
      <w:r w:rsidRPr="000B73EF">
        <w:tab/>
      </w:r>
      <w:r w:rsidRPr="00932154">
        <w:rPr>
          <w:szCs w:val="20"/>
        </w:rPr>
        <w:t>religious leaders</w:t>
      </w:r>
      <w:r w:rsidRPr="000B73EF">
        <w:t xml:space="preserve"> </w:t>
      </w:r>
      <w:r w:rsidRPr="000B73EF">
        <w:rPr>
          <w:rFonts w:ascii="Tahoma" w:hAnsi="Tahoma" w:cs="Tahoma"/>
          <w:b/>
          <w:i/>
          <w:sz w:val="16"/>
          <w:szCs w:val="16"/>
        </w:rPr>
        <w:t xml:space="preserve">[Ask in Egypt, Pakistan, </w:t>
      </w:r>
      <w:r w:rsidR="00E95EBA">
        <w:rPr>
          <w:rFonts w:ascii="Tahoma" w:hAnsi="Tahoma" w:cs="Tahoma"/>
          <w:b/>
          <w:i/>
          <w:sz w:val="16"/>
          <w:szCs w:val="16"/>
        </w:rPr>
        <w:t xml:space="preserve">and </w:t>
      </w:r>
      <w:r w:rsidRPr="000B73EF">
        <w:rPr>
          <w:rFonts w:ascii="Tahoma" w:hAnsi="Tahoma" w:cs="Tahoma"/>
          <w:b/>
          <w:i/>
          <w:sz w:val="16"/>
          <w:szCs w:val="16"/>
        </w:rPr>
        <w:t>Tunisia only]</w:t>
      </w:r>
      <w:r w:rsidRPr="000B73EF">
        <w:rPr>
          <w:i/>
          <w:szCs w:val="16"/>
        </w:rPr>
        <w:t xml:space="preserve"> </w:t>
      </w:r>
    </w:p>
    <w:p w:rsidR="0086474F" w:rsidRPr="000B73EF" w:rsidRDefault="0086474F" w:rsidP="0086474F">
      <w:pPr>
        <w:pStyle w:val="QuestionList"/>
        <w:rPr>
          <w:i/>
        </w:rPr>
      </w:pPr>
      <w:proofErr w:type="gramStart"/>
      <w:r w:rsidRPr="00905AE8">
        <w:rPr>
          <w:b/>
          <w:szCs w:val="20"/>
        </w:rPr>
        <w:t>f</w:t>
      </w:r>
      <w:proofErr w:type="gramEnd"/>
      <w:r w:rsidRPr="00905AE8">
        <w:rPr>
          <w:b/>
          <w:szCs w:val="20"/>
        </w:rPr>
        <w:t>.</w:t>
      </w:r>
      <w:r w:rsidRPr="000B73EF">
        <w:tab/>
      </w:r>
      <w:r w:rsidRPr="00932154">
        <w:rPr>
          <w:szCs w:val="20"/>
        </w:rPr>
        <w:t>court system</w:t>
      </w:r>
      <w:r w:rsidRPr="000B73EF">
        <w:t xml:space="preserve"> </w:t>
      </w:r>
    </w:p>
    <w:p w:rsidR="00211B3D" w:rsidRDefault="0086474F" w:rsidP="0086474F">
      <w:pPr>
        <w:pStyle w:val="QuestionList"/>
        <w:rPr>
          <w:i/>
        </w:rPr>
      </w:pPr>
      <w:proofErr w:type="gramStart"/>
      <w:r w:rsidRPr="00905AE8">
        <w:rPr>
          <w:b/>
          <w:szCs w:val="20"/>
        </w:rPr>
        <w:t>g</w:t>
      </w:r>
      <w:proofErr w:type="gramEnd"/>
      <w:r w:rsidRPr="00905AE8">
        <w:rPr>
          <w:b/>
          <w:szCs w:val="20"/>
        </w:rPr>
        <w:t>.</w:t>
      </w:r>
      <w:r w:rsidRPr="000B73EF">
        <w:tab/>
      </w:r>
      <w:r w:rsidRPr="00932154">
        <w:rPr>
          <w:szCs w:val="20"/>
        </w:rPr>
        <w:t>the police</w:t>
      </w:r>
      <w:r w:rsidRPr="000B73EF">
        <w:t xml:space="preserve"> </w:t>
      </w:r>
      <w:r w:rsidRPr="000B73EF">
        <w:rPr>
          <w:rFonts w:ascii="Tahoma" w:hAnsi="Tahoma" w:cs="Tahoma"/>
          <w:b/>
          <w:i/>
          <w:sz w:val="16"/>
          <w:szCs w:val="16"/>
        </w:rPr>
        <w:t xml:space="preserve">[Ask in </w:t>
      </w:r>
      <w:r w:rsidR="00223630" w:rsidRPr="000B73EF">
        <w:rPr>
          <w:rFonts w:ascii="Tahoma" w:hAnsi="Tahoma" w:cs="Tahoma"/>
          <w:b/>
          <w:i/>
          <w:sz w:val="16"/>
          <w:szCs w:val="16"/>
        </w:rPr>
        <w:t xml:space="preserve">El Salvador, </w:t>
      </w:r>
      <w:r w:rsidR="00E95EBA" w:rsidRPr="000B73EF">
        <w:rPr>
          <w:rFonts w:ascii="Tahoma" w:hAnsi="Tahoma" w:cs="Tahoma"/>
          <w:b/>
          <w:i/>
          <w:sz w:val="16"/>
          <w:szCs w:val="16"/>
        </w:rPr>
        <w:t xml:space="preserve">Mexico, </w:t>
      </w:r>
      <w:r w:rsidRPr="000B73EF">
        <w:rPr>
          <w:rFonts w:ascii="Tahoma" w:hAnsi="Tahoma" w:cs="Tahoma"/>
          <w:b/>
          <w:i/>
          <w:sz w:val="16"/>
          <w:szCs w:val="16"/>
        </w:rPr>
        <w:t xml:space="preserve">Pakistan, </w:t>
      </w:r>
      <w:r w:rsidR="00E95EBA">
        <w:rPr>
          <w:rFonts w:ascii="Tahoma" w:hAnsi="Tahoma" w:cs="Tahoma"/>
          <w:b/>
          <w:i/>
          <w:sz w:val="16"/>
          <w:szCs w:val="16"/>
        </w:rPr>
        <w:t xml:space="preserve">and </w:t>
      </w:r>
      <w:r w:rsidRPr="000B73EF">
        <w:rPr>
          <w:rFonts w:ascii="Tahoma" w:hAnsi="Tahoma" w:cs="Tahoma"/>
          <w:b/>
          <w:i/>
          <w:sz w:val="16"/>
          <w:szCs w:val="16"/>
        </w:rPr>
        <w:t>Tunisia only]</w:t>
      </w:r>
      <w:r w:rsidRPr="000B73EF">
        <w:rPr>
          <w:i/>
          <w:szCs w:val="16"/>
        </w:rPr>
        <w:t xml:space="preserve"> </w:t>
      </w:r>
      <w:r w:rsidR="00211B3D">
        <w:rPr>
          <w:i/>
        </w:rPr>
        <w:t xml:space="preserve"> </w:t>
      </w:r>
    </w:p>
    <w:p w:rsidR="0086474F" w:rsidRPr="000B73EF" w:rsidRDefault="0086474F" w:rsidP="0086474F">
      <w:pPr>
        <w:pStyle w:val="QuestionList"/>
        <w:rPr>
          <w:i/>
        </w:rPr>
      </w:pPr>
      <w:proofErr w:type="gramStart"/>
      <w:r w:rsidRPr="00905AE8">
        <w:rPr>
          <w:b/>
          <w:szCs w:val="20"/>
        </w:rPr>
        <w:t>h</w:t>
      </w:r>
      <w:proofErr w:type="gramEnd"/>
      <w:r w:rsidRPr="00905AE8">
        <w:rPr>
          <w:b/>
          <w:szCs w:val="20"/>
        </w:rPr>
        <w:t>.</w:t>
      </w:r>
      <w:r w:rsidRPr="000B73EF">
        <w:tab/>
      </w:r>
      <w:r w:rsidRPr="00932154">
        <w:rPr>
          <w:szCs w:val="20"/>
        </w:rPr>
        <w:t>the Central Security Forces</w:t>
      </w:r>
      <w:r w:rsidRPr="000B73EF">
        <w:t xml:space="preserve"> </w:t>
      </w:r>
      <w:r w:rsidRPr="000B73EF">
        <w:rPr>
          <w:rFonts w:ascii="Tahoma" w:hAnsi="Tahoma" w:cs="Tahoma"/>
          <w:b/>
          <w:i/>
          <w:sz w:val="16"/>
          <w:szCs w:val="16"/>
        </w:rPr>
        <w:t xml:space="preserve">[Ask in Egypt only] </w:t>
      </w:r>
    </w:p>
    <w:p w:rsidR="0086474F" w:rsidRPr="000B73EF" w:rsidRDefault="0086474F" w:rsidP="0086474F">
      <w:pPr>
        <w:pStyle w:val="QuestionList"/>
        <w:rPr>
          <w:i/>
          <w:szCs w:val="20"/>
        </w:rPr>
      </w:pPr>
      <w:proofErr w:type="spellStart"/>
      <w:proofErr w:type="gramStart"/>
      <w:r w:rsidRPr="00905AE8">
        <w:rPr>
          <w:b/>
          <w:szCs w:val="20"/>
        </w:rPr>
        <w:t>i</w:t>
      </w:r>
      <w:proofErr w:type="spellEnd"/>
      <w:proofErr w:type="gramEnd"/>
      <w:r w:rsidRPr="00905AE8">
        <w:rPr>
          <w:b/>
          <w:szCs w:val="20"/>
        </w:rPr>
        <w:t>.</w:t>
      </w:r>
      <w:r w:rsidRPr="000B73EF">
        <w:rPr>
          <w:b/>
        </w:rPr>
        <w:tab/>
      </w:r>
      <w:r w:rsidRPr="00932154">
        <w:rPr>
          <w:szCs w:val="20"/>
        </w:rPr>
        <w:t>the local police</w:t>
      </w:r>
      <w:r w:rsidRPr="000B73EF">
        <w:t xml:space="preserve"> </w:t>
      </w:r>
      <w:r w:rsidRPr="000B73EF">
        <w:rPr>
          <w:rFonts w:ascii="Tahoma" w:hAnsi="Tahoma" w:cs="Tahoma"/>
          <w:b/>
          <w:i/>
          <w:sz w:val="16"/>
          <w:szCs w:val="16"/>
        </w:rPr>
        <w:t>[Ask in Egypt only]</w:t>
      </w:r>
      <w:r w:rsidR="00211B3D">
        <w:rPr>
          <w:i/>
          <w:szCs w:val="20"/>
        </w:rPr>
        <w:t xml:space="preserve"> </w:t>
      </w:r>
    </w:p>
    <w:p w:rsidR="0086474F" w:rsidRDefault="0086474F" w:rsidP="0086474F">
      <w:pPr>
        <w:pStyle w:val="QuestionList"/>
        <w:rPr>
          <w:i/>
          <w:szCs w:val="20"/>
        </w:rPr>
      </w:pPr>
      <w:proofErr w:type="gramStart"/>
      <w:r w:rsidRPr="00905AE8">
        <w:rPr>
          <w:b/>
          <w:szCs w:val="20"/>
        </w:rPr>
        <w:t>j</w:t>
      </w:r>
      <w:proofErr w:type="gramEnd"/>
      <w:r w:rsidRPr="00905AE8">
        <w:rPr>
          <w:b/>
          <w:szCs w:val="20"/>
        </w:rPr>
        <w:t>.</w:t>
      </w:r>
      <w:r w:rsidRPr="000B73EF">
        <w:rPr>
          <w:szCs w:val="20"/>
        </w:rPr>
        <w:tab/>
      </w:r>
      <w:r w:rsidRPr="00932154">
        <w:rPr>
          <w:szCs w:val="20"/>
        </w:rPr>
        <w:t>the Constituent Assembly</w:t>
      </w:r>
      <w:r w:rsidRPr="000B73EF">
        <w:rPr>
          <w:szCs w:val="20"/>
        </w:rPr>
        <w:t xml:space="preserve"> </w:t>
      </w:r>
      <w:r w:rsidRPr="000B73EF">
        <w:rPr>
          <w:rFonts w:ascii="Tahoma" w:hAnsi="Tahoma" w:cs="Tahoma"/>
          <w:b/>
          <w:i/>
          <w:sz w:val="16"/>
          <w:szCs w:val="16"/>
        </w:rPr>
        <w:t>[Ask in Tunisia only]</w:t>
      </w:r>
      <w:r w:rsidRPr="000B73EF">
        <w:rPr>
          <w:i/>
          <w:szCs w:val="20"/>
        </w:rPr>
        <w:t xml:space="preserve"> </w:t>
      </w:r>
    </w:p>
    <w:p w:rsidR="0086474F" w:rsidRPr="000B73EF" w:rsidRDefault="0086474F" w:rsidP="0086474F">
      <w:pPr>
        <w:pStyle w:val="QuestionListLast"/>
        <w:spacing w:after="60"/>
        <w:rPr>
          <w:i/>
          <w:szCs w:val="20"/>
        </w:rPr>
      </w:pPr>
      <w:proofErr w:type="gramStart"/>
      <w:r w:rsidRPr="00905AE8">
        <w:rPr>
          <w:b/>
          <w:sz w:val="20"/>
          <w:szCs w:val="20"/>
        </w:rPr>
        <w:t>k</w:t>
      </w:r>
      <w:proofErr w:type="gramEnd"/>
      <w:r w:rsidRPr="00905AE8">
        <w:rPr>
          <w:b/>
          <w:sz w:val="20"/>
          <w:szCs w:val="20"/>
        </w:rPr>
        <w:t>.</w:t>
      </w:r>
      <w:r w:rsidRPr="000B73EF">
        <w:rPr>
          <w:sz w:val="20"/>
          <w:szCs w:val="20"/>
        </w:rPr>
        <w:tab/>
      </w:r>
      <w:r w:rsidRPr="00932154">
        <w:rPr>
          <w:sz w:val="20"/>
          <w:szCs w:val="20"/>
        </w:rPr>
        <w:t>trade unions</w:t>
      </w:r>
      <w:r w:rsidRPr="000B73EF">
        <w:rPr>
          <w:sz w:val="20"/>
          <w:szCs w:val="20"/>
        </w:rPr>
        <w:t xml:space="preserve"> </w:t>
      </w:r>
      <w:r w:rsidRPr="000B73EF">
        <w:rPr>
          <w:rFonts w:ascii="Tahoma" w:hAnsi="Tahoma" w:cs="Tahoma"/>
          <w:b/>
          <w:i/>
          <w:sz w:val="16"/>
          <w:szCs w:val="16"/>
        </w:rPr>
        <w:t xml:space="preserve">[Ask in Tunisia only] </w:t>
      </w:r>
    </w:p>
    <w:p w:rsidR="0086474F" w:rsidRPr="000B73EF" w:rsidRDefault="0086474F" w:rsidP="0086474F">
      <w:pPr>
        <w:pStyle w:val="QuestionListLast"/>
        <w:spacing w:after="60"/>
        <w:rPr>
          <w:i/>
          <w:sz w:val="20"/>
          <w:szCs w:val="20"/>
        </w:rPr>
      </w:pPr>
      <w:r w:rsidRPr="00905AE8">
        <w:rPr>
          <w:b/>
          <w:sz w:val="20"/>
          <w:szCs w:val="20"/>
        </w:rPr>
        <w:t>l.</w:t>
      </w:r>
      <w:r w:rsidRPr="000B73EF">
        <w:rPr>
          <w:sz w:val="20"/>
          <w:szCs w:val="20"/>
        </w:rPr>
        <w:tab/>
      </w:r>
      <w:r w:rsidRPr="00932154">
        <w:rPr>
          <w:sz w:val="20"/>
          <w:szCs w:val="20"/>
        </w:rPr>
        <w:t>The Congress</w:t>
      </w:r>
      <w:r w:rsidRPr="000B73EF">
        <w:rPr>
          <w:sz w:val="20"/>
          <w:szCs w:val="20"/>
        </w:rPr>
        <w:t xml:space="preserve"> </w:t>
      </w:r>
      <w:r w:rsidRPr="000B73EF">
        <w:rPr>
          <w:rFonts w:ascii="Tahoma" w:hAnsi="Tahoma" w:cs="Tahoma"/>
          <w:b/>
          <w:i/>
          <w:sz w:val="16"/>
          <w:szCs w:val="16"/>
        </w:rPr>
        <w:t>[Ask in Mexico only]</w:t>
      </w:r>
    </w:p>
    <w:p w:rsidR="0086474F" w:rsidRPr="000B73EF" w:rsidRDefault="0086474F" w:rsidP="007D219A">
      <w:pPr>
        <w:pStyle w:val="QuestionListLast"/>
      </w:pPr>
      <w:r w:rsidRPr="00905AE8">
        <w:rPr>
          <w:b/>
          <w:sz w:val="20"/>
          <w:szCs w:val="20"/>
        </w:rPr>
        <w:t>m.</w:t>
      </w:r>
      <w:r w:rsidRPr="000B73EF">
        <w:tab/>
      </w:r>
      <w:r w:rsidRPr="007D219A">
        <w:rPr>
          <w:sz w:val="20"/>
          <w:szCs w:val="20"/>
        </w:rPr>
        <w:t>The Legislative Assembly</w:t>
      </w:r>
      <w:r w:rsidRPr="000B73EF">
        <w:t xml:space="preserve"> </w:t>
      </w:r>
      <w:r w:rsidRPr="007D219A">
        <w:rPr>
          <w:rFonts w:ascii="Tahoma" w:hAnsi="Tahoma" w:cs="Tahoma"/>
          <w:b/>
          <w:i/>
          <w:sz w:val="16"/>
          <w:szCs w:val="16"/>
        </w:rPr>
        <w:t>[Ask in El Salvador only]</w:t>
      </w:r>
    </w:p>
    <w:p w:rsidR="0086474F" w:rsidRPr="000B73EF" w:rsidRDefault="0086474F" w:rsidP="007D219A">
      <w:pPr>
        <w:pStyle w:val="QuestionResponse"/>
      </w:pPr>
      <w:r w:rsidRPr="000B73EF">
        <w:t>1</w:t>
      </w:r>
      <w:r w:rsidRPr="000B73EF">
        <w:tab/>
        <w:t>Very good</w:t>
      </w:r>
    </w:p>
    <w:p w:rsidR="0086474F" w:rsidRPr="000B73EF" w:rsidRDefault="0086474F" w:rsidP="007D219A">
      <w:pPr>
        <w:pStyle w:val="QuestionResponse"/>
      </w:pPr>
      <w:r w:rsidRPr="000B73EF">
        <w:t>2</w:t>
      </w:r>
      <w:r w:rsidRPr="000B73EF">
        <w:tab/>
        <w:t>Somewhat good</w:t>
      </w:r>
    </w:p>
    <w:p w:rsidR="0086474F" w:rsidRPr="000B73EF" w:rsidRDefault="0086474F" w:rsidP="007D219A">
      <w:pPr>
        <w:pStyle w:val="QuestionResponse"/>
      </w:pPr>
      <w:r w:rsidRPr="000B73EF">
        <w:t>3</w:t>
      </w:r>
      <w:r w:rsidRPr="000B73EF">
        <w:tab/>
        <w:t>Somewhat bad</w:t>
      </w:r>
    </w:p>
    <w:p w:rsidR="0086474F" w:rsidRPr="000B73EF" w:rsidRDefault="0086474F" w:rsidP="007D219A">
      <w:pPr>
        <w:pStyle w:val="QuestionResponse"/>
      </w:pPr>
      <w:r w:rsidRPr="000B73EF">
        <w:t>4</w:t>
      </w:r>
      <w:r w:rsidRPr="000B73EF">
        <w:tab/>
        <w:t>Very bad</w:t>
      </w:r>
    </w:p>
    <w:p w:rsidR="0086474F" w:rsidRPr="000B73EF" w:rsidRDefault="0086474F" w:rsidP="007D219A">
      <w:pPr>
        <w:pStyle w:val="QuestionResponse"/>
      </w:pPr>
      <w:r w:rsidRPr="000B73EF">
        <w:t>8</w:t>
      </w:r>
      <w:r w:rsidRPr="000B73EF">
        <w:tab/>
        <w:t>Don’t know (DO NOT READ)</w:t>
      </w:r>
    </w:p>
    <w:p w:rsidR="0086474F" w:rsidRPr="000B73EF" w:rsidRDefault="0086474F" w:rsidP="007D219A">
      <w:pPr>
        <w:pStyle w:val="QuestionResponseLast"/>
      </w:pPr>
      <w:r w:rsidRPr="000B73EF">
        <w:t>9</w:t>
      </w:r>
      <w:r w:rsidRPr="000B73EF">
        <w:tab/>
        <w:t>Refused (DO NOT READ)</w:t>
      </w:r>
    </w:p>
    <w:p w:rsidR="0086474F" w:rsidRPr="000B73EF" w:rsidRDefault="0086474F" w:rsidP="0086474F">
      <w:pPr>
        <w:pStyle w:val="QuestionInstruction"/>
      </w:pPr>
      <w:r w:rsidRPr="000B73EF">
        <w:rPr>
          <w:caps/>
        </w:rPr>
        <w:t xml:space="preserve">ASK ALL IN </w:t>
      </w:r>
      <w:r w:rsidR="00E95EBA" w:rsidRPr="00E95EBA">
        <w:rPr>
          <w:caps/>
        </w:rPr>
        <w:t xml:space="preserve">Egypt, Indonesia, Jordan, Lebanon, Malaysia, Nigeria, Pakistan, Palestinian Territories, </w:t>
      </w:r>
      <w:r w:rsidR="00455800" w:rsidRPr="00E95EBA">
        <w:rPr>
          <w:caps/>
        </w:rPr>
        <w:t xml:space="preserve">Senegal, </w:t>
      </w:r>
      <w:r w:rsidR="00E95EBA" w:rsidRPr="00E95EBA">
        <w:rPr>
          <w:caps/>
        </w:rPr>
        <w:t xml:space="preserve">Tunisia, </w:t>
      </w:r>
      <w:r w:rsidR="00E95EBA">
        <w:rPr>
          <w:caps/>
        </w:rPr>
        <w:t xml:space="preserve">AND </w:t>
      </w:r>
      <w:r w:rsidR="00E95EBA" w:rsidRPr="00E95EBA">
        <w:rPr>
          <w:caps/>
        </w:rPr>
        <w:t xml:space="preserve">Turkey </w:t>
      </w:r>
      <w:r w:rsidRPr="000B73EF">
        <w:rPr>
          <w:caps/>
        </w:rPr>
        <w:t xml:space="preserve">ONLY </w:t>
      </w:r>
    </w:p>
    <w:p w:rsidR="0086474F" w:rsidRPr="000B73EF" w:rsidRDefault="000918A7" w:rsidP="0086474F">
      <w:pPr>
        <w:pStyle w:val="Question"/>
        <w:rPr>
          <w:i/>
        </w:rPr>
      </w:pPr>
      <w:r w:rsidRPr="000B73EF">
        <w:rPr>
          <w:rFonts w:ascii="Tahoma" w:hAnsi="Tahoma" w:cs="Tahoma"/>
          <w:b/>
          <w:sz w:val="16"/>
        </w:rPr>
        <w:t>Q</w:t>
      </w:r>
      <w:r w:rsidR="00850133" w:rsidRPr="000B73EF">
        <w:rPr>
          <w:rFonts w:ascii="Tahoma" w:hAnsi="Tahoma" w:cs="Tahoma"/>
          <w:b/>
          <w:sz w:val="16"/>
        </w:rPr>
        <w:t>3</w:t>
      </w:r>
      <w:r w:rsidR="00560BC1">
        <w:rPr>
          <w:rFonts w:ascii="Tahoma" w:hAnsi="Tahoma" w:cs="Tahoma"/>
          <w:b/>
          <w:sz w:val="16"/>
        </w:rPr>
        <w:t>5</w:t>
      </w:r>
      <w:r w:rsidR="0086474F" w:rsidRPr="000B73EF">
        <w:tab/>
        <w:t xml:space="preserve">How concerned, if at all, are you about Islamic extremism in our country these days? Are you very concerned, somewhat concerned, not too concerned or not at all concerned about Islamic extremism in our country these days? </w:t>
      </w:r>
    </w:p>
    <w:p w:rsidR="0086474F" w:rsidRPr="000B73EF" w:rsidRDefault="0086474F" w:rsidP="0086474F">
      <w:pPr>
        <w:pStyle w:val="QuestionResponse"/>
      </w:pPr>
      <w:r w:rsidRPr="000B73EF">
        <w:t>1</w:t>
      </w:r>
      <w:r w:rsidRPr="000B73EF">
        <w:tab/>
        <w:t>Very concerned</w:t>
      </w:r>
    </w:p>
    <w:p w:rsidR="0086474F" w:rsidRPr="000B73EF" w:rsidRDefault="0086474F" w:rsidP="0086474F">
      <w:pPr>
        <w:pStyle w:val="QuestionResponse"/>
      </w:pPr>
      <w:r w:rsidRPr="000B73EF">
        <w:t>2</w:t>
      </w:r>
      <w:r w:rsidRPr="000B73EF">
        <w:tab/>
        <w:t>Somewhat concerned</w:t>
      </w:r>
    </w:p>
    <w:p w:rsidR="0086474F" w:rsidRPr="000B73EF" w:rsidRDefault="0086474F" w:rsidP="0086474F">
      <w:pPr>
        <w:pStyle w:val="QuestionResponse"/>
      </w:pPr>
      <w:r w:rsidRPr="000B73EF">
        <w:t>3</w:t>
      </w:r>
      <w:r w:rsidRPr="000B73EF">
        <w:tab/>
        <w:t>Not too concerned</w:t>
      </w:r>
    </w:p>
    <w:p w:rsidR="0086474F" w:rsidRPr="000B73EF" w:rsidRDefault="0086474F" w:rsidP="0086474F">
      <w:pPr>
        <w:pStyle w:val="QuestionResponse"/>
      </w:pPr>
      <w:r w:rsidRPr="000B73EF">
        <w:t>4</w:t>
      </w:r>
      <w:r w:rsidRPr="000B73EF">
        <w:tab/>
        <w:t>Not at all concerned</w:t>
      </w:r>
    </w:p>
    <w:p w:rsidR="0086474F" w:rsidRPr="000B73EF" w:rsidRDefault="0086474F" w:rsidP="0086474F">
      <w:pPr>
        <w:pStyle w:val="QuestionResponse"/>
      </w:pPr>
      <w:r w:rsidRPr="000B73EF">
        <w:t>8</w:t>
      </w:r>
      <w:r w:rsidRPr="000B73EF">
        <w:tab/>
        <w:t>Don’t know (DO NOT READ)</w:t>
      </w:r>
    </w:p>
    <w:p w:rsidR="0086474F" w:rsidRPr="000B73EF" w:rsidRDefault="0086474F" w:rsidP="0086474F">
      <w:pPr>
        <w:pStyle w:val="QuestionResponseLast"/>
      </w:pPr>
      <w:r w:rsidRPr="000B73EF">
        <w:t>9</w:t>
      </w:r>
      <w:r w:rsidRPr="000B73EF">
        <w:tab/>
        <w:t>Refused (DO NOT READ)</w:t>
      </w:r>
    </w:p>
    <w:p w:rsidR="00170F36" w:rsidRPr="000B73EF" w:rsidRDefault="00170F36" w:rsidP="00170F36">
      <w:pPr>
        <w:pStyle w:val="QuestionInstruction"/>
        <w:rPr>
          <w:szCs w:val="22"/>
        </w:rPr>
      </w:pPr>
      <w:r w:rsidRPr="000B73EF">
        <w:rPr>
          <w:szCs w:val="22"/>
        </w:rPr>
        <w:lastRenderedPageBreak/>
        <w:t>ASK IN NIGERIA ONLY IF CONCERNCED ABOUT ISLAMIC EXTREMISM (Q</w:t>
      </w:r>
      <w:r w:rsidR="00B94045">
        <w:rPr>
          <w:szCs w:val="22"/>
        </w:rPr>
        <w:t>3</w:t>
      </w:r>
      <w:r w:rsidR="00560BC1">
        <w:rPr>
          <w:szCs w:val="22"/>
        </w:rPr>
        <w:t>5</w:t>
      </w:r>
      <w:r w:rsidRPr="000B73EF">
        <w:rPr>
          <w:szCs w:val="22"/>
        </w:rPr>
        <w:t>=1</w:t>
      </w:r>
      <w:proofErr w:type="gramStart"/>
      <w:r w:rsidRPr="000B73EF">
        <w:rPr>
          <w:szCs w:val="22"/>
        </w:rPr>
        <w:t>,2</w:t>
      </w:r>
      <w:proofErr w:type="gramEnd"/>
      <w:r w:rsidRPr="000B73EF">
        <w:rPr>
          <w:szCs w:val="22"/>
        </w:rPr>
        <w:t>)</w:t>
      </w:r>
      <w:r w:rsidRPr="000B73EF">
        <w:rPr>
          <w:szCs w:val="22"/>
        </w:rPr>
        <w:tab/>
      </w:r>
    </w:p>
    <w:p w:rsidR="00170F36" w:rsidRPr="000B73EF" w:rsidRDefault="00170F36" w:rsidP="00170F36">
      <w:pPr>
        <w:pStyle w:val="Question"/>
        <w:rPr>
          <w:szCs w:val="22"/>
        </w:rPr>
      </w:pPr>
      <w:r w:rsidRPr="000B73EF">
        <w:rPr>
          <w:rFonts w:ascii="Tahoma" w:hAnsi="Tahoma" w:cs="Tahoma"/>
          <w:b/>
          <w:sz w:val="16"/>
          <w:szCs w:val="16"/>
        </w:rPr>
        <w:t>Q36</w:t>
      </w:r>
      <w:r w:rsidRPr="000B73EF">
        <w:rPr>
          <w:szCs w:val="22"/>
        </w:rPr>
        <w:tab/>
        <w:t xml:space="preserve">Which of the following concerns you </w:t>
      </w:r>
      <w:r w:rsidRPr="000B73EF">
        <w:rPr>
          <w:szCs w:val="22"/>
          <w:u w:val="single"/>
        </w:rPr>
        <w:t>most</w:t>
      </w:r>
      <w:r w:rsidRPr="000B73EF">
        <w:rPr>
          <w:szCs w:val="22"/>
        </w:rPr>
        <w:t xml:space="preserve"> about Islamic extremism in our country today?  (READ)  </w:t>
      </w:r>
    </w:p>
    <w:p w:rsidR="00170F36" w:rsidRPr="000B73EF" w:rsidRDefault="00170F36" w:rsidP="00170F36">
      <w:pPr>
        <w:pStyle w:val="QuestionResponse"/>
        <w:rPr>
          <w:szCs w:val="22"/>
        </w:rPr>
      </w:pPr>
      <w:r w:rsidRPr="000B73EF">
        <w:rPr>
          <w:szCs w:val="22"/>
        </w:rPr>
        <w:t>1</w:t>
      </w:r>
      <w:r w:rsidRPr="000B73EF">
        <w:rPr>
          <w:szCs w:val="22"/>
        </w:rPr>
        <w:tab/>
        <w:t>It is violent</w:t>
      </w:r>
    </w:p>
    <w:p w:rsidR="00170F36" w:rsidRPr="000B73EF" w:rsidRDefault="00170F36" w:rsidP="00170F36">
      <w:pPr>
        <w:pStyle w:val="QuestionResponse"/>
        <w:rPr>
          <w:szCs w:val="22"/>
        </w:rPr>
      </w:pPr>
      <w:r w:rsidRPr="000B73EF">
        <w:rPr>
          <w:szCs w:val="22"/>
        </w:rPr>
        <w:t>2</w:t>
      </w:r>
      <w:r w:rsidRPr="000B73EF">
        <w:rPr>
          <w:szCs w:val="22"/>
        </w:rPr>
        <w:tab/>
        <w:t>It will lead to people having fewer personal freedoms and choices</w:t>
      </w:r>
    </w:p>
    <w:p w:rsidR="00170F36" w:rsidRPr="000B73EF" w:rsidRDefault="00170F36" w:rsidP="00170F36">
      <w:pPr>
        <w:pStyle w:val="QuestionResponse"/>
        <w:rPr>
          <w:szCs w:val="22"/>
        </w:rPr>
      </w:pPr>
      <w:r w:rsidRPr="000B73EF">
        <w:rPr>
          <w:szCs w:val="22"/>
        </w:rPr>
        <w:t>3</w:t>
      </w:r>
      <w:r w:rsidRPr="000B73EF">
        <w:rPr>
          <w:szCs w:val="22"/>
        </w:rPr>
        <w:tab/>
        <w:t>It will divide the country</w:t>
      </w:r>
    </w:p>
    <w:p w:rsidR="00170F36" w:rsidRPr="000B73EF" w:rsidRDefault="00170F36" w:rsidP="00170F36">
      <w:pPr>
        <w:pStyle w:val="QuestionResponse"/>
        <w:rPr>
          <w:szCs w:val="22"/>
        </w:rPr>
      </w:pPr>
      <w:r w:rsidRPr="000B73EF">
        <w:rPr>
          <w:szCs w:val="22"/>
        </w:rPr>
        <w:t>4</w:t>
      </w:r>
      <w:r w:rsidRPr="000B73EF">
        <w:rPr>
          <w:szCs w:val="22"/>
        </w:rPr>
        <w:tab/>
        <w:t>It will hurt the country’s economy</w:t>
      </w:r>
    </w:p>
    <w:p w:rsidR="00170F36" w:rsidRPr="000B73EF" w:rsidRDefault="00170F36" w:rsidP="00170F36">
      <w:pPr>
        <w:pStyle w:val="QuestionResponse"/>
        <w:rPr>
          <w:szCs w:val="22"/>
        </w:rPr>
      </w:pPr>
      <w:proofErr w:type="gramStart"/>
      <w:r w:rsidRPr="000B73EF">
        <w:rPr>
          <w:szCs w:val="22"/>
        </w:rPr>
        <w:t>5</w:t>
      </w:r>
      <w:r w:rsidRPr="000B73EF">
        <w:rPr>
          <w:szCs w:val="22"/>
        </w:rPr>
        <w:tab/>
        <w:t>None of these (DO NOT READ)</w:t>
      </w:r>
      <w:proofErr w:type="gramEnd"/>
    </w:p>
    <w:p w:rsidR="00170F36" w:rsidRPr="000B73EF" w:rsidRDefault="00170F36" w:rsidP="00170F36">
      <w:pPr>
        <w:pStyle w:val="QuestionResponse"/>
        <w:rPr>
          <w:szCs w:val="22"/>
        </w:rPr>
      </w:pPr>
      <w:r w:rsidRPr="000B73EF">
        <w:rPr>
          <w:szCs w:val="22"/>
        </w:rPr>
        <w:t>8</w:t>
      </w:r>
      <w:r w:rsidRPr="000B73EF">
        <w:rPr>
          <w:szCs w:val="22"/>
        </w:rPr>
        <w:tab/>
        <w:t>Don’t know (DO NOT READ)</w:t>
      </w:r>
    </w:p>
    <w:p w:rsidR="00170F36" w:rsidRPr="000B73EF" w:rsidRDefault="00170F36" w:rsidP="00170F36">
      <w:pPr>
        <w:pStyle w:val="QuestionResponseLast"/>
      </w:pPr>
      <w:r w:rsidRPr="000B73EF">
        <w:t>9</w:t>
      </w:r>
      <w:r w:rsidRPr="000B73EF">
        <w:tab/>
        <w:t>Refused (DO NOT READ)</w:t>
      </w:r>
    </w:p>
    <w:p w:rsidR="0086474F" w:rsidRPr="000B73EF" w:rsidRDefault="0086474F" w:rsidP="0086474F">
      <w:pPr>
        <w:pStyle w:val="QuestionInstruction"/>
      </w:pPr>
      <w:r w:rsidRPr="000B73EF">
        <w:t xml:space="preserve">ASK ALL IN </w:t>
      </w:r>
      <w:r w:rsidR="00170F36" w:rsidRPr="000B73EF">
        <w:rPr>
          <w:caps/>
        </w:rPr>
        <w:t xml:space="preserve">Egypt, </w:t>
      </w:r>
      <w:r w:rsidR="00E95EBA" w:rsidRPr="000B73EF">
        <w:rPr>
          <w:caps/>
        </w:rPr>
        <w:t>NIGERIA</w:t>
      </w:r>
      <w:r w:rsidR="00E95EBA">
        <w:rPr>
          <w:caps/>
        </w:rPr>
        <w:t xml:space="preserve">, </w:t>
      </w:r>
      <w:r w:rsidR="00E95EBA" w:rsidRPr="000B73EF">
        <w:rPr>
          <w:caps/>
        </w:rPr>
        <w:t xml:space="preserve">AND </w:t>
      </w:r>
      <w:r w:rsidRPr="000B73EF">
        <w:rPr>
          <w:caps/>
        </w:rPr>
        <w:t>Tunisia</w:t>
      </w:r>
      <w:r w:rsidR="00170F36" w:rsidRPr="000B73EF">
        <w:rPr>
          <w:caps/>
        </w:rPr>
        <w:t xml:space="preserve"> </w:t>
      </w:r>
      <w:r w:rsidRPr="000B73EF">
        <w:t xml:space="preserve">ONLY </w:t>
      </w:r>
    </w:p>
    <w:p w:rsidR="0086474F" w:rsidRPr="000B73EF" w:rsidRDefault="000918A7" w:rsidP="0086474F">
      <w:pPr>
        <w:pStyle w:val="Question"/>
        <w:rPr>
          <w:i/>
        </w:rPr>
      </w:pPr>
      <w:r w:rsidRPr="000B73EF">
        <w:rPr>
          <w:rFonts w:ascii="Tahoma" w:hAnsi="Tahoma" w:cs="Tahoma"/>
          <w:b/>
          <w:sz w:val="16"/>
        </w:rPr>
        <w:t>Q</w:t>
      </w:r>
      <w:r w:rsidR="00850133" w:rsidRPr="000B73EF">
        <w:rPr>
          <w:rFonts w:ascii="Tahoma" w:hAnsi="Tahoma" w:cs="Tahoma"/>
          <w:b/>
          <w:sz w:val="16"/>
        </w:rPr>
        <w:t>37</w:t>
      </w:r>
      <w:r w:rsidR="0086474F" w:rsidRPr="000B73EF">
        <w:rPr>
          <w:b/>
        </w:rPr>
        <w:tab/>
      </w:r>
      <w:r w:rsidR="0086474F" w:rsidRPr="000B73EF">
        <w:t xml:space="preserve">Which of the following three statements comes closer to your view – laws in our country should strictly follow the teachings of the Quran, laws in our country should follow the values and principles of Islam but not strictly follow the teachings of the Quran OR laws in our country should not be influenced by the teachings of the Quran?  </w:t>
      </w:r>
    </w:p>
    <w:p w:rsidR="0086474F" w:rsidRPr="000B73EF" w:rsidRDefault="0086474F" w:rsidP="0086474F">
      <w:pPr>
        <w:pStyle w:val="QuestionResponse"/>
      </w:pPr>
      <w:r w:rsidRPr="000B73EF">
        <w:t>1</w:t>
      </w:r>
      <w:r w:rsidRPr="000B73EF">
        <w:tab/>
        <w:t>Laws should strictly follow the teachings of the Quran</w:t>
      </w:r>
    </w:p>
    <w:p w:rsidR="0086474F" w:rsidRPr="000B73EF" w:rsidRDefault="0086474F" w:rsidP="0086474F">
      <w:pPr>
        <w:pStyle w:val="QuestionResponse"/>
      </w:pPr>
      <w:r w:rsidRPr="000B73EF">
        <w:t>2</w:t>
      </w:r>
      <w:r w:rsidRPr="000B73EF">
        <w:tab/>
        <w:t>Laws should follow the values and principles of Islam but not strictly follow the teachings of the Quran</w:t>
      </w:r>
    </w:p>
    <w:p w:rsidR="0086474F" w:rsidRPr="000B73EF" w:rsidRDefault="0086474F" w:rsidP="0086474F">
      <w:pPr>
        <w:pStyle w:val="QuestionResponse"/>
      </w:pPr>
      <w:r w:rsidRPr="000B73EF">
        <w:t>3</w:t>
      </w:r>
      <w:r w:rsidRPr="000B73EF">
        <w:tab/>
        <w:t>Laws should not be influenced by the teachings of the Quran</w:t>
      </w:r>
    </w:p>
    <w:p w:rsidR="0086474F" w:rsidRPr="000B73EF" w:rsidRDefault="0086474F" w:rsidP="0086474F">
      <w:pPr>
        <w:pStyle w:val="QuestionResponse"/>
      </w:pPr>
      <w:r w:rsidRPr="000B73EF">
        <w:t>8</w:t>
      </w:r>
      <w:r w:rsidRPr="000B73EF">
        <w:tab/>
        <w:t>Don’t know (DO NOT READ)</w:t>
      </w:r>
    </w:p>
    <w:p w:rsidR="0086474F" w:rsidRPr="000B73EF" w:rsidRDefault="0086474F" w:rsidP="0086474F">
      <w:pPr>
        <w:pStyle w:val="QuestionResponseLast"/>
      </w:pPr>
      <w:r w:rsidRPr="000B73EF">
        <w:t>9</w:t>
      </w:r>
      <w:r w:rsidRPr="000B73EF">
        <w:tab/>
        <w:t>Refused (DO NOT READ)</w:t>
      </w:r>
    </w:p>
    <w:p w:rsidR="00152C92" w:rsidRPr="000B73EF" w:rsidRDefault="00152C92" w:rsidP="00152C92">
      <w:pPr>
        <w:pStyle w:val="QuestionInstruction"/>
        <w:spacing w:after="0"/>
        <w:ind w:left="0" w:firstLine="720"/>
        <w:rPr>
          <w:b w:val="0"/>
        </w:rPr>
      </w:pPr>
      <w:r w:rsidRPr="000B73EF">
        <w:t xml:space="preserve">ASK ALL </w:t>
      </w:r>
    </w:p>
    <w:p w:rsidR="00152C92" w:rsidRPr="000B73EF" w:rsidRDefault="000918A7" w:rsidP="005C5DC4">
      <w:pPr>
        <w:pStyle w:val="Question"/>
        <w:rPr>
          <w:i/>
        </w:rPr>
      </w:pPr>
      <w:r w:rsidRPr="000B73EF">
        <w:rPr>
          <w:rFonts w:ascii="Tahoma" w:hAnsi="Tahoma" w:cs="Tahoma"/>
          <w:b/>
          <w:sz w:val="16"/>
        </w:rPr>
        <w:t>Q</w:t>
      </w:r>
      <w:r w:rsidR="00850133" w:rsidRPr="000B73EF">
        <w:rPr>
          <w:rFonts w:ascii="Tahoma" w:hAnsi="Tahoma" w:cs="Tahoma"/>
          <w:b/>
          <w:sz w:val="16"/>
        </w:rPr>
        <w:t>38</w:t>
      </w:r>
      <w:r w:rsidR="00152C92" w:rsidRPr="000B73EF">
        <w:tab/>
        <w:t>How much confidence</w:t>
      </w:r>
      <w:r w:rsidR="00560BC1">
        <w:t xml:space="preserve"> do</w:t>
      </w:r>
      <w:r w:rsidR="00152C92" w:rsidRPr="000B73EF">
        <w:t xml:space="preserve"> you have in U.S. President Barack Obama to do the right thing regarding world </w:t>
      </w:r>
      <w:r w:rsidR="00152C92" w:rsidRPr="005C5DC4">
        <w:t>affairs</w:t>
      </w:r>
      <w:r w:rsidR="00152C92" w:rsidRPr="000B73EF">
        <w:t xml:space="preserve"> – a lot of confidence, some confidence, not too much confidence, or no confidence at </w:t>
      </w:r>
      <w:proofErr w:type="gramStart"/>
      <w:r w:rsidR="00152C92" w:rsidRPr="000B73EF">
        <w:t>al</w:t>
      </w:r>
      <w:r w:rsidR="0093799E">
        <w:t>l.</w:t>
      </w:r>
      <w:proofErr w:type="gramEnd"/>
    </w:p>
    <w:p w:rsidR="00152C92" w:rsidRPr="000B73EF" w:rsidRDefault="00152C92" w:rsidP="00152C92">
      <w:pPr>
        <w:pStyle w:val="QuestionResponse"/>
        <w:rPr>
          <w:szCs w:val="22"/>
        </w:rPr>
      </w:pPr>
      <w:r w:rsidRPr="000B73EF">
        <w:rPr>
          <w:szCs w:val="22"/>
        </w:rPr>
        <w:t>1</w:t>
      </w:r>
      <w:r w:rsidRPr="000B73EF">
        <w:rPr>
          <w:szCs w:val="22"/>
        </w:rPr>
        <w:tab/>
        <w:t>A lot of confidence</w:t>
      </w:r>
    </w:p>
    <w:p w:rsidR="00152C92" w:rsidRPr="000B73EF" w:rsidRDefault="00152C92" w:rsidP="00152C92">
      <w:pPr>
        <w:pStyle w:val="QuestionResponse"/>
        <w:rPr>
          <w:szCs w:val="22"/>
        </w:rPr>
      </w:pPr>
      <w:r w:rsidRPr="000B73EF">
        <w:rPr>
          <w:szCs w:val="22"/>
        </w:rPr>
        <w:t>2</w:t>
      </w:r>
      <w:r w:rsidRPr="000B73EF">
        <w:rPr>
          <w:szCs w:val="22"/>
        </w:rPr>
        <w:tab/>
        <w:t>Some confidence</w:t>
      </w:r>
    </w:p>
    <w:p w:rsidR="00152C92" w:rsidRPr="000B73EF" w:rsidRDefault="00152C92" w:rsidP="00152C92">
      <w:pPr>
        <w:pStyle w:val="QuestionResponse"/>
        <w:rPr>
          <w:szCs w:val="22"/>
        </w:rPr>
      </w:pPr>
      <w:r w:rsidRPr="000B73EF">
        <w:rPr>
          <w:szCs w:val="22"/>
        </w:rPr>
        <w:t>3</w:t>
      </w:r>
      <w:r w:rsidRPr="000B73EF">
        <w:rPr>
          <w:szCs w:val="22"/>
        </w:rPr>
        <w:tab/>
        <w:t>Not too much confidence</w:t>
      </w:r>
    </w:p>
    <w:p w:rsidR="00152C92" w:rsidRPr="000B73EF" w:rsidRDefault="00152C92" w:rsidP="00152C92">
      <w:pPr>
        <w:pStyle w:val="QuestionResponse"/>
        <w:rPr>
          <w:szCs w:val="22"/>
        </w:rPr>
      </w:pPr>
      <w:r w:rsidRPr="000B73EF">
        <w:rPr>
          <w:szCs w:val="22"/>
        </w:rPr>
        <w:t>4</w:t>
      </w:r>
      <w:r w:rsidRPr="000B73EF">
        <w:rPr>
          <w:szCs w:val="22"/>
        </w:rPr>
        <w:tab/>
        <w:t>No confidence at all</w:t>
      </w:r>
    </w:p>
    <w:p w:rsidR="00152C92" w:rsidRPr="000B73EF" w:rsidRDefault="00152C92" w:rsidP="00152C92">
      <w:pPr>
        <w:pStyle w:val="QuestionResponse"/>
        <w:rPr>
          <w:szCs w:val="22"/>
        </w:rPr>
      </w:pPr>
      <w:r w:rsidRPr="000B73EF">
        <w:rPr>
          <w:szCs w:val="22"/>
        </w:rPr>
        <w:t>8</w:t>
      </w:r>
      <w:r w:rsidRPr="000B73EF">
        <w:rPr>
          <w:szCs w:val="22"/>
        </w:rPr>
        <w:tab/>
        <w:t>Don’t know (DO NOT READ)</w:t>
      </w:r>
    </w:p>
    <w:p w:rsidR="00152C92" w:rsidRPr="000B73EF" w:rsidRDefault="00152C92" w:rsidP="00152C92">
      <w:pPr>
        <w:pStyle w:val="QuestionResponseLast"/>
      </w:pPr>
      <w:r w:rsidRPr="000B73EF">
        <w:t>9</w:t>
      </w:r>
      <w:r w:rsidRPr="000B73EF">
        <w:tab/>
        <w:t>Refused (DO NOT READ)</w:t>
      </w:r>
    </w:p>
    <w:p w:rsidR="00152C92" w:rsidRPr="000B73EF" w:rsidRDefault="00152C92" w:rsidP="00152C92">
      <w:pPr>
        <w:pStyle w:val="QuestionInstruction"/>
        <w:rPr>
          <w:rFonts w:eastAsia="Calibri"/>
        </w:rPr>
      </w:pPr>
      <w:bookmarkStart w:id="1" w:name="_Toc315092461"/>
      <w:r w:rsidRPr="000B73EF">
        <w:rPr>
          <w:rFonts w:eastAsia="Calibri"/>
        </w:rPr>
        <w:lastRenderedPageBreak/>
        <w:t>ASK ALL IN MEXICO ONLY</w:t>
      </w:r>
    </w:p>
    <w:p w:rsidR="00152C92" w:rsidRPr="000B73EF" w:rsidRDefault="000918A7" w:rsidP="00152C92">
      <w:pPr>
        <w:pStyle w:val="Question"/>
        <w:rPr>
          <w:rFonts w:eastAsia="Calibri"/>
          <w:i/>
        </w:rPr>
      </w:pPr>
      <w:r w:rsidRPr="000B73EF">
        <w:rPr>
          <w:rFonts w:ascii="Tahoma" w:hAnsi="Tahoma" w:cs="Tahoma"/>
          <w:b/>
          <w:sz w:val="16"/>
        </w:rPr>
        <w:t>Q</w:t>
      </w:r>
      <w:r w:rsidR="00850133" w:rsidRPr="000B73EF">
        <w:rPr>
          <w:rFonts w:ascii="Tahoma" w:hAnsi="Tahoma" w:cs="Tahoma"/>
          <w:b/>
          <w:sz w:val="16"/>
        </w:rPr>
        <w:t>39</w:t>
      </w:r>
      <w:r w:rsidR="00152C92" w:rsidRPr="000B73EF">
        <w:rPr>
          <w:rFonts w:eastAsia="Calibri"/>
          <w:b/>
          <w:bCs/>
        </w:rPr>
        <w:tab/>
      </w:r>
      <w:r w:rsidR="00152C92" w:rsidRPr="000B73EF">
        <w:rPr>
          <w:rFonts w:eastAsia="Calibri"/>
        </w:rPr>
        <w:t xml:space="preserve">Please tell me if you approve or disapprove of the way President </w:t>
      </w:r>
      <w:r w:rsidR="00152C92" w:rsidRPr="000B73EF">
        <w:rPr>
          <w:szCs w:val="22"/>
        </w:rPr>
        <w:t>Peña Nieto</w:t>
      </w:r>
      <w:r w:rsidR="00152C92" w:rsidRPr="000B73EF">
        <w:t xml:space="preserve"> </w:t>
      </w:r>
      <w:r w:rsidR="00152C92" w:rsidRPr="000B73EF">
        <w:rPr>
          <w:rFonts w:eastAsia="Calibri"/>
        </w:rPr>
        <w:t xml:space="preserve">is handling each of the following areas. </w:t>
      </w:r>
      <w:r w:rsidR="00560BC1" w:rsidRPr="0044382C">
        <w:rPr>
          <w:i/>
        </w:rPr>
        <w:t>(READ)</w:t>
      </w:r>
      <w:r w:rsidR="00560BC1" w:rsidRPr="000B73EF">
        <w:t xml:space="preserve"> </w:t>
      </w:r>
      <w:r w:rsidR="00560BC1" w:rsidRPr="000B73EF">
        <w:rPr>
          <w:i/>
        </w:rPr>
        <w:t>(SHOW CARD)</w:t>
      </w:r>
      <w:r w:rsidR="00560BC1" w:rsidRPr="000B73EF">
        <w:rPr>
          <w:rFonts w:eastAsia="Calibri"/>
          <w:i/>
        </w:rPr>
        <w:t xml:space="preserve"> </w:t>
      </w:r>
    </w:p>
    <w:p w:rsidR="00152C92" w:rsidRPr="000B73EF" w:rsidRDefault="00152C92" w:rsidP="00152C92">
      <w:pPr>
        <w:pStyle w:val="QuestionList"/>
        <w:numPr>
          <w:ilvl w:val="0"/>
          <w:numId w:val="14"/>
        </w:numPr>
        <w:rPr>
          <w:rFonts w:eastAsia="Calibri"/>
          <w:szCs w:val="20"/>
        </w:rPr>
      </w:pPr>
      <w:r w:rsidRPr="000B73EF">
        <w:rPr>
          <w:rFonts w:eastAsia="Calibri"/>
          <w:szCs w:val="20"/>
        </w:rPr>
        <w:t>Dealing with the economy </w:t>
      </w:r>
      <w:bookmarkStart w:id="2" w:name="Q.60b"/>
      <w:bookmarkEnd w:id="2"/>
    </w:p>
    <w:p w:rsidR="00152C92" w:rsidRPr="000B73EF" w:rsidRDefault="00152C92" w:rsidP="00152C92">
      <w:pPr>
        <w:pStyle w:val="QuestionList"/>
        <w:rPr>
          <w:rFonts w:eastAsia="Calibri"/>
          <w:szCs w:val="20"/>
        </w:rPr>
      </w:pPr>
      <w:r w:rsidRPr="00BB602B">
        <w:rPr>
          <w:rFonts w:eastAsia="Calibri"/>
          <w:b/>
          <w:szCs w:val="20"/>
        </w:rPr>
        <w:t>b.</w:t>
      </w:r>
      <w:r w:rsidRPr="000B73EF">
        <w:rPr>
          <w:rFonts w:eastAsia="Calibri"/>
          <w:szCs w:val="20"/>
        </w:rPr>
        <w:tab/>
        <w:t>Dealing with</w:t>
      </w:r>
      <w:bookmarkStart w:id="3" w:name="Q.60c"/>
      <w:bookmarkEnd w:id="3"/>
      <w:r w:rsidRPr="000B73EF">
        <w:rPr>
          <w:rFonts w:eastAsia="Calibri"/>
          <w:szCs w:val="20"/>
        </w:rPr>
        <w:t xml:space="preserve"> organized crime and drug traffickers</w:t>
      </w:r>
    </w:p>
    <w:p w:rsidR="00152C92" w:rsidRPr="000B73EF" w:rsidRDefault="00152C92" w:rsidP="00152C92">
      <w:pPr>
        <w:pStyle w:val="QuestionListLast"/>
        <w:rPr>
          <w:rFonts w:eastAsia="Calibri"/>
          <w:sz w:val="20"/>
          <w:szCs w:val="20"/>
        </w:rPr>
      </w:pPr>
      <w:r w:rsidRPr="00BB602B">
        <w:rPr>
          <w:rFonts w:eastAsia="Calibri"/>
          <w:b/>
          <w:sz w:val="20"/>
          <w:szCs w:val="20"/>
        </w:rPr>
        <w:t>c.</w:t>
      </w:r>
      <w:r w:rsidRPr="000B73EF">
        <w:rPr>
          <w:rFonts w:eastAsia="Calibri"/>
          <w:sz w:val="20"/>
          <w:szCs w:val="20"/>
        </w:rPr>
        <w:tab/>
        <w:t>Dealing with corruption</w:t>
      </w:r>
    </w:p>
    <w:p w:rsidR="00152C92" w:rsidRPr="000B73EF" w:rsidRDefault="00152C92" w:rsidP="00152C92">
      <w:pPr>
        <w:pStyle w:val="QuestionResponse"/>
        <w:rPr>
          <w:rFonts w:eastAsia="Calibri"/>
        </w:rPr>
      </w:pPr>
      <w:bookmarkStart w:id="4" w:name="Q.60d"/>
      <w:bookmarkEnd w:id="4"/>
      <w:r w:rsidRPr="000B73EF">
        <w:rPr>
          <w:rFonts w:eastAsia="Calibri"/>
        </w:rPr>
        <w:t>1</w:t>
      </w:r>
      <w:r w:rsidRPr="000B73EF">
        <w:rPr>
          <w:rFonts w:eastAsia="Calibri"/>
        </w:rPr>
        <w:tab/>
        <w:t>Approve</w:t>
      </w:r>
    </w:p>
    <w:p w:rsidR="00152C92" w:rsidRPr="000B73EF" w:rsidRDefault="00152C92" w:rsidP="00152C92">
      <w:pPr>
        <w:pStyle w:val="QuestionResponse"/>
        <w:rPr>
          <w:rFonts w:eastAsia="Calibri"/>
        </w:rPr>
      </w:pPr>
      <w:r w:rsidRPr="000B73EF">
        <w:rPr>
          <w:rFonts w:eastAsia="Calibri"/>
        </w:rPr>
        <w:t>2</w:t>
      </w:r>
      <w:r w:rsidRPr="000B73EF">
        <w:rPr>
          <w:rFonts w:eastAsia="Calibri"/>
        </w:rPr>
        <w:tab/>
        <w:t>Disapprove</w:t>
      </w:r>
    </w:p>
    <w:p w:rsidR="00152C92" w:rsidRPr="000B73EF" w:rsidRDefault="00152C92" w:rsidP="00152C92">
      <w:pPr>
        <w:pStyle w:val="QuestionResponse"/>
        <w:rPr>
          <w:rFonts w:eastAsia="Calibri"/>
        </w:rPr>
      </w:pPr>
      <w:r w:rsidRPr="000B73EF">
        <w:rPr>
          <w:rFonts w:eastAsia="Calibri"/>
        </w:rPr>
        <w:t>8</w:t>
      </w:r>
      <w:r w:rsidRPr="000B73EF">
        <w:rPr>
          <w:rFonts w:eastAsia="Calibri"/>
        </w:rPr>
        <w:tab/>
        <w:t>Don’t know (DO NOT READ)</w:t>
      </w:r>
    </w:p>
    <w:p w:rsidR="00152C92" w:rsidRPr="000B73EF" w:rsidRDefault="00152C92" w:rsidP="00152C92">
      <w:pPr>
        <w:pStyle w:val="QuestionResponseLast"/>
        <w:rPr>
          <w:rFonts w:eastAsia="Calibri"/>
        </w:rPr>
      </w:pPr>
      <w:r w:rsidRPr="000B73EF">
        <w:rPr>
          <w:rFonts w:eastAsia="Calibri"/>
        </w:rPr>
        <w:t>9</w:t>
      </w:r>
      <w:r w:rsidRPr="000B73EF">
        <w:rPr>
          <w:rFonts w:eastAsia="Calibri"/>
        </w:rPr>
        <w:tab/>
        <w:t>Refused (DO NOT READ)</w:t>
      </w:r>
    </w:p>
    <w:bookmarkEnd w:id="1"/>
    <w:p w:rsidR="006F4075" w:rsidRPr="00E95EBA" w:rsidRDefault="006F4075" w:rsidP="006F4075">
      <w:pPr>
        <w:pStyle w:val="QuestionInstruction"/>
        <w:rPr>
          <w:caps/>
        </w:rPr>
      </w:pPr>
      <w:r w:rsidRPr="000B73EF">
        <w:rPr>
          <w:caps/>
        </w:rPr>
        <w:t xml:space="preserve">ASK </w:t>
      </w:r>
      <w:r w:rsidRPr="00E95EBA">
        <w:rPr>
          <w:caps/>
        </w:rPr>
        <w:t xml:space="preserve">ALL IN </w:t>
      </w:r>
      <w:r w:rsidR="00E95EBA" w:rsidRPr="00E95EBA">
        <w:rPr>
          <w:caps/>
        </w:rPr>
        <w:t xml:space="preserve">Egypt, Israel, Jordan, Lebanon, Palestinian Territories, Tunisia, </w:t>
      </w:r>
      <w:r w:rsidR="00E95EBA">
        <w:rPr>
          <w:caps/>
        </w:rPr>
        <w:t xml:space="preserve">AND </w:t>
      </w:r>
      <w:r w:rsidR="00E95EBA" w:rsidRPr="00E95EBA">
        <w:rPr>
          <w:caps/>
        </w:rPr>
        <w:t xml:space="preserve">Turkey </w:t>
      </w:r>
      <w:r w:rsidRPr="00E95EBA">
        <w:rPr>
          <w:caps/>
        </w:rPr>
        <w:t>ONLY</w:t>
      </w:r>
    </w:p>
    <w:p w:rsidR="006F4075" w:rsidRPr="000B73EF" w:rsidRDefault="000918A7" w:rsidP="006F4075">
      <w:pPr>
        <w:pStyle w:val="Question"/>
        <w:rPr>
          <w:i/>
        </w:rPr>
      </w:pPr>
      <w:r w:rsidRPr="000B73EF">
        <w:rPr>
          <w:rFonts w:ascii="Tahoma" w:hAnsi="Tahoma" w:cs="Tahoma"/>
          <w:b/>
          <w:sz w:val="16"/>
        </w:rPr>
        <w:t>Q</w:t>
      </w:r>
      <w:r w:rsidR="00850133" w:rsidRPr="000B73EF">
        <w:rPr>
          <w:rFonts w:ascii="Tahoma" w:hAnsi="Tahoma" w:cs="Tahoma"/>
          <w:b/>
          <w:sz w:val="16"/>
        </w:rPr>
        <w:t>40</w:t>
      </w:r>
      <w:r w:rsidR="006F4075" w:rsidRPr="000B73EF">
        <w:tab/>
        <w:t xml:space="preserve">Now I’d like to ask your views about some additional political leaders.  Please tell me if you have a very favorable, somewhat favorable, somewhat unfavorable, or very unfavorable opinion of (INSERT)? </w:t>
      </w:r>
      <w:r w:rsidR="006F4075" w:rsidRPr="000B73EF">
        <w:rPr>
          <w:iCs/>
        </w:rPr>
        <w:t xml:space="preserve"> </w:t>
      </w:r>
    </w:p>
    <w:p w:rsidR="006F4075" w:rsidRPr="00905AE8" w:rsidRDefault="00BB602B" w:rsidP="00BB602B">
      <w:pPr>
        <w:pStyle w:val="QuestionList"/>
        <w:rPr>
          <w:szCs w:val="20"/>
        </w:rPr>
      </w:pPr>
      <w:proofErr w:type="gramStart"/>
      <w:r w:rsidRPr="00905AE8">
        <w:rPr>
          <w:b/>
          <w:szCs w:val="20"/>
        </w:rPr>
        <w:t>a.</w:t>
      </w:r>
      <w:r w:rsidRPr="00905AE8">
        <w:rPr>
          <w:szCs w:val="20"/>
        </w:rPr>
        <w:tab/>
      </w:r>
      <w:r w:rsidR="009E5FDE">
        <w:rPr>
          <w:szCs w:val="20"/>
        </w:rPr>
        <w:t>Egyptian</w:t>
      </w:r>
      <w:proofErr w:type="gramEnd"/>
      <w:r w:rsidR="009E5FDE">
        <w:rPr>
          <w:szCs w:val="20"/>
        </w:rPr>
        <w:t xml:space="preserve"> President Moha</w:t>
      </w:r>
      <w:r w:rsidR="006F4075" w:rsidRPr="00905AE8">
        <w:rPr>
          <w:szCs w:val="20"/>
        </w:rPr>
        <w:t xml:space="preserve">med </w:t>
      </w:r>
      <w:proofErr w:type="spellStart"/>
      <w:r w:rsidR="006F4075" w:rsidRPr="00905AE8">
        <w:rPr>
          <w:szCs w:val="20"/>
        </w:rPr>
        <w:t>Morsi</w:t>
      </w:r>
      <w:proofErr w:type="spellEnd"/>
      <w:r w:rsidR="000A1313" w:rsidRPr="00905AE8">
        <w:rPr>
          <w:szCs w:val="20"/>
        </w:rPr>
        <w:t xml:space="preserve"> </w:t>
      </w:r>
      <w:r w:rsidR="00E95EBA" w:rsidRPr="00905AE8">
        <w:rPr>
          <w:b/>
          <w:i/>
          <w:szCs w:val="20"/>
        </w:rPr>
        <w:t>[D</w:t>
      </w:r>
      <w:r w:rsidR="000A1313" w:rsidRPr="00905AE8">
        <w:rPr>
          <w:b/>
          <w:i/>
          <w:szCs w:val="20"/>
        </w:rPr>
        <w:t>o not ask in Egypt</w:t>
      </w:r>
      <w:r w:rsidR="003B1082" w:rsidRPr="00905AE8">
        <w:rPr>
          <w:b/>
          <w:i/>
          <w:szCs w:val="20"/>
        </w:rPr>
        <w:t>]</w:t>
      </w:r>
      <w:r w:rsidR="002B50EA">
        <w:rPr>
          <w:b/>
          <w:i/>
          <w:szCs w:val="20"/>
        </w:rPr>
        <w:t xml:space="preserve"> </w:t>
      </w:r>
    </w:p>
    <w:p w:rsidR="006F4075" w:rsidRPr="00905AE8" w:rsidRDefault="00BB602B" w:rsidP="00BB602B">
      <w:pPr>
        <w:pStyle w:val="QuestionList"/>
        <w:rPr>
          <w:szCs w:val="20"/>
        </w:rPr>
      </w:pPr>
      <w:r w:rsidRPr="00905AE8">
        <w:rPr>
          <w:b/>
          <w:szCs w:val="20"/>
        </w:rPr>
        <w:t>b.</w:t>
      </w:r>
      <w:r w:rsidRPr="00905AE8">
        <w:rPr>
          <w:szCs w:val="20"/>
        </w:rPr>
        <w:tab/>
      </w:r>
      <w:r w:rsidR="006F4075" w:rsidRPr="00905AE8">
        <w:rPr>
          <w:szCs w:val="20"/>
        </w:rPr>
        <w:t xml:space="preserve">Saudi King Abdullah </w:t>
      </w:r>
    </w:p>
    <w:p w:rsidR="006F4075" w:rsidRPr="00905AE8" w:rsidRDefault="00BB602B" w:rsidP="00BB602B">
      <w:pPr>
        <w:pStyle w:val="QuestionList"/>
        <w:rPr>
          <w:b/>
          <w:i/>
          <w:szCs w:val="20"/>
        </w:rPr>
      </w:pPr>
      <w:r w:rsidRPr="00F74FF2">
        <w:rPr>
          <w:b/>
          <w:szCs w:val="20"/>
        </w:rPr>
        <w:t>c.</w:t>
      </w:r>
      <w:r w:rsidRPr="00F74FF2">
        <w:rPr>
          <w:szCs w:val="20"/>
        </w:rPr>
        <w:tab/>
      </w:r>
      <w:r w:rsidR="006F4075" w:rsidRPr="00F74FF2">
        <w:rPr>
          <w:szCs w:val="20"/>
        </w:rPr>
        <w:t xml:space="preserve">Turkish Prime Minister </w:t>
      </w:r>
      <w:proofErr w:type="spellStart"/>
      <w:r w:rsidR="006F4075" w:rsidRPr="00F74FF2">
        <w:rPr>
          <w:szCs w:val="20"/>
        </w:rPr>
        <w:t>Tayyip</w:t>
      </w:r>
      <w:proofErr w:type="spellEnd"/>
      <w:r w:rsidR="006F4075" w:rsidRPr="00F74FF2">
        <w:rPr>
          <w:szCs w:val="20"/>
        </w:rPr>
        <w:t xml:space="preserve"> Erdogan </w:t>
      </w:r>
    </w:p>
    <w:p w:rsidR="006F4075" w:rsidRPr="00905AE8" w:rsidRDefault="00BB602B" w:rsidP="00BB602B">
      <w:pPr>
        <w:pStyle w:val="QuestionList"/>
        <w:rPr>
          <w:b/>
          <w:i/>
          <w:szCs w:val="20"/>
        </w:rPr>
      </w:pPr>
      <w:proofErr w:type="gramStart"/>
      <w:r w:rsidRPr="00F74FF2">
        <w:rPr>
          <w:b/>
          <w:szCs w:val="20"/>
        </w:rPr>
        <w:t>d.</w:t>
      </w:r>
      <w:r w:rsidRPr="00F74FF2">
        <w:rPr>
          <w:szCs w:val="20"/>
        </w:rPr>
        <w:tab/>
      </w:r>
      <w:r w:rsidR="006F4075" w:rsidRPr="00F74FF2">
        <w:rPr>
          <w:szCs w:val="20"/>
        </w:rPr>
        <w:t>Syrian</w:t>
      </w:r>
      <w:proofErr w:type="gramEnd"/>
      <w:r w:rsidR="006F4075" w:rsidRPr="00F74FF2">
        <w:rPr>
          <w:szCs w:val="20"/>
        </w:rPr>
        <w:t xml:space="preserve"> President Bashar al-Assad </w:t>
      </w:r>
    </w:p>
    <w:p w:rsidR="006F4075" w:rsidRPr="00905AE8" w:rsidRDefault="00BB602B" w:rsidP="00BB602B">
      <w:pPr>
        <w:pStyle w:val="QuestionList"/>
        <w:rPr>
          <w:szCs w:val="20"/>
        </w:rPr>
      </w:pPr>
      <w:r w:rsidRPr="00905AE8">
        <w:rPr>
          <w:b/>
          <w:szCs w:val="20"/>
        </w:rPr>
        <w:t>e.</w:t>
      </w:r>
      <w:r w:rsidRPr="00905AE8">
        <w:rPr>
          <w:szCs w:val="20"/>
        </w:rPr>
        <w:tab/>
      </w:r>
      <w:r w:rsidR="006F4075" w:rsidRPr="00905AE8">
        <w:rPr>
          <w:szCs w:val="20"/>
        </w:rPr>
        <w:t xml:space="preserve">Palestinian President Mahmoud Abbas (Abu </w:t>
      </w:r>
      <w:proofErr w:type="spellStart"/>
      <w:r w:rsidR="006F4075" w:rsidRPr="00905AE8">
        <w:rPr>
          <w:szCs w:val="20"/>
        </w:rPr>
        <w:t>Mazen</w:t>
      </w:r>
      <w:proofErr w:type="spellEnd"/>
      <w:r w:rsidR="006F4075" w:rsidRPr="00905AE8">
        <w:rPr>
          <w:szCs w:val="20"/>
        </w:rPr>
        <w:t xml:space="preserve">) </w:t>
      </w:r>
    </w:p>
    <w:p w:rsidR="006F4075" w:rsidRPr="00905AE8" w:rsidRDefault="00BB602B" w:rsidP="00BB602B">
      <w:pPr>
        <w:pStyle w:val="QuestionListLast"/>
        <w:rPr>
          <w:sz w:val="20"/>
          <w:szCs w:val="20"/>
        </w:rPr>
      </w:pPr>
      <w:r w:rsidRPr="00905AE8">
        <w:rPr>
          <w:b/>
          <w:sz w:val="20"/>
          <w:szCs w:val="20"/>
        </w:rPr>
        <w:t>f.</w:t>
      </w:r>
      <w:r w:rsidRPr="00905AE8">
        <w:rPr>
          <w:sz w:val="20"/>
          <w:szCs w:val="20"/>
        </w:rPr>
        <w:tab/>
      </w:r>
      <w:r w:rsidR="006F4075" w:rsidRPr="00905AE8">
        <w:rPr>
          <w:sz w:val="20"/>
          <w:szCs w:val="20"/>
        </w:rPr>
        <w:t xml:space="preserve">Israeli Prime Minister Benjamin Netanyahu </w:t>
      </w:r>
    </w:p>
    <w:p w:rsidR="006F4075" w:rsidRPr="000B73EF" w:rsidRDefault="006F4075" w:rsidP="006F4075">
      <w:pPr>
        <w:pStyle w:val="QuestionResponse"/>
      </w:pPr>
      <w:r w:rsidRPr="000B73EF">
        <w:t>1</w:t>
      </w:r>
      <w:r w:rsidRPr="000B73EF">
        <w:tab/>
        <w:t>Very favorable</w:t>
      </w:r>
    </w:p>
    <w:p w:rsidR="006F4075" w:rsidRPr="000B73EF" w:rsidRDefault="006F4075" w:rsidP="006F4075">
      <w:pPr>
        <w:pStyle w:val="QuestionResponse"/>
      </w:pPr>
      <w:r w:rsidRPr="000B73EF">
        <w:t>2</w:t>
      </w:r>
      <w:r w:rsidRPr="000B73EF">
        <w:tab/>
        <w:t>Somewhat favorable</w:t>
      </w:r>
    </w:p>
    <w:p w:rsidR="006F4075" w:rsidRPr="000B73EF" w:rsidRDefault="006F4075" w:rsidP="006F4075">
      <w:pPr>
        <w:pStyle w:val="QuestionResponse"/>
      </w:pPr>
      <w:r w:rsidRPr="000B73EF">
        <w:t>3</w:t>
      </w:r>
      <w:r w:rsidRPr="000B73EF">
        <w:tab/>
        <w:t xml:space="preserve">Somewhat unfavorable </w:t>
      </w:r>
    </w:p>
    <w:p w:rsidR="006F4075" w:rsidRPr="000B73EF" w:rsidRDefault="006F4075" w:rsidP="006F4075">
      <w:pPr>
        <w:pStyle w:val="QuestionResponse"/>
      </w:pPr>
      <w:r w:rsidRPr="000B73EF">
        <w:t>4</w:t>
      </w:r>
      <w:r w:rsidRPr="000B73EF">
        <w:tab/>
        <w:t xml:space="preserve">Very unfavorable </w:t>
      </w:r>
    </w:p>
    <w:p w:rsidR="006F4075" w:rsidRPr="000B73EF" w:rsidRDefault="006F4075" w:rsidP="006F4075">
      <w:pPr>
        <w:pStyle w:val="QuestionResponse"/>
      </w:pPr>
      <w:r w:rsidRPr="000B73EF">
        <w:t>8</w:t>
      </w:r>
      <w:r w:rsidRPr="000B73EF">
        <w:tab/>
        <w:t>Don’t know (DO NOT READ)</w:t>
      </w:r>
    </w:p>
    <w:p w:rsidR="006F4075" w:rsidRPr="000B73EF" w:rsidRDefault="006F4075" w:rsidP="006F4075">
      <w:pPr>
        <w:pStyle w:val="QuestionResponseLast"/>
      </w:pPr>
      <w:r w:rsidRPr="000B73EF">
        <w:t>9</w:t>
      </w:r>
      <w:r w:rsidRPr="000B73EF">
        <w:tab/>
        <w:t>Refused (DO NOT READ)</w:t>
      </w:r>
    </w:p>
    <w:p w:rsidR="006F4075" w:rsidRPr="000B73EF" w:rsidRDefault="006F4075" w:rsidP="006F4075">
      <w:pPr>
        <w:pStyle w:val="QuestionInstruction"/>
      </w:pPr>
      <w:r w:rsidRPr="000B73EF">
        <w:lastRenderedPageBreak/>
        <w:t>ASK ALL IN PAKISTAN ONLY</w:t>
      </w:r>
    </w:p>
    <w:p w:rsidR="006F4075" w:rsidRPr="000B73EF" w:rsidRDefault="000918A7" w:rsidP="006F4075">
      <w:pPr>
        <w:pStyle w:val="Question"/>
        <w:rPr>
          <w:lang w:val="es-ES"/>
        </w:rPr>
      </w:pPr>
      <w:r w:rsidRPr="000B73EF">
        <w:rPr>
          <w:rFonts w:ascii="Tahoma" w:hAnsi="Tahoma" w:cs="Tahoma"/>
          <w:b/>
          <w:sz w:val="16"/>
        </w:rPr>
        <w:t>Q</w:t>
      </w:r>
      <w:r w:rsidR="00850133" w:rsidRPr="000B73EF">
        <w:rPr>
          <w:rFonts w:ascii="Tahoma" w:hAnsi="Tahoma" w:cs="Tahoma"/>
          <w:b/>
          <w:sz w:val="16"/>
        </w:rPr>
        <w:t>41</w:t>
      </w:r>
      <w:r w:rsidR="006F4075" w:rsidRPr="000B73EF">
        <w:rPr>
          <w:rFonts w:ascii="Tahoma" w:hAnsi="Tahoma" w:cs="Tahoma"/>
          <w:sz w:val="16"/>
        </w:rPr>
        <w:tab/>
      </w:r>
      <w:r w:rsidR="006F4075" w:rsidRPr="000B73EF">
        <w:t>And thinking about some political leaders and organizations in our country, please tell me if you have a very favorable, somewhat favorable, somewhat unfavorable, or very unfavorable opinion of (INSERT)?</w:t>
      </w:r>
      <w:r w:rsidR="006F4075" w:rsidRPr="000B73EF">
        <w:rPr>
          <w:i/>
          <w:lang w:val="es-ES"/>
        </w:rPr>
        <w:t xml:space="preserve"> </w:t>
      </w:r>
    </w:p>
    <w:p w:rsidR="006F4075" w:rsidRPr="00905AE8" w:rsidRDefault="006F4075" w:rsidP="006F4075">
      <w:pPr>
        <w:pStyle w:val="QuestionList"/>
        <w:rPr>
          <w:i/>
          <w:szCs w:val="20"/>
        </w:rPr>
      </w:pPr>
      <w:proofErr w:type="gramStart"/>
      <w:r w:rsidRPr="00905AE8">
        <w:rPr>
          <w:b/>
          <w:szCs w:val="20"/>
        </w:rPr>
        <w:t>a</w:t>
      </w:r>
      <w:proofErr w:type="gramEnd"/>
      <w:r w:rsidRPr="00905AE8">
        <w:rPr>
          <w:b/>
          <w:szCs w:val="20"/>
        </w:rPr>
        <w:t>.</w:t>
      </w:r>
      <w:r w:rsidRPr="00905AE8">
        <w:rPr>
          <w:b/>
          <w:szCs w:val="20"/>
        </w:rPr>
        <w:tab/>
      </w:r>
      <w:r w:rsidRPr="00905AE8">
        <w:rPr>
          <w:szCs w:val="20"/>
        </w:rPr>
        <w:t xml:space="preserve">Nawaz Sharif </w:t>
      </w:r>
    </w:p>
    <w:p w:rsidR="006F4075" w:rsidRPr="00905AE8" w:rsidRDefault="006F4075" w:rsidP="006F4075">
      <w:pPr>
        <w:pStyle w:val="QuestionList"/>
        <w:tabs>
          <w:tab w:val="left" w:pos="720"/>
          <w:tab w:val="left" w:pos="1440"/>
          <w:tab w:val="left" w:pos="2160"/>
          <w:tab w:val="left" w:pos="2880"/>
          <w:tab w:val="left" w:pos="3600"/>
          <w:tab w:val="left" w:pos="4320"/>
          <w:tab w:val="left" w:pos="5040"/>
          <w:tab w:val="left" w:pos="5760"/>
          <w:tab w:val="left" w:pos="6480"/>
          <w:tab w:val="left" w:pos="7200"/>
          <w:tab w:val="left" w:pos="7800"/>
        </w:tabs>
        <w:rPr>
          <w:szCs w:val="20"/>
          <w:lang w:val="it-IT"/>
        </w:rPr>
      </w:pPr>
      <w:r w:rsidRPr="00905AE8">
        <w:rPr>
          <w:b/>
          <w:szCs w:val="20"/>
          <w:lang w:val="it-IT"/>
        </w:rPr>
        <w:t>b.</w:t>
      </w:r>
      <w:r w:rsidR="0093799E">
        <w:rPr>
          <w:szCs w:val="20"/>
          <w:lang w:val="it-IT"/>
        </w:rPr>
        <w:tab/>
        <w:t>al Qaeda</w:t>
      </w:r>
      <w:r w:rsidRPr="00905AE8">
        <w:rPr>
          <w:szCs w:val="20"/>
          <w:lang w:val="it-IT"/>
        </w:rPr>
        <w:tab/>
      </w:r>
    </w:p>
    <w:p w:rsidR="006F4075" w:rsidRPr="00905AE8" w:rsidRDefault="006F4075" w:rsidP="006F4075">
      <w:pPr>
        <w:pStyle w:val="QuestionList"/>
        <w:rPr>
          <w:i/>
          <w:szCs w:val="20"/>
          <w:lang w:val="it-IT"/>
        </w:rPr>
      </w:pPr>
      <w:r w:rsidRPr="00905AE8">
        <w:rPr>
          <w:b/>
          <w:szCs w:val="20"/>
          <w:lang w:val="it-IT"/>
        </w:rPr>
        <w:t>c.</w:t>
      </w:r>
      <w:r w:rsidRPr="00905AE8">
        <w:rPr>
          <w:szCs w:val="20"/>
          <w:lang w:val="it-IT"/>
        </w:rPr>
        <w:tab/>
        <w:t xml:space="preserve">Asif Ali Zardari </w:t>
      </w:r>
    </w:p>
    <w:p w:rsidR="0093799E" w:rsidRDefault="006F4075" w:rsidP="006F4075">
      <w:pPr>
        <w:pStyle w:val="QuestionList"/>
        <w:rPr>
          <w:i/>
          <w:szCs w:val="20"/>
        </w:rPr>
      </w:pPr>
      <w:r w:rsidRPr="00905AE8">
        <w:rPr>
          <w:b/>
          <w:szCs w:val="20"/>
        </w:rPr>
        <w:t>d.</w:t>
      </w:r>
      <w:r w:rsidRPr="00905AE8">
        <w:rPr>
          <w:szCs w:val="20"/>
        </w:rPr>
        <w:tab/>
        <w:t xml:space="preserve">The Taliban </w:t>
      </w:r>
    </w:p>
    <w:p w:rsidR="006F4075" w:rsidRPr="00905AE8" w:rsidRDefault="006F4075" w:rsidP="006F4075">
      <w:pPr>
        <w:pStyle w:val="QuestionList"/>
        <w:rPr>
          <w:i/>
          <w:szCs w:val="20"/>
        </w:rPr>
      </w:pPr>
      <w:proofErr w:type="gramStart"/>
      <w:r w:rsidRPr="00905AE8">
        <w:rPr>
          <w:b/>
          <w:szCs w:val="20"/>
        </w:rPr>
        <w:t>e</w:t>
      </w:r>
      <w:proofErr w:type="gramEnd"/>
      <w:r w:rsidRPr="00905AE8">
        <w:rPr>
          <w:b/>
          <w:szCs w:val="20"/>
        </w:rPr>
        <w:t>.</w:t>
      </w:r>
      <w:r w:rsidRPr="00905AE8">
        <w:rPr>
          <w:b/>
          <w:szCs w:val="20"/>
        </w:rPr>
        <w:tab/>
      </w:r>
      <w:proofErr w:type="spellStart"/>
      <w:r w:rsidR="0093799E">
        <w:rPr>
          <w:szCs w:val="20"/>
        </w:rPr>
        <w:t>Iftikhar</w:t>
      </w:r>
      <w:proofErr w:type="spellEnd"/>
      <w:r w:rsidR="0093799E">
        <w:rPr>
          <w:szCs w:val="20"/>
        </w:rPr>
        <w:t xml:space="preserve"> Muhammad Chaudhry</w:t>
      </w:r>
    </w:p>
    <w:p w:rsidR="006F4075" w:rsidRPr="00905AE8" w:rsidRDefault="006F4075" w:rsidP="006F4075">
      <w:pPr>
        <w:pStyle w:val="QuestionList"/>
        <w:rPr>
          <w:i/>
          <w:szCs w:val="20"/>
        </w:rPr>
      </w:pPr>
      <w:r w:rsidRPr="00905AE8">
        <w:rPr>
          <w:b/>
          <w:szCs w:val="20"/>
        </w:rPr>
        <w:t>f.</w:t>
      </w:r>
      <w:r w:rsidRPr="00905AE8">
        <w:rPr>
          <w:szCs w:val="20"/>
        </w:rPr>
        <w:tab/>
        <w:t xml:space="preserve">Raja </w:t>
      </w:r>
      <w:proofErr w:type="spellStart"/>
      <w:r w:rsidRPr="00905AE8">
        <w:rPr>
          <w:szCs w:val="20"/>
        </w:rPr>
        <w:t>Pervaiz</w:t>
      </w:r>
      <w:proofErr w:type="spellEnd"/>
      <w:r w:rsidRPr="00905AE8">
        <w:rPr>
          <w:szCs w:val="20"/>
        </w:rPr>
        <w:t xml:space="preserve"> Ashraf  </w:t>
      </w:r>
    </w:p>
    <w:p w:rsidR="006F4075" w:rsidRPr="00905AE8" w:rsidRDefault="006F4075" w:rsidP="006F4075">
      <w:pPr>
        <w:pStyle w:val="QuestionList"/>
        <w:rPr>
          <w:i/>
          <w:szCs w:val="20"/>
        </w:rPr>
      </w:pPr>
      <w:proofErr w:type="gramStart"/>
      <w:r w:rsidRPr="00905AE8">
        <w:rPr>
          <w:b/>
          <w:szCs w:val="20"/>
        </w:rPr>
        <w:t>g</w:t>
      </w:r>
      <w:proofErr w:type="gramEnd"/>
      <w:r w:rsidRPr="00905AE8">
        <w:rPr>
          <w:b/>
          <w:szCs w:val="20"/>
        </w:rPr>
        <w:t>.</w:t>
      </w:r>
      <w:r w:rsidRPr="00905AE8">
        <w:rPr>
          <w:b/>
          <w:szCs w:val="20"/>
        </w:rPr>
        <w:tab/>
      </w:r>
      <w:r w:rsidRPr="00905AE8">
        <w:rPr>
          <w:szCs w:val="20"/>
        </w:rPr>
        <w:t xml:space="preserve">Imran Khan </w:t>
      </w:r>
    </w:p>
    <w:p w:rsidR="006F4075" w:rsidRPr="00905AE8" w:rsidRDefault="006F4075" w:rsidP="004A61D7">
      <w:pPr>
        <w:pStyle w:val="QuestionListLast"/>
        <w:rPr>
          <w:i/>
          <w:sz w:val="20"/>
          <w:szCs w:val="20"/>
        </w:rPr>
      </w:pPr>
      <w:r w:rsidRPr="00905AE8">
        <w:rPr>
          <w:b/>
          <w:sz w:val="20"/>
          <w:szCs w:val="20"/>
        </w:rPr>
        <w:t>h.</w:t>
      </w:r>
      <w:r w:rsidRPr="00905AE8">
        <w:rPr>
          <w:b/>
          <w:sz w:val="20"/>
          <w:szCs w:val="20"/>
        </w:rPr>
        <w:tab/>
      </w:r>
      <w:r w:rsidRPr="00905AE8">
        <w:rPr>
          <w:sz w:val="20"/>
          <w:szCs w:val="20"/>
        </w:rPr>
        <w:t xml:space="preserve">Chief of Army Staff Gen. </w:t>
      </w:r>
      <w:proofErr w:type="spellStart"/>
      <w:r w:rsidRPr="00905AE8">
        <w:rPr>
          <w:sz w:val="20"/>
          <w:szCs w:val="20"/>
        </w:rPr>
        <w:t>Ashfaq</w:t>
      </w:r>
      <w:proofErr w:type="spellEnd"/>
      <w:r w:rsidRPr="00905AE8">
        <w:rPr>
          <w:sz w:val="20"/>
          <w:szCs w:val="20"/>
        </w:rPr>
        <w:t xml:space="preserve"> </w:t>
      </w:r>
      <w:proofErr w:type="spellStart"/>
      <w:r w:rsidRPr="00905AE8">
        <w:rPr>
          <w:sz w:val="20"/>
          <w:szCs w:val="20"/>
        </w:rPr>
        <w:t>Parvez</w:t>
      </w:r>
      <w:proofErr w:type="spellEnd"/>
      <w:r w:rsidRPr="00905AE8">
        <w:rPr>
          <w:sz w:val="20"/>
          <w:szCs w:val="20"/>
        </w:rPr>
        <w:t xml:space="preserve"> </w:t>
      </w:r>
      <w:proofErr w:type="spellStart"/>
      <w:r w:rsidRPr="00905AE8">
        <w:rPr>
          <w:sz w:val="20"/>
          <w:szCs w:val="20"/>
        </w:rPr>
        <w:t>Kayani</w:t>
      </w:r>
      <w:proofErr w:type="spellEnd"/>
      <w:r w:rsidRPr="00905AE8">
        <w:rPr>
          <w:sz w:val="20"/>
          <w:szCs w:val="20"/>
        </w:rPr>
        <w:t xml:space="preserve"> </w:t>
      </w:r>
    </w:p>
    <w:p w:rsidR="006F4075" w:rsidRPr="000B73EF" w:rsidRDefault="006F4075" w:rsidP="006F4075">
      <w:pPr>
        <w:pStyle w:val="QuestionResponse"/>
      </w:pPr>
      <w:r w:rsidRPr="000B73EF">
        <w:t>1</w:t>
      </w:r>
      <w:r w:rsidRPr="000B73EF">
        <w:tab/>
        <w:t>Very favorable</w:t>
      </w:r>
    </w:p>
    <w:p w:rsidR="006F4075" w:rsidRPr="000B73EF" w:rsidRDefault="006F4075" w:rsidP="006F4075">
      <w:pPr>
        <w:pStyle w:val="QuestionResponse"/>
      </w:pPr>
      <w:r w:rsidRPr="000B73EF">
        <w:t>2</w:t>
      </w:r>
      <w:r w:rsidRPr="000B73EF">
        <w:tab/>
        <w:t>Somewhat favorable</w:t>
      </w:r>
    </w:p>
    <w:p w:rsidR="006F4075" w:rsidRPr="000B73EF" w:rsidRDefault="006F4075" w:rsidP="006F4075">
      <w:pPr>
        <w:pStyle w:val="QuestionResponse"/>
      </w:pPr>
      <w:r w:rsidRPr="000B73EF">
        <w:t>3</w:t>
      </w:r>
      <w:r w:rsidRPr="000B73EF">
        <w:tab/>
        <w:t xml:space="preserve">Somewhat unfavorable </w:t>
      </w:r>
    </w:p>
    <w:p w:rsidR="006F4075" w:rsidRPr="000B73EF" w:rsidRDefault="006F4075" w:rsidP="006F4075">
      <w:pPr>
        <w:pStyle w:val="QuestionResponse"/>
      </w:pPr>
      <w:r w:rsidRPr="000B73EF">
        <w:t>4</w:t>
      </w:r>
      <w:r w:rsidRPr="000B73EF">
        <w:tab/>
        <w:t xml:space="preserve">Very unfavorable </w:t>
      </w:r>
    </w:p>
    <w:p w:rsidR="006F4075" w:rsidRPr="000B73EF" w:rsidRDefault="006F4075" w:rsidP="006F4075">
      <w:pPr>
        <w:pStyle w:val="QuestionResponse"/>
      </w:pPr>
      <w:r w:rsidRPr="000B73EF">
        <w:t>8</w:t>
      </w:r>
      <w:r w:rsidRPr="000B73EF">
        <w:tab/>
        <w:t>Don’t know (DO NOT READ)</w:t>
      </w:r>
    </w:p>
    <w:p w:rsidR="006F4075" w:rsidRPr="000B73EF" w:rsidRDefault="006F4075" w:rsidP="004A61D7">
      <w:pPr>
        <w:pStyle w:val="QuestionResponseLast"/>
      </w:pPr>
      <w:r w:rsidRPr="000B73EF">
        <w:t>9</w:t>
      </w:r>
      <w:r w:rsidRPr="000B73EF">
        <w:tab/>
        <w:t>Refused (DO NO</w:t>
      </w:r>
      <w:r w:rsidRPr="000B73EF">
        <w:rPr>
          <w:rStyle w:val="QuestionResponseLastChar"/>
          <w:rFonts w:eastAsia="Verdana"/>
        </w:rPr>
        <w:t>T</w:t>
      </w:r>
      <w:r w:rsidRPr="000B73EF">
        <w:t xml:space="preserve"> READ)</w:t>
      </w:r>
    </w:p>
    <w:p w:rsidR="006F4075" w:rsidRPr="000B73EF" w:rsidRDefault="006F4075" w:rsidP="006F4075">
      <w:pPr>
        <w:pStyle w:val="QuestionInstruction"/>
      </w:pPr>
      <w:r w:rsidRPr="000B73EF">
        <w:t>ASK ALL IN EGYPT ONLY</w:t>
      </w:r>
    </w:p>
    <w:p w:rsidR="006F4075" w:rsidRPr="000B73EF" w:rsidRDefault="000918A7" w:rsidP="006F4075">
      <w:pPr>
        <w:pStyle w:val="Question"/>
        <w:rPr>
          <w:lang w:val="es-ES"/>
        </w:rPr>
      </w:pPr>
      <w:r w:rsidRPr="000B73EF">
        <w:rPr>
          <w:rFonts w:ascii="Tahoma" w:hAnsi="Tahoma" w:cs="Tahoma"/>
          <w:b/>
          <w:sz w:val="16"/>
        </w:rPr>
        <w:t>Q</w:t>
      </w:r>
      <w:r w:rsidR="00850133" w:rsidRPr="000B73EF">
        <w:rPr>
          <w:rFonts w:ascii="Tahoma" w:hAnsi="Tahoma" w:cs="Tahoma"/>
          <w:b/>
          <w:sz w:val="16"/>
        </w:rPr>
        <w:t>42</w:t>
      </w:r>
      <w:r w:rsidR="006F4075" w:rsidRPr="000B73EF">
        <w:rPr>
          <w:rFonts w:ascii="Tahoma" w:hAnsi="Tahoma" w:cs="Tahoma"/>
          <w:sz w:val="16"/>
        </w:rPr>
        <w:tab/>
      </w:r>
      <w:r w:rsidR="006F4075" w:rsidRPr="000B73EF">
        <w:t>And thinking about some political leaders and organizations in our country, please tell me if you have a very favorable, somewhat favorable, somewhat unfavorable, or very unfavorable opinion of (INSERT)?</w:t>
      </w:r>
      <w:r w:rsidR="006F4075" w:rsidRPr="000B73EF">
        <w:rPr>
          <w:i/>
          <w:lang w:val="es-ES"/>
        </w:rPr>
        <w:t xml:space="preserve"> </w:t>
      </w:r>
    </w:p>
    <w:p w:rsidR="006F4075" w:rsidRPr="000B73EF" w:rsidRDefault="006F4075" w:rsidP="006F4075">
      <w:pPr>
        <w:pStyle w:val="QuestionList"/>
        <w:rPr>
          <w:i/>
          <w:szCs w:val="20"/>
        </w:rPr>
      </w:pPr>
      <w:proofErr w:type="gramStart"/>
      <w:r w:rsidRPr="000B73EF">
        <w:rPr>
          <w:b/>
          <w:szCs w:val="20"/>
        </w:rPr>
        <w:t>a</w:t>
      </w:r>
      <w:proofErr w:type="gramEnd"/>
      <w:r w:rsidRPr="000B73EF">
        <w:rPr>
          <w:b/>
          <w:szCs w:val="20"/>
        </w:rPr>
        <w:t>.</w:t>
      </w:r>
      <w:r w:rsidRPr="000B73EF">
        <w:rPr>
          <w:b/>
          <w:szCs w:val="20"/>
        </w:rPr>
        <w:tab/>
      </w:r>
      <w:r w:rsidR="00CC04FA">
        <w:rPr>
          <w:szCs w:val="20"/>
        </w:rPr>
        <w:t>Moham</w:t>
      </w:r>
      <w:r w:rsidRPr="000B73EF">
        <w:rPr>
          <w:szCs w:val="20"/>
        </w:rPr>
        <w:t xml:space="preserve">ed </w:t>
      </w:r>
      <w:proofErr w:type="spellStart"/>
      <w:r w:rsidRPr="000B73EF">
        <w:rPr>
          <w:szCs w:val="20"/>
        </w:rPr>
        <w:t>Morsi</w:t>
      </w:r>
      <w:proofErr w:type="spellEnd"/>
      <w:r w:rsidRPr="000B73EF">
        <w:rPr>
          <w:szCs w:val="20"/>
        </w:rPr>
        <w:t xml:space="preserve"> </w:t>
      </w:r>
    </w:p>
    <w:p w:rsidR="00202D5D" w:rsidRDefault="00202D5D" w:rsidP="00202D5D">
      <w:pPr>
        <w:pStyle w:val="QuestionList"/>
        <w:rPr>
          <w:i/>
          <w:szCs w:val="20"/>
        </w:rPr>
      </w:pPr>
      <w:proofErr w:type="gramStart"/>
      <w:r w:rsidRPr="000B73EF">
        <w:rPr>
          <w:b/>
          <w:szCs w:val="20"/>
        </w:rPr>
        <w:t>b</w:t>
      </w:r>
      <w:proofErr w:type="gramEnd"/>
      <w:r w:rsidRPr="000B73EF">
        <w:rPr>
          <w:b/>
          <w:szCs w:val="20"/>
        </w:rPr>
        <w:t>.</w:t>
      </w:r>
      <w:r w:rsidRPr="000B73EF">
        <w:rPr>
          <w:szCs w:val="20"/>
        </w:rPr>
        <w:tab/>
        <w:t xml:space="preserve">Mohamed ElBaradei </w:t>
      </w:r>
    </w:p>
    <w:p w:rsidR="000D29A4" w:rsidRPr="000D29A4" w:rsidRDefault="000D29A4" w:rsidP="0093799E">
      <w:pPr>
        <w:pStyle w:val="QuestionList"/>
        <w:rPr>
          <w:i/>
          <w:szCs w:val="20"/>
          <w:lang w:val="es-ES"/>
        </w:rPr>
      </w:pPr>
      <w:r w:rsidRPr="001E1F63">
        <w:rPr>
          <w:b/>
          <w:szCs w:val="20"/>
        </w:rPr>
        <w:t>b2.</w:t>
      </w:r>
      <w:r w:rsidRPr="001E1F63">
        <w:rPr>
          <w:szCs w:val="20"/>
          <w:lang w:val="es-ES"/>
        </w:rPr>
        <w:t xml:space="preserve"> </w:t>
      </w:r>
      <w:r w:rsidR="00842262">
        <w:rPr>
          <w:szCs w:val="20"/>
          <w:lang w:val="es-ES"/>
        </w:rPr>
        <w:t xml:space="preserve"> </w:t>
      </w:r>
      <w:proofErr w:type="spellStart"/>
      <w:r w:rsidRPr="001E1F63">
        <w:rPr>
          <w:szCs w:val="20"/>
          <w:lang w:val="es-ES"/>
        </w:rPr>
        <w:t>Abdel</w:t>
      </w:r>
      <w:proofErr w:type="spellEnd"/>
      <w:r w:rsidRPr="001E1F63">
        <w:rPr>
          <w:szCs w:val="20"/>
          <w:lang w:val="es-ES"/>
        </w:rPr>
        <w:t xml:space="preserve"> </w:t>
      </w:r>
      <w:proofErr w:type="spellStart"/>
      <w:r w:rsidRPr="001E1F63">
        <w:rPr>
          <w:szCs w:val="20"/>
          <w:lang w:val="es-ES"/>
        </w:rPr>
        <w:t>Moneim</w:t>
      </w:r>
      <w:proofErr w:type="spellEnd"/>
      <w:r w:rsidRPr="001E1F63">
        <w:rPr>
          <w:szCs w:val="20"/>
          <w:lang w:val="es-ES"/>
        </w:rPr>
        <w:t xml:space="preserve"> </w:t>
      </w:r>
      <w:proofErr w:type="spellStart"/>
      <w:r w:rsidRPr="001E1F63">
        <w:rPr>
          <w:szCs w:val="20"/>
          <w:lang w:val="es-ES"/>
        </w:rPr>
        <w:t>Aboul</w:t>
      </w:r>
      <w:proofErr w:type="spellEnd"/>
      <w:r w:rsidRPr="001E1F63">
        <w:rPr>
          <w:szCs w:val="20"/>
          <w:lang w:val="es-ES"/>
        </w:rPr>
        <w:t xml:space="preserve"> </w:t>
      </w:r>
      <w:proofErr w:type="spellStart"/>
      <w:r w:rsidRPr="001E1F63">
        <w:rPr>
          <w:szCs w:val="20"/>
          <w:lang w:val="es-ES"/>
        </w:rPr>
        <w:t>Fotouh</w:t>
      </w:r>
      <w:proofErr w:type="spellEnd"/>
      <w:r w:rsidRPr="001E1F63">
        <w:rPr>
          <w:i/>
          <w:szCs w:val="20"/>
          <w:lang w:val="es-ES"/>
        </w:rPr>
        <w:t xml:space="preserve"> </w:t>
      </w:r>
    </w:p>
    <w:p w:rsidR="0093799E" w:rsidRDefault="00202D5D" w:rsidP="006F4075">
      <w:pPr>
        <w:pStyle w:val="QuestionList"/>
        <w:rPr>
          <w:szCs w:val="20"/>
        </w:rPr>
      </w:pPr>
      <w:proofErr w:type="gramStart"/>
      <w:r w:rsidRPr="000B73EF">
        <w:rPr>
          <w:b/>
          <w:szCs w:val="20"/>
        </w:rPr>
        <w:t>c</w:t>
      </w:r>
      <w:proofErr w:type="gramEnd"/>
      <w:r w:rsidR="006F4075" w:rsidRPr="000B73EF">
        <w:rPr>
          <w:b/>
          <w:szCs w:val="20"/>
        </w:rPr>
        <w:t>.</w:t>
      </w:r>
      <w:r w:rsidR="006F4075" w:rsidRPr="000B73EF">
        <w:rPr>
          <w:b/>
          <w:szCs w:val="20"/>
        </w:rPr>
        <w:tab/>
      </w:r>
      <w:r w:rsidR="0093799E">
        <w:rPr>
          <w:szCs w:val="20"/>
        </w:rPr>
        <w:t xml:space="preserve">Ahmed </w:t>
      </w:r>
      <w:proofErr w:type="spellStart"/>
      <w:r w:rsidR="0093799E">
        <w:rPr>
          <w:szCs w:val="20"/>
        </w:rPr>
        <w:t>Shafik</w:t>
      </w:r>
      <w:proofErr w:type="spellEnd"/>
    </w:p>
    <w:p w:rsidR="006F4075" w:rsidRPr="000B73EF" w:rsidRDefault="00202D5D" w:rsidP="006F4075">
      <w:pPr>
        <w:pStyle w:val="QuestionList"/>
        <w:rPr>
          <w:b/>
          <w:iCs/>
          <w:szCs w:val="20"/>
          <w:lang w:val="es-ES"/>
        </w:rPr>
      </w:pPr>
      <w:r w:rsidRPr="000B73EF">
        <w:rPr>
          <w:b/>
          <w:iCs/>
          <w:szCs w:val="20"/>
          <w:lang w:val="es-ES"/>
        </w:rPr>
        <w:t>d</w:t>
      </w:r>
      <w:r w:rsidR="006F4075" w:rsidRPr="000B73EF">
        <w:rPr>
          <w:b/>
          <w:iCs/>
          <w:szCs w:val="20"/>
          <w:lang w:val="es-ES"/>
        </w:rPr>
        <w:t>.</w:t>
      </w:r>
      <w:r w:rsidR="006F4075" w:rsidRPr="000B73EF">
        <w:rPr>
          <w:b/>
          <w:iCs/>
          <w:szCs w:val="20"/>
          <w:lang w:val="es-ES"/>
        </w:rPr>
        <w:tab/>
      </w:r>
      <w:proofErr w:type="spellStart"/>
      <w:r w:rsidR="006F4075" w:rsidRPr="000B73EF">
        <w:rPr>
          <w:iCs/>
          <w:szCs w:val="20"/>
          <w:lang w:val="es-ES"/>
        </w:rPr>
        <w:t>Hamdeen</w:t>
      </w:r>
      <w:proofErr w:type="spellEnd"/>
      <w:r w:rsidR="006F4075" w:rsidRPr="000B73EF">
        <w:rPr>
          <w:iCs/>
          <w:szCs w:val="20"/>
          <w:lang w:val="es-ES"/>
        </w:rPr>
        <w:t xml:space="preserve"> </w:t>
      </w:r>
      <w:proofErr w:type="spellStart"/>
      <w:r w:rsidR="006F4075" w:rsidRPr="000B73EF">
        <w:rPr>
          <w:iCs/>
          <w:szCs w:val="20"/>
          <w:lang w:val="es-ES"/>
        </w:rPr>
        <w:t>Sabahi</w:t>
      </w:r>
      <w:proofErr w:type="spellEnd"/>
      <w:r w:rsidR="006F4075" w:rsidRPr="000B73EF">
        <w:rPr>
          <w:iCs/>
          <w:szCs w:val="20"/>
          <w:lang w:val="es-ES"/>
        </w:rPr>
        <w:t xml:space="preserve"> </w:t>
      </w:r>
    </w:p>
    <w:p w:rsidR="006F4075" w:rsidRPr="000B73EF" w:rsidRDefault="00202D5D" w:rsidP="006F4075">
      <w:pPr>
        <w:pStyle w:val="QuestionList"/>
        <w:tabs>
          <w:tab w:val="left" w:pos="990"/>
        </w:tabs>
        <w:ind w:left="720" w:firstLine="0"/>
        <w:rPr>
          <w:i/>
          <w:szCs w:val="20"/>
          <w:lang w:val="es-ES"/>
        </w:rPr>
      </w:pPr>
      <w:r w:rsidRPr="000B73EF">
        <w:rPr>
          <w:b/>
          <w:szCs w:val="20"/>
        </w:rPr>
        <w:t>e</w:t>
      </w:r>
      <w:r w:rsidR="006F4075" w:rsidRPr="000B73EF">
        <w:rPr>
          <w:b/>
          <w:szCs w:val="20"/>
        </w:rPr>
        <w:t>.</w:t>
      </w:r>
      <w:r w:rsidR="006F4075" w:rsidRPr="000B73EF">
        <w:rPr>
          <w:szCs w:val="20"/>
        </w:rPr>
        <w:tab/>
        <w:t xml:space="preserve">  The Muslim Brotherhood </w:t>
      </w:r>
    </w:p>
    <w:p w:rsidR="006F4075" w:rsidRPr="001E1F63" w:rsidRDefault="00202D5D" w:rsidP="006F4075">
      <w:pPr>
        <w:pStyle w:val="QuestionList"/>
        <w:tabs>
          <w:tab w:val="left" w:pos="990"/>
        </w:tabs>
        <w:ind w:left="720" w:firstLine="0"/>
        <w:rPr>
          <w:i/>
          <w:szCs w:val="20"/>
          <w:lang w:val="es-ES"/>
        </w:rPr>
      </w:pPr>
      <w:r w:rsidRPr="001E1F63">
        <w:rPr>
          <w:b/>
          <w:szCs w:val="20"/>
        </w:rPr>
        <w:t>f</w:t>
      </w:r>
      <w:r w:rsidR="0093799E">
        <w:rPr>
          <w:b/>
          <w:szCs w:val="20"/>
        </w:rPr>
        <w:t>.</w:t>
      </w:r>
      <w:r w:rsidR="0093799E">
        <w:rPr>
          <w:b/>
          <w:szCs w:val="20"/>
        </w:rPr>
        <w:tab/>
        <w:t xml:space="preserve">  </w:t>
      </w:r>
      <w:r w:rsidR="006F4075" w:rsidRPr="001E1F63">
        <w:rPr>
          <w:szCs w:val="20"/>
        </w:rPr>
        <w:t xml:space="preserve">The National Salvation Front </w:t>
      </w:r>
    </w:p>
    <w:p w:rsidR="000D29A4" w:rsidRDefault="0093799E" w:rsidP="000D29A4">
      <w:pPr>
        <w:pStyle w:val="QuestionList"/>
        <w:tabs>
          <w:tab w:val="left" w:pos="900"/>
          <w:tab w:val="left" w:pos="1080"/>
        </w:tabs>
        <w:ind w:left="720" w:firstLine="0"/>
        <w:rPr>
          <w:i/>
          <w:iCs/>
          <w:szCs w:val="20"/>
          <w:lang w:val="es-ES"/>
        </w:rPr>
      </w:pPr>
      <w:r>
        <w:rPr>
          <w:b/>
          <w:bCs/>
          <w:szCs w:val="20"/>
        </w:rPr>
        <w:t xml:space="preserve">f2.   </w:t>
      </w:r>
      <w:r w:rsidR="000D29A4" w:rsidRPr="001E1F63">
        <w:rPr>
          <w:szCs w:val="20"/>
        </w:rPr>
        <w:t>The al-</w:t>
      </w:r>
      <w:proofErr w:type="spellStart"/>
      <w:r w:rsidR="000D29A4" w:rsidRPr="001E1F63">
        <w:rPr>
          <w:szCs w:val="20"/>
        </w:rPr>
        <w:t>Nour</w:t>
      </w:r>
      <w:proofErr w:type="spellEnd"/>
      <w:r w:rsidR="000D29A4" w:rsidRPr="001E1F63">
        <w:rPr>
          <w:szCs w:val="20"/>
        </w:rPr>
        <w:t xml:space="preserve"> Party </w:t>
      </w:r>
    </w:p>
    <w:p w:rsidR="006F4075" w:rsidRPr="000B73EF" w:rsidRDefault="00202D5D" w:rsidP="006F4075">
      <w:pPr>
        <w:pStyle w:val="QuestionList"/>
        <w:tabs>
          <w:tab w:val="left" w:pos="900"/>
          <w:tab w:val="left" w:pos="1080"/>
        </w:tabs>
        <w:ind w:left="720" w:firstLine="0"/>
        <w:rPr>
          <w:i/>
          <w:iCs/>
          <w:szCs w:val="20"/>
          <w:lang w:val="es-ES"/>
        </w:rPr>
      </w:pPr>
      <w:r w:rsidRPr="000B73EF">
        <w:rPr>
          <w:b/>
          <w:szCs w:val="20"/>
        </w:rPr>
        <w:t>g</w:t>
      </w:r>
      <w:r w:rsidR="006F4075" w:rsidRPr="000B73EF">
        <w:rPr>
          <w:b/>
          <w:szCs w:val="20"/>
        </w:rPr>
        <w:t>.</w:t>
      </w:r>
      <w:r w:rsidR="006F4075" w:rsidRPr="000B73EF">
        <w:rPr>
          <w:b/>
          <w:szCs w:val="20"/>
        </w:rPr>
        <w:tab/>
      </w:r>
      <w:r w:rsidR="006F4075" w:rsidRPr="000B73EF">
        <w:rPr>
          <w:b/>
          <w:bCs/>
          <w:szCs w:val="20"/>
        </w:rPr>
        <w:tab/>
      </w:r>
      <w:proofErr w:type="spellStart"/>
      <w:r w:rsidR="006F4075" w:rsidRPr="000B73EF">
        <w:rPr>
          <w:szCs w:val="20"/>
          <w:lang w:val="es-ES"/>
        </w:rPr>
        <w:t>Freedom</w:t>
      </w:r>
      <w:proofErr w:type="spellEnd"/>
      <w:r w:rsidR="006F4075" w:rsidRPr="000B73EF">
        <w:rPr>
          <w:szCs w:val="20"/>
          <w:lang w:val="es-ES"/>
        </w:rPr>
        <w:t xml:space="preserve"> and </w:t>
      </w:r>
      <w:proofErr w:type="spellStart"/>
      <w:r w:rsidR="006F4075" w:rsidRPr="000B73EF">
        <w:rPr>
          <w:szCs w:val="20"/>
          <w:lang w:val="es-ES"/>
        </w:rPr>
        <w:t>Justice</w:t>
      </w:r>
      <w:proofErr w:type="spellEnd"/>
      <w:r w:rsidR="006F4075" w:rsidRPr="000B73EF">
        <w:rPr>
          <w:szCs w:val="20"/>
          <w:lang w:val="es-ES"/>
        </w:rPr>
        <w:t xml:space="preserve"> </w:t>
      </w:r>
      <w:proofErr w:type="spellStart"/>
      <w:r w:rsidR="006F4075" w:rsidRPr="000B73EF">
        <w:rPr>
          <w:szCs w:val="20"/>
          <w:lang w:val="es-ES"/>
        </w:rPr>
        <w:t>Party</w:t>
      </w:r>
      <w:proofErr w:type="spellEnd"/>
      <w:r w:rsidR="00EC2016">
        <w:rPr>
          <w:szCs w:val="20"/>
          <w:lang w:val="es-ES"/>
        </w:rPr>
        <w:t xml:space="preserve"> </w:t>
      </w:r>
    </w:p>
    <w:p w:rsidR="006F4075" w:rsidRPr="000B73EF" w:rsidRDefault="00202D5D" w:rsidP="006F4075">
      <w:pPr>
        <w:pStyle w:val="QuestionList"/>
        <w:tabs>
          <w:tab w:val="left" w:pos="900"/>
          <w:tab w:val="left" w:pos="1080"/>
        </w:tabs>
        <w:ind w:left="720" w:firstLine="0"/>
        <w:rPr>
          <w:b/>
          <w:i/>
          <w:szCs w:val="20"/>
        </w:rPr>
      </w:pPr>
      <w:r w:rsidRPr="000B73EF">
        <w:rPr>
          <w:b/>
          <w:szCs w:val="20"/>
        </w:rPr>
        <w:t>h</w:t>
      </w:r>
      <w:r w:rsidR="006F4075" w:rsidRPr="000B73EF">
        <w:rPr>
          <w:b/>
          <w:szCs w:val="20"/>
        </w:rPr>
        <w:t>.</w:t>
      </w:r>
      <w:r w:rsidR="006F4075" w:rsidRPr="000B73EF">
        <w:rPr>
          <w:b/>
          <w:szCs w:val="20"/>
        </w:rPr>
        <w:tab/>
      </w:r>
      <w:r w:rsidR="006F4075" w:rsidRPr="000B73EF">
        <w:rPr>
          <w:b/>
          <w:szCs w:val="20"/>
        </w:rPr>
        <w:tab/>
      </w:r>
      <w:r w:rsidR="006F4075" w:rsidRPr="000B73EF">
        <w:rPr>
          <w:szCs w:val="20"/>
        </w:rPr>
        <w:t xml:space="preserve">Supreme Constitutional Court </w:t>
      </w:r>
    </w:p>
    <w:p w:rsidR="006F4075" w:rsidRPr="004A61D7" w:rsidRDefault="00202D5D" w:rsidP="004A61D7">
      <w:pPr>
        <w:pStyle w:val="QuestionListLast"/>
        <w:rPr>
          <w:i/>
          <w:iCs/>
          <w:strike/>
          <w:sz w:val="20"/>
          <w:szCs w:val="20"/>
        </w:rPr>
      </w:pPr>
      <w:proofErr w:type="spellStart"/>
      <w:r w:rsidRPr="004A61D7">
        <w:rPr>
          <w:b/>
          <w:sz w:val="20"/>
          <w:szCs w:val="20"/>
        </w:rPr>
        <w:t>i</w:t>
      </w:r>
      <w:proofErr w:type="spellEnd"/>
      <w:r w:rsidR="006F4075" w:rsidRPr="004A61D7">
        <w:rPr>
          <w:b/>
          <w:sz w:val="20"/>
          <w:szCs w:val="20"/>
        </w:rPr>
        <w:t>.</w:t>
      </w:r>
      <w:r w:rsidR="006F4075" w:rsidRPr="004A61D7">
        <w:rPr>
          <w:b/>
          <w:bCs/>
          <w:sz w:val="20"/>
          <w:szCs w:val="20"/>
        </w:rPr>
        <w:tab/>
      </w:r>
      <w:r w:rsidR="006F4075" w:rsidRPr="004A61D7">
        <w:rPr>
          <w:sz w:val="20"/>
          <w:szCs w:val="20"/>
        </w:rPr>
        <w:t>Supr</w:t>
      </w:r>
      <w:r w:rsidR="00755637">
        <w:rPr>
          <w:sz w:val="20"/>
          <w:szCs w:val="20"/>
        </w:rPr>
        <w:t>eme Council of the Armed Forces</w:t>
      </w:r>
      <w:r w:rsidR="009922E3">
        <w:rPr>
          <w:sz w:val="20"/>
          <w:szCs w:val="20"/>
        </w:rPr>
        <w:t xml:space="preserve"> </w:t>
      </w:r>
    </w:p>
    <w:p w:rsidR="006F4075" w:rsidRPr="000B73EF" w:rsidRDefault="006F4075" w:rsidP="006F4075">
      <w:pPr>
        <w:pStyle w:val="QuestionResponse"/>
      </w:pPr>
      <w:r w:rsidRPr="000B73EF">
        <w:t>1</w:t>
      </w:r>
      <w:r w:rsidRPr="000B73EF">
        <w:tab/>
        <w:t>Very favorable</w:t>
      </w:r>
    </w:p>
    <w:p w:rsidR="006F4075" w:rsidRPr="000B73EF" w:rsidRDefault="006F4075" w:rsidP="006F4075">
      <w:pPr>
        <w:pStyle w:val="QuestionResponse"/>
      </w:pPr>
      <w:r w:rsidRPr="000B73EF">
        <w:t>2</w:t>
      </w:r>
      <w:r w:rsidRPr="000B73EF">
        <w:tab/>
        <w:t>Somewhat favorable</w:t>
      </w:r>
    </w:p>
    <w:p w:rsidR="006F4075" w:rsidRPr="000B73EF" w:rsidRDefault="006F4075" w:rsidP="006F4075">
      <w:pPr>
        <w:pStyle w:val="QuestionResponse"/>
      </w:pPr>
      <w:r w:rsidRPr="000B73EF">
        <w:t>3</w:t>
      </w:r>
      <w:r w:rsidRPr="000B73EF">
        <w:tab/>
        <w:t xml:space="preserve">Somewhat unfavorable </w:t>
      </w:r>
    </w:p>
    <w:p w:rsidR="006F4075" w:rsidRPr="000B73EF" w:rsidRDefault="006F4075" w:rsidP="006F4075">
      <w:pPr>
        <w:pStyle w:val="QuestionResponse"/>
      </w:pPr>
      <w:r w:rsidRPr="000B73EF">
        <w:t>4</w:t>
      </w:r>
      <w:r w:rsidRPr="000B73EF">
        <w:tab/>
        <w:t xml:space="preserve">Very unfavorable </w:t>
      </w:r>
    </w:p>
    <w:p w:rsidR="006F4075" w:rsidRPr="000B73EF" w:rsidRDefault="006F4075" w:rsidP="006F4075">
      <w:pPr>
        <w:pStyle w:val="QuestionResponse"/>
      </w:pPr>
      <w:r w:rsidRPr="000B73EF">
        <w:t>8</w:t>
      </w:r>
      <w:r w:rsidRPr="000B73EF">
        <w:tab/>
        <w:t>Don’t know (DO NOT READ)</w:t>
      </w:r>
    </w:p>
    <w:p w:rsidR="006F4075" w:rsidRPr="000B73EF" w:rsidRDefault="006F4075" w:rsidP="006F4075">
      <w:pPr>
        <w:pStyle w:val="QuestionResponseLast"/>
      </w:pPr>
      <w:r w:rsidRPr="000B73EF">
        <w:t>9</w:t>
      </w:r>
      <w:r w:rsidRPr="000B73EF">
        <w:tab/>
        <w:t>Refused (DO NOT READ)</w:t>
      </w:r>
    </w:p>
    <w:p w:rsidR="000D29A4" w:rsidRPr="001E1F63" w:rsidRDefault="000D29A4" w:rsidP="000D29A4">
      <w:pPr>
        <w:pStyle w:val="QuestionInstruction"/>
        <w:ind w:left="0" w:firstLine="720"/>
      </w:pPr>
      <w:r w:rsidRPr="001E1F63">
        <w:lastRenderedPageBreak/>
        <w:t>ASK ALL IN EGYPT ONLY</w:t>
      </w:r>
    </w:p>
    <w:p w:rsidR="000D29A4" w:rsidRPr="001E1F63" w:rsidRDefault="000D29A4" w:rsidP="000D29A4">
      <w:pPr>
        <w:pStyle w:val="Question"/>
        <w:rPr>
          <w:szCs w:val="22"/>
        </w:rPr>
      </w:pPr>
      <w:r w:rsidRPr="001E1F63">
        <w:rPr>
          <w:rFonts w:asciiTheme="minorBidi" w:hAnsiTheme="minorBidi" w:cstheme="minorBidi"/>
          <w:b/>
          <w:sz w:val="16"/>
          <w:szCs w:val="16"/>
        </w:rPr>
        <w:t>Q43EGY</w:t>
      </w:r>
      <w:r w:rsidRPr="001E1F63">
        <w:rPr>
          <w:szCs w:val="22"/>
        </w:rPr>
        <w:t xml:space="preserve"> </w:t>
      </w:r>
      <w:r w:rsidRPr="001E1F63">
        <w:rPr>
          <w:szCs w:val="22"/>
        </w:rPr>
        <w:tab/>
        <w:t xml:space="preserve">Thinking about conditions in our country today, for each of the following please tell me whether it is getting better, worse, or staying about the same, compared with the past? [READ </w:t>
      </w:r>
      <w:r w:rsidR="00B20D29" w:rsidRPr="001E1F63">
        <w:rPr>
          <w:szCs w:val="22"/>
        </w:rPr>
        <w:t>LIST</w:t>
      </w:r>
      <w:r w:rsidRPr="001E1F63">
        <w:rPr>
          <w:szCs w:val="22"/>
        </w:rPr>
        <w:t xml:space="preserve">] </w:t>
      </w:r>
      <w:r w:rsidR="0093799E">
        <w:rPr>
          <w:szCs w:val="22"/>
        </w:rPr>
        <w:t>[SHOW CARD]</w:t>
      </w:r>
    </w:p>
    <w:p w:rsidR="000D29A4" w:rsidRPr="001E1F63" w:rsidRDefault="000D29A4" w:rsidP="00B20D29">
      <w:pPr>
        <w:pStyle w:val="QuestionList"/>
        <w:tabs>
          <w:tab w:val="left" w:pos="720"/>
          <w:tab w:val="left" w:pos="1440"/>
          <w:tab w:val="left" w:pos="2160"/>
          <w:tab w:val="left" w:pos="7275"/>
        </w:tabs>
        <w:rPr>
          <w:sz w:val="22"/>
          <w:szCs w:val="22"/>
        </w:rPr>
      </w:pPr>
      <w:r w:rsidRPr="001E1F63">
        <w:rPr>
          <w:b/>
          <w:sz w:val="22"/>
          <w:szCs w:val="22"/>
        </w:rPr>
        <w:t>a.</w:t>
      </w:r>
      <w:r w:rsidRPr="001E1F63">
        <w:rPr>
          <w:sz w:val="22"/>
          <w:szCs w:val="22"/>
        </w:rPr>
        <w:tab/>
        <w:t>Law and order</w:t>
      </w:r>
      <w:r w:rsidR="00B20D29" w:rsidRPr="001E1F63">
        <w:rPr>
          <w:sz w:val="22"/>
          <w:szCs w:val="22"/>
        </w:rPr>
        <w:tab/>
      </w:r>
    </w:p>
    <w:p w:rsidR="000D29A4" w:rsidRPr="001E1F63" w:rsidRDefault="000D29A4" w:rsidP="000D29A4">
      <w:pPr>
        <w:pStyle w:val="QuestionList"/>
        <w:rPr>
          <w:sz w:val="22"/>
          <w:szCs w:val="22"/>
        </w:rPr>
      </w:pPr>
      <w:r w:rsidRPr="001E1F63">
        <w:rPr>
          <w:b/>
          <w:sz w:val="22"/>
          <w:szCs w:val="22"/>
        </w:rPr>
        <w:t>b.</w:t>
      </w:r>
      <w:r w:rsidRPr="001E1F63">
        <w:rPr>
          <w:sz w:val="22"/>
          <w:szCs w:val="22"/>
        </w:rPr>
        <w:tab/>
        <w:t>The standard of living</w:t>
      </w:r>
    </w:p>
    <w:p w:rsidR="000D29A4" w:rsidRPr="001E1F63" w:rsidRDefault="000D29A4" w:rsidP="000D29A4">
      <w:pPr>
        <w:pStyle w:val="QuestionList"/>
        <w:rPr>
          <w:sz w:val="22"/>
          <w:szCs w:val="22"/>
        </w:rPr>
      </w:pPr>
      <w:r w:rsidRPr="001E1F63">
        <w:rPr>
          <w:b/>
          <w:sz w:val="22"/>
          <w:szCs w:val="22"/>
        </w:rPr>
        <w:t>c.</w:t>
      </w:r>
      <w:r w:rsidRPr="001E1F63">
        <w:rPr>
          <w:sz w:val="22"/>
          <w:szCs w:val="22"/>
        </w:rPr>
        <w:tab/>
        <w:t>Personal freedoms</w:t>
      </w:r>
    </w:p>
    <w:p w:rsidR="000D29A4" w:rsidRPr="001E1F63" w:rsidRDefault="000D29A4" w:rsidP="000D29A4">
      <w:pPr>
        <w:pStyle w:val="QuestionList"/>
        <w:rPr>
          <w:sz w:val="22"/>
          <w:szCs w:val="22"/>
        </w:rPr>
      </w:pPr>
      <w:r w:rsidRPr="001E1F63">
        <w:rPr>
          <w:b/>
          <w:sz w:val="22"/>
          <w:szCs w:val="22"/>
        </w:rPr>
        <w:t>d.</w:t>
      </w:r>
      <w:r w:rsidRPr="001E1F63">
        <w:rPr>
          <w:sz w:val="22"/>
          <w:szCs w:val="22"/>
        </w:rPr>
        <w:t xml:space="preserve">    Morality</w:t>
      </w:r>
    </w:p>
    <w:p w:rsidR="000D29A4" w:rsidRPr="001E1F63" w:rsidRDefault="000D29A4" w:rsidP="000D29A4">
      <w:pPr>
        <w:pStyle w:val="QuestionList"/>
        <w:rPr>
          <w:sz w:val="22"/>
          <w:szCs w:val="22"/>
        </w:rPr>
      </w:pPr>
      <w:r w:rsidRPr="001E1F63">
        <w:rPr>
          <w:b/>
          <w:sz w:val="22"/>
          <w:szCs w:val="22"/>
        </w:rPr>
        <w:t>e.</w:t>
      </w:r>
      <w:r w:rsidRPr="001E1F63">
        <w:rPr>
          <w:sz w:val="22"/>
          <w:szCs w:val="22"/>
        </w:rPr>
        <w:tab/>
        <w:t xml:space="preserve">Fairness of the judicial system </w:t>
      </w:r>
    </w:p>
    <w:p w:rsidR="000D29A4" w:rsidRPr="001E1F63" w:rsidRDefault="000D29A4" w:rsidP="000D29A4">
      <w:pPr>
        <w:pStyle w:val="QuestionList"/>
        <w:rPr>
          <w:szCs w:val="22"/>
        </w:rPr>
      </w:pPr>
    </w:p>
    <w:p w:rsidR="000D29A4" w:rsidRPr="001E1F63" w:rsidRDefault="000D29A4" w:rsidP="000D29A4">
      <w:pPr>
        <w:pStyle w:val="QuestionResponse"/>
        <w:rPr>
          <w:szCs w:val="22"/>
        </w:rPr>
      </w:pPr>
      <w:r w:rsidRPr="001E1F63">
        <w:rPr>
          <w:szCs w:val="22"/>
        </w:rPr>
        <w:t>1</w:t>
      </w:r>
      <w:r w:rsidRPr="001E1F63">
        <w:rPr>
          <w:szCs w:val="22"/>
        </w:rPr>
        <w:tab/>
        <w:t>Better</w:t>
      </w:r>
      <w:r w:rsidRPr="001E1F63">
        <w:rPr>
          <w:szCs w:val="22"/>
        </w:rPr>
        <w:tab/>
      </w:r>
    </w:p>
    <w:p w:rsidR="000D29A4" w:rsidRPr="001E1F63" w:rsidRDefault="000D29A4" w:rsidP="000D29A4">
      <w:pPr>
        <w:pStyle w:val="QuestionResponse"/>
        <w:rPr>
          <w:szCs w:val="22"/>
        </w:rPr>
      </w:pPr>
      <w:r w:rsidRPr="001E1F63">
        <w:rPr>
          <w:szCs w:val="22"/>
        </w:rPr>
        <w:t>2</w:t>
      </w:r>
      <w:r w:rsidRPr="001E1F63">
        <w:rPr>
          <w:szCs w:val="22"/>
        </w:rPr>
        <w:tab/>
        <w:t>Worse</w:t>
      </w:r>
      <w:r w:rsidRPr="001E1F63">
        <w:rPr>
          <w:szCs w:val="22"/>
        </w:rPr>
        <w:tab/>
      </w:r>
      <w:r w:rsidRPr="001E1F63">
        <w:rPr>
          <w:szCs w:val="22"/>
        </w:rPr>
        <w:tab/>
      </w:r>
    </w:p>
    <w:p w:rsidR="000D29A4" w:rsidRPr="001E1F63" w:rsidRDefault="000D29A4" w:rsidP="000D29A4">
      <w:pPr>
        <w:pStyle w:val="QuestionResponse"/>
        <w:rPr>
          <w:szCs w:val="22"/>
        </w:rPr>
      </w:pPr>
      <w:r w:rsidRPr="001E1F63">
        <w:rPr>
          <w:szCs w:val="22"/>
        </w:rPr>
        <w:t>3</w:t>
      </w:r>
      <w:r w:rsidRPr="001E1F63">
        <w:rPr>
          <w:szCs w:val="22"/>
        </w:rPr>
        <w:tab/>
        <w:t>About the same</w:t>
      </w:r>
      <w:r w:rsidRPr="001E1F63">
        <w:rPr>
          <w:szCs w:val="22"/>
        </w:rPr>
        <w:tab/>
      </w:r>
    </w:p>
    <w:p w:rsidR="000D29A4" w:rsidRPr="001E1F63" w:rsidRDefault="000D29A4" w:rsidP="000D29A4">
      <w:pPr>
        <w:pStyle w:val="QuestionResponse"/>
        <w:rPr>
          <w:szCs w:val="22"/>
        </w:rPr>
      </w:pPr>
      <w:r w:rsidRPr="001E1F63">
        <w:rPr>
          <w:szCs w:val="22"/>
        </w:rPr>
        <w:t xml:space="preserve">8  </w:t>
      </w:r>
      <w:r w:rsidRPr="001E1F63">
        <w:rPr>
          <w:szCs w:val="22"/>
        </w:rPr>
        <w:tab/>
        <w:t>Don’t know (DO NOT READ)</w:t>
      </w:r>
    </w:p>
    <w:p w:rsidR="000D29A4" w:rsidRPr="001E1F63" w:rsidRDefault="000D29A4" w:rsidP="000D29A4">
      <w:pPr>
        <w:ind w:firstLine="720"/>
        <w:rPr>
          <w:rFonts w:ascii="Times New Roman" w:hAnsi="Times New Roman"/>
        </w:rPr>
      </w:pPr>
      <w:r w:rsidRPr="001E1F63">
        <w:rPr>
          <w:rFonts w:ascii="Times New Roman" w:eastAsia="Verdana" w:hAnsi="Times New Roman"/>
        </w:rPr>
        <w:t>9</w:t>
      </w:r>
      <w:r w:rsidRPr="001E1F63">
        <w:rPr>
          <w:rFonts w:ascii="Times New Roman" w:eastAsia="Verdana" w:hAnsi="Times New Roman"/>
        </w:rPr>
        <w:tab/>
        <w:t xml:space="preserve">Refused </w:t>
      </w:r>
      <w:r w:rsidRPr="001E1F63">
        <w:rPr>
          <w:rFonts w:ascii="Times New Roman" w:hAnsi="Times New Roman"/>
        </w:rPr>
        <w:t>(DO NOT READ)</w:t>
      </w:r>
    </w:p>
    <w:p w:rsidR="000D29A4" w:rsidRPr="001E1F63" w:rsidRDefault="000D29A4" w:rsidP="000D29A4">
      <w:pPr>
        <w:rPr>
          <w:rFonts w:ascii="Times New Roman" w:hAnsi="Times New Roman"/>
        </w:rPr>
      </w:pPr>
    </w:p>
    <w:p w:rsidR="000D29A4" w:rsidRPr="001E1F63" w:rsidRDefault="000D29A4" w:rsidP="000D29A4">
      <w:pPr>
        <w:pStyle w:val="QuestionInstruction"/>
      </w:pPr>
      <w:r w:rsidRPr="001E1F63">
        <w:t>ASK ALL IN EGYPT ONLY</w:t>
      </w:r>
    </w:p>
    <w:p w:rsidR="000D29A4" w:rsidRPr="001E1F63" w:rsidRDefault="000D29A4" w:rsidP="000D29A4">
      <w:pPr>
        <w:pStyle w:val="Question"/>
        <w:rPr>
          <w:i/>
          <w:iCs/>
          <w:szCs w:val="22"/>
        </w:rPr>
      </w:pPr>
      <w:r w:rsidRPr="001E1F63">
        <w:rPr>
          <w:rFonts w:asciiTheme="minorBidi" w:hAnsiTheme="minorBidi" w:cstheme="minorBidi"/>
          <w:b/>
          <w:bCs/>
          <w:sz w:val="16"/>
          <w:szCs w:val="16"/>
        </w:rPr>
        <w:t>Q44EGY</w:t>
      </w:r>
      <w:r w:rsidRPr="001E1F63">
        <w:rPr>
          <w:szCs w:val="22"/>
        </w:rPr>
        <w:tab/>
        <w:t xml:space="preserve">How likely are you to vote in the upcoming parliamentary elections – very likely, somewhat likely, not very likely, or not at all likely? </w:t>
      </w:r>
    </w:p>
    <w:p w:rsidR="000D29A4" w:rsidRPr="001E1F63" w:rsidRDefault="000D29A4" w:rsidP="000D29A4">
      <w:pPr>
        <w:pStyle w:val="QuestionResponse"/>
        <w:rPr>
          <w:szCs w:val="22"/>
        </w:rPr>
      </w:pPr>
      <w:r w:rsidRPr="001E1F63">
        <w:rPr>
          <w:szCs w:val="22"/>
        </w:rPr>
        <w:t xml:space="preserve">1          Very likely </w:t>
      </w:r>
    </w:p>
    <w:p w:rsidR="000D29A4" w:rsidRPr="001E1F63" w:rsidRDefault="000D29A4" w:rsidP="000D29A4">
      <w:pPr>
        <w:pStyle w:val="QuestionResponse"/>
        <w:rPr>
          <w:szCs w:val="22"/>
        </w:rPr>
      </w:pPr>
      <w:r w:rsidRPr="001E1F63">
        <w:rPr>
          <w:szCs w:val="22"/>
        </w:rPr>
        <w:t>2          Somewhat likely</w:t>
      </w:r>
    </w:p>
    <w:p w:rsidR="000D29A4" w:rsidRPr="001E1F63" w:rsidRDefault="000D29A4" w:rsidP="000D29A4">
      <w:pPr>
        <w:pStyle w:val="QuestionResponse"/>
        <w:ind w:left="1350" w:hanging="630"/>
        <w:rPr>
          <w:szCs w:val="22"/>
        </w:rPr>
      </w:pPr>
      <w:r w:rsidRPr="001E1F63">
        <w:rPr>
          <w:szCs w:val="22"/>
        </w:rPr>
        <w:t>3</w:t>
      </w:r>
      <w:r w:rsidRPr="001E1F63">
        <w:rPr>
          <w:szCs w:val="22"/>
        </w:rPr>
        <w:tab/>
        <w:t>Not very likely</w:t>
      </w:r>
    </w:p>
    <w:p w:rsidR="000D29A4" w:rsidRPr="001E1F63" w:rsidRDefault="000D29A4" w:rsidP="000D29A4">
      <w:pPr>
        <w:pStyle w:val="QuestionResponse"/>
        <w:ind w:left="1350" w:hanging="630"/>
        <w:rPr>
          <w:szCs w:val="22"/>
        </w:rPr>
      </w:pPr>
      <w:r w:rsidRPr="001E1F63">
        <w:rPr>
          <w:szCs w:val="22"/>
        </w:rPr>
        <w:t>4</w:t>
      </w:r>
      <w:r w:rsidRPr="001E1F63">
        <w:rPr>
          <w:szCs w:val="22"/>
        </w:rPr>
        <w:tab/>
        <w:t>Not at all likely</w:t>
      </w:r>
    </w:p>
    <w:p w:rsidR="000D29A4" w:rsidRPr="001E1F63" w:rsidRDefault="000D29A4" w:rsidP="000D29A4">
      <w:pPr>
        <w:pStyle w:val="QuestionResponse"/>
        <w:rPr>
          <w:szCs w:val="22"/>
        </w:rPr>
      </w:pPr>
      <w:r w:rsidRPr="001E1F63">
        <w:rPr>
          <w:szCs w:val="22"/>
        </w:rPr>
        <w:t>8          Don’t know (DO NOT READ)</w:t>
      </w:r>
    </w:p>
    <w:p w:rsidR="000D29A4" w:rsidRPr="001E1F63" w:rsidRDefault="000D29A4" w:rsidP="000D29A4">
      <w:pPr>
        <w:pStyle w:val="QuestionResponseLast"/>
        <w:rPr>
          <w:szCs w:val="22"/>
        </w:rPr>
      </w:pPr>
      <w:r w:rsidRPr="001E1F63">
        <w:rPr>
          <w:szCs w:val="22"/>
        </w:rPr>
        <w:t>9          Refused (DO NOT READ)</w:t>
      </w:r>
    </w:p>
    <w:p w:rsidR="000D29A4" w:rsidRPr="001E1F63" w:rsidRDefault="000D29A4" w:rsidP="000D29A4">
      <w:pPr>
        <w:pStyle w:val="QuestionInstruction"/>
        <w:rPr>
          <w:sz w:val="22"/>
          <w:szCs w:val="22"/>
        </w:rPr>
      </w:pPr>
      <w:r w:rsidRPr="001E1F63">
        <w:t>ASK ALL IN EGYPT ONLY</w:t>
      </w:r>
    </w:p>
    <w:p w:rsidR="000D29A4" w:rsidRPr="001E1F63" w:rsidRDefault="000D29A4" w:rsidP="000D29A4">
      <w:pPr>
        <w:pStyle w:val="Question"/>
        <w:rPr>
          <w:i/>
          <w:iCs/>
          <w:szCs w:val="22"/>
        </w:rPr>
      </w:pPr>
      <w:r w:rsidRPr="001E1F63">
        <w:rPr>
          <w:rFonts w:asciiTheme="minorBidi" w:hAnsiTheme="minorBidi" w:cstheme="minorBidi"/>
          <w:b/>
          <w:bCs/>
          <w:sz w:val="16"/>
          <w:szCs w:val="16"/>
        </w:rPr>
        <w:t>Q45EGY</w:t>
      </w:r>
      <w:r w:rsidRPr="001E1F63">
        <w:rPr>
          <w:szCs w:val="22"/>
        </w:rPr>
        <w:tab/>
        <w:t xml:space="preserve">Do you think the upcoming parliamentary elections will be fair, or don’t you think so? </w:t>
      </w:r>
    </w:p>
    <w:p w:rsidR="000D29A4" w:rsidRPr="001E1F63" w:rsidRDefault="000D29A4" w:rsidP="000D29A4">
      <w:pPr>
        <w:pStyle w:val="QuestionResponse"/>
        <w:rPr>
          <w:szCs w:val="22"/>
        </w:rPr>
      </w:pPr>
      <w:r w:rsidRPr="001E1F63">
        <w:rPr>
          <w:szCs w:val="22"/>
        </w:rPr>
        <w:t xml:space="preserve">1          Yes, fair </w:t>
      </w:r>
    </w:p>
    <w:p w:rsidR="000D29A4" w:rsidRPr="001E1F63" w:rsidRDefault="000D29A4" w:rsidP="000D29A4">
      <w:pPr>
        <w:pStyle w:val="QuestionResponse"/>
        <w:rPr>
          <w:szCs w:val="22"/>
        </w:rPr>
      </w:pPr>
      <w:r w:rsidRPr="001E1F63">
        <w:rPr>
          <w:szCs w:val="22"/>
        </w:rPr>
        <w:t>2          No, not fair</w:t>
      </w:r>
    </w:p>
    <w:p w:rsidR="000D29A4" w:rsidRPr="001E1F63" w:rsidRDefault="000D29A4" w:rsidP="000D29A4">
      <w:pPr>
        <w:pStyle w:val="QuestionResponse"/>
        <w:rPr>
          <w:szCs w:val="22"/>
        </w:rPr>
      </w:pPr>
      <w:r w:rsidRPr="001E1F63">
        <w:rPr>
          <w:szCs w:val="22"/>
        </w:rPr>
        <w:t>8          Don’t know (DO NOT READ)</w:t>
      </w:r>
    </w:p>
    <w:p w:rsidR="000D29A4" w:rsidRPr="001E1F63" w:rsidRDefault="000D29A4" w:rsidP="000D29A4">
      <w:pPr>
        <w:pStyle w:val="QuestionResponseLast"/>
        <w:rPr>
          <w:szCs w:val="22"/>
        </w:rPr>
      </w:pPr>
      <w:r w:rsidRPr="001E1F63">
        <w:rPr>
          <w:szCs w:val="22"/>
        </w:rPr>
        <w:t>9          Refused (DO NOT READ)</w:t>
      </w:r>
    </w:p>
    <w:p w:rsidR="000D29A4" w:rsidRPr="001E1F63" w:rsidRDefault="000D29A4" w:rsidP="000D29A4">
      <w:pPr>
        <w:pStyle w:val="QuestionInstruction"/>
        <w:rPr>
          <w:sz w:val="22"/>
          <w:szCs w:val="22"/>
        </w:rPr>
      </w:pPr>
      <w:r w:rsidRPr="001E1F63">
        <w:t>ASK ALL IN EGYPT ONLY</w:t>
      </w:r>
    </w:p>
    <w:p w:rsidR="000D29A4" w:rsidRPr="001E1F63" w:rsidRDefault="000D29A4" w:rsidP="000D29A4">
      <w:pPr>
        <w:pStyle w:val="Question"/>
        <w:rPr>
          <w:i/>
          <w:iCs/>
          <w:szCs w:val="22"/>
        </w:rPr>
      </w:pPr>
      <w:r w:rsidRPr="001E1F63">
        <w:rPr>
          <w:rFonts w:asciiTheme="minorBidi" w:hAnsiTheme="minorBidi" w:cstheme="minorBidi"/>
          <w:b/>
          <w:bCs/>
          <w:sz w:val="16"/>
          <w:szCs w:val="16"/>
        </w:rPr>
        <w:t>Q46EGY</w:t>
      </w:r>
      <w:r w:rsidRPr="001E1F63">
        <w:rPr>
          <w:szCs w:val="22"/>
        </w:rPr>
        <w:tab/>
        <w:t>Do you think the upcoming parliamentary elections will improve conditions in our country, make them worse, or have no effect?</w:t>
      </w:r>
    </w:p>
    <w:p w:rsidR="000D29A4" w:rsidRPr="001E1F63" w:rsidRDefault="000D29A4" w:rsidP="000D29A4">
      <w:pPr>
        <w:pStyle w:val="QuestionResponse"/>
        <w:rPr>
          <w:szCs w:val="22"/>
        </w:rPr>
      </w:pPr>
      <w:r w:rsidRPr="001E1F63">
        <w:rPr>
          <w:szCs w:val="22"/>
        </w:rPr>
        <w:t>1          Improve</w:t>
      </w:r>
    </w:p>
    <w:p w:rsidR="000D29A4" w:rsidRPr="001E1F63" w:rsidRDefault="000D29A4" w:rsidP="000D29A4">
      <w:pPr>
        <w:pStyle w:val="QuestionResponse"/>
        <w:rPr>
          <w:szCs w:val="22"/>
        </w:rPr>
      </w:pPr>
      <w:r w:rsidRPr="001E1F63">
        <w:rPr>
          <w:szCs w:val="22"/>
        </w:rPr>
        <w:t>2          Worse</w:t>
      </w:r>
    </w:p>
    <w:p w:rsidR="000D29A4" w:rsidRPr="001E1F63" w:rsidRDefault="000D29A4" w:rsidP="000D29A4">
      <w:pPr>
        <w:pStyle w:val="QuestionResponse"/>
        <w:rPr>
          <w:szCs w:val="22"/>
        </w:rPr>
      </w:pPr>
      <w:r w:rsidRPr="001E1F63">
        <w:rPr>
          <w:szCs w:val="22"/>
        </w:rPr>
        <w:t>3          No effect</w:t>
      </w:r>
    </w:p>
    <w:p w:rsidR="000D29A4" w:rsidRPr="001E1F63" w:rsidRDefault="000D29A4" w:rsidP="000D29A4">
      <w:pPr>
        <w:pStyle w:val="QuestionResponse"/>
        <w:rPr>
          <w:szCs w:val="22"/>
        </w:rPr>
      </w:pPr>
      <w:r w:rsidRPr="001E1F63">
        <w:rPr>
          <w:szCs w:val="22"/>
        </w:rPr>
        <w:t>8          Don’t know (DO NOT READ)</w:t>
      </w:r>
    </w:p>
    <w:p w:rsidR="000D29A4" w:rsidRDefault="000D29A4" w:rsidP="000D29A4">
      <w:pPr>
        <w:pStyle w:val="QuestionResponseLast"/>
        <w:rPr>
          <w:szCs w:val="22"/>
        </w:rPr>
      </w:pPr>
      <w:r w:rsidRPr="001E1F63">
        <w:rPr>
          <w:szCs w:val="22"/>
        </w:rPr>
        <w:t>9          Refused (DO NOT READ)</w:t>
      </w:r>
    </w:p>
    <w:p w:rsidR="006F4075" w:rsidRPr="000B73EF" w:rsidRDefault="006F4075" w:rsidP="006F4075">
      <w:pPr>
        <w:pStyle w:val="QuestionInstruction"/>
      </w:pPr>
      <w:r w:rsidRPr="000B73EF">
        <w:lastRenderedPageBreak/>
        <w:t>ASK ALL IN TUNISIA ONLY</w:t>
      </w:r>
    </w:p>
    <w:p w:rsidR="006F4075" w:rsidRPr="000B73EF" w:rsidRDefault="000918A7" w:rsidP="006F4075">
      <w:pPr>
        <w:pStyle w:val="Question"/>
        <w:rPr>
          <w:lang w:val="es-ES"/>
        </w:rPr>
      </w:pPr>
      <w:r w:rsidRPr="000B73EF">
        <w:rPr>
          <w:rFonts w:ascii="Tahoma" w:hAnsi="Tahoma" w:cs="Tahoma"/>
          <w:b/>
          <w:sz w:val="16"/>
        </w:rPr>
        <w:t>Q</w:t>
      </w:r>
      <w:r w:rsidR="00850133" w:rsidRPr="000B73EF">
        <w:rPr>
          <w:rFonts w:ascii="Tahoma" w:hAnsi="Tahoma" w:cs="Tahoma"/>
          <w:b/>
          <w:sz w:val="16"/>
        </w:rPr>
        <w:t>43</w:t>
      </w:r>
      <w:r w:rsidR="006F4075" w:rsidRPr="000B73EF">
        <w:rPr>
          <w:rFonts w:ascii="Tahoma" w:hAnsi="Tahoma" w:cs="Tahoma"/>
          <w:sz w:val="16"/>
        </w:rPr>
        <w:tab/>
      </w:r>
      <w:r w:rsidR="006F4075" w:rsidRPr="000B73EF">
        <w:t>And thinking about some political leaders and organizations in our country, please tell me if you have a very favorable, somewhat favorable, somewhat unfavorable, or very unfavorable opinion of (INSERT)?</w:t>
      </w:r>
      <w:r w:rsidR="006F4075" w:rsidRPr="000B73EF">
        <w:rPr>
          <w:i/>
          <w:lang w:val="es-ES"/>
        </w:rPr>
        <w:t xml:space="preserve"> </w:t>
      </w:r>
    </w:p>
    <w:p w:rsidR="006F4075" w:rsidRPr="000B73EF" w:rsidRDefault="006F4075" w:rsidP="006F4075">
      <w:pPr>
        <w:pStyle w:val="QuestionList"/>
        <w:rPr>
          <w:rFonts w:eastAsia="Calibri"/>
        </w:rPr>
      </w:pPr>
      <w:proofErr w:type="gramStart"/>
      <w:r w:rsidRPr="000B73EF">
        <w:rPr>
          <w:rFonts w:eastAsia="Calibri"/>
          <w:b/>
        </w:rPr>
        <w:t>a</w:t>
      </w:r>
      <w:proofErr w:type="gramEnd"/>
      <w:r w:rsidRPr="000B73EF">
        <w:rPr>
          <w:rFonts w:eastAsia="Calibri"/>
          <w:b/>
        </w:rPr>
        <w:t>.</w:t>
      </w:r>
      <w:r w:rsidRPr="000B73EF">
        <w:rPr>
          <w:rFonts w:eastAsia="Calibri"/>
        </w:rPr>
        <w:tab/>
      </w:r>
      <w:proofErr w:type="spellStart"/>
      <w:r w:rsidRPr="000B73EF">
        <w:rPr>
          <w:rFonts w:eastAsia="Calibri"/>
        </w:rPr>
        <w:t>Rached</w:t>
      </w:r>
      <w:proofErr w:type="spellEnd"/>
      <w:r w:rsidRPr="000B73EF">
        <w:rPr>
          <w:rFonts w:eastAsia="Calibri"/>
        </w:rPr>
        <w:t xml:space="preserve"> </w:t>
      </w:r>
      <w:proofErr w:type="spellStart"/>
      <w:r w:rsidRPr="000B73EF">
        <w:rPr>
          <w:rFonts w:eastAsia="Calibri"/>
        </w:rPr>
        <w:t>Ghannouchi</w:t>
      </w:r>
      <w:proofErr w:type="spellEnd"/>
      <w:r w:rsidRPr="000B73EF">
        <w:rPr>
          <w:rFonts w:eastAsia="Calibri"/>
        </w:rPr>
        <w:t xml:space="preserve"> </w:t>
      </w:r>
      <w:r w:rsidRPr="000B73EF">
        <w:rPr>
          <w:rFonts w:eastAsia="Calibri"/>
          <w:i/>
          <w:lang w:val="es-ES"/>
        </w:rPr>
        <w:t xml:space="preserve"> </w:t>
      </w:r>
    </w:p>
    <w:p w:rsidR="006F4075" w:rsidRPr="000B73EF" w:rsidRDefault="006F4075" w:rsidP="006F4075">
      <w:pPr>
        <w:pStyle w:val="QuestionList"/>
        <w:rPr>
          <w:rFonts w:eastAsia="Calibri"/>
        </w:rPr>
      </w:pPr>
      <w:proofErr w:type="gramStart"/>
      <w:r w:rsidRPr="000B73EF">
        <w:rPr>
          <w:rFonts w:eastAsia="Calibri"/>
          <w:b/>
        </w:rPr>
        <w:t>b</w:t>
      </w:r>
      <w:proofErr w:type="gramEnd"/>
      <w:r w:rsidRPr="000B73EF">
        <w:rPr>
          <w:rFonts w:eastAsia="Calibri"/>
          <w:b/>
        </w:rPr>
        <w:t>.</w:t>
      </w:r>
      <w:r w:rsidRPr="000B73EF">
        <w:rPr>
          <w:rFonts w:eastAsia="Calibri"/>
        </w:rPr>
        <w:tab/>
        <w:t xml:space="preserve">Mustapha Ben </w:t>
      </w:r>
      <w:proofErr w:type="spellStart"/>
      <w:r w:rsidRPr="000B73EF">
        <w:rPr>
          <w:rFonts w:eastAsia="Calibri"/>
        </w:rPr>
        <w:t>Jaafar</w:t>
      </w:r>
      <w:proofErr w:type="spellEnd"/>
      <w:r w:rsidRPr="000B73EF">
        <w:rPr>
          <w:rFonts w:eastAsia="Calibri"/>
          <w:i/>
          <w:lang w:val="es-ES"/>
        </w:rPr>
        <w:t xml:space="preserve"> </w:t>
      </w:r>
    </w:p>
    <w:p w:rsidR="006F4075" w:rsidRPr="000B73EF" w:rsidRDefault="006F4075" w:rsidP="006F4075">
      <w:pPr>
        <w:pStyle w:val="QuestionList"/>
        <w:tabs>
          <w:tab w:val="left" w:pos="720"/>
          <w:tab w:val="left" w:pos="1440"/>
          <w:tab w:val="left" w:pos="2370"/>
        </w:tabs>
        <w:rPr>
          <w:rFonts w:eastAsia="Calibri"/>
          <w:bCs/>
          <w:i/>
          <w:lang w:val="es-ES"/>
        </w:rPr>
      </w:pPr>
      <w:proofErr w:type="gramStart"/>
      <w:r w:rsidRPr="000B73EF">
        <w:rPr>
          <w:rFonts w:eastAsia="Calibri"/>
          <w:b/>
        </w:rPr>
        <w:t>c</w:t>
      </w:r>
      <w:proofErr w:type="gramEnd"/>
      <w:r w:rsidRPr="000B73EF">
        <w:rPr>
          <w:rFonts w:eastAsia="Calibri"/>
          <w:b/>
        </w:rPr>
        <w:t>.</w:t>
      </w:r>
      <w:r w:rsidRPr="000B73EF">
        <w:rPr>
          <w:rFonts w:eastAsia="Calibri"/>
        </w:rPr>
        <w:tab/>
      </w:r>
      <w:proofErr w:type="spellStart"/>
      <w:r w:rsidRPr="000B73EF">
        <w:rPr>
          <w:rFonts w:eastAsia="Calibri"/>
        </w:rPr>
        <w:t>Moncef</w:t>
      </w:r>
      <w:proofErr w:type="spellEnd"/>
      <w:r w:rsidRPr="000B73EF">
        <w:rPr>
          <w:rFonts w:eastAsia="Calibri"/>
        </w:rPr>
        <w:t xml:space="preserve"> </w:t>
      </w:r>
      <w:proofErr w:type="spellStart"/>
      <w:r w:rsidRPr="000B73EF">
        <w:rPr>
          <w:rFonts w:eastAsia="Calibri"/>
        </w:rPr>
        <w:t>Marzouki</w:t>
      </w:r>
      <w:proofErr w:type="spellEnd"/>
      <w:r w:rsidRPr="000B73EF">
        <w:rPr>
          <w:rFonts w:eastAsia="Calibri"/>
        </w:rPr>
        <w:t xml:space="preserve"> </w:t>
      </w:r>
    </w:p>
    <w:p w:rsidR="006F4075" w:rsidRPr="00F74FF2" w:rsidRDefault="006F4075" w:rsidP="006F4075">
      <w:pPr>
        <w:pStyle w:val="QuestionList"/>
        <w:rPr>
          <w:rFonts w:eastAsia="Calibri"/>
          <w:lang w:val="es-ES"/>
        </w:rPr>
      </w:pPr>
      <w:r w:rsidRPr="00F74FF2">
        <w:rPr>
          <w:rFonts w:eastAsia="Calibri"/>
          <w:b/>
          <w:lang w:val="es-ES"/>
        </w:rPr>
        <w:t>d.</w:t>
      </w:r>
      <w:r w:rsidRPr="00F74FF2">
        <w:rPr>
          <w:rFonts w:eastAsia="Calibri"/>
          <w:b/>
          <w:lang w:val="es-ES"/>
        </w:rPr>
        <w:tab/>
      </w:r>
      <w:r w:rsidRPr="00F74FF2">
        <w:rPr>
          <w:rFonts w:eastAsia="Calibri"/>
          <w:lang w:val="es-ES"/>
        </w:rPr>
        <w:t xml:space="preserve">Maya </w:t>
      </w:r>
      <w:proofErr w:type="spellStart"/>
      <w:r w:rsidRPr="00F74FF2">
        <w:rPr>
          <w:rFonts w:eastAsia="Calibri"/>
          <w:lang w:val="es-ES"/>
        </w:rPr>
        <w:t>Jribi</w:t>
      </w:r>
      <w:proofErr w:type="spellEnd"/>
    </w:p>
    <w:p w:rsidR="006F4075" w:rsidRPr="00F74FF2" w:rsidRDefault="006F4075" w:rsidP="006F4075">
      <w:pPr>
        <w:pStyle w:val="QuestionList"/>
        <w:rPr>
          <w:rFonts w:eastAsia="Calibri"/>
          <w:lang w:val="es-ES"/>
        </w:rPr>
      </w:pPr>
      <w:r w:rsidRPr="00F74FF2">
        <w:rPr>
          <w:rFonts w:eastAsia="Calibri"/>
          <w:b/>
          <w:lang w:val="es-ES"/>
        </w:rPr>
        <w:t>e.</w:t>
      </w:r>
      <w:r w:rsidRPr="00F74FF2">
        <w:rPr>
          <w:rFonts w:eastAsia="Calibri"/>
          <w:lang w:val="es-ES"/>
        </w:rPr>
        <w:tab/>
      </w:r>
      <w:proofErr w:type="spellStart"/>
      <w:r w:rsidRPr="00F74FF2">
        <w:rPr>
          <w:rFonts w:eastAsia="Calibri"/>
          <w:lang w:val="es-ES"/>
        </w:rPr>
        <w:t>Hamadi</w:t>
      </w:r>
      <w:proofErr w:type="spellEnd"/>
      <w:r w:rsidRPr="00F74FF2">
        <w:rPr>
          <w:rFonts w:eastAsia="Calibri"/>
          <w:lang w:val="es-ES"/>
        </w:rPr>
        <w:t xml:space="preserve"> </w:t>
      </w:r>
      <w:proofErr w:type="spellStart"/>
      <w:r w:rsidRPr="00F74FF2">
        <w:rPr>
          <w:rFonts w:eastAsia="Calibri"/>
          <w:lang w:val="es-ES"/>
        </w:rPr>
        <w:t>Jebali</w:t>
      </w:r>
      <w:proofErr w:type="spellEnd"/>
      <w:r w:rsidRPr="000B73EF">
        <w:rPr>
          <w:rFonts w:eastAsia="Calibri"/>
          <w:i/>
          <w:lang w:val="es-ES"/>
        </w:rPr>
        <w:t xml:space="preserve"> </w:t>
      </w:r>
    </w:p>
    <w:p w:rsidR="006F4075" w:rsidRPr="000B73EF" w:rsidRDefault="006F4075" w:rsidP="006F4075">
      <w:pPr>
        <w:pStyle w:val="QuestionList"/>
        <w:rPr>
          <w:rFonts w:eastAsia="Calibri"/>
          <w:i/>
          <w:lang w:val="es-ES"/>
        </w:rPr>
      </w:pPr>
      <w:r w:rsidRPr="00F74FF2">
        <w:rPr>
          <w:rFonts w:eastAsia="Calibri"/>
          <w:b/>
          <w:lang w:val="es-ES"/>
        </w:rPr>
        <w:t>f.</w:t>
      </w:r>
      <w:r w:rsidRPr="00F74FF2">
        <w:rPr>
          <w:rFonts w:eastAsia="Calibri"/>
          <w:lang w:val="es-ES"/>
        </w:rPr>
        <w:tab/>
      </w:r>
      <w:proofErr w:type="spellStart"/>
      <w:r w:rsidRPr="00F74FF2">
        <w:rPr>
          <w:rFonts w:eastAsia="Calibri"/>
          <w:lang w:val="es-ES"/>
        </w:rPr>
        <w:t>Hachmi</w:t>
      </w:r>
      <w:proofErr w:type="spellEnd"/>
      <w:r w:rsidRPr="00F74FF2">
        <w:rPr>
          <w:rFonts w:eastAsia="Calibri"/>
          <w:lang w:val="es-ES"/>
        </w:rPr>
        <w:t xml:space="preserve"> </w:t>
      </w:r>
      <w:proofErr w:type="spellStart"/>
      <w:r w:rsidRPr="00F74FF2">
        <w:rPr>
          <w:rFonts w:eastAsia="Calibri"/>
          <w:lang w:val="es-ES"/>
        </w:rPr>
        <w:t>Hamdi</w:t>
      </w:r>
      <w:proofErr w:type="spellEnd"/>
      <w:r w:rsidRPr="000B73EF">
        <w:rPr>
          <w:rFonts w:eastAsia="Calibri"/>
          <w:i/>
          <w:lang w:val="es-ES"/>
        </w:rPr>
        <w:t xml:space="preserve"> </w:t>
      </w:r>
    </w:p>
    <w:p w:rsidR="006F4075" w:rsidRPr="000B73EF" w:rsidRDefault="006F4075" w:rsidP="006F4075">
      <w:pPr>
        <w:pStyle w:val="QuestionList"/>
        <w:rPr>
          <w:i/>
          <w:iCs/>
          <w:lang w:val="es-ES"/>
        </w:rPr>
      </w:pPr>
      <w:proofErr w:type="gramStart"/>
      <w:r w:rsidRPr="000B73EF">
        <w:rPr>
          <w:b/>
          <w:bCs/>
        </w:rPr>
        <w:t>g</w:t>
      </w:r>
      <w:proofErr w:type="gramEnd"/>
      <w:r w:rsidRPr="000B73EF">
        <w:rPr>
          <w:b/>
          <w:bCs/>
        </w:rPr>
        <w:t>.</w:t>
      </w:r>
      <w:r w:rsidRPr="000B73EF">
        <w:rPr>
          <w:b/>
          <w:bCs/>
        </w:rPr>
        <w:tab/>
      </w:r>
      <w:proofErr w:type="spellStart"/>
      <w:r w:rsidRPr="000B73EF">
        <w:t>Beji</w:t>
      </w:r>
      <w:proofErr w:type="spellEnd"/>
      <w:r w:rsidRPr="000B73EF">
        <w:t xml:space="preserve"> </w:t>
      </w:r>
      <w:proofErr w:type="spellStart"/>
      <w:r w:rsidRPr="000B73EF">
        <w:t>Caid</w:t>
      </w:r>
      <w:proofErr w:type="spellEnd"/>
      <w:r w:rsidRPr="000B73EF">
        <w:t xml:space="preserve"> </w:t>
      </w:r>
      <w:proofErr w:type="spellStart"/>
      <w:r w:rsidRPr="000B73EF">
        <w:t>Essebsi</w:t>
      </w:r>
      <w:proofErr w:type="spellEnd"/>
      <w:r w:rsidRPr="000B73EF">
        <w:t xml:space="preserve"> </w:t>
      </w:r>
    </w:p>
    <w:p w:rsidR="006F4075" w:rsidRPr="000B73EF" w:rsidRDefault="006F4075" w:rsidP="006F4075">
      <w:pPr>
        <w:pStyle w:val="QuestionList"/>
        <w:rPr>
          <w:rFonts w:eastAsia="Calibri"/>
        </w:rPr>
      </w:pPr>
      <w:r w:rsidRPr="000B73EF">
        <w:rPr>
          <w:rFonts w:eastAsia="Calibri"/>
          <w:b/>
        </w:rPr>
        <w:t>h.</w:t>
      </w:r>
      <w:r w:rsidRPr="000B73EF">
        <w:rPr>
          <w:rFonts w:eastAsia="Calibri"/>
        </w:rPr>
        <w:tab/>
      </w:r>
      <w:proofErr w:type="spellStart"/>
      <w:r w:rsidRPr="000B73EF">
        <w:rPr>
          <w:rFonts w:eastAsia="Calibri"/>
        </w:rPr>
        <w:t>Ennahda</w:t>
      </w:r>
      <w:proofErr w:type="spellEnd"/>
      <w:r w:rsidRPr="000B73EF">
        <w:rPr>
          <w:rFonts w:eastAsia="Calibri"/>
        </w:rPr>
        <w:t xml:space="preserve"> party</w:t>
      </w:r>
      <w:r w:rsidRPr="000B73EF">
        <w:rPr>
          <w:rFonts w:eastAsia="Calibri"/>
          <w:i/>
          <w:lang w:val="es-ES"/>
        </w:rPr>
        <w:t xml:space="preserve"> </w:t>
      </w:r>
    </w:p>
    <w:p w:rsidR="006F4075" w:rsidRPr="000B73EF" w:rsidRDefault="006F4075" w:rsidP="006F4075">
      <w:pPr>
        <w:pStyle w:val="QuestionList"/>
        <w:rPr>
          <w:rFonts w:eastAsia="Calibri"/>
          <w:bCs/>
        </w:rPr>
      </w:pPr>
      <w:r w:rsidRPr="00371C3C">
        <w:rPr>
          <w:rFonts w:eastAsia="Calibri"/>
          <w:b/>
          <w:bCs/>
          <w:lang w:val="es-ES"/>
        </w:rPr>
        <w:t>i.</w:t>
      </w:r>
      <w:r w:rsidRPr="000B73EF">
        <w:rPr>
          <w:rFonts w:eastAsia="Calibri"/>
          <w:bCs/>
          <w:lang w:val="es-ES"/>
        </w:rPr>
        <w:tab/>
        <w:t xml:space="preserve">Republican </w:t>
      </w:r>
      <w:proofErr w:type="spellStart"/>
      <w:r w:rsidRPr="000B73EF">
        <w:rPr>
          <w:rFonts w:eastAsia="Calibri"/>
          <w:bCs/>
          <w:lang w:val="es-ES"/>
        </w:rPr>
        <w:t>Party</w:t>
      </w:r>
      <w:proofErr w:type="spellEnd"/>
      <w:r w:rsidRPr="000B73EF">
        <w:rPr>
          <w:rFonts w:eastAsia="Calibri"/>
          <w:bCs/>
          <w:lang w:val="es-ES"/>
        </w:rPr>
        <w:t xml:space="preserve"> </w:t>
      </w:r>
    </w:p>
    <w:p w:rsidR="006F4075" w:rsidRPr="000B73EF" w:rsidRDefault="006F4075" w:rsidP="006F4075">
      <w:pPr>
        <w:pStyle w:val="QuestionList"/>
        <w:rPr>
          <w:rFonts w:eastAsia="Calibri"/>
        </w:rPr>
      </w:pPr>
      <w:r w:rsidRPr="000B73EF">
        <w:rPr>
          <w:rFonts w:eastAsia="Calibri"/>
          <w:b/>
        </w:rPr>
        <w:t>j.</w:t>
      </w:r>
      <w:r w:rsidRPr="000B73EF">
        <w:rPr>
          <w:rFonts w:eastAsia="Calibri"/>
          <w:bCs/>
        </w:rPr>
        <w:tab/>
      </w:r>
      <w:proofErr w:type="spellStart"/>
      <w:r w:rsidRPr="000B73EF">
        <w:rPr>
          <w:rFonts w:eastAsia="Calibri"/>
          <w:bCs/>
        </w:rPr>
        <w:t>Ettakatol</w:t>
      </w:r>
      <w:proofErr w:type="spellEnd"/>
      <w:r w:rsidRPr="000B73EF">
        <w:rPr>
          <w:rFonts w:eastAsia="Calibri"/>
          <w:bCs/>
        </w:rPr>
        <w:t xml:space="preserve"> (</w:t>
      </w:r>
      <w:proofErr w:type="spellStart"/>
      <w:r w:rsidRPr="000B73EF">
        <w:rPr>
          <w:rFonts w:eastAsia="Calibri"/>
          <w:bCs/>
        </w:rPr>
        <w:t>FDTL</w:t>
      </w:r>
      <w:proofErr w:type="spellEnd"/>
      <w:r w:rsidRPr="000B73EF">
        <w:rPr>
          <w:rFonts w:eastAsia="Calibri"/>
          <w:bCs/>
        </w:rPr>
        <w:t>)</w:t>
      </w:r>
      <w:r w:rsidRPr="000B73EF">
        <w:rPr>
          <w:rFonts w:eastAsia="Calibri"/>
          <w:bCs/>
          <w:i/>
          <w:lang w:val="es-ES"/>
        </w:rPr>
        <w:t xml:space="preserve"> </w:t>
      </w:r>
    </w:p>
    <w:p w:rsidR="006F4075" w:rsidRPr="000B73EF" w:rsidRDefault="006F4075" w:rsidP="006F4075">
      <w:pPr>
        <w:pStyle w:val="QuestionList"/>
        <w:rPr>
          <w:rFonts w:eastAsia="Calibri"/>
          <w:bCs/>
        </w:rPr>
      </w:pPr>
      <w:r w:rsidRPr="000B73EF">
        <w:rPr>
          <w:rFonts w:eastAsia="Calibri"/>
          <w:b/>
        </w:rPr>
        <w:t>k.</w:t>
      </w:r>
      <w:r w:rsidRPr="000B73EF">
        <w:rPr>
          <w:rFonts w:eastAsia="Calibri"/>
          <w:bCs/>
        </w:rPr>
        <w:tab/>
        <w:t>Congress Party for the Republic (CPR)</w:t>
      </w:r>
      <w:r w:rsidRPr="000B73EF">
        <w:rPr>
          <w:rFonts w:eastAsia="Calibri"/>
          <w:bCs/>
          <w:i/>
          <w:lang w:val="es-ES"/>
        </w:rPr>
        <w:t xml:space="preserve"> </w:t>
      </w:r>
    </w:p>
    <w:p w:rsidR="006F4075" w:rsidRPr="00371C3C" w:rsidRDefault="006F4075" w:rsidP="00371C3C">
      <w:pPr>
        <w:pStyle w:val="QuestionListLast"/>
        <w:rPr>
          <w:rFonts w:eastAsia="Calibri"/>
          <w:i/>
          <w:sz w:val="20"/>
          <w:szCs w:val="20"/>
          <w:lang w:val="es-ES"/>
        </w:rPr>
      </w:pPr>
      <w:proofErr w:type="gramStart"/>
      <w:r w:rsidRPr="00371C3C">
        <w:rPr>
          <w:rFonts w:eastAsia="Calibri"/>
          <w:b/>
          <w:sz w:val="20"/>
          <w:szCs w:val="20"/>
        </w:rPr>
        <w:t>l</w:t>
      </w:r>
      <w:proofErr w:type="gramEnd"/>
      <w:r w:rsidRPr="00371C3C">
        <w:rPr>
          <w:rFonts w:eastAsia="Calibri"/>
          <w:b/>
          <w:sz w:val="20"/>
          <w:szCs w:val="20"/>
        </w:rPr>
        <w:t>.</w:t>
      </w:r>
      <w:r w:rsidRPr="00371C3C">
        <w:rPr>
          <w:rFonts w:eastAsia="Calibri"/>
          <w:sz w:val="20"/>
          <w:szCs w:val="20"/>
        </w:rPr>
        <w:tab/>
      </w:r>
      <w:proofErr w:type="spellStart"/>
      <w:r w:rsidRPr="00371C3C">
        <w:rPr>
          <w:rFonts w:eastAsia="Calibri"/>
          <w:sz w:val="20"/>
          <w:szCs w:val="20"/>
        </w:rPr>
        <w:t>Aridha</w:t>
      </w:r>
      <w:proofErr w:type="spellEnd"/>
      <w:r w:rsidRPr="00371C3C">
        <w:rPr>
          <w:rFonts w:eastAsia="Calibri"/>
          <w:sz w:val="20"/>
          <w:szCs w:val="20"/>
        </w:rPr>
        <w:t xml:space="preserve"> </w:t>
      </w:r>
      <w:proofErr w:type="spellStart"/>
      <w:r w:rsidRPr="00371C3C">
        <w:rPr>
          <w:rFonts w:eastAsia="Calibri"/>
          <w:sz w:val="20"/>
          <w:szCs w:val="20"/>
        </w:rPr>
        <w:t>Chaabia</w:t>
      </w:r>
      <w:proofErr w:type="spellEnd"/>
      <w:r w:rsidRPr="00371C3C">
        <w:rPr>
          <w:rFonts w:eastAsia="Calibri"/>
          <w:i/>
          <w:sz w:val="20"/>
          <w:szCs w:val="20"/>
          <w:lang w:val="es-ES"/>
        </w:rPr>
        <w:t xml:space="preserve"> </w:t>
      </w:r>
    </w:p>
    <w:p w:rsidR="006F4075" w:rsidRPr="000B73EF" w:rsidRDefault="006F4075" w:rsidP="006F4075">
      <w:pPr>
        <w:pStyle w:val="QuestionResponse"/>
      </w:pPr>
      <w:r w:rsidRPr="000B73EF">
        <w:t>1</w:t>
      </w:r>
      <w:r w:rsidRPr="000B73EF">
        <w:tab/>
        <w:t>Very favorable</w:t>
      </w:r>
    </w:p>
    <w:p w:rsidR="006F4075" w:rsidRPr="000B73EF" w:rsidRDefault="006F4075" w:rsidP="006F4075">
      <w:pPr>
        <w:pStyle w:val="QuestionResponse"/>
      </w:pPr>
      <w:r w:rsidRPr="000B73EF">
        <w:t>2</w:t>
      </w:r>
      <w:r w:rsidRPr="000B73EF">
        <w:tab/>
        <w:t>Somewhat favorable</w:t>
      </w:r>
    </w:p>
    <w:p w:rsidR="006F4075" w:rsidRPr="000B73EF" w:rsidRDefault="006F4075" w:rsidP="006F4075">
      <w:pPr>
        <w:pStyle w:val="QuestionResponse"/>
      </w:pPr>
      <w:r w:rsidRPr="000B73EF">
        <w:t>3</w:t>
      </w:r>
      <w:r w:rsidRPr="000B73EF">
        <w:tab/>
        <w:t xml:space="preserve">Somewhat unfavorable </w:t>
      </w:r>
    </w:p>
    <w:p w:rsidR="006F4075" w:rsidRPr="000B73EF" w:rsidRDefault="006F4075" w:rsidP="006F4075">
      <w:pPr>
        <w:pStyle w:val="QuestionResponse"/>
      </w:pPr>
      <w:r w:rsidRPr="000B73EF">
        <w:t>4</w:t>
      </w:r>
      <w:r w:rsidRPr="000B73EF">
        <w:tab/>
        <w:t xml:space="preserve">Very unfavorable </w:t>
      </w:r>
    </w:p>
    <w:p w:rsidR="006F4075" w:rsidRPr="000B73EF" w:rsidRDefault="006F4075" w:rsidP="006F4075">
      <w:pPr>
        <w:pStyle w:val="QuestionResponse"/>
      </w:pPr>
      <w:r w:rsidRPr="000B73EF">
        <w:t>8</w:t>
      </w:r>
      <w:r w:rsidRPr="000B73EF">
        <w:tab/>
        <w:t>Don’t know (DO NOT READ)</w:t>
      </w:r>
    </w:p>
    <w:p w:rsidR="006F4075" w:rsidRPr="000B73EF" w:rsidRDefault="006F4075" w:rsidP="006F4075">
      <w:pPr>
        <w:pStyle w:val="QuestionResponseLast"/>
      </w:pPr>
      <w:r w:rsidRPr="000B73EF">
        <w:t>9</w:t>
      </w:r>
      <w:r w:rsidRPr="000B73EF">
        <w:tab/>
        <w:t>Refused (DO NOT READ)</w:t>
      </w:r>
    </w:p>
    <w:p w:rsidR="001C76D8" w:rsidRPr="00E95EBA" w:rsidRDefault="001C76D8" w:rsidP="001C76D8">
      <w:pPr>
        <w:pStyle w:val="QuestionInstruction"/>
        <w:rPr>
          <w:caps/>
        </w:rPr>
      </w:pPr>
      <w:r w:rsidRPr="00E95EBA">
        <w:rPr>
          <w:caps/>
        </w:rPr>
        <w:t xml:space="preserve">ASK ALL IN </w:t>
      </w:r>
      <w:r w:rsidR="0070614A">
        <w:rPr>
          <w:caps/>
        </w:rPr>
        <w:t>Australia, China</w:t>
      </w:r>
      <w:r w:rsidR="00E95EBA" w:rsidRPr="00E95EBA">
        <w:rPr>
          <w:caps/>
        </w:rPr>
        <w:t xml:space="preserve">, Indonesia, Japan, Malaysia, Pakistan, Philippines, </w:t>
      </w:r>
      <w:r w:rsidR="00E95EBA">
        <w:rPr>
          <w:caps/>
        </w:rPr>
        <w:t xml:space="preserve">AND </w:t>
      </w:r>
      <w:r w:rsidR="00E95EBA" w:rsidRPr="00E95EBA">
        <w:rPr>
          <w:caps/>
        </w:rPr>
        <w:t xml:space="preserve">South Korea </w:t>
      </w:r>
      <w:r w:rsidRPr="00E95EBA">
        <w:rPr>
          <w:caps/>
        </w:rPr>
        <w:t>ONLY</w:t>
      </w:r>
    </w:p>
    <w:p w:rsidR="001C76D8" w:rsidRPr="000B73EF" w:rsidRDefault="001C76D8" w:rsidP="00371C3C">
      <w:pPr>
        <w:pStyle w:val="Question"/>
        <w:rPr>
          <w:i/>
        </w:rPr>
      </w:pPr>
      <w:r w:rsidRPr="000B73EF">
        <w:rPr>
          <w:rFonts w:ascii="Tahoma" w:hAnsi="Tahoma" w:cs="Tahoma"/>
          <w:b/>
          <w:sz w:val="16"/>
        </w:rPr>
        <w:t>Q43asia</w:t>
      </w:r>
      <w:r w:rsidRPr="000B73EF">
        <w:rPr>
          <w:rFonts w:ascii="Tahoma" w:hAnsi="Tahoma" w:cs="Tahoma"/>
          <w:sz w:val="16"/>
        </w:rPr>
        <w:tab/>
      </w:r>
      <w:r w:rsidR="00674F18" w:rsidRPr="000B73EF">
        <w:rPr>
          <w:rFonts w:ascii="Tahoma" w:hAnsi="Tahoma" w:cs="Tahoma"/>
          <w:sz w:val="16"/>
        </w:rPr>
        <w:t xml:space="preserve"> </w:t>
      </w:r>
      <w:r w:rsidR="00674F18" w:rsidRPr="000B73EF">
        <w:t>Do</w:t>
      </w:r>
      <w:r w:rsidRPr="000B73EF">
        <w:t xml:space="preserve"> have a very favorable, somewhat favorable, somewhat unfavorable, or very unfavorable opinion of </w:t>
      </w:r>
      <w:r w:rsidR="00674F18" w:rsidRPr="000B73EF">
        <w:t xml:space="preserve">Japanese Prime Minister </w:t>
      </w:r>
      <w:proofErr w:type="spellStart"/>
      <w:r w:rsidR="00674F18" w:rsidRPr="000B73EF">
        <w:t>Shinzo</w:t>
      </w:r>
      <w:proofErr w:type="spellEnd"/>
      <w:r w:rsidR="00674F18" w:rsidRPr="000B73EF">
        <w:t xml:space="preserve"> Abe? </w:t>
      </w:r>
    </w:p>
    <w:p w:rsidR="001C76D8" w:rsidRPr="000B73EF" w:rsidRDefault="001C76D8" w:rsidP="001C76D8">
      <w:pPr>
        <w:pStyle w:val="QuestionResponse"/>
      </w:pPr>
      <w:r w:rsidRPr="000B73EF">
        <w:t>1</w:t>
      </w:r>
      <w:r w:rsidRPr="000B73EF">
        <w:tab/>
        <w:t>Very favorable</w:t>
      </w:r>
    </w:p>
    <w:p w:rsidR="001C76D8" w:rsidRPr="000B73EF" w:rsidRDefault="001C76D8" w:rsidP="001C76D8">
      <w:pPr>
        <w:pStyle w:val="QuestionResponse"/>
      </w:pPr>
      <w:r w:rsidRPr="000B73EF">
        <w:t>2</w:t>
      </w:r>
      <w:r w:rsidRPr="000B73EF">
        <w:tab/>
        <w:t>Somewhat favorable</w:t>
      </w:r>
    </w:p>
    <w:p w:rsidR="001C76D8" w:rsidRPr="000B73EF" w:rsidRDefault="001C76D8" w:rsidP="001C76D8">
      <w:pPr>
        <w:pStyle w:val="QuestionResponse"/>
      </w:pPr>
      <w:r w:rsidRPr="000B73EF">
        <w:t>3</w:t>
      </w:r>
      <w:r w:rsidRPr="000B73EF">
        <w:tab/>
        <w:t xml:space="preserve">Somewhat unfavorable </w:t>
      </w:r>
    </w:p>
    <w:p w:rsidR="001C76D8" w:rsidRPr="000B73EF" w:rsidRDefault="001C76D8" w:rsidP="001C76D8">
      <w:pPr>
        <w:pStyle w:val="QuestionResponse"/>
      </w:pPr>
      <w:r w:rsidRPr="000B73EF">
        <w:t>4</w:t>
      </w:r>
      <w:r w:rsidRPr="000B73EF">
        <w:tab/>
        <w:t xml:space="preserve">Very unfavorable </w:t>
      </w:r>
    </w:p>
    <w:p w:rsidR="001C76D8" w:rsidRPr="000B73EF" w:rsidRDefault="001C76D8" w:rsidP="001C76D8">
      <w:pPr>
        <w:pStyle w:val="QuestionResponse"/>
      </w:pPr>
      <w:r w:rsidRPr="000B73EF">
        <w:t>8</w:t>
      </w:r>
      <w:r w:rsidRPr="000B73EF">
        <w:tab/>
        <w:t>Don’t know (DO NOT READ)</w:t>
      </w:r>
    </w:p>
    <w:p w:rsidR="001C76D8" w:rsidRPr="000B73EF" w:rsidRDefault="001C76D8" w:rsidP="001C76D8">
      <w:pPr>
        <w:pStyle w:val="QuestionResponseLast"/>
      </w:pPr>
      <w:r w:rsidRPr="000B73EF">
        <w:t>9</w:t>
      </w:r>
      <w:r w:rsidRPr="000B73EF">
        <w:tab/>
        <w:t>Refused (DO NOT READ)</w:t>
      </w:r>
    </w:p>
    <w:p w:rsidR="004D50BF" w:rsidRPr="000B73EF" w:rsidRDefault="004D50BF" w:rsidP="004D50BF">
      <w:pPr>
        <w:pStyle w:val="QuestionInstruction"/>
        <w:rPr>
          <w:caps/>
        </w:rPr>
      </w:pPr>
      <w:r w:rsidRPr="00E95EBA">
        <w:rPr>
          <w:caps/>
        </w:rPr>
        <w:lastRenderedPageBreak/>
        <w:t xml:space="preserve">READ TO ALL IN </w:t>
      </w:r>
      <w:r w:rsidR="00E95EBA" w:rsidRPr="00E95EBA">
        <w:rPr>
          <w:caps/>
        </w:rPr>
        <w:t xml:space="preserve">Britain, Czech Republic, France, Germany, Greece, Italy, Poland, </w:t>
      </w:r>
      <w:r w:rsidR="00E95EBA">
        <w:rPr>
          <w:caps/>
        </w:rPr>
        <w:t xml:space="preserve">AND </w:t>
      </w:r>
      <w:r w:rsidR="00E95EBA" w:rsidRPr="00E95EBA">
        <w:rPr>
          <w:caps/>
        </w:rPr>
        <w:t xml:space="preserve">Spain </w:t>
      </w:r>
      <w:r w:rsidRPr="00E95EBA">
        <w:rPr>
          <w:caps/>
        </w:rPr>
        <w:t>ONLY</w:t>
      </w:r>
    </w:p>
    <w:p w:rsidR="004D50BF" w:rsidRPr="000B73EF" w:rsidRDefault="004D50BF" w:rsidP="00371C3C">
      <w:pPr>
        <w:pStyle w:val="Question"/>
        <w:ind w:firstLine="0"/>
        <w:rPr>
          <w:b/>
        </w:rPr>
      </w:pPr>
      <w:r w:rsidRPr="000B73EF">
        <w:t>Now thinking about your impressions of people in European Union countries….</w:t>
      </w:r>
    </w:p>
    <w:p w:rsidR="004D50BF" w:rsidRPr="000B73EF" w:rsidRDefault="004D50BF" w:rsidP="004D50BF">
      <w:pPr>
        <w:pStyle w:val="QuestionInstruction"/>
        <w:rPr>
          <w:caps/>
        </w:rPr>
      </w:pPr>
      <w:r w:rsidRPr="000B73EF">
        <w:rPr>
          <w:caps/>
        </w:rPr>
        <w:t xml:space="preserve">ASK ALL </w:t>
      </w:r>
      <w:r w:rsidR="00E95EBA" w:rsidRPr="00E95EBA">
        <w:rPr>
          <w:caps/>
        </w:rPr>
        <w:t xml:space="preserve">IN Britain, Czech Republic, France, Germany, Greece, Italy, Poland, </w:t>
      </w:r>
      <w:r w:rsidR="00E95EBA">
        <w:rPr>
          <w:caps/>
        </w:rPr>
        <w:t xml:space="preserve">AND </w:t>
      </w:r>
      <w:r w:rsidR="00E95EBA" w:rsidRPr="00E95EBA">
        <w:rPr>
          <w:caps/>
        </w:rPr>
        <w:t>Spain ONLY</w:t>
      </w:r>
    </w:p>
    <w:p w:rsidR="004D50BF" w:rsidRPr="000B73EF" w:rsidRDefault="004D50BF" w:rsidP="00371C3C">
      <w:pPr>
        <w:pStyle w:val="Question"/>
        <w:rPr>
          <w:i/>
        </w:rPr>
      </w:pPr>
      <w:r w:rsidRPr="000B73EF">
        <w:rPr>
          <w:rFonts w:ascii="Tahoma" w:eastAsia="Calibri" w:hAnsi="Tahoma" w:cs="Tahoma"/>
          <w:b/>
          <w:sz w:val="16"/>
          <w:szCs w:val="16"/>
        </w:rPr>
        <w:t>Q</w:t>
      </w:r>
      <w:r w:rsidR="00F0662C" w:rsidRPr="000B73EF">
        <w:rPr>
          <w:rFonts w:ascii="Tahoma" w:eastAsia="Calibri" w:hAnsi="Tahoma" w:cs="Tahoma"/>
          <w:b/>
          <w:sz w:val="16"/>
          <w:szCs w:val="16"/>
        </w:rPr>
        <w:t>44</w:t>
      </w:r>
      <w:r w:rsidRPr="000B73EF">
        <w:rPr>
          <w:rFonts w:ascii="Tahoma" w:eastAsia="Calibri" w:hAnsi="Tahoma" w:cs="Tahoma"/>
          <w:b/>
          <w:sz w:val="16"/>
          <w:szCs w:val="16"/>
        </w:rPr>
        <w:t>a</w:t>
      </w:r>
      <w:r w:rsidRPr="000B73EF">
        <w:tab/>
        <w:t xml:space="preserve">In what European Union country, if any, are people the most </w:t>
      </w:r>
      <w:r w:rsidR="001B5365" w:rsidRPr="000B73EF">
        <w:t>trustworthy</w:t>
      </w:r>
      <w:r w:rsidRPr="000B73EF">
        <w:t>? (PRE-CODED OPEN END—DO NOT READ RESPONSE CATEGORIES)</w:t>
      </w:r>
      <w:r w:rsidRPr="000B73EF">
        <w:rPr>
          <w:b/>
        </w:rPr>
        <w:t xml:space="preserve"> </w:t>
      </w:r>
    </w:p>
    <w:p w:rsidR="004D50BF" w:rsidRPr="000B73EF" w:rsidRDefault="004D50BF" w:rsidP="00371C3C">
      <w:pPr>
        <w:pStyle w:val="QuestionResponse"/>
      </w:pPr>
      <w:r w:rsidRPr="000B73EF">
        <w:t>1</w:t>
      </w:r>
      <w:r w:rsidRPr="000B73EF">
        <w:tab/>
        <w:t>Austria</w:t>
      </w:r>
    </w:p>
    <w:p w:rsidR="004D50BF" w:rsidRPr="000B73EF" w:rsidRDefault="004D50BF" w:rsidP="00371C3C">
      <w:pPr>
        <w:pStyle w:val="QuestionResponse"/>
      </w:pPr>
      <w:r w:rsidRPr="000B73EF">
        <w:t>2</w:t>
      </w:r>
      <w:r w:rsidRPr="000B73EF">
        <w:tab/>
        <w:t>Belgium</w:t>
      </w:r>
    </w:p>
    <w:p w:rsidR="004D50BF" w:rsidRPr="000B73EF" w:rsidRDefault="004D50BF" w:rsidP="00371C3C">
      <w:pPr>
        <w:pStyle w:val="QuestionResponse"/>
      </w:pPr>
      <w:r w:rsidRPr="000B73EF">
        <w:t>3</w:t>
      </w:r>
      <w:r w:rsidRPr="000B73EF">
        <w:tab/>
        <w:t>Bulgaria</w:t>
      </w:r>
    </w:p>
    <w:p w:rsidR="004D50BF" w:rsidRPr="000B73EF" w:rsidRDefault="004D50BF" w:rsidP="00371C3C">
      <w:pPr>
        <w:pStyle w:val="QuestionResponse"/>
      </w:pPr>
      <w:r w:rsidRPr="000B73EF">
        <w:t>4</w:t>
      </w:r>
      <w:r w:rsidRPr="000B73EF">
        <w:tab/>
        <w:t>Cyprus</w:t>
      </w:r>
    </w:p>
    <w:p w:rsidR="004D50BF" w:rsidRPr="000B73EF" w:rsidRDefault="004D50BF" w:rsidP="00371C3C">
      <w:pPr>
        <w:pStyle w:val="QuestionResponse"/>
      </w:pPr>
      <w:r w:rsidRPr="000B73EF">
        <w:t>5</w:t>
      </w:r>
      <w:r w:rsidRPr="000B73EF">
        <w:tab/>
        <w:t>Czech Republic</w:t>
      </w:r>
    </w:p>
    <w:p w:rsidR="004D50BF" w:rsidRPr="000B73EF" w:rsidRDefault="004D50BF" w:rsidP="00371C3C">
      <w:pPr>
        <w:pStyle w:val="QuestionResponse"/>
      </w:pPr>
      <w:r w:rsidRPr="000B73EF">
        <w:t>6</w:t>
      </w:r>
      <w:r w:rsidRPr="000B73EF">
        <w:tab/>
        <w:t>Denmark</w:t>
      </w:r>
    </w:p>
    <w:p w:rsidR="004D50BF" w:rsidRPr="000B73EF" w:rsidRDefault="004D50BF" w:rsidP="00371C3C">
      <w:pPr>
        <w:pStyle w:val="QuestionResponse"/>
      </w:pPr>
      <w:r w:rsidRPr="000B73EF">
        <w:t>7</w:t>
      </w:r>
      <w:r w:rsidRPr="000B73EF">
        <w:tab/>
        <w:t>Estonia</w:t>
      </w:r>
    </w:p>
    <w:p w:rsidR="004D50BF" w:rsidRPr="000B73EF" w:rsidRDefault="004D50BF" w:rsidP="00371C3C">
      <w:pPr>
        <w:pStyle w:val="QuestionResponse"/>
      </w:pPr>
      <w:r w:rsidRPr="000B73EF">
        <w:t>8</w:t>
      </w:r>
      <w:r w:rsidRPr="000B73EF">
        <w:tab/>
        <w:t>Finland</w:t>
      </w:r>
    </w:p>
    <w:p w:rsidR="004D50BF" w:rsidRPr="000B73EF" w:rsidRDefault="004D50BF" w:rsidP="00371C3C">
      <w:pPr>
        <w:pStyle w:val="QuestionResponse"/>
      </w:pPr>
      <w:r w:rsidRPr="000B73EF">
        <w:t>9</w:t>
      </w:r>
      <w:r w:rsidRPr="000B73EF">
        <w:tab/>
        <w:t>France</w:t>
      </w:r>
    </w:p>
    <w:p w:rsidR="004D50BF" w:rsidRPr="000B73EF" w:rsidRDefault="004D50BF" w:rsidP="00371C3C">
      <w:pPr>
        <w:pStyle w:val="QuestionResponse"/>
      </w:pPr>
      <w:r w:rsidRPr="000B73EF">
        <w:t>10</w:t>
      </w:r>
      <w:r w:rsidRPr="000B73EF">
        <w:tab/>
        <w:t>Germany</w:t>
      </w:r>
    </w:p>
    <w:p w:rsidR="004D50BF" w:rsidRPr="000B73EF" w:rsidRDefault="004D50BF" w:rsidP="00371C3C">
      <w:pPr>
        <w:pStyle w:val="QuestionResponse"/>
      </w:pPr>
      <w:r w:rsidRPr="000B73EF">
        <w:t>11</w:t>
      </w:r>
      <w:r w:rsidRPr="000B73EF">
        <w:tab/>
        <w:t>Great Britain/United Kingdom</w:t>
      </w:r>
    </w:p>
    <w:p w:rsidR="004D50BF" w:rsidRPr="000B73EF" w:rsidRDefault="004D50BF" w:rsidP="00371C3C">
      <w:pPr>
        <w:pStyle w:val="QuestionResponse"/>
      </w:pPr>
      <w:r w:rsidRPr="000B73EF">
        <w:t>12</w:t>
      </w:r>
      <w:r w:rsidRPr="000B73EF">
        <w:tab/>
        <w:t>Greece</w:t>
      </w:r>
    </w:p>
    <w:p w:rsidR="004D50BF" w:rsidRPr="000B73EF" w:rsidRDefault="004D50BF" w:rsidP="00371C3C">
      <w:pPr>
        <w:pStyle w:val="QuestionResponse"/>
      </w:pPr>
      <w:r w:rsidRPr="000B73EF">
        <w:t>13</w:t>
      </w:r>
      <w:r w:rsidRPr="000B73EF">
        <w:tab/>
        <w:t>Hungary</w:t>
      </w:r>
    </w:p>
    <w:p w:rsidR="004D50BF" w:rsidRPr="000B73EF" w:rsidRDefault="004D50BF" w:rsidP="00371C3C">
      <w:pPr>
        <w:pStyle w:val="QuestionResponse"/>
      </w:pPr>
      <w:r w:rsidRPr="000B73EF">
        <w:t>14</w:t>
      </w:r>
      <w:r w:rsidRPr="000B73EF">
        <w:tab/>
        <w:t>Ireland</w:t>
      </w:r>
    </w:p>
    <w:p w:rsidR="004D50BF" w:rsidRPr="000B73EF" w:rsidRDefault="004D50BF" w:rsidP="00371C3C">
      <w:pPr>
        <w:pStyle w:val="QuestionResponse"/>
      </w:pPr>
      <w:r w:rsidRPr="000B73EF">
        <w:t>15</w:t>
      </w:r>
      <w:r w:rsidRPr="000B73EF">
        <w:tab/>
        <w:t>Italy</w:t>
      </w:r>
    </w:p>
    <w:p w:rsidR="004D50BF" w:rsidRPr="000B73EF" w:rsidRDefault="004D50BF" w:rsidP="00371C3C">
      <w:pPr>
        <w:pStyle w:val="QuestionResponse"/>
      </w:pPr>
      <w:r w:rsidRPr="000B73EF">
        <w:t>16</w:t>
      </w:r>
      <w:r w:rsidRPr="000B73EF">
        <w:tab/>
        <w:t>Latvia</w:t>
      </w:r>
    </w:p>
    <w:p w:rsidR="004D50BF" w:rsidRPr="000B73EF" w:rsidRDefault="004D50BF" w:rsidP="00371C3C">
      <w:pPr>
        <w:pStyle w:val="QuestionResponse"/>
      </w:pPr>
      <w:r w:rsidRPr="000B73EF">
        <w:t>17</w:t>
      </w:r>
      <w:r w:rsidRPr="000B73EF">
        <w:tab/>
        <w:t>Lithuania</w:t>
      </w:r>
    </w:p>
    <w:p w:rsidR="004D50BF" w:rsidRPr="000B73EF" w:rsidRDefault="004D50BF" w:rsidP="00371C3C">
      <w:pPr>
        <w:pStyle w:val="QuestionResponse"/>
      </w:pPr>
      <w:r w:rsidRPr="000B73EF">
        <w:t>18</w:t>
      </w:r>
      <w:r w:rsidRPr="000B73EF">
        <w:tab/>
        <w:t>Luxembourg</w:t>
      </w:r>
    </w:p>
    <w:p w:rsidR="004D50BF" w:rsidRPr="000B73EF" w:rsidRDefault="004D50BF" w:rsidP="00371C3C">
      <w:pPr>
        <w:pStyle w:val="QuestionResponse"/>
      </w:pPr>
      <w:r w:rsidRPr="000B73EF">
        <w:t>19</w:t>
      </w:r>
      <w:r w:rsidRPr="000B73EF">
        <w:tab/>
        <w:t>Malta</w:t>
      </w:r>
    </w:p>
    <w:p w:rsidR="004D50BF" w:rsidRPr="000B73EF" w:rsidRDefault="004D50BF" w:rsidP="00371C3C">
      <w:pPr>
        <w:pStyle w:val="QuestionResponse"/>
      </w:pPr>
      <w:r w:rsidRPr="000B73EF">
        <w:t>20</w:t>
      </w:r>
      <w:r w:rsidRPr="000B73EF">
        <w:tab/>
        <w:t>Netherlands</w:t>
      </w:r>
    </w:p>
    <w:p w:rsidR="004D50BF" w:rsidRPr="000B73EF" w:rsidRDefault="004D50BF" w:rsidP="00371C3C">
      <w:pPr>
        <w:pStyle w:val="QuestionResponse"/>
      </w:pPr>
      <w:r w:rsidRPr="000B73EF">
        <w:t>21</w:t>
      </w:r>
      <w:r w:rsidRPr="000B73EF">
        <w:tab/>
        <w:t>Poland</w:t>
      </w:r>
    </w:p>
    <w:p w:rsidR="004D50BF" w:rsidRPr="000B73EF" w:rsidRDefault="004D50BF" w:rsidP="00371C3C">
      <w:pPr>
        <w:pStyle w:val="QuestionResponse"/>
      </w:pPr>
      <w:r w:rsidRPr="000B73EF">
        <w:t>22</w:t>
      </w:r>
      <w:r w:rsidRPr="000B73EF">
        <w:tab/>
        <w:t>Portugal</w:t>
      </w:r>
    </w:p>
    <w:p w:rsidR="004D50BF" w:rsidRPr="000B73EF" w:rsidRDefault="004D50BF" w:rsidP="00371C3C">
      <w:pPr>
        <w:pStyle w:val="QuestionResponse"/>
      </w:pPr>
      <w:r w:rsidRPr="000B73EF">
        <w:t>23</w:t>
      </w:r>
      <w:r w:rsidRPr="000B73EF">
        <w:tab/>
        <w:t>Romania</w:t>
      </w:r>
    </w:p>
    <w:p w:rsidR="004D50BF" w:rsidRPr="000B73EF" w:rsidRDefault="004D50BF" w:rsidP="00371C3C">
      <w:pPr>
        <w:pStyle w:val="QuestionResponse"/>
      </w:pPr>
      <w:r w:rsidRPr="000B73EF">
        <w:t>24</w:t>
      </w:r>
      <w:r w:rsidRPr="000B73EF">
        <w:tab/>
        <w:t>Slovakia</w:t>
      </w:r>
    </w:p>
    <w:p w:rsidR="004D50BF" w:rsidRPr="000B73EF" w:rsidRDefault="004D50BF" w:rsidP="00371C3C">
      <w:pPr>
        <w:pStyle w:val="QuestionResponse"/>
      </w:pPr>
      <w:r w:rsidRPr="000B73EF">
        <w:t>25</w:t>
      </w:r>
      <w:r w:rsidRPr="000B73EF">
        <w:tab/>
        <w:t>Slovenia</w:t>
      </w:r>
    </w:p>
    <w:p w:rsidR="004D50BF" w:rsidRPr="000B73EF" w:rsidRDefault="004D50BF" w:rsidP="00371C3C">
      <w:pPr>
        <w:pStyle w:val="QuestionResponse"/>
      </w:pPr>
      <w:r w:rsidRPr="000B73EF">
        <w:t>26</w:t>
      </w:r>
      <w:r w:rsidRPr="000B73EF">
        <w:tab/>
        <w:t>Spain</w:t>
      </w:r>
    </w:p>
    <w:p w:rsidR="004D50BF" w:rsidRPr="000B73EF" w:rsidRDefault="004D50BF" w:rsidP="00371C3C">
      <w:pPr>
        <w:pStyle w:val="QuestionResponse"/>
      </w:pPr>
      <w:r w:rsidRPr="000B73EF">
        <w:t>27</w:t>
      </w:r>
      <w:r w:rsidRPr="000B73EF">
        <w:tab/>
        <w:t>Sweden</w:t>
      </w:r>
    </w:p>
    <w:p w:rsidR="004D50BF" w:rsidRPr="000B73EF" w:rsidRDefault="008863B8" w:rsidP="00371C3C">
      <w:pPr>
        <w:pStyle w:val="QuestionResponse"/>
      </w:pPr>
      <w:r>
        <w:t>96</w:t>
      </w:r>
      <w:r w:rsidR="004D50BF" w:rsidRPr="000B73EF">
        <w:tab/>
        <w:t>None</w:t>
      </w:r>
    </w:p>
    <w:p w:rsidR="004D50BF" w:rsidRPr="000B73EF" w:rsidRDefault="004D50BF" w:rsidP="00371C3C">
      <w:pPr>
        <w:pStyle w:val="QuestionResponse"/>
      </w:pPr>
      <w:r w:rsidRPr="000B73EF">
        <w:t>98</w:t>
      </w:r>
      <w:r w:rsidRPr="000B73EF">
        <w:tab/>
        <w:t>Don’t know</w:t>
      </w:r>
    </w:p>
    <w:p w:rsidR="004D50BF" w:rsidRPr="000B73EF" w:rsidRDefault="004D50BF" w:rsidP="00371C3C">
      <w:pPr>
        <w:pStyle w:val="QuestionResponseLast"/>
      </w:pPr>
      <w:r w:rsidRPr="000B73EF">
        <w:t>99</w:t>
      </w:r>
      <w:r w:rsidRPr="000B73EF">
        <w:tab/>
        <w:t>Refused</w:t>
      </w:r>
    </w:p>
    <w:p w:rsidR="001C76D8" w:rsidRPr="000B73EF" w:rsidRDefault="001C76D8" w:rsidP="001C76D8">
      <w:pPr>
        <w:pStyle w:val="QuestionInstruction"/>
        <w:rPr>
          <w:caps/>
        </w:rPr>
      </w:pPr>
      <w:r w:rsidRPr="000B73EF">
        <w:rPr>
          <w:caps/>
        </w:rPr>
        <w:lastRenderedPageBreak/>
        <w:t xml:space="preserve">ASK ALL </w:t>
      </w:r>
      <w:r w:rsidR="00E95EBA" w:rsidRPr="00E95EBA">
        <w:rPr>
          <w:caps/>
        </w:rPr>
        <w:t xml:space="preserve">IN Britain, Czech Republic, France, Germany, Greece, Italy, Poland, </w:t>
      </w:r>
      <w:r w:rsidR="00E95EBA">
        <w:rPr>
          <w:caps/>
        </w:rPr>
        <w:t xml:space="preserve">AND </w:t>
      </w:r>
      <w:r w:rsidR="00E95EBA" w:rsidRPr="00E95EBA">
        <w:rPr>
          <w:caps/>
        </w:rPr>
        <w:t>Spain ONLY</w:t>
      </w:r>
    </w:p>
    <w:p w:rsidR="004D50BF" w:rsidRPr="000B73EF" w:rsidRDefault="004D50BF" w:rsidP="00371C3C">
      <w:pPr>
        <w:pStyle w:val="Question"/>
        <w:rPr>
          <w:i/>
        </w:rPr>
      </w:pPr>
      <w:r w:rsidRPr="000B73EF">
        <w:rPr>
          <w:rFonts w:ascii="Tahoma" w:eastAsia="Calibri" w:hAnsi="Tahoma" w:cs="Tahoma"/>
          <w:b/>
          <w:sz w:val="16"/>
          <w:szCs w:val="16"/>
        </w:rPr>
        <w:t>Q</w:t>
      </w:r>
      <w:r w:rsidR="00F0662C" w:rsidRPr="000B73EF">
        <w:rPr>
          <w:rFonts w:ascii="Tahoma" w:eastAsia="Calibri" w:hAnsi="Tahoma" w:cs="Tahoma"/>
          <w:b/>
          <w:sz w:val="16"/>
          <w:szCs w:val="16"/>
        </w:rPr>
        <w:t>44</w:t>
      </w:r>
      <w:r w:rsidRPr="000B73EF">
        <w:rPr>
          <w:rFonts w:ascii="Tahoma" w:eastAsia="Calibri" w:hAnsi="Tahoma" w:cs="Tahoma"/>
          <w:b/>
          <w:sz w:val="16"/>
          <w:szCs w:val="16"/>
        </w:rPr>
        <w:t>b</w:t>
      </w:r>
      <w:r w:rsidRPr="000B73EF">
        <w:tab/>
        <w:t xml:space="preserve">In what European Union country, if any, are people the least </w:t>
      </w:r>
      <w:r w:rsidR="00DB4461" w:rsidRPr="000B73EF">
        <w:t>trustworthy</w:t>
      </w:r>
      <w:r w:rsidRPr="000B73EF">
        <w:t xml:space="preserve">? (PRE-CODED OPEN END—DO NOT READ RESPONSE CATEGORIES) </w:t>
      </w:r>
    </w:p>
    <w:p w:rsidR="004D50BF" w:rsidRPr="000B73EF" w:rsidRDefault="004D50BF" w:rsidP="00371C3C">
      <w:pPr>
        <w:pStyle w:val="QuestionResponse"/>
      </w:pPr>
      <w:r w:rsidRPr="000B73EF">
        <w:t>1</w:t>
      </w:r>
      <w:r w:rsidRPr="000B73EF">
        <w:tab/>
        <w:t>Austria</w:t>
      </w:r>
    </w:p>
    <w:p w:rsidR="004D50BF" w:rsidRPr="000B73EF" w:rsidRDefault="004D50BF" w:rsidP="00371C3C">
      <w:pPr>
        <w:pStyle w:val="QuestionResponse"/>
      </w:pPr>
      <w:r w:rsidRPr="000B73EF">
        <w:t>2</w:t>
      </w:r>
      <w:r w:rsidRPr="000B73EF">
        <w:tab/>
        <w:t>Belgium</w:t>
      </w:r>
    </w:p>
    <w:p w:rsidR="004D50BF" w:rsidRPr="000B73EF" w:rsidRDefault="004D50BF" w:rsidP="00371C3C">
      <w:pPr>
        <w:pStyle w:val="QuestionResponse"/>
      </w:pPr>
      <w:r w:rsidRPr="000B73EF">
        <w:t>3</w:t>
      </w:r>
      <w:r w:rsidRPr="000B73EF">
        <w:tab/>
        <w:t>Bulgaria</w:t>
      </w:r>
    </w:p>
    <w:p w:rsidR="004D50BF" w:rsidRPr="000B73EF" w:rsidRDefault="004D50BF" w:rsidP="00371C3C">
      <w:pPr>
        <w:pStyle w:val="QuestionResponse"/>
      </w:pPr>
      <w:r w:rsidRPr="000B73EF">
        <w:t>4</w:t>
      </w:r>
      <w:r w:rsidRPr="000B73EF">
        <w:tab/>
        <w:t>Cyprus</w:t>
      </w:r>
    </w:p>
    <w:p w:rsidR="004D50BF" w:rsidRPr="000B73EF" w:rsidRDefault="004D50BF" w:rsidP="00371C3C">
      <w:pPr>
        <w:pStyle w:val="QuestionResponse"/>
      </w:pPr>
      <w:r w:rsidRPr="000B73EF">
        <w:t>5</w:t>
      </w:r>
      <w:r w:rsidRPr="000B73EF">
        <w:tab/>
        <w:t>Czech Republic</w:t>
      </w:r>
    </w:p>
    <w:p w:rsidR="004D50BF" w:rsidRPr="000B73EF" w:rsidRDefault="004D50BF" w:rsidP="00371C3C">
      <w:pPr>
        <w:pStyle w:val="QuestionResponse"/>
      </w:pPr>
      <w:r w:rsidRPr="000B73EF">
        <w:t>6</w:t>
      </w:r>
      <w:r w:rsidRPr="000B73EF">
        <w:tab/>
        <w:t>Denmark</w:t>
      </w:r>
    </w:p>
    <w:p w:rsidR="004D50BF" w:rsidRPr="000B73EF" w:rsidRDefault="004D50BF" w:rsidP="00371C3C">
      <w:pPr>
        <w:pStyle w:val="QuestionResponse"/>
      </w:pPr>
      <w:r w:rsidRPr="000B73EF">
        <w:t>7</w:t>
      </w:r>
      <w:r w:rsidRPr="000B73EF">
        <w:tab/>
        <w:t>Estonia</w:t>
      </w:r>
    </w:p>
    <w:p w:rsidR="004D50BF" w:rsidRPr="000B73EF" w:rsidRDefault="004D50BF" w:rsidP="00371C3C">
      <w:pPr>
        <w:pStyle w:val="QuestionResponse"/>
      </w:pPr>
      <w:r w:rsidRPr="000B73EF">
        <w:t>8</w:t>
      </w:r>
      <w:r w:rsidRPr="000B73EF">
        <w:tab/>
        <w:t>Finland</w:t>
      </w:r>
    </w:p>
    <w:p w:rsidR="004D50BF" w:rsidRPr="000B73EF" w:rsidRDefault="004D50BF" w:rsidP="00371C3C">
      <w:pPr>
        <w:pStyle w:val="QuestionResponse"/>
      </w:pPr>
      <w:r w:rsidRPr="000B73EF">
        <w:t>9</w:t>
      </w:r>
      <w:r w:rsidRPr="000B73EF">
        <w:tab/>
        <w:t>France</w:t>
      </w:r>
    </w:p>
    <w:p w:rsidR="004D50BF" w:rsidRPr="000B73EF" w:rsidRDefault="004D50BF" w:rsidP="00371C3C">
      <w:pPr>
        <w:pStyle w:val="QuestionResponse"/>
      </w:pPr>
      <w:r w:rsidRPr="000B73EF">
        <w:t>10</w:t>
      </w:r>
      <w:r w:rsidRPr="000B73EF">
        <w:tab/>
        <w:t>Germany</w:t>
      </w:r>
    </w:p>
    <w:p w:rsidR="004D50BF" w:rsidRPr="000B73EF" w:rsidRDefault="004D50BF" w:rsidP="00371C3C">
      <w:pPr>
        <w:pStyle w:val="QuestionResponse"/>
      </w:pPr>
      <w:r w:rsidRPr="000B73EF">
        <w:t>11</w:t>
      </w:r>
      <w:r w:rsidRPr="000B73EF">
        <w:tab/>
        <w:t>Great Britain/United Kingdom</w:t>
      </w:r>
    </w:p>
    <w:p w:rsidR="004D50BF" w:rsidRPr="000B73EF" w:rsidRDefault="004D50BF" w:rsidP="00371C3C">
      <w:pPr>
        <w:pStyle w:val="QuestionResponse"/>
      </w:pPr>
      <w:r w:rsidRPr="000B73EF">
        <w:t>12</w:t>
      </w:r>
      <w:r w:rsidRPr="000B73EF">
        <w:tab/>
        <w:t>Greece</w:t>
      </w:r>
    </w:p>
    <w:p w:rsidR="004D50BF" w:rsidRPr="000B73EF" w:rsidRDefault="004D50BF" w:rsidP="00371C3C">
      <w:pPr>
        <w:pStyle w:val="QuestionResponse"/>
      </w:pPr>
      <w:r w:rsidRPr="000B73EF">
        <w:t>13</w:t>
      </w:r>
      <w:r w:rsidRPr="000B73EF">
        <w:tab/>
        <w:t>Hungary</w:t>
      </w:r>
    </w:p>
    <w:p w:rsidR="004D50BF" w:rsidRPr="000B73EF" w:rsidRDefault="004D50BF" w:rsidP="00371C3C">
      <w:pPr>
        <w:pStyle w:val="QuestionResponse"/>
      </w:pPr>
      <w:r w:rsidRPr="000B73EF">
        <w:t>14</w:t>
      </w:r>
      <w:r w:rsidRPr="000B73EF">
        <w:tab/>
        <w:t>Ireland</w:t>
      </w:r>
    </w:p>
    <w:p w:rsidR="004D50BF" w:rsidRPr="000B73EF" w:rsidRDefault="004D50BF" w:rsidP="00371C3C">
      <w:pPr>
        <w:pStyle w:val="QuestionResponse"/>
      </w:pPr>
      <w:r w:rsidRPr="000B73EF">
        <w:t>15</w:t>
      </w:r>
      <w:r w:rsidRPr="000B73EF">
        <w:tab/>
        <w:t>Italy</w:t>
      </w:r>
    </w:p>
    <w:p w:rsidR="004D50BF" w:rsidRPr="000B73EF" w:rsidRDefault="004D50BF" w:rsidP="00371C3C">
      <w:pPr>
        <w:pStyle w:val="QuestionResponse"/>
      </w:pPr>
      <w:r w:rsidRPr="000B73EF">
        <w:t>16</w:t>
      </w:r>
      <w:r w:rsidRPr="000B73EF">
        <w:tab/>
        <w:t>Latvia</w:t>
      </w:r>
    </w:p>
    <w:p w:rsidR="004D50BF" w:rsidRPr="000B73EF" w:rsidRDefault="004D50BF" w:rsidP="00371C3C">
      <w:pPr>
        <w:pStyle w:val="QuestionResponse"/>
      </w:pPr>
      <w:r w:rsidRPr="000B73EF">
        <w:t>17</w:t>
      </w:r>
      <w:r w:rsidRPr="000B73EF">
        <w:tab/>
        <w:t>Lithuania</w:t>
      </w:r>
    </w:p>
    <w:p w:rsidR="004D50BF" w:rsidRPr="000B73EF" w:rsidRDefault="004D50BF" w:rsidP="00371C3C">
      <w:pPr>
        <w:pStyle w:val="QuestionResponse"/>
      </w:pPr>
      <w:r w:rsidRPr="000B73EF">
        <w:t>18</w:t>
      </w:r>
      <w:r w:rsidRPr="000B73EF">
        <w:tab/>
        <w:t>Luxembourg</w:t>
      </w:r>
    </w:p>
    <w:p w:rsidR="004D50BF" w:rsidRPr="000B73EF" w:rsidRDefault="004D50BF" w:rsidP="00371C3C">
      <w:pPr>
        <w:pStyle w:val="QuestionResponse"/>
      </w:pPr>
      <w:r w:rsidRPr="000B73EF">
        <w:t>19</w:t>
      </w:r>
      <w:r w:rsidRPr="000B73EF">
        <w:tab/>
        <w:t>Malta</w:t>
      </w:r>
    </w:p>
    <w:p w:rsidR="004D50BF" w:rsidRPr="000B73EF" w:rsidRDefault="004D50BF" w:rsidP="00371C3C">
      <w:pPr>
        <w:pStyle w:val="QuestionResponse"/>
      </w:pPr>
      <w:r w:rsidRPr="000B73EF">
        <w:t>20</w:t>
      </w:r>
      <w:r w:rsidRPr="000B73EF">
        <w:tab/>
        <w:t>Netherlands</w:t>
      </w:r>
    </w:p>
    <w:p w:rsidR="004D50BF" w:rsidRPr="000B73EF" w:rsidRDefault="004D50BF" w:rsidP="00371C3C">
      <w:pPr>
        <w:pStyle w:val="QuestionResponse"/>
      </w:pPr>
      <w:r w:rsidRPr="000B73EF">
        <w:t>21</w:t>
      </w:r>
      <w:r w:rsidRPr="000B73EF">
        <w:tab/>
        <w:t>Poland</w:t>
      </w:r>
    </w:p>
    <w:p w:rsidR="004D50BF" w:rsidRPr="000B73EF" w:rsidRDefault="004D50BF" w:rsidP="00371C3C">
      <w:pPr>
        <w:pStyle w:val="QuestionResponse"/>
      </w:pPr>
      <w:r w:rsidRPr="000B73EF">
        <w:t>22</w:t>
      </w:r>
      <w:r w:rsidRPr="000B73EF">
        <w:tab/>
        <w:t>Portugal</w:t>
      </w:r>
    </w:p>
    <w:p w:rsidR="004D50BF" w:rsidRPr="000B73EF" w:rsidRDefault="004D50BF" w:rsidP="00371C3C">
      <w:pPr>
        <w:pStyle w:val="QuestionResponse"/>
      </w:pPr>
      <w:r w:rsidRPr="000B73EF">
        <w:t>23</w:t>
      </w:r>
      <w:r w:rsidRPr="000B73EF">
        <w:tab/>
        <w:t>Romania</w:t>
      </w:r>
    </w:p>
    <w:p w:rsidR="004D50BF" w:rsidRPr="000B73EF" w:rsidRDefault="004D50BF" w:rsidP="00371C3C">
      <w:pPr>
        <w:pStyle w:val="QuestionResponse"/>
      </w:pPr>
      <w:r w:rsidRPr="000B73EF">
        <w:t>24</w:t>
      </w:r>
      <w:r w:rsidRPr="000B73EF">
        <w:tab/>
        <w:t>Slovakia</w:t>
      </w:r>
    </w:p>
    <w:p w:rsidR="004D50BF" w:rsidRPr="000B73EF" w:rsidRDefault="004D50BF" w:rsidP="00371C3C">
      <w:pPr>
        <w:pStyle w:val="QuestionResponse"/>
      </w:pPr>
      <w:r w:rsidRPr="000B73EF">
        <w:t>25</w:t>
      </w:r>
      <w:r w:rsidRPr="000B73EF">
        <w:tab/>
        <w:t>Slovenia</w:t>
      </w:r>
    </w:p>
    <w:p w:rsidR="004D50BF" w:rsidRPr="000B73EF" w:rsidRDefault="004D50BF" w:rsidP="00371C3C">
      <w:pPr>
        <w:pStyle w:val="QuestionResponse"/>
      </w:pPr>
      <w:r w:rsidRPr="000B73EF">
        <w:t>26</w:t>
      </w:r>
      <w:r w:rsidRPr="000B73EF">
        <w:tab/>
        <w:t>Spain</w:t>
      </w:r>
    </w:p>
    <w:p w:rsidR="004D50BF" w:rsidRPr="000B73EF" w:rsidRDefault="004D50BF" w:rsidP="00371C3C">
      <w:pPr>
        <w:pStyle w:val="QuestionResponse"/>
      </w:pPr>
      <w:r w:rsidRPr="000B73EF">
        <w:t>27</w:t>
      </w:r>
      <w:r w:rsidRPr="000B73EF">
        <w:tab/>
        <w:t>Sweden</w:t>
      </w:r>
    </w:p>
    <w:p w:rsidR="004D50BF" w:rsidRPr="000B73EF" w:rsidRDefault="008863B8" w:rsidP="00371C3C">
      <w:pPr>
        <w:pStyle w:val="QuestionResponse"/>
      </w:pPr>
      <w:r>
        <w:t>96</w:t>
      </w:r>
      <w:r w:rsidR="004D50BF" w:rsidRPr="000B73EF">
        <w:tab/>
        <w:t>None</w:t>
      </w:r>
    </w:p>
    <w:p w:rsidR="004D50BF" w:rsidRPr="000B73EF" w:rsidRDefault="004D50BF" w:rsidP="00371C3C">
      <w:pPr>
        <w:pStyle w:val="QuestionResponse"/>
      </w:pPr>
      <w:r w:rsidRPr="000B73EF">
        <w:t>98</w:t>
      </w:r>
      <w:r w:rsidRPr="000B73EF">
        <w:tab/>
        <w:t>Don’t know</w:t>
      </w:r>
    </w:p>
    <w:p w:rsidR="004D50BF" w:rsidRPr="000B73EF" w:rsidRDefault="004D50BF" w:rsidP="00371C3C">
      <w:pPr>
        <w:pStyle w:val="QuestionResponseLast"/>
      </w:pPr>
      <w:r w:rsidRPr="000B73EF">
        <w:t>99</w:t>
      </w:r>
      <w:r w:rsidRPr="000B73EF">
        <w:tab/>
        <w:t>Refused</w:t>
      </w:r>
    </w:p>
    <w:p w:rsidR="001C76D8" w:rsidRPr="000B73EF" w:rsidRDefault="001C76D8" w:rsidP="001C76D8">
      <w:pPr>
        <w:pStyle w:val="QuestionInstruction"/>
        <w:rPr>
          <w:caps/>
        </w:rPr>
      </w:pPr>
      <w:r w:rsidRPr="000B73EF">
        <w:rPr>
          <w:caps/>
        </w:rPr>
        <w:lastRenderedPageBreak/>
        <w:t xml:space="preserve">ASK ALL </w:t>
      </w:r>
      <w:r w:rsidR="00E95EBA" w:rsidRPr="00E95EBA">
        <w:rPr>
          <w:caps/>
        </w:rPr>
        <w:t xml:space="preserve">IN Britain, Czech Republic, France, Germany, Greece, Italy, Poland, </w:t>
      </w:r>
      <w:r w:rsidR="00E95EBA">
        <w:rPr>
          <w:caps/>
        </w:rPr>
        <w:t xml:space="preserve">AND </w:t>
      </w:r>
      <w:r w:rsidR="00E95EBA" w:rsidRPr="00E95EBA">
        <w:rPr>
          <w:caps/>
        </w:rPr>
        <w:t>Spain ONLY</w:t>
      </w:r>
    </w:p>
    <w:p w:rsidR="004D50BF" w:rsidRPr="000B73EF" w:rsidRDefault="004D50BF" w:rsidP="00371C3C">
      <w:pPr>
        <w:pStyle w:val="Question"/>
        <w:rPr>
          <w:i/>
        </w:rPr>
      </w:pPr>
      <w:r w:rsidRPr="000B73EF">
        <w:rPr>
          <w:rFonts w:ascii="Tahoma" w:eastAsia="Calibri" w:hAnsi="Tahoma" w:cs="Tahoma"/>
          <w:b/>
          <w:sz w:val="16"/>
          <w:szCs w:val="16"/>
        </w:rPr>
        <w:t>Q</w:t>
      </w:r>
      <w:r w:rsidR="00F0662C" w:rsidRPr="000B73EF">
        <w:rPr>
          <w:rFonts w:ascii="Tahoma" w:eastAsia="Calibri" w:hAnsi="Tahoma" w:cs="Tahoma"/>
          <w:b/>
          <w:sz w:val="16"/>
          <w:szCs w:val="16"/>
        </w:rPr>
        <w:t>45</w:t>
      </w:r>
      <w:r w:rsidRPr="000B73EF">
        <w:rPr>
          <w:rFonts w:ascii="Tahoma" w:eastAsia="Calibri" w:hAnsi="Tahoma" w:cs="Tahoma"/>
          <w:b/>
          <w:sz w:val="16"/>
          <w:szCs w:val="16"/>
        </w:rPr>
        <w:t>a</w:t>
      </w:r>
      <w:r w:rsidRPr="000B73EF">
        <w:tab/>
        <w:t xml:space="preserve">In what European Union country, if any, are people the most </w:t>
      </w:r>
      <w:r w:rsidR="008F5331">
        <w:t>arrogant</w:t>
      </w:r>
      <w:r w:rsidRPr="000B73EF">
        <w:t xml:space="preserve">? (PRE-CODED OPEN END—DO NOT READ RESPONSE CATEGORIES) </w:t>
      </w:r>
    </w:p>
    <w:p w:rsidR="00371C3C" w:rsidRPr="000B73EF" w:rsidRDefault="00371C3C" w:rsidP="00371C3C">
      <w:pPr>
        <w:pStyle w:val="QuestionResponse"/>
      </w:pPr>
      <w:r w:rsidRPr="000B73EF">
        <w:t>1</w:t>
      </w:r>
      <w:r w:rsidRPr="000B73EF">
        <w:tab/>
        <w:t>Austria</w:t>
      </w:r>
    </w:p>
    <w:p w:rsidR="00371C3C" w:rsidRPr="000B73EF" w:rsidRDefault="00371C3C" w:rsidP="00371C3C">
      <w:pPr>
        <w:pStyle w:val="QuestionResponse"/>
      </w:pPr>
      <w:r w:rsidRPr="000B73EF">
        <w:t>2</w:t>
      </w:r>
      <w:r w:rsidRPr="000B73EF">
        <w:tab/>
        <w:t>Belgium</w:t>
      </w:r>
    </w:p>
    <w:p w:rsidR="00371C3C" w:rsidRPr="000B73EF" w:rsidRDefault="00371C3C" w:rsidP="00371C3C">
      <w:pPr>
        <w:pStyle w:val="QuestionResponse"/>
      </w:pPr>
      <w:r w:rsidRPr="000B73EF">
        <w:t>3</w:t>
      </w:r>
      <w:r w:rsidRPr="000B73EF">
        <w:tab/>
        <w:t>Bulgaria</w:t>
      </w:r>
    </w:p>
    <w:p w:rsidR="00371C3C" w:rsidRPr="000B73EF" w:rsidRDefault="00371C3C" w:rsidP="00371C3C">
      <w:pPr>
        <w:pStyle w:val="QuestionResponse"/>
      </w:pPr>
      <w:r w:rsidRPr="000B73EF">
        <w:t>4</w:t>
      </w:r>
      <w:r w:rsidRPr="000B73EF">
        <w:tab/>
        <w:t>Cyprus</w:t>
      </w:r>
    </w:p>
    <w:p w:rsidR="00371C3C" w:rsidRPr="000B73EF" w:rsidRDefault="00371C3C" w:rsidP="00371C3C">
      <w:pPr>
        <w:pStyle w:val="QuestionResponse"/>
      </w:pPr>
      <w:r w:rsidRPr="000B73EF">
        <w:t>5</w:t>
      </w:r>
      <w:r w:rsidRPr="000B73EF">
        <w:tab/>
        <w:t>Czech Republic</w:t>
      </w:r>
    </w:p>
    <w:p w:rsidR="00371C3C" w:rsidRPr="000B73EF" w:rsidRDefault="00371C3C" w:rsidP="00371C3C">
      <w:pPr>
        <w:pStyle w:val="QuestionResponse"/>
      </w:pPr>
      <w:r w:rsidRPr="000B73EF">
        <w:t>6</w:t>
      </w:r>
      <w:r w:rsidRPr="000B73EF">
        <w:tab/>
        <w:t>Denmark</w:t>
      </w:r>
    </w:p>
    <w:p w:rsidR="00371C3C" w:rsidRPr="000B73EF" w:rsidRDefault="00371C3C" w:rsidP="00371C3C">
      <w:pPr>
        <w:pStyle w:val="QuestionResponse"/>
      </w:pPr>
      <w:r w:rsidRPr="000B73EF">
        <w:t>7</w:t>
      </w:r>
      <w:r w:rsidRPr="000B73EF">
        <w:tab/>
        <w:t>Estonia</w:t>
      </w:r>
    </w:p>
    <w:p w:rsidR="00371C3C" w:rsidRPr="000B73EF" w:rsidRDefault="00371C3C" w:rsidP="00371C3C">
      <w:pPr>
        <w:pStyle w:val="QuestionResponse"/>
      </w:pPr>
      <w:r w:rsidRPr="000B73EF">
        <w:t>8</w:t>
      </w:r>
      <w:r w:rsidRPr="000B73EF">
        <w:tab/>
        <w:t>Finland</w:t>
      </w:r>
    </w:p>
    <w:p w:rsidR="00371C3C" w:rsidRPr="000B73EF" w:rsidRDefault="00371C3C" w:rsidP="00371C3C">
      <w:pPr>
        <w:pStyle w:val="QuestionResponse"/>
      </w:pPr>
      <w:r w:rsidRPr="000B73EF">
        <w:t>9</w:t>
      </w:r>
      <w:r w:rsidRPr="000B73EF">
        <w:tab/>
        <w:t>France</w:t>
      </w:r>
    </w:p>
    <w:p w:rsidR="00371C3C" w:rsidRPr="000B73EF" w:rsidRDefault="00371C3C" w:rsidP="00371C3C">
      <w:pPr>
        <w:pStyle w:val="QuestionResponse"/>
      </w:pPr>
      <w:r w:rsidRPr="000B73EF">
        <w:t>10</w:t>
      </w:r>
      <w:r w:rsidRPr="000B73EF">
        <w:tab/>
        <w:t>Germany</w:t>
      </w:r>
    </w:p>
    <w:p w:rsidR="00371C3C" w:rsidRPr="000B73EF" w:rsidRDefault="00371C3C" w:rsidP="00371C3C">
      <w:pPr>
        <w:pStyle w:val="QuestionResponse"/>
      </w:pPr>
      <w:r w:rsidRPr="000B73EF">
        <w:t>11</w:t>
      </w:r>
      <w:r w:rsidRPr="000B73EF">
        <w:tab/>
        <w:t>Great Britain/United Kingdom</w:t>
      </w:r>
    </w:p>
    <w:p w:rsidR="00371C3C" w:rsidRPr="000B73EF" w:rsidRDefault="00371C3C" w:rsidP="00371C3C">
      <w:pPr>
        <w:pStyle w:val="QuestionResponse"/>
      </w:pPr>
      <w:r w:rsidRPr="000B73EF">
        <w:t>12</w:t>
      </w:r>
      <w:r w:rsidRPr="000B73EF">
        <w:tab/>
        <w:t>Greece</w:t>
      </w:r>
    </w:p>
    <w:p w:rsidR="00371C3C" w:rsidRPr="000B73EF" w:rsidRDefault="00371C3C" w:rsidP="00371C3C">
      <w:pPr>
        <w:pStyle w:val="QuestionResponse"/>
      </w:pPr>
      <w:r w:rsidRPr="000B73EF">
        <w:t>13</w:t>
      </w:r>
      <w:r w:rsidRPr="000B73EF">
        <w:tab/>
        <w:t>Hungary</w:t>
      </w:r>
    </w:p>
    <w:p w:rsidR="00371C3C" w:rsidRPr="000B73EF" w:rsidRDefault="00371C3C" w:rsidP="00371C3C">
      <w:pPr>
        <w:pStyle w:val="QuestionResponse"/>
      </w:pPr>
      <w:r w:rsidRPr="000B73EF">
        <w:t>14</w:t>
      </w:r>
      <w:r w:rsidRPr="000B73EF">
        <w:tab/>
        <w:t>Ireland</w:t>
      </w:r>
    </w:p>
    <w:p w:rsidR="00371C3C" w:rsidRPr="000B73EF" w:rsidRDefault="00371C3C" w:rsidP="00371C3C">
      <w:pPr>
        <w:pStyle w:val="QuestionResponse"/>
      </w:pPr>
      <w:r w:rsidRPr="000B73EF">
        <w:t>15</w:t>
      </w:r>
      <w:r w:rsidRPr="000B73EF">
        <w:tab/>
        <w:t>Italy</w:t>
      </w:r>
    </w:p>
    <w:p w:rsidR="00371C3C" w:rsidRPr="000B73EF" w:rsidRDefault="00371C3C" w:rsidP="00371C3C">
      <w:pPr>
        <w:pStyle w:val="QuestionResponse"/>
      </w:pPr>
      <w:r w:rsidRPr="000B73EF">
        <w:t>16</w:t>
      </w:r>
      <w:r w:rsidRPr="000B73EF">
        <w:tab/>
        <w:t>Latvia</w:t>
      </w:r>
    </w:p>
    <w:p w:rsidR="00371C3C" w:rsidRPr="000B73EF" w:rsidRDefault="00371C3C" w:rsidP="00371C3C">
      <w:pPr>
        <w:pStyle w:val="QuestionResponse"/>
      </w:pPr>
      <w:r w:rsidRPr="000B73EF">
        <w:t>17</w:t>
      </w:r>
      <w:r w:rsidRPr="000B73EF">
        <w:tab/>
        <w:t>Lithuania</w:t>
      </w:r>
    </w:p>
    <w:p w:rsidR="00371C3C" w:rsidRPr="000B73EF" w:rsidRDefault="00371C3C" w:rsidP="00371C3C">
      <w:pPr>
        <w:pStyle w:val="QuestionResponse"/>
      </w:pPr>
      <w:r w:rsidRPr="000B73EF">
        <w:t>18</w:t>
      </w:r>
      <w:r w:rsidRPr="000B73EF">
        <w:tab/>
        <w:t>Luxembourg</w:t>
      </w:r>
    </w:p>
    <w:p w:rsidR="00371C3C" w:rsidRPr="000B73EF" w:rsidRDefault="00371C3C" w:rsidP="00371C3C">
      <w:pPr>
        <w:pStyle w:val="QuestionResponse"/>
      </w:pPr>
      <w:r w:rsidRPr="000B73EF">
        <w:t>19</w:t>
      </w:r>
      <w:r w:rsidRPr="000B73EF">
        <w:tab/>
        <w:t>Malta</w:t>
      </w:r>
    </w:p>
    <w:p w:rsidR="00371C3C" w:rsidRPr="000B73EF" w:rsidRDefault="00371C3C" w:rsidP="00371C3C">
      <w:pPr>
        <w:pStyle w:val="QuestionResponse"/>
      </w:pPr>
      <w:r w:rsidRPr="000B73EF">
        <w:t>20</w:t>
      </w:r>
      <w:r w:rsidRPr="000B73EF">
        <w:tab/>
        <w:t>Netherlands</w:t>
      </w:r>
    </w:p>
    <w:p w:rsidR="00371C3C" w:rsidRPr="000B73EF" w:rsidRDefault="00371C3C" w:rsidP="00371C3C">
      <w:pPr>
        <w:pStyle w:val="QuestionResponse"/>
      </w:pPr>
      <w:r w:rsidRPr="000B73EF">
        <w:t>21</w:t>
      </w:r>
      <w:r w:rsidRPr="000B73EF">
        <w:tab/>
        <w:t>Poland</w:t>
      </w:r>
    </w:p>
    <w:p w:rsidR="00371C3C" w:rsidRPr="000B73EF" w:rsidRDefault="00371C3C" w:rsidP="00371C3C">
      <w:pPr>
        <w:pStyle w:val="QuestionResponse"/>
      </w:pPr>
      <w:r w:rsidRPr="000B73EF">
        <w:t>22</w:t>
      </w:r>
      <w:r w:rsidRPr="000B73EF">
        <w:tab/>
        <w:t>Portugal</w:t>
      </w:r>
    </w:p>
    <w:p w:rsidR="00371C3C" w:rsidRPr="000B73EF" w:rsidRDefault="00371C3C" w:rsidP="00371C3C">
      <w:pPr>
        <w:pStyle w:val="QuestionResponse"/>
      </w:pPr>
      <w:r w:rsidRPr="000B73EF">
        <w:t>23</w:t>
      </w:r>
      <w:r w:rsidRPr="000B73EF">
        <w:tab/>
        <w:t>Romania</w:t>
      </w:r>
    </w:p>
    <w:p w:rsidR="00371C3C" w:rsidRPr="000B73EF" w:rsidRDefault="00371C3C" w:rsidP="00371C3C">
      <w:pPr>
        <w:pStyle w:val="QuestionResponse"/>
      </w:pPr>
      <w:r w:rsidRPr="000B73EF">
        <w:t>24</w:t>
      </w:r>
      <w:r w:rsidRPr="000B73EF">
        <w:tab/>
        <w:t>Slovakia</w:t>
      </w:r>
    </w:p>
    <w:p w:rsidR="00371C3C" w:rsidRPr="000B73EF" w:rsidRDefault="00371C3C" w:rsidP="00371C3C">
      <w:pPr>
        <w:pStyle w:val="QuestionResponse"/>
      </w:pPr>
      <w:r w:rsidRPr="000B73EF">
        <w:t>25</w:t>
      </w:r>
      <w:r w:rsidRPr="000B73EF">
        <w:tab/>
        <w:t>Slovenia</w:t>
      </w:r>
    </w:p>
    <w:p w:rsidR="00371C3C" w:rsidRPr="000B73EF" w:rsidRDefault="00371C3C" w:rsidP="00371C3C">
      <w:pPr>
        <w:pStyle w:val="QuestionResponse"/>
      </w:pPr>
      <w:r w:rsidRPr="000B73EF">
        <w:t>26</w:t>
      </w:r>
      <w:r w:rsidRPr="000B73EF">
        <w:tab/>
        <w:t>Spain</w:t>
      </w:r>
    </w:p>
    <w:p w:rsidR="00371C3C" w:rsidRPr="000B73EF" w:rsidRDefault="00371C3C" w:rsidP="00371C3C">
      <w:pPr>
        <w:pStyle w:val="QuestionResponse"/>
      </w:pPr>
      <w:r w:rsidRPr="000B73EF">
        <w:t>27</w:t>
      </w:r>
      <w:r w:rsidRPr="000B73EF">
        <w:tab/>
        <w:t>Sweden</w:t>
      </w:r>
    </w:p>
    <w:p w:rsidR="00371C3C" w:rsidRPr="000B73EF" w:rsidRDefault="008863B8" w:rsidP="00371C3C">
      <w:pPr>
        <w:pStyle w:val="QuestionResponse"/>
      </w:pPr>
      <w:r>
        <w:t>96</w:t>
      </w:r>
      <w:r w:rsidR="00371C3C" w:rsidRPr="000B73EF">
        <w:tab/>
        <w:t>None</w:t>
      </w:r>
    </w:p>
    <w:p w:rsidR="00371C3C" w:rsidRPr="000B73EF" w:rsidRDefault="00371C3C" w:rsidP="00371C3C">
      <w:pPr>
        <w:pStyle w:val="QuestionResponse"/>
      </w:pPr>
      <w:r w:rsidRPr="000B73EF">
        <w:t>98</w:t>
      </w:r>
      <w:r w:rsidRPr="000B73EF">
        <w:tab/>
        <w:t>Don’t know</w:t>
      </w:r>
    </w:p>
    <w:p w:rsidR="00371C3C" w:rsidRPr="000B73EF" w:rsidRDefault="00371C3C" w:rsidP="00371C3C">
      <w:pPr>
        <w:pStyle w:val="QuestionResponseLast"/>
      </w:pPr>
      <w:r w:rsidRPr="000B73EF">
        <w:t>99</w:t>
      </w:r>
      <w:r w:rsidRPr="000B73EF">
        <w:tab/>
        <w:t>Refused</w:t>
      </w:r>
    </w:p>
    <w:p w:rsidR="001C76D8" w:rsidRPr="000B73EF" w:rsidRDefault="001C76D8" w:rsidP="001C76D8">
      <w:pPr>
        <w:pStyle w:val="QuestionInstruction"/>
        <w:rPr>
          <w:caps/>
        </w:rPr>
      </w:pPr>
      <w:r w:rsidRPr="000B73EF">
        <w:rPr>
          <w:caps/>
        </w:rPr>
        <w:lastRenderedPageBreak/>
        <w:t xml:space="preserve">ASK ALL </w:t>
      </w:r>
      <w:r w:rsidR="00E95EBA" w:rsidRPr="00E95EBA">
        <w:rPr>
          <w:caps/>
        </w:rPr>
        <w:t xml:space="preserve">IN Britain, Czech Republic, France, Germany, Greece, Italy, Poland, </w:t>
      </w:r>
      <w:r w:rsidR="00E95EBA">
        <w:rPr>
          <w:caps/>
        </w:rPr>
        <w:t xml:space="preserve">AND </w:t>
      </w:r>
      <w:r w:rsidR="00E95EBA" w:rsidRPr="00E95EBA">
        <w:rPr>
          <w:caps/>
        </w:rPr>
        <w:t>Spain ONLY</w:t>
      </w:r>
    </w:p>
    <w:p w:rsidR="004D50BF" w:rsidRPr="000B73EF" w:rsidRDefault="004D50BF" w:rsidP="00371C3C">
      <w:pPr>
        <w:pStyle w:val="Question"/>
        <w:rPr>
          <w:i/>
        </w:rPr>
      </w:pPr>
      <w:r w:rsidRPr="000B73EF">
        <w:rPr>
          <w:rFonts w:ascii="Tahoma" w:eastAsia="Calibri" w:hAnsi="Tahoma" w:cs="Tahoma"/>
          <w:b/>
          <w:sz w:val="16"/>
          <w:szCs w:val="16"/>
        </w:rPr>
        <w:t>Q</w:t>
      </w:r>
      <w:r w:rsidR="00F0662C" w:rsidRPr="000B73EF">
        <w:rPr>
          <w:rFonts w:ascii="Tahoma" w:eastAsia="Calibri" w:hAnsi="Tahoma" w:cs="Tahoma"/>
          <w:b/>
          <w:sz w:val="16"/>
          <w:szCs w:val="16"/>
        </w:rPr>
        <w:t>45</w:t>
      </w:r>
      <w:r w:rsidRPr="000B73EF">
        <w:rPr>
          <w:rFonts w:ascii="Tahoma" w:eastAsia="Calibri" w:hAnsi="Tahoma" w:cs="Tahoma"/>
          <w:b/>
          <w:sz w:val="16"/>
          <w:szCs w:val="16"/>
        </w:rPr>
        <w:t>b</w:t>
      </w:r>
      <w:r w:rsidRPr="000B73EF">
        <w:tab/>
        <w:t xml:space="preserve">In what European Union country, if any, are people the least </w:t>
      </w:r>
      <w:r w:rsidR="008F5331">
        <w:t>arrogant</w:t>
      </w:r>
      <w:r w:rsidRPr="000B73EF">
        <w:t xml:space="preserve">? (PRE-CODED OPEN END—DO NOT READ RESPONSE CATEGORIES) </w:t>
      </w:r>
    </w:p>
    <w:p w:rsidR="00371C3C" w:rsidRPr="000B73EF" w:rsidRDefault="00371C3C" w:rsidP="00371C3C">
      <w:pPr>
        <w:pStyle w:val="QuestionResponse"/>
      </w:pPr>
      <w:r w:rsidRPr="000B73EF">
        <w:t>1</w:t>
      </w:r>
      <w:r w:rsidRPr="000B73EF">
        <w:tab/>
        <w:t>Austria</w:t>
      </w:r>
    </w:p>
    <w:p w:rsidR="00371C3C" w:rsidRPr="000B73EF" w:rsidRDefault="00371C3C" w:rsidP="00371C3C">
      <w:pPr>
        <w:pStyle w:val="QuestionResponse"/>
      </w:pPr>
      <w:r w:rsidRPr="000B73EF">
        <w:t>2</w:t>
      </w:r>
      <w:r w:rsidRPr="000B73EF">
        <w:tab/>
        <w:t>Belgium</w:t>
      </w:r>
    </w:p>
    <w:p w:rsidR="00371C3C" w:rsidRPr="000B73EF" w:rsidRDefault="00371C3C" w:rsidP="00371C3C">
      <w:pPr>
        <w:pStyle w:val="QuestionResponse"/>
      </w:pPr>
      <w:r w:rsidRPr="000B73EF">
        <w:t>3</w:t>
      </w:r>
      <w:r w:rsidRPr="000B73EF">
        <w:tab/>
        <w:t>Bulgaria</w:t>
      </w:r>
    </w:p>
    <w:p w:rsidR="00371C3C" w:rsidRPr="000B73EF" w:rsidRDefault="00371C3C" w:rsidP="00371C3C">
      <w:pPr>
        <w:pStyle w:val="QuestionResponse"/>
      </w:pPr>
      <w:r w:rsidRPr="000B73EF">
        <w:t>4</w:t>
      </w:r>
      <w:r w:rsidRPr="000B73EF">
        <w:tab/>
        <w:t>Cyprus</w:t>
      </w:r>
    </w:p>
    <w:p w:rsidR="00371C3C" w:rsidRPr="000B73EF" w:rsidRDefault="00371C3C" w:rsidP="00371C3C">
      <w:pPr>
        <w:pStyle w:val="QuestionResponse"/>
      </w:pPr>
      <w:r w:rsidRPr="000B73EF">
        <w:t>5</w:t>
      </w:r>
      <w:r w:rsidRPr="000B73EF">
        <w:tab/>
        <w:t>Czech Republic</w:t>
      </w:r>
    </w:p>
    <w:p w:rsidR="00371C3C" w:rsidRPr="000B73EF" w:rsidRDefault="00371C3C" w:rsidP="00371C3C">
      <w:pPr>
        <w:pStyle w:val="QuestionResponse"/>
      </w:pPr>
      <w:r w:rsidRPr="000B73EF">
        <w:t>6</w:t>
      </w:r>
      <w:r w:rsidRPr="000B73EF">
        <w:tab/>
        <w:t>Denmark</w:t>
      </w:r>
    </w:p>
    <w:p w:rsidR="00371C3C" w:rsidRPr="000B73EF" w:rsidRDefault="00371C3C" w:rsidP="00371C3C">
      <w:pPr>
        <w:pStyle w:val="QuestionResponse"/>
      </w:pPr>
      <w:r w:rsidRPr="000B73EF">
        <w:t>7</w:t>
      </w:r>
      <w:r w:rsidRPr="000B73EF">
        <w:tab/>
        <w:t>Estonia</w:t>
      </w:r>
    </w:p>
    <w:p w:rsidR="00371C3C" w:rsidRPr="000B73EF" w:rsidRDefault="00371C3C" w:rsidP="00371C3C">
      <w:pPr>
        <w:pStyle w:val="QuestionResponse"/>
      </w:pPr>
      <w:r w:rsidRPr="000B73EF">
        <w:t>8</w:t>
      </w:r>
      <w:r w:rsidRPr="000B73EF">
        <w:tab/>
        <w:t>Finland</w:t>
      </w:r>
    </w:p>
    <w:p w:rsidR="00371C3C" w:rsidRPr="000B73EF" w:rsidRDefault="00371C3C" w:rsidP="00371C3C">
      <w:pPr>
        <w:pStyle w:val="QuestionResponse"/>
      </w:pPr>
      <w:r w:rsidRPr="000B73EF">
        <w:t>9</w:t>
      </w:r>
      <w:r w:rsidRPr="000B73EF">
        <w:tab/>
        <w:t>France</w:t>
      </w:r>
    </w:p>
    <w:p w:rsidR="00371C3C" w:rsidRPr="000B73EF" w:rsidRDefault="00371C3C" w:rsidP="00371C3C">
      <w:pPr>
        <w:pStyle w:val="QuestionResponse"/>
      </w:pPr>
      <w:r w:rsidRPr="000B73EF">
        <w:t>10</w:t>
      </w:r>
      <w:r w:rsidRPr="000B73EF">
        <w:tab/>
        <w:t>Germany</w:t>
      </w:r>
    </w:p>
    <w:p w:rsidR="00371C3C" w:rsidRPr="000B73EF" w:rsidRDefault="00371C3C" w:rsidP="00371C3C">
      <w:pPr>
        <w:pStyle w:val="QuestionResponse"/>
      </w:pPr>
      <w:r w:rsidRPr="000B73EF">
        <w:t>11</w:t>
      </w:r>
      <w:r w:rsidRPr="000B73EF">
        <w:tab/>
        <w:t>Great Britain/United Kingdom</w:t>
      </w:r>
    </w:p>
    <w:p w:rsidR="00371C3C" w:rsidRPr="000B73EF" w:rsidRDefault="00371C3C" w:rsidP="00371C3C">
      <w:pPr>
        <w:pStyle w:val="QuestionResponse"/>
      </w:pPr>
      <w:r w:rsidRPr="000B73EF">
        <w:t>12</w:t>
      </w:r>
      <w:r w:rsidRPr="000B73EF">
        <w:tab/>
        <w:t>Greece</w:t>
      </w:r>
    </w:p>
    <w:p w:rsidR="00371C3C" w:rsidRPr="000B73EF" w:rsidRDefault="00371C3C" w:rsidP="00371C3C">
      <w:pPr>
        <w:pStyle w:val="QuestionResponse"/>
      </w:pPr>
      <w:r w:rsidRPr="000B73EF">
        <w:t>13</w:t>
      </w:r>
      <w:r w:rsidRPr="000B73EF">
        <w:tab/>
        <w:t>Hungary</w:t>
      </w:r>
    </w:p>
    <w:p w:rsidR="00371C3C" w:rsidRPr="000B73EF" w:rsidRDefault="00371C3C" w:rsidP="00371C3C">
      <w:pPr>
        <w:pStyle w:val="QuestionResponse"/>
      </w:pPr>
      <w:r w:rsidRPr="000B73EF">
        <w:t>14</w:t>
      </w:r>
      <w:r w:rsidRPr="000B73EF">
        <w:tab/>
        <w:t>Ireland</w:t>
      </w:r>
    </w:p>
    <w:p w:rsidR="00371C3C" w:rsidRPr="000B73EF" w:rsidRDefault="00371C3C" w:rsidP="00371C3C">
      <w:pPr>
        <w:pStyle w:val="QuestionResponse"/>
      </w:pPr>
      <w:r w:rsidRPr="000B73EF">
        <w:t>15</w:t>
      </w:r>
      <w:r w:rsidRPr="000B73EF">
        <w:tab/>
        <w:t>Italy</w:t>
      </w:r>
    </w:p>
    <w:p w:rsidR="00371C3C" w:rsidRPr="000B73EF" w:rsidRDefault="00371C3C" w:rsidP="00371C3C">
      <w:pPr>
        <w:pStyle w:val="QuestionResponse"/>
      </w:pPr>
      <w:r w:rsidRPr="000B73EF">
        <w:t>16</w:t>
      </w:r>
      <w:r w:rsidRPr="000B73EF">
        <w:tab/>
        <w:t>Latvia</w:t>
      </w:r>
    </w:p>
    <w:p w:rsidR="00371C3C" w:rsidRPr="000B73EF" w:rsidRDefault="00371C3C" w:rsidP="00371C3C">
      <w:pPr>
        <w:pStyle w:val="QuestionResponse"/>
      </w:pPr>
      <w:r w:rsidRPr="000B73EF">
        <w:t>17</w:t>
      </w:r>
      <w:r w:rsidRPr="000B73EF">
        <w:tab/>
        <w:t>Lithuania</w:t>
      </w:r>
    </w:p>
    <w:p w:rsidR="00371C3C" w:rsidRPr="000B73EF" w:rsidRDefault="00371C3C" w:rsidP="00371C3C">
      <w:pPr>
        <w:pStyle w:val="QuestionResponse"/>
      </w:pPr>
      <w:r w:rsidRPr="000B73EF">
        <w:t>18</w:t>
      </w:r>
      <w:r w:rsidRPr="000B73EF">
        <w:tab/>
        <w:t>Luxembourg</w:t>
      </w:r>
    </w:p>
    <w:p w:rsidR="00371C3C" w:rsidRPr="000B73EF" w:rsidRDefault="00371C3C" w:rsidP="00371C3C">
      <w:pPr>
        <w:pStyle w:val="QuestionResponse"/>
      </w:pPr>
      <w:r w:rsidRPr="000B73EF">
        <w:t>19</w:t>
      </w:r>
      <w:r w:rsidRPr="000B73EF">
        <w:tab/>
        <w:t>Malta</w:t>
      </w:r>
    </w:p>
    <w:p w:rsidR="00371C3C" w:rsidRPr="000B73EF" w:rsidRDefault="00371C3C" w:rsidP="00371C3C">
      <w:pPr>
        <w:pStyle w:val="QuestionResponse"/>
      </w:pPr>
      <w:r w:rsidRPr="000B73EF">
        <w:t>20</w:t>
      </w:r>
      <w:r w:rsidRPr="000B73EF">
        <w:tab/>
        <w:t>Netherlands</w:t>
      </w:r>
    </w:p>
    <w:p w:rsidR="00371C3C" w:rsidRPr="000B73EF" w:rsidRDefault="00371C3C" w:rsidP="00371C3C">
      <w:pPr>
        <w:pStyle w:val="QuestionResponse"/>
      </w:pPr>
      <w:r w:rsidRPr="000B73EF">
        <w:t>21</w:t>
      </w:r>
      <w:r w:rsidRPr="000B73EF">
        <w:tab/>
        <w:t>Poland</w:t>
      </w:r>
    </w:p>
    <w:p w:rsidR="00371C3C" w:rsidRPr="000B73EF" w:rsidRDefault="00371C3C" w:rsidP="00371C3C">
      <w:pPr>
        <w:pStyle w:val="QuestionResponse"/>
      </w:pPr>
      <w:r w:rsidRPr="000B73EF">
        <w:t>22</w:t>
      </w:r>
      <w:r w:rsidRPr="000B73EF">
        <w:tab/>
        <w:t>Portugal</w:t>
      </w:r>
    </w:p>
    <w:p w:rsidR="00371C3C" w:rsidRPr="000B73EF" w:rsidRDefault="00371C3C" w:rsidP="00371C3C">
      <w:pPr>
        <w:pStyle w:val="QuestionResponse"/>
      </w:pPr>
      <w:r w:rsidRPr="000B73EF">
        <w:t>23</w:t>
      </w:r>
      <w:r w:rsidRPr="000B73EF">
        <w:tab/>
        <w:t>Romania</w:t>
      </w:r>
    </w:p>
    <w:p w:rsidR="00371C3C" w:rsidRPr="000B73EF" w:rsidRDefault="00371C3C" w:rsidP="00371C3C">
      <w:pPr>
        <w:pStyle w:val="QuestionResponse"/>
      </w:pPr>
      <w:r w:rsidRPr="000B73EF">
        <w:t>24</w:t>
      </w:r>
      <w:r w:rsidRPr="000B73EF">
        <w:tab/>
        <w:t>Slovakia</w:t>
      </w:r>
    </w:p>
    <w:p w:rsidR="00371C3C" w:rsidRPr="000B73EF" w:rsidRDefault="00371C3C" w:rsidP="00371C3C">
      <w:pPr>
        <w:pStyle w:val="QuestionResponse"/>
      </w:pPr>
      <w:r w:rsidRPr="000B73EF">
        <w:t>25</w:t>
      </w:r>
      <w:r w:rsidRPr="000B73EF">
        <w:tab/>
        <w:t>Slovenia</w:t>
      </w:r>
    </w:p>
    <w:p w:rsidR="00371C3C" w:rsidRPr="000B73EF" w:rsidRDefault="00371C3C" w:rsidP="00371C3C">
      <w:pPr>
        <w:pStyle w:val="QuestionResponse"/>
      </w:pPr>
      <w:r w:rsidRPr="000B73EF">
        <w:t>26</w:t>
      </w:r>
      <w:r w:rsidRPr="000B73EF">
        <w:tab/>
        <w:t>Spain</w:t>
      </w:r>
    </w:p>
    <w:p w:rsidR="00371C3C" w:rsidRPr="000B73EF" w:rsidRDefault="00371C3C" w:rsidP="00371C3C">
      <w:pPr>
        <w:pStyle w:val="QuestionResponse"/>
      </w:pPr>
      <w:r w:rsidRPr="000B73EF">
        <w:t>27</w:t>
      </w:r>
      <w:r w:rsidRPr="000B73EF">
        <w:tab/>
        <w:t>Sweden</w:t>
      </w:r>
    </w:p>
    <w:p w:rsidR="00371C3C" w:rsidRPr="000B73EF" w:rsidRDefault="008863B8" w:rsidP="00371C3C">
      <w:pPr>
        <w:pStyle w:val="QuestionResponse"/>
      </w:pPr>
      <w:r>
        <w:t>96</w:t>
      </w:r>
      <w:r w:rsidR="00371C3C" w:rsidRPr="000B73EF">
        <w:tab/>
        <w:t>None</w:t>
      </w:r>
    </w:p>
    <w:p w:rsidR="00371C3C" w:rsidRPr="000B73EF" w:rsidRDefault="00371C3C" w:rsidP="00371C3C">
      <w:pPr>
        <w:pStyle w:val="QuestionResponse"/>
      </w:pPr>
      <w:r w:rsidRPr="000B73EF">
        <w:t>98</w:t>
      </w:r>
      <w:r w:rsidRPr="000B73EF">
        <w:tab/>
        <w:t>Don’t know</w:t>
      </w:r>
    </w:p>
    <w:p w:rsidR="00371C3C" w:rsidRPr="000B73EF" w:rsidRDefault="00371C3C" w:rsidP="00371C3C">
      <w:pPr>
        <w:pStyle w:val="QuestionResponseLast"/>
      </w:pPr>
      <w:r w:rsidRPr="000B73EF">
        <w:t>99</w:t>
      </w:r>
      <w:r w:rsidRPr="000B73EF">
        <w:tab/>
        <w:t>Refused</w:t>
      </w:r>
    </w:p>
    <w:p w:rsidR="001C76D8" w:rsidRPr="000B73EF" w:rsidRDefault="001C76D8" w:rsidP="001C76D8">
      <w:pPr>
        <w:pStyle w:val="QuestionInstruction"/>
        <w:rPr>
          <w:caps/>
        </w:rPr>
      </w:pPr>
      <w:r w:rsidRPr="000B73EF">
        <w:rPr>
          <w:caps/>
        </w:rPr>
        <w:lastRenderedPageBreak/>
        <w:t xml:space="preserve">ASK ALL </w:t>
      </w:r>
      <w:r w:rsidR="00E95EBA" w:rsidRPr="00E95EBA">
        <w:rPr>
          <w:caps/>
        </w:rPr>
        <w:t xml:space="preserve">IN Britain, Czech Republic, France, Germany, Greece, Italy, Poland, </w:t>
      </w:r>
      <w:r w:rsidR="00E95EBA">
        <w:rPr>
          <w:caps/>
        </w:rPr>
        <w:t xml:space="preserve">AND </w:t>
      </w:r>
      <w:r w:rsidR="00E95EBA" w:rsidRPr="00E95EBA">
        <w:rPr>
          <w:caps/>
        </w:rPr>
        <w:t>Spain ONLY</w:t>
      </w:r>
    </w:p>
    <w:p w:rsidR="00F0662C" w:rsidRPr="000B73EF" w:rsidRDefault="00F0662C" w:rsidP="00371C3C">
      <w:pPr>
        <w:pStyle w:val="Question"/>
        <w:rPr>
          <w:i/>
        </w:rPr>
      </w:pPr>
      <w:r w:rsidRPr="000B73EF">
        <w:rPr>
          <w:rFonts w:ascii="Tahoma" w:eastAsia="Calibri" w:hAnsi="Tahoma" w:cs="Tahoma"/>
          <w:b/>
          <w:sz w:val="16"/>
          <w:szCs w:val="16"/>
        </w:rPr>
        <w:t>Q</w:t>
      </w:r>
      <w:r w:rsidR="002E28C8" w:rsidRPr="000B73EF">
        <w:rPr>
          <w:rFonts w:ascii="Tahoma" w:eastAsia="Calibri" w:hAnsi="Tahoma" w:cs="Tahoma"/>
          <w:b/>
          <w:sz w:val="16"/>
          <w:szCs w:val="16"/>
        </w:rPr>
        <w:t>46</w:t>
      </w:r>
      <w:r w:rsidRPr="000B73EF">
        <w:rPr>
          <w:rFonts w:ascii="Tahoma" w:eastAsia="Calibri" w:hAnsi="Tahoma" w:cs="Tahoma"/>
          <w:b/>
          <w:sz w:val="16"/>
          <w:szCs w:val="16"/>
        </w:rPr>
        <w:t>a</w:t>
      </w:r>
      <w:r w:rsidRPr="000B73EF">
        <w:tab/>
        <w:t>In what European Union country, if any, are people the most compassionate? (PRE-CODED OPEN END—D</w:t>
      </w:r>
      <w:r w:rsidR="0093799E">
        <w:t>O NOT READ RESPONSE CATEGORIES)</w:t>
      </w:r>
    </w:p>
    <w:p w:rsidR="00371C3C" w:rsidRPr="000B73EF" w:rsidRDefault="00371C3C" w:rsidP="00371C3C">
      <w:pPr>
        <w:pStyle w:val="QuestionResponse"/>
      </w:pPr>
      <w:r w:rsidRPr="000B73EF">
        <w:t>1</w:t>
      </w:r>
      <w:r w:rsidRPr="000B73EF">
        <w:tab/>
        <w:t>Austria</w:t>
      </w:r>
    </w:p>
    <w:p w:rsidR="00371C3C" w:rsidRPr="000B73EF" w:rsidRDefault="00371C3C" w:rsidP="00371C3C">
      <w:pPr>
        <w:pStyle w:val="QuestionResponse"/>
      </w:pPr>
      <w:r w:rsidRPr="000B73EF">
        <w:t>2</w:t>
      </w:r>
      <w:r w:rsidRPr="000B73EF">
        <w:tab/>
        <w:t>Belgium</w:t>
      </w:r>
    </w:p>
    <w:p w:rsidR="00371C3C" w:rsidRPr="000B73EF" w:rsidRDefault="00371C3C" w:rsidP="00371C3C">
      <w:pPr>
        <w:pStyle w:val="QuestionResponse"/>
      </w:pPr>
      <w:r w:rsidRPr="000B73EF">
        <w:t>3</w:t>
      </w:r>
      <w:r w:rsidRPr="000B73EF">
        <w:tab/>
        <w:t>Bulgaria</w:t>
      </w:r>
    </w:p>
    <w:p w:rsidR="00371C3C" w:rsidRPr="000B73EF" w:rsidRDefault="00371C3C" w:rsidP="00371C3C">
      <w:pPr>
        <w:pStyle w:val="QuestionResponse"/>
      </w:pPr>
      <w:r w:rsidRPr="000B73EF">
        <w:t>4</w:t>
      </w:r>
      <w:r w:rsidRPr="000B73EF">
        <w:tab/>
        <w:t>Cyprus</w:t>
      </w:r>
    </w:p>
    <w:p w:rsidR="00371C3C" w:rsidRPr="000B73EF" w:rsidRDefault="00371C3C" w:rsidP="00371C3C">
      <w:pPr>
        <w:pStyle w:val="QuestionResponse"/>
      </w:pPr>
      <w:r w:rsidRPr="000B73EF">
        <w:t>5</w:t>
      </w:r>
      <w:r w:rsidRPr="000B73EF">
        <w:tab/>
        <w:t>Czech Republic</w:t>
      </w:r>
    </w:p>
    <w:p w:rsidR="00371C3C" w:rsidRPr="000B73EF" w:rsidRDefault="00371C3C" w:rsidP="00371C3C">
      <w:pPr>
        <w:pStyle w:val="QuestionResponse"/>
      </w:pPr>
      <w:r w:rsidRPr="000B73EF">
        <w:t>6</w:t>
      </w:r>
      <w:r w:rsidRPr="000B73EF">
        <w:tab/>
        <w:t>Denmark</w:t>
      </w:r>
    </w:p>
    <w:p w:rsidR="00371C3C" w:rsidRPr="000B73EF" w:rsidRDefault="00371C3C" w:rsidP="00371C3C">
      <w:pPr>
        <w:pStyle w:val="QuestionResponse"/>
      </w:pPr>
      <w:r w:rsidRPr="000B73EF">
        <w:t>7</w:t>
      </w:r>
      <w:r w:rsidRPr="000B73EF">
        <w:tab/>
        <w:t>Estonia</w:t>
      </w:r>
    </w:p>
    <w:p w:rsidR="00371C3C" w:rsidRPr="000B73EF" w:rsidRDefault="00371C3C" w:rsidP="00371C3C">
      <w:pPr>
        <w:pStyle w:val="QuestionResponse"/>
      </w:pPr>
      <w:r w:rsidRPr="000B73EF">
        <w:t>8</w:t>
      </w:r>
      <w:r w:rsidRPr="000B73EF">
        <w:tab/>
        <w:t>Finland</w:t>
      </w:r>
    </w:p>
    <w:p w:rsidR="00371C3C" w:rsidRPr="000B73EF" w:rsidRDefault="00371C3C" w:rsidP="00371C3C">
      <w:pPr>
        <w:pStyle w:val="QuestionResponse"/>
      </w:pPr>
      <w:r w:rsidRPr="000B73EF">
        <w:t>9</w:t>
      </w:r>
      <w:r w:rsidRPr="000B73EF">
        <w:tab/>
        <w:t>France</w:t>
      </w:r>
    </w:p>
    <w:p w:rsidR="00371C3C" w:rsidRPr="000B73EF" w:rsidRDefault="00371C3C" w:rsidP="00371C3C">
      <w:pPr>
        <w:pStyle w:val="QuestionResponse"/>
      </w:pPr>
      <w:r w:rsidRPr="000B73EF">
        <w:t>10</w:t>
      </w:r>
      <w:r w:rsidRPr="000B73EF">
        <w:tab/>
        <w:t>Germany</w:t>
      </w:r>
    </w:p>
    <w:p w:rsidR="00371C3C" w:rsidRPr="000B73EF" w:rsidRDefault="00371C3C" w:rsidP="00371C3C">
      <w:pPr>
        <w:pStyle w:val="QuestionResponse"/>
      </w:pPr>
      <w:r w:rsidRPr="000B73EF">
        <w:t>11</w:t>
      </w:r>
      <w:r w:rsidRPr="000B73EF">
        <w:tab/>
        <w:t>Great Britain/United Kingdom</w:t>
      </w:r>
    </w:p>
    <w:p w:rsidR="00371C3C" w:rsidRPr="000B73EF" w:rsidRDefault="00371C3C" w:rsidP="00371C3C">
      <w:pPr>
        <w:pStyle w:val="QuestionResponse"/>
      </w:pPr>
      <w:r w:rsidRPr="000B73EF">
        <w:t>12</w:t>
      </w:r>
      <w:r w:rsidRPr="000B73EF">
        <w:tab/>
        <w:t>Greece</w:t>
      </w:r>
    </w:p>
    <w:p w:rsidR="00371C3C" w:rsidRPr="000B73EF" w:rsidRDefault="00371C3C" w:rsidP="00371C3C">
      <w:pPr>
        <w:pStyle w:val="QuestionResponse"/>
      </w:pPr>
      <w:r w:rsidRPr="000B73EF">
        <w:t>13</w:t>
      </w:r>
      <w:r w:rsidRPr="000B73EF">
        <w:tab/>
        <w:t>Hungary</w:t>
      </w:r>
    </w:p>
    <w:p w:rsidR="00371C3C" w:rsidRPr="000B73EF" w:rsidRDefault="00371C3C" w:rsidP="00371C3C">
      <w:pPr>
        <w:pStyle w:val="QuestionResponse"/>
      </w:pPr>
      <w:r w:rsidRPr="000B73EF">
        <w:t>14</w:t>
      </w:r>
      <w:r w:rsidRPr="000B73EF">
        <w:tab/>
        <w:t>Ireland</w:t>
      </w:r>
    </w:p>
    <w:p w:rsidR="00371C3C" w:rsidRPr="000B73EF" w:rsidRDefault="00371C3C" w:rsidP="00371C3C">
      <w:pPr>
        <w:pStyle w:val="QuestionResponse"/>
      </w:pPr>
      <w:r w:rsidRPr="000B73EF">
        <w:t>15</w:t>
      </w:r>
      <w:r w:rsidRPr="000B73EF">
        <w:tab/>
        <w:t>Italy</w:t>
      </w:r>
    </w:p>
    <w:p w:rsidR="00371C3C" w:rsidRPr="000B73EF" w:rsidRDefault="00371C3C" w:rsidP="00371C3C">
      <w:pPr>
        <w:pStyle w:val="QuestionResponse"/>
      </w:pPr>
      <w:r w:rsidRPr="000B73EF">
        <w:t>16</w:t>
      </w:r>
      <w:r w:rsidRPr="000B73EF">
        <w:tab/>
        <w:t>Latvia</w:t>
      </w:r>
    </w:p>
    <w:p w:rsidR="00371C3C" w:rsidRPr="000B73EF" w:rsidRDefault="00371C3C" w:rsidP="00371C3C">
      <w:pPr>
        <w:pStyle w:val="QuestionResponse"/>
      </w:pPr>
      <w:r w:rsidRPr="000B73EF">
        <w:t>17</w:t>
      </w:r>
      <w:r w:rsidRPr="000B73EF">
        <w:tab/>
        <w:t>Lithuania</w:t>
      </w:r>
    </w:p>
    <w:p w:rsidR="00371C3C" w:rsidRPr="000B73EF" w:rsidRDefault="00371C3C" w:rsidP="00371C3C">
      <w:pPr>
        <w:pStyle w:val="QuestionResponse"/>
      </w:pPr>
      <w:r w:rsidRPr="000B73EF">
        <w:t>18</w:t>
      </w:r>
      <w:r w:rsidRPr="000B73EF">
        <w:tab/>
        <w:t>Luxembourg</w:t>
      </w:r>
    </w:p>
    <w:p w:rsidR="00371C3C" w:rsidRPr="000B73EF" w:rsidRDefault="00371C3C" w:rsidP="00371C3C">
      <w:pPr>
        <w:pStyle w:val="QuestionResponse"/>
      </w:pPr>
      <w:r w:rsidRPr="000B73EF">
        <w:t>19</w:t>
      </w:r>
      <w:r w:rsidRPr="000B73EF">
        <w:tab/>
        <w:t>Malta</w:t>
      </w:r>
    </w:p>
    <w:p w:rsidR="00371C3C" w:rsidRPr="000B73EF" w:rsidRDefault="00371C3C" w:rsidP="00371C3C">
      <w:pPr>
        <w:pStyle w:val="QuestionResponse"/>
      </w:pPr>
      <w:r w:rsidRPr="000B73EF">
        <w:t>20</w:t>
      </w:r>
      <w:r w:rsidRPr="000B73EF">
        <w:tab/>
        <w:t>Netherlands</w:t>
      </w:r>
    </w:p>
    <w:p w:rsidR="00371C3C" w:rsidRPr="000B73EF" w:rsidRDefault="00371C3C" w:rsidP="00371C3C">
      <w:pPr>
        <w:pStyle w:val="QuestionResponse"/>
      </w:pPr>
      <w:r w:rsidRPr="000B73EF">
        <w:t>21</w:t>
      </w:r>
      <w:r w:rsidRPr="000B73EF">
        <w:tab/>
        <w:t>Poland</w:t>
      </w:r>
    </w:p>
    <w:p w:rsidR="00371C3C" w:rsidRPr="000B73EF" w:rsidRDefault="00371C3C" w:rsidP="00371C3C">
      <w:pPr>
        <w:pStyle w:val="QuestionResponse"/>
      </w:pPr>
      <w:r w:rsidRPr="000B73EF">
        <w:t>22</w:t>
      </w:r>
      <w:r w:rsidRPr="000B73EF">
        <w:tab/>
        <w:t>Portugal</w:t>
      </w:r>
    </w:p>
    <w:p w:rsidR="00371C3C" w:rsidRPr="000B73EF" w:rsidRDefault="00371C3C" w:rsidP="00371C3C">
      <w:pPr>
        <w:pStyle w:val="QuestionResponse"/>
      </w:pPr>
      <w:r w:rsidRPr="000B73EF">
        <w:t>23</w:t>
      </w:r>
      <w:r w:rsidRPr="000B73EF">
        <w:tab/>
        <w:t>Romania</w:t>
      </w:r>
    </w:p>
    <w:p w:rsidR="00371C3C" w:rsidRPr="000B73EF" w:rsidRDefault="00371C3C" w:rsidP="00371C3C">
      <w:pPr>
        <w:pStyle w:val="QuestionResponse"/>
      </w:pPr>
      <w:r w:rsidRPr="000B73EF">
        <w:t>24</w:t>
      </w:r>
      <w:r w:rsidRPr="000B73EF">
        <w:tab/>
        <w:t>Slovakia</w:t>
      </w:r>
    </w:p>
    <w:p w:rsidR="00371C3C" w:rsidRPr="000B73EF" w:rsidRDefault="00371C3C" w:rsidP="00371C3C">
      <w:pPr>
        <w:pStyle w:val="QuestionResponse"/>
      </w:pPr>
      <w:r w:rsidRPr="000B73EF">
        <w:t>25</w:t>
      </w:r>
      <w:r w:rsidRPr="000B73EF">
        <w:tab/>
        <w:t>Slovenia</w:t>
      </w:r>
    </w:p>
    <w:p w:rsidR="00371C3C" w:rsidRPr="000B73EF" w:rsidRDefault="00371C3C" w:rsidP="00371C3C">
      <w:pPr>
        <w:pStyle w:val="QuestionResponse"/>
      </w:pPr>
      <w:r w:rsidRPr="000B73EF">
        <w:t>26</w:t>
      </w:r>
      <w:r w:rsidRPr="000B73EF">
        <w:tab/>
        <w:t>Spain</w:t>
      </w:r>
    </w:p>
    <w:p w:rsidR="00371C3C" w:rsidRPr="000B73EF" w:rsidRDefault="00371C3C" w:rsidP="00371C3C">
      <w:pPr>
        <w:pStyle w:val="QuestionResponse"/>
      </w:pPr>
      <w:r w:rsidRPr="000B73EF">
        <w:t>27</w:t>
      </w:r>
      <w:r w:rsidRPr="000B73EF">
        <w:tab/>
        <w:t>Sweden</w:t>
      </w:r>
    </w:p>
    <w:p w:rsidR="00371C3C" w:rsidRPr="000B73EF" w:rsidRDefault="008863B8" w:rsidP="00371C3C">
      <w:pPr>
        <w:pStyle w:val="QuestionResponse"/>
      </w:pPr>
      <w:r>
        <w:t>96</w:t>
      </w:r>
      <w:r w:rsidR="00371C3C" w:rsidRPr="000B73EF">
        <w:tab/>
        <w:t>None</w:t>
      </w:r>
    </w:p>
    <w:p w:rsidR="00371C3C" w:rsidRPr="000B73EF" w:rsidRDefault="00371C3C" w:rsidP="00371C3C">
      <w:pPr>
        <w:pStyle w:val="QuestionResponse"/>
      </w:pPr>
      <w:r w:rsidRPr="000B73EF">
        <w:t>98</w:t>
      </w:r>
      <w:r w:rsidRPr="000B73EF">
        <w:tab/>
        <w:t>Don’t know</w:t>
      </w:r>
    </w:p>
    <w:p w:rsidR="00371C3C" w:rsidRPr="000B73EF" w:rsidRDefault="00371C3C" w:rsidP="00371C3C">
      <w:pPr>
        <w:pStyle w:val="QuestionResponseLast"/>
      </w:pPr>
      <w:r w:rsidRPr="000B73EF">
        <w:t>99</w:t>
      </w:r>
      <w:r w:rsidRPr="000B73EF">
        <w:tab/>
        <w:t>Refused</w:t>
      </w:r>
    </w:p>
    <w:p w:rsidR="001C76D8" w:rsidRPr="000B73EF" w:rsidRDefault="001C76D8" w:rsidP="001C76D8">
      <w:pPr>
        <w:pStyle w:val="QuestionInstruction"/>
        <w:rPr>
          <w:caps/>
        </w:rPr>
      </w:pPr>
      <w:r w:rsidRPr="000B73EF">
        <w:rPr>
          <w:caps/>
        </w:rPr>
        <w:lastRenderedPageBreak/>
        <w:t xml:space="preserve">ASK ALL </w:t>
      </w:r>
      <w:r w:rsidR="00E95EBA" w:rsidRPr="00E95EBA">
        <w:rPr>
          <w:caps/>
        </w:rPr>
        <w:t xml:space="preserve">IN Britain, Czech Republic, France, Germany, Greece, Italy, Poland, </w:t>
      </w:r>
      <w:r w:rsidR="00E95EBA">
        <w:rPr>
          <w:caps/>
        </w:rPr>
        <w:t xml:space="preserve">AND </w:t>
      </w:r>
      <w:r w:rsidR="00E95EBA" w:rsidRPr="00E95EBA">
        <w:rPr>
          <w:caps/>
        </w:rPr>
        <w:t>Spain ONLY</w:t>
      </w:r>
    </w:p>
    <w:p w:rsidR="00F0662C" w:rsidRPr="000B73EF" w:rsidRDefault="00F0662C" w:rsidP="00371C3C">
      <w:pPr>
        <w:pStyle w:val="Question"/>
        <w:rPr>
          <w:i/>
        </w:rPr>
      </w:pPr>
      <w:r w:rsidRPr="000B73EF">
        <w:rPr>
          <w:rFonts w:ascii="Tahoma" w:eastAsia="Calibri" w:hAnsi="Tahoma" w:cs="Tahoma"/>
          <w:b/>
          <w:sz w:val="16"/>
          <w:szCs w:val="16"/>
        </w:rPr>
        <w:t>Q</w:t>
      </w:r>
      <w:r w:rsidR="002E28C8" w:rsidRPr="000B73EF">
        <w:rPr>
          <w:rFonts w:ascii="Tahoma" w:eastAsia="Calibri" w:hAnsi="Tahoma" w:cs="Tahoma"/>
          <w:b/>
          <w:sz w:val="16"/>
          <w:szCs w:val="16"/>
        </w:rPr>
        <w:t>46</w:t>
      </w:r>
      <w:r w:rsidRPr="000B73EF">
        <w:rPr>
          <w:rFonts w:ascii="Tahoma" w:eastAsia="Calibri" w:hAnsi="Tahoma" w:cs="Tahoma"/>
          <w:b/>
          <w:sz w:val="16"/>
          <w:szCs w:val="16"/>
        </w:rPr>
        <w:t>b</w:t>
      </w:r>
      <w:r w:rsidRPr="000B73EF">
        <w:tab/>
        <w:t xml:space="preserve">In what European Union country, if any, are people the least compassionate? (PRE-CODED OPEN END—DO NOT READ RESPONSE CATEGORIES) </w:t>
      </w:r>
    </w:p>
    <w:p w:rsidR="00371C3C" w:rsidRPr="000B73EF" w:rsidRDefault="00371C3C" w:rsidP="00371C3C">
      <w:pPr>
        <w:pStyle w:val="QuestionResponse"/>
      </w:pPr>
      <w:r w:rsidRPr="000B73EF">
        <w:t>1</w:t>
      </w:r>
      <w:r w:rsidRPr="000B73EF">
        <w:tab/>
        <w:t>Austria</w:t>
      </w:r>
    </w:p>
    <w:p w:rsidR="00371C3C" w:rsidRPr="000B73EF" w:rsidRDefault="00371C3C" w:rsidP="00371C3C">
      <w:pPr>
        <w:pStyle w:val="QuestionResponse"/>
      </w:pPr>
      <w:r w:rsidRPr="000B73EF">
        <w:t>2</w:t>
      </w:r>
      <w:r w:rsidRPr="000B73EF">
        <w:tab/>
        <w:t>Belgium</w:t>
      </w:r>
    </w:p>
    <w:p w:rsidR="00371C3C" w:rsidRPr="000B73EF" w:rsidRDefault="00371C3C" w:rsidP="00371C3C">
      <w:pPr>
        <w:pStyle w:val="QuestionResponse"/>
      </w:pPr>
      <w:r w:rsidRPr="000B73EF">
        <w:t>3</w:t>
      </w:r>
      <w:r w:rsidRPr="000B73EF">
        <w:tab/>
        <w:t>Bulgaria</w:t>
      </w:r>
    </w:p>
    <w:p w:rsidR="00371C3C" w:rsidRPr="000B73EF" w:rsidRDefault="00371C3C" w:rsidP="00371C3C">
      <w:pPr>
        <w:pStyle w:val="QuestionResponse"/>
      </w:pPr>
      <w:r w:rsidRPr="000B73EF">
        <w:t>4</w:t>
      </w:r>
      <w:r w:rsidRPr="000B73EF">
        <w:tab/>
        <w:t>Cyprus</w:t>
      </w:r>
    </w:p>
    <w:p w:rsidR="00371C3C" w:rsidRPr="000B73EF" w:rsidRDefault="00371C3C" w:rsidP="00371C3C">
      <w:pPr>
        <w:pStyle w:val="QuestionResponse"/>
      </w:pPr>
      <w:r w:rsidRPr="000B73EF">
        <w:t>5</w:t>
      </w:r>
      <w:r w:rsidRPr="000B73EF">
        <w:tab/>
        <w:t>Czech Republic</w:t>
      </w:r>
    </w:p>
    <w:p w:rsidR="00371C3C" w:rsidRPr="000B73EF" w:rsidRDefault="00371C3C" w:rsidP="00371C3C">
      <w:pPr>
        <w:pStyle w:val="QuestionResponse"/>
      </w:pPr>
      <w:r w:rsidRPr="000B73EF">
        <w:t>6</w:t>
      </w:r>
      <w:r w:rsidRPr="000B73EF">
        <w:tab/>
        <w:t>Denmark</w:t>
      </w:r>
    </w:p>
    <w:p w:rsidR="00371C3C" w:rsidRPr="000B73EF" w:rsidRDefault="00371C3C" w:rsidP="00371C3C">
      <w:pPr>
        <w:pStyle w:val="QuestionResponse"/>
      </w:pPr>
      <w:r w:rsidRPr="000B73EF">
        <w:t>7</w:t>
      </w:r>
      <w:r w:rsidRPr="000B73EF">
        <w:tab/>
        <w:t>Estonia</w:t>
      </w:r>
    </w:p>
    <w:p w:rsidR="00371C3C" w:rsidRPr="000B73EF" w:rsidRDefault="00371C3C" w:rsidP="00371C3C">
      <w:pPr>
        <w:pStyle w:val="QuestionResponse"/>
      </w:pPr>
      <w:r w:rsidRPr="000B73EF">
        <w:t>8</w:t>
      </w:r>
      <w:r w:rsidRPr="000B73EF">
        <w:tab/>
        <w:t>Finland</w:t>
      </w:r>
    </w:p>
    <w:p w:rsidR="00371C3C" w:rsidRPr="000B73EF" w:rsidRDefault="00371C3C" w:rsidP="00371C3C">
      <w:pPr>
        <w:pStyle w:val="QuestionResponse"/>
      </w:pPr>
      <w:r w:rsidRPr="000B73EF">
        <w:t>9</w:t>
      </w:r>
      <w:r w:rsidRPr="000B73EF">
        <w:tab/>
        <w:t>France</w:t>
      </w:r>
    </w:p>
    <w:p w:rsidR="00371C3C" w:rsidRPr="000B73EF" w:rsidRDefault="00371C3C" w:rsidP="00371C3C">
      <w:pPr>
        <w:pStyle w:val="QuestionResponse"/>
      </w:pPr>
      <w:r w:rsidRPr="000B73EF">
        <w:t>10</w:t>
      </w:r>
      <w:r w:rsidRPr="000B73EF">
        <w:tab/>
        <w:t>Germany</w:t>
      </w:r>
    </w:p>
    <w:p w:rsidR="00371C3C" w:rsidRPr="000B73EF" w:rsidRDefault="00371C3C" w:rsidP="00371C3C">
      <w:pPr>
        <w:pStyle w:val="QuestionResponse"/>
      </w:pPr>
      <w:r w:rsidRPr="000B73EF">
        <w:t>11</w:t>
      </w:r>
      <w:r w:rsidRPr="000B73EF">
        <w:tab/>
        <w:t>Great Britain/United Kingdom</w:t>
      </w:r>
    </w:p>
    <w:p w:rsidR="00371C3C" w:rsidRPr="000B73EF" w:rsidRDefault="00371C3C" w:rsidP="00371C3C">
      <w:pPr>
        <w:pStyle w:val="QuestionResponse"/>
      </w:pPr>
      <w:r w:rsidRPr="000B73EF">
        <w:t>12</w:t>
      </w:r>
      <w:r w:rsidRPr="000B73EF">
        <w:tab/>
        <w:t>Greece</w:t>
      </w:r>
    </w:p>
    <w:p w:rsidR="00371C3C" w:rsidRPr="000B73EF" w:rsidRDefault="00371C3C" w:rsidP="00371C3C">
      <w:pPr>
        <w:pStyle w:val="QuestionResponse"/>
      </w:pPr>
      <w:r w:rsidRPr="000B73EF">
        <w:t>13</w:t>
      </w:r>
      <w:r w:rsidRPr="000B73EF">
        <w:tab/>
        <w:t>Hungary</w:t>
      </w:r>
    </w:p>
    <w:p w:rsidR="00371C3C" w:rsidRPr="000B73EF" w:rsidRDefault="00371C3C" w:rsidP="00371C3C">
      <w:pPr>
        <w:pStyle w:val="QuestionResponse"/>
      </w:pPr>
      <w:r w:rsidRPr="000B73EF">
        <w:t>14</w:t>
      </w:r>
      <w:r w:rsidRPr="000B73EF">
        <w:tab/>
        <w:t>Ireland</w:t>
      </w:r>
    </w:p>
    <w:p w:rsidR="00371C3C" w:rsidRPr="000B73EF" w:rsidRDefault="00371C3C" w:rsidP="00371C3C">
      <w:pPr>
        <w:pStyle w:val="QuestionResponse"/>
      </w:pPr>
      <w:r w:rsidRPr="000B73EF">
        <w:t>15</w:t>
      </w:r>
      <w:r w:rsidRPr="000B73EF">
        <w:tab/>
        <w:t>Italy</w:t>
      </w:r>
    </w:p>
    <w:p w:rsidR="00371C3C" w:rsidRPr="000B73EF" w:rsidRDefault="00371C3C" w:rsidP="00371C3C">
      <w:pPr>
        <w:pStyle w:val="QuestionResponse"/>
      </w:pPr>
      <w:r w:rsidRPr="000B73EF">
        <w:t>16</w:t>
      </w:r>
      <w:r w:rsidRPr="000B73EF">
        <w:tab/>
        <w:t>Latvia</w:t>
      </w:r>
    </w:p>
    <w:p w:rsidR="00371C3C" w:rsidRPr="000B73EF" w:rsidRDefault="00371C3C" w:rsidP="00371C3C">
      <w:pPr>
        <w:pStyle w:val="QuestionResponse"/>
      </w:pPr>
      <w:r w:rsidRPr="000B73EF">
        <w:t>17</w:t>
      </w:r>
      <w:r w:rsidRPr="000B73EF">
        <w:tab/>
        <w:t>Lithuania</w:t>
      </w:r>
    </w:p>
    <w:p w:rsidR="00371C3C" w:rsidRPr="000B73EF" w:rsidRDefault="00371C3C" w:rsidP="00371C3C">
      <w:pPr>
        <w:pStyle w:val="QuestionResponse"/>
      </w:pPr>
      <w:r w:rsidRPr="000B73EF">
        <w:t>18</w:t>
      </w:r>
      <w:r w:rsidRPr="000B73EF">
        <w:tab/>
        <w:t>Luxembourg</w:t>
      </w:r>
    </w:p>
    <w:p w:rsidR="00371C3C" w:rsidRPr="000B73EF" w:rsidRDefault="00371C3C" w:rsidP="00371C3C">
      <w:pPr>
        <w:pStyle w:val="QuestionResponse"/>
      </w:pPr>
      <w:r w:rsidRPr="000B73EF">
        <w:t>19</w:t>
      </w:r>
      <w:r w:rsidRPr="000B73EF">
        <w:tab/>
        <w:t>Malta</w:t>
      </w:r>
    </w:p>
    <w:p w:rsidR="00371C3C" w:rsidRPr="000B73EF" w:rsidRDefault="00371C3C" w:rsidP="00371C3C">
      <w:pPr>
        <w:pStyle w:val="QuestionResponse"/>
      </w:pPr>
      <w:r w:rsidRPr="000B73EF">
        <w:t>20</w:t>
      </w:r>
      <w:r w:rsidRPr="000B73EF">
        <w:tab/>
        <w:t>Netherlands</w:t>
      </w:r>
    </w:p>
    <w:p w:rsidR="00371C3C" w:rsidRPr="000B73EF" w:rsidRDefault="00371C3C" w:rsidP="00371C3C">
      <w:pPr>
        <w:pStyle w:val="QuestionResponse"/>
      </w:pPr>
      <w:r w:rsidRPr="000B73EF">
        <w:t>21</w:t>
      </w:r>
      <w:r w:rsidRPr="000B73EF">
        <w:tab/>
        <w:t>Poland</w:t>
      </w:r>
    </w:p>
    <w:p w:rsidR="00371C3C" w:rsidRPr="000B73EF" w:rsidRDefault="00371C3C" w:rsidP="00371C3C">
      <w:pPr>
        <w:pStyle w:val="QuestionResponse"/>
      </w:pPr>
      <w:r w:rsidRPr="000B73EF">
        <w:t>22</w:t>
      </w:r>
      <w:r w:rsidRPr="000B73EF">
        <w:tab/>
        <w:t>Portugal</w:t>
      </w:r>
    </w:p>
    <w:p w:rsidR="00371C3C" w:rsidRPr="000B73EF" w:rsidRDefault="00371C3C" w:rsidP="00371C3C">
      <w:pPr>
        <w:pStyle w:val="QuestionResponse"/>
      </w:pPr>
      <w:r w:rsidRPr="000B73EF">
        <w:t>23</w:t>
      </w:r>
      <w:r w:rsidRPr="000B73EF">
        <w:tab/>
        <w:t>Romania</w:t>
      </w:r>
    </w:p>
    <w:p w:rsidR="00371C3C" w:rsidRPr="000B73EF" w:rsidRDefault="00371C3C" w:rsidP="00371C3C">
      <w:pPr>
        <w:pStyle w:val="QuestionResponse"/>
      </w:pPr>
      <w:r w:rsidRPr="000B73EF">
        <w:t>24</w:t>
      </w:r>
      <w:r w:rsidRPr="000B73EF">
        <w:tab/>
        <w:t>Slovakia</w:t>
      </w:r>
    </w:p>
    <w:p w:rsidR="00371C3C" w:rsidRPr="000B73EF" w:rsidRDefault="00371C3C" w:rsidP="00371C3C">
      <w:pPr>
        <w:pStyle w:val="QuestionResponse"/>
      </w:pPr>
      <w:r w:rsidRPr="000B73EF">
        <w:t>25</w:t>
      </w:r>
      <w:r w:rsidRPr="000B73EF">
        <w:tab/>
        <w:t>Slovenia</w:t>
      </w:r>
    </w:p>
    <w:p w:rsidR="00371C3C" w:rsidRPr="000B73EF" w:rsidRDefault="00371C3C" w:rsidP="00371C3C">
      <w:pPr>
        <w:pStyle w:val="QuestionResponse"/>
      </w:pPr>
      <w:r w:rsidRPr="000B73EF">
        <w:t>26</w:t>
      </w:r>
      <w:r w:rsidRPr="000B73EF">
        <w:tab/>
        <w:t>Spain</w:t>
      </w:r>
    </w:p>
    <w:p w:rsidR="00371C3C" w:rsidRPr="000B73EF" w:rsidRDefault="00371C3C" w:rsidP="00371C3C">
      <w:pPr>
        <w:pStyle w:val="QuestionResponse"/>
      </w:pPr>
      <w:r w:rsidRPr="000B73EF">
        <w:t>27</w:t>
      </w:r>
      <w:r w:rsidRPr="000B73EF">
        <w:tab/>
        <w:t>Sweden</w:t>
      </w:r>
    </w:p>
    <w:p w:rsidR="00371C3C" w:rsidRPr="000B73EF" w:rsidRDefault="008863B8" w:rsidP="00371C3C">
      <w:pPr>
        <w:pStyle w:val="QuestionResponse"/>
      </w:pPr>
      <w:r>
        <w:t>96</w:t>
      </w:r>
      <w:r w:rsidR="00371C3C" w:rsidRPr="000B73EF">
        <w:tab/>
        <w:t>None</w:t>
      </w:r>
    </w:p>
    <w:p w:rsidR="00371C3C" w:rsidRPr="000B73EF" w:rsidRDefault="00371C3C" w:rsidP="00371C3C">
      <w:pPr>
        <w:pStyle w:val="QuestionResponse"/>
      </w:pPr>
      <w:r w:rsidRPr="000B73EF">
        <w:t>98</w:t>
      </w:r>
      <w:r w:rsidRPr="000B73EF">
        <w:tab/>
        <w:t>Don’t know</w:t>
      </w:r>
    </w:p>
    <w:p w:rsidR="00371C3C" w:rsidRPr="000B73EF" w:rsidRDefault="00371C3C" w:rsidP="00371C3C">
      <w:pPr>
        <w:pStyle w:val="QuestionResponseLast"/>
      </w:pPr>
      <w:r w:rsidRPr="000B73EF">
        <w:t>99</w:t>
      </w:r>
      <w:r w:rsidRPr="000B73EF">
        <w:tab/>
        <w:t>Refused</w:t>
      </w:r>
    </w:p>
    <w:p w:rsidR="00003DD5" w:rsidRPr="000B73EF" w:rsidRDefault="00003DD5" w:rsidP="00003DD5">
      <w:pPr>
        <w:pStyle w:val="QuestionInstruction"/>
      </w:pPr>
      <w:r w:rsidRPr="000B73EF">
        <w:lastRenderedPageBreak/>
        <w:t>READ TO ALL</w:t>
      </w:r>
      <w:r w:rsidRPr="000B73EF">
        <w:rPr>
          <w:caps/>
        </w:rPr>
        <w:t xml:space="preserve"> IN ALL COUNTRIES except </w:t>
      </w:r>
      <w:r w:rsidR="007B792E" w:rsidRPr="000B73EF">
        <w:t>THE UNITED STATES</w:t>
      </w:r>
    </w:p>
    <w:p w:rsidR="00003DD5" w:rsidRPr="000B73EF" w:rsidRDefault="00003DD5" w:rsidP="00003DD5">
      <w:pPr>
        <w:pStyle w:val="Question"/>
        <w:ind w:firstLine="0"/>
      </w:pPr>
      <w:r w:rsidRPr="000B73EF">
        <w:t>Now a few questions about the United States…</w:t>
      </w:r>
    </w:p>
    <w:p w:rsidR="00003DD5" w:rsidRPr="00E95EBA" w:rsidRDefault="00003DD5" w:rsidP="00E95EBA">
      <w:pPr>
        <w:pStyle w:val="QuestionInstruction"/>
        <w:rPr>
          <w:caps/>
        </w:rPr>
      </w:pPr>
      <w:r w:rsidRPr="00E95EBA">
        <w:rPr>
          <w:caps/>
        </w:rPr>
        <w:t xml:space="preserve">ask </w:t>
      </w:r>
      <w:r w:rsidR="006967C9">
        <w:rPr>
          <w:caps/>
        </w:rPr>
        <w:t xml:space="preserve">all </w:t>
      </w:r>
      <w:r w:rsidRPr="00E95EBA">
        <w:rPr>
          <w:caps/>
        </w:rPr>
        <w:t xml:space="preserve">IN ALL COUNTRIES except </w:t>
      </w:r>
      <w:r w:rsidR="007B792E" w:rsidRPr="000B73EF">
        <w:t>THE UNITED STATES</w:t>
      </w:r>
    </w:p>
    <w:p w:rsidR="00003DD5" w:rsidRPr="000B73EF" w:rsidRDefault="000918A7" w:rsidP="00003DD5">
      <w:pPr>
        <w:pStyle w:val="Question"/>
        <w:rPr>
          <w:i/>
        </w:rPr>
      </w:pPr>
      <w:r w:rsidRPr="000B73EF">
        <w:rPr>
          <w:rFonts w:ascii="Tahoma" w:hAnsi="Tahoma" w:cs="Tahoma"/>
          <w:b/>
          <w:sz w:val="16"/>
        </w:rPr>
        <w:t>Q</w:t>
      </w:r>
      <w:r w:rsidR="00850133" w:rsidRPr="000B73EF">
        <w:rPr>
          <w:rFonts w:ascii="Tahoma" w:hAnsi="Tahoma" w:cs="Tahoma"/>
          <w:b/>
          <w:sz w:val="16"/>
        </w:rPr>
        <w:t>4</w:t>
      </w:r>
      <w:r w:rsidR="002E28C8" w:rsidRPr="000B73EF">
        <w:rPr>
          <w:rFonts w:ascii="Tahoma" w:hAnsi="Tahoma" w:cs="Tahoma"/>
          <w:b/>
          <w:sz w:val="16"/>
        </w:rPr>
        <w:t>7</w:t>
      </w:r>
      <w:r w:rsidR="00003DD5" w:rsidRPr="000B73EF">
        <w:rPr>
          <w:szCs w:val="22"/>
        </w:rPr>
        <w:tab/>
        <w:t xml:space="preserve">In making international policy decisions, to what extent do you think the United States takes into account the interests of countries like </w:t>
      </w:r>
      <w:r w:rsidR="00003DD5" w:rsidRPr="000B73EF">
        <w:rPr>
          <w:b/>
          <w:szCs w:val="22"/>
        </w:rPr>
        <w:t>(survey country)</w:t>
      </w:r>
      <w:r w:rsidR="00003DD5" w:rsidRPr="000B73EF">
        <w:rPr>
          <w:szCs w:val="22"/>
        </w:rPr>
        <w:t xml:space="preserve"> – a great deal, a fair amount, not too much, or not at all?  </w:t>
      </w:r>
      <w:r w:rsidR="00003DD5" w:rsidRPr="000B73EF">
        <w:rPr>
          <w:i/>
          <w:szCs w:val="22"/>
        </w:rPr>
        <w:t>(SHOW CARD)</w:t>
      </w:r>
      <w:r w:rsidR="00003DD5" w:rsidRPr="000B73EF">
        <w:rPr>
          <w:szCs w:val="22"/>
        </w:rPr>
        <w:t xml:space="preserve"> </w:t>
      </w:r>
    </w:p>
    <w:p w:rsidR="00003DD5" w:rsidRPr="000B73EF" w:rsidRDefault="00003DD5" w:rsidP="00003DD5">
      <w:pPr>
        <w:pStyle w:val="QuestionResponse"/>
        <w:rPr>
          <w:szCs w:val="22"/>
        </w:rPr>
      </w:pPr>
      <w:r w:rsidRPr="000B73EF">
        <w:rPr>
          <w:szCs w:val="22"/>
        </w:rPr>
        <w:t>1</w:t>
      </w:r>
      <w:r w:rsidRPr="000B73EF">
        <w:rPr>
          <w:szCs w:val="22"/>
        </w:rPr>
        <w:tab/>
        <w:t>Great deal</w:t>
      </w:r>
    </w:p>
    <w:p w:rsidR="00003DD5" w:rsidRPr="000B73EF" w:rsidRDefault="00003DD5" w:rsidP="00003DD5">
      <w:pPr>
        <w:pStyle w:val="QuestionResponse"/>
        <w:rPr>
          <w:szCs w:val="22"/>
        </w:rPr>
      </w:pPr>
      <w:r w:rsidRPr="000B73EF">
        <w:rPr>
          <w:szCs w:val="22"/>
        </w:rPr>
        <w:t>2</w:t>
      </w:r>
      <w:r w:rsidRPr="000B73EF">
        <w:rPr>
          <w:szCs w:val="22"/>
        </w:rPr>
        <w:tab/>
        <w:t>Fair amount</w:t>
      </w:r>
    </w:p>
    <w:p w:rsidR="00003DD5" w:rsidRPr="000B73EF" w:rsidRDefault="00003DD5" w:rsidP="00003DD5">
      <w:pPr>
        <w:pStyle w:val="QuestionResponse"/>
        <w:rPr>
          <w:szCs w:val="22"/>
        </w:rPr>
      </w:pPr>
      <w:r w:rsidRPr="000B73EF">
        <w:rPr>
          <w:szCs w:val="22"/>
        </w:rPr>
        <w:t xml:space="preserve">3 </w:t>
      </w:r>
      <w:r w:rsidRPr="000B73EF">
        <w:rPr>
          <w:szCs w:val="22"/>
        </w:rPr>
        <w:tab/>
        <w:t>Not too much</w:t>
      </w:r>
    </w:p>
    <w:p w:rsidR="00003DD5" w:rsidRPr="000B73EF" w:rsidRDefault="00003DD5" w:rsidP="00003DD5">
      <w:pPr>
        <w:pStyle w:val="QuestionResponse"/>
        <w:rPr>
          <w:szCs w:val="22"/>
        </w:rPr>
      </w:pPr>
      <w:r w:rsidRPr="000B73EF">
        <w:rPr>
          <w:szCs w:val="22"/>
        </w:rPr>
        <w:t>4</w:t>
      </w:r>
      <w:r w:rsidRPr="000B73EF">
        <w:rPr>
          <w:szCs w:val="22"/>
        </w:rPr>
        <w:tab/>
        <w:t>Not at all</w:t>
      </w:r>
      <w:r w:rsidRPr="000B73EF">
        <w:rPr>
          <w:szCs w:val="22"/>
        </w:rPr>
        <w:tab/>
      </w:r>
    </w:p>
    <w:p w:rsidR="00003DD5" w:rsidRPr="000B73EF" w:rsidRDefault="00003DD5" w:rsidP="00003DD5">
      <w:pPr>
        <w:pStyle w:val="QuestionResponse"/>
        <w:rPr>
          <w:szCs w:val="22"/>
        </w:rPr>
      </w:pPr>
      <w:r w:rsidRPr="000B73EF">
        <w:rPr>
          <w:szCs w:val="22"/>
        </w:rPr>
        <w:t>8</w:t>
      </w:r>
      <w:r w:rsidRPr="000B73EF">
        <w:rPr>
          <w:szCs w:val="22"/>
        </w:rPr>
        <w:tab/>
        <w:t>Don’t know (DO NOT READ)</w:t>
      </w:r>
    </w:p>
    <w:p w:rsidR="00003DD5" w:rsidRPr="000B73EF" w:rsidRDefault="00003DD5" w:rsidP="00840B5C">
      <w:pPr>
        <w:pStyle w:val="QuestionResponseLast"/>
      </w:pPr>
      <w:r w:rsidRPr="000B73EF">
        <w:t>9</w:t>
      </w:r>
      <w:r w:rsidRPr="000B73EF">
        <w:tab/>
      </w:r>
      <w:r w:rsidRPr="00840B5C">
        <w:t>Refused</w:t>
      </w:r>
      <w:r w:rsidRPr="000B73EF">
        <w:t xml:space="preserve"> (DO NOT READ)</w:t>
      </w:r>
    </w:p>
    <w:p w:rsidR="00003DD5" w:rsidRPr="00602753" w:rsidRDefault="00003DD5" w:rsidP="00602753">
      <w:pPr>
        <w:pStyle w:val="QuestionInstruction"/>
      </w:pPr>
      <w:r w:rsidRPr="00602753">
        <w:t xml:space="preserve">ASK </w:t>
      </w:r>
      <w:r w:rsidR="001D69CF">
        <w:t xml:space="preserve">ALL </w:t>
      </w:r>
      <w:r w:rsidRPr="00602753">
        <w:t xml:space="preserve">IN THE </w:t>
      </w:r>
      <w:r w:rsidR="001D69CF" w:rsidRPr="000B73EF">
        <w:t>UNITED STATES</w:t>
      </w:r>
      <w:r w:rsidR="001D69CF" w:rsidRPr="00602753">
        <w:t xml:space="preserve"> </w:t>
      </w:r>
      <w:r w:rsidRPr="00602753">
        <w:t>ONLY</w:t>
      </w:r>
    </w:p>
    <w:p w:rsidR="00003DD5" w:rsidRPr="000B73EF" w:rsidRDefault="000918A7" w:rsidP="00003DD5">
      <w:pPr>
        <w:pStyle w:val="Question"/>
        <w:rPr>
          <w:i/>
        </w:rPr>
      </w:pPr>
      <w:r w:rsidRPr="000B73EF">
        <w:rPr>
          <w:rFonts w:ascii="Tahoma" w:hAnsi="Tahoma" w:cs="Tahoma"/>
          <w:b/>
          <w:sz w:val="16"/>
        </w:rPr>
        <w:t>Q</w:t>
      </w:r>
      <w:r w:rsidR="00850133" w:rsidRPr="000B73EF">
        <w:rPr>
          <w:rFonts w:ascii="Tahoma" w:hAnsi="Tahoma" w:cs="Tahoma"/>
          <w:b/>
          <w:sz w:val="16"/>
        </w:rPr>
        <w:t>4</w:t>
      </w:r>
      <w:r w:rsidR="002E28C8" w:rsidRPr="000B73EF">
        <w:rPr>
          <w:rFonts w:ascii="Tahoma" w:hAnsi="Tahoma" w:cs="Tahoma"/>
          <w:b/>
          <w:sz w:val="16"/>
        </w:rPr>
        <w:t>7</w:t>
      </w:r>
      <w:r w:rsidRPr="000B73EF">
        <w:rPr>
          <w:rFonts w:ascii="Tahoma" w:hAnsi="Tahoma" w:cs="Tahoma"/>
          <w:b/>
          <w:sz w:val="16"/>
        </w:rPr>
        <w:t>US</w:t>
      </w:r>
      <w:r w:rsidR="00003DD5" w:rsidRPr="000B73EF">
        <w:rPr>
          <w:szCs w:val="22"/>
        </w:rPr>
        <w:tab/>
        <w:t xml:space="preserve">In making international policy decisions, to what extent do you think the United States takes into account the interests of </w:t>
      </w:r>
      <w:r w:rsidR="00003DD5" w:rsidRPr="000B73EF">
        <w:rPr>
          <w:b/>
          <w:szCs w:val="22"/>
        </w:rPr>
        <w:t>other countries around the world</w:t>
      </w:r>
      <w:r w:rsidR="00003DD5" w:rsidRPr="000B73EF">
        <w:rPr>
          <w:szCs w:val="22"/>
        </w:rPr>
        <w:t xml:space="preserve"> – a great deal, a fair amount, not too much, or not at all? </w:t>
      </w:r>
      <w:r w:rsidR="00003DD5" w:rsidRPr="000B73EF">
        <w:t xml:space="preserve"> </w:t>
      </w:r>
    </w:p>
    <w:p w:rsidR="00003DD5" w:rsidRPr="000B73EF" w:rsidRDefault="00003DD5" w:rsidP="00003DD5">
      <w:pPr>
        <w:pStyle w:val="QuestionResponse"/>
        <w:rPr>
          <w:szCs w:val="22"/>
        </w:rPr>
      </w:pPr>
      <w:r w:rsidRPr="000B73EF">
        <w:rPr>
          <w:szCs w:val="22"/>
        </w:rPr>
        <w:t>1</w:t>
      </w:r>
      <w:r w:rsidRPr="000B73EF">
        <w:rPr>
          <w:szCs w:val="22"/>
        </w:rPr>
        <w:tab/>
        <w:t>Great deal</w:t>
      </w:r>
    </w:p>
    <w:p w:rsidR="00003DD5" w:rsidRPr="000B73EF" w:rsidRDefault="00003DD5" w:rsidP="00003DD5">
      <w:pPr>
        <w:pStyle w:val="QuestionResponse"/>
        <w:rPr>
          <w:szCs w:val="22"/>
        </w:rPr>
      </w:pPr>
      <w:r w:rsidRPr="000B73EF">
        <w:rPr>
          <w:szCs w:val="22"/>
        </w:rPr>
        <w:t>2</w:t>
      </w:r>
      <w:r w:rsidRPr="000B73EF">
        <w:rPr>
          <w:szCs w:val="22"/>
        </w:rPr>
        <w:tab/>
        <w:t>Fair amount</w:t>
      </w:r>
    </w:p>
    <w:p w:rsidR="00003DD5" w:rsidRPr="000B73EF" w:rsidRDefault="00003DD5" w:rsidP="00003DD5">
      <w:pPr>
        <w:pStyle w:val="QuestionResponse"/>
        <w:rPr>
          <w:szCs w:val="22"/>
        </w:rPr>
      </w:pPr>
      <w:r w:rsidRPr="000B73EF">
        <w:rPr>
          <w:szCs w:val="22"/>
        </w:rPr>
        <w:t xml:space="preserve">3 </w:t>
      </w:r>
      <w:r w:rsidRPr="000B73EF">
        <w:rPr>
          <w:szCs w:val="22"/>
        </w:rPr>
        <w:tab/>
        <w:t>Not too much</w:t>
      </w:r>
    </w:p>
    <w:p w:rsidR="00003DD5" w:rsidRPr="000B73EF" w:rsidRDefault="00003DD5" w:rsidP="00003DD5">
      <w:pPr>
        <w:pStyle w:val="QuestionResponse"/>
        <w:rPr>
          <w:szCs w:val="22"/>
        </w:rPr>
      </w:pPr>
      <w:r w:rsidRPr="000B73EF">
        <w:rPr>
          <w:szCs w:val="22"/>
        </w:rPr>
        <w:t>4</w:t>
      </w:r>
      <w:r w:rsidRPr="000B73EF">
        <w:rPr>
          <w:szCs w:val="22"/>
        </w:rPr>
        <w:tab/>
        <w:t>Not at all</w:t>
      </w:r>
      <w:r w:rsidRPr="000B73EF">
        <w:rPr>
          <w:szCs w:val="22"/>
        </w:rPr>
        <w:tab/>
      </w:r>
    </w:p>
    <w:p w:rsidR="00003DD5" w:rsidRPr="000B73EF" w:rsidRDefault="00003DD5" w:rsidP="00003DD5">
      <w:pPr>
        <w:pStyle w:val="QuestionResponse"/>
        <w:rPr>
          <w:szCs w:val="22"/>
        </w:rPr>
      </w:pPr>
      <w:r w:rsidRPr="000B73EF">
        <w:rPr>
          <w:szCs w:val="22"/>
        </w:rPr>
        <w:t>8</w:t>
      </w:r>
      <w:r w:rsidRPr="000B73EF">
        <w:rPr>
          <w:szCs w:val="22"/>
        </w:rPr>
        <w:tab/>
        <w:t>Don’t know (DO NOT READ)</w:t>
      </w:r>
    </w:p>
    <w:p w:rsidR="00003DD5" w:rsidRPr="000B73EF" w:rsidRDefault="00003DD5" w:rsidP="00003DD5">
      <w:pPr>
        <w:pStyle w:val="QuestionResponseLast"/>
        <w:rPr>
          <w:szCs w:val="22"/>
        </w:rPr>
      </w:pPr>
      <w:r w:rsidRPr="000B73EF">
        <w:rPr>
          <w:szCs w:val="22"/>
        </w:rPr>
        <w:t>9</w:t>
      </w:r>
      <w:r w:rsidRPr="000B73EF">
        <w:rPr>
          <w:szCs w:val="22"/>
        </w:rPr>
        <w:tab/>
        <w:t>Refused (DO NOT READ)</w:t>
      </w:r>
    </w:p>
    <w:p w:rsidR="00003DD5" w:rsidRPr="000B73EF" w:rsidRDefault="00003DD5" w:rsidP="00003DD5">
      <w:pPr>
        <w:pStyle w:val="QuestionInstruction"/>
        <w:rPr>
          <w:caps/>
        </w:rPr>
      </w:pPr>
      <w:r w:rsidRPr="00E234E4">
        <w:rPr>
          <w:caps/>
        </w:rPr>
        <w:t xml:space="preserve">ask ALL </w:t>
      </w:r>
      <w:r w:rsidR="00602753" w:rsidRPr="00E234E4">
        <w:rPr>
          <w:caps/>
        </w:rPr>
        <w:t>IN Argentina, Bolivia, Brazil, Chile, El Salvador, Ghana, Kenya, Mexico, Nigeria,   Senegal, South Africa, Uganda, AND Venezuela ONLY</w:t>
      </w:r>
    </w:p>
    <w:p w:rsidR="00003DD5" w:rsidRPr="000B73EF" w:rsidRDefault="000918A7" w:rsidP="00003DD5">
      <w:pPr>
        <w:pStyle w:val="Question"/>
      </w:pPr>
      <w:r w:rsidRPr="000B73EF">
        <w:rPr>
          <w:rFonts w:ascii="Tahoma" w:hAnsi="Tahoma" w:cs="Tahoma"/>
          <w:b/>
          <w:sz w:val="16"/>
        </w:rPr>
        <w:t>Q</w:t>
      </w:r>
      <w:r w:rsidR="002E28C8" w:rsidRPr="000B73EF">
        <w:rPr>
          <w:rFonts w:ascii="Tahoma" w:hAnsi="Tahoma" w:cs="Tahoma"/>
          <w:b/>
          <w:sz w:val="16"/>
        </w:rPr>
        <w:t>48</w:t>
      </w:r>
      <w:r w:rsidR="00003DD5" w:rsidRPr="000B73EF">
        <w:tab/>
        <w:t xml:space="preserve">Which of the following phrases comes closer to your view?  It’s good that American ideas and customs are spreading here, OR it’s bad that American ideas and customs are spreading here.  </w:t>
      </w:r>
    </w:p>
    <w:p w:rsidR="00003DD5" w:rsidRPr="000B73EF" w:rsidRDefault="00003DD5" w:rsidP="00003DD5">
      <w:pPr>
        <w:pStyle w:val="QuestionResponse"/>
      </w:pPr>
      <w:r w:rsidRPr="000B73EF">
        <w:t>1</w:t>
      </w:r>
      <w:r w:rsidRPr="000B73EF">
        <w:tab/>
      </w:r>
      <w:proofErr w:type="gramStart"/>
      <w:r w:rsidRPr="000B73EF">
        <w:t>It’s</w:t>
      </w:r>
      <w:proofErr w:type="gramEnd"/>
      <w:r w:rsidRPr="000B73EF">
        <w:t xml:space="preserve"> good that American ideas and customs are spreading here</w:t>
      </w:r>
    </w:p>
    <w:p w:rsidR="00003DD5" w:rsidRPr="000B73EF" w:rsidRDefault="00003DD5" w:rsidP="00003DD5">
      <w:pPr>
        <w:pStyle w:val="QuestionResponse"/>
      </w:pPr>
      <w:r w:rsidRPr="000B73EF">
        <w:t>2</w:t>
      </w:r>
      <w:r w:rsidRPr="000B73EF">
        <w:tab/>
      </w:r>
      <w:proofErr w:type="gramStart"/>
      <w:r w:rsidRPr="000B73EF">
        <w:t>It’s</w:t>
      </w:r>
      <w:proofErr w:type="gramEnd"/>
      <w:r w:rsidRPr="000B73EF">
        <w:t xml:space="preserve"> bad that American ideas and customs are spreading here </w:t>
      </w:r>
    </w:p>
    <w:p w:rsidR="00003DD5" w:rsidRPr="000B73EF" w:rsidRDefault="00003DD5" w:rsidP="00003DD5">
      <w:pPr>
        <w:pStyle w:val="QuestionResponse"/>
      </w:pPr>
      <w:r w:rsidRPr="000B73EF">
        <w:t>8</w:t>
      </w:r>
      <w:r w:rsidRPr="000B73EF">
        <w:tab/>
        <w:t>Don’t know (DO NOT READ)</w:t>
      </w:r>
    </w:p>
    <w:p w:rsidR="00003DD5" w:rsidRPr="000B73EF" w:rsidRDefault="00003DD5" w:rsidP="00003DD5">
      <w:pPr>
        <w:pStyle w:val="QuestionResponseLast"/>
      </w:pPr>
      <w:r w:rsidRPr="000B73EF">
        <w:t>9</w:t>
      </w:r>
      <w:r w:rsidRPr="000B73EF">
        <w:tab/>
        <w:t>Refused (DO NOT READ)</w:t>
      </w:r>
    </w:p>
    <w:p w:rsidR="00602753" w:rsidRPr="000B73EF" w:rsidRDefault="00602753" w:rsidP="00602753">
      <w:pPr>
        <w:pStyle w:val="QuestionInstruction"/>
        <w:rPr>
          <w:caps/>
        </w:rPr>
      </w:pPr>
      <w:r w:rsidRPr="000B73EF">
        <w:rPr>
          <w:caps/>
        </w:rPr>
        <w:lastRenderedPageBreak/>
        <w:t xml:space="preserve">ask ALL </w:t>
      </w:r>
      <w:r>
        <w:rPr>
          <w:caps/>
        </w:rPr>
        <w:t xml:space="preserve">IN </w:t>
      </w:r>
      <w:r w:rsidRPr="00492BF7">
        <w:rPr>
          <w:caps/>
        </w:rPr>
        <w:t xml:space="preserve">Argentina, Bolivia, Brazil, Chile, El Salvador, Ghana, Kenya, Mexico, Nigeria,   Senegal, South Africa, </w:t>
      </w:r>
      <w:r w:rsidRPr="00C246EC">
        <w:rPr>
          <w:caps/>
        </w:rPr>
        <w:t>Uganda, AND</w:t>
      </w:r>
      <w:r>
        <w:rPr>
          <w:caps/>
        </w:rPr>
        <w:t xml:space="preserve"> </w:t>
      </w:r>
      <w:r w:rsidRPr="00492BF7">
        <w:rPr>
          <w:caps/>
        </w:rPr>
        <w:t>Venezuela</w:t>
      </w:r>
      <w:r>
        <w:rPr>
          <w:caps/>
        </w:rPr>
        <w:t xml:space="preserve"> ONLY</w:t>
      </w:r>
    </w:p>
    <w:p w:rsidR="00003DD5" w:rsidRPr="000B73EF" w:rsidRDefault="000918A7" w:rsidP="00003DD5">
      <w:pPr>
        <w:pStyle w:val="Question"/>
      </w:pPr>
      <w:r w:rsidRPr="000B73EF">
        <w:rPr>
          <w:rFonts w:ascii="Tahoma" w:hAnsi="Tahoma" w:cs="Tahoma"/>
          <w:b/>
          <w:sz w:val="16"/>
        </w:rPr>
        <w:t>Q</w:t>
      </w:r>
      <w:r w:rsidR="00850133" w:rsidRPr="000B73EF">
        <w:rPr>
          <w:rFonts w:ascii="Tahoma" w:hAnsi="Tahoma" w:cs="Tahoma"/>
          <w:b/>
          <w:sz w:val="16"/>
        </w:rPr>
        <w:t>4</w:t>
      </w:r>
      <w:r w:rsidR="002E28C8" w:rsidRPr="000B73EF">
        <w:rPr>
          <w:rFonts w:ascii="Tahoma" w:hAnsi="Tahoma" w:cs="Tahoma"/>
          <w:b/>
          <w:sz w:val="16"/>
        </w:rPr>
        <w:t>9</w:t>
      </w:r>
      <w:r w:rsidR="00003DD5" w:rsidRPr="000B73EF">
        <w:tab/>
        <w:t xml:space="preserve">And which of these comes closer to your view?  I like American ideas about democracy, OR I dislike American ideas about democracy.  </w:t>
      </w:r>
    </w:p>
    <w:p w:rsidR="00003DD5" w:rsidRPr="000B73EF" w:rsidRDefault="00003DD5" w:rsidP="00003DD5">
      <w:pPr>
        <w:pStyle w:val="QuestionResponse"/>
      </w:pPr>
      <w:r w:rsidRPr="000B73EF">
        <w:t>1</w:t>
      </w:r>
      <w:r w:rsidRPr="000B73EF">
        <w:tab/>
        <w:t>I like American ideas about democracy</w:t>
      </w:r>
    </w:p>
    <w:p w:rsidR="00003DD5" w:rsidRPr="000B73EF" w:rsidRDefault="00003DD5" w:rsidP="00003DD5">
      <w:pPr>
        <w:pStyle w:val="QuestionResponse"/>
      </w:pPr>
      <w:r w:rsidRPr="000B73EF">
        <w:t>2</w:t>
      </w:r>
      <w:r w:rsidRPr="000B73EF">
        <w:tab/>
        <w:t>I dislike American ideas about democracy</w:t>
      </w:r>
    </w:p>
    <w:p w:rsidR="00003DD5" w:rsidRPr="000B73EF" w:rsidRDefault="00003DD5" w:rsidP="00003DD5">
      <w:pPr>
        <w:pStyle w:val="QuestionResponse"/>
      </w:pPr>
      <w:r w:rsidRPr="000B73EF">
        <w:t>8</w:t>
      </w:r>
      <w:r w:rsidRPr="000B73EF">
        <w:tab/>
        <w:t>Don’t know (DO NOT READ)</w:t>
      </w:r>
    </w:p>
    <w:p w:rsidR="00003DD5" w:rsidRPr="000B73EF" w:rsidRDefault="00003DD5" w:rsidP="00003DD5">
      <w:pPr>
        <w:pStyle w:val="QuestionResponseLast"/>
      </w:pPr>
      <w:r w:rsidRPr="000B73EF">
        <w:t>9</w:t>
      </w:r>
      <w:r w:rsidRPr="000B73EF">
        <w:tab/>
        <w:t>Refused (DO NOT READ)</w:t>
      </w:r>
    </w:p>
    <w:p w:rsidR="00602753" w:rsidRPr="00C246EC" w:rsidRDefault="00602753" w:rsidP="00602753">
      <w:pPr>
        <w:pStyle w:val="QuestionInstruction"/>
        <w:rPr>
          <w:caps/>
        </w:rPr>
      </w:pPr>
      <w:r w:rsidRPr="000B73EF">
        <w:rPr>
          <w:caps/>
        </w:rPr>
        <w:t xml:space="preserve">ask ALL </w:t>
      </w:r>
      <w:r>
        <w:rPr>
          <w:caps/>
        </w:rPr>
        <w:t xml:space="preserve">IN </w:t>
      </w:r>
      <w:r w:rsidRPr="00492BF7">
        <w:rPr>
          <w:caps/>
        </w:rPr>
        <w:t xml:space="preserve">Argentina, Bolivia, Brazil, Chile, El Salvador, </w:t>
      </w:r>
      <w:r w:rsidRPr="00C246EC">
        <w:rPr>
          <w:caps/>
        </w:rPr>
        <w:t>Ghana, Kenya, Mexico, Nigeria,   Senegal, South Africa, Uganda, AND Venezuela ONLY</w:t>
      </w:r>
    </w:p>
    <w:p w:rsidR="00003DD5" w:rsidRPr="000B73EF" w:rsidRDefault="000918A7" w:rsidP="00003DD5">
      <w:pPr>
        <w:pStyle w:val="Question"/>
      </w:pPr>
      <w:r w:rsidRPr="00C246EC">
        <w:rPr>
          <w:rFonts w:ascii="Tahoma" w:hAnsi="Tahoma" w:cs="Tahoma"/>
          <w:b/>
          <w:sz w:val="16"/>
        </w:rPr>
        <w:t>Q</w:t>
      </w:r>
      <w:r w:rsidR="002E28C8" w:rsidRPr="00C246EC">
        <w:rPr>
          <w:rFonts w:ascii="Tahoma" w:hAnsi="Tahoma" w:cs="Tahoma"/>
          <w:b/>
          <w:sz w:val="16"/>
        </w:rPr>
        <w:t>50</w:t>
      </w:r>
      <w:r w:rsidR="00003DD5" w:rsidRPr="00C246EC">
        <w:tab/>
        <w:t>Which comes closer</w:t>
      </w:r>
      <w:r w:rsidR="00003DD5" w:rsidRPr="000B73EF">
        <w:t xml:space="preserve"> to describing your view?  I like American ways of doing business, OR I dislike American ways of doing business.  </w:t>
      </w:r>
    </w:p>
    <w:p w:rsidR="00003DD5" w:rsidRPr="000B73EF" w:rsidRDefault="00003DD5" w:rsidP="00003DD5">
      <w:pPr>
        <w:pStyle w:val="QuestionResponse"/>
      </w:pPr>
      <w:r w:rsidRPr="000B73EF">
        <w:t>1</w:t>
      </w:r>
      <w:r w:rsidRPr="000B73EF">
        <w:tab/>
        <w:t>I like American ways of doing business</w:t>
      </w:r>
    </w:p>
    <w:p w:rsidR="00003DD5" w:rsidRPr="000B73EF" w:rsidRDefault="00003DD5" w:rsidP="00003DD5">
      <w:pPr>
        <w:pStyle w:val="QuestionResponse"/>
      </w:pPr>
      <w:r w:rsidRPr="000B73EF">
        <w:t>2</w:t>
      </w:r>
      <w:r w:rsidRPr="000B73EF">
        <w:tab/>
        <w:t>I dislike American ways of doing business</w:t>
      </w:r>
    </w:p>
    <w:p w:rsidR="00003DD5" w:rsidRPr="000B73EF" w:rsidRDefault="00003DD5" w:rsidP="00003DD5">
      <w:pPr>
        <w:pStyle w:val="QuestionResponse"/>
      </w:pPr>
      <w:r w:rsidRPr="000B73EF">
        <w:t>8</w:t>
      </w:r>
      <w:r w:rsidRPr="000B73EF">
        <w:tab/>
        <w:t>Don’t know (DO NOT READ)</w:t>
      </w:r>
    </w:p>
    <w:p w:rsidR="00003DD5" w:rsidRPr="000B73EF" w:rsidRDefault="00003DD5" w:rsidP="00003DD5">
      <w:pPr>
        <w:pStyle w:val="QuestionResponseLast"/>
      </w:pPr>
      <w:r w:rsidRPr="000B73EF">
        <w:t>9</w:t>
      </w:r>
      <w:r w:rsidRPr="000B73EF">
        <w:tab/>
        <w:t>Refused (DO NOT READ)</w:t>
      </w:r>
    </w:p>
    <w:p w:rsidR="00602753" w:rsidRPr="000B73EF" w:rsidRDefault="00602753" w:rsidP="00602753">
      <w:pPr>
        <w:pStyle w:val="QuestionInstruction"/>
        <w:rPr>
          <w:caps/>
        </w:rPr>
      </w:pPr>
      <w:r w:rsidRPr="000B73EF">
        <w:rPr>
          <w:caps/>
        </w:rPr>
        <w:t xml:space="preserve">ask ALL </w:t>
      </w:r>
      <w:r>
        <w:rPr>
          <w:caps/>
        </w:rPr>
        <w:t xml:space="preserve">IN </w:t>
      </w:r>
      <w:r w:rsidRPr="00492BF7">
        <w:rPr>
          <w:caps/>
        </w:rPr>
        <w:t xml:space="preserve">Argentina, Bolivia, Brazil, Chile, El Salvador, Ghana, Kenya, Mexico, Nigeria,   Senegal, South Africa, </w:t>
      </w:r>
      <w:r w:rsidRPr="00B27CCB">
        <w:rPr>
          <w:caps/>
        </w:rPr>
        <w:t>Uganda, AND</w:t>
      </w:r>
      <w:r>
        <w:rPr>
          <w:caps/>
        </w:rPr>
        <w:t xml:space="preserve"> </w:t>
      </w:r>
      <w:r w:rsidRPr="00492BF7">
        <w:rPr>
          <w:caps/>
        </w:rPr>
        <w:t>Venezuela</w:t>
      </w:r>
      <w:r>
        <w:rPr>
          <w:caps/>
        </w:rPr>
        <w:t xml:space="preserve"> ONLY</w:t>
      </w:r>
    </w:p>
    <w:p w:rsidR="00003DD5" w:rsidRPr="000B73EF" w:rsidRDefault="000918A7" w:rsidP="00003DD5">
      <w:pPr>
        <w:pStyle w:val="Question"/>
      </w:pPr>
      <w:r w:rsidRPr="000B73EF">
        <w:rPr>
          <w:rFonts w:ascii="Tahoma" w:hAnsi="Tahoma" w:cs="Tahoma"/>
          <w:b/>
          <w:sz w:val="16"/>
        </w:rPr>
        <w:t>Q</w:t>
      </w:r>
      <w:r w:rsidR="002E28C8" w:rsidRPr="000B73EF">
        <w:rPr>
          <w:rFonts w:ascii="Tahoma" w:hAnsi="Tahoma" w:cs="Tahoma"/>
          <w:b/>
          <w:sz w:val="16"/>
        </w:rPr>
        <w:t>51</w:t>
      </w:r>
      <w:r w:rsidR="00003DD5" w:rsidRPr="000B73EF">
        <w:tab/>
        <w:t xml:space="preserve">Which is closer to describing your view—I like American music, movies and television, OR I dislike American music, movies and television.  </w:t>
      </w:r>
    </w:p>
    <w:p w:rsidR="00003DD5" w:rsidRPr="000B73EF" w:rsidRDefault="00003DD5" w:rsidP="00003DD5">
      <w:pPr>
        <w:pStyle w:val="QuestionResponse"/>
      </w:pPr>
      <w:r w:rsidRPr="000B73EF">
        <w:t>1</w:t>
      </w:r>
      <w:r w:rsidRPr="000B73EF">
        <w:tab/>
        <w:t>I like American music, movies and television</w:t>
      </w:r>
    </w:p>
    <w:p w:rsidR="00003DD5" w:rsidRPr="000B73EF" w:rsidRDefault="00003DD5" w:rsidP="00003DD5">
      <w:pPr>
        <w:pStyle w:val="QuestionResponse"/>
      </w:pPr>
      <w:r w:rsidRPr="000B73EF">
        <w:t>2</w:t>
      </w:r>
      <w:r w:rsidRPr="000B73EF">
        <w:tab/>
        <w:t>I dislike American music, movies and television</w:t>
      </w:r>
    </w:p>
    <w:p w:rsidR="00003DD5" w:rsidRPr="000B73EF" w:rsidRDefault="00003DD5" w:rsidP="00003DD5">
      <w:pPr>
        <w:pStyle w:val="QuestionResponse"/>
      </w:pPr>
      <w:r w:rsidRPr="000B73EF">
        <w:t>8</w:t>
      </w:r>
      <w:r w:rsidRPr="000B73EF">
        <w:tab/>
        <w:t>Don’t know (DO NOT READ)</w:t>
      </w:r>
    </w:p>
    <w:p w:rsidR="00003DD5" w:rsidRPr="000B73EF" w:rsidRDefault="00003DD5" w:rsidP="00003DD5">
      <w:pPr>
        <w:pStyle w:val="QuestionResponseLast"/>
      </w:pPr>
      <w:r w:rsidRPr="000B73EF">
        <w:t>9</w:t>
      </w:r>
      <w:r w:rsidRPr="000B73EF">
        <w:tab/>
        <w:t>Refused (DO NOT READ)</w:t>
      </w:r>
    </w:p>
    <w:p w:rsidR="00602753" w:rsidRPr="00B27CCB" w:rsidRDefault="00602753" w:rsidP="00602753">
      <w:pPr>
        <w:pStyle w:val="QuestionInstruction"/>
        <w:rPr>
          <w:caps/>
        </w:rPr>
      </w:pPr>
      <w:r w:rsidRPr="00B27CCB">
        <w:rPr>
          <w:caps/>
        </w:rPr>
        <w:t xml:space="preserve">ask ALL IN Argentina, Bolivia, Brazil, Chile, El Salvador, </w:t>
      </w:r>
      <w:r w:rsidR="00822E89">
        <w:rPr>
          <w:caps/>
        </w:rPr>
        <w:t xml:space="preserve">Ghana, Kenya, Mexico, Nigeria, </w:t>
      </w:r>
      <w:r w:rsidRPr="00B27CCB">
        <w:rPr>
          <w:caps/>
        </w:rPr>
        <w:t>Senegal, South Africa, Uganda, AND Venezuela ONLY</w:t>
      </w:r>
    </w:p>
    <w:p w:rsidR="00003DD5" w:rsidRPr="00B27CCB" w:rsidRDefault="000918A7" w:rsidP="00003DD5">
      <w:pPr>
        <w:pStyle w:val="Question"/>
      </w:pPr>
      <w:r w:rsidRPr="00B27CCB">
        <w:rPr>
          <w:rFonts w:ascii="Tahoma" w:hAnsi="Tahoma" w:cs="Tahoma"/>
          <w:b/>
          <w:sz w:val="16"/>
        </w:rPr>
        <w:t>Q</w:t>
      </w:r>
      <w:r w:rsidR="002E28C8" w:rsidRPr="00B27CCB">
        <w:rPr>
          <w:rFonts w:ascii="Tahoma" w:hAnsi="Tahoma" w:cs="Tahoma"/>
          <w:b/>
          <w:sz w:val="16"/>
        </w:rPr>
        <w:t>52</w:t>
      </w:r>
      <w:r w:rsidR="00003DD5" w:rsidRPr="00B27CCB">
        <w:tab/>
        <w:t xml:space="preserve">And which comes closer to describing your view?  I admire the United States for its technological and scientific advances, OR I do not admire the United States for its technological and scientific advances.  </w:t>
      </w:r>
    </w:p>
    <w:p w:rsidR="00003DD5" w:rsidRPr="00B27CCB" w:rsidRDefault="00003DD5" w:rsidP="00003DD5">
      <w:pPr>
        <w:pStyle w:val="QuestionResponse"/>
      </w:pPr>
      <w:r w:rsidRPr="00B27CCB">
        <w:t>1</w:t>
      </w:r>
      <w:r w:rsidRPr="00B27CCB">
        <w:tab/>
        <w:t>I admire the United States for its technological and scientific advances</w:t>
      </w:r>
    </w:p>
    <w:p w:rsidR="00003DD5" w:rsidRPr="00B27CCB" w:rsidRDefault="00003DD5" w:rsidP="00003DD5">
      <w:pPr>
        <w:pStyle w:val="QuestionResponse"/>
      </w:pPr>
      <w:r w:rsidRPr="00B27CCB">
        <w:t>2</w:t>
      </w:r>
      <w:r w:rsidRPr="00B27CCB">
        <w:tab/>
        <w:t>I do not admire the United States for its technological and scientific advances</w:t>
      </w:r>
    </w:p>
    <w:p w:rsidR="00003DD5" w:rsidRPr="00B27CCB" w:rsidRDefault="00003DD5" w:rsidP="00003DD5">
      <w:pPr>
        <w:pStyle w:val="QuestionResponse"/>
      </w:pPr>
      <w:r w:rsidRPr="00B27CCB">
        <w:t>8</w:t>
      </w:r>
      <w:r w:rsidRPr="00B27CCB">
        <w:tab/>
        <w:t>Don’t know (DO NOT READ)</w:t>
      </w:r>
    </w:p>
    <w:p w:rsidR="00003DD5" w:rsidRPr="00B27CCB" w:rsidRDefault="00003DD5" w:rsidP="00003DD5">
      <w:pPr>
        <w:pStyle w:val="QuestionResponseLast"/>
      </w:pPr>
      <w:r w:rsidRPr="00B27CCB">
        <w:t>9</w:t>
      </w:r>
      <w:r w:rsidRPr="00B27CCB">
        <w:tab/>
        <w:t>Refused (DO NOT READ)</w:t>
      </w:r>
    </w:p>
    <w:p w:rsidR="00003DD5" w:rsidRPr="00B27CCB" w:rsidRDefault="00003DD5" w:rsidP="00003DD5">
      <w:pPr>
        <w:pStyle w:val="QuestionInstruction"/>
        <w:rPr>
          <w:caps/>
        </w:rPr>
      </w:pPr>
      <w:r w:rsidRPr="00B27CCB">
        <w:rPr>
          <w:caps/>
        </w:rPr>
        <w:lastRenderedPageBreak/>
        <w:t xml:space="preserve">ask ALL </w:t>
      </w:r>
    </w:p>
    <w:p w:rsidR="00003DD5" w:rsidRPr="00B27CCB" w:rsidRDefault="000918A7" w:rsidP="00003DD5">
      <w:pPr>
        <w:pStyle w:val="Question"/>
      </w:pPr>
      <w:r w:rsidRPr="00B27CCB">
        <w:rPr>
          <w:rFonts w:ascii="Tahoma" w:hAnsi="Tahoma" w:cs="Tahoma"/>
          <w:b/>
          <w:sz w:val="16"/>
        </w:rPr>
        <w:t>Q</w:t>
      </w:r>
      <w:r w:rsidR="00850133" w:rsidRPr="00B27CCB">
        <w:rPr>
          <w:rFonts w:ascii="Tahoma" w:hAnsi="Tahoma" w:cs="Tahoma"/>
          <w:b/>
          <w:sz w:val="16"/>
        </w:rPr>
        <w:t>5</w:t>
      </w:r>
      <w:r w:rsidR="002E28C8" w:rsidRPr="00B27CCB">
        <w:rPr>
          <w:rFonts w:ascii="Tahoma" w:hAnsi="Tahoma" w:cs="Tahoma"/>
          <w:b/>
          <w:sz w:val="16"/>
        </w:rPr>
        <w:t>3</w:t>
      </w:r>
      <w:r w:rsidR="00003DD5" w:rsidRPr="00B27CCB">
        <w:rPr>
          <w:rFonts w:ascii="Tahoma" w:hAnsi="Tahoma"/>
          <w:b/>
          <w:sz w:val="16"/>
        </w:rPr>
        <w:tab/>
      </w:r>
      <w:r w:rsidR="00003DD5" w:rsidRPr="00B27CCB">
        <w:rPr>
          <w:szCs w:val="22"/>
        </w:rPr>
        <w:t>D</w:t>
      </w:r>
      <w:r w:rsidR="00003DD5" w:rsidRPr="00B27CCB">
        <w:t xml:space="preserve">o you approve or disapprove of the United States conducting missile strikes from pilotless aircraft called drones to target extremists in countries such as Pakistan, Yemen and Somalia? </w:t>
      </w:r>
    </w:p>
    <w:p w:rsidR="00003DD5" w:rsidRPr="00B27CCB" w:rsidRDefault="00003DD5" w:rsidP="00003DD5">
      <w:pPr>
        <w:pStyle w:val="QuestionResponse"/>
      </w:pPr>
      <w:r w:rsidRPr="00B27CCB">
        <w:t>1</w:t>
      </w:r>
      <w:r w:rsidRPr="00B27CCB">
        <w:tab/>
        <w:t>Approve</w:t>
      </w:r>
    </w:p>
    <w:p w:rsidR="00003DD5" w:rsidRPr="00B27CCB" w:rsidRDefault="00003DD5" w:rsidP="00003DD5">
      <w:pPr>
        <w:pStyle w:val="QuestionResponse"/>
      </w:pPr>
      <w:r w:rsidRPr="00B27CCB">
        <w:t>2</w:t>
      </w:r>
      <w:r w:rsidRPr="00B27CCB">
        <w:tab/>
        <w:t>Disapprove</w:t>
      </w:r>
    </w:p>
    <w:p w:rsidR="00003DD5" w:rsidRPr="00B27CCB" w:rsidRDefault="00003DD5" w:rsidP="00003DD5">
      <w:pPr>
        <w:pStyle w:val="QuestionResponse"/>
      </w:pPr>
      <w:r w:rsidRPr="00B27CCB">
        <w:t>8</w:t>
      </w:r>
      <w:r w:rsidRPr="00B27CCB">
        <w:tab/>
        <w:t>Don’t know (DO NOT READ)</w:t>
      </w:r>
    </w:p>
    <w:p w:rsidR="00003DD5" w:rsidRPr="00B27CCB" w:rsidRDefault="00003DD5" w:rsidP="00003DD5">
      <w:pPr>
        <w:pStyle w:val="QuestionResponseLast"/>
      </w:pPr>
      <w:r w:rsidRPr="00B27CCB">
        <w:t>9</w:t>
      </w:r>
      <w:r w:rsidRPr="00B27CCB">
        <w:tab/>
        <w:t>Refused (DO NOT READ)</w:t>
      </w:r>
    </w:p>
    <w:p w:rsidR="00003DD5" w:rsidRPr="000B73EF" w:rsidRDefault="00003DD5" w:rsidP="00003DD5">
      <w:pPr>
        <w:pStyle w:val="QuestionInstruction"/>
      </w:pPr>
      <w:r w:rsidRPr="00B27CCB">
        <w:t>ASK ALL</w:t>
      </w:r>
      <w:r w:rsidRPr="000B73EF">
        <w:t xml:space="preserve"> </w:t>
      </w:r>
      <w:r w:rsidRPr="000B73EF">
        <w:rPr>
          <w:rStyle w:val="QuestionInstructionChar"/>
          <w:b/>
        </w:rPr>
        <w:t>IN</w:t>
      </w:r>
      <w:r w:rsidRPr="000B73EF">
        <w:t xml:space="preserve"> </w:t>
      </w:r>
      <w:r w:rsidR="00602753" w:rsidRPr="000B73EF">
        <w:t xml:space="preserve">EL SALVADOR AND </w:t>
      </w:r>
      <w:r w:rsidRPr="000B73EF">
        <w:t xml:space="preserve">MEXICO ONLY </w:t>
      </w:r>
    </w:p>
    <w:p w:rsidR="00003DD5" w:rsidRPr="000B73EF" w:rsidRDefault="0054085C" w:rsidP="00003DD5">
      <w:pPr>
        <w:pStyle w:val="Question"/>
        <w:rPr>
          <w:i/>
          <w:iCs/>
          <w:color w:val="000000"/>
        </w:rPr>
      </w:pPr>
      <w:r w:rsidRPr="000B73EF">
        <w:rPr>
          <w:rFonts w:ascii="Tahoma" w:hAnsi="Tahoma" w:cs="Tahoma"/>
          <w:b/>
          <w:sz w:val="16"/>
        </w:rPr>
        <w:t>Q</w:t>
      </w:r>
      <w:r w:rsidR="00850133" w:rsidRPr="000B73EF">
        <w:rPr>
          <w:rFonts w:ascii="Tahoma" w:hAnsi="Tahoma" w:cs="Tahoma"/>
          <w:b/>
          <w:sz w:val="16"/>
        </w:rPr>
        <w:t>5</w:t>
      </w:r>
      <w:r w:rsidR="002E28C8" w:rsidRPr="000B73EF">
        <w:rPr>
          <w:rFonts w:ascii="Tahoma" w:hAnsi="Tahoma" w:cs="Tahoma"/>
          <w:b/>
          <w:sz w:val="16"/>
        </w:rPr>
        <w:t>4</w:t>
      </w:r>
      <w:r w:rsidR="00003DD5" w:rsidRPr="000B73EF">
        <w:rPr>
          <w:szCs w:val="22"/>
        </w:rPr>
        <w:tab/>
        <w:t xml:space="preserve">From what you know, do people from our country who move to the U.S. have a better life there, a worse life there, or is life neither better nor worse there?  </w:t>
      </w:r>
    </w:p>
    <w:p w:rsidR="00003DD5" w:rsidRPr="000B73EF" w:rsidRDefault="00003DD5" w:rsidP="00F813CB">
      <w:pPr>
        <w:pStyle w:val="QuestionResponse"/>
      </w:pPr>
      <w:r w:rsidRPr="000B73EF">
        <w:t>1</w:t>
      </w:r>
      <w:r w:rsidRPr="000B73EF">
        <w:tab/>
        <w:t>Better</w:t>
      </w:r>
    </w:p>
    <w:p w:rsidR="00003DD5" w:rsidRPr="000B73EF" w:rsidRDefault="00003DD5" w:rsidP="00F813CB">
      <w:pPr>
        <w:pStyle w:val="QuestionResponse"/>
      </w:pPr>
      <w:r w:rsidRPr="000B73EF">
        <w:t>2</w:t>
      </w:r>
      <w:r w:rsidRPr="000B73EF">
        <w:tab/>
        <w:t>Worse</w:t>
      </w:r>
    </w:p>
    <w:p w:rsidR="00003DD5" w:rsidRPr="000B73EF" w:rsidRDefault="00003DD5" w:rsidP="00F813CB">
      <w:pPr>
        <w:pStyle w:val="QuestionResponse"/>
      </w:pPr>
      <w:r w:rsidRPr="000B73EF">
        <w:t>3</w:t>
      </w:r>
      <w:r w:rsidRPr="000B73EF">
        <w:tab/>
        <w:t>Neither better nor worse</w:t>
      </w:r>
    </w:p>
    <w:p w:rsidR="00003DD5" w:rsidRPr="000B73EF" w:rsidRDefault="00003DD5" w:rsidP="00F813CB">
      <w:pPr>
        <w:pStyle w:val="QuestionResponse"/>
      </w:pPr>
      <w:r w:rsidRPr="000B73EF">
        <w:t>4</w:t>
      </w:r>
      <w:r w:rsidRPr="000B73EF">
        <w:tab/>
        <w:t>Don’t know anyone who moved to the US (DO NOT READ)</w:t>
      </w:r>
    </w:p>
    <w:p w:rsidR="00003DD5" w:rsidRPr="000B73EF" w:rsidRDefault="00003DD5" w:rsidP="00F813CB">
      <w:pPr>
        <w:pStyle w:val="QuestionResponse"/>
      </w:pPr>
      <w:r w:rsidRPr="000B73EF">
        <w:t>8</w:t>
      </w:r>
      <w:r w:rsidRPr="000B73EF">
        <w:tab/>
        <w:t>Don’t know (DO NOT READ)</w:t>
      </w:r>
    </w:p>
    <w:p w:rsidR="00003DD5" w:rsidRPr="000B73EF" w:rsidRDefault="00003DD5" w:rsidP="00003DD5">
      <w:pPr>
        <w:pStyle w:val="QuestionResponseLast"/>
        <w:rPr>
          <w:szCs w:val="22"/>
        </w:rPr>
      </w:pPr>
      <w:r w:rsidRPr="000B73EF">
        <w:rPr>
          <w:szCs w:val="22"/>
        </w:rPr>
        <w:t>9</w:t>
      </w:r>
      <w:r w:rsidRPr="000B73EF">
        <w:rPr>
          <w:szCs w:val="22"/>
        </w:rPr>
        <w:tab/>
        <w:t>Refused (DO NOT READ)</w:t>
      </w:r>
    </w:p>
    <w:p w:rsidR="00003DD5" w:rsidRPr="000B73EF" w:rsidRDefault="00003DD5" w:rsidP="00003DD5">
      <w:pPr>
        <w:pStyle w:val="QuestionInstruction"/>
      </w:pPr>
      <w:r w:rsidRPr="000B73EF">
        <w:lastRenderedPageBreak/>
        <w:t xml:space="preserve">ASK ALL IN ALL COUNTRIES EXCEPT </w:t>
      </w:r>
      <w:r w:rsidR="007B792E" w:rsidRPr="000B73EF">
        <w:t>THE UNITED STATES</w:t>
      </w:r>
    </w:p>
    <w:p w:rsidR="00003DD5" w:rsidRDefault="0054085C" w:rsidP="00003DD5">
      <w:pPr>
        <w:pStyle w:val="Question"/>
        <w:rPr>
          <w:i/>
        </w:rPr>
      </w:pPr>
      <w:r w:rsidRPr="000B73EF">
        <w:rPr>
          <w:rFonts w:ascii="Tahoma" w:hAnsi="Tahoma" w:cs="Tahoma"/>
          <w:b/>
          <w:sz w:val="16"/>
        </w:rPr>
        <w:t>Q</w:t>
      </w:r>
      <w:r w:rsidR="00850133" w:rsidRPr="000B73EF">
        <w:rPr>
          <w:rFonts w:ascii="Tahoma" w:hAnsi="Tahoma" w:cs="Tahoma"/>
          <w:b/>
          <w:sz w:val="16"/>
        </w:rPr>
        <w:t>5</w:t>
      </w:r>
      <w:r w:rsidR="002E28C8" w:rsidRPr="000B73EF">
        <w:rPr>
          <w:rFonts w:ascii="Tahoma" w:hAnsi="Tahoma" w:cs="Tahoma"/>
          <w:b/>
          <w:sz w:val="16"/>
        </w:rPr>
        <w:t>5</w:t>
      </w:r>
      <w:r w:rsidR="00003DD5" w:rsidRPr="000B73EF">
        <w:tab/>
      </w:r>
      <w:r w:rsidR="00003DD5" w:rsidRPr="000B73EF">
        <w:rPr>
          <w:i/>
        </w:rPr>
        <w:t>RELIGION--QUESTION WORDING AND RESPONSE CATEGORIES VARY BY CO</w:t>
      </w:r>
      <w:r w:rsidR="000F642E">
        <w:rPr>
          <w:i/>
        </w:rPr>
        <w:t>UNTRY</w:t>
      </w:r>
    </w:p>
    <w:p w:rsidR="00003DD5" w:rsidRPr="000B73EF" w:rsidRDefault="00003DD5" w:rsidP="00003DD5">
      <w:pPr>
        <w:pStyle w:val="QuestionInstruction"/>
      </w:pPr>
      <w:r w:rsidRPr="000B73EF">
        <w:t xml:space="preserve">ASK IN </w:t>
      </w:r>
      <w:r w:rsidR="007B792E" w:rsidRPr="000B73EF">
        <w:t xml:space="preserve">THE UNITED STATES </w:t>
      </w:r>
      <w:r w:rsidRPr="000B73EF">
        <w:t>ONLY</w:t>
      </w:r>
    </w:p>
    <w:p w:rsidR="00003DD5" w:rsidRPr="000B73EF" w:rsidRDefault="00003DD5" w:rsidP="00003DD5">
      <w:pPr>
        <w:pStyle w:val="Question"/>
      </w:pPr>
      <w:r w:rsidRPr="000B73EF">
        <w:rPr>
          <w:rFonts w:ascii="Tahoma" w:hAnsi="Tahoma" w:cs="Tahoma"/>
          <w:b/>
          <w:sz w:val="16"/>
          <w:szCs w:val="16"/>
        </w:rPr>
        <w:t>RELIG</w:t>
      </w:r>
      <w:r w:rsidRPr="000B73EF">
        <w:tab/>
        <w:t xml:space="preserve">What is your present religion, if any? Are you Protestant, Roman Catholic, Mormon, Orthodox such as Greek or Russian Orthodox, Jewish, Muslim, Buddhist, Hindu, atheist, agnostic, something else, or nothing in particular? </w:t>
      </w:r>
    </w:p>
    <w:p w:rsidR="00003DD5" w:rsidRPr="000B73EF" w:rsidRDefault="00003DD5" w:rsidP="00003DD5">
      <w:pPr>
        <w:pStyle w:val="Question"/>
        <w:ind w:firstLine="0"/>
      </w:pPr>
      <w:proofErr w:type="gramStart"/>
      <w:r w:rsidRPr="000B73EF">
        <w:t>[INTERVIEWER INSTRUCTION: IF R</w:t>
      </w:r>
      <w:r w:rsidR="00F813CB">
        <w:t>ESPONDENT</w:t>
      </w:r>
      <w:r w:rsidRPr="000B73EF">
        <w:t xml:space="preserve"> VOLUNTEERS “nothing in particular, none, no religion, etc.”</w:t>
      </w:r>
      <w:proofErr w:type="gramEnd"/>
      <w:r w:rsidRPr="000B73EF">
        <w:t xml:space="preserve"> BEFORE REACHING END OF LIST, PROMPT WITH: And would you say that’s atheist, agnostic, or just nothing in particular?]</w:t>
      </w:r>
    </w:p>
    <w:p w:rsidR="00003DD5" w:rsidRPr="000B73EF" w:rsidRDefault="00003DD5" w:rsidP="00003DD5">
      <w:pPr>
        <w:pStyle w:val="QuestionResponse"/>
      </w:pPr>
      <w:r w:rsidRPr="000B73EF">
        <w:t>1</w:t>
      </w:r>
      <w:r w:rsidRPr="000B73EF">
        <w:tab/>
        <w:t>Protestant (Baptist, Methodist, Non-denominational, Lutheran, Presbyterian, Pentecostal, Episcopalian, Reformed, Church of Christ, Jehovah’s Witness, etc.)</w:t>
      </w:r>
    </w:p>
    <w:p w:rsidR="00003DD5" w:rsidRPr="000B73EF" w:rsidRDefault="00003DD5" w:rsidP="00003DD5">
      <w:pPr>
        <w:pStyle w:val="QuestionResponse"/>
      </w:pPr>
      <w:r w:rsidRPr="000B73EF">
        <w:t>2</w:t>
      </w:r>
      <w:r w:rsidRPr="000B73EF">
        <w:tab/>
        <w:t>Roman Catholic (Catholic)</w:t>
      </w:r>
    </w:p>
    <w:p w:rsidR="00003DD5" w:rsidRPr="000B73EF" w:rsidRDefault="00003DD5" w:rsidP="00003DD5">
      <w:pPr>
        <w:pStyle w:val="QuestionResponse"/>
      </w:pPr>
      <w:r w:rsidRPr="000B73EF">
        <w:t>3</w:t>
      </w:r>
      <w:r w:rsidRPr="000B73EF">
        <w:tab/>
        <w:t>Mormon (Church of Jesus Christ of Latter-day Saints/LDS)</w:t>
      </w:r>
    </w:p>
    <w:p w:rsidR="00003DD5" w:rsidRPr="000B73EF" w:rsidRDefault="00003DD5" w:rsidP="00003DD5">
      <w:pPr>
        <w:pStyle w:val="QuestionResponse"/>
      </w:pPr>
      <w:r w:rsidRPr="000B73EF">
        <w:t>4</w:t>
      </w:r>
      <w:r w:rsidRPr="000B73EF">
        <w:tab/>
        <w:t>Orthodox (Greek, Russian, or some other orthodox church)</w:t>
      </w:r>
    </w:p>
    <w:p w:rsidR="00003DD5" w:rsidRPr="000B73EF" w:rsidRDefault="00003DD5" w:rsidP="00003DD5">
      <w:pPr>
        <w:pStyle w:val="QuestionResponse"/>
      </w:pPr>
      <w:r w:rsidRPr="000B73EF">
        <w:t>5</w:t>
      </w:r>
      <w:r w:rsidRPr="000B73EF">
        <w:tab/>
        <w:t>Jewish (Judaism)</w:t>
      </w:r>
    </w:p>
    <w:p w:rsidR="00003DD5" w:rsidRPr="000B73EF" w:rsidRDefault="00003DD5" w:rsidP="00003DD5">
      <w:pPr>
        <w:pStyle w:val="QuestionResponse"/>
      </w:pPr>
      <w:r w:rsidRPr="000B73EF">
        <w:t>6</w:t>
      </w:r>
      <w:r w:rsidRPr="000B73EF">
        <w:tab/>
        <w:t>Muslim (Islam)</w:t>
      </w:r>
    </w:p>
    <w:p w:rsidR="00003DD5" w:rsidRPr="000B73EF" w:rsidRDefault="00003DD5" w:rsidP="00003DD5">
      <w:pPr>
        <w:pStyle w:val="QuestionResponse"/>
      </w:pPr>
      <w:r w:rsidRPr="000B73EF">
        <w:t>7</w:t>
      </w:r>
      <w:r w:rsidRPr="000B73EF">
        <w:tab/>
        <w:t>Buddhist</w:t>
      </w:r>
    </w:p>
    <w:p w:rsidR="00003DD5" w:rsidRPr="000B73EF" w:rsidRDefault="00003DD5" w:rsidP="00003DD5">
      <w:pPr>
        <w:pStyle w:val="QuestionResponse"/>
      </w:pPr>
      <w:r w:rsidRPr="000B73EF">
        <w:t>8</w:t>
      </w:r>
      <w:r w:rsidRPr="000B73EF">
        <w:tab/>
        <w:t>Hindu</w:t>
      </w:r>
    </w:p>
    <w:p w:rsidR="00003DD5" w:rsidRPr="000B73EF" w:rsidRDefault="00003DD5" w:rsidP="00003DD5">
      <w:pPr>
        <w:pStyle w:val="QuestionResponse"/>
      </w:pPr>
      <w:r w:rsidRPr="000B73EF">
        <w:t>9</w:t>
      </w:r>
      <w:r w:rsidRPr="000B73EF">
        <w:tab/>
        <w:t>Atheist (do not believe in God)</w:t>
      </w:r>
    </w:p>
    <w:p w:rsidR="00003DD5" w:rsidRPr="000B73EF" w:rsidRDefault="00003DD5" w:rsidP="00003DD5">
      <w:pPr>
        <w:pStyle w:val="QuestionResponse"/>
      </w:pPr>
      <w:r w:rsidRPr="000B73EF">
        <w:t>10</w:t>
      </w:r>
      <w:r w:rsidRPr="000B73EF">
        <w:tab/>
        <w:t>Agnostic (not sure if there is a God)</w:t>
      </w:r>
    </w:p>
    <w:p w:rsidR="00003DD5" w:rsidRPr="000B73EF" w:rsidRDefault="00003DD5" w:rsidP="00003DD5">
      <w:pPr>
        <w:pStyle w:val="QuestionResponse"/>
      </w:pPr>
      <w:r w:rsidRPr="000B73EF">
        <w:t xml:space="preserve">11 </w:t>
      </w:r>
      <w:r w:rsidRPr="000B73EF">
        <w:tab/>
        <w:t>Something else (SPECIFY)</w:t>
      </w:r>
    </w:p>
    <w:p w:rsidR="00003DD5" w:rsidRPr="000B73EF" w:rsidRDefault="00003DD5" w:rsidP="00003DD5">
      <w:pPr>
        <w:pStyle w:val="QuestionResponse"/>
      </w:pPr>
      <w:r w:rsidRPr="000B73EF">
        <w:t>12</w:t>
      </w:r>
      <w:r w:rsidRPr="000B73EF">
        <w:tab/>
        <w:t>Nothing in particular</w:t>
      </w:r>
    </w:p>
    <w:p w:rsidR="00003DD5" w:rsidRPr="000B73EF" w:rsidRDefault="00003DD5" w:rsidP="00003DD5">
      <w:pPr>
        <w:pStyle w:val="QuestionResponse"/>
      </w:pPr>
      <w:r w:rsidRPr="000B73EF">
        <w:t>13</w:t>
      </w:r>
      <w:r w:rsidRPr="000B73EF">
        <w:tab/>
        <w:t>Christian (DO NOT READ)</w:t>
      </w:r>
    </w:p>
    <w:p w:rsidR="00003DD5" w:rsidRPr="000B73EF" w:rsidRDefault="00003DD5" w:rsidP="00003DD5">
      <w:pPr>
        <w:pStyle w:val="QuestionResponse"/>
      </w:pPr>
      <w:r w:rsidRPr="000B73EF">
        <w:t>14</w:t>
      </w:r>
      <w:r w:rsidRPr="000B73EF">
        <w:tab/>
        <w:t>Unitarian (Universalist) (DO NOT READ)</w:t>
      </w:r>
    </w:p>
    <w:p w:rsidR="00003DD5" w:rsidRPr="000B73EF" w:rsidRDefault="00003DD5" w:rsidP="00003DD5">
      <w:pPr>
        <w:pStyle w:val="QuestionResponse"/>
      </w:pPr>
      <w:r w:rsidRPr="000B73EF">
        <w:t>98</w:t>
      </w:r>
      <w:r w:rsidRPr="000B73EF">
        <w:tab/>
        <w:t>Don’t know (DO NOT READ)</w:t>
      </w:r>
    </w:p>
    <w:p w:rsidR="00003DD5" w:rsidRPr="000B73EF" w:rsidRDefault="00003DD5" w:rsidP="00003DD5">
      <w:pPr>
        <w:pStyle w:val="QuestionResponseLast"/>
      </w:pPr>
      <w:r w:rsidRPr="000B73EF">
        <w:t>99</w:t>
      </w:r>
      <w:r w:rsidRPr="000B73EF">
        <w:tab/>
        <w:t>Refused (DO NOT READ)</w:t>
      </w:r>
    </w:p>
    <w:p w:rsidR="00003DD5" w:rsidRPr="000B73EF" w:rsidRDefault="00003DD5" w:rsidP="00003DD5">
      <w:pPr>
        <w:pStyle w:val="QuestionInstruction"/>
      </w:pPr>
      <w:r w:rsidRPr="000B73EF">
        <w:t>ASK IF SOMETHING ELSE OR DK/REF (RELIG=11, 98, 99)</w:t>
      </w:r>
    </w:p>
    <w:p w:rsidR="00003DD5" w:rsidRPr="000B73EF" w:rsidRDefault="00003DD5" w:rsidP="00F813CB">
      <w:pPr>
        <w:pStyle w:val="Question"/>
        <w:rPr>
          <w:rStyle w:val="QuestionCha"/>
        </w:rPr>
      </w:pPr>
      <w:r w:rsidRPr="000B73EF">
        <w:rPr>
          <w:rStyle w:val="QuestionCha"/>
          <w:rFonts w:ascii="Tahoma" w:hAnsi="Tahoma" w:cs="Tahoma"/>
          <w:b/>
          <w:sz w:val="16"/>
          <w:szCs w:val="16"/>
        </w:rPr>
        <w:t>CHR</w:t>
      </w:r>
      <w:r w:rsidRPr="000B73EF">
        <w:rPr>
          <w:rStyle w:val="QuestionCha"/>
        </w:rPr>
        <w:tab/>
        <w:t xml:space="preserve">Do you think of yourself as a Christian or not? </w:t>
      </w:r>
    </w:p>
    <w:p w:rsidR="00003DD5" w:rsidRPr="000B73EF" w:rsidRDefault="00003DD5" w:rsidP="00003DD5">
      <w:pPr>
        <w:pStyle w:val="Question"/>
        <w:ind w:firstLine="0"/>
      </w:pPr>
      <w:r w:rsidRPr="000B73EF">
        <w:t>[INTERVIEWER INSTRUCTION: IF R</w:t>
      </w:r>
      <w:r w:rsidR="00F813CB">
        <w:t xml:space="preserve">ESPONDENT NAMED A NON-CHRISTIAN RELIGION </w:t>
      </w:r>
      <w:r w:rsidRPr="000B73EF">
        <w:t>IN PREVIOUS QUESTION (e.g. Native American, Wiccan, Pagan, etc.), DO NOT READ (ENTER "NO" CODE 2)]</w:t>
      </w:r>
    </w:p>
    <w:p w:rsidR="00003DD5" w:rsidRPr="000B73EF" w:rsidRDefault="00003DD5" w:rsidP="00003DD5">
      <w:pPr>
        <w:pStyle w:val="QuestionResponse"/>
      </w:pPr>
      <w:r w:rsidRPr="000B73EF">
        <w:t>1</w:t>
      </w:r>
      <w:r w:rsidRPr="000B73EF">
        <w:tab/>
        <w:t>Yes</w:t>
      </w:r>
    </w:p>
    <w:p w:rsidR="00003DD5" w:rsidRPr="000B73EF" w:rsidRDefault="00003DD5" w:rsidP="00003DD5">
      <w:pPr>
        <w:pStyle w:val="QuestionResponse"/>
      </w:pPr>
      <w:r w:rsidRPr="000B73EF">
        <w:t>2</w:t>
      </w:r>
      <w:r w:rsidRPr="000B73EF">
        <w:tab/>
        <w:t>No</w:t>
      </w:r>
    </w:p>
    <w:p w:rsidR="00003DD5" w:rsidRPr="000B73EF" w:rsidRDefault="00003DD5" w:rsidP="00003DD5">
      <w:pPr>
        <w:pStyle w:val="QuestionResponse"/>
      </w:pPr>
      <w:r w:rsidRPr="000B73EF">
        <w:t>8</w:t>
      </w:r>
      <w:r w:rsidRPr="000B73EF">
        <w:tab/>
        <w:t>Don’t know (DO NOT READ)</w:t>
      </w:r>
    </w:p>
    <w:p w:rsidR="00003DD5" w:rsidRPr="000B73EF" w:rsidRDefault="00003DD5" w:rsidP="00003DD5">
      <w:pPr>
        <w:pStyle w:val="QuestionResponseLast"/>
      </w:pPr>
      <w:r w:rsidRPr="000B73EF">
        <w:t>9</w:t>
      </w:r>
      <w:r w:rsidRPr="000B73EF">
        <w:tab/>
        <w:t>Refused (DO NOT READ)</w:t>
      </w:r>
    </w:p>
    <w:p w:rsidR="00003DD5" w:rsidRPr="000B73EF" w:rsidRDefault="00003DD5" w:rsidP="00003DD5">
      <w:pPr>
        <w:pStyle w:val="QuestionInstruction"/>
      </w:pPr>
      <w:r w:rsidRPr="000B73EF">
        <w:lastRenderedPageBreak/>
        <w:t>ASK IF CHRISTIAN (RELIG=1-4, 13 OR CHR=1)</w:t>
      </w:r>
    </w:p>
    <w:p w:rsidR="00003DD5" w:rsidRPr="000B73EF" w:rsidRDefault="00003DD5" w:rsidP="00003DD5">
      <w:pPr>
        <w:pStyle w:val="Question"/>
      </w:pPr>
      <w:r w:rsidRPr="000B73EF">
        <w:rPr>
          <w:rFonts w:ascii="Tahoma" w:hAnsi="Tahoma" w:cs="Tahoma"/>
          <w:b/>
          <w:sz w:val="16"/>
          <w:szCs w:val="16"/>
        </w:rPr>
        <w:t>BORN</w:t>
      </w:r>
      <w:r w:rsidRPr="000B73EF">
        <w:tab/>
        <w:t>Would you describe yourself as a "born again" or evangelical Christian, or not?</w:t>
      </w:r>
    </w:p>
    <w:p w:rsidR="00003DD5" w:rsidRPr="000B73EF" w:rsidRDefault="00003DD5" w:rsidP="00003DD5">
      <w:pPr>
        <w:pStyle w:val="QuestionResponse"/>
      </w:pPr>
      <w:r w:rsidRPr="000B73EF">
        <w:t>1</w:t>
      </w:r>
      <w:r w:rsidRPr="000B73EF">
        <w:tab/>
        <w:t>Yes, would</w:t>
      </w:r>
    </w:p>
    <w:p w:rsidR="00003DD5" w:rsidRPr="000B73EF" w:rsidRDefault="00003DD5" w:rsidP="00003DD5">
      <w:pPr>
        <w:pStyle w:val="QuestionResponse"/>
      </w:pPr>
      <w:r w:rsidRPr="000B73EF">
        <w:t>2</w:t>
      </w:r>
      <w:r w:rsidRPr="000B73EF">
        <w:tab/>
        <w:t>No, would not</w:t>
      </w:r>
    </w:p>
    <w:p w:rsidR="00003DD5" w:rsidRPr="000B73EF" w:rsidRDefault="00003DD5" w:rsidP="00003DD5">
      <w:pPr>
        <w:pStyle w:val="QuestionResponse"/>
      </w:pPr>
      <w:r w:rsidRPr="000B73EF">
        <w:t>8</w:t>
      </w:r>
      <w:r w:rsidRPr="000B73EF">
        <w:tab/>
        <w:t>Don’t know (DO NOT READ)</w:t>
      </w:r>
    </w:p>
    <w:p w:rsidR="00003DD5" w:rsidRPr="000B73EF" w:rsidRDefault="00003DD5" w:rsidP="00003DD5">
      <w:pPr>
        <w:pStyle w:val="QuestionResponseLast"/>
      </w:pPr>
      <w:r w:rsidRPr="000B73EF">
        <w:t>9</w:t>
      </w:r>
      <w:r w:rsidRPr="000B73EF">
        <w:tab/>
        <w:t>Refused (DO NOT READ)</w:t>
      </w:r>
    </w:p>
    <w:p w:rsidR="00131438" w:rsidRPr="000B73EF" w:rsidRDefault="00131438" w:rsidP="00602753">
      <w:pPr>
        <w:pStyle w:val="QuestionInstruction"/>
      </w:pPr>
      <w:r w:rsidRPr="000B73EF">
        <w:t>ASK ALL</w:t>
      </w:r>
      <w:r w:rsidR="00782CE5">
        <w:t xml:space="preserve"> EXCEPT CHINA</w:t>
      </w:r>
    </w:p>
    <w:p w:rsidR="00131438" w:rsidRPr="000B73EF" w:rsidRDefault="0054085C" w:rsidP="001E6782">
      <w:pPr>
        <w:pStyle w:val="Question"/>
      </w:pPr>
      <w:r w:rsidRPr="000B73EF">
        <w:rPr>
          <w:rFonts w:ascii="Tahoma" w:hAnsi="Tahoma" w:cs="Tahoma"/>
          <w:b/>
          <w:sz w:val="16"/>
        </w:rPr>
        <w:t>Q</w:t>
      </w:r>
      <w:r w:rsidR="00850133" w:rsidRPr="000B73EF">
        <w:rPr>
          <w:rFonts w:ascii="Tahoma" w:hAnsi="Tahoma" w:cs="Tahoma"/>
          <w:b/>
          <w:sz w:val="16"/>
        </w:rPr>
        <w:t>5</w:t>
      </w:r>
      <w:r w:rsidR="002E28C8" w:rsidRPr="000B73EF">
        <w:rPr>
          <w:rFonts w:ascii="Tahoma" w:hAnsi="Tahoma" w:cs="Tahoma"/>
          <w:b/>
          <w:sz w:val="16"/>
        </w:rPr>
        <w:t>6</w:t>
      </w:r>
      <w:r w:rsidRPr="000B73EF">
        <w:rPr>
          <w:rFonts w:ascii="Tahoma" w:hAnsi="Tahoma" w:cs="Tahoma"/>
          <w:b/>
          <w:sz w:val="16"/>
        </w:rPr>
        <w:tab/>
      </w:r>
      <w:r w:rsidR="00131438" w:rsidRPr="000B73EF">
        <w:t xml:space="preserve">Do you think the </w:t>
      </w:r>
      <w:r w:rsidR="00131438" w:rsidRPr="000B73EF">
        <w:rPr>
          <w:b/>
        </w:rPr>
        <w:t>(survey country)</w:t>
      </w:r>
      <w:r w:rsidR="00131438" w:rsidRPr="000B73EF">
        <w:t xml:space="preserve"> economic system generally favor</w:t>
      </w:r>
      <w:r w:rsidR="001E6782">
        <w:t xml:space="preserve">s the wealthy or is it fair to </w:t>
      </w:r>
      <w:r w:rsidR="00131438" w:rsidRPr="000B73EF">
        <w:t xml:space="preserve">most </w:t>
      </w:r>
      <w:r w:rsidR="00131438" w:rsidRPr="000B73EF">
        <w:rPr>
          <w:b/>
        </w:rPr>
        <w:t>(</w:t>
      </w:r>
      <w:r w:rsidR="003171FA" w:rsidRPr="000B73EF">
        <w:rPr>
          <w:b/>
        </w:rPr>
        <w:t xml:space="preserve">people of </w:t>
      </w:r>
      <w:r w:rsidR="00131438" w:rsidRPr="000B73EF">
        <w:rPr>
          <w:b/>
        </w:rPr>
        <w:t xml:space="preserve">survey country) </w:t>
      </w:r>
      <w:r w:rsidR="00131438" w:rsidRPr="000B73EF">
        <w:t xml:space="preserve"> </w:t>
      </w:r>
    </w:p>
    <w:p w:rsidR="00131438" w:rsidRPr="000B73EF" w:rsidRDefault="001E6782" w:rsidP="001E6782">
      <w:pPr>
        <w:pStyle w:val="QuestionResponse"/>
      </w:pPr>
      <w:r>
        <w:t>1</w:t>
      </w:r>
      <w:r>
        <w:tab/>
      </w:r>
      <w:r w:rsidR="00131438" w:rsidRPr="000B73EF">
        <w:t>Favors the wealthy</w:t>
      </w:r>
    </w:p>
    <w:p w:rsidR="00131438" w:rsidRPr="000B73EF" w:rsidRDefault="001E6782" w:rsidP="001E6782">
      <w:pPr>
        <w:pStyle w:val="QuestionResponse"/>
      </w:pPr>
      <w:r>
        <w:t>2</w:t>
      </w:r>
      <w:r>
        <w:tab/>
      </w:r>
      <w:r w:rsidR="00131438" w:rsidRPr="000B73EF">
        <w:t>Fair to most</w:t>
      </w:r>
    </w:p>
    <w:p w:rsidR="00131438" w:rsidRPr="000B73EF" w:rsidRDefault="00131438" w:rsidP="001E6782">
      <w:pPr>
        <w:pStyle w:val="QuestionResponse"/>
      </w:pPr>
      <w:r w:rsidRPr="000B73EF">
        <w:t>8</w:t>
      </w:r>
      <w:r w:rsidRPr="000B73EF">
        <w:tab/>
        <w:t>Don’t know (DO NOT READ)</w:t>
      </w:r>
    </w:p>
    <w:p w:rsidR="00131438" w:rsidRPr="000B73EF" w:rsidRDefault="00131438" w:rsidP="001E6782">
      <w:pPr>
        <w:pStyle w:val="QuestionResponseLast"/>
      </w:pPr>
      <w:r w:rsidRPr="000B73EF">
        <w:t>9</w:t>
      </w:r>
      <w:r w:rsidRPr="000B73EF">
        <w:tab/>
        <w:t>Refused (DO NOT READ)</w:t>
      </w:r>
    </w:p>
    <w:p w:rsidR="00003DD5" w:rsidRPr="000B73EF" w:rsidRDefault="00003DD5" w:rsidP="00003DD5">
      <w:pPr>
        <w:pStyle w:val="QuestionInstruction"/>
      </w:pPr>
      <w:r w:rsidRPr="000B73EF">
        <w:t>ASK ALL IN EGYPT AND TUNISIA ONLY</w:t>
      </w:r>
    </w:p>
    <w:p w:rsidR="00003DD5" w:rsidRPr="000B73EF" w:rsidRDefault="0054085C" w:rsidP="001E6782">
      <w:pPr>
        <w:pStyle w:val="Question"/>
        <w:rPr>
          <w:i/>
        </w:rPr>
      </w:pPr>
      <w:r w:rsidRPr="000B73EF">
        <w:rPr>
          <w:rFonts w:ascii="Tahoma" w:hAnsi="Tahoma" w:cs="Tahoma"/>
          <w:b/>
          <w:sz w:val="16"/>
        </w:rPr>
        <w:t>Q</w:t>
      </w:r>
      <w:r w:rsidR="00850133" w:rsidRPr="000B73EF">
        <w:rPr>
          <w:rFonts w:ascii="Tahoma" w:hAnsi="Tahoma" w:cs="Tahoma"/>
          <w:b/>
          <w:sz w:val="16"/>
        </w:rPr>
        <w:t>5</w:t>
      </w:r>
      <w:r w:rsidR="002E28C8" w:rsidRPr="000B73EF">
        <w:rPr>
          <w:rFonts w:ascii="Tahoma" w:hAnsi="Tahoma" w:cs="Tahoma"/>
          <w:b/>
          <w:sz w:val="16"/>
        </w:rPr>
        <w:t>7</w:t>
      </w:r>
      <w:r w:rsidR="00003DD5" w:rsidRPr="000B73EF">
        <w:tab/>
        <w:t>In your opinion, how much influence should religious leaders have</w:t>
      </w:r>
      <w:r w:rsidR="001E6782">
        <w:t xml:space="preserve"> in political matters? A large </w:t>
      </w:r>
      <w:r w:rsidR="00003DD5" w:rsidRPr="000B73EF">
        <w:t xml:space="preserve">influence, some influence, not too much influence or no influence at all? </w:t>
      </w:r>
    </w:p>
    <w:p w:rsidR="00003DD5" w:rsidRPr="000B73EF" w:rsidRDefault="00003DD5" w:rsidP="00003DD5">
      <w:pPr>
        <w:pStyle w:val="QuestionResponse"/>
      </w:pPr>
      <w:r w:rsidRPr="000B73EF">
        <w:t>1</w:t>
      </w:r>
      <w:r w:rsidRPr="000B73EF">
        <w:tab/>
        <w:t>A large influence</w:t>
      </w:r>
    </w:p>
    <w:p w:rsidR="00003DD5" w:rsidRPr="000B73EF" w:rsidRDefault="00003DD5" w:rsidP="00003DD5">
      <w:pPr>
        <w:pStyle w:val="QuestionResponse"/>
      </w:pPr>
      <w:r w:rsidRPr="000B73EF">
        <w:t>2</w:t>
      </w:r>
      <w:r w:rsidRPr="000B73EF">
        <w:tab/>
        <w:t>Some influence</w:t>
      </w:r>
    </w:p>
    <w:p w:rsidR="00003DD5" w:rsidRPr="000B73EF" w:rsidRDefault="00003DD5" w:rsidP="00003DD5">
      <w:pPr>
        <w:pStyle w:val="QuestionResponse"/>
      </w:pPr>
      <w:r w:rsidRPr="000B73EF">
        <w:t>3</w:t>
      </w:r>
      <w:r w:rsidRPr="000B73EF">
        <w:tab/>
        <w:t>Not too much influence</w:t>
      </w:r>
    </w:p>
    <w:p w:rsidR="00003DD5" w:rsidRPr="000B73EF" w:rsidRDefault="00003DD5" w:rsidP="00003DD5">
      <w:pPr>
        <w:pStyle w:val="QuestionResponse"/>
      </w:pPr>
      <w:r w:rsidRPr="000B73EF">
        <w:t>4</w:t>
      </w:r>
      <w:r w:rsidRPr="000B73EF">
        <w:tab/>
        <w:t>No influence at all</w:t>
      </w:r>
    </w:p>
    <w:p w:rsidR="00003DD5" w:rsidRPr="000B73EF" w:rsidRDefault="00003DD5" w:rsidP="00003DD5">
      <w:pPr>
        <w:pStyle w:val="QuestionResponse"/>
      </w:pPr>
      <w:r w:rsidRPr="000B73EF">
        <w:t>8</w:t>
      </w:r>
      <w:r w:rsidRPr="000B73EF">
        <w:tab/>
        <w:t>Don’t know (DO NOT READ)</w:t>
      </w:r>
    </w:p>
    <w:p w:rsidR="00003DD5" w:rsidRPr="000B73EF" w:rsidRDefault="00003DD5" w:rsidP="00003DD5">
      <w:pPr>
        <w:pStyle w:val="QuestionResponseLast"/>
      </w:pPr>
      <w:r w:rsidRPr="000B73EF">
        <w:t>9</w:t>
      </w:r>
      <w:r w:rsidRPr="000B73EF">
        <w:tab/>
        <w:t>Refused (DO NOT READ)</w:t>
      </w:r>
    </w:p>
    <w:p w:rsidR="00003DD5" w:rsidRPr="00602753" w:rsidRDefault="00003DD5" w:rsidP="00602753">
      <w:pPr>
        <w:pStyle w:val="QuestionInstruction"/>
        <w:rPr>
          <w:caps/>
        </w:rPr>
      </w:pPr>
      <w:r w:rsidRPr="00602753">
        <w:rPr>
          <w:caps/>
        </w:rPr>
        <w:t xml:space="preserve">ASK ALL IN </w:t>
      </w:r>
      <w:r w:rsidR="00602753" w:rsidRPr="00602753">
        <w:rPr>
          <w:caps/>
        </w:rPr>
        <w:t>EGYPT</w:t>
      </w:r>
      <w:r w:rsidR="00602753">
        <w:rPr>
          <w:caps/>
        </w:rPr>
        <w:t>,</w:t>
      </w:r>
      <w:r w:rsidR="00602753" w:rsidRPr="00602753">
        <w:rPr>
          <w:caps/>
        </w:rPr>
        <w:t xml:space="preserve"> Ghana, Kenya, Niger</w:t>
      </w:r>
      <w:r w:rsidR="007D5961">
        <w:rPr>
          <w:caps/>
        </w:rPr>
        <w:t xml:space="preserve">ia, </w:t>
      </w:r>
      <w:r w:rsidR="00602753" w:rsidRPr="00602753">
        <w:rPr>
          <w:caps/>
        </w:rPr>
        <w:t xml:space="preserve">Senegal, South Africa, </w:t>
      </w:r>
      <w:r w:rsidR="00602753" w:rsidRPr="007D5961">
        <w:rPr>
          <w:caps/>
        </w:rPr>
        <w:t xml:space="preserve">AND Uganda </w:t>
      </w:r>
      <w:r w:rsidRPr="007D5961">
        <w:rPr>
          <w:caps/>
        </w:rPr>
        <w:t>ONLY</w:t>
      </w:r>
    </w:p>
    <w:p w:rsidR="00003DD5" w:rsidRPr="000B73EF" w:rsidRDefault="0054085C" w:rsidP="00003DD5">
      <w:pPr>
        <w:pStyle w:val="Question"/>
        <w:rPr>
          <w:i/>
          <w:iCs/>
        </w:rPr>
      </w:pPr>
      <w:r w:rsidRPr="000B73EF">
        <w:rPr>
          <w:rFonts w:ascii="Tahoma" w:hAnsi="Tahoma" w:cs="Tahoma"/>
          <w:b/>
          <w:sz w:val="16"/>
        </w:rPr>
        <w:t>Q</w:t>
      </w:r>
      <w:r w:rsidR="00850133" w:rsidRPr="000B73EF">
        <w:rPr>
          <w:rFonts w:ascii="Tahoma" w:hAnsi="Tahoma" w:cs="Tahoma"/>
          <w:b/>
          <w:sz w:val="16"/>
        </w:rPr>
        <w:t>5</w:t>
      </w:r>
      <w:r w:rsidR="002E28C8" w:rsidRPr="000B73EF">
        <w:rPr>
          <w:rFonts w:ascii="Tahoma" w:hAnsi="Tahoma" w:cs="Tahoma"/>
          <w:b/>
          <w:sz w:val="16"/>
        </w:rPr>
        <w:t>8a</w:t>
      </w:r>
      <w:r w:rsidR="00003DD5" w:rsidRPr="000B73EF">
        <w:tab/>
        <w:t xml:space="preserve">Overall, would you say U.S. economic aid to </w:t>
      </w:r>
      <w:r w:rsidR="00003DD5" w:rsidRPr="000B73EF">
        <w:rPr>
          <w:b/>
        </w:rPr>
        <w:t>(survey country)</w:t>
      </w:r>
      <w:r w:rsidR="00003DD5" w:rsidRPr="000B73EF">
        <w:t xml:space="preserve"> is having a mostly positive impact, a mostly negative impact, or no impact on the way things are going in </w:t>
      </w:r>
      <w:r w:rsidR="00003DD5" w:rsidRPr="000B73EF">
        <w:rPr>
          <w:b/>
        </w:rPr>
        <w:t>(survey country)</w:t>
      </w:r>
      <w:r w:rsidR="00003DD5" w:rsidRPr="000B73EF">
        <w:t xml:space="preserve">? </w:t>
      </w:r>
    </w:p>
    <w:p w:rsidR="00003DD5" w:rsidRPr="000B73EF" w:rsidRDefault="00003DD5" w:rsidP="00003DD5">
      <w:pPr>
        <w:pStyle w:val="QuestionResponse"/>
      </w:pPr>
      <w:r w:rsidRPr="000B73EF">
        <w:t>1</w:t>
      </w:r>
      <w:r w:rsidRPr="000B73EF">
        <w:tab/>
        <w:t>Mostly positive</w:t>
      </w:r>
    </w:p>
    <w:p w:rsidR="00003DD5" w:rsidRPr="000B73EF" w:rsidRDefault="00003DD5" w:rsidP="00003DD5">
      <w:pPr>
        <w:pStyle w:val="QuestionResponse"/>
      </w:pPr>
      <w:r w:rsidRPr="000B73EF">
        <w:t>2</w:t>
      </w:r>
      <w:r w:rsidRPr="000B73EF">
        <w:tab/>
        <w:t>Mostly negative</w:t>
      </w:r>
    </w:p>
    <w:p w:rsidR="00003DD5" w:rsidRPr="000B73EF" w:rsidRDefault="00003DD5" w:rsidP="00003DD5">
      <w:pPr>
        <w:pStyle w:val="QuestionResponse"/>
      </w:pPr>
      <w:r w:rsidRPr="000B73EF">
        <w:t>3</w:t>
      </w:r>
      <w:r w:rsidRPr="000B73EF">
        <w:tab/>
        <w:t>No impact</w:t>
      </w:r>
    </w:p>
    <w:p w:rsidR="00003DD5" w:rsidRPr="000B73EF" w:rsidRDefault="00003DD5" w:rsidP="00003DD5">
      <w:pPr>
        <w:pStyle w:val="QuestionResponse"/>
      </w:pPr>
      <w:r w:rsidRPr="000B73EF">
        <w:t>8</w:t>
      </w:r>
      <w:r w:rsidRPr="000B73EF">
        <w:tab/>
        <w:t>Don’t know (DO NOT READ)</w:t>
      </w:r>
    </w:p>
    <w:p w:rsidR="00003DD5" w:rsidRPr="000B73EF" w:rsidRDefault="00003DD5" w:rsidP="00003DD5">
      <w:pPr>
        <w:pStyle w:val="QuestionResponseLast"/>
        <w:spacing w:after="240"/>
      </w:pPr>
      <w:r w:rsidRPr="000B73EF">
        <w:t>9</w:t>
      </w:r>
      <w:r w:rsidRPr="000B73EF">
        <w:tab/>
        <w:t>Refused (DO NOT READ)</w:t>
      </w:r>
    </w:p>
    <w:p w:rsidR="00003DD5" w:rsidRPr="000B73EF" w:rsidRDefault="00003DD5" w:rsidP="00003DD5">
      <w:pPr>
        <w:pStyle w:val="QuestionInstruction"/>
        <w:rPr>
          <w:rFonts w:cs="Calibri"/>
        </w:rPr>
      </w:pPr>
      <w:r w:rsidRPr="000B73EF">
        <w:lastRenderedPageBreak/>
        <w:t>ASK ALL IN EGYPT ONLY</w:t>
      </w:r>
    </w:p>
    <w:p w:rsidR="00003DD5" w:rsidRPr="000B73EF" w:rsidRDefault="0054085C" w:rsidP="00003DD5">
      <w:pPr>
        <w:pStyle w:val="Question"/>
        <w:rPr>
          <w:i/>
          <w:iCs/>
        </w:rPr>
      </w:pPr>
      <w:r w:rsidRPr="000B73EF">
        <w:rPr>
          <w:rFonts w:ascii="Tahoma" w:hAnsi="Tahoma" w:cs="Tahoma"/>
          <w:b/>
          <w:sz w:val="16"/>
        </w:rPr>
        <w:t>Q</w:t>
      </w:r>
      <w:r w:rsidR="00850133" w:rsidRPr="000B73EF">
        <w:rPr>
          <w:rFonts w:ascii="Tahoma" w:hAnsi="Tahoma" w:cs="Tahoma"/>
          <w:b/>
          <w:sz w:val="16"/>
        </w:rPr>
        <w:t>5</w:t>
      </w:r>
      <w:r w:rsidR="002E28C8" w:rsidRPr="000B73EF">
        <w:rPr>
          <w:rFonts w:ascii="Tahoma" w:hAnsi="Tahoma" w:cs="Tahoma"/>
          <w:b/>
          <w:sz w:val="16"/>
        </w:rPr>
        <w:t>8b</w:t>
      </w:r>
      <w:r w:rsidR="00003DD5" w:rsidRPr="000B73EF">
        <w:tab/>
        <w:t xml:space="preserve">Overall, would you say U.S. military aid to </w:t>
      </w:r>
      <w:r w:rsidR="009D0B09" w:rsidRPr="009D0B09">
        <w:t>Egypt</w:t>
      </w:r>
      <w:r w:rsidR="00003DD5" w:rsidRPr="000B73EF">
        <w:t xml:space="preserve"> is having a mostly positive impact, a mostly negative impact, or no impact on the way things are going in </w:t>
      </w:r>
      <w:r w:rsidR="009D0B09" w:rsidRPr="009D0B09">
        <w:t>Egypt</w:t>
      </w:r>
      <w:r w:rsidR="0093799E">
        <w:t>?</w:t>
      </w:r>
    </w:p>
    <w:p w:rsidR="00003DD5" w:rsidRPr="000B73EF" w:rsidRDefault="00003DD5" w:rsidP="00003DD5">
      <w:pPr>
        <w:pStyle w:val="QuestionResponse"/>
      </w:pPr>
      <w:r w:rsidRPr="000B73EF">
        <w:t>1</w:t>
      </w:r>
      <w:r w:rsidRPr="000B73EF">
        <w:tab/>
        <w:t>Mostly positive</w:t>
      </w:r>
    </w:p>
    <w:p w:rsidR="00003DD5" w:rsidRPr="000B73EF" w:rsidRDefault="00003DD5" w:rsidP="00003DD5">
      <w:pPr>
        <w:pStyle w:val="QuestionResponse"/>
      </w:pPr>
      <w:r w:rsidRPr="000B73EF">
        <w:t>2</w:t>
      </w:r>
      <w:r w:rsidRPr="000B73EF">
        <w:tab/>
        <w:t>Mostly negative</w:t>
      </w:r>
    </w:p>
    <w:p w:rsidR="00003DD5" w:rsidRPr="000B73EF" w:rsidRDefault="00003DD5" w:rsidP="00003DD5">
      <w:pPr>
        <w:pStyle w:val="QuestionResponse"/>
      </w:pPr>
      <w:r w:rsidRPr="000B73EF">
        <w:t>3</w:t>
      </w:r>
      <w:r w:rsidRPr="000B73EF">
        <w:tab/>
        <w:t>No impact</w:t>
      </w:r>
    </w:p>
    <w:p w:rsidR="00003DD5" w:rsidRPr="000B73EF" w:rsidRDefault="00003DD5" w:rsidP="00003DD5">
      <w:pPr>
        <w:pStyle w:val="QuestionResponse"/>
      </w:pPr>
      <w:r w:rsidRPr="000B73EF">
        <w:t>8</w:t>
      </w:r>
      <w:r w:rsidRPr="000B73EF">
        <w:tab/>
        <w:t>Don’t know (DO NOT READ)</w:t>
      </w:r>
    </w:p>
    <w:p w:rsidR="00003DD5" w:rsidRPr="000B73EF" w:rsidRDefault="00003DD5" w:rsidP="00003DD5">
      <w:pPr>
        <w:pStyle w:val="QuestionResponseLast"/>
      </w:pPr>
      <w:r w:rsidRPr="000B73EF">
        <w:t>9</w:t>
      </w:r>
      <w:r w:rsidRPr="000B73EF">
        <w:tab/>
        <w:t>Refused (DO NOT READ)</w:t>
      </w:r>
    </w:p>
    <w:p w:rsidR="00003DD5" w:rsidRPr="000B73EF" w:rsidRDefault="00003DD5" w:rsidP="00003DD5">
      <w:pPr>
        <w:pStyle w:val="QuestionInstruction"/>
        <w:rPr>
          <w:rFonts w:cs="Calibri"/>
        </w:rPr>
      </w:pPr>
      <w:r w:rsidRPr="000B73EF">
        <w:t>ASK ALL IN EGYPT ONLY</w:t>
      </w:r>
    </w:p>
    <w:p w:rsidR="00003DD5" w:rsidRPr="000B73EF" w:rsidRDefault="0054085C" w:rsidP="00003DD5">
      <w:pPr>
        <w:pStyle w:val="Question"/>
        <w:rPr>
          <w:iCs/>
        </w:rPr>
      </w:pPr>
      <w:r w:rsidRPr="000B73EF">
        <w:rPr>
          <w:rFonts w:ascii="Tahoma" w:hAnsi="Tahoma" w:cs="Tahoma"/>
          <w:b/>
          <w:sz w:val="16"/>
        </w:rPr>
        <w:t>Q</w:t>
      </w:r>
      <w:r w:rsidR="00850133" w:rsidRPr="000B73EF">
        <w:rPr>
          <w:rFonts w:ascii="Tahoma" w:hAnsi="Tahoma" w:cs="Tahoma"/>
          <w:b/>
          <w:sz w:val="16"/>
        </w:rPr>
        <w:t>58</w:t>
      </w:r>
      <w:r w:rsidR="002E28C8" w:rsidRPr="000B73EF">
        <w:rPr>
          <w:rFonts w:ascii="Tahoma" w:hAnsi="Tahoma" w:cs="Tahoma"/>
          <w:b/>
          <w:sz w:val="16"/>
        </w:rPr>
        <w:t>c</w:t>
      </w:r>
      <w:r w:rsidR="00003DD5" w:rsidRPr="000B73EF">
        <w:tab/>
        <w:t xml:space="preserve">Would you say that U.S. aid to </w:t>
      </w:r>
      <w:r w:rsidR="009D0B09" w:rsidRPr="009D0B09">
        <w:t>Egypt</w:t>
      </w:r>
      <w:r w:rsidR="00003DD5" w:rsidRPr="000B73EF">
        <w:t xml:space="preserve"> is mostly military aid, mostly aid to help </w:t>
      </w:r>
      <w:r w:rsidR="009D0B09" w:rsidRPr="009D0B09">
        <w:t>Egypt</w:t>
      </w:r>
      <w:r w:rsidR="00003DD5" w:rsidRPr="000B73EF">
        <w:t xml:space="preserve"> develop economically or both equally? </w:t>
      </w:r>
    </w:p>
    <w:p w:rsidR="00003DD5" w:rsidRPr="000B73EF" w:rsidRDefault="00003DD5" w:rsidP="00003DD5">
      <w:pPr>
        <w:pStyle w:val="QuestionResponse"/>
      </w:pPr>
      <w:r w:rsidRPr="000B73EF">
        <w:t>1</w:t>
      </w:r>
      <w:r w:rsidRPr="000B73EF">
        <w:tab/>
        <w:t>Mostly military</w:t>
      </w:r>
    </w:p>
    <w:p w:rsidR="00003DD5" w:rsidRPr="000B73EF" w:rsidRDefault="00003DD5" w:rsidP="00003DD5">
      <w:pPr>
        <w:pStyle w:val="QuestionResponse"/>
      </w:pPr>
      <w:r w:rsidRPr="000B73EF">
        <w:t>2</w:t>
      </w:r>
      <w:r w:rsidRPr="000B73EF">
        <w:tab/>
        <w:t xml:space="preserve">Mostly to help </w:t>
      </w:r>
      <w:r w:rsidR="009D0B09" w:rsidRPr="009D0B09">
        <w:t>Egypt</w:t>
      </w:r>
      <w:r w:rsidRPr="000B73EF">
        <w:t xml:space="preserve"> develop economically</w:t>
      </w:r>
    </w:p>
    <w:p w:rsidR="00003DD5" w:rsidRPr="000B73EF" w:rsidRDefault="00003DD5" w:rsidP="00003DD5">
      <w:pPr>
        <w:pStyle w:val="QuestionResponse"/>
      </w:pPr>
      <w:r w:rsidRPr="000B73EF">
        <w:t>3</w:t>
      </w:r>
      <w:r w:rsidRPr="000B73EF">
        <w:tab/>
        <w:t>Both equally</w:t>
      </w:r>
    </w:p>
    <w:p w:rsidR="00003DD5" w:rsidRPr="000B73EF" w:rsidRDefault="00003DD5" w:rsidP="00003DD5">
      <w:pPr>
        <w:pStyle w:val="QuestionResponse"/>
      </w:pPr>
      <w:r w:rsidRPr="000B73EF">
        <w:t>8</w:t>
      </w:r>
      <w:r w:rsidRPr="000B73EF">
        <w:tab/>
        <w:t>Don’t know (DO NOT READ)</w:t>
      </w:r>
    </w:p>
    <w:p w:rsidR="00003DD5" w:rsidRPr="000B73EF" w:rsidRDefault="00003DD5" w:rsidP="00003DD5">
      <w:pPr>
        <w:pStyle w:val="QuestionResponseLast"/>
        <w:spacing w:after="240"/>
      </w:pPr>
      <w:r w:rsidRPr="000B73EF">
        <w:t>9</w:t>
      </w:r>
      <w:r w:rsidRPr="000B73EF">
        <w:tab/>
        <w:t>Refused (DO NOT READ)</w:t>
      </w:r>
    </w:p>
    <w:p w:rsidR="00647625" w:rsidRPr="000B73EF" w:rsidRDefault="00647625" w:rsidP="001E6782">
      <w:pPr>
        <w:pStyle w:val="QuestionInstruction"/>
      </w:pPr>
      <w:r w:rsidRPr="000B73EF">
        <w:t>READ TO ALL IN ALL COUNTRIES</w:t>
      </w:r>
      <w:r w:rsidR="00525488">
        <w:t xml:space="preserve"> EXCEPT CHINA</w:t>
      </w:r>
    </w:p>
    <w:p w:rsidR="00647625" w:rsidRPr="000B73EF" w:rsidRDefault="00647625" w:rsidP="001E6782">
      <w:pPr>
        <w:pStyle w:val="Question"/>
      </w:pPr>
      <w:r w:rsidRPr="000B73EF">
        <w:tab/>
        <w:t>Turning to China…</w:t>
      </w:r>
    </w:p>
    <w:p w:rsidR="00647625" w:rsidRPr="000B73EF" w:rsidRDefault="00647625" w:rsidP="00647625">
      <w:pPr>
        <w:pStyle w:val="QuestionInstruction"/>
      </w:pPr>
      <w:r w:rsidRPr="000B73EF">
        <w:t>ASK</w:t>
      </w:r>
      <w:r w:rsidR="00F42FAF">
        <w:t xml:space="preserve"> ALL</w:t>
      </w:r>
      <w:r w:rsidRPr="000B73EF">
        <w:t xml:space="preserve"> IN ALL COUNTRIES EXCEPT CHINA</w:t>
      </w:r>
    </w:p>
    <w:p w:rsidR="003428E4" w:rsidRPr="000B73EF" w:rsidRDefault="0054085C" w:rsidP="003428E4">
      <w:pPr>
        <w:pStyle w:val="Question"/>
        <w:rPr>
          <w:i/>
        </w:rPr>
      </w:pPr>
      <w:r w:rsidRPr="000B73EF">
        <w:rPr>
          <w:rFonts w:ascii="Tahoma" w:hAnsi="Tahoma" w:cs="Tahoma"/>
          <w:b/>
          <w:sz w:val="16"/>
        </w:rPr>
        <w:t>Q</w:t>
      </w:r>
      <w:r w:rsidR="00850133" w:rsidRPr="000B73EF">
        <w:rPr>
          <w:rFonts w:ascii="Tahoma" w:hAnsi="Tahoma" w:cs="Tahoma"/>
          <w:b/>
          <w:sz w:val="16"/>
        </w:rPr>
        <w:t>59</w:t>
      </w:r>
      <w:r w:rsidR="00647625" w:rsidRPr="000B73EF">
        <w:tab/>
        <w:t xml:space="preserve">In making international policy decisions, to what extent do you think China takes into account the interests of </w:t>
      </w:r>
      <w:r w:rsidR="00647625" w:rsidRPr="001E6782">
        <w:t>countries</w:t>
      </w:r>
      <w:r w:rsidR="00647625" w:rsidRPr="000B73EF">
        <w:t xml:space="preserve"> like </w:t>
      </w:r>
      <w:r w:rsidR="00647625" w:rsidRPr="000B73EF">
        <w:rPr>
          <w:b/>
        </w:rPr>
        <w:t>(survey country)</w:t>
      </w:r>
      <w:r w:rsidR="00647625" w:rsidRPr="000B73EF">
        <w:t xml:space="preserve"> – a great deal, a fair amount, not too much, or not at all?  </w:t>
      </w:r>
    </w:p>
    <w:p w:rsidR="00647625" w:rsidRPr="000B73EF" w:rsidRDefault="00647625" w:rsidP="001E6782">
      <w:pPr>
        <w:pStyle w:val="QuestionResponse"/>
      </w:pPr>
      <w:r w:rsidRPr="000B73EF">
        <w:t>1</w:t>
      </w:r>
      <w:r w:rsidRPr="000B73EF">
        <w:tab/>
        <w:t>Great deal</w:t>
      </w:r>
    </w:p>
    <w:p w:rsidR="00647625" w:rsidRPr="000B73EF" w:rsidRDefault="00647625" w:rsidP="00647625">
      <w:pPr>
        <w:pStyle w:val="QuestionResponse"/>
      </w:pPr>
      <w:r w:rsidRPr="000B73EF">
        <w:t>2</w:t>
      </w:r>
      <w:r w:rsidRPr="000B73EF">
        <w:tab/>
        <w:t>Fair amount</w:t>
      </w:r>
    </w:p>
    <w:p w:rsidR="00647625" w:rsidRPr="000B73EF" w:rsidRDefault="00647625" w:rsidP="00647625">
      <w:pPr>
        <w:pStyle w:val="QuestionResponse"/>
      </w:pPr>
      <w:r w:rsidRPr="000B73EF">
        <w:t xml:space="preserve">3 </w:t>
      </w:r>
      <w:r w:rsidRPr="000B73EF">
        <w:tab/>
        <w:t>Not too much</w:t>
      </w:r>
    </w:p>
    <w:p w:rsidR="00647625" w:rsidRPr="000B73EF" w:rsidRDefault="00647625" w:rsidP="00647625">
      <w:pPr>
        <w:pStyle w:val="QuestionResponse"/>
      </w:pPr>
      <w:r w:rsidRPr="000B73EF">
        <w:t>4</w:t>
      </w:r>
      <w:r w:rsidRPr="000B73EF">
        <w:tab/>
        <w:t>Not at all</w:t>
      </w:r>
      <w:r w:rsidRPr="000B73EF">
        <w:tab/>
      </w:r>
    </w:p>
    <w:p w:rsidR="00647625" w:rsidRPr="000B73EF" w:rsidRDefault="00647625" w:rsidP="00647625">
      <w:pPr>
        <w:pStyle w:val="QuestionResponse"/>
      </w:pPr>
      <w:r w:rsidRPr="000B73EF">
        <w:t>8</w:t>
      </w:r>
      <w:r w:rsidRPr="000B73EF">
        <w:tab/>
        <w:t>Don’t know (DO NOT READ)</w:t>
      </w:r>
    </w:p>
    <w:p w:rsidR="00647625" w:rsidRPr="000B73EF" w:rsidRDefault="00647625" w:rsidP="00647625">
      <w:pPr>
        <w:pStyle w:val="QuestionResponseLast"/>
      </w:pPr>
      <w:r w:rsidRPr="000B73EF">
        <w:t>9</w:t>
      </w:r>
      <w:r w:rsidRPr="000B73EF">
        <w:tab/>
        <w:t>Refused (DO NOT READ)</w:t>
      </w:r>
    </w:p>
    <w:p w:rsidR="00647625" w:rsidRPr="000B73EF" w:rsidRDefault="00647625" w:rsidP="00647625">
      <w:pPr>
        <w:pStyle w:val="QuestionInstruction"/>
        <w:rPr>
          <w:caps/>
        </w:rPr>
      </w:pPr>
      <w:r w:rsidRPr="000B73EF">
        <w:rPr>
          <w:caps/>
        </w:rPr>
        <w:t xml:space="preserve">ask </w:t>
      </w:r>
      <w:r w:rsidRPr="00602753">
        <w:rPr>
          <w:caps/>
        </w:rPr>
        <w:t xml:space="preserve">ALL IN </w:t>
      </w:r>
      <w:r w:rsidR="00602753" w:rsidRPr="00602753">
        <w:rPr>
          <w:caps/>
        </w:rPr>
        <w:t>Argentina</w:t>
      </w:r>
      <w:r w:rsidR="00602753" w:rsidRPr="00492BF7">
        <w:rPr>
          <w:caps/>
        </w:rPr>
        <w:t xml:space="preserve">, Bolivia, Brazil, Chile, El Salvador, </w:t>
      </w:r>
      <w:r w:rsidR="00602753" w:rsidRPr="00AA795F">
        <w:rPr>
          <w:caps/>
        </w:rPr>
        <w:t>Ghana, Kenya, Mexico, Nigeria,   Senegal, South Africa, Uganda,</w:t>
      </w:r>
      <w:r w:rsidR="00602753" w:rsidRPr="00492BF7">
        <w:rPr>
          <w:caps/>
        </w:rPr>
        <w:t xml:space="preserve"> </w:t>
      </w:r>
      <w:r w:rsidR="00602753">
        <w:rPr>
          <w:caps/>
        </w:rPr>
        <w:t xml:space="preserve">AND </w:t>
      </w:r>
      <w:r w:rsidR="00602753" w:rsidRPr="00602753">
        <w:rPr>
          <w:caps/>
        </w:rPr>
        <w:t xml:space="preserve">Venezuela </w:t>
      </w:r>
      <w:r w:rsidRPr="00602753">
        <w:rPr>
          <w:caps/>
        </w:rPr>
        <w:t>ONLY</w:t>
      </w:r>
    </w:p>
    <w:p w:rsidR="00647625" w:rsidRPr="000B73EF" w:rsidRDefault="0054085C" w:rsidP="00647625">
      <w:pPr>
        <w:pStyle w:val="Question"/>
      </w:pPr>
      <w:r w:rsidRPr="000B73EF">
        <w:rPr>
          <w:rFonts w:ascii="Tahoma" w:hAnsi="Tahoma" w:cs="Tahoma"/>
          <w:b/>
          <w:sz w:val="16"/>
        </w:rPr>
        <w:t>Q</w:t>
      </w:r>
      <w:r w:rsidR="00850133" w:rsidRPr="000B73EF">
        <w:rPr>
          <w:rFonts w:ascii="Tahoma" w:hAnsi="Tahoma" w:cs="Tahoma"/>
          <w:b/>
          <w:sz w:val="16"/>
        </w:rPr>
        <w:t>60</w:t>
      </w:r>
      <w:r w:rsidR="00647625" w:rsidRPr="000B73EF">
        <w:tab/>
        <w:t xml:space="preserve">Which of the following phrases comes closer to your view?  It’s good that Chinese ideas and customs are spreading here, OR it’s bad that Chinese ideas and customs are spreading here.  </w:t>
      </w:r>
    </w:p>
    <w:p w:rsidR="00647625" w:rsidRPr="000B73EF" w:rsidRDefault="00647625" w:rsidP="00647625">
      <w:pPr>
        <w:pStyle w:val="QuestionResponse"/>
      </w:pPr>
      <w:r w:rsidRPr="000B73EF">
        <w:t>1</w:t>
      </w:r>
      <w:r w:rsidRPr="000B73EF">
        <w:tab/>
      </w:r>
      <w:proofErr w:type="gramStart"/>
      <w:r w:rsidRPr="000B73EF">
        <w:t>It’s</w:t>
      </w:r>
      <w:proofErr w:type="gramEnd"/>
      <w:r w:rsidRPr="000B73EF">
        <w:t xml:space="preserve"> good that Chinese ideas and customs are spreading here</w:t>
      </w:r>
    </w:p>
    <w:p w:rsidR="00647625" w:rsidRPr="000B73EF" w:rsidRDefault="00647625" w:rsidP="00647625">
      <w:pPr>
        <w:pStyle w:val="QuestionResponse"/>
      </w:pPr>
      <w:r w:rsidRPr="000B73EF">
        <w:t>2</w:t>
      </w:r>
      <w:r w:rsidRPr="000B73EF">
        <w:tab/>
      </w:r>
      <w:proofErr w:type="gramStart"/>
      <w:r w:rsidRPr="000B73EF">
        <w:t>It’s</w:t>
      </w:r>
      <w:proofErr w:type="gramEnd"/>
      <w:r w:rsidRPr="000B73EF">
        <w:t xml:space="preserve"> bad that Chinese ideas and customs are spreading here </w:t>
      </w:r>
    </w:p>
    <w:p w:rsidR="00647625" w:rsidRPr="000B73EF" w:rsidRDefault="00647625" w:rsidP="00647625">
      <w:pPr>
        <w:pStyle w:val="QuestionResponse"/>
      </w:pPr>
      <w:r w:rsidRPr="000B73EF">
        <w:t>8</w:t>
      </w:r>
      <w:r w:rsidRPr="000B73EF">
        <w:tab/>
        <w:t>Don’t know (DO NOT READ)</w:t>
      </w:r>
    </w:p>
    <w:p w:rsidR="00647625" w:rsidRPr="000B73EF" w:rsidRDefault="00647625" w:rsidP="00647625">
      <w:pPr>
        <w:pStyle w:val="QuestionResponseLast"/>
      </w:pPr>
      <w:r w:rsidRPr="000B73EF">
        <w:t>9</w:t>
      </w:r>
      <w:r w:rsidRPr="000B73EF">
        <w:tab/>
        <w:t>Refused (DO NOT READ)</w:t>
      </w:r>
    </w:p>
    <w:p w:rsidR="00602753" w:rsidRPr="000B73EF" w:rsidRDefault="00602753" w:rsidP="00602753">
      <w:pPr>
        <w:pStyle w:val="QuestionInstruction"/>
        <w:rPr>
          <w:caps/>
        </w:rPr>
      </w:pPr>
      <w:r w:rsidRPr="000B73EF">
        <w:rPr>
          <w:caps/>
        </w:rPr>
        <w:lastRenderedPageBreak/>
        <w:t xml:space="preserve">ask </w:t>
      </w:r>
      <w:r w:rsidRPr="00602753">
        <w:rPr>
          <w:caps/>
        </w:rPr>
        <w:t>ALL IN Argentina</w:t>
      </w:r>
      <w:r w:rsidRPr="00492BF7">
        <w:rPr>
          <w:caps/>
        </w:rPr>
        <w:t xml:space="preserve">, Bolivia, Brazil, Chile, El Salvador, </w:t>
      </w:r>
      <w:r w:rsidRPr="001E19E5">
        <w:rPr>
          <w:caps/>
        </w:rPr>
        <w:t>Ghana, Kenya, Mexico, Nigeria,   Senegal, South Africa, Uganda, AND</w:t>
      </w:r>
      <w:r>
        <w:rPr>
          <w:caps/>
        </w:rPr>
        <w:t xml:space="preserve"> </w:t>
      </w:r>
      <w:r w:rsidRPr="00602753">
        <w:rPr>
          <w:caps/>
        </w:rPr>
        <w:t>Venezuela ONLY</w:t>
      </w:r>
    </w:p>
    <w:p w:rsidR="00647625" w:rsidRPr="000B73EF" w:rsidRDefault="0054085C" w:rsidP="001E19E5">
      <w:pPr>
        <w:pStyle w:val="Question"/>
      </w:pPr>
      <w:r w:rsidRPr="000B73EF">
        <w:rPr>
          <w:rFonts w:ascii="Tahoma" w:hAnsi="Tahoma" w:cs="Tahoma"/>
          <w:b/>
          <w:sz w:val="16"/>
        </w:rPr>
        <w:t>Q</w:t>
      </w:r>
      <w:r w:rsidR="00850133" w:rsidRPr="000B73EF">
        <w:rPr>
          <w:rFonts w:ascii="Tahoma" w:hAnsi="Tahoma" w:cs="Tahoma"/>
          <w:b/>
          <w:sz w:val="16"/>
        </w:rPr>
        <w:t>6</w:t>
      </w:r>
      <w:r w:rsidRPr="000B73EF">
        <w:rPr>
          <w:rFonts w:ascii="Tahoma" w:hAnsi="Tahoma" w:cs="Tahoma"/>
          <w:b/>
          <w:sz w:val="16"/>
        </w:rPr>
        <w:t>1</w:t>
      </w:r>
      <w:r w:rsidR="00647625" w:rsidRPr="000B73EF">
        <w:tab/>
        <w:t xml:space="preserve">Which comes closer to describing your view?  I like Chinese ways of doing business, OR I dislike Chinese ways of doing business.  </w:t>
      </w:r>
    </w:p>
    <w:p w:rsidR="00647625" w:rsidRPr="000B73EF" w:rsidRDefault="00647625" w:rsidP="00647625">
      <w:pPr>
        <w:pStyle w:val="QuestionResponse"/>
      </w:pPr>
      <w:r w:rsidRPr="000B73EF">
        <w:t>1</w:t>
      </w:r>
      <w:r w:rsidRPr="000B73EF">
        <w:tab/>
        <w:t>I like Chinese ways of doing business</w:t>
      </w:r>
    </w:p>
    <w:p w:rsidR="00647625" w:rsidRPr="000B73EF" w:rsidRDefault="00647625" w:rsidP="00647625">
      <w:pPr>
        <w:pStyle w:val="QuestionResponse"/>
      </w:pPr>
      <w:r w:rsidRPr="000B73EF">
        <w:t>2</w:t>
      </w:r>
      <w:r w:rsidRPr="000B73EF">
        <w:tab/>
        <w:t>I dislike Chinese ways of doing business</w:t>
      </w:r>
    </w:p>
    <w:p w:rsidR="00647625" w:rsidRPr="000B73EF" w:rsidRDefault="00647625" w:rsidP="00647625">
      <w:pPr>
        <w:pStyle w:val="QuestionResponse"/>
      </w:pPr>
      <w:r w:rsidRPr="000B73EF">
        <w:t>8</w:t>
      </w:r>
      <w:r w:rsidRPr="000B73EF">
        <w:tab/>
        <w:t>Don’t know (DO NOT READ)</w:t>
      </w:r>
    </w:p>
    <w:p w:rsidR="00647625" w:rsidRPr="000B73EF" w:rsidRDefault="00647625" w:rsidP="00647625">
      <w:pPr>
        <w:pStyle w:val="QuestionResponseLast"/>
      </w:pPr>
      <w:r w:rsidRPr="000B73EF">
        <w:t>9</w:t>
      </w:r>
      <w:r w:rsidRPr="000B73EF">
        <w:tab/>
        <w:t>Refused (DO NOT READ)</w:t>
      </w:r>
    </w:p>
    <w:p w:rsidR="00602753" w:rsidRPr="000B73EF" w:rsidRDefault="00602753" w:rsidP="00602753">
      <w:pPr>
        <w:pStyle w:val="QuestionInstruction"/>
        <w:rPr>
          <w:caps/>
        </w:rPr>
      </w:pPr>
      <w:r w:rsidRPr="000B73EF">
        <w:rPr>
          <w:caps/>
        </w:rPr>
        <w:t xml:space="preserve">ask </w:t>
      </w:r>
      <w:r w:rsidRPr="00602753">
        <w:rPr>
          <w:caps/>
        </w:rPr>
        <w:t>ALL IN Argentina</w:t>
      </w:r>
      <w:r w:rsidRPr="00492BF7">
        <w:rPr>
          <w:caps/>
        </w:rPr>
        <w:t xml:space="preserve">, Bolivia, Brazil, Chile, El Salvador, </w:t>
      </w:r>
      <w:r w:rsidRPr="001E19E5">
        <w:rPr>
          <w:caps/>
        </w:rPr>
        <w:t>Ghana, Kenya, Mexico, Nigeria,   Senegal, South Africa, Uganda, AND</w:t>
      </w:r>
      <w:r>
        <w:rPr>
          <w:caps/>
        </w:rPr>
        <w:t xml:space="preserve"> </w:t>
      </w:r>
      <w:r w:rsidRPr="00602753">
        <w:rPr>
          <w:caps/>
        </w:rPr>
        <w:t>Venezuela ONLY</w:t>
      </w:r>
    </w:p>
    <w:p w:rsidR="00647625" w:rsidRPr="000B73EF" w:rsidRDefault="0054085C" w:rsidP="001E19E5">
      <w:pPr>
        <w:pStyle w:val="Question"/>
      </w:pPr>
      <w:r w:rsidRPr="000B73EF">
        <w:rPr>
          <w:rFonts w:ascii="Tahoma" w:hAnsi="Tahoma" w:cs="Tahoma"/>
          <w:b/>
          <w:sz w:val="16"/>
        </w:rPr>
        <w:t>Q</w:t>
      </w:r>
      <w:r w:rsidR="00850133" w:rsidRPr="000B73EF">
        <w:rPr>
          <w:rFonts w:ascii="Tahoma" w:hAnsi="Tahoma" w:cs="Tahoma"/>
          <w:b/>
          <w:sz w:val="16"/>
        </w:rPr>
        <w:t>62</w:t>
      </w:r>
      <w:r w:rsidR="00647625" w:rsidRPr="000B73EF">
        <w:tab/>
        <w:t xml:space="preserve">Which is closer to describing your view—I like Chinese music, movies and television, OR I dislike Chinese music, movies and television.  </w:t>
      </w:r>
    </w:p>
    <w:p w:rsidR="00647625" w:rsidRPr="000B73EF" w:rsidRDefault="00647625" w:rsidP="00647625">
      <w:pPr>
        <w:pStyle w:val="QuestionResponse"/>
      </w:pPr>
      <w:r w:rsidRPr="000B73EF">
        <w:t>1</w:t>
      </w:r>
      <w:r w:rsidRPr="000B73EF">
        <w:tab/>
        <w:t>I like Chinese music, movies and television</w:t>
      </w:r>
    </w:p>
    <w:p w:rsidR="00647625" w:rsidRPr="000B73EF" w:rsidRDefault="00647625" w:rsidP="00647625">
      <w:pPr>
        <w:pStyle w:val="QuestionResponse"/>
      </w:pPr>
      <w:r w:rsidRPr="000B73EF">
        <w:t>2</w:t>
      </w:r>
      <w:r w:rsidRPr="000B73EF">
        <w:tab/>
        <w:t>I dislike Chinese music, movies and television</w:t>
      </w:r>
    </w:p>
    <w:p w:rsidR="00647625" w:rsidRPr="000B73EF" w:rsidRDefault="00647625" w:rsidP="00647625">
      <w:pPr>
        <w:pStyle w:val="QuestionResponse"/>
      </w:pPr>
      <w:r w:rsidRPr="000B73EF">
        <w:t>8</w:t>
      </w:r>
      <w:r w:rsidRPr="000B73EF">
        <w:tab/>
        <w:t>Don’t know (DO NOT READ)</w:t>
      </w:r>
    </w:p>
    <w:p w:rsidR="00647625" w:rsidRPr="000B73EF" w:rsidRDefault="00647625" w:rsidP="00647625">
      <w:pPr>
        <w:pStyle w:val="QuestionResponseLast"/>
      </w:pPr>
      <w:r w:rsidRPr="000B73EF">
        <w:t>9</w:t>
      </w:r>
      <w:r w:rsidRPr="000B73EF">
        <w:tab/>
        <w:t>Refused (DO NOT READ)</w:t>
      </w:r>
    </w:p>
    <w:p w:rsidR="00602753" w:rsidRPr="000B73EF" w:rsidRDefault="00602753" w:rsidP="00602753">
      <w:pPr>
        <w:pStyle w:val="QuestionInstruction"/>
        <w:rPr>
          <w:caps/>
        </w:rPr>
      </w:pPr>
      <w:r w:rsidRPr="000B73EF">
        <w:rPr>
          <w:caps/>
        </w:rPr>
        <w:t xml:space="preserve">ask </w:t>
      </w:r>
      <w:r w:rsidRPr="00602753">
        <w:rPr>
          <w:caps/>
        </w:rPr>
        <w:t>ALL IN Argentina</w:t>
      </w:r>
      <w:r w:rsidRPr="00492BF7">
        <w:rPr>
          <w:caps/>
        </w:rPr>
        <w:t xml:space="preserve">, Bolivia, Brazil, Chile, El Salvador, Ghana, Kenya, Mexico, Nigeria,   Senegal, South Africa, </w:t>
      </w:r>
      <w:r w:rsidRPr="001E19E5">
        <w:rPr>
          <w:caps/>
        </w:rPr>
        <w:t>Uganda,</w:t>
      </w:r>
      <w:r w:rsidRPr="00492BF7">
        <w:rPr>
          <w:caps/>
        </w:rPr>
        <w:t xml:space="preserve"> </w:t>
      </w:r>
      <w:r>
        <w:rPr>
          <w:caps/>
        </w:rPr>
        <w:t xml:space="preserve">AND </w:t>
      </w:r>
      <w:r w:rsidRPr="00602753">
        <w:rPr>
          <w:caps/>
        </w:rPr>
        <w:t>Venezuela ONLY</w:t>
      </w:r>
    </w:p>
    <w:p w:rsidR="001E19E5" w:rsidRPr="000B73EF" w:rsidRDefault="0054085C" w:rsidP="001E19E5">
      <w:pPr>
        <w:pStyle w:val="Question"/>
      </w:pPr>
      <w:r w:rsidRPr="000B73EF">
        <w:rPr>
          <w:rFonts w:ascii="Tahoma" w:hAnsi="Tahoma" w:cs="Tahoma"/>
          <w:b/>
          <w:sz w:val="16"/>
        </w:rPr>
        <w:t>Q</w:t>
      </w:r>
      <w:r w:rsidR="00850133" w:rsidRPr="000B73EF">
        <w:rPr>
          <w:rFonts w:ascii="Tahoma" w:hAnsi="Tahoma" w:cs="Tahoma"/>
          <w:b/>
          <w:sz w:val="16"/>
        </w:rPr>
        <w:t>63</w:t>
      </w:r>
      <w:r w:rsidR="00647625" w:rsidRPr="000B73EF">
        <w:tab/>
        <w:t xml:space="preserve">And which comes closer to describing your view?  I admire China for its technological and scientific advances, OR I do not admire China for its technological and scientific advances.  </w:t>
      </w:r>
    </w:p>
    <w:p w:rsidR="00647625" w:rsidRPr="000B73EF" w:rsidRDefault="00647625" w:rsidP="00647625">
      <w:pPr>
        <w:pStyle w:val="QuestionResponse"/>
      </w:pPr>
      <w:r w:rsidRPr="000B73EF">
        <w:t>1</w:t>
      </w:r>
      <w:r w:rsidRPr="000B73EF">
        <w:tab/>
        <w:t>I admire China for its technological and scientific advances</w:t>
      </w:r>
    </w:p>
    <w:p w:rsidR="00647625" w:rsidRPr="000B73EF" w:rsidRDefault="00647625" w:rsidP="00647625">
      <w:pPr>
        <w:pStyle w:val="QuestionResponse"/>
      </w:pPr>
      <w:r w:rsidRPr="000B73EF">
        <w:t>2</w:t>
      </w:r>
      <w:r w:rsidRPr="000B73EF">
        <w:tab/>
        <w:t>I do not admire China for its technological and scientific advances</w:t>
      </w:r>
    </w:p>
    <w:p w:rsidR="00647625" w:rsidRPr="000B73EF" w:rsidRDefault="00647625" w:rsidP="00647625">
      <w:pPr>
        <w:pStyle w:val="QuestionResponse"/>
      </w:pPr>
      <w:r w:rsidRPr="000B73EF">
        <w:t>8</w:t>
      </w:r>
      <w:r w:rsidRPr="000B73EF">
        <w:tab/>
        <w:t>Don’t know (DO NOT READ)</w:t>
      </w:r>
    </w:p>
    <w:p w:rsidR="00647625" w:rsidRPr="000B73EF" w:rsidRDefault="00647625" w:rsidP="00647625">
      <w:pPr>
        <w:pStyle w:val="QuestionResponseLast"/>
      </w:pPr>
      <w:r w:rsidRPr="000B73EF">
        <w:t>9</w:t>
      </w:r>
      <w:r w:rsidRPr="000B73EF">
        <w:tab/>
        <w:t>Refused (DO NOT READ)</w:t>
      </w:r>
    </w:p>
    <w:p w:rsidR="00647625" w:rsidRPr="00C933FA" w:rsidRDefault="00647625" w:rsidP="00C933FA">
      <w:pPr>
        <w:pStyle w:val="QuestionInstruction"/>
        <w:rPr>
          <w:caps/>
        </w:rPr>
      </w:pPr>
      <w:r w:rsidRPr="00C933FA">
        <w:rPr>
          <w:caps/>
        </w:rPr>
        <w:t xml:space="preserve">ASK ALL </w:t>
      </w:r>
      <w:r w:rsidR="0070614A">
        <w:rPr>
          <w:caps/>
        </w:rPr>
        <w:t>Australia</w:t>
      </w:r>
      <w:r w:rsidR="00C933FA" w:rsidRPr="00C933FA">
        <w:rPr>
          <w:caps/>
        </w:rPr>
        <w:t>, Indonesia, Japan, Malaysia, Pakistan, Philippines, AND South Korea</w:t>
      </w:r>
    </w:p>
    <w:p w:rsidR="00647625" w:rsidRPr="000B73EF" w:rsidRDefault="0054085C" w:rsidP="00647625">
      <w:pPr>
        <w:pStyle w:val="Question"/>
        <w:rPr>
          <w:iCs/>
          <w:szCs w:val="22"/>
        </w:rPr>
      </w:pPr>
      <w:r w:rsidRPr="000B73EF">
        <w:rPr>
          <w:rFonts w:ascii="Tahoma" w:hAnsi="Tahoma" w:cs="Tahoma"/>
          <w:b/>
          <w:sz w:val="16"/>
        </w:rPr>
        <w:t>Q</w:t>
      </w:r>
      <w:r w:rsidR="005A1AB9" w:rsidRPr="000B73EF">
        <w:rPr>
          <w:rFonts w:ascii="Tahoma" w:hAnsi="Tahoma" w:cs="Tahoma"/>
          <w:b/>
          <w:sz w:val="16"/>
        </w:rPr>
        <w:t>64</w:t>
      </w:r>
      <w:r w:rsidR="00647625" w:rsidRPr="000B73EF">
        <w:rPr>
          <w:szCs w:val="22"/>
        </w:rPr>
        <w:tab/>
        <w:t>Overall, do you think that China’s growing military power is a good thing or a bad thing for our country?</w:t>
      </w:r>
      <w:r w:rsidR="00647625" w:rsidRPr="000B73EF">
        <w:rPr>
          <w:iCs/>
          <w:szCs w:val="22"/>
        </w:rPr>
        <w:t xml:space="preserve"> </w:t>
      </w:r>
    </w:p>
    <w:p w:rsidR="00647625" w:rsidRPr="000B73EF" w:rsidRDefault="00647625" w:rsidP="00647625">
      <w:pPr>
        <w:pStyle w:val="Question"/>
        <w:spacing w:after="0"/>
        <w:ind w:firstLine="0"/>
        <w:rPr>
          <w:szCs w:val="22"/>
        </w:rPr>
      </w:pPr>
      <w:r w:rsidRPr="000B73EF">
        <w:rPr>
          <w:szCs w:val="22"/>
        </w:rPr>
        <w:t>1</w:t>
      </w:r>
      <w:r w:rsidRPr="000B73EF">
        <w:rPr>
          <w:szCs w:val="22"/>
        </w:rPr>
        <w:tab/>
        <w:t>Good thing</w:t>
      </w:r>
    </w:p>
    <w:p w:rsidR="00647625" w:rsidRPr="000B73EF" w:rsidRDefault="00647625" w:rsidP="00647625">
      <w:pPr>
        <w:pStyle w:val="QuestionResponse"/>
        <w:rPr>
          <w:szCs w:val="22"/>
        </w:rPr>
      </w:pPr>
      <w:r w:rsidRPr="000B73EF">
        <w:rPr>
          <w:szCs w:val="22"/>
        </w:rPr>
        <w:t>2</w:t>
      </w:r>
      <w:r w:rsidRPr="000B73EF">
        <w:rPr>
          <w:szCs w:val="22"/>
        </w:rPr>
        <w:tab/>
        <w:t xml:space="preserve">Bad thing </w:t>
      </w:r>
    </w:p>
    <w:p w:rsidR="00647625" w:rsidRPr="000B73EF" w:rsidRDefault="00647625" w:rsidP="00647625">
      <w:pPr>
        <w:pStyle w:val="QuestionResponse"/>
        <w:rPr>
          <w:szCs w:val="22"/>
        </w:rPr>
      </w:pPr>
      <w:r w:rsidRPr="000B73EF">
        <w:rPr>
          <w:szCs w:val="22"/>
        </w:rPr>
        <w:t>8</w:t>
      </w:r>
      <w:r w:rsidRPr="000B73EF">
        <w:rPr>
          <w:szCs w:val="22"/>
        </w:rPr>
        <w:tab/>
        <w:t>Don’t know (DO NOT READ)</w:t>
      </w:r>
    </w:p>
    <w:p w:rsidR="00647625" w:rsidRPr="000B73EF" w:rsidRDefault="00647625" w:rsidP="001E6782">
      <w:pPr>
        <w:pStyle w:val="QuestionResponseLast"/>
      </w:pPr>
      <w:r w:rsidRPr="000B73EF">
        <w:t>9</w:t>
      </w:r>
      <w:r w:rsidRPr="000B73EF">
        <w:tab/>
      </w:r>
      <w:r w:rsidRPr="001E6782">
        <w:t>Refused</w:t>
      </w:r>
      <w:r w:rsidRPr="000B73EF">
        <w:t xml:space="preserve"> (DO NOT READ)</w:t>
      </w:r>
    </w:p>
    <w:p w:rsidR="00525488" w:rsidRPr="00A3456B" w:rsidRDefault="0070614A" w:rsidP="00525488">
      <w:pPr>
        <w:pStyle w:val="QuestionInstruction"/>
        <w:rPr>
          <w:caps/>
        </w:rPr>
      </w:pPr>
      <w:r>
        <w:rPr>
          <w:caps/>
        </w:rPr>
        <w:lastRenderedPageBreak/>
        <w:t>ASK ALL IN Australia, China</w:t>
      </w:r>
      <w:r w:rsidR="00525488" w:rsidRPr="00A3456B">
        <w:rPr>
          <w:caps/>
        </w:rPr>
        <w:t>, Indonesia, Japan, Malaysia, Philippines, South Korea ONLY</w:t>
      </w:r>
    </w:p>
    <w:p w:rsidR="00525488" w:rsidRPr="000B73EF" w:rsidRDefault="00525488" w:rsidP="00525488">
      <w:pPr>
        <w:pStyle w:val="Question"/>
        <w:rPr>
          <w:i/>
        </w:rPr>
      </w:pPr>
      <w:r w:rsidRPr="000B73EF">
        <w:rPr>
          <w:rFonts w:ascii="Tahoma" w:hAnsi="Tahoma" w:cs="Tahoma"/>
          <w:b/>
          <w:sz w:val="16"/>
        </w:rPr>
        <w:t>Q</w:t>
      </w:r>
      <w:r>
        <w:rPr>
          <w:rFonts w:ascii="Tahoma" w:hAnsi="Tahoma" w:cs="Tahoma"/>
          <w:b/>
          <w:sz w:val="16"/>
        </w:rPr>
        <w:t>65a</w:t>
      </w:r>
      <w:r w:rsidRPr="000B73EF">
        <w:rPr>
          <w:rFonts w:ascii="Tahoma" w:hAnsi="Tahoma" w:cs="Tahoma"/>
          <w:b/>
          <w:sz w:val="16"/>
        </w:rPr>
        <w:tab/>
      </w:r>
      <w:r>
        <w:t>Thinking about Japan, o</w:t>
      </w:r>
      <w:r w:rsidRPr="000B73EF">
        <w:t xml:space="preserve">verall, do you think that Japan </w:t>
      </w:r>
      <w:r w:rsidRPr="000B73EF">
        <w:rPr>
          <w:u w:val="single"/>
        </w:rPr>
        <w:t>has</w:t>
      </w:r>
      <w:r w:rsidRPr="000B73EF">
        <w:t xml:space="preserve"> apologized sufficiently for its military act</w:t>
      </w:r>
      <w:r>
        <w:t xml:space="preserve">ions during the </w:t>
      </w:r>
      <w:r w:rsidRPr="000B73EF">
        <w:t xml:space="preserve">1930s and 1940s, that Japan </w:t>
      </w:r>
      <w:r w:rsidRPr="000B73EF">
        <w:rPr>
          <w:u w:val="single"/>
        </w:rPr>
        <w:t>has not</w:t>
      </w:r>
      <w:r w:rsidRPr="000B73EF">
        <w:t xml:space="preserve"> apologized sufficiently,</w:t>
      </w:r>
      <w:r>
        <w:t xml:space="preserve"> or do you think no apology is </w:t>
      </w:r>
      <w:r w:rsidR="00420528">
        <w:t>necessary?</w:t>
      </w:r>
    </w:p>
    <w:p w:rsidR="00525488" w:rsidRPr="000B73EF" w:rsidRDefault="00525488" w:rsidP="00525488">
      <w:pPr>
        <w:pStyle w:val="QuestionResponse"/>
      </w:pPr>
      <w:r w:rsidRPr="000B73EF">
        <w:t>1</w:t>
      </w:r>
      <w:r w:rsidRPr="000B73EF">
        <w:tab/>
        <w:t xml:space="preserve">Yes, </w:t>
      </w:r>
      <w:r>
        <w:t>has apologized sufficiently</w:t>
      </w:r>
    </w:p>
    <w:p w:rsidR="00525488" w:rsidRPr="000B73EF" w:rsidRDefault="00525488" w:rsidP="00525488">
      <w:pPr>
        <w:pStyle w:val="QuestionResponse"/>
      </w:pPr>
      <w:r w:rsidRPr="000B73EF">
        <w:t>2</w:t>
      </w:r>
      <w:r w:rsidRPr="000B73EF">
        <w:tab/>
        <w:t xml:space="preserve">No, </w:t>
      </w:r>
      <w:r>
        <w:t>has not apologized sufficiently</w:t>
      </w:r>
    </w:p>
    <w:p w:rsidR="00525488" w:rsidRPr="000B73EF" w:rsidRDefault="00525488" w:rsidP="00525488">
      <w:pPr>
        <w:pStyle w:val="QuestionResponse"/>
      </w:pPr>
      <w:r w:rsidRPr="000B73EF">
        <w:t>3</w:t>
      </w:r>
      <w:r w:rsidRPr="000B73EF">
        <w:tab/>
        <w:t>No apology necessary</w:t>
      </w:r>
    </w:p>
    <w:p w:rsidR="00525488" w:rsidRPr="000B73EF" w:rsidRDefault="00525488" w:rsidP="00525488">
      <w:pPr>
        <w:pStyle w:val="QuestionResponse"/>
      </w:pPr>
      <w:r>
        <w:t>8</w:t>
      </w:r>
      <w:r>
        <w:tab/>
        <w:t>Don’t k</w:t>
      </w:r>
      <w:r w:rsidRPr="000B73EF">
        <w:t>now</w:t>
      </w:r>
      <w:r>
        <w:t xml:space="preserve"> </w:t>
      </w:r>
      <w:r w:rsidRPr="000B73EF">
        <w:t>(DO NOT READ)</w:t>
      </w:r>
    </w:p>
    <w:p w:rsidR="00525488" w:rsidRPr="000B73EF" w:rsidRDefault="00525488" w:rsidP="00525488">
      <w:pPr>
        <w:pStyle w:val="QuestionResponseLast"/>
      </w:pPr>
      <w:r w:rsidRPr="000B73EF">
        <w:t>9</w:t>
      </w:r>
      <w:r w:rsidRPr="000B73EF">
        <w:tab/>
        <w:t>Refused</w:t>
      </w:r>
      <w:r>
        <w:t xml:space="preserve"> </w:t>
      </w:r>
      <w:r w:rsidRPr="000B73EF">
        <w:t>(DO NOT READ)</w:t>
      </w:r>
    </w:p>
    <w:p w:rsidR="00525488" w:rsidRPr="000B73EF" w:rsidRDefault="00525488" w:rsidP="00525488">
      <w:pPr>
        <w:pStyle w:val="QuestionInstruction"/>
      </w:pPr>
      <w:r w:rsidRPr="000B73EF">
        <w:t xml:space="preserve">ASK </w:t>
      </w:r>
      <w:r>
        <w:t xml:space="preserve">ALL </w:t>
      </w:r>
      <w:r w:rsidRPr="000B73EF">
        <w:t>IN JAPAN ONLY</w:t>
      </w:r>
    </w:p>
    <w:p w:rsidR="00525488" w:rsidRPr="000B73EF" w:rsidRDefault="00525488" w:rsidP="00525488">
      <w:pPr>
        <w:pStyle w:val="Question"/>
        <w:rPr>
          <w:iCs/>
        </w:rPr>
      </w:pPr>
      <w:r w:rsidRPr="000B73EF">
        <w:rPr>
          <w:rFonts w:ascii="Tahoma" w:hAnsi="Tahoma" w:cs="Tahoma"/>
          <w:b/>
          <w:sz w:val="16"/>
        </w:rPr>
        <w:t>Q</w:t>
      </w:r>
      <w:r>
        <w:rPr>
          <w:rFonts w:ascii="Tahoma" w:hAnsi="Tahoma" w:cs="Tahoma"/>
          <w:b/>
          <w:sz w:val="16"/>
        </w:rPr>
        <w:t>65</w:t>
      </w:r>
      <w:r w:rsidRPr="000B73EF">
        <w:rPr>
          <w:rFonts w:ascii="Tahoma" w:hAnsi="Tahoma" w:cs="Tahoma"/>
          <w:b/>
          <w:sz w:val="16"/>
        </w:rPr>
        <w:t>b</w:t>
      </w:r>
      <w:r w:rsidRPr="000B73EF">
        <w:tab/>
        <w:t xml:space="preserve">Do you favor or oppose changing article nine of the Japanese constitution so that Japan could officially have a military and could declare war? </w:t>
      </w:r>
    </w:p>
    <w:p w:rsidR="00525488" w:rsidRPr="000B73EF" w:rsidRDefault="00525488" w:rsidP="00525488">
      <w:pPr>
        <w:pStyle w:val="QuestionResponse"/>
      </w:pPr>
      <w:r w:rsidRPr="000B73EF">
        <w:t>1</w:t>
      </w:r>
      <w:r w:rsidRPr="000B73EF">
        <w:tab/>
        <w:t>Favor</w:t>
      </w:r>
    </w:p>
    <w:p w:rsidR="00525488" w:rsidRPr="000B73EF" w:rsidRDefault="00525488" w:rsidP="00525488">
      <w:pPr>
        <w:pStyle w:val="QuestionResponse"/>
      </w:pPr>
      <w:r w:rsidRPr="000B73EF">
        <w:t>2</w:t>
      </w:r>
      <w:r w:rsidRPr="000B73EF">
        <w:tab/>
        <w:t>Oppose</w:t>
      </w:r>
    </w:p>
    <w:p w:rsidR="00525488" w:rsidRPr="000B73EF" w:rsidRDefault="00525488" w:rsidP="00525488">
      <w:pPr>
        <w:pStyle w:val="QuestionResponse"/>
      </w:pPr>
      <w:r w:rsidRPr="000B73EF">
        <w:t>8</w:t>
      </w:r>
      <w:r w:rsidRPr="000B73EF">
        <w:tab/>
        <w:t>Don’t know (DO NOT READ)</w:t>
      </w:r>
    </w:p>
    <w:p w:rsidR="00525488" w:rsidRPr="000B73EF" w:rsidRDefault="00525488" w:rsidP="00525488">
      <w:pPr>
        <w:pStyle w:val="QuestionResponseLast"/>
      </w:pPr>
      <w:r w:rsidRPr="000B73EF">
        <w:t>9</w:t>
      </w:r>
      <w:r w:rsidRPr="000B73EF">
        <w:tab/>
        <w:t>Refused (DO NOT READ)</w:t>
      </w:r>
    </w:p>
    <w:p w:rsidR="00F659C8" w:rsidRPr="00C933FA" w:rsidRDefault="00F659C8" w:rsidP="00C933FA">
      <w:pPr>
        <w:pStyle w:val="QuestionInstruction"/>
        <w:rPr>
          <w:caps/>
        </w:rPr>
      </w:pPr>
      <w:r w:rsidRPr="00C933FA">
        <w:rPr>
          <w:caps/>
        </w:rPr>
        <w:t xml:space="preserve">ASK ALL IN </w:t>
      </w:r>
      <w:r w:rsidR="00C933FA" w:rsidRPr="00C933FA">
        <w:rPr>
          <w:caps/>
        </w:rPr>
        <w:t>Argentina, Bolivia, Brazil, Chile, Ch</w:t>
      </w:r>
      <w:r w:rsidR="0070614A">
        <w:rPr>
          <w:caps/>
        </w:rPr>
        <w:t>ina, Egypt, El Salvador, Ghana</w:t>
      </w:r>
      <w:r w:rsidR="00C933FA" w:rsidRPr="00C933FA">
        <w:rPr>
          <w:caps/>
        </w:rPr>
        <w:t xml:space="preserve">, Indonesia, Jordan, Kenya, Lebanon, Malaysia, Mexico, Nigeria, Pakistan, Palestinian Territories,  Philippines, Poland,  Russia, Senegal, South Africa, Tunisia, Turkey, </w:t>
      </w:r>
      <w:r w:rsidR="00C933FA" w:rsidRPr="002D036B">
        <w:rPr>
          <w:caps/>
        </w:rPr>
        <w:t>Uganda,</w:t>
      </w:r>
      <w:r w:rsidR="00C933FA" w:rsidRPr="00C933FA">
        <w:rPr>
          <w:caps/>
        </w:rPr>
        <w:t xml:space="preserve"> AND Venezuela </w:t>
      </w:r>
      <w:r w:rsidRPr="00C933FA">
        <w:rPr>
          <w:caps/>
        </w:rPr>
        <w:t>ONLY</w:t>
      </w:r>
    </w:p>
    <w:p w:rsidR="00F659C8" w:rsidRPr="000B73EF" w:rsidRDefault="0054085C" w:rsidP="00F659C8">
      <w:pPr>
        <w:pStyle w:val="Question"/>
      </w:pPr>
      <w:r w:rsidRPr="000B73EF">
        <w:rPr>
          <w:rFonts w:ascii="Tahoma" w:hAnsi="Tahoma" w:cs="Tahoma"/>
          <w:b/>
          <w:sz w:val="16"/>
        </w:rPr>
        <w:t>Q</w:t>
      </w:r>
      <w:r w:rsidR="005A1AB9" w:rsidRPr="000B73EF">
        <w:rPr>
          <w:rFonts w:ascii="Tahoma" w:hAnsi="Tahoma" w:cs="Tahoma"/>
          <w:b/>
          <w:sz w:val="16"/>
        </w:rPr>
        <w:t>66</w:t>
      </w:r>
      <w:r w:rsidR="00F659C8" w:rsidRPr="000B73EF">
        <w:tab/>
        <w:t xml:space="preserve">Do you use the </w:t>
      </w:r>
      <w:r w:rsidR="00B36988" w:rsidRPr="000B73EF">
        <w:t>i</w:t>
      </w:r>
      <w:r w:rsidR="00420528">
        <w:t>nternet, at least occasionally?</w:t>
      </w:r>
      <w:r w:rsidR="00647D33">
        <w:rPr>
          <w:rStyle w:val="FootnoteReference"/>
        </w:rPr>
        <w:footnoteReference w:id="3"/>
      </w:r>
    </w:p>
    <w:p w:rsidR="00F659C8" w:rsidRPr="000B73EF" w:rsidRDefault="00F659C8" w:rsidP="00F659C8">
      <w:pPr>
        <w:pStyle w:val="QuestionResponse"/>
      </w:pPr>
      <w:r w:rsidRPr="000B73EF">
        <w:t>1</w:t>
      </w:r>
      <w:r w:rsidRPr="000B73EF">
        <w:tab/>
        <w:t>Yes</w:t>
      </w:r>
    </w:p>
    <w:p w:rsidR="00F659C8" w:rsidRPr="000B73EF" w:rsidRDefault="00F659C8" w:rsidP="00F659C8">
      <w:pPr>
        <w:pStyle w:val="QuestionResponse"/>
      </w:pPr>
      <w:r w:rsidRPr="000B73EF">
        <w:t>2</w:t>
      </w:r>
      <w:r w:rsidRPr="000B73EF">
        <w:tab/>
        <w:t>No</w:t>
      </w:r>
    </w:p>
    <w:p w:rsidR="00F659C8" w:rsidRPr="000B73EF" w:rsidRDefault="00F659C8" w:rsidP="00F659C8">
      <w:pPr>
        <w:pStyle w:val="QuestionResponse"/>
      </w:pPr>
      <w:r w:rsidRPr="000B73EF">
        <w:t>8</w:t>
      </w:r>
      <w:r w:rsidRPr="000B73EF">
        <w:tab/>
        <w:t>Don’t know (DO NOT READ)</w:t>
      </w:r>
    </w:p>
    <w:p w:rsidR="00F659C8" w:rsidRPr="000B73EF" w:rsidRDefault="00F659C8" w:rsidP="00F659C8">
      <w:pPr>
        <w:pStyle w:val="QuestionResponseLast"/>
      </w:pPr>
      <w:r w:rsidRPr="000B73EF">
        <w:t>9</w:t>
      </w:r>
      <w:r w:rsidRPr="000B73EF">
        <w:tab/>
        <w:t>Refused (DO NOT READ)</w:t>
      </w:r>
    </w:p>
    <w:p w:rsidR="00FA2E63" w:rsidRPr="000B73EF" w:rsidRDefault="00FA2E63" w:rsidP="00FA2E63">
      <w:pPr>
        <w:pStyle w:val="QuestionInstruction"/>
      </w:pPr>
      <w:r w:rsidRPr="000B73EF">
        <w:t xml:space="preserve">ASK IF </w:t>
      </w:r>
      <w:r w:rsidR="001E6782">
        <w:t>USES THE INTERNET (</w:t>
      </w:r>
      <w:r w:rsidRPr="000B73EF">
        <w:t>Q66=1</w:t>
      </w:r>
      <w:r w:rsidR="001E6782">
        <w:t>)</w:t>
      </w:r>
    </w:p>
    <w:p w:rsidR="00FA2E63" w:rsidRPr="000B73EF" w:rsidRDefault="00FA2E63" w:rsidP="00FA2E63">
      <w:pPr>
        <w:pStyle w:val="Question"/>
      </w:pPr>
      <w:r w:rsidRPr="000B73EF">
        <w:rPr>
          <w:rFonts w:ascii="Tahoma" w:hAnsi="Tahoma" w:cs="Tahoma"/>
          <w:b/>
          <w:sz w:val="16"/>
        </w:rPr>
        <w:t>Q66b</w:t>
      </w:r>
      <w:r w:rsidRPr="000B73EF">
        <w:tab/>
        <w:t>Overall, how often do you use the internet – several times a day, once a day, at least once a week</w:t>
      </w:r>
      <w:r w:rsidR="004779DD" w:rsidRPr="000B73EF">
        <w:t>, or less often</w:t>
      </w:r>
      <w:r w:rsidRPr="000B73EF">
        <w:t>?</w:t>
      </w:r>
      <w:r w:rsidR="00647D33">
        <w:rPr>
          <w:rStyle w:val="FootnoteReference"/>
        </w:rPr>
        <w:footnoteReference w:id="4"/>
      </w:r>
      <w:r w:rsidRPr="000B73EF">
        <w:t xml:space="preserve"> </w:t>
      </w:r>
    </w:p>
    <w:p w:rsidR="00FA2E63" w:rsidRPr="000B73EF" w:rsidRDefault="00FA2E63" w:rsidP="00FA2E63">
      <w:pPr>
        <w:pStyle w:val="QuestionResponse"/>
      </w:pPr>
      <w:r w:rsidRPr="000B73EF">
        <w:t>1</w:t>
      </w:r>
      <w:r w:rsidRPr="000B73EF">
        <w:tab/>
      </w:r>
      <w:r w:rsidR="004779DD" w:rsidRPr="000B73EF">
        <w:t>Several times a day</w:t>
      </w:r>
    </w:p>
    <w:p w:rsidR="00FA2E63" w:rsidRPr="000B73EF" w:rsidRDefault="004779DD" w:rsidP="00FA2E63">
      <w:pPr>
        <w:pStyle w:val="QuestionResponse"/>
      </w:pPr>
      <w:r w:rsidRPr="000B73EF">
        <w:t>2</w:t>
      </w:r>
      <w:r w:rsidRPr="000B73EF">
        <w:tab/>
        <w:t>Once a day</w:t>
      </w:r>
    </w:p>
    <w:p w:rsidR="004779DD" w:rsidRPr="000B73EF" w:rsidRDefault="004779DD" w:rsidP="00FA2E63">
      <w:pPr>
        <w:pStyle w:val="QuestionResponse"/>
      </w:pPr>
      <w:r w:rsidRPr="000B73EF">
        <w:t>3</w:t>
      </w:r>
      <w:r w:rsidRPr="000B73EF">
        <w:tab/>
        <w:t>At least once a week</w:t>
      </w:r>
    </w:p>
    <w:p w:rsidR="004779DD" w:rsidRPr="000B73EF" w:rsidRDefault="004779DD" w:rsidP="00FA2E63">
      <w:pPr>
        <w:pStyle w:val="QuestionResponse"/>
      </w:pPr>
      <w:r w:rsidRPr="000B73EF">
        <w:t>4</w:t>
      </w:r>
      <w:r w:rsidRPr="000B73EF">
        <w:tab/>
        <w:t>Less often</w:t>
      </w:r>
    </w:p>
    <w:p w:rsidR="00FA2E63" w:rsidRPr="000B73EF" w:rsidRDefault="00FA2E63" w:rsidP="00FA2E63">
      <w:pPr>
        <w:pStyle w:val="QuestionResponse"/>
      </w:pPr>
      <w:r w:rsidRPr="000B73EF">
        <w:t>8</w:t>
      </w:r>
      <w:r w:rsidRPr="000B73EF">
        <w:tab/>
        <w:t>Don’t know (DO NOT READ)</w:t>
      </w:r>
    </w:p>
    <w:p w:rsidR="00FA2E63" w:rsidRPr="000B73EF" w:rsidRDefault="00FA2E63" w:rsidP="00FA2E63">
      <w:pPr>
        <w:pStyle w:val="QuestionResponseLast"/>
      </w:pPr>
      <w:r w:rsidRPr="000B73EF">
        <w:t>9</w:t>
      </w:r>
      <w:r w:rsidRPr="000B73EF">
        <w:tab/>
        <w:t>Refused (DO NOT READ)</w:t>
      </w:r>
    </w:p>
    <w:p w:rsidR="00F659C8" w:rsidRPr="000B73EF" w:rsidRDefault="00F659C8" w:rsidP="00F659C8">
      <w:pPr>
        <w:pStyle w:val="QuestionInstruction"/>
        <w:rPr>
          <w:caps/>
        </w:rPr>
      </w:pPr>
      <w:r w:rsidRPr="000B73EF">
        <w:rPr>
          <w:caps/>
        </w:rPr>
        <w:lastRenderedPageBreak/>
        <w:t xml:space="preserve">ASK ALL </w:t>
      </w:r>
    </w:p>
    <w:p w:rsidR="00F659C8" w:rsidRPr="000B73EF" w:rsidRDefault="0054085C" w:rsidP="00F659C8">
      <w:pPr>
        <w:pStyle w:val="Question"/>
        <w:rPr>
          <w:i/>
        </w:rPr>
      </w:pPr>
      <w:r w:rsidRPr="000B73EF">
        <w:rPr>
          <w:rFonts w:ascii="Tahoma" w:hAnsi="Tahoma" w:cs="Tahoma"/>
          <w:b/>
          <w:sz w:val="16"/>
        </w:rPr>
        <w:t>Q</w:t>
      </w:r>
      <w:r w:rsidR="005A1AB9" w:rsidRPr="000B73EF">
        <w:rPr>
          <w:rFonts w:ascii="Tahoma" w:hAnsi="Tahoma" w:cs="Tahoma"/>
          <w:b/>
          <w:sz w:val="16"/>
        </w:rPr>
        <w:t>67</w:t>
      </w:r>
      <w:r w:rsidR="00F659C8" w:rsidRPr="000B73EF">
        <w:tab/>
        <w:t xml:space="preserve">Do you own a cell phone?  </w:t>
      </w:r>
    </w:p>
    <w:p w:rsidR="00F659C8" w:rsidRPr="000B73EF" w:rsidRDefault="00F659C8" w:rsidP="00F659C8">
      <w:pPr>
        <w:pStyle w:val="QuestionResponse"/>
      </w:pPr>
      <w:r w:rsidRPr="000B73EF">
        <w:t>1</w:t>
      </w:r>
      <w:r w:rsidRPr="000B73EF">
        <w:tab/>
        <w:t>Yes</w:t>
      </w:r>
    </w:p>
    <w:p w:rsidR="00F659C8" w:rsidRPr="000B73EF" w:rsidRDefault="00F659C8" w:rsidP="00F659C8">
      <w:pPr>
        <w:pStyle w:val="QuestionResponse"/>
      </w:pPr>
      <w:r w:rsidRPr="000B73EF">
        <w:t>2</w:t>
      </w:r>
      <w:r w:rsidRPr="000B73EF">
        <w:tab/>
        <w:t>No</w:t>
      </w:r>
    </w:p>
    <w:p w:rsidR="00F659C8" w:rsidRPr="000B73EF" w:rsidRDefault="00F659C8" w:rsidP="00F659C8">
      <w:pPr>
        <w:pStyle w:val="QuestionResponse"/>
        <w:rPr>
          <w:b/>
          <w:bCs/>
          <w:szCs w:val="22"/>
        </w:rPr>
      </w:pPr>
      <w:r w:rsidRPr="000B73EF">
        <w:rPr>
          <w:szCs w:val="22"/>
        </w:rPr>
        <w:t>8</w:t>
      </w:r>
      <w:r w:rsidRPr="000B73EF">
        <w:rPr>
          <w:szCs w:val="22"/>
        </w:rPr>
        <w:tab/>
        <w:t>Don’t know (DO NOT READ)</w:t>
      </w:r>
    </w:p>
    <w:p w:rsidR="00F659C8" w:rsidRPr="000B73EF" w:rsidRDefault="00F659C8" w:rsidP="00F659C8">
      <w:pPr>
        <w:pStyle w:val="QuestionResponseLast"/>
      </w:pPr>
      <w:r w:rsidRPr="000B73EF">
        <w:t>9</w:t>
      </w:r>
      <w:r w:rsidRPr="000B73EF">
        <w:tab/>
        <w:t>Refused (DO NOT READ)</w:t>
      </w:r>
    </w:p>
    <w:p w:rsidR="00F659C8" w:rsidRPr="000B73EF" w:rsidRDefault="00F659C8" w:rsidP="001E6782">
      <w:pPr>
        <w:pStyle w:val="QuestionInstruction"/>
      </w:pPr>
      <w:r w:rsidRPr="000B73EF">
        <w:t xml:space="preserve">ASK ALL CELL PHONE </w:t>
      </w:r>
      <w:r w:rsidRPr="00C933FA">
        <w:t xml:space="preserve">OWNERS IN </w:t>
      </w:r>
      <w:r w:rsidR="00C933FA" w:rsidRPr="00C933FA">
        <w:rPr>
          <w:caps/>
        </w:rPr>
        <w:t>Argentina, Bolivia, Brazil, Chile, Ch</w:t>
      </w:r>
      <w:r w:rsidR="0070614A">
        <w:rPr>
          <w:caps/>
        </w:rPr>
        <w:t>ina, Egypt, El Salvador, Ghana</w:t>
      </w:r>
      <w:r w:rsidR="00C933FA" w:rsidRPr="00C933FA">
        <w:rPr>
          <w:caps/>
        </w:rPr>
        <w:t xml:space="preserve">, Indonesia, Jordan, Kenya, Lebanon, Malaysia, Mexico, Nigeria, Pakistan, Palestinian Territories,  </w:t>
      </w:r>
      <w:r w:rsidR="00C933FA" w:rsidRPr="00310BBD">
        <w:rPr>
          <w:caps/>
        </w:rPr>
        <w:t>Philippines, Poland,  Russia, Senegal, South Africa, Tunisia, Turkey, Uganda, AND</w:t>
      </w:r>
      <w:r w:rsidR="00C933FA" w:rsidRPr="00C933FA">
        <w:rPr>
          <w:caps/>
        </w:rPr>
        <w:t xml:space="preserve"> Venezuela </w:t>
      </w:r>
      <w:r w:rsidRPr="00C933FA">
        <w:t>ONLY</w:t>
      </w:r>
      <w:r w:rsidRPr="000B73EF">
        <w:t xml:space="preserve"> (</w:t>
      </w:r>
      <w:r w:rsidR="005A1AB9" w:rsidRPr="000B73EF">
        <w:t>Q67</w:t>
      </w:r>
      <w:r w:rsidRPr="000B73EF">
        <w:t>=1)</w:t>
      </w:r>
    </w:p>
    <w:p w:rsidR="00F659C8" w:rsidRPr="000B73EF" w:rsidRDefault="0054085C" w:rsidP="00F659C8">
      <w:pPr>
        <w:pStyle w:val="Question"/>
      </w:pPr>
      <w:r w:rsidRPr="000B73EF">
        <w:rPr>
          <w:rFonts w:ascii="Tahoma" w:hAnsi="Tahoma" w:cs="Tahoma"/>
          <w:b/>
          <w:sz w:val="16"/>
        </w:rPr>
        <w:t>Q</w:t>
      </w:r>
      <w:r w:rsidR="005A1AB9" w:rsidRPr="000B73EF">
        <w:rPr>
          <w:rFonts w:ascii="Tahoma" w:hAnsi="Tahoma" w:cs="Tahoma"/>
          <w:b/>
          <w:sz w:val="16"/>
        </w:rPr>
        <w:t>68</w:t>
      </w:r>
      <w:r w:rsidR="00F659C8" w:rsidRPr="000B73EF">
        <w:tab/>
        <w:t xml:space="preserve">Some cell phones are called “smartphones” because they can access the internet and apps. Is your cell phone a smartphone, such as an iPhone, a Blackberry </w:t>
      </w:r>
      <w:r w:rsidR="00F659C8" w:rsidRPr="000B73EF">
        <w:rPr>
          <w:b/>
        </w:rPr>
        <w:t>(INSERT COUNTRY SPECIFIC EXAMPLES)</w:t>
      </w:r>
      <w:r w:rsidR="00F659C8" w:rsidRPr="000B73EF">
        <w:t>?</w:t>
      </w:r>
      <w:r w:rsidR="00647D33">
        <w:rPr>
          <w:rStyle w:val="FootnoteReference"/>
        </w:rPr>
        <w:footnoteReference w:id="5"/>
      </w:r>
      <w:r w:rsidR="00F659C8" w:rsidRPr="000B73EF">
        <w:t xml:space="preserve"> </w:t>
      </w:r>
    </w:p>
    <w:p w:rsidR="00F659C8" w:rsidRPr="00580A6D" w:rsidRDefault="001E6782" w:rsidP="001E6782">
      <w:pPr>
        <w:pStyle w:val="QuestionResponse"/>
      </w:pPr>
      <w:r>
        <w:t>1</w:t>
      </w:r>
      <w:r>
        <w:tab/>
      </w:r>
      <w:r w:rsidR="00F659C8" w:rsidRPr="000B73EF">
        <w:t xml:space="preserve">Yes, </w:t>
      </w:r>
      <w:r w:rsidR="00F659C8" w:rsidRPr="00580A6D">
        <w:t>smartphone</w:t>
      </w:r>
    </w:p>
    <w:p w:rsidR="00F659C8" w:rsidRPr="00580A6D" w:rsidRDefault="00F659C8" w:rsidP="001E6782">
      <w:pPr>
        <w:pStyle w:val="QuestionResponse"/>
      </w:pPr>
      <w:r w:rsidRPr="00580A6D">
        <w:t>2</w:t>
      </w:r>
      <w:r w:rsidR="001E6782" w:rsidRPr="00580A6D">
        <w:tab/>
      </w:r>
      <w:r w:rsidRPr="00580A6D">
        <w:t>No, not a smartphone</w:t>
      </w:r>
    </w:p>
    <w:p w:rsidR="00F659C8" w:rsidRPr="00580A6D" w:rsidRDefault="00F659C8" w:rsidP="001E6782">
      <w:pPr>
        <w:pStyle w:val="QuestionResponse"/>
        <w:rPr>
          <w:b/>
          <w:bCs/>
          <w:szCs w:val="22"/>
        </w:rPr>
      </w:pPr>
      <w:r w:rsidRPr="00580A6D">
        <w:rPr>
          <w:szCs w:val="22"/>
        </w:rPr>
        <w:t>8</w:t>
      </w:r>
      <w:r w:rsidRPr="00580A6D">
        <w:rPr>
          <w:szCs w:val="22"/>
        </w:rPr>
        <w:tab/>
        <w:t>Don’t know (DO NOT READ)</w:t>
      </w:r>
    </w:p>
    <w:p w:rsidR="00F659C8" w:rsidRPr="00580A6D" w:rsidRDefault="00F659C8" w:rsidP="001E6782">
      <w:pPr>
        <w:pStyle w:val="QuestionResponseLast"/>
      </w:pPr>
      <w:r w:rsidRPr="00580A6D">
        <w:t>9</w:t>
      </w:r>
      <w:r w:rsidRPr="00580A6D">
        <w:tab/>
        <w:t>Refused (DO NOT READ)</w:t>
      </w:r>
    </w:p>
    <w:p w:rsidR="00F659C8" w:rsidRPr="00580A6D" w:rsidRDefault="00F659C8" w:rsidP="00F659C8">
      <w:pPr>
        <w:pStyle w:val="QuestionInstruction"/>
        <w:rPr>
          <w:caps/>
        </w:rPr>
      </w:pPr>
      <w:r w:rsidRPr="00580A6D">
        <w:rPr>
          <w:caps/>
        </w:rPr>
        <w:t>ASK ALL CELL PHONE OWNERS IN KENYA AND TUNISIA ONLY</w:t>
      </w:r>
      <w:r w:rsidR="005A1AB9" w:rsidRPr="00580A6D">
        <w:rPr>
          <w:caps/>
        </w:rPr>
        <w:t xml:space="preserve"> (Q67</w:t>
      </w:r>
      <w:r w:rsidRPr="00580A6D">
        <w:rPr>
          <w:caps/>
        </w:rPr>
        <w:t>=1)</w:t>
      </w:r>
    </w:p>
    <w:p w:rsidR="00F659C8" w:rsidRPr="00580A6D" w:rsidRDefault="0054085C" w:rsidP="00F659C8">
      <w:pPr>
        <w:pStyle w:val="Question"/>
        <w:rPr>
          <w:i/>
        </w:rPr>
      </w:pPr>
      <w:r w:rsidRPr="00580A6D">
        <w:rPr>
          <w:rFonts w:ascii="Tahoma" w:hAnsi="Tahoma" w:cs="Tahoma"/>
          <w:b/>
          <w:sz w:val="16"/>
        </w:rPr>
        <w:t>Q</w:t>
      </w:r>
      <w:r w:rsidR="005A1AB9" w:rsidRPr="00580A6D">
        <w:rPr>
          <w:rFonts w:ascii="Tahoma" w:hAnsi="Tahoma" w:cs="Tahoma"/>
          <w:b/>
          <w:sz w:val="16"/>
        </w:rPr>
        <w:t>69</w:t>
      </w:r>
      <w:r w:rsidR="00F659C8" w:rsidRPr="00580A6D">
        <w:tab/>
        <w:t xml:space="preserve">Do you share your cell phone with someone else or is it just for your own use?  </w:t>
      </w:r>
    </w:p>
    <w:p w:rsidR="00F659C8" w:rsidRPr="00580A6D" w:rsidRDefault="00F659C8" w:rsidP="00F659C8">
      <w:pPr>
        <w:pStyle w:val="QuestionResponse"/>
      </w:pPr>
      <w:r w:rsidRPr="00580A6D">
        <w:t>1</w:t>
      </w:r>
      <w:r w:rsidRPr="00580A6D">
        <w:tab/>
        <w:t>Yes</w:t>
      </w:r>
      <w:r w:rsidR="007B7CC0">
        <w:t xml:space="preserve">, </w:t>
      </w:r>
      <w:r w:rsidR="007B7CC0" w:rsidRPr="007B7CC0">
        <w:t>I share my cell phone with someone else</w:t>
      </w:r>
    </w:p>
    <w:p w:rsidR="00F659C8" w:rsidRPr="00580A6D" w:rsidRDefault="00F659C8" w:rsidP="00F659C8">
      <w:pPr>
        <w:pStyle w:val="QuestionResponse"/>
      </w:pPr>
      <w:r w:rsidRPr="00580A6D">
        <w:t>2</w:t>
      </w:r>
      <w:r w:rsidRPr="00580A6D">
        <w:tab/>
        <w:t>No</w:t>
      </w:r>
      <w:r w:rsidR="007B7CC0">
        <w:t xml:space="preserve">, </w:t>
      </w:r>
      <w:r w:rsidR="007B7CC0" w:rsidRPr="007B7CC0">
        <w:t>I do not share my cell phone</w:t>
      </w:r>
    </w:p>
    <w:p w:rsidR="00F659C8" w:rsidRPr="00580A6D" w:rsidRDefault="00F659C8" w:rsidP="00F659C8">
      <w:pPr>
        <w:pStyle w:val="QuestionResponse"/>
        <w:rPr>
          <w:b/>
          <w:bCs/>
          <w:szCs w:val="22"/>
        </w:rPr>
      </w:pPr>
      <w:r w:rsidRPr="00580A6D">
        <w:rPr>
          <w:szCs w:val="22"/>
        </w:rPr>
        <w:t>8</w:t>
      </w:r>
      <w:r w:rsidRPr="00580A6D">
        <w:rPr>
          <w:szCs w:val="22"/>
        </w:rPr>
        <w:tab/>
        <w:t>Don’t know (DO NOT READ)</w:t>
      </w:r>
    </w:p>
    <w:p w:rsidR="00F659C8" w:rsidRPr="00580A6D" w:rsidRDefault="00F659C8" w:rsidP="00F659C8">
      <w:pPr>
        <w:pStyle w:val="QuestionResponseLast"/>
      </w:pPr>
      <w:r w:rsidRPr="00580A6D">
        <w:t>9</w:t>
      </w:r>
      <w:r w:rsidRPr="00580A6D">
        <w:tab/>
        <w:t>Refused (DO NOT READ)</w:t>
      </w:r>
    </w:p>
    <w:p w:rsidR="00F659C8" w:rsidRPr="00580A6D" w:rsidRDefault="00F659C8" w:rsidP="00F659C8">
      <w:pPr>
        <w:pStyle w:val="QuestionInstruction"/>
        <w:rPr>
          <w:caps/>
        </w:rPr>
      </w:pPr>
      <w:r w:rsidRPr="00580A6D">
        <w:rPr>
          <w:caps/>
        </w:rPr>
        <w:t>ASK ALL non-CELL PHONE OWNERS IN KENYA AND TUNISIA ONLY (</w:t>
      </w:r>
      <w:r w:rsidR="005A1AB9" w:rsidRPr="00580A6D">
        <w:rPr>
          <w:caps/>
        </w:rPr>
        <w:t>Q67</w:t>
      </w:r>
      <w:r w:rsidRPr="00580A6D">
        <w:rPr>
          <w:caps/>
        </w:rPr>
        <w:t>=2)</w:t>
      </w:r>
    </w:p>
    <w:p w:rsidR="00F659C8" w:rsidRPr="00580A6D" w:rsidRDefault="0054085C" w:rsidP="00F659C8">
      <w:pPr>
        <w:pStyle w:val="Question"/>
        <w:rPr>
          <w:i/>
        </w:rPr>
      </w:pPr>
      <w:r w:rsidRPr="00580A6D">
        <w:rPr>
          <w:rFonts w:ascii="Tahoma" w:hAnsi="Tahoma" w:cs="Tahoma"/>
          <w:b/>
          <w:sz w:val="16"/>
        </w:rPr>
        <w:t>Q</w:t>
      </w:r>
      <w:r w:rsidR="005A1AB9" w:rsidRPr="00580A6D">
        <w:rPr>
          <w:rFonts w:ascii="Tahoma" w:hAnsi="Tahoma" w:cs="Tahoma"/>
          <w:b/>
          <w:sz w:val="16"/>
        </w:rPr>
        <w:t>70</w:t>
      </w:r>
      <w:r w:rsidR="00F659C8" w:rsidRPr="00580A6D">
        <w:tab/>
        <w:t xml:space="preserve">Do you share a cell phone with someone else?  </w:t>
      </w:r>
    </w:p>
    <w:p w:rsidR="00F659C8" w:rsidRPr="00580A6D" w:rsidRDefault="00F659C8" w:rsidP="00F659C8">
      <w:pPr>
        <w:pStyle w:val="QuestionResponse"/>
      </w:pPr>
      <w:r w:rsidRPr="00580A6D">
        <w:t>1</w:t>
      </w:r>
      <w:r w:rsidRPr="00580A6D">
        <w:tab/>
        <w:t>Yes</w:t>
      </w:r>
    </w:p>
    <w:p w:rsidR="00F659C8" w:rsidRPr="00580A6D" w:rsidRDefault="00F659C8" w:rsidP="00F659C8">
      <w:pPr>
        <w:pStyle w:val="QuestionResponse"/>
      </w:pPr>
      <w:r w:rsidRPr="00580A6D">
        <w:t>2</w:t>
      </w:r>
      <w:r w:rsidRPr="00580A6D">
        <w:tab/>
        <w:t>No</w:t>
      </w:r>
    </w:p>
    <w:p w:rsidR="00F659C8" w:rsidRPr="00580A6D" w:rsidRDefault="00F659C8" w:rsidP="00F659C8">
      <w:pPr>
        <w:pStyle w:val="QuestionResponse"/>
        <w:rPr>
          <w:b/>
          <w:bCs/>
          <w:szCs w:val="22"/>
        </w:rPr>
      </w:pPr>
      <w:r w:rsidRPr="00580A6D">
        <w:rPr>
          <w:szCs w:val="22"/>
        </w:rPr>
        <w:t>8</w:t>
      </w:r>
      <w:r w:rsidRPr="00580A6D">
        <w:rPr>
          <w:szCs w:val="22"/>
        </w:rPr>
        <w:tab/>
        <w:t>Don’t know (DO NOT READ)</w:t>
      </w:r>
    </w:p>
    <w:p w:rsidR="00F659C8" w:rsidRPr="00580A6D" w:rsidRDefault="00F659C8" w:rsidP="00F659C8">
      <w:pPr>
        <w:pStyle w:val="QuestionResponseLast"/>
      </w:pPr>
      <w:r w:rsidRPr="00580A6D">
        <w:t>9</w:t>
      </w:r>
      <w:r w:rsidRPr="00580A6D">
        <w:tab/>
        <w:t>Refused (DO NOT READ)</w:t>
      </w:r>
    </w:p>
    <w:p w:rsidR="005A1AB9" w:rsidRPr="000B73EF" w:rsidRDefault="005A1AB9" w:rsidP="005A1AB9">
      <w:pPr>
        <w:pStyle w:val="QuestionInstruction"/>
        <w:rPr>
          <w:caps/>
        </w:rPr>
      </w:pPr>
      <w:r w:rsidRPr="00580A6D">
        <w:rPr>
          <w:caps/>
        </w:rPr>
        <w:lastRenderedPageBreak/>
        <w:t xml:space="preserve">ASK ALL IN </w:t>
      </w:r>
      <w:r w:rsidR="00C933FA" w:rsidRPr="00580A6D">
        <w:rPr>
          <w:caps/>
        </w:rPr>
        <w:t>Argentina, Bolivia, Brazil, Ch</w:t>
      </w:r>
      <w:r w:rsidR="0070614A">
        <w:rPr>
          <w:caps/>
        </w:rPr>
        <w:t>ile, Egypt, El Salvador, Ghana</w:t>
      </w:r>
      <w:r w:rsidR="00C933FA" w:rsidRPr="00580A6D">
        <w:rPr>
          <w:caps/>
        </w:rPr>
        <w:t>, Indonesia, Jordan, Kenya, Lebanon, Malaysia, Mexico, Nigeria, Pakistan, Palestinian Territories,  Philippines, Poland,  Russia, Senegal, South Africa, Tunisia, Turkey, Uganda,</w:t>
      </w:r>
      <w:r w:rsidR="00C933FA" w:rsidRPr="00C933FA">
        <w:rPr>
          <w:caps/>
        </w:rPr>
        <w:t xml:space="preserve"> AND Venezuela </w:t>
      </w:r>
      <w:r w:rsidRPr="00C933FA">
        <w:rPr>
          <w:caps/>
        </w:rPr>
        <w:t>ONLY</w:t>
      </w:r>
    </w:p>
    <w:p w:rsidR="005A1AB9" w:rsidRPr="000B73EF" w:rsidRDefault="005A1AB9" w:rsidP="001E6782">
      <w:pPr>
        <w:pStyle w:val="Question"/>
        <w:rPr>
          <w:i/>
          <w:iCs/>
        </w:rPr>
      </w:pPr>
      <w:r w:rsidRPr="000B73EF">
        <w:rPr>
          <w:rFonts w:ascii="Tahoma" w:hAnsi="Tahoma" w:cs="Tahoma"/>
          <w:b/>
          <w:sz w:val="16"/>
        </w:rPr>
        <w:t>Q71</w:t>
      </w:r>
      <w:r w:rsidRPr="000B73EF">
        <w:tab/>
        <w:t xml:space="preserve">How important is it to you that people have access to the internet without government censorship – very important, </w:t>
      </w:r>
      <w:r w:rsidRPr="001E6782">
        <w:t>somewhat</w:t>
      </w:r>
      <w:r w:rsidRPr="000B73EF">
        <w:t xml:space="preserve"> important, not too important or not important at all? </w:t>
      </w:r>
    </w:p>
    <w:p w:rsidR="005A1AB9" w:rsidRPr="000B73EF" w:rsidRDefault="00420528" w:rsidP="005A1AB9">
      <w:pPr>
        <w:pStyle w:val="QuestionResponse"/>
        <w:numPr>
          <w:ilvl w:val="0"/>
          <w:numId w:val="30"/>
        </w:numPr>
      </w:pPr>
      <w:r>
        <w:t>Very important</w:t>
      </w:r>
    </w:p>
    <w:p w:rsidR="005A1AB9" w:rsidRPr="000B73EF" w:rsidRDefault="005A1AB9" w:rsidP="005A1AB9">
      <w:pPr>
        <w:pStyle w:val="QuestionResponse"/>
        <w:numPr>
          <w:ilvl w:val="0"/>
          <w:numId w:val="30"/>
        </w:numPr>
      </w:pPr>
      <w:r w:rsidRPr="000B73EF">
        <w:t>Somewhat important</w:t>
      </w:r>
    </w:p>
    <w:p w:rsidR="005A1AB9" w:rsidRPr="000B73EF" w:rsidRDefault="005A1AB9" w:rsidP="005A1AB9">
      <w:pPr>
        <w:pStyle w:val="QuestionResponse"/>
        <w:numPr>
          <w:ilvl w:val="0"/>
          <w:numId w:val="30"/>
        </w:numPr>
      </w:pPr>
      <w:r w:rsidRPr="000B73EF">
        <w:t>Not too important</w:t>
      </w:r>
    </w:p>
    <w:p w:rsidR="005A1AB9" w:rsidRPr="000B73EF" w:rsidRDefault="005A1AB9" w:rsidP="005A1AB9">
      <w:pPr>
        <w:pStyle w:val="QuestionResponse"/>
        <w:numPr>
          <w:ilvl w:val="0"/>
          <w:numId w:val="30"/>
        </w:numPr>
      </w:pPr>
      <w:r w:rsidRPr="000B73EF">
        <w:t>Not important at all</w:t>
      </w:r>
    </w:p>
    <w:p w:rsidR="005A1AB9" w:rsidRPr="000B73EF" w:rsidRDefault="005A1AB9" w:rsidP="005A1AB9">
      <w:pPr>
        <w:pStyle w:val="QuestionResponse"/>
      </w:pPr>
      <w:r w:rsidRPr="000B73EF">
        <w:t>8</w:t>
      </w:r>
      <w:r w:rsidRPr="000B73EF">
        <w:tab/>
        <w:t>Don’t know (DO NOT READ)</w:t>
      </w:r>
    </w:p>
    <w:p w:rsidR="005A1AB9" w:rsidRPr="000B73EF" w:rsidRDefault="005A1AB9" w:rsidP="005A1AB9">
      <w:pPr>
        <w:pStyle w:val="QuestionResponseLast"/>
        <w:rPr>
          <w:szCs w:val="22"/>
        </w:rPr>
      </w:pPr>
      <w:r w:rsidRPr="000B73EF">
        <w:rPr>
          <w:szCs w:val="22"/>
        </w:rPr>
        <w:t>9</w:t>
      </w:r>
      <w:r w:rsidRPr="000B73EF">
        <w:rPr>
          <w:szCs w:val="22"/>
        </w:rPr>
        <w:tab/>
        <w:t>Refused (DO NOT READ)</w:t>
      </w:r>
    </w:p>
    <w:p w:rsidR="00F659C8" w:rsidRPr="000B73EF" w:rsidRDefault="00F659C8" w:rsidP="00F659C8">
      <w:pPr>
        <w:pStyle w:val="QuestionInstruction"/>
      </w:pPr>
      <w:r w:rsidRPr="000B73EF">
        <w:t>ASK ALL INTERNET USERS</w:t>
      </w:r>
      <w:r w:rsidR="00A7152F" w:rsidRPr="000B73EF">
        <w:t xml:space="preserve"> AND SMARTPHONE USERS</w:t>
      </w:r>
      <w:r w:rsidRPr="000B73EF">
        <w:t xml:space="preserve"> (</w:t>
      </w:r>
      <w:r w:rsidR="005A1AB9" w:rsidRPr="000B73EF">
        <w:t>Q66</w:t>
      </w:r>
      <w:r w:rsidRPr="000B73EF">
        <w:t>=1</w:t>
      </w:r>
      <w:r w:rsidR="00A7152F" w:rsidRPr="000B73EF">
        <w:t xml:space="preserve"> OR </w:t>
      </w:r>
      <w:r w:rsidR="005A1AB9" w:rsidRPr="000B73EF">
        <w:t>Q68</w:t>
      </w:r>
      <w:r w:rsidR="00A7152F" w:rsidRPr="000B73EF">
        <w:t>=1</w:t>
      </w:r>
      <w:r w:rsidRPr="000B73EF">
        <w:t>)</w:t>
      </w:r>
    </w:p>
    <w:p w:rsidR="00F659C8" w:rsidRPr="000B73EF" w:rsidRDefault="0054085C" w:rsidP="00F659C8">
      <w:pPr>
        <w:pStyle w:val="Question"/>
      </w:pPr>
      <w:r w:rsidRPr="000B73EF">
        <w:rPr>
          <w:rFonts w:ascii="Tahoma" w:hAnsi="Tahoma" w:cs="Tahoma"/>
          <w:b/>
          <w:sz w:val="16"/>
        </w:rPr>
        <w:t>Q</w:t>
      </w:r>
      <w:r w:rsidR="005A1AB9" w:rsidRPr="000B73EF">
        <w:rPr>
          <w:rFonts w:ascii="Tahoma" w:hAnsi="Tahoma" w:cs="Tahoma"/>
          <w:b/>
          <w:sz w:val="16"/>
        </w:rPr>
        <w:t>72</w:t>
      </w:r>
      <w:r w:rsidR="00F659C8" w:rsidRPr="000B73EF">
        <w:rPr>
          <w:b/>
        </w:rPr>
        <w:tab/>
      </w:r>
      <w:r w:rsidR="00F659C8" w:rsidRPr="000B73EF">
        <w:t>Do you ever use online social networking sites like (</w:t>
      </w:r>
      <w:r w:rsidR="00F659C8" w:rsidRPr="000B73EF">
        <w:rPr>
          <w:b/>
        </w:rPr>
        <w:t xml:space="preserve">Facebook, </w:t>
      </w:r>
      <w:r w:rsidR="004779DD" w:rsidRPr="000B73EF">
        <w:rPr>
          <w:b/>
        </w:rPr>
        <w:t>Twitter</w:t>
      </w:r>
      <w:r w:rsidR="00025CE1">
        <w:rPr>
          <w:rStyle w:val="FootnoteReference"/>
          <w:b/>
        </w:rPr>
        <w:footnoteReference w:id="6"/>
      </w:r>
      <w:r w:rsidR="004779DD" w:rsidRPr="000B73EF">
        <w:rPr>
          <w:b/>
        </w:rPr>
        <w:t xml:space="preserve">, </w:t>
      </w:r>
      <w:proofErr w:type="gramStart"/>
      <w:r w:rsidR="00F659C8" w:rsidRPr="000B73EF">
        <w:rPr>
          <w:b/>
        </w:rPr>
        <w:t>INSERT</w:t>
      </w:r>
      <w:proofErr w:type="gramEnd"/>
      <w:r w:rsidR="00F659C8" w:rsidRPr="000B73EF">
        <w:rPr>
          <w:b/>
        </w:rPr>
        <w:t xml:space="preserve"> COUNTRY SPECIFIC EXAMPLES</w:t>
      </w:r>
      <w:r w:rsidR="00F659C8" w:rsidRPr="000B73EF">
        <w:t>)?</w:t>
      </w:r>
      <w:r w:rsidR="00647D33">
        <w:rPr>
          <w:rStyle w:val="FootnoteReference"/>
        </w:rPr>
        <w:footnoteReference w:id="7"/>
      </w:r>
      <w:r w:rsidR="00F659C8" w:rsidRPr="000B73EF">
        <w:t xml:space="preserve"> </w:t>
      </w:r>
    </w:p>
    <w:p w:rsidR="00F659C8" w:rsidRPr="000B73EF" w:rsidRDefault="00F659C8" w:rsidP="00F659C8">
      <w:pPr>
        <w:pStyle w:val="QuestionResponse"/>
      </w:pPr>
      <w:r w:rsidRPr="000B73EF">
        <w:t>1</w:t>
      </w:r>
      <w:r w:rsidRPr="000B73EF">
        <w:tab/>
        <w:t>Yes</w:t>
      </w:r>
    </w:p>
    <w:p w:rsidR="00F659C8" w:rsidRPr="000B73EF" w:rsidRDefault="00F659C8" w:rsidP="00F659C8">
      <w:pPr>
        <w:pStyle w:val="QuestionResponse"/>
      </w:pPr>
      <w:r w:rsidRPr="000B73EF">
        <w:t>2</w:t>
      </w:r>
      <w:r w:rsidRPr="000B73EF">
        <w:tab/>
        <w:t>No</w:t>
      </w:r>
    </w:p>
    <w:p w:rsidR="00F659C8" w:rsidRPr="000B73EF" w:rsidRDefault="00F659C8" w:rsidP="00F659C8">
      <w:pPr>
        <w:pStyle w:val="QuestionResponse"/>
        <w:rPr>
          <w:b/>
          <w:bCs/>
          <w:szCs w:val="22"/>
        </w:rPr>
      </w:pPr>
      <w:r w:rsidRPr="000B73EF">
        <w:rPr>
          <w:szCs w:val="22"/>
        </w:rPr>
        <w:t>8</w:t>
      </w:r>
      <w:r w:rsidRPr="000B73EF">
        <w:rPr>
          <w:szCs w:val="22"/>
        </w:rPr>
        <w:tab/>
        <w:t>Don’t know (DO NOT READ)</w:t>
      </w:r>
    </w:p>
    <w:p w:rsidR="00F659C8" w:rsidRPr="000B73EF" w:rsidRDefault="00F659C8" w:rsidP="00F659C8">
      <w:pPr>
        <w:pStyle w:val="QuestionResponseLast"/>
      </w:pPr>
      <w:r w:rsidRPr="000B73EF">
        <w:t>9</w:t>
      </w:r>
      <w:r w:rsidRPr="000B73EF">
        <w:tab/>
        <w:t>Refused (DO NOT READ)</w:t>
      </w:r>
    </w:p>
    <w:p w:rsidR="00F659C8" w:rsidRPr="000B73EF" w:rsidRDefault="00F659C8" w:rsidP="00F659C8">
      <w:pPr>
        <w:pStyle w:val="QuestionInstruction"/>
        <w:rPr>
          <w:caps/>
        </w:rPr>
      </w:pPr>
      <w:r w:rsidRPr="000B73EF">
        <w:rPr>
          <w:caps/>
        </w:rPr>
        <w:t>ASK IF USES SOCIAL NETWORKING SITES (</w:t>
      </w:r>
      <w:r w:rsidR="005A1AB9" w:rsidRPr="000B73EF">
        <w:rPr>
          <w:caps/>
        </w:rPr>
        <w:t>Q72</w:t>
      </w:r>
      <w:r w:rsidRPr="000B73EF">
        <w:rPr>
          <w:caps/>
        </w:rPr>
        <w:t>=1)</w:t>
      </w:r>
    </w:p>
    <w:p w:rsidR="00F659C8" w:rsidRPr="000B73EF" w:rsidRDefault="0054085C" w:rsidP="00F659C8">
      <w:pPr>
        <w:pStyle w:val="Question"/>
        <w:rPr>
          <w:i/>
          <w:iCs/>
        </w:rPr>
      </w:pPr>
      <w:r w:rsidRPr="000B73EF">
        <w:rPr>
          <w:rFonts w:ascii="Tahoma" w:hAnsi="Tahoma" w:cs="Tahoma"/>
          <w:b/>
          <w:sz w:val="16"/>
        </w:rPr>
        <w:t>Q</w:t>
      </w:r>
      <w:r w:rsidR="005A1AB9" w:rsidRPr="000B73EF">
        <w:rPr>
          <w:rFonts w:ascii="Tahoma" w:hAnsi="Tahoma" w:cs="Tahoma"/>
          <w:b/>
          <w:sz w:val="16"/>
        </w:rPr>
        <w:t>73</w:t>
      </w:r>
      <w:r w:rsidR="00F659C8" w:rsidRPr="000B73EF">
        <w:tab/>
        <w:t>Do you ever use social networking sites like Facebook, Twitter (</w:t>
      </w:r>
      <w:r w:rsidR="00F659C8" w:rsidRPr="000B73EF">
        <w:rPr>
          <w:b/>
          <w:bCs/>
        </w:rPr>
        <w:t>INSERT COUNTRY SPECIFIC EXAMPLES</w:t>
      </w:r>
      <w:r w:rsidR="00F659C8" w:rsidRPr="000B73EF">
        <w:t xml:space="preserve">) to stay in touch </w:t>
      </w:r>
      <w:r w:rsidR="00420528">
        <w:t>with family and friends or not?</w:t>
      </w:r>
      <w:r w:rsidR="00647D33">
        <w:rPr>
          <w:rStyle w:val="FootnoteReference"/>
        </w:rPr>
        <w:footnoteReference w:id="8"/>
      </w:r>
    </w:p>
    <w:p w:rsidR="00F659C8" w:rsidRPr="000B73EF" w:rsidRDefault="00F659C8" w:rsidP="00F659C8">
      <w:pPr>
        <w:pStyle w:val="QuestionResponse"/>
      </w:pPr>
      <w:r w:rsidRPr="000B73EF">
        <w:t>1</w:t>
      </w:r>
      <w:r w:rsidRPr="000B73EF">
        <w:tab/>
        <w:t>Yes</w:t>
      </w:r>
    </w:p>
    <w:p w:rsidR="00F659C8" w:rsidRPr="000B73EF" w:rsidRDefault="00F659C8" w:rsidP="00F659C8">
      <w:pPr>
        <w:pStyle w:val="QuestionResponse"/>
      </w:pPr>
      <w:r w:rsidRPr="000B73EF">
        <w:t>2</w:t>
      </w:r>
      <w:r w:rsidRPr="000B73EF">
        <w:tab/>
        <w:t>No</w:t>
      </w:r>
    </w:p>
    <w:p w:rsidR="00F659C8" w:rsidRPr="000B73EF" w:rsidRDefault="00F659C8" w:rsidP="00F659C8">
      <w:pPr>
        <w:pStyle w:val="QuestionResponse"/>
      </w:pPr>
      <w:r w:rsidRPr="000B73EF">
        <w:t>8</w:t>
      </w:r>
      <w:r w:rsidRPr="000B73EF">
        <w:tab/>
        <w:t>Don’t know (DO NOT READ)</w:t>
      </w:r>
    </w:p>
    <w:p w:rsidR="00F659C8" w:rsidRPr="000B73EF" w:rsidRDefault="00F659C8" w:rsidP="00F659C8">
      <w:pPr>
        <w:pStyle w:val="QuestionResponseLast"/>
        <w:rPr>
          <w:szCs w:val="22"/>
        </w:rPr>
      </w:pPr>
      <w:r w:rsidRPr="000B73EF">
        <w:rPr>
          <w:szCs w:val="22"/>
        </w:rPr>
        <w:t>9</w:t>
      </w:r>
      <w:r w:rsidRPr="000B73EF">
        <w:rPr>
          <w:szCs w:val="22"/>
        </w:rPr>
        <w:tab/>
        <w:t>Refused (DO NOT READ)</w:t>
      </w:r>
    </w:p>
    <w:p w:rsidR="00F659C8" w:rsidRPr="000B73EF" w:rsidRDefault="00F659C8" w:rsidP="00F659C8">
      <w:pPr>
        <w:pStyle w:val="QuestionInstruction"/>
        <w:rPr>
          <w:caps/>
        </w:rPr>
      </w:pPr>
      <w:r w:rsidRPr="000B73EF">
        <w:rPr>
          <w:caps/>
        </w:rPr>
        <w:lastRenderedPageBreak/>
        <w:t>ASK IF USES SOCIAL NETWORKING SITES (</w:t>
      </w:r>
      <w:r w:rsidR="005A1AB9" w:rsidRPr="000B73EF">
        <w:rPr>
          <w:caps/>
        </w:rPr>
        <w:t>Q72</w:t>
      </w:r>
      <w:r w:rsidRPr="000B73EF">
        <w:rPr>
          <w:caps/>
        </w:rPr>
        <w:t>=1)</w:t>
      </w:r>
    </w:p>
    <w:p w:rsidR="00F659C8" w:rsidRPr="000B73EF" w:rsidRDefault="0054085C" w:rsidP="00F659C8">
      <w:pPr>
        <w:pStyle w:val="Question"/>
        <w:rPr>
          <w:i/>
          <w:iCs/>
        </w:rPr>
      </w:pPr>
      <w:r w:rsidRPr="000B73EF">
        <w:rPr>
          <w:rFonts w:ascii="Tahoma" w:hAnsi="Tahoma" w:cs="Tahoma"/>
          <w:b/>
          <w:sz w:val="16"/>
        </w:rPr>
        <w:t>Q</w:t>
      </w:r>
      <w:r w:rsidR="005A1AB9" w:rsidRPr="000B73EF">
        <w:rPr>
          <w:rFonts w:ascii="Tahoma" w:hAnsi="Tahoma" w:cs="Tahoma"/>
          <w:b/>
          <w:sz w:val="16"/>
        </w:rPr>
        <w:t>74</w:t>
      </w:r>
      <w:r w:rsidR="00F659C8" w:rsidRPr="000B73EF">
        <w:tab/>
        <w:t>And do you ever use social networking sites like Facebook, Twitter (</w:t>
      </w:r>
      <w:r w:rsidR="00F659C8" w:rsidRPr="000B73EF">
        <w:rPr>
          <w:b/>
          <w:bCs/>
        </w:rPr>
        <w:t>INSERT COUNTRY SPECIFIC EXAMPLES</w:t>
      </w:r>
      <w:r w:rsidR="00F659C8" w:rsidRPr="000B73EF">
        <w:t>) to share your views about (INSERT) or not?</w:t>
      </w:r>
      <w:r w:rsidR="00647D33">
        <w:rPr>
          <w:rStyle w:val="FootnoteReference"/>
        </w:rPr>
        <w:footnoteReference w:id="9"/>
      </w:r>
      <w:r w:rsidR="00F659C8" w:rsidRPr="000B73EF">
        <w:t xml:space="preserve"> </w:t>
      </w:r>
    </w:p>
    <w:p w:rsidR="00F659C8" w:rsidRPr="000B73EF" w:rsidRDefault="00F659C8" w:rsidP="00F659C8">
      <w:pPr>
        <w:pStyle w:val="QuestionList"/>
      </w:pPr>
      <w:proofErr w:type="gramStart"/>
      <w:r w:rsidRPr="001E6782">
        <w:rPr>
          <w:b/>
        </w:rPr>
        <w:t>a</w:t>
      </w:r>
      <w:proofErr w:type="gramEnd"/>
      <w:r w:rsidRPr="001E6782">
        <w:rPr>
          <w:b/>
        </w:rPr>
        <w:t>.</w:t>
      </w:r>
      <w:r w:rsidRPr="000B73EF">
        <w:tab/>
        <w:t>religion</w:t>
      </w:r>
    </w:p>
    <w:p w:rsidR="00F659C8" w:rsidRPr="000B73EF" w:rsidRDefault="00F659C8" w:rsidP="00F659C8">
      <w:pPr>
        <w:pStyle w:val="QuestionList"/>
      </w:pPr>
      <w:proofErr w:type="gramStart"/>
      <w:r w:rsidRPr="001E6782">
        <w:rPr>
          <w:b/>
        </w:rPr>
        <w:t>b</w:t>
      </w:r>
      <w:proofErr w:type="gramEnd"/>
      <w:r w:rsidRPr="001E6782">
        <w:rPr>
          <w:b/>
        </w:rPr>
        <w:t>.</w:t>
      </w:r>
      <w:r w:rsidRPr="000B73EF">
        <w:tab/>
        <w:t>politics</w:t>
      </w:r>
    </w:p>
    <w:p w:rsidR="00F659C8" w:rsidRPr="001E6782" w:rsidRDefault="00F659C8" w:rsidP="001E6782">
      <w:pPr>
        <w:pStyle w:val="QuestionListLast"/>
        <w:rPr>
          <w:sz w:val="20"/>
          <w:szCs w:val="20"/>
        </w:rPr>
      </w:pPr>
      <w:proofErr w:type="gramStart"/>
      <w:r w:rsidRPr="001E6782">
        <w:rPr>
          <w:b/>
          <w:sz w:val="20"/>
          <w:szCs w:val="20"/>
        </w:rPr>
        <w:t>c</w:t>
      </w:r>
      <w:proofErr w:type="gramEnd"/>
      <w:r w:rsidRPr="001E6782">
        <w:rPr>
          <w:b/>
          <w:sz w:val="20"/>
          <w:szCs w:val="20"/>
        </w:rPr>
        <w:t>.</w:t>
      </w:r>
      <w:r w:rsidRPr="001E6782">
        <w:rPr>
          <w:sz w:val="20"/>
          <w:szCs w:val="20"/>
        </w:rPr>
        <w:tab/>
        <w:t>music and movies</w:t>
      </w:r>
    </w:p>
    <w:p w:rsidR="00F659C8" w:rsidRPr="000B73EF" w:rsidRDefault="00F659C8" w:rsidP="00F659C8">
      <w:pPr>
        <w:pStyle w:val="QuestionResponse"/>
      </w:pPr>
      <w:r w:rsidRPr="000B73EF">
        <w:t>1</w:t>
      </w:r>
      <w:r w:rsidRPr="000B73EF">
        <w:tab/>
        <w:t>Yes</w:t>
      </w:r>
    </w:p>
    <w:p w:rsidR="00F659C8" w:rsidRPr="000B73EF" w:rsidRDefault="00F659C8" w:rsidP="00F659C8">
      <w:pPr>
        <w:pStyle w:val="QuestionResponse"/>
      </w:pPr>
      <w:r w:rsidRPr="000B73EF">
        <w:t>2</w:t>
      </w:r>
      <w:r w:rsidRPr="000B73EF">
        <w:tab/>
        <w:t>No</w:t>
      </w:r>
    </w:p>
    <w:p w:rsidR="00F659C8" w:rsidRPr="000B73EF" w:rsidRDefault="00F659C8" w:rsidP="00F659C8">
      <w:pPr>
        <w:pStyle w:val="QuestionResponse"/>
      </w:pPr>
      <w:r w:rsidRPr="000B73EF">
        <w:t>8</w:t>
      </w:r>
      <w:r w:rsidRPr="000B73EF">
        <w:tab/>
        <w:t>Don’t know (DO NOT READ)</w:t>
      </w:r>
    </w:p>
    <w:p w:rsidR="00F659C8" w:rsidRPr="000B73EF" w:rsidRDefault="00F659C8" w:rsidP="00F659C8">
      <w:pPr>
        <w:pStyle w:val="QuestionResponseLast"/>
        <w:rPr>
          <w:szCs w:val="22"/>
        </w:rPr>
      </w:pPr>
      <w:r w:rsidRPr="000B73EF">
        <w:rPr>
          <w:szCs w:val="22"/>
        </w:rPr>
        <w:t>9</w:t>
      </w:r>
      <w:r w:rsidRPr="000B73EF">
        <w:rPr>
          <w:szCs w:val="22"/>
        </w:rPr>
        <w:tab/>
        <w:t>Refused (DO NOT READ)</w:t>
      </w:r>
    </w:p>
    <w:p w:rsidR="00F659C8" w:rsidRPr="000B73EF" w:rsidRDefault="00F659C8" w:rsidP="00F659C8">
      <w:pPr>
        <w:pStyle w:val="QuestionInstruction"/>
        <w:rPr>
          <w:caps/>
        </w:rPr>
      </w:pPr>
      <w:r w:rsidRPr="000B73EF">
        <w:rPr>
          <w:caps/>
        </w:rPr>
        <w:t>ASK IF USES SOCIAL NETWORKING SITES (</w:t>
      </w:r>
      <w:r w:rsidR="005A1AB9" w:rsidRPr="000B73EF">
        <w:rPr>
          <w:caps/>
        </w:rPr>
        <w:t>Q72</w:t>
      </w:r>
      <w:r w:rsidRPr="000B73EF">
        <w:rPr>
          <w:caps/>
        </w:rPr>
        <w:t>=1)</w:t>
      </w:r>
    </w:p>
    <w:p w:rsidR="00F659C8" w:rsidRPr="000B73EF" w:rsidRDefault="0054085C" w:rsidP="00F659C8">
      <w:pPr>
        <w:pStyle w:val="Question"/>
        <w:rPr>
          <w:i/>
          <w:iCs/>
        </w:rPr>
      </w:pPr>
      <w:r w:rsidRPr="000B73EF">
        <w:rPr>
          <w:rFonts w:ascii="Tahoma" w:hAnsi="Tahoma" w:cs="Tahoma"/>
          <w:b/>
          <w:sz w:val="16"/>
        </w:rPr>
        <w:t>Q</w:t>
      </w:r>
      <w:r w:rsidR="005A1AB9" w:rsidRPr="000B73EF">
        <w:rPr>
          <w:rFonts w:ascii="Tahoma" w:hAnsi="Tahoma" w:cs="Tahoma"/>
          <w:b/>
          <w:sz w:val="16"/>
        </w:rPr>
        <w:t>75</w:t>
      </w:r>
      <w:r w:rsidR="00F659C8" w:rsidRPr="000B73EF">
        <w:tab/>
        <w:t>Have you ever learned that someone’s political beliefs were different than you thought they were, based on something they posted on a social networking site, or has this never happened to you?</w:t>
      </w:r>
      <w:r w:rsidR="00647D33">
        <w:rPr>
          <w:rStyle w:val="FootnoteReference"/>
        </w:rPr>
        <w:footnoteReference w:id="10"/>
      </w:r>
      <w:r w:rsidR="00F659C8" w:rsidRPr="000B73EF">
        <w:t xml:space="preserve"> </w:t>
      </w:r>
    </w:p>
    <w:p w:rsidR="00F659C8" w:rsidRPr="000B73EF" w:rsidRDefault="00F659C8" w:rsidP="00F659C8">
      <w:pPr>
        <w:pStyle w:val="QuestionResponse"/>
      </w:pPr>
      <w:r w:rsidRPr="000B73EF">
        <w:t>1</w:t>
      </w:r>
      <w:r w:rsidRPr="000B73EF">
        <w:tab/>
        <w:t>Yes</w:t>
      </w:r>
    </w:p>
    <w:p w:rsidR="00F659C8" w:rsidRPr="000B73EF" w:rsidRDefault="00F659C8" w:rsidP="00F659C8">
      <w:pPr>
        <w:pStyle w:val="QuestionResponse"/>
      </w:pPr>
      <w:r w:rsidRPr="000B73EF">
        <w:t>2</w:t>
      </w:r>
      <w:r w:rsidRPr="000B73EF">
        <w:tab/>
        <w:t>No</w:t>
      </w:r>
    </w:p>
    <w:p w:rsidR="00F659C8" w:rsidRPr="000B73EF" w:rsidRDefault="00F659C8" w:rsidP="00F659C8">
      <w:pPr>
        <w:pStyle w:val="QuestionResponse"/>
      </w:pPr>
      <w:r w:rsidRPr="000B73EF">
        <w:t>8</w:t>
      </w:r>
      <w:r w:rsidRPr="000B73EF">
        <w:tab/>
        <w:t>Don’t know (DO NOT READ)</w:t>
      </w:r>
    </w:p>
    <w:p w:rsidR="00F659C8" w:rsidRPr="000B73EF" w:rsidRDefault="00F659C8" w:rsidP="00F659C8">
      <w:pPr>
        <w:pStyle w:val="QuestionResponseLast"/>
        <w:rPr>
          <w:szCs w:val="22"/>
        </w:rPr>
      </w:pPr>
      <w:r w:rsidRPr="000B73EF">
        <w:rPr>
          <w:szCs w:val="22"/>
        </w:rPr>
        <w:t>9</w:t>
      </w:r>
      <w:r w:rsidRPr="000B73EF">
        <w:rPr>
          <w:szCs w:val="22"/>
        </w:rPr>
        <w:tab/>
        <w:t>Refused (DO NOT READ)</w:t>
      </w:r>
    </w:p>
    <w:p w:rsidR="00F659C8" w:rsidRPr="009B5617" w:rsidRDefault="00F659C8" w:rsidP="009B5617">
      <w:pPr>
        <w:pStyle w:val="QuestionInstruction"/>
        <w:rPr>
          <w:caps/>
        </w:rPr>
      </w:pPr>
      <w:r w:rsidRPr="009B5617">
        <w:rPr>
          <w:caps/>
        </w:rPr>
        <w:t xml:space="preserve">ASK ALL CELL PHONE OWNERS </w:t>
      </w:r>
      <w:r w:rsidR="009B5617" w:rsidRPr="009B5617">
        <w:rPr>
          <w:caps/>
        </w:rPr>
        <w:t>Argentina, Bolivia, Brazil, Chile, Ch</w:t>
      </w:r>
      <w:r w:rsidR="0070614A">
        <w:rPr>
          <w:caps/>
        </w:rPr>
        <w:t>ina, Egypt, El Salvador, Ghana</w:t>
      </w:r>
      <w:r w:rsidR="009B5617" w:rsidRPr="009B5617">
        <w:rPr>
          <w:caps/>
        </w:rPr>
        <w:t xml:space="preserve">, Indonesia, Jordan, Kenya, Lebanon, Malaysia, Mexico, Nigeria, Pakistan, Palestinian Territories,  </w:t>
      </w:r>
      <w:r w:rsidR="009B5617" w:rsidRPr="00616254">
        <w:rPr>
          <w:caps/>
        </w:rPr>
        <w:t>Philippines, Poland,  Russia, Senegal, South Africa, Tunisia, Turkey, Uganda,</w:t>
      </w:r>
      <w:r w:rsidR="009B5617" w:rsidRPr="009B5617">
        <w:rPr>
          <w:caps/>
        </w:rPr>
        <w:t xml:space="preserve"> AND Venezuela </w:t>
      </w:r>
      <w:r w:rsidRPr="009B5617">
        <w:rPr>
          <w:caps/>
        </w:rPr>
        <w:t>ONLY (</w:t>
      </w:r>
      <w:r w:rsidR="005A1AB9" w:rsidRPr="009B5617">
        <w:rPr>
          <w:caps/>
        </w:rPr>
        <w:t>Q67</w:t>
      </w:r>
      <w:r w:rsidRPr="009B5617">
        <w:rPr>
          <w:caps/>
        </w:rPr>
        <w:t>=1)</w:t>
      </w:r>
    </w:p>
    <w:p w:rsidR="00F659C8" w:rsidRPr="000B73EF" w:rsidRDefault="0054085C" w:rsidP="00F659C8">
      <w:pPr>
        <w:pStyle w:val="Question"/>
        <w:rPr>
          <w:i/>
        </w:rPr>
      </w:pPr>
      <w:r w:rsidRPr="000B73EF">
        <w:rPr>
          <w:rFonts w:ascii="Tahoma" w:hAnsi="Tahoma" w:cs="Tahoma"/>
          <w:b/>
          <w:sz w:val="16"/>
        </w:rPr>
        <w:t>Q</w:t>
      </w:r>
      <w:r w:rsidR="005A1AB9" w:rsidRPr="000B73EF">
        <w:rPr>
          <w:rFonts w:ascii="Tahoma" w:hAnsi="Tahoma" w:cs="Tahoma"/>
          <w:b/>
          <w:sz w:val="16"/>
        </w:rPr>
        <w:t>7</w:t>
      </w:r>
      <w:r w:rsidR="00796D36">
        <w:rPr>
          <w:rFonts w:ascii="Tahoma" w:hAnsi="Tahoma" w:cs="Tahoma"/>
          <w:b/>
          <w:sz w:val="16"/>
        </w:rPr>
        <w:t>6</w:t>
      </w:r>
      <w:r w:rsidR="00F659C8" w:rsidRPr="000B73EF">
        <w:rPr>
          <w:b/>
        </w:rPr>
        <w:tab/>
      </w:r>
      <w:r w:rsidR="00F659C8" w:rsidRPr="000B73EF">
        <w:t>I am going to read you a list of things people do on cell phones, other than making calls. For each, please tell me if this is something you do regularly or not?</w:t>
      </w:r>
      <w:r w:rsidR="00647D33">
        <w:rPr>
          <w:rStyle w:val="FootnoteReference"/>
        </w:rPr>
        <w:footnoteReference w:id="11"/>
      </w:r>
    </w:p>
    <w:p w:rsidR="00F659C8" w:rsidRPr="000B73EF" w:rsidRDefault="00F659C8" w:rsidP="00F659C8">
      <w:pPr>
        <w:pStyle w:val="QuestionList"/>
        <w:rPr>
          <w:rFonts w:ascii="Tahoma" w:hAnsi="Tahoma" w:cs="Tahoma"/>
          <w:b/>
          <w:sz w:val="16"/>
          <w:szCs w:val="16"/>
        </w:rPr>
      </w:pPr>
      <w:r w:rsidRPr="000B73EF">
        <w:rPr>
          <w:rFonts w:ascii="Tahoma" w:hAnsi="Tahoma" w:cs="Tahoma"/>
          <w:b/>
          <w:sz w:val="16"/>
          <w:szCs w:val="16"/>
        </w:rPr>
        <w:t>a.</w:t>
      </w:r>
      <w:r w:rsidRPr="000B73EF">
        <w:rPr>
          <w:rFonts w:ascii="Tahoma" w:hAnsi="Tahoma" w:cs="Tahoma"/>
          <w:b/>
          <w:sz w:val="16"/>
          <w:szCs w:val="16"/>
        </w:rPr>
        <w:tab/>
      </w:r>
      <w:r w:rsidRPr="000B73EF">
        <w:t>Send text messages</w:t>
      </w:r>
    </w:p>
    <w:p w:rsidR="00F659C8" w:rsidRPr="000B73EF" w:rsidRDefault="00422188" w:rsidP="00F659C8">
      <w:pPr>
        <w:pStyle w:val="QuestionList"/>
      </w:pPr>
      <w:r w:rsidRPr="000B73EF">
        <w:rPr>
          <w:b/>
        </w:rPr>
        <w:t>b</w:t>
      </w:r>
      <w:r w:rsidR="00F659C8" w:rsidRPr="000B73EF">
        <w:rPr>
          <w:b/>
        </w:rPr>
        <w:t>.</w:t>
      </w:r>
      <w:r w:rsidR="00F659C8" w:rsidRPr="000B73EF">
        <w:tab/>
        <w:t>Take pictures or video</w:t>
      </w:r>
    </w:p>
    <w:p w:rsidR="00F659C8" w:rsidRPr="00DD371B" w:rsidRDefault="00422188" w:rsidP="00F659C8">
      <w:pPr>
        <w:pStyle w:val="QuestionListLast"/>
        <w:tabs>
          <w:tab w:val="left" w:pos="720"/>
          <w:tab w:val="left" w:pos="1440"/>
          <w:tab w:val="left" w:pos="2160"/>
          <w:tab w:val="left" w:pos="2880"/>
          <w:tab w:val="left" w:pos="6690"/>
        </w:tabs>
        <w:spacing w:after="60"/>
        <w:rPr>
          <w:i/>
          <w:sz w:val="20"/>
          <w:szCs w:val="20"/>
        </w:rPr>
      </w:pPr>
      <w:r w:rsidRPr="00C52800">
        <w:rPr>
          <w:b/>
          <w:sz w:val="20"/>
          <w:szCs w:val="20"/>
        </w:rPr>
        <w:t>c</w:t>
      </w:r>
      <w:r w:rsidR="00F659C8" w:rsidRPr="00C52800">
        <w:rPr>
          <w:b/>
          <w:sz w:val="20"/>
          <w:szCs w:val="20"/>
        </w:rPr>
        <w:t>.</w:t>
      </w:r>
      <w:r w:rsidR="00F659C8" w:rsidRPr="00C52800">
        <w:rPr>
          <w:sz w:val="20"/>
          <w:szCs w:val="20"/>
        </w:rPr>
        <w:tab/>
        <w:t>Get political news and information</w:t>
      </w:r>
    </w:p>
    <w:p w:rsidR="00F659C8" w:rsidRPr="000B73EF" w:rsidRDefault="00422188" w:rsidP="00F659C8">
      <w:pPr>
        <w:pStyle w:val="QuestionList"/>
        <w:rPr>
          <w:b/>
        </w:rPr>
      </w:pPr>
      <w:r w:rsidRPr="000B73EF">
        <w:rPr>
          <w:b/>
        </w:rPr>
        <w:t>d</w:t>
      </w:r>
      <w:r w:rsidR="00F659C8" w:rsidRPr="000B73EF">
        <w:rPr>
          <w:b/>
        </w:rPr>
        <w:t>.</w:t>
      </w:r>
      <w:r w:rsidR="00F659C8" w:rsidRPr="000B73EF">
        <w:rPr>
          <w:b/>
        </w:rPr>
        <w:tab/>
      </w:r>
      <w:r w:rsidR="00F659C8" w:rsidRPr="000B73EF">
        <w:t>Access a social networking site</w:t>
      </w:r>
    </w:p>
    <w:p w:rsidR="00F659C8" w:rsidRPr="000B73EF" w:rsidRDefault="00422188" w:rsidP="00F659C8">
      <w:pPr>
        <w:pStyle w:val="QuestionList"/>
      </w:pPr>
      <w:r w:rsidRPr="000B73EF">
        <w:rPr>
          <w:b/>
        </w:rPr>
        <w:t>e</w:t>
      </w:r>
      <w:r w:rsidR="00F659C8" w:rsidRPr="000B73EF">
        <w:rPr>
          <w:b/>
        </w:rPr>
        <w:t>.</w:t>
      </w:r>
      <w:r w:rsidR="00F659C8" w:rsidRPr="000B73EF">
        <w:rPr>
          <w:b/>
        </w:rPr>
        <w:tab/>
      </w:r>
      <w:r w:rsidR="00F659C8" w:rsidRPr="000B73EF">
        <w:t>Get consumer information such as prices or availability of products</w:t>
      </w:r>
    </w:p>
    <w:p w:rsidR="00F659C8" w:rsidRPr="000B73EF" w:rsidRDefault="00422188" w:rsidP="00F659C8">
      <w:pPr>
        <w:pStyle w:val="QuestionList"/>
        <w:rPr>
          <w:i/>
        </w:rPr>
      </w:pPr>
      <w:r w:rsidRPr="000B73EF">
        <w:rPr>
          <w:b/>
        </w:rPr>
        <w:t>f</w:t>
      </w:r>
      <w:r w:rsidR="00F659C8" w:rsidRPr="000B73EF">
        <w:rPr>
          <w:b/>
        </w:rPr>
        <w:t>.</w:t>
      </w:r>
      <w:r w:rsidR="00F659C8" w:rsidRPr="000B73EF">
        <w:rPr>
          <w:b/>
        </w:rPr>
        <w:tab/>
      </w:r>
      <w:r w:rsidR="00F659C8" w:rsidRPr="000B73EF">
        <w:t xml:space="preserve">Get information about health and medicine for you or your family </w:t>
      </w:r>
    </w:p>
    <w:p w:rsidR="00F659C8" w:rsidRPr="00C52800" w:rsidRDefault="00422188" w:rsidP="00C52800">
      <w:pPr>
        <w:pStyle w:val="QuestionListLast"/>
        <w:rPr>
          <w:i/>
          <w:sz w:val="20"/>
          <w:szCs w:val="20"/>
        </w:rPr>
      </w:pPr>
      <w:r w:rsidRPr="00C52800">
        <w:rPr>
          <w:b/>
          <w:sz w:val="20"/>
          <w:szCs w:val="20"/>
        </w:rPr>
        <w:t>g</w:t>
      </w:r>
      <w:r w:rsidR="00F659C8" w:rsidRPr="00C52800">
        <w:rPr>
          <w:b/>
          <w:sz w:val="20"/>
          <w:szCs w:val="20"/>
        </w:rPr>
        <w:t xml:space="preserve">. </w:t>
      </w:r>
      <w:r w:rsidR="00F659C8" w:rsidRPr="00C52800">
        <w:rPr>
          <w:b/>
          <w:sz w:val="20"/>
          <w:szCs w:val="20"/>
        </w:rPr>
        <w:tab/>
      </w:r>
      <w:r w:rsidR="00F659C8" w:rsidRPr="00C52800">
        <w:rPr>
          <w:sz w:val="20"/>
          <w:szCs w:val="20"/>
        </w:rPr>
        <w:t xml:space="preserve">Make or receive payments </w:t>
      </w:r>
    </w:p>
    <w:p w:rsidR="00F659C8" w:rsidRPr="000B73EF" w:rsidRDefault="00F659C8" w:rsidP="00F659C8">
      <w:pPr>
        <w:pStyle w:val="QuestionResponse"/>
      </w:pPr>
      <w:r w:rsidRPr="000B73EF">
        <w:t>1</w:t>
      </w:r>
      <w:r w:rsidRPr="000B73EF">
        <w:tab/>
        <w:t>Yes</w:t>
      </w:r>
    </w:p>
    <w:p w:rsidR="00F659C8" w:rsidRPr="000B73EF" w:rsidRDefault="00F659C8" w:rsidP="00F659C8">
      <w:pPr>
        <w:pStyle w:val="QuestionResponse"/>
      </w:pPr>
      <w:r w:rsidRPr="000B73EF">
        <w:t>2</w:t>
      </w:r>
      <w:r w:rsidRPr="000B73EF">
        <w:tab/>
        <w:t>No</w:t>
      </w:r>
    </w:p>
    <w:p w:rsidR="00F659C8" w:rsidRPr="000B73EF" w:rsidRDefault="00F659C8" w:rsidP="00F659C8">
      <w:pPr>
        <w:pStyle w:val="QuestionResponse"/>
        <w:rPr>
          <w:b/>
          <w:bCs/>
          <w:szCs w:val="22"/>
        </w:rPr>
      </w:pPr>
      <w:r w:rsidRPr="000B73EF">
        <w:rPr>
          <w:szCs w:val="22"/>
        </w:rPr>
        <w:t>8</w:t>
      </w:r>
      <w:r w:rsidRPr="000B73EF">
        <w:rPr>
          <w:szCs w:val="22"/>
        </w:rPr>
        <w:tab/>
        <w:t>Don’t know (DO NOT READ)</w:t>
      </w:r>
    </w:p>
    <w:p w:rsidR="00F659C8" w:rsidRPr="000B73EF" w:rsidRDefault="00F659C8" w:rsidP="00F659C8">
      <w:pPr>
        <w:pStyle w:val="QuestionResponseLast"/>
      </w:pPr>
      <w:r w:rsidRPr="000B73EF">
        <w:t>9</w:t>
      </w:r>
      <w:r w:rsidRPr="000B73EF">
        <w:tab/>
        <w:t>Refused (DO NOT READ)</w:t>
      </w:r>
    </w:p>
    <w:p w:rsidR="00796D36" w:rsidRPr="00796D36" w:rsidRDefault="001D1024" w:rsidP="00796D36">
      <w:pPr>
        <w:keepNext/>
        <w:keepLines/>
        <w:spacing w:after="240" w:line="240" w:lineRule="auto"/>
        <w:ind w:left="720" w:hanging="720"/>
        <w:rPr>
          <w:rFonts w:ascii="Times New Roman" w:eastAsia="Times New Roman" w:hAnsi="Times New Roman" w:cs="Times New Roman"/>
          <w:szCs w:val="24"/>
        </w:rPr>
      </w:pPr>
      <w:r w:rsidRPr="000B73EF">
        <w:rPr>
          <w:rFonts w:ascii="Tahoma" w:hAnsi="Tahoma" w:cs="Tahoma"/>
          <w:b/>
          <w:sz w:val="16"/>
        </w:rPr>
        <w:lastRenderedPageBreak/>
        <w:t>Q</w:t>
      </w:r>
      <w:r>
        <w:rPr>
          <w:rFonts w:ascii="Tahoma" w:hAnsi="Tahoma" w:cs="Tahoma"/>
          <w:b/>
          <w:sz w:val="16"/>
        </w:rPr>
        <w:t xml:space="preserve">77 </w:t>
      </w:r>
      <w:r>
        <w:rPr>
          <w:rFonts w:ascii="Tahoma" w:hAnsi="Tahoma" w:cs="Tahoma"/>
          <w:b/>
          <w:sz w:val="16"/>
        </w:rPr>
        <w:tab/>
      </w:r>
      <w:r w:rsidR="009E5968">
        <w:rPr>
          <w:rFonts w:ascii="Times New Roman" w:eastAsia="Times New Roman" w:hAnsi="Times New Roman" w:cs="Times New Roman"/>
          <w:szCs w:val="24"/>
        </w:rPr>
        <w:t>NOT ASKED</w:t>
      </w:r>
    </w:p>
    <w:p w:rsidR="00F659C8" w:rsidRPr="009B5617" w:rsidRDefault="00F659C8" w:rsidP="009B5617">
      <w:pPr>
        <w:pStyle w:val="QuestionInstruction"/>
        <w:rPr>
          <w:caps/>
        </w:rPr>
      </w:pPr>
      <w:r w:rsidRPr="009B5617">
        <w:rPr>
          <w:caps/>
        </w:rPr>
        <w:t xml:space="preserve">ask ALL IN </w:t>
      </w:r>
      <w:r w:rsidR="009B5617" w:rsidRPr="009B5617">
        <w:rPr>
          <w:caps/>
        </w:rPr>
        <w:t>Argentina, Bolivia, Brazil, Ch</w:t>
      </w:r>
      <w:r w:rsidR="0070614A">
        <w:rPr>
          <w:caps/>
        </w:rPr>
        <w:t>ile, China, El Salvador, Ghana</w:t>
      </w:r>
      <w:r w:rsidR="009B5617" w:rsidRPr="009B5617">
        <w:rPr>
          <w:caps/>
        </w:rPr>
        <w:t xml:space="preserve">, Indonesia, Kenya, Malaysia, Mexico, </w:t>
      </w:r>
      <w:r w:rsidR="009B5617" w:rsidRPr="00022DD7">
        <w:rPr>
          <w:caps/>
        </w:rPr>
        <w:t>Nigeria, Pakistan,  Philippines,  Senegal, South Africa, Uganda,</w:t>
      </w:r>
      <w:r w:rsidR="009B5617" w:rsidRPr="009B5617">
        <w:rPr>
          <w:caps/>
        </w:rPr>
        <w:t xml:space="preserve"> and Venezuela </w:t>
      </w:r>
      <w:r w:rsidRPr="009B5617">
        <w:rPr>
          <w:caps/>
        </w:rPr>
        <w:t>ONLY</w:t>
      </w:r>
    </w:p>
    <w:p w:rsidR="00F659C8" w:rsidRPr="000B73EF" w:rsidRDefault="0054085C" w:rsidP="0069342A">
      <w:pPr>
        <w:pStyle w:val="Question"/>
        <w:rPr>
          <w:iCs/>
        </w:rPr>
      </w:pPr>
      <w:r w:rsidRPr="000B73EF">
        <w:rPr>
          <w:rFonts w:ascii="Tahoma" w:hAnsi="Tahoma" w:cs="Tahoma"/>
          <w:b/>
          <w:sz w:val="16"/>
        </w:rPr>
        <w:t>Q</w:t>
      </w:r>
      <w:r w:rsidR="0049585F">
        <w:rPr>
          <w:rFonts w:ascii="Tahoma" w:hAnsi="Tahoma" w:cs="Tahoma"/>
          <w:b/>
          <w:sz w:val="16"/>
        </w:rPr>
        <w:t>78</w:t>
      </w:r>
      <w:r w:rsidR="00F659C8" w:rsidRPr="000B73EF">
        <w:tab/>
        <w:t xml:space="preserve">Overall, how much influence </w:t>
      </w:r>
      <w:r w:rsidR="00F659C8" w:rsidRPr="0069342A">
        <w:t>do</w:t>
      </w:r>
      <w:r w:rsidR="00F659C8" w:rsidRPr="000B73EF">
        <w:t xml:space="preserve"> you think the United States is having on the way things are going in our country? Would you say it is having a great deal of influence, a fair amount, not too much, or no influence at all?</w:t>
      </w:r>
      <w:r w:rsidR="00F659C8" w:rsidRPr="000B73EF">
        <w:rPr>
          <w:i/>
        </w:rPr>
        <w:t xml:space="preserve"> </w:t>
      </w:r>
    </w:p>
    <w:p w:rsidR="00F659C8" w:rsidRPr="000B73EF" w:rsidRDefault="00F659C8" w:rsidP="00F659C8">
      <w:pPr>
        <w:pStyle w:val="QuestionResponse"/>
      </w:pPr>
      <w:r w:rsidRPr="000B73EF">
        <w:t>1</w:t>
      </w:r>
      <w:r w:rsidRPr="000B73EF">
        <w:tab/>
      </w:r>
      <w:r w:rsidR="0033092D">
        <w:t>G</w:t>
      </w:r>
      <w:r w:rsidRPr="000B73EF">
        <w:t>reat deal</w:t>
      </w:r>
    </w:p>
    <w:p w:rsidR="00F659C8" w:rsidRPr="000B73EF" w:rsidRDefault="00F659C8" w:rsidP="00F659C8">
      <w:pPr>
        <w:pStyle w:val="QuestionResponse"/>
      </w:pPr>
      <w:r w:rsidRPr="000B73EF">
        <w:t>2</w:t>
      </w:r>
      <w:r w:rsidRPr="000B73EF">
        <w:tab/>
      </w:r>
      <w:r w:rsidR="0033092D">
        <w:t>F</w:t>
      </w:r>
      <w:r w:rsidRPr="000B73EF">
        <w:t>air amount</w:t>
      </w:r>
    </w:p>
    <w:p w:rsidR="00F659C8" w:rsidRPr="000B73EF" w:rsidRDefault="00F659C8" w:rsidP="00F659C8">
      <w:pPr>
        <w:pStyle w:val="QuestionResponse"/>
      </w:pPr>
      <w:r w:rsidRPr="000B73EF">
        <w:t>3</w:t>
      </w:r>
      <w:r w:rsidRPr="000B73EF">
        <w:tab/>
        <w:t>Not too much</w:t>
      </w:r>
    </w:p>
    <w:p w:rsidR="00F659C8" w:rsidRPr="000B73EF" w:rsidRDefault="00F659C8" w:rsidP="00F659C8">
      <w:pPr>
        <w:pStyle w:val="QuestionResponse"/>
      </w:pPr>
      <w:r w:rsidRPr="000B73EF">
        <w:t>4</w:t>
      </w:r>
      <w:r w:rsidRPr="000B73EF">
        <w:tab/>
        <w:t>No influence at all</w:t>
      </w:r>
    </w:p>
    <w:p w:rsidR="00F659C8" w:rsidRPr="000B73EF" w:rsidRDefault="00F659C8" w:rsidP="00F659C8">
      <w:pPr>
        <w:pStyle w:val="QuestionResponse"/>
      </w:pPr>
      <w:r w:rsidRPr="000B73EF">
        <w:t>8</w:t>
      </w:r>
      <w:r w:rsidRPr="000B73EF">
        <w:tab/>
        <w:t>Don’t know (DO NOT READ)</w:t>
      </w:r>
    </w:p>
    <w:p w:rsidR="00F659C8" w:rsidRPr="000B73EF" w:rsidRDefault="00F659C8" w:rsidP="0069342A">
      <w:pPr>
        <w:pStyle w:val="QuestionResponseLast"/>
      </w:pPr>
      <w:r w:rsidRPr="000B73EF">
        <w:t>9</w:t>
      </w:r>
      <w:r w:rsidRPr="000B73EF">
        <w:tab/>
      </w:r>
      <w:r w:rsidRPr="0069342A">
        <w:t>Refused</w:t>
      </w:r>
      <w:r w:rsidRPr="000B73EF">
        <w:t xml:space="preserve"> (DO NOT READ)</w:t>
      </w:r>
    </w:p>
    <w:p w:rsidR="00F659C8" w:rsidRPr="000B73EF" w:rsidRDefault="0069342A" w:rsidP="00F659C8">
      <w:pPr>
        <w:pStyle w:val="QuestionInstruction"/>
        <w:spacing w:before="0" w:after="0"/>
        <w:rPr>
          <w:caps/>
        </w:rPr>
      </w:pPr>
      <w:r>
        <w:rPr>
          <w:caps/>
        </w:rPr>
        <w:t>ASK if “</w:t>
      </w:r>
      <w:r w:rsidR="00F659C8" w:rsidRPr="000B73EF">
        <w:rPr>
          <w:caps/>
        </w:rPr>
        <w:t>great deal</w:t>
      </w:r>
      <w:r>
        <w:rPr>
          <w:caps/>
        </w:rPr>
        <w:t>”or “fair amount”</w:t>
      </w:r>
      <w:r w:rsidR="00F659C8" w:rsidRPr="000B73EF">
        <w:rPr>
          <w:caps/>
        </w:rPr>
        <w:t xml:space="preserve"> in </w:t>
      </w:r>
      <w:r w:rsidR="00CD05D6" w:rsidRPr="0049585F">
        <w:rPr>
          <w:szCs w:val="24"/>
        </w:rPr>
        <w:t>Q7</w:t>
      </w:r>
      <w:r w:rsidR="0049585F" w:rsidRPr="0049585F">
        <w:rPr>
          <w:szCs w:val="24"/>
        </w:rPr>
        <w:t>8</w:t>
      </w:r>
      <w:r w:rsidR="00F659C8" w:rsidRPr="000B73EF">
        <w:rPr>
          <w:caps/>
        </w:rPr>
        <w:t xml:space="preserve"> (</w:t>
      </w:r>
      <w:r w:rsidR="00CD05D6" w:rsidRPr="000B73EF">
        <w:rPr>
          <w:caps/>
        </w:rPr>
        <w:t>Q7</w:t>
      </w:r>
      <w:r w:rsidR="0049585F">
        <w:rPr>
          <w:caps/>
        </w:rPr>
        <w:t>8</w:t>
      </w:r>
      <w:r w:rsidR="00F659C8" w:rsidRPr="000B73EF">
        <w:rPr>
          <w:caps/>
        </w:rPr>
        <w:t>=1</w:t>
      </w:r>
      <w:proofErr w:type="gramStart"/>
      <w:r w:rsidR="00F659C8" w:rsidRPr="000B73EF">
        <w:rPr>
          <w:caps/>
        </w:rPr>
        <w:t>,2</w:t>
      </w:r>
      <w:proofErr w:type="gramEnd"/>
      <w:r w:rsidR="00F659C8" w:rsidRPr="000B73EF">
        <w:rPr>
          <w:caps/>
        </w:rPr>
        <w:t>)</w:t>
      </w:r>
    </w:p>
    <w:p w:rsidR="00F659C8" w:rsidRPr="000B73EF" w:rsidRDefault="0054085C" w:rsidP="0069342A">
      <w:pPr>
        <w:pStyle w:val="Question"/>
        <w:rPr>
          <w:i/>
        </w:rPr>
      </w:pPr>
      <w:r w:rsidRPr="000B73EF">
        <w:rPr>
          <w:rFonts w:ascii="Tahoma" w:hAnsi="Tahoma" w:cs="Tahoma"/>
          <w:b/>
          <w:sz w:val="16"/>
        </w:rPr>
        <w:t>Q</w:t>
      </w:r>
      <w:r w:rsidR="00CD05D6" w:rsidRPr="000B73EF">
        <w:rPr>
          <w:rFonts w:ascii="Tahoma" w:hAnsi="Tahoma" w:cs="Tahoma"/>
          <w:b/>
          <w:sz w:val="16"/>
        </w:rPr>
        <w:t>7</w:t>
      </w:r>
      <w:r w:rsidR="0049585F">
        <w:rPr>
          <w:rFonts w:ascii="Tahoma" w:hAnsi="Tahoma" w:cs="Tahoma"/>
          <w:b/>
          <w:sz w:val="16"/>
        </w:rPr>
        <w:t>8</w:t>
      </w:r>
      <w:r w:rsidR="00CD05D6" w:rsidRPr="000B73EF">
        <w:rPr>
          <w:rFonts w:ascii="Tahoma" w:hAnsi="Tahoma" w:cs="Tahoma"/>
          <w:b/>
          <w:sz w:val="16"/>
        </w:rPr>
        <w:t>b</w:t>
      </w:r>
      <w:r w:rsidR="00F659C8" w:rsidRPr="000B73EF">
        <w:tab/>
        <w:t xml:space="preserve">Is this a </w:t>
      </w:r>
      <w:r w:rsidR="00F659C8" w:rsidRPr="0069342A">
        <w:t>good</w:t>
      </w:r>
      <w:r w:rsidR="00F659C8" w:rsidRPr="000B73EF">
        <w:t xml:space="preserve"> thing, a bad thing, or neither good nor bad?</w:t>
      </w:r>
      <w:r w:rsidR="00F659C8" w:rsidRPr="000B73EF">
        <w:rPr>
          <w:i/>
        </w:rPr>
        <w:t xml:space="preserve"> </w:t>
      </w:r>
    </w:p>
    <w:p w:rsidR="00F659C8" w:rsidRPr="000B73EF" w:rsidRDefault="00F659C8" w:rsidP="00F659C8">
      <w:pPr>
        <w:pStyle w:val="QuestionResponse"/>
      </w:pPr>
      <w:r w:rsidRPr="000B73EF">
        <w:t>1</w:t>
      </w:r>
      <w:r w:rsidRPr="000B73EF">
        <w:tab/>
        <w:t>Good</w:t>
      </w:r>
    </w:p>
    <w:p w:rsidR="00F659C8" w:rsidRPr="000B73EF" w:rsidRDefault="00F659C8" w:rsidP="00F659C8">
      <w:pPr>
        <w:pStyle w:val="QuestionResponse"/>
      </w:pPr>
      <w:r w:rsidRPr="000B73EF">
        <w:t>2</w:t>
      </w:r>
      <w:r w:rsidRPr="000B73EF">
        <w:tab/>
        <w:t>Bad</w:t>
      </w:r>
    </w:p>
    <w:p w:rsidR="00F659C8" w:rsidRPr="000B73EF" w:rsidRDefault="00F659C8" w:rsidP="00F659C8">
      <w:pPr>
        <w:pStyle w:val="QuestionResponse"/>
      </w:pPr>
      <w:r w:rsidRPr="000B73EF">
        <w:t>3</w:t>
      </w:r>
      <w:r w:rsidRPr="000B73EF">
        <w:tab/>
        <w:t>Neither</w:t>
      </w:r>
    </w:p>
    <w:p w:rsidR="00F659C8" w:rsidRPr="000B73EF" w:rsidRDefault="00F659C8" w:rsidP="00F659C8">
      <w:pPr>
        <w:pStyle w:val="QuestionResponse"/>
      </w:pPr>
      <w:r w:rsidRPr="000B73EF">
        <w:t>8</w:t>
      </w:r>
      <w:r w:rsidRPr="000B73EF">
        <w:tab/>
        <w:t>Don’t know (DO NOT READ)</w:t>
      </w:r>
    </w:p>
    <w:p w:rsidR="00F659C8" w:rsidRPr="000B73EF" w:rsidRDefault="00F659C8" w:rsidP="0069342A">
      <w:pPr>
        <w:pStyle w:val="QuestionResponseLast"/>
      </w:pPr>
      <w:r w:rsidRPr="000B73EF">
        <w:t>9</w:t>
      </w:r>
      <w:r w:rsidRPr="000B73EF">
        <w:tab/>
      </w:r>
      <w:r w:rsidRPr="0069342A">
        <w:t>Refused</w:t>
      </w:r>
      <w:r w:rsidRPr="000B73EF">
        <w:t xml:space="preserve"> (DO NOT READ)</w:t>
      </w:r>
    </w:p>
    <w:p w:rsidR="009B5617" w:rsidRDefault="00F659C8" w:rsidP="009B5617">
      <w:pPr>
        <w:pStyle w:val="QuestionInstruction"/>
        <w:rPr>
          <w:rFonts w:ascii="Tahoma" w:hAnsi="Tahoma" w:cs="Tahoma"/>
          <w:b w:val="0"/>
          <w:sz w:val="16"/>
        </w:rPr>
      </w:pPr>
      <w:r w:rsidRPr="000B73EF">
        <w:rPr>
          <w:caps/>
        </w:rPr>
        <w:t xml:space="preserve">ask ALL </w:t>
      </w:r>
      <w:r w:rsidR="00E3547A">
        <w:rPr>
          <w:caps/>
        </w:rPr>
        <w:t>IN</w:t>
      </w:r>
      <w:r w:rsidRPr="000B73EF">
        <w:rPr>
          <w:caps/>
        </w:rPr>
        <w:t xml:space="preserve"> </w:t>
      </w:r>
      <w:r w:rsidR="009B5617" w:rsidRPr="009B5617">
        <w:rPr>
          <w:caps/>
        </w:rPr>
        <w:t>Argentina, Bolivia, Bra</w:t>
      </w:r>
      <w:r w:rsidR="0070614A">
        <w:rPr>
          <w:caps/>
        </w:rPr>
        <w:t>zil, Chile, El Salvador, Ghana</w:t>
      </w:r>
      <w:r w:rsidR="009B5617" w:rsidRPr="009B5617">
        <w:rPr>
          <w:caps/>
        </w:rPr>
        <w:t>, Indonesia, Kenya, Malays</w:t>
      </w:r>
      <w:r w:rsidR="001356E0">
        <w:rPr>
          <w:caps/>
        </w:rPr>
        <w:t xml:space="preserve">ia, Mexico, Nigeria, Pakistan, Philippines, </w:t>
      </w:r>
      <w:r w:rsidR="009B5617" w:rsidRPr="009B5617">
        <w:rPr>
          <w:caps/>
        </w:rPr>
        <w:t xml:space="preserve">Senegal, South Africa, </w:t>
      </w:r>
      <w:r w:rsidR="009B5617" w:rsidRPr="008679DC">
        <w:rPr>
          <w:caps/>
        </w:rPr>
        <w:t>Uganda, and</w:t>
      </w:r>
      <w:r w:rsidR="009B5617" w:rsidRPr="009B5617">
        <w:rPr>
          <w:caps/>
        </w:rPr>
        <w:t xml:space="preserve"> Venezuela ONLY</w:t>
      </w:r>
      <w:r w:rsidR="009B5617" w:rsidRPr="000B73EF">
        <w:rPr>
          <w:rFonts w:ascii="Tahoma" w:hAnsi="Tahoma" w:cs="Tahoma"/>
          <w:b w:val="0"/>
          <w:sz w:val="16"/>
        </w:rPr>
        <w:t xml:space="preserve"> </w:t>
      </w:r>
    </w:p>
    <w:p w:rsidR="00F659C8" w:rsidRPr="000B73EF" w:rsidRDefault="0054085C" w:rsidP="009B5617">
      <w:pPr>
        <w:pStyle w:val="Question"/>
        <w:rPr>
          <w:iCs/>
        </w:rPr>
      </w:pPr>
      <w:r w:rsidRPr="000B73EF">
        <w:rPr>
          <w:rFonts w:ascii="Tahoma" w:hAnsi="Tahoma" w:cs="Tahoma"/>
          <w:b/>
          <w:sz w:val="16"/>
        </w:rPr>
        <w:t>Q</w:t>
      </w:r>
      <w:r w:rsidR="0049585F">
        <w:rPr>
          <w:rFonts w:ascii="Tahoma" w:hAnsi="Tahoma" w:cs="Tahoma"/>
          <w:b/>
          <w:sz w:val="16"/>
        </w:rPr>
        <w:t>79</w:t>
      </w:r>
      <w:r w:rsidR="00F659C8" w:rsidRPr="000B73EF">
        <w:tab/>
        <w:t xml:space="preserve">How much influence </w:t>
      </w:r>
      <w:r w:rsidR="00F659C8" w:rsidRPr="0069342A">
        <w:t>do</w:t>
      </w:r>
      <w:r w:rsidR="00F659C8" w:rsidRPr="000B73EF">
        <w:t xml:space="preserve"> you think China is having on the way things are going in our country? Would you say it is having a great deal of influence, a fair amount, not too much, or no influence at all? </w:t>
      </w:r>
    </w:p>
    <w:p w:rsidR="0033092D" w:rsidRPr="000B73EF" w:rsidRDefault="0033092D" w:rsidP="0033092D">
      <w:pPr>
        <w:pStyle w:val="QuestionResponse"/>
      </w:pPr>
      <w:r w:rsidRPr="000B73EF">
        <w:t>1</w:t>
      </w:r>
      <w:r w:rsidRPr="000B73EF">
        <w:tab/>
      </w:r>
      <w:r>
        <w:t>G</w:t>
      </w:r>
      <w:r w:rsidRPr="000B73EF">
        <w:t>reat deal</w:t>
      </w:r>
    </w:p>
    <w:p w:rsidR="0033092D" w:rsidRPr="000B73EF" w:rsidRDefault="0033092D" w:rsidP="0033092D">
      <w:pPr>
        <w:pStyle w:val="QuestionResponse"/>
      </w:pPr>
      <w:r w:rsidRPr="000B73EF">
        <w:t>2</w:t>
      </w:r>
      <w:r w:rsidRPr="000B73EF">
        <w:tab/>
      </w:r>
      <w:r>
        <w:t>F</w:t>
      </w:r>
      <w:r w:rsidRPr="000B73EF">
        <w:t>air amount</w:t>
      </w:r>
    </w:p>
    <w:p w:rsidR="00F659C8" w:rsidRPr="000B73EF" w:rsidRDefault="00F659C8" w:rsidP="00F659C8">
      <w:pPr>
        <w:pStyle w:val="QuestionResponse"/>
      </w:pPr>
      <w:r w:rsidRPr="000B73EF">
        <w:t>3</w:t>
      </w:r>
      <w:r w:rsidRPr="000B73EF">
        <w:tab/>
        <w:t>Not too much</w:t>
      </w:r>
    </w:p>
    <w:p w:rsidR="00F659C8" w:rsidRPr="000B73EF" w:rsidRDefault="00F659C8" w:rsidP="00F659C8">
      <w:pPr>
        <w:pStyle w:val="QuestionResponse"/>
      </w:pPr>
      <w:r w:rsidRPr="000B73EF">
        <w:t>4</w:t>
      </w:r>
      <w:r w:rsidRPr="000B73EF">
        <w:tab/>
        <w:t>No influence at all</w:t>
      </w:r>
    </w:p>
    <w:p w:rsidR="00F659C8" w:rsidRPr="000B73EF" w:rsidRDefault="00F659C8" w:rsidP="00F659C8">
      <w:pPr>
        <w:pStyle w:val="QuestionResponse"/>
      </w:pPr>
      <w:r w:rsidRPr="000B73EF">
        <w:t>8</w:t>
      </w:r>
      <w:r w:rsidRPr="000B73EF">
        <w:tab/>
        <w:t>Don’t know (DO NOT READ)</w:t>
      </w:r>
    </w:p>
    <w:p w:rsidR="00F659C8" w:rsidRPr="000B73EF" w:rsidRDefault="00F659C8" w:rsidP="00F659C8">
      <w:pPr>
        <w:pStyle w:val="QuestionResponseLast"/>
      </w:pPr>
      <w:r w:rsidRPr="000B73EF">
        <w:t>9</w:t>
      </w:r>
      <w:r w:rsidRPr="000B73EF">
        <w:tab/>
        <w:t>Refused (DO NOT READ)</w:t>
      </w:r>
    </w:p>
    <w:p w:rsidR="0049585F" w:rsidRPr="0049585F" w:rsidRDefault="0049585F" w:rsidP="0049585F">
      <w:pPr>
        <w:pStyle w:val="QuestionInstruction"/>
        <w:rPr>
          <w:rFonts w:ascii="Times New Roman Bold" w:hAnsi="Times New Roman Bold"/>
          <w:caps/>
        </w:rPr>
      </w:pPr>
      <w:r w:rsidRPr="0049585F">
        <w:rPr>
          <w:rFonts w:ascii="Times New Roman Bold" w:hAnsi="Times New Roman Bold"/>
          <w:caps/>
        </w:rPr>
        <w:lastRenderedPageBreak/>
        <w:t>ASK if “great deal</w:t>
      </w:r>
      <w:r w:rsidR="0033092D">
        <w:rPr>
          <w:rFonts w:ascii="Times New Roman Bold" w:hAnsi="Times New Roman Bold"/>
          <w:caps/>
        </w:rPr>
        <w:t>”or “</w:t>
      </w:r>
      <w:r w:rsidRPr="0049585F">
        <w:rPr>
          <w:rFonts w:ascii="Times New Roman Bold" w:hAnsi="Times New Roman Bold"/>
          <w:caps/>
        </w:rPr>
        <w:t xml:space="preserve">fair amount” in </w:t>
      </w:r>
      <w:r w:rsidRPr="0049585F">
        <w:rPr>
          <w:rFonts w:ascii="Times New Roman Bold" w:hAnsi="Times New Roman Bold"/>
          <w:caps/>
          <w:szCs w:val="24"/>
        </w:rPr>
        <w:t>Q79</w:t>
      </w:r>
      <w:r w:rsidRPr="0049585F">
        <w:rPr>
          <w:rFonts w:ascii="Times New Roman Bold" w:hAnsi="Times New Roman Bold"/>
          <w:caps/>
        </w:rPr>
        <w:t xml:space="preserve"> (Q79=1</w:t>
      </w:r>
      <w:proofErr w:type="gramStart"/>
      <w:r w:rsidRPr="0049585F">
        <w:rPr>
          <w:rFonts w:ascii="Times New Roman Bold" w:hAnsi="Times New Roman Bold"/>
          <w:caps/>
        </w:rPr>
        <w:t>,2</w:t>
      </w:r>
      <w:proofErr w:type="gramEnd"/>
      <w:r w:rsidRPr="0049585F">
        <w:rPr>
          <w:rFonts w:ascii="Times New Roman Bold" w:hAnsi="Times New Roman Bold"/>
          <w:caps/>
        </w:rPr>
        <w:t>)</w:t>
      </w:r>
    </w:p>
    <w:p w:rsidR="00F659C8" w:rsidRPr="000B73EF" w:rsidRDefault="0054085C" w:rsidP="0069342A">
      <w:pPr>
        <w:pStyle w:val="Question"/>
        <w:rPr>
          <w:i/>
        </w:rPr>
      </w:pPr>
      <w:r w:rsidRPr="000B73EF">
        <w:rPr>
          <w:rFonts w:ascii="Tahoma" w:hAnsi="Tahoma" w:cs="Tahoma"/>
          <w:b/>
          <w:sz w:val="16"/>
        </w:rPr>
        <w:t>Q</w:t>
      </w:r>
      <w:r w:rsidR="0049585F">
        <w:rPr>
          <w:rFonts w:ascii="Tahoma" w:hAnsi="Tahoma" w:cs="Tahoma"/>
          <w:b/>
          <w:sz w:val="16"/>
        </w:rPr>
        <w:t>79</w:t>
      </w:r>
      <w:r w:rsidR="00CD05D6" w:rsidRPr="000B73EF">
        <w:rPr>
          <w:rFonts w:ascii="Tahoma" w:hAnsi="Tahoma" w:cs="Tahoma"/>
          <w:b/>
          <w:sz w:val="16"/>
        </w:rPr>
        <w:t>b</w:t>
      </w:r>
      <w:r w:rsidR="00F659C8" w:rsidRPr="000B73EF">
        <w:tab/>
        <w:t xml:space="preserve">Is this a good thing, a </w:t>
      </w:r>
      <w:r w:rsidR="00F659C8" w:rsidRPr="0069342A">
        <w:t>bad</w:t>
      </w:r>
      <w:r w:rsidR="00F659C8" w:rsidRPr="000B73EF">
        <w:t xml:space="preserve"> thing, or neither good nor bad? </w:t>
      </w:r>
    </w:p>
    <w:p w:rsidR="00F659C8" w:rsidRPr="000B73EF" w:rsidRDefault="00F659C8" w:rsidP="00F659C8">
      <w:pPr>
        <w:pStyle w:val="Question"/>
        <w:spacing w:after="0"/>
        <w:ind w:firstLine="0"/>
      </w:pPr>
      <w:r w:rsidRPr="000B73EF">
        <w:t>1</w:t>
      </w:r>
      <w:r w:rsidRPr="000B73EF">
        <w:tab/>
        <w:t>Good thing</w:t>
      </w:r>
    </w:p>
    <w:p w:rsidR="00F659C8" w:rsidRPr="000B73EF" w:rsidRDefault="00F659C8" w:rsidP="00F659C8">
      <w:pPr>
        <w:pStyle w:val="QuestionResponse"/>
      </w:pPr>
      <w:r w:rsidRPr="000B73EF">
        <w:t>2</w:t>
      </w:r>
      <w:r w:rsidRPr="000B73EF">
        <w:tab/>
        <w:t>Bad thing</w:t>
      </w:r>
    </w:p>
    <w:p w:rsidR="00F659C8" w:rsidRPr="000B73EF" w:rsidRDefault="00F659C8" w:rsidP="00F659C8">
      <w:pPr>
        <w:pStyle w:val="QuestionResponse"/>
      </w:pPr>
      <w:r w:rsidRPr="000B73EF">
        <w:t>3</w:t>
      </w:r>
      <w:r w:rsidRPr="000B73EF">
        <w:tab/>
        <w:t>Neither</w:t>
      </w:r>
    </w:p>
    <w:p w:rsidR="00F659C8" w:rsidRPr="000B73EF" w:rsidRDefault="00F659C8" w:rsidP="00F659C8">
      <w:pPr>
        <w:pStyle w:val="QuestionResponse"/>
      </w:pPr>
      <w:r w:rsidRPr="000B73EF">
        <w:t>8</w:t>
      </w:r>
      <w:r w:rsidRPr="000B73EF">
        <w:tab/>
        <w:t>Don’t know (DO NOT READ)</w:t>
      </w:r>
    </w:p>
    <w:p w:rsidR="00F659C8" w:rsidRPr="000B73EF" w:rsidRDefault="00F659C8" w:rsidP="0069342A">
      <w:pPr>
        <w:pStyle w:val="QuestionResponseLast"/>
      </w:pPr>
      <w:r w:rsidRPr="000B73EF">
        <w:t>9</w:t>
      </w:r>
      <w:r w:rsidRPr="000B73EF">
        <w:tab/>
      </w:r>
      <w:r w:rsidRPr="0069342A">
        <w:t>Refused</w:t>
      </w:r>
      <w:r w:rsidRPr="000B73EF">
        <w:t xml:space="preserve"> (DO NOT READ)</w:t>
      </w:r>
    </w:p>
    <w:p w:rsidR="00F659C8" w:rsidRPr="000B73EF" w:rsidRDefault="00F659C8" w:rsidP="00F659C8">
      <w:pPr>
        <w:pStyle w:val="QuestionInstruction"/>
        <w:spacing w:before="0" w:after="0"/>
        <w:rPr>
          <w:caps/>
        </w:rPr>
      </w:pPr>
      <w:r w:rsidRPr="000B73EF">
        <w:rPr>
          <w:caps/>
        </w:rPr>
        <w:t xml:space="preserve">ask ALL IN </w:t>
      </w:r>
      <w:r w:rsidR="001E586A" w:rsidRPr="009B5617">
        <w:rPr>
          <w:caps/>
        </w:rPr>
        <w:t>Argentina, Bolivia, Brazil, Ch</w:t>
      </w:r>
      <w:r w:rsidR="0070614A">
        <w:rPr>
          <w:caps/>
        </w:rPr>
        <w:t>ile, China, El Salvador, Ghana</w:t>
      </w:r>
      <w:r w:rsidR="001E586A" w:rsidRPr="009B5617">
        <w:rPr>
          <w:caps/>
        </w:rPr>
        <w:t xml:space="preserve">, Indonesia, Kenya, Malaysia, Mexico, </w:t>
      </w:r>
      <w:r w:rsidR="001E586A" w:rsidRPr="00DC0980">
        <w:rPr>
          <w:caps/>
        </w:rPr>
        <w:t>Nigeria, Pakistan, Philippines,  Senegal, South Africa, Uganda,</w:t>
      </w:r>
      <w:r w:rsidR="001E586A" w:rsidRPr="009B5617">
        <w:rPr>
          <w:caps/>
        </w:rPr>
        <w:t xml:space="preserve"> and Venezuela ONLY</w:t>
      </w:r>
    </w:p>
    <w:p w:rsidR="00F659C8" w:rsidRPr="000B73EF" w:rsidRDefault="0054085C" w:rsidP="00AA2BC8">
      <w:pPr>
        <w:pStyle w:val="Question"/>
        <w:rPr>
          <w:iCs/>
        </w:rPr>
      </w:pPr>
      <w:r w:rsidRPr="000B73EF">
        <w:rPr>
          <w:rFonts w:ascii="Tahoma" w:hAnsi="Tahoma" w:cs="Tahoma"/>
          <w:b/>
          <w:sz w:val="16"/>
        </w:rPr>
        <w:t>Q</w:t>
      </w:r>
      <w:r w:rsidR="00CD05D6" w:rsidRPr="000B73EF">
        <w:rPr>
          <w:rFonts w:ascii="Tahoma" w:hAnsi="Tahoma" w:cs="Tahoma"/>
          <w:b/>
          <w:sz w:val="16"/>
        </w:rPr>
        <w:t>8</w:t>
      </w:r>
      <w:r w:rsidR="0049585F">
        <w:rPr>
          <w:rFonts w:ascii="Tahoma" w:hAnsi="Tahoma" w:cs="Tahoma"/>
          <w:b/>
          <w:sz w:val="16"/>
        </w:rPr>
        <w:t>0</w:t>
      </w:r>
      <w:r w:rsidR="00F659C8" w:rsidRPr="000B73EF">
        <w:tab/>
        <w:t xml:space="preserve">And thinking specifically about our </w:t>
      </w:r>
      <w:r w:rsidR="00F659C8" w:rsidRPr="00AA2BC8">
        <w:t>country’s</w:t>
      </w:r>
      <w:r w:rsidR="00F659C8" w:rsidRPr="000B73EF">
        <w:t xml:space="preserve"> economy, how much influence do you think the United States is having on economic conditions in </w:t>
      </w:r>
      <w:r w:rsidR="00F659C8" w:rsidRPr="000B73EF">
        <w:rPr>
          <w:b/>
        </w:rPr>
        <w:t>(survey country)</w:t>
      </w:r>
      <w:r w:rsidR="00F659C8" w:rsidRPr="000B73EF">
        <w:t xml:space="preserve">—a great deal of influence, a fair amount, not too much, or no influence at all? </w:t>
      </w:r>
    </w:p>
    <w:p w:rsidR="00F659C8" w:rsidRPr="000B73EF" w:rsidRDefault="00F659C8" w:rsidP="00F659C8">
      <w:pPr>
        <w:pStyle w:val="QuestionResponse"/>
      </w:pPr>
      <w:r w:rsidRPr="000B73EF">
        <w:t>1</w:t>
      </w:r>
      <w:r w:rsidRPr="000B73EF">
        <w:tab/>
        <w:t>Great deal</w:t>
      </w:r>
    </w:p>
    <w:p w:rsidR="00F659C8" w:rsidRPr="000B73EF" w:rsidRDefault="00F659C8" w:rsidP="00F659C8">
      <w:pPr>
        <w:pStyle w:val="QuestionResponse"/>
      </w:pPr>
      <w:r w:rsidRPr="000B73EF">
        <w:t>2</w:t>
      </w:r>
      <w:r w:rsidRPr="000B73EF">
        <w:tab/>
        <w:t>Fair amount</w:t>
      </w:r>
    </w:p>
    <w:p w:rsidR="00F659C8" w:rsidRPr="000B73EF" w:rsidRDefault="00F659C8" w:rsidP="00F659C8">
      <w:pPr>
        <w:pStyle w:val="QuestionResponse"/>
      </w:pPr>
      <w:r w:rsidRPr="000B73EF">
        <w:t>3</w:t>
      </w:r>
      <w:r w:rsidRPr="000B73EF">
        <w:tab/>
        <w:t>Not too much</w:t>
      </w:r>
    </w:p>
    <w:p w:rsidR="00F659C8" w:rsidRPr="000B73EF" w:rsidRDefault="00F659C8" w:rsidP="00F659C8">
      <w:pPr>
        <w:pStyle w:val="QuestionResponse"/>
      </w:pPr>
      <w:r w:rsidRPr="000B73EF">
        <w:t>4</w:t>
      </w:r>
      <w:r w:rsidRPr="000B73EF">
        <w:tab/>
        <w:t>No influence at all</w:t>
      </w:r>
      <w:r w:rsidRPr="000B73EF">
        <w:tab/>
      </w:r>
    </w:p>
    <w:p w:rsidR="00F659C8" w:rsidRPr="000B73EF" w:rsidRDefault="00F659C8" w:rsidP="00F659C8">
      <w:pPr>
        <w:pStyle w:val="QuestionResponse"/>
      </w:pPr>
      <w:r w:rsidRPr="000B73EF">
        <w:t>8</w:t>
      </w:r>
      <w:r w:rsidRPr="000B73EF">
        <w:tab/>
        <w:t>Don’t know (DO NOT READ)</w:t>
      </w:r>
    </w:p>
    <w:p w:rsidR="00F659C8" w:rsidRPr="000B73EF" w:rsidRDefault="00F659C8" w:rsidP="00AA2BC8">
      <w:pPr>
        <w:pStyle w:val="QuestionResponseLast"/>
      </w:pPr>
      <w:r w:rsidRPr="000B73EF">
        <w:t>9</w:t>
      </w:r>
      <w:r w:rsidRPr="000B73EF">
        <w:tab/>
      </w:r>
      <w:r w:rsidRPr="00AA2BC8">
        <w:t>Refused</w:t>
      </w:r>
      <w:r w:rsidRPr="000B73EF">
        <w:t xml:space="preserve"> (DO NOT READ)</w:t>
      </w:r>
    </w:p>
    <w:p w:rsidR="0049585F" w:rsidRPr="0049585F" w:rsidRDefault="0049585F" w:rsidP="0049585F">
      <w:pPr>
        <w:pStyle w:val="QuestionInstruction"/>
        <w:rPr>
          <w:rFonts w:ascii="Times New Roman Bold" w:hAnsi="Times New Roman Bold"/>
          <w:caps/>
        </w:rPr>
      </w:pPr>
      <w:r w:rsidRPr="0049585F">
        <w:rPr>
          <w:rFonts w:ascii="Times New Roman Bold" w:hAnsi="Times New Roman Bold"/>
          <w:caps/>
        </w:rPr>
        <w:t xml:space="preserve">ASK if “great deal”or “fair amount” in </w:t>
      </w:r>
      <w:r w:rsidRPr="0049585F">
        <w:rPr>
          <w:rFonts w:ascii="Times New Roman Bold" w:hAnsi="Times New Roman Bold"/>
          <w:caps/>
          <w:szCs w:val="24"/>
        </w:rPr>
        <w:t>Q80</w:t>
      </w:r>
      <w:r w:rsidRPr="0049585F">
        <w:rPr>
          <w:rFonts w:ascii="Times New Roman Bold" w:hAnsi="Times New Roman Bold"/>
          <w:caps/>
        </w:rPr>
        <w:t xml:space="preserve"> (Q</w:t>
      </w:r>
      <w:r>
        <w:rPr>
          <w:rFonts w:ascii="Times New Roman Bold" w:hAnsi="Times New Roman Bold"/>
          <w:caps/>
        </w:rPr>
        <w:t>80</w:t>
      </w:r>
      <w:r w:rsidRPr="0049585F">
        <w:rPr>
          <w:rFonts w:ascii="Times New Roman Bold" w:hAnsi="Times New Roman Bold"/>
          <w:caps/>
        </w:rPr>
        <w:t>=1</w:t>
      </w:r>
      <w:proofErr w:type="gramStart"/>
      <w:r w:rsidRPr="0049585F">
        <w:rPr>
          <w:rFonts w:ascii="Times New Roman Bold" w:hAnsi="Times New Roman Bold"/>
          <w:caps/>
        </w:rPr>
        <w:t>,2</w:t>
      </w:r>
      <w:proofErr w:type="gramEnd"/>
      <w:r w:rsidRPr="0049585F">
        <w:rPr>
          <w:rFonts w:ascii="Times New Roman Bold" w:hAnsi="Times New Roman Bold"/>
          <w:caps/>
        </w:rPr>
        <w:t>)</w:t>
      </w:r>
    </w:p>
    <w:p w:rsidR="00F659C8" w:rsidRPr="000B73EF" w:rsidRDefault="0054085C" w:rsidP="00F659C8">
      <w:pPr>
        <w:pStyle w:val="Question"/>
        <w:rPr>
          <w:iCs/>
        </w:rPr>
      </w:pPr>
      <w:r w:rsidRPr="000B73EF">
        <w:rPr>
          <w:rFonts w:ascii="Tahoma" w:hAnsi="Tahoma" w:cs="Tahoma"/>
          <w:b/>
          <w:sz w:val="16"/>
        </w:rPr>
        <w:t>Q</w:t>
      </w:r>
      <w:r w:rsidR="00CD05D6" w:rsidRPr="000B73EF">
        <w:rPr>
          <w:rFonts w:ascii="Tahoma" w:hAnsi="Tahoma" w:cs="Tahoma"/>
          <w:b/>
          <w:sz w:val="16"/>
        </w:rPr>
        <w:t>8</w:t>
      </w:r>
      <w:r w:rsidR="0049585F">
        <w:rPr>
          <w:rFonts w:ascii="Tahoma" w:hAnsi="Tahoma" w:cs="Tahoma"/>
          <w:b/>
          <w:sz w:val="16"/>
        </w:rPr>
        <w:t>0</w:t>
      </w:r>
      <w:r w:rsidR="00CD05D6" w:rsidRPr="000B73EF">
        <w:rPr>
          <w:rFonts w:ascii="Tahoma" w:hAnsi="Tahoma" w:cs="Tahoma"/>
          <w:b/>
          <w:sz w:val="16"/>
        </w:rPr>
        <w:t>b</w:t>
      </w:r>
      <w:r w:rsidR="00F659C8" w:rsidRPr="000B73EF">
        <w:tab/>
        <w:t xml:space="preserve">Right now, is the United States having a positive or negative impact on economic conditions in </w:t>
      </w:r>
      <w:r w:rsidR="00F659C8" w:rsidRPr="000B73EF">
        <w:rPr>
          <w:b/>
        </w:rPr>
        <w:t>(survey country)</w:t>
      </w:r>
      <w:r w:rsidR="00F659C8" w:rsidRPr="000B73EF">
        <w:t>?</w:t>
      </w:r>
    </w:p>
    <w:p w:rsidR="00F659C8" w:rsidRPr="000B73EF" w:rsidRDefault="00F659C8" w:rsidP="00F659C8">
      <w:pPr>
        <w:pStyle w:val="QuestionResponse"/>
      </w:pPr>
      <w:r w:rsidRPr="000B73EF">
        <w:t>1</w:t>
      </w:r>
      <w:r w:rsidRPr="000B73EF">
        <w:tab/>
        <w:t>Positive</w:t>
      </w:r>
    </w:p>
    <w:p w:rsidR="00F659C8" w:rsidRPr="000B73EF" w:rsidRDefault="00F659C8" w:rsidP="00F659C8">
      <w:pPr>
        <w:pStyle w:val="QuestionResponse"/>
      </w:pPr>
      <w:r w:rsidRPr="000B73EF">
        <w:t>2</w:t>
      </w:r>
      <w:r w:rsidRPr="000B73EF">
        <w:tab/>
        <w:t>Negative</w:t>
      </w:r>
    </w:p>
    <w:p w:rsidR="00F659C8" w:rsidRPr="000B73EF" w:rsidRDefault="00F659C8" w:rsidP="00F659C8">
      <w:pPr>
        <w:pStyle w:val="QuestionResponse"/>
      </w:pPr>
      <w:r w:rsidRPr="000B73EF">
        <w:t xml:space="preserve">3 </w:t>
      </w:r>
      <w:r w:rsidRPr="000B73EF">
        <w:tab/>
        <w:t>Neither/both (DO NOT READ)</w:t>
      </w:r>
    </w:p>
    <w:p w:rsidR="00F659C8" w:rsidRPr="000B73EF" w:rsidRDefault="00F659C8" w:rsidP="00F659C8">
      <w:pPr>
        <w:pStyle w:val="QuestionResponse"/>
      </w:pPr>
      <w:r w:rsidRPr="000B73EF">
        <w:t>8</w:t>
      </w:r>
      <w:r w:rsidRPr="000B73EF">
        <w:tab/>
        <w:t>Don’t know (DO NOT READ)</w:t>
      </w:r>
    </w:p>
    <w:p w:rsidR="00F659C8" w:rsidRPr="000B73EF" w:rsidRDefault="00F659C8" w:rsidP="00AA2BC8">
      <w:pPr>
        <w:pStyle w:val="QuestionResponseLast"/>
      </w:pPr>
      <w:r w:rsidRPr="000B73EF">
        <w:t>9</w:t>
      </w:r>
      <w:r w:rsidRPr="000B73EF">
        <w:tab/>
      </w:r>
      <w:r w:rsidRPr="00AA2BC8">
        <w:t>Refused</w:t>
      </w:r>
      <w:r w:rsidRPr="000B73EF">
        <w:t xml:space="preserve"> (DO NOT READ)</w:t>
      </w:r>
    </w:p>
    <w:p w:rsidR="00F659C8" w:rsidRPr="000B73EF" w:rsidRDefault="00F659C8" w:rsidP="00F659C8">
      <w:pPr>
        <w:pStyle w:val="QuestionInstruction"/>
        <w:rPr>
          <w:caps/>
        </w:rPr>
      </w:pPr>
      <w:r w:rsidRPr="000B73EF">
        <w:rPr>
          <w:caps/>
        </w:rPr>
        <w:t xml:space="preserve">ask ALL </w:t>
      </w:r>
      <w:r w:rsidR="001E586A">
        <w:rPr>
          <w:caps/>
        </w:rPr>
        <w:t xml:space="preserve">in </w:t>
      </w:r>
      <w:r w:rsidR="001E586A" w:rsidRPr="009B5617">
        <w:rPr>
          <w:caps/>
        </w:rPr>
        <w:t>Argentina, Bolivia, Bra</w:t>
      </w:r>
      <w:r w:rsidR="0070614A">
        <w:rPr>
          <w:caps/>
        </w:rPr>
        <w:t>zil, Chile, El Salvador, Ghana</w:t>
      </w:r>
      <w:r w:rsidR="001E586A" w:rsidRPr="009B5617">
        <w:rPr>
          <w:caps/>
        </w:rPr>
        <w:t>, Indonesia, Kenya, Malaysia, Mexico, Nigeria, Pakistan</w:t>
      </w:r>
      <w:proofErr w:type="gramStart"/>
      <w:r w:rsidR="001E586A" w:rsidRPr="009B5617">
        <w:rPr>
          <w:caps/>
        </w:rPr>
        <w:t>,  Philippines</w:t>
      </w:r>
      <w:proofErr w:type="gramEnd"/>
      <w:r w:rsidR="001E586A" w:rsidRPr="009B5617">
        <w:rPr>
          <w:caps/>
        </w:rPr>
        <w:t>,  Senegal, South Africa</w:t>
      </w:r>
      <w:r w:rsidR="001E586A" w:rsidRPr="00316F49">
        <w:rPr>
          <w:caps/>
        </w:rPr>
        <w:t>, Uganda,</w:t>
      </w:r>
      <w:r w:rsidR="001E586A" w:rsidRPr="009B5617">
        <w:rPr>
          <w:caps/>
        </w:rPr>
        <w:t xml:space="preserve"> and Venezuela ONLY</w:t>
      </w:r>
    </w:p>
    <w:p w:rsidR="00F659C8" w:rsidRPr="000B73EF" w:rsidRDefault="0054085C" w:rsidP="00AA2BC8">
      <w:pPr>
        <w:pStyle w:val="Question"/>
        <w:rPr>
          <w:iCs/>
        </w:rPr>
      </w:pPr>
      <w:r w:rsidRPr="000B73EF">
        <w:rPr>
          <w:rFonts w:ascii="Tahoma" w:hAnsi="Tahoma" w:cs="Tahoma"/>
          <w:b/>
          <w:sz w:val="16"/>
        </w:rPr>
        <w:t>Q</w:t>
      </w:r>
      <w:r w:rsidR="00CD05D6" w:rsidRPr="000B73EF">
        <w:rPr>
          <w:rFonts w:ascii="Tahoma" w:hAnsi="Tahoma" w:cs="Tahoma"/>
          <w:b/>
          <w:sz w:val="16"/>
        </w:rPr>
        <w:t>8</w:t>
      </w:r>
      <w:r w:rsidR="0049585F">
        <w:rPr>
          <w:rFonts w:ascii="Tahoma" w:hAnsi="Tahoma" w:cs="Tahoma"/>
          <w:b/>
          <w:sz w:val="16"/>
        </w:rPr>
        <w:t>1</w:t>
      </w:r>
      <w:r w:rsidR="00F659C8" w:rsidRPr="000B73EF">
        <w:tab/>
        <w:t xml:space="preserve">And how much influence do you think China is having on economic conditions in </w:t>
      </w:r>
      <w:r w:rsidR="00F659C8" w:rsidRPr="000B73EF">
        <w:rPr>
          <w:b/>
        </w:rPr>
        <w:t>(survey country)</w:t>
      </w:r>
      <w:r w:rsidR="00F659C8" w:rsidRPr="000B73EF">
        <w:t>—a great deal of influence, a fair amount, not to</w:t>
      </w:r>
      <w:r w:rsidR="00DB70D3">
        <w:t>o much, or no influence at all?</w:t>
      </w:r>
    </w:p>
    <w:p w:rsidR="00F659C8" w:rsidRPr="000B73EF" w:rsidRDefault="00F659C8" w:rsidP="00F659C8">
      <w:pPr>
        <w:pStyle w:val="QuestionResponse"/>
      </w:pPr>
      <w:r w:rsidRPr="000B73EF">
        <w:t>1</w:t>
      </w:r>
      <w:r w:rsidRPr="000B73EF">
        <w:tab/>
        <w:t>Great deal</w:t>
      </w:r>
    </w:p>
    <w:p w:rsidR="00F659C8" w:rsidRPr="000B73EF" w:rsidRDefault="00F659C8" w:rsidP="00F659C8">
      <w:pPr>
        <w:pStyle w:val="QuestionResponse"/>
      </w:pPr>
      <w:r w:rsidRPr="000B73EF">
        <w:t>2</w:t>
      </w:r>
      <w:r w:rsidRPr="000B73EF">
        <w:tab/>
        <w:t>Fair amount</w:t>
      </w:r>
    </w:p>
    <w:p w:rsidR="00F659C8" w:rsidRPr="000B73EF" w:rsidRDefault="00F659C8" w:rsidP="00F659C8">
      <w:pPr>
        <w:pStyle w:val="QuestionResponse"/>
      </w:pPr>
      <w:r w:rsidRPr="000B73EF">
        <w:t xml:space="preserve">3 </w:t>
      </w:r>
      <w:r w:rsidRPr="000B73EF">
        <w:tab/>
        <w:t>Not too much</w:t>
      </w:r>
    </w:p>
    <w:p w:rsidR="00F659C8" w:rsidRPr="000B73EF" w:rsidRDefault="00AA2BC8" w:rsidP="00F659C8">
      <w:pPr>
        <w:pStyle w:val="QuestionResponse"/>
      </w:pPr>
      <w:r>
        <w:t>4</w:t>
      </w:r>
      <w:r>
        <w:tab/>
        <w:t>No influence at all</w:t>
      </w:r>
    </w:p>
    <w:p w:rsidR="00F659C8" w:rsidRPr="000B73EF" w:rsidRDefault="00F659C8" w:rsidP="00F659C8">
      <w:pPr>
        <w:pStyle w:val="QuestionResponse"/>
      </w:pPr>
      <w:r w:rsidRPr="000B73EF">
        <w:t>8</w:t>
      </w:r>
      <w:r w:rsidRPr="000B73EF">
        <w:tab/>
        <w:t>Don’t know (DO NOT READ)</w:t>
      </w:r>
    </w:p>
    <w:p w:rsidR="00F659C8" w:rsidRPr="000B73EF" w:rsidRDefault="00F659C8" w:rsidP="00AA2BC8">
      <w:pPr>
        <w:pStyle w:val="QuestionResponseLast"/>
      </w:pPr>
      <w:r w:rsidRPr="000B73EF">
        <w:t>9</w:t>
      </w:r>
      <w:r w:rsidRPr="000B73EF">
        <w:tab/>
      </w:r>
      <w:r w:rsidRPr="00AA2BC8">
        <w:t>Refused</w:t>
      </w:r>
      <w:r w:rsidRPr="000B73EF">
        <w:t xml:space="preserve"> (DO NOT READ)</w:t>
      </w:r>
    </w:p>
    <w:p w:rsidR="0049585F" w:rsidRPr="0049585F" w:rsidRDefault="0049585F" w:rsidP="0049585F">
      <w:pPr>
        <w:pStyle w:val="QuestionInstruction"/>
        <w:rPr>
          <w:rFonts w:ascii="Times New Roman Bold" w:hAnsi="Times New Roman Bold"/>
          <w:caps/>
        </w:rPr>
      </w:pPr>
      <w:r w:rsidRPr="0049585F">
        <w:rPr>
          <w:rFonts w:ascii="Times New Roman Bold" w:hAnsi="Times New Roman Bold"/>
          <w:caps/>
        </w:rPr>
        <w:lastRenderedPageBreak/>
        <w:t xml:space="preserve">ASK if “great deal”or “fair amount” in </w:t>
      </w:r>
      <w:r w:rsidRPr="0049585F">
        <w:rPr>
          <w:rFonts w:ascii="Times New Roman Bold" w:hAnsi="Times New Roman Bold"/>
          <w:caps/>
          <w:szCs w:val="24"/>
        </w:rPr>
        <w:t>Q81</w:t>
      </w:r>
      <w:r w:rsidRPr="0049585F">
        <w:rPr>
          <w:rFonts w:ascii="Times New Roman Bold" w:hAnsi="Times New Roman Bold"/>
          <w:caps/>
        </w:rPr>
        <w:t xml:space="preserve"> (Q</w:t>
      </w:r>
      <w:r>
        <w:rPr>
          <w:rFonts w:ascii="Times New Roman Bold" w:hAnsi="Times New Roman Bold"/>
          <w:caps/>
        </w:rPr>
        <w:t>81</w:t>
      </w:r>
      <w:r w:rsidRPr="0049585F">
        <w:rPr>
          <w:rFonts w:ascii="Times New Roman Bold" w:hAnsi="Times New Roman Bold"/>
          <w:caps/>
        </w:rPr>
        <w:t>=1</w:t>
      </w:r>
      <w:proofErr w:type="gramStart"/>
      <w:r w:rsidRPr="0049585F">
        <w:rPr>
          <w:rFonts w:ascii="Times New Roman Bold" w:hAnsi="Times New Roman Bold"/>
          <w:caps/>
        </w:rPr>
        <w:t>,2</w:t>
      </w:r>
      <w:proofErr w:type="gramEnd"/>
      <w:r w:rsidRPr="0049585F">
        <w:rPr>
          <w:rFonts w:ascii="Times New Roman Bold" w:hAnsi="Times New Roman Bold"/>
          <w:caps/>
        </w:rPr>
        <w:t>)</w:t>
      </w:r>
    </w:p>
    <w:p w:rsidR="00F659C8" w:rsidRPr="000B73EF" w:rsidRDefault="0054085C" w:rsidP="00F659C8">
      <w:pPr>
        <w:pStyle w:val="Question"/>
        <w:rPr>
          <w:iCs/>
        </w:rPr>
      </w:pPr>
      <w:r w:rsidRPr="000B73EF">
        <w:rPr>
          <w:rFonts w:ascii="Tahoma" w:hAnsi="Tahoma" w:cs="Tahoma"/>
          <w:b/>
          <w:sz w:val="16"/>
        </w:rPr>
        <w:t>Q</w:t>
      </w:r>
      <w:r w:rsidR="00CD05D6" w:rsidRPr="000B73EF">
        <w:rPr>
          <w:rFonts w:ascii="Tahoma" w:hAnsi="Tahoma" w:cs="Tahoma"/>
          <w:b/>
          <w:sz w:val="16"/>
        </w:rPr>
        <w:t>8</w:t>
      </w:r>
      <w:r w:rsidR="0049585F">
        <w:rPr>
          <w:rFonts w:ascii="Tahoma" w:hAnsi="Tahoma" w:cs="Tahoma"/>
          <w:b/>
          <w:sz w:val="16"/>
        </w:rPr>
        <w:t>1</w:t>
      </w:r>
      <w:r w:rsidR="00CD05D6" w:rsidRPr="000B73EF">
        <w:rPr>
          <w:rFonts w:ascii="Tahoma" w:hAnsi="Tahoma" w:cs="Tahoma"/>
          <w:b/>
          <w:sz w:val="16"/>
        </w:rPr>
        <w:t>b</w:t>
      </w:r>
      <w:r w:rsidR="00F659C8" w:rsidRPr="000B73EF">
        <w:tab/>
        <w:t xml:space="preserve">Right now, is China having a positive or negative impact on economic conditions in </w:t>
      </w:r>
      <w:r w:rsidR="00F659C8" w:rsidRPr="000B73EF">
        <w:rPr>
          <w:b/>
        </w:rPr>
        <w:t>(survey country)</w:t>
      </w:r>
      <w:r w:rsidR="00F659C8" w:rsidRPr="000B73EF">
        <w:t>?</w:t>
      </w:r>
      <w:r w:rsidR="00F659C8" w:rsidRPr="000B73EF">
        <w:rPr>
          <w:i/>
        </w:rPr>
        <w:t xml:space="preserve"> </w:t>
      </w:r>
    </w:p>
    <w:p w:rsidR="00F659C8" w:rsidRPr="000B73EF" w:rsidRDefault="00F659C8" w:rsidP="00F659C8">
      <w:pPr>
        <w:pStyle w:val="QuestionResponse"/>
      </w:pPr>
      <w:r w:rsidRPr="000B73EF">
        <w:t>1</w:t>
      </w:r>
      <w:r w:rsidRPr="000B73EF">
        <w:tab/>
        <w:t>Positive</w:t>
      </w:r>
    </w:p>
    <w:p w:rsidR="00F659C8" w:rsidRPr="000B73EF" w:rsidRDefault="00F659C8" w:rsidP="00F659C8">
      <w:pPr>
        <w:pStyle w:val="QuestionResponse"/>
      </w:pPr>
      <w:r w:rsidRPr="000B73EF">
        <w:t>2</w:t>
      </w:r>
      <w:r w:rsidRPr="000B73EF">
        <w:tab/>
        <w:t>Negative</w:t>
      </w:r>
    </w:p>
    <w:p w:rsidR="00F659C8" w:rsidRPr="000B73EF" w:rsidRDefault="00AA2BC8" w:rsidP="00F659C8">
      <w:pPr>
        <w:pStyle w:val="QuestionResponse"/>
      </w:pPr>
      <w:r>
        <w:t>3</w:t>
      </w:r>
      <w:r w:rsidR="00F659C8" w:rsidRPr="000B73EF">
        <w:tab/>
        <w:t>Neither/both (DO NOT READ)</w:t>
      </w:r>
    </w:p>
    <w:p w:rsidR="00F659C8" w:rsidRPr="000B73EF" w:rsidRDefault="00F659C8" w:rsidP="00F659C8">
      <w:pPr>
        <w:pStyle w:val="QuestionResponse"/>
      </w:pPr>
      <w:r w:rsidRPr="000B73EF">
        <w:t>8</w:t>
      </w:r>
      <w:r w:rsidRPr="000B73EF">
        <w:tab/>
        <w:t>Don’t know (DO NOT READ)</w:t>
      </w:r>
    </w:p>
    <w:p w:rsidR="00F659C8" w:rsidRPr="000B73EF" w:rsidRDefault="00F659C8" w:rsidP="00AA2BC8">
      <w:pPr>
        <w:pStyle w:val="QuestionResponseLast"/>
      </w:pPr>
      <w:r w:rsidRPr="000B73EF">
        <w:t>9</w:t>
      </w:r>
      <w:r w:rsidRPr="000B73EF">
        <w:tab/>
      </w:r>
      <w:r w:rsidRPr="00AA2BC8">
        <w:t>Refused</w:t>
      </w:r>
      <w:r w:rsidRPr="000B73EF">
        <w:t xml:space="preserve"> (DO NOT READ)</w:t>
      </w:r>
    </w:p>
    <w:p w:rsidR="002050BA" w:rsidRPr="000B73EF" w:rsidRDefault="002050BA" w:rsidP="00AA2BC8">
      <w:pPr>
        <w:pStyle w:val="QuestionInstruction"/>
      </w:pPr>
      <w:r w:rsidRPr="000B73EF">
        <w:t xml:space="preserve">ASK ALL </w:t>
      </w:r>
      <w:r w:rsidR="001E586A">
        <w:t xml:space="preserve">IN </w:t>
      </w:r>
      <w:r w:rsidR="001E586A" w:rsidRPr="009B5617">
        <w:rPr>
          <w:caps/>
        </w:rPr>
        <w:t xml:space="preserve">Argentina, </w:t>
      </w:r>
      <w:r w:rsidR="0026090C">
        <w:rPr>
          <w:caps/>
        </w:rPr>
        <w:t xml:space="preserve">australia, </w:t>
      </w:r>
      <w:r w:rsidR="001E586A" w:rsidRPr="009B5617">
        <w:rPr>
          <w:caps/>
        </w:rPr>
        <w:t>Bolivia, Bra</w:t>
      </w:r>
      <w:r w:rsidR="0070614A">
        <w:rPr>
          <w:caps/>
        </w:rPr>
        <w:t>zil, Chile, El Salvador, Ghana</w:t>
      </w:r>
      <w:r w:rsidR="001E586A" w:rsidRPr="009B5617">
        <w:rPr>
          <w:caps/>
        </w:rPr>
        <w:t xml:space="preserve">, Indonesia, </w:t>
      </w:r>
      <w:r w:rsidR="0026090C">
        <w:rPr>
          <w:caps/>
        </w:rPr>
        <w:t xml:space="preserve">japan, </w:t>
      </w:r>
      <w:r w:rsidR="001E586A" w:rsidRPr="009B5617">
        <w:rPr>
          <w:caps/>
        </w:rPr>
        <w:t xml:space="preserve">Kenya, Malaysia, Mexico, </w:t>
      </w:r>
      <w:r w:rsidR="001E586A" w:rsidRPr="00316F49">
        <w:rPr>
          <w:caps/>
        </w:rPr>
        <w:t xml:space="preserve">Nigeria, Pakistan,  Philippines,  Senegal, South Africa, </w:t>
      </w:r>
      <w:r w:rsidR="0026090C" w:rsidRPr="00316F49">
        <w:rPr>
          <w:caps/>
        </w:rPr>
        <w:t xml:space="preserve">south korea, </w:t>
      </w:r>
      <w:r w:rsidR="001E586A" w:rsidRPr="00316F49">
        <w:rPr>
          <w:caps/>
        </w:rPr>
        <w:t>Uganda, and</w:t>
      </w:r>
      <w:r w:rsidR="001E586A" w:rsidRPr="009B5617">
        <w:rPr>
          <w:caps/>
        </w:rPr>
        <w:t xml:space="preserve"> Venezuela ONLY</w:t>
      </w:r>
    </w:p>
    <w:p w:rsidR="002050BA" w:rsidRPr="000B73EF" w:rsidRDefault="0054085C" w:rsidP="002050BA">
      <w:pPr>
        <w:pStyle w:val="Question"/>
      </w:pPr>
      <w:r w:rsidRPr="000B73EF">
        <w:rPr>
          <w:rFonts w:ascii="Tahoma" w:hAnsi="Tahoma" w:cs="Tahoma"/>
          <w:b/>
          <w:sz w:val="16"/>
        </w:rPr>
        <w:t>Q</w:t>
      </w:r>
      <w:r w:rsidR="00CD05D6" w:rsidRPr="000B73EF">
        <w:rPr>
          <w:rFonts w:ascii="Tahoma" w:hAnsi="Tahoma" w:cs="Tahoma"/>
          <w:b/>
          <w:sz w:val="16"/>
        </w:rPr>
        <w:t>8</w:t>
      </w:r>
      <w:r w:rsidR="00B22A0B">
        <w:rPr>
          <w:rFonts w:ascii="Tahoma" w:hAnsi="Tahoma" w:cs="Tahoma"/>
          <w:b/>
          <w:sz w:val="16"/>
        </w:rPr>
        <w:t>2</w:t>
      </w:r>
      <w:r w:rsidR="002050BA" w:rsidRPr="000B73EF">
        <w:tab/>
        <w:t xml:space="preserve">Is it more important for </w:t>
      </w:r>
      <w:r w:rsidR="002050BA" w:rsidRPr="000B73EF">
        <w:rPr>
          <w:b/>
        </w:rPr>
        <w:t>(survey country)</w:t>
      </w:r>
      <w:r w:rsidR="002050BA" w:rsidRPr="000B73EF">
        <w:t xml:space="preserve"> to have strong ties with China or with the United States?</w:t>
      </w:r>
    </w:p>
    <w:p w:rsidR="002050BA" w:rsidRPr="000B73EF" w:rsidRDefault="002050BA" w:rsidP="002050BA">
      <w:pPr>
        <w:pStyle w:val="QuestionResponse"/>
      </w:pPr>
      <w:r w:rsidRPr="000B73EF">
        <w:t>1</w:t>
      </w:r>
      <w:r w:rsidRPr="000B73EF">
        <w:tab/>
        <w:t>China</w:t>
      </w:r>
    </w:p>
    <w:p w:rsidR="002050BA" w:rsidRPr="000B73EF" w:rsidRDefault="002050BA" w:rsidP="002050BA">
      <w:pPr>
        <w:pStyle w:val="QuestionResponse"/>
      </w:pPr>
      <w:r w:rsidRPr="000B73EF">
        <w:t>2</w:t>
      </w:r>
      <w:r w:rsidRPr="000B73EF">
        <w:tab/>
        <w:t>The United States</w:t>
      </w:r>
    </w:p>
    <w:p w:rsidR="002050BA" w:rsidRPr="000B73EF" w:rsidRDefault="002050BA" w:rsidP="002050BA">
      <w:pPr>
        <w:pStyle w:val="QuestionResponse"/>
      </w:pPr>
      <w:r w:rsidRPr="000B73EF">
        <w:t>3</w:t>
      </w:r>
      <w:r w:rsidRPr="000B73EF">
        <w:tab/>
      </w:r>
      <w:r w:rsidRPr="000B73EF">
        <w:rPr>
          <w:bCs/>
        </w:rPr>
        <w:t>Both e</w:t>
      </w:r>
      <w:r w:rsidRPr="000B73EF">
        <w:t>qually important (DO NOT READ)</w:t>
      </w:r>
    </w:p>
    <w:p w:rsidR="002050BA" w:rsidRPr="000B73EF" w:rsidRDefault="002050BA" w:rsidP="002050BA">
      <w:pPr>
        <w:pStyle w:val="QuestionResponse"/>
      </w:pPr>
      <w:r w:rsidRPr="000B73EF">
        <w:t>4</w:t>
      </w:r>
      <w:r w:rsidRPr="000B73EF">
        <w:tab/>
        <w:t>Neither (DO NOT READ)</w:t>
      </w:r>
    </w:p>
    <w:p w:rsidR="002050BA" w:rsidRPr="000B73EF" w:rsidRDefault="002050BA" w:rsidP="002050BA">
      <w:pPr>
        <w:pStyle w:val="QuestionResponse"/>
      </w:pPr>
      <w:r w:rsidRPr="000B73EF">
        <w:t>8</w:t>
      </w:r>
      <w:r w:rsidRPr="000B73EF">
        <w:tab/>
        <w:t>Don’t know (DO NOT READ)</w:t>
      </w:r>
    </w:p>
    <w:p w:rsidR="002050BA" w:rsidRPr="000B73EF" w:rsidRDefault="002050BA" w:rsidP="002050BA">
      <w:pPr>
        <w:pStyle w:val="QuestionResponseLast"/>
      </w:pPr>
      <w:r w:rsidRPr="000B73EF">
        <w:t>9</w:t>
      </w:r>
      <w:r w:rsidRPr="000B73EF">
        <w:tab/>
        <w:t>Refused (DO NOT READ)</w:t>
      </w:r>
    </w:p>
    <w:p w:rsidR="00647625" w:rsidRPr="000B73EF" w:rsidRDefault="00647625" w:rsidP="00647625">
      <w:pPr>
        <w:pStyle w:val="QuestionInstruction"/>
      </w:pPr>
      <w:r w:rsidRPr="000B73EF">
        <w:t xml:space="preserve">ASK ALL IN FRANCE, GERMANY, GREECE, ITALY, </w:t>
      </w:r>
      <w:r w:rsidR="001E586A">
        <w:t xml:space="preserve">AND </w:t>
      </w:r>
      <w:r w:rsidRPr="000B73EF">
        <w:t>SPAIN ONLY</w:t>
      </w:r>
    </w:p>
    <w:p w:rsidR="00647625" w:rsidRPr="000B73EF" w:rsidRDefault="0054085C" w:rsidP="00647625">
      <w:pPr>
        <w:pStyle w:val="Question"/>
      </w:pPr>
      <w:r w:rsidRPr="000B73EF">
        <w:rPr>
          <w:rFonts w:ascii="Tahoma" w:hAnsi="Tahoma" w:cs="Tahoma"/>
          <w:b/>
          <w:sz w:val="16"/>
        </w:rPr>
        <w:t>Q</w:t>
      </w:r>
      <w:r w:rsidR="00CD05D6" w:rsidRPr="000B73EF">
        <w:rPr>
          <w:rFonts w:ascii="Tahoma" w:hAnsi="Tahoma" w:cs="Tahoma"/>
          <w:b/>
          <w:sz w:val="16"/>
        </w:rPr>
        <w:t>8</w:t>
      </w:r>
      <w:r w:rsidR="00B22A0B">
        <w:rPr>
          <w:rFonts w:ascii="Tahoma" w:hAnsi="Tahoma" w:cs="Tahoma"/>
          <w:b/>
          <w:sz w:val="16"/>
        </w:rPr>
        <w:t>3</w:t>
      </w:r>
      <w:r w:rsidR="00647625" w:rsidRPr="000B73EF">
        <w:tab/>
        <w:t xml:space="preserve">Do you think we should keep the Euro as our currency or return to the </w:t>
      </w:r>
      <w:r w:rsidR="00647625" w:rsidRPr="000B73EF">
        <w:rPr>
          <w:b/>
        </w:rPr>
        <w:t>(Franc/Mark/Peseta/Lira/Drachma)</w:t>
      </w:r>
      <w:r w:rsidR="00647625" w:rsidRPr="000B73EF">
        <w:t xml:space="preserve">? </w:t>
      </w:r>
    </w:p>
    <w:p w:rsidR="00647625" w:rsidRPr="000B73EF" w:rsidRDefault="00647625" w:rsidP="00647625">
      <w:pPr>
        <w:pStyle w:val="Question"/>
        <w:ind w:firstLine="0"/>
      </w:pPr>
      <w:r w:rsidRPr="000B73EF">
        <w:t xml:space="preserve">[INTERVIEWER INSTRUCTION: IF RESPONDENT SAYS RETURNING TO THE OLD CURRENCY IS NOT AN OPTION, PROBE ONCE WITH: Just in your opinion, do you think we should keep the Euro as our currency or return to the </w:t>
      </w:r>
      <w:r w:rsidRPr="000B73EF">
        <w:rPr>
          <w:b/>
        </w:rPr>
        <w:t>(Franc/Mark/Peseta/Lira/Drachma)</w:t>
      </w:r>
      <w:r w:rsidRPr="000B73EF">
        <w:t xml:space="preserve">]? </w:t>
      </w:r>
    </w:p>
    <w:p w:rsidR="00647625" w:rsidRPr="000B73EF" w:rsidRDefault="00647625" w:rsidP="00647625">
      <w:pPr>
        <w:pStyle w:val="QuestionResponse"/>
      </w:pPr>
      <w:r w:rsidRPr="000B73EF">
        <w:t>1</w:t>
      </w:r>
      <w:r w:rsidRPr="000B73EF">
        <w:tab/>
        <w:t>Keep the Euro</w:t>
      </w:r>
    </w:p>
    <w:p w:rsidR="00647625" w:rsidRPr="000B73EF" w:rsidRDefault="00647625" w:rsidP="00647625">
      <w:pPr>
        <w:pStyle w:val="QuestionResponse"/>
      </w:pPr>
      <w:r w:rsidRPr="000B73EF">
        <w:t>2</w:t>
      </w:r>
      <w:r w:rsidRPr="000B73EF">
        <w:tab/>
        <w:t xml:space="preserve">Return to </w:t>
      </w:r>
      <w:r w:rsidRPr="000B73EF">
        <w:rPr>
          <w:b/>
        </w:rPr>
        <w:t>(Franc/Mark/Peseta/Lira/Drachma)</w:t>
      </w:r>
      <w:r w:rsidRPr="000B73EF">
        <w:t xml:space="preserve"> </w:t>
      </w:r>
    </w:p>
    <w:p w:rsidR="00647625" w:rsidRPr="000B73EF" w:rsidRDefault="00647625" w:rsidP="00647625">
      <w:pPr>
        <w:pStyle w:val="QuestionResponse"/>
      </w:pPr>
      <w:r w:rsidRPr="000B73EF">
        <w:t>8</w:t>
      </w:r>
      <w:r w:rsidRPr="000B73EF">
        <w:tab/>
        <w:t>Don’t know (DO NOT READ)</w:t>
      </w:r>
    </w:p>
    <w:p w:rsidR="00647625" w:rsidRDefault="00647625" w:rsidP="00647625">
      <w:pPr>
        <w:pStyle w:val="QuestionResponseLast"/>
      </w:pPr>
      <w:r w:rsidRPr="000B73EF">
        <w:t>9</w:t>
      </w:r>
      <w:r w:rsidRPr="000B73EF">
        <w:tab/>
        <w:t>Refused (DO NOT READ</w:t>
      </w:r>
    </w:p>
    <w:p w:rsidR="005D2F94" w:rsidRPr="001E1F63" w:rsidRDefault="005D2F94" w:rsidP="005D2F94">
      <w:pPr>
        <w:pStyle w:val="QuestionInstruction"/>
      </w:pPr>
      <w:r w:rsidRPr="001E1F63">
        <w:t>ASK ALL BRITAIN ONLY</w:t>
      </w:r>
    </w:p>
    <w:p w:rsidR="005D2F94" w:rsidRPr="001E1F63" w:rsidRDefault="005D2F94" w:rsidP="005D2F94">
      <w:pPr>
        <w:pStyle w:val="Question"/>
      </w:pPr>
      <w:r w:rsidRPr="001E1F63">
        <w:rPr>
          <w:rFonts w:ascii="Tahoma" w:hAnsi="Tahoma" w:cs="Tahoma"/>
          <w:b/>
          <w:sz w:val="16"/>
        </w:rPr>
        <w:t>Q83bri</w:t>
      </w:r>
      <w:r w:rsidRPr="001E1F63">
        <w:tab/>
        <w:t xml:space="preserve">If a vote were held today on Britain’s membership in the European Union, would you vote for Britain to remain in the European Union or for Britain to leave the European Union? </w:t>
      </w:r>
    </w:p>
    <w:p w:rsidR="005D2F94" w:rsidRPr="001E1F63" w:rsidRDefault="005D2F94" w:rsidP="005D2F94">
      <w:pPr>
        <w:pStyle w:val="QuestionResponse"/>
      </w:pPr>
      <w:r w:rsidRPr="001E1F63">
        <w:t>1</w:t>
      </w:r>
      <w:r w:rsidRPr="001E1F63">
        <w:tab/>
        <w:t>Remain in the European Union</w:t>
      </w:r>
    </w:p>
    <w:p w:rsidR="005D2F94" w:rsidRPr="001E1F63" w:rsidRDefault="005D2F94" w:rsidP="005D2F94">
      <w:pPr>
        <w:pStyle w:val="QuestionResponse"/>
      </w:pPr>
      <w:r w:rsidRPr="001E1F63">
        <w:t>2</w:t>
      </w:r>
      <w:r w:rsidRPr="001E1F63">
        <w:tab/>
        <w:t xml:space="preserve">Leave the European Union </w:t>
      </w:r>
    </w:p>
    <w:p w:rsidR="005D2F94" w:rsidRPr="001E1F63" w:rsidRDefault="005D2F94" w:rsidP="005D2F94">
      <w:pPr>
        <w:pStyle w:val="QuestionResponse"/>
      </w:pPr>
      <w:r w:rsidRPr="001E1F63">
        <w:t>8</w:t>
      </w:r>
      <w:r w:rsidRPr="001E1F63">
        <w:tab/>
        <w:t>Don’t know (DO NOT READ)</w:t>
      </w:r>
    </w:p>
    <w:p w:rsidR="005D2F94" w:rsidRPr="000B73EF" w:rsidRDefault="005D2F94" w:rsidP="005D2F94">
      <w:pPr>
        <w:pStyle w:val="QuestionResponseLast"/>
      </w:pPr>
      <w:r w:rsidRPr="001E1F63">
        <w:t>9</w:t>
      </w:r>
      <w:r w:rsidRPr="001E1F63">
        <w:tab/>
        <w:t>Refused (DO NOT READ</w:t>
      </w:r>
    </w:p>
    <w:p w:rsidR="005D2F94" w:rsidRPr="000B73EF" w:rsidRDefault="005D2F94" w:rsidP="00647625">
      <w:pPr>
        <w:pStyle w:val="QuestionResponseLast"/>
      </w:pPr>
    </w:p>
    <w:p w:rsidR="00B22A0B" w:rsidRDefault="00B22A0B" w:rsidP="001E586A">
      <w:pPr>
        <w:pStyle w:val="QuestionInstruction"/>
        <w:rPr>
          <w:caps/>
        </w:rPr>
      </w:pPr>
      <w:r>
        <w:rPr>
          <w:caps/>
        </w:rPr>
        <w:t>READ TO ALL</w:t>
      </w:r>
    </w:p>
    <w:p w:rsidR="00B22A0B" w:rsidRDefault="00B22A0B" w:rsidP="00B22A0B">
      <w:pPr>
        <w:pStyle w:val="Question"/>
      </w:pPr>
      <w:r>
        <w:tab/>
      </w:r>
      <w:proofErr w:type="gramStart"/>
      <w:r>
        <w:t>On a different subject…</w:t>
      </w:r>
      <w:proofErr w:type="gramEnd"/>
    </w:p>
    <w:p w:rsidR="00B22A0B" w:rsidRPr="000B73EF" w:rsidRDefault="00B22A0B" w:rsidP="00B22A0B">
      <w:pPr>
        <w:pStyle w:val="QuestionInstruction"/>
      </w:pPr>
      <w:r w:rsidRPr="000B73EF">
        <w:t>ASK ALL</w:t>
      </w:r>
    </w:p>
    <w:p w:rsidR="00B22A0B" w:rsidRDefault="00B22A0B" w:rsidP="00B22A0B">
      <w:pPr>
        <w:pStyle w:val="Question"/>
        <w:rPr>
          <w:i/>
        </w:rPr>
      </w:pPr>
      <w:r w:rsidRPr="000B73EF">
        <w:rPr>
          <w:rFonts w:ascii="Tahoma" w:hAnsi="Tahoma" w:cs="Tahoma"/>
          <w:b/>
          <w:sz w:val="16"/>
        </w:rPr>
        <w:t>Q</w:t>
      </w:r>
      <w:r>
        <w:rPr>
          <w:rFonts w:ascii="Tahoma" w:hAnsi="Tahoma" w:cs="Tahoma"/>
          <w:b/>
          <w:sz w:val="16"/>
        </w:rPr>
        <w:t>84</w:t>
      </w:r>
      <w:r w:rsidRPr="000B73EF">
        <w:tab/>
        <w:t>Do you personally believe that</w:t>
      </w:r>
      <w:r w:rsidRPr="000B73EF">
        <w:rPr>
          <w:b/>
        </w:rPr>
        <w:t xml:space="preserve"> </w:t>
      </w:r>
      <w:r w:rsidR="00A20985" w:rsidRPr="000B73EF">
        <w:t>(INSERT)</w:t>
      </w:r>
      <w:r w:rsidR="00A20985">
        <w:t xml:space="preserve"> </w:t>
      </w:r>
      <w:r w:rsidRPr="000B73EF">
        <w:t xml:space="preserve">is morally acceptable, morally </w:t>
      </w:r>
      <w:r w:rsidR="00A72AB6">
        <w:t>unacceptable</w:t>
      </w:r>
      <w:r w:rsidR="004F1401">
        <w:t>, or is it not a moral issue?</w:t>
      </w:r>
    </w:p>
    <w:p w:rsidR="00B22A0B" w:rsidRPr="004A7CCC" w:rsidRDefault="00B22A0B" w:rsidP="00B22A0B">
      <w:pPr>
        <w:pStyle w:val="QuestionInstruction"/>
        <w:rPr>
          <w:caps/>
        </w:rPr>
      </w:pPr>
      <w:r w:rsidRPr="004A7CCC">
        <w:rPr>
          <w:caps/>
        </w:rPr>
        <w:t xml:space="preserve">RANDOMIZE IN Australia, Britain, Canada, Czech Republic, France, Germany, </w:t>
      </w:r>
      <w:r>
        <w:rPr>
          <w:caps/>
        </w:rPr>
        <w:t xml:space="preserve">GREECE, </w:t>
      </w:r>
      <w:r w:rsidRPr="004A7CCC">
        <w:rPr>
          <w:caps/>
        </w:rPr>
        <w:t xml:space="preserve">Japan, </w:t>
      </w:r>
      <w:r>
        <w:rPr>
          <w:caps/>
        </w:rPr>
        <w:t xml:space="preserve">MALAYSIA, POLAND, </w:t>
      </w:r>
      <w:r w:rsidRPr="004A7CCC">
        <w:rPr>
          <w:caps/>
        </w:rPr>
        <w:t xml:space="preserve">Spain, South Korea, </w:t>
      </w:r>
      <w:r w:rsidR="003901A3">
        <w:rPr>
          <w:caps/>
        </w:rPr>
        <w:t xml:space="preserve">AND </w:t>
      </w:r>
      <w:r>
        <w:rPr>
          <w:caps/>
        </w:rPr>
        <w:t>the united states</w:t>
      </w:r>
    </w:p>
    <w:p w:rsidR="00B22A0B" w:rsidRPr="00AA2BC8" w:rsidRDefault="00B22A0B" w:rsidP="00B22A0B">
      <w:pPr>
        <w:pStyle w:val="QuestionList"/>
        <w:rPr>
          <w:color w:val="7F7F7F" w:themeColor="text1" w:themeTint="80"/>
          <w:szCs w:val="20"/>
        </w:rPr>
      </w:pPr>
      <w:r w:rsidRPr="00AA2BC8">
        <w:rPr>
          <w:b/>
          <w:szCs w:val="20"/>
        </w:rPr>
        <w:t>a.</w:t>
      </w:r>
      <w:r w:rsidRPr="00AA2BC8">
        <w:rPr>
          <w:szCs w:val="20"/>
        </w:rPr>
        <w:tab/>
        <w:t xml:space="preserve">Using contraceptives </w:t>
      </w:r>
    </w:p>
    <w:p w:rsidR="00B22A0B" w:rsidRPr="00AA2BC8" w:rsidRDefault="00B22A0B" w:rsidP="00B22A0B">
      <w:pPr>
        <w:pStyle w:val="QuestionList"/>
        <w:rPr>
          <w:szCs w:val="20"/>
        </w:rPr>
      </w:pPr>
      <w:r w:rsidRPr="00AA2BC8">
        <w:rPr>
          <w:b/>
          <w:szCs w:val="20"/>
        </w:rPr>
        <w:t>b.</w:t>
      </w:r>
      <w:r w:rsidRPr="00AA2BC8">
        <w:rPr>
          <w:szCs w:val="20"/>
        </w:rPr>
        <w:tab/>
        <w:t>Getting a divorce</w:t>
      </w:r>
      <w:r w:rsidRPr="00AA2BC8">
        <w:rPr>
          <w:color w:val="7F7F7F" w:themeColor="text1" w:themeTint="80"/>
          <w:szCs w:val="20"/>
        </w:rPr>
        <w:t xml:space="preserve"> </w:t>
      </w:r>
    </w:p>
    <w:p w:rsidR="00B22A0B" w:rsidRPr="00AA2BC8" w:rsidRDefault="00B22A0B" w:rsidP="00B22A0B">
      <w:pPr>
        <w:pStyle w:val="QuestionList"/>
        <w:rPr>
          <w:szCs w:val="20"/>
        </w:rPr>
      </w:pPr>
      <w:r w:rsidRPr="00AA2BC8">
        <w:rPr>
          <w:b/>
          <w:szCs w:val="20"/>
        </w:rPr>
        <w:t>c.</w:t>
      </w:r>
      <w:r w:rsidRPr="00AA2BC8">
        <w:rPr>
          <w:szCs w:val="20"/>
        </w:rPr>
        <w:tab/>
        <w:t xml:space="preserve">Having an abortion </w:t>
      </w:r>
    </w:p>
    <w:p w:rsidR="00B22A0B" w:rsidRPr="00AA2BC8" w:rsidRDefault="00B22A0B" w:rsidP="00B22A0B">
      <w:pPr>
        <w:pStyle w:val="QuestionList"/>
        <w:rPr>
          <w:szCs w:val="20"/>
        </w:rPr>
      </w:pPr>
      <w:r w:rsidRPr="00AA2BC8">
        <w:rPr>
          <w:b/>
          <w:szCs w:val="20"/>
        </w:rPr>
        <w:t>d.</w:t>
      </w:r>
      <w:r>
        <w:rPr>
          <w:szCs w:val="20"/>
        </w:rPr>
        <w:tab/>
        <w:t>Homosexuality</w:t>
      </w:r>
    </w:p>
    <w:p w:rsidR="00B22A0B" w:rsidRPr="00AA2BC8" w:rsidRDefault="00B22A0B" w:rsidP="00B22A0B">
      <w:pPr>
        <w:pStyle w:val="QuestionList"/>
        <w:rPr>
          <w:szCs w:val="20"/>
        </w:rPr>
      </w:pPr>
      <w:r w:rsidRPr="00AA2BC8">
        <w:rPr>
          <w:b/>
          <w:szCs w:val="20"/>
        </w:rPr>
        <w:t>e.</w:t>
      </w:r>
      <w:r w:rsidRPr="00AA2BC8">
        <w:rPr>
          <w:szCs w:val="20"/>
        </w:rPr>
        <w:tab/>
        <w:t xml:space="preserve">Drinking alcohol </w:t>
      </w:r>
    </w:p>
    <w:p w:rsidR="00B22A0B" w:rsidRPr="00AA2BC8" w:rsidRDefault="00B22A0B" w:rsidP="00B22A0B">
      <w:pPr>
        <w:pStyle w:val="QuestionList"/>
        <w:rPr>
          <w:szCs w:val="20"/>
        </w:rPr>
      </w:pPr>
      <w:r w:rsidRPr="00AA2BC8">
        <w:rPr>
          <w:b/>
          <w:szCs w:val="20"/>
        </w:rPr>
        <w:t>f.</w:t>
      </w:r>
      <w:r w:rsidRPr="00AA2BC8">
        <w:rPr>
          <w:szCs w:val="20"/>
        </w:rPr>
        <w:tab/>
        <w:t>Married people having an affair</w:t>
      </w:r>
    </w:p>
    <w:p w:rsidR="00B22A0B" w:rsidRPr="00AA2BC8" w:rsidRDefault="00B22A0B" w:rsidP="00B22A0B">
      <w:pPr>
        <w:pStyle w:val="QuestionList"/>
        <w:rPr>
          <w:szCs w:val="20"/>
        </w:rPr>
      </w:pPr>
      <w:r w:rsidRPr="00AA2BC8">
        <w:rPr>
          <w:b/>
          <w:szCs w:val="20"/>
        </w:rPr>
        <w:t>g.</w:t>
      </w:r>
      <w:r w:rsidRPr="00AA2BC8">
        <w:rPr>
          <w:szCs w:val="20"/>
        </w:rPr>
        <w:tab/>
        <w:t>Gambling</w:t>
      </w:r>
    </w:p>
    <w:p w:rsidR="00B22A0B" w:rsidRPr="00AA2BC8" w:rsidRDefault="00B22A0B" w:rsidP="00B22A0B">
      <w:pPr>
        <w:pStyle w:val="QuestionListLast"/>
        <w:rPr>
          <w:sz w:val="20"/>
          <w:szCs w:val="20"/>
        </w:rPr>
      </w:pPr>
      <w:r>
        <w:rPr>
          <w:b/>
          <w:sz w:val="20"/>
          <w:szCs w:val="20"/>
        </w:rPr>
        <w:t>h</w:t>
      </w:r>
      <w:r w:rsidRPr="00AA2BC8">
        <w:rPr>
          <w:b/>
          <w:sz w:val="20"/>
          <w:szCs w:val="20"/>
        </w:rPr>
        <w:t>.</w:t>
      </w:r>
      <w:r w:rsidRPr="00AA2BC8">
        <w:rPr>
          <w:sz w:val="20"/>
          <w:szCs w:val="20"/>
        </w:rPr>
        <w:tab/>
        <w:t>Sex between unmarried adults</w:t>
      </w:r>
    </w:p>
    <w:p w:rsidR="00B22A0B" w:rsidRPr="000B73EF" w:rsidRDefault="00B22A0B" w:rsidP="00B22A0B">
      <w:pPr>
        <w:pStyle w:val="QuestionResponse"/>
      </w:pPr>
      <w:r w:rsidRPr="000B73EF">
        <w:t>1</w:t>
      </w:r>
      <w:r w:rsidRPr="000B73EF">
        <w:tab/>
        <w:t>Morally acceptable</w:t>
      </w:r>
    </w:p>
    <w:p w:rsidR="00B22A0B" w:rsidRPr="000B73EF" w:rsidRDefault="00B22A0B" w:rsidP="00B22A0B">
      <w:pPr>
        <w:pStyle w:val="QuestionResponse"/>
      </w:pPr>
      <w:r w:rsidRPr="000B73EF">
        <w:t>2</w:t>
      </w:r>
      <w:r w:rsidRPr="000B73EF">
        <w:tab/>
        <w:t xml:space="preserve">Morally </w:t>
      </w:r>
      <w:r w:rsidR="00A72AB6">
        <w:t>unacceptable</w:t>
      </w:r>
    </w:p>
    <w:p w:rsidR="00B22A0B" w:rsidRPr="000B73EF" w:rsidRDefault="00B22A0B" w:rsidP="00B22A0B">
      <w:pPr>
        <w:pStyle w:val="QuestionResponse"/>
      </w:pPr>
      <w:r w:rsidRPr="000B73EF">
        <w:t>3</w:t>
      </w:r>
      <w:r w:rsidRPr="000B73EF">
        <w:tab/>
        <w:t>Not a moral issue</w:t>
      </w:r>
    </w:p>
    <w:p w:rsidR="00B22A0B" w:rsidRPr="000B73EF" w:rsidRDefault="00B22A0B" w:rsidP="00B22A0B">
      <w:pPr>
        <w:pStyle w:val="QuestionResponse"/>
      </w:pPr>
      <w:r w:rsidRPr="000B73EF">
        <w:t>4</w:t>
      </w:r>
      <w:r w:rsidRPr="000B73EF">
        <w:tab/>
        <w:t>Depend</w:t>
      </w:r>
      <w:r w:rsidR="00B0798A">
        <w:t>s</w:t>
      </w:r>
      <w:r w:rsidRPr="000B73EF">
        <w:t xml:space="preserve"> on situation (DO NOT READ)</w:t>
      </w:r>
    </w:p>
    <w:p w:rsidR="00B22A0B" w:rsidRPr="000B73EF" w:rsidRDefault="00B22A0B" w:rsidP="00B22A0B">
      <w:pPr>
        <w:pStyle w:val="QuestionResponse"/>
      </w:pPr>
      <w:r w:rsidRPr="000B73EF">
        <w:t>8</w:t>
      </w:r>
      <w:r w:rsidRPr="000B73EF">
        <w:tab/>
        <w:t>Don’t know (DO NOT READ)</w:t>
      </w:r>
    </w:p>
    <w:p w:rsidR="00B22A0B" w:rsidRDefault="00B22A0B" w:rsidP="00B22A0B">
      <w:pPr>
        <w:pStyle w:val="QuestionResponseLast"/>
      </w:pPr>
      <w:r w:rsidRPr="000B73EF">
        <w:t>9</w:t>
      </w:r>
      <w:r w:rsidRPr="000B73EF">
        <w:tab/>
        <w:t>Refused (DO NOT READ)</w:t>
      </w:r>
    </w:p>
    <w:p w:rsidR="00F44297" w:rsidRPr="001E586A" w:rsidRDefault="00F44297" w:rsidP="001E586A">
      <w:pPr>
        <w:pStyle w:val="QuestionInstruction"/>
        <w:rPr>
          <w:caps/>
        </w:rPr>
      </w:pPr>
      <w:r w:rsidRPr="001E586A">
        <w:rPr>
          <w:caps/>
        </w:rPr>
        <w:lastRenderedPageBreak/>
        <w:t xml:space="preserve">ASK ALL IN </w:t>
      </w:r>
      <w:r w:rsidR="001E586A" w:rsidRPr="001E586A">
        <w:rPr>
          <w:caps/>
        </w:rPr>
        <w:t>Argentina, Bolivia, Brazil, Chile, El Salvador, G</w:t>
      </w:r>
      <w:r w:rsidR="00423EC0">
        <w:rPr>
          <w:caps/>
        </w:rPr>
        <w:t xml:space="preserve">hana, Kenya, Mexico, Nigeria, </w:t>
      </w:r>
      <w:r w:rsidR="001E586A" w:rsidRPr="001E586A">
        <w:rPr>
          <w:caps/>
        </w:rPr>
        <w:t xml:space="preserve">Senegal, South Africa, </w:t>
      </w:r>
      <w:r w:rsidR="001E586A" w:rsidRPr="00911450">
        <w:rPr>
          <w:caps/>
        </w:rPr>
        <w:t>Uganda,</w:t>
      </w:r>
      <w:r w:rsidR="001E586A" w:rsidRPr="001E586A">
        <w:rPr>
          <w:caps/>
        </w:rPr>
        <w:t xml:space="preserve"> and Venezuela </w:t>
      </w:r>
      <w:r w:rsidRPr="001E586A">
        <w:rPr>
          <w:caps/>
        </w:rPr>
        <w:t>ONLY</w:t>
      </w:r>
    </w:p>
    <w:p w:rsidR="00F44297" w:rsidRPr="000B73EF" w:rsidRDefault="0054085C" w:rsidP="00F44297">
      <w:pPr>
        <w:pStyle w:val="Question"/>
        <w:rPr>
          <w:i/>
          <w:iCs/>
        </w:rPr>
      </w:pPr>
      <w:r w:rsidRPr="000B73EF">
        <w:rPr>
          <w:rFonts w:ascii="Tahoma" w:hAnsi="Tahoma" w:cs="Tahoma"/>
          <w:b/>
          <w:sz w:val="16"/>
        </w:rPr>
        <w:t>Q</w:t>
      </w:r>
      <w:r w:rsidR="00CD05D6" w:rsidRPr="000B73EF">
        <w:rPr>
          <w:rFonts w:ascii="Tahoma" w:hAnsi="Tahoma" w:cs="Tahoma"/>
          <w:b/>
          <w:sz w:val="16"/>
        </w:rPr>
        <w:t>85</w:t>
      </w:r>
      <w:r w:rsidR="00F44297" w:rsidRPr="000B73EF">
        <w:tab/>
        <w:t xml:space="preserve">As I read a list of things that you can and cannot do in some countries, please tell me how important each is to you.  How important is it to you to live in a country where (INSERT)?  Is it very important, somewhat important, not too important or not important at all? </w:t>
      </w:r>
      <w:r w:rsidR="00F44297" w:rsidRPr="00AA2BC8">
        <w:rPr>
          <w:i/>
        </w:rPr>
        <w:t>(SHOW CARD)</w:t>
      </w:r>
    </w:p>
    <w:p w:rsidR="00F44297" w:rsidRPr="000B73EF" w:rsidRDefault="00F44297" w:rsidP="00F44297">
      <w:pPr>
        <w:pStyle w:val="QuestionList"/>
        <w:numPr>
          <w:ilvl w:val="0"/>
          <w:numId w:val="1"/>
        </w:numPr>
      </w:pPr>
      <w:r w:rsidRPr="000B73EF">
        <w:t xml:space="preserve">you can openly say what you think and can criticize the </w:t>
      </w:r>
      <w:r w:rsidRPr="000B73EF">
        <w:rPr>
          <w:b/>
        </w:rPr>
        <w:t>(state/government)</w:t>
      </w:r>
    </w:p>
    <w:p w:rsidR="00F44297" w:rsidRPr="000B73EF" w:rsidRDefault="00F44297" w:rsidP="00F44297">
      <w:pPr>
        <w:pStyle w:val="QuestionList"/>
        <w:numPr>
          <w:ilvl w:val="0"/>
          <w:numId w:val="1"/>
        </w:numPr>
      </w:pPr>
      <w:r w:rsidRPr="000B73EF">
        <w:t>honest elections are held regularly with a choice of at least two political parties</w:t>
      </w:r>
    </w:p>
    <w:p w:rsidR="00F44297" w:rsidRPr="000B73EF" w:rsidRDefault="00F44297" w:rsidP="00F44297">
      <w:pPr>
        <w:pStyle w:val="QuestionList"/>
        <w:numPr>
          <w:ilvl w:val="0"/>
          <w:numId w:val="1"/>
        </w:numPr>
      </w:pPr>
      <w:r w:rsidRPr="000B73EF">
        <w:t>there is a judicial system that treats everyone in the same way</w:t>
      </w:r>
    </w:p>
    <w:p w:rsidR="00F44297" w:rsidRPr="000B73EF" w:rsidRDefault="00F44297" w:rsidP="00F44297">
      <w:pPr>
        <w:pStyle w:val="QuestionList"/>
        <w:numPr>
          <w:ilvl w:val="0"/>
          <w:numId w:val="1"/>
        </w:numPr>
      </w:pPr>
      <w:r w:rsidRPr="000B73EF">
        <w:t>the military is under the control of civilian leaders</w:t>
      </w:r>
    </w:p>
    <w:p w:rsidR="00F44297" w:rsidRPr="000B73EF" w:rsidRDefault="00F44297" w:rsidP="00F44297">
      <w:pPr>
        <w:pStyle w:val="QuestionList"/>
        <w:numPr>
          <w:ilvl w:val="0"/>
          <w:numId w:val="1"/>
        </w:numPr>
      </w:pPr>
      <w:r w:rsidRPr="000B73EF">
        <w:t xml:space="preserve">the media can report the news without </w:t>
      </w:r>
      <w:r w:rsidRPr="000B73EF">
        <w:rPr>
          <w:b/>
        </w:rPr>
        <w:t>(state/government)</w:t>
      </w:r>
      <w:r w:rsidRPr="000B73EF">
        <w:t xml:space="preserve"> censorship</w:t>
      </w:r>
    </w:p>
    <w:p w:rsidR="00F44297" w:rsidRPr="000B73EF" w:rsidRDefault="00F44297" w:rsidP="00F44297">
      <w:pPr>
        <w:pStyle w:val="QuestionList"/>
        <w:numPr>
          <w:ilvl w:val="0"/>
          <w:numId w:val="1"/>
        </w:numPr>
      </w:pPr>
      <w:r w:rsidRPr="000B73EF">
        <w:t>you can practice your religion freely</w:t>
      </w:r>
    </w:p>
    <w:p w:rsidR="00F44297" w:rsidRPr="000B73EF" w:rsidRDefault="00F44297" w:rsidP="00F44297">
      <w:pPr>
        <w:pStyle w:val="QuestionList"/>
        <w:numPr>
          <w:ilvl w:val="0"/>
          <w:numId w:val="1"/>
        </w:numPr>
      </w:pPr>
      <w:r w:rsidRPr="000B73EF">
        <w:t>there is economic prosperity</w:t>
      </w:r>
    </w:p>
    <w:p w:rsidR="00F44297" w:rsidRPr="00AA2BC8" w:rsidRDefault="00AA2BC8" w:rsidP="00AA2BC8">
      <w:pPr>
        <w:pStyle w:val="QuestionListLast"/>
        <w:rPr>
          <w:sz w:val="20"/>
          <w:szCs w:val="20"/>
        </w:rPr>
      </w:pPr>
      <w:proofErr w:type="gramStart"/>
      <w:r w:rsidRPr="00AA2BC8">
        <w:rPr>
          <w:b/>
          <w:sz w:val="20"/>
          <w:szCs w:val="20"/>
        </w:rPr>
        <w:t>h</w:t>
      </w:r>
      <w:proofErr w:type="gramEnd"/>
      <w:r w:rsidRPr="00AA2BC8">
        <w:rPr>
          <w:b/>
          <w:sz w:val="20"/>
          <w:szCs w:val="20"/>
        </w:rPr>
        <w:t>.</w:t>
      </w:r>
      <w:r w:rsidRPr="00AA2BC8">
        <w:rPr>
          <w:sz w:val="20"/>
          <w:szCs w:val="20"/>
        </w:rPr>
        <w:tab/>
      </w:r>
      <w:r w:rsidR="00F44297" w:rsidRPr="00AA2BC8">
        <w:rPr>
          <w:sz w:val="20"/>
          <w:szCs w:val="20"/>
        </w:rPr>
        <w:t xml:space="preserve">law and order is maintained </w:t>
      </w:r>
    </w:p>
    <w:p w:rsidR="00F44297" w:rsidRPr="000B73EF" w:rsidRDefault="00F44297" w:rsidP="00F44297">
      <w:pPr>
        <w:pStyle w:val="QuestionResponse"/>
      </w:pPr>
      <w:r w:rsidRPr="000B73EF">
        <w:t>1</w:t>
      </w:r>
      <w:r w:rsidRPr="000B73EF">
        <w:tab/>
        <w:t>Very important</w:t>
      </w:r>
    </w:p>
    <w:p w:rsidR="00F44297" w:rsidRPr="000B73EF" w:rsidRDefault="00F44297" w:rsidP="00F44297">
      <w:pPr>
        <w:pStyle w:val="QuestionResponse"/>
      </w:pPr>
      <w:r w:rsidRPr="000B73EF">
        <w:t>2</w:t>
      </w:r>
      <w:r w:rsidRPr="000B73EF">
        <w:tab/>
        <w:t>Somewhat important</w:t>
      </w:r>
    </w:p>
    <w:p w:rsidR="00F44297" w:rsidRPr="000B73EF" w:rsidRDefault="00F44297" w:rsidP="00F44297">
      <w:pPr>
        <w:pStyle w:val="QuestionResponse"/>
      </w:pPr>
      <w:r w:rsidRPr="000B73EF">
        <w:t>3</w:t>
      </w:r>
      <w:r w:rsidRPr="000B73EF">
        <w:tab/>
        <w:t>Not too important</w:t>
      </w:r>
    </w:p>
    <w:p w:rsidR="00F44297" w:rsidRPr="000B73EF" w:rsidRDefault="00F44297" w:rsidP="00F44297">
      <w:pPr>
        <w:pStyle w:val="QuestionResponse"/>
      </w:pPr>
      <w:r w:rsidRPr="000B73EF">
        <w:t>4</w:t>
      </w:r>
      <w:r w:rsidRPr="000B73EF">
        <w:tab/>
        <w:t>Not important at all</w:t>
      </w:r>
    </w:p>
    <w:p w:rsidR="00F44297" w:rsidRPr="000B73EF" w:rsidRDefault="00F44297" w:rsidP="00F44297">
      <w:pPr>
        <w:pStyle w:val="QuestionResponse"/>
      </w:pPr>
      <w:r w:rsidRPr="000B73EF">
        <w:t>8</w:t>
      </w:r>
      <w:r w:rsidRPr="000B73EF">
        <w:tab/>
        <w:t>Don’t know (DO NOT READ)</w:t>
      </w:r>
    </w:p>
    <w:p w:rsidR="00F44297" w:rsidRPr="000B73EF" w:rsidRDefault="00F44297" w:rsidP="00F44297">
      <w:pPr>
        <w:pStyle w:val="QuestionResponseLast"/>
      </w:pPr>
      <w:r w:rsidRPr="000B73EF">
        <w:t>9</w:t>
      </w:r>
      <w:r w:rsidRPr="000B73EF">
        <w:tab/>
        <w:t>Refused (DO NOT READ</w:t>
      </w:r>
    </w:p>
    <w:p w:rsidR="006C1A80" w:rsidRPr="001E586A" w:rsidRDefault="006C1A80" w:rsidP="006C1A80">
      <w:pPr>
        <w:pStyle w:val="QuestionInstruction"/>
        <w:rPr>
          <w:caps/>
        </w:rPr>
      </w:pPr>
      <w:r w:rsidRPr="001E586A">
        <w:rPr>
          <w:caps/>
        </w:rPr>
        <w:t>ASK ALL IN Argentina, Bolivia, Brazil, Chile, El Salvador, Ghana, Kenya, Mexico, Niger</w:t>
      </w:r>
      <w:r w:rsidR="00C8546E">
        <w:rPr>
          <w:caps/>
        </w:rPr>
        <w:t xml:space="preserve">ia, </w:t>
      </w:r>
      <w:r w:rsidRPr="001E586A">
        <w:rPr>
          <w:caps/>
        </w:rPr>
        <w:t xml:space="preserve">Senegal, South Africa, </w:t>
      </w:r>
      <w:r w:rsidRPr="00DF423A">
        <w:rPr>
          <w:caps/>
        </w:rPr>
        <w:t>Uganda, and</w:t>
      </w:r>
      <w:r w:rsidRPr="001E586A">
        <w:rPr>
          <w:caps/>
        </w:rPr>
        <w:t xml:space="preserve"> Venezuela ONLY</w:t>
      </w:r>
    </w:p>
    <w:p w:rsidR="00F44297" w:rsidRPr="000B73EF" w:rsidRDefault="0054085C" w:rsidP="00F44297">
      <w:pPr>
        <w:pStyle w:val="Question"/>
        <w:rPr>
          <w:i/>
          <w:iCs/>
        </w:rPr>
      </w:pPr>
      <w:r w:rsidRPr="000B73EF">
        <w:rPr>
          <w:rFonts w:ascii="Tahoma" w:hAnsi="Tahoma" w:cs="Tahoma"/>
          <w:b/>
          <w:sz w:val="16"/>
        </w:rPr>
        <w:t>Q</w:t>
      </w:r>
      <w:r w:rsidR="00CD05D6" w:rsidRPr="000B73EF">
        <w:rPr>
          <w:rFonts w:ascii="Tahoma" w:hAnsi="Tahoma" w:cs="Tahoma"/>
          <w:b/>
          <w:sz w:val="16"/>
        </w:rPr>
        <w:t>86</w:t>
      </w:r>
      <w:r w:rsidR="00F44297" w:rsidRPr="000B73EF">
        <w:tab/>
        <w:t xml:space="preserve">I am going to read you the same list.  Does (INSERT) describe our country very well, somewhat well, not too well or not well at all?  </w:t>
      </w:r>
      <w:r w:rsidR="00F44297" w:rsidRPr="00AA2BC8">
        <w:rPr>
          <w:i/>
        </w:rPr>
        <w:t>(SHOW CARD)</w:t>
      </w:r>
      <w:r w:rsidR="00F44297" w:rsidRPr="000B73EF">
        <w:t xml:space="preserve"> </w:t>
      </w:r>
    </w:p>
    <w:p w:rsidR="00F44297" w:rsidRPr="000B73EF" w:rsidRDefault="00F44297" w:rsidP="00F44297">
      <w:pPr>
        <w:pStyle w:val="QuestionList"/>
        <w:numPr>
          <w:ilvl w:val="0"/>
          <w:numId w:val="2"/>
        </w:numPr>
      </w:pPr>
      <w:r w:rsidRPr="000B73EF">
        <w:t xml:space="preserve">you can openly say what you think and can criticize the </w:t>
      </w:r>
      <w:r w:rsidRPr="000B73EF">
        <w:rPr>
          <w:b/>
        </w:rPr>
        <w:t>(state/government)</w:t>
      </w:r>
    </w:p>
    <w:p w:rsidR="00F44297" w:rsidRPr="000B73EF" w:rsidRDefault="00F44297" w:rsidP="00F44297">
      <w:pPr>
        <w:pStyle w:val="QuestionList"/>
        <w:numPr>
          <w:ilvl w:val="0"/>
          <w:numId w:val="2"/>
        </w:numPr>
      </w:pPr>
      <w:r w:rsidRPr="000B73EF">
        <w:t>honest elections are held regularly with a choice of at least two political parties</w:t>
      </w:r>
    </w:p>
    <w:p w:rsidR="00F44297" w:rsidRPr="000B73EF" w:rsidRDefault="00F44297" w:rsidP="00F44297">
      <w:pPr>
        <w:pStyle w:val="QuestionList"/>
        <w:numPr>
          <w:ilvl w:val="0"/>
          <w:numId w:val="2"/>
        </w:numPr>
      </w:pPr>
      <w:r w:rsidRPr="000B73EF">
        <w:t>there is a judicial system that treats everyone in the same way</w:t>
      </w:r>
    </w:p>
    <w:p w:rsidR="00F44297" w:rsidRPr="000B73EF" w:rsidRDefault="00F44297" w:rsidP="00F44297">
      <w:pPr>
        <w:pStyle w:val="QuestionList"/>
        <w:numPr>
          <w:ilvl w:val="0"/>
          <w:numId w:val="2"/>
        </w:numPr>
      </w:pPr>
      <w:r w:rsidRPr="000B73EF">
        <w:t>the military is under the control of civilian leaders</w:t>
      </w:r>
    </w:p>
    <w:p w:rsidR="00F44297" w:rsidRPr="000B73EF" w:rsidRDefault="00F44297" w:rsidP="00F44297">
      <w:pPr>
        <w:pStyle w:val="QuestionList"/>
        <w:numPr>
          <w:ilvl w:val="0"/>
          <w:numId w:val="2"/>
        </w:numPr>
      </w:pPr>
      <w:r w:rsidRPr="000B73EF">
        <w:t xml:space="preserve">the media can report the news without </w:t>
      </w:r>
      <w:r w:rsidRPr="000B73EF">
        <w:rPr>
          <w:b/>
        </w:rPr>
        <w:t>(state/government)</w:t>
      </w:r>
      <w:r w:rsidRPr="000B73EF">
        <w:t xml:space="preserve"> censorship</w:t>
      </w:r>
    </w:p>
    <w:p w:rsidR="00F44297" w:rsidRPr="000B73EF" w:rsidRDefault="00F44297" w:rsidP="00F44297">
      <w:pPr>
        <w:pStyle w:val="QuestionList"/>
        <w:numPr>
          <w:ilvl w:val="0"/>
          <w:numId w:val="2"/>
        </w:numPr>
      </w:pPr>
      <w:r w:rsidRPr="000B73EF">
        <w:t>you can practice your religion freely</w:t>
      </w:r>
    </w:p>
    <w:p w:rsidR="00F44297" w:rsidRPr="000B73EF" w:rsidRDefault="00F44297" w:rsidP="00F44297">
      <w:pPr>
        <w:pStyle w:val="QuestionList"/>
        <w:numPr>
          <w:ilvl w:val="0"/>
          <w:numId w:val="2"/>
        </w:numPr>
      </w:pPr>
      <w:r w:rsidRPr="000B73EF">
        <w:t>there is economic prosperity</w:t>
      </w:r>
    </w:p>
    <w:p w:rsidR="00AA2BC8" w:rsidRPr="00F1456A" w:rsidRDefault="00AA2BC8" w:rsidP="00AA2BC8">
      <w:pPr>
        <w:pStyle w:val="QuestionListLast"/>
        <w:rPr>
          <w:sz w:val="18"/>
          <w:szCs w:val="20"/>
        </w:rPr>
      </w:pPr>
      <w:proofErr w:type="gramStart"/>
      <w:r w:rsidRPr="00AA2BC8">
        <w:rPr>
          <w:b/>
          <w:sz w:val="20"/>
          <w:szCs w:val="20"/>
        </w:rPr>
        <w:t>h</w:t>
      </w:r>
      <w:proofErr w:type="gramEnd"/>
      <w:r w:rsidRPr="00AA2BC8">
        <w:rPr>
          <w:b/>
          <w:sz w:val="20"/>
          <w:szCs w:val="20"/>
        </w:rPr>
        <w:t>.</w:t>
      </w:r>
      <w:r w:rsidRPr="00AA2BC8">
        <w:rPr>
          <w:sz w:val="20"/>
          <w:szCs w:val="20"/>
        </w:rPr>
        <w:tab/>
        <w:t xml:space="preserve">law and order is maintained </w:t>
      </w:r>
    </w:p>
    <w:p w:rsidR="00F44297" w:rsidRPr="000B73EF" w:rsidRDefault="00F44297" w:rsidP="00F44297">
      <w:pPr>
        <w:pStyle w:val="QuestionResponse"/>
      </w:pPr>
      <w:r w:rsidRPr="000B73EF">
        <w:t>1</w:t>
      </w:r>
      <w:r w:rsidRPr="000B73EF">
        <w:tab/>
        <w:t>Very well</w:t>
      </w:r>
    </w:p>
    <w:p w:rsidR="00F44297" w:rsidRPr="000B73EF" w:rsidRDefault="00F44297" w:rsidP="00F44297">
      <w:pPr>
        <w:pStyle w:val="QuestionResponse"/>
      </w:pPr>
      <w:r w:rsidRPr="000B73EF">
        <w:t>2</w:t>
      </w:r>
      <w:r w:rsidRPr="000B73EF">
        <w:tab/>
        <w:t>Somewhat well</w:t>
      </w:r>
    </w:p>
    <w:p w:rsidR="00F44297" w:rsidRPr="000B73EF" w:rsidRDefault="00F44297" w:rsidP="00F44297">
      <w:pPr>
        <w:pStyle w:val="QuestionResponse"/>
      </w:pPr>
      <w:r w:rsidRPr="000B73EF">
        <w:t>3</w:t>
      </w:r>
      <w:r w:rsidRPr="000B73EF">
        <w:tab/>
        <w:t>Not too well</w:t>
      </w:r>
    </w:p>
    <w:p w:rsidR="00F44297" w:rsidRPr="000B73EF" w:rsidRDefault="00F44297" w:rsidP="00F44297">
      <w:pPr>
        <w:pStyle w:val="QuestionResponse"/>
      </w:pPr>
      <w:r w:rsidRPr="000B73EF">
        <w:t>4</w:t>
      </w:r>
      <w:r w:rsidRPr="000B73EF">
        <w:tab/>
        <w:t>Not well at all</w:t>
      </w:r>
    </w:p>
    <w:p w:rsidR="00F44297" w:rsidRPr="000B73EF" w:rsidRDefault="00F44297" w:rsidP="00F44297">
      <w:pPr>
        <w:pStyle w:val="QuestionResponse"/>
      </w:pPr>
      <w:r w:rsidRPr="000B73EF">
        <w:t>8</w:t>
      </w:r>
      <w:r w:rsidRPr="000B73EF">
        <w:tab/>
        <w:t>Don’t know (DO NOT READ)</w:t>
      </w:r>
    </w:p>
    <w:p w:rsidR="00F44297" w:rsidRPr="000B73EF" w:rsidRDefault="00F44297" w:rsidP="00F44297">
      <w:pPr>
        <w:pStyle w:val="QuestionResponseLast"/>
      </w:pPr>
      <w:r w:rsidRPr="000B73EF">
        <w:t>9</w:t>
      </w:r>
      <w:r w:rsidRPr="000B73EF">
        <w:tab/>
        <w:t>Refused (DO NOT READ</w:t>
      </w:r>
    </w:p>
    <w:p w:rsidR="00DA4886" w:rsidRPr="00DA4886" w:rsidRDefault="00DB70D3" w:rsidP="00DA4886">
      <w:pPr>
        <w:keepNext/>
        <w:keepLines/>
        <w:spacing w:after="240" w:line="240" w:lineRule="auto"/>
        <w:ind w:left="720" w:hanging="720"/>
        <w:rPr>
          <w:rFonts w:ascii="Times New Roman" w:eastAsia="Times New Roman" w:hAnsi="Times New Roman" w:cs="Times New Roman"/>
          <w:szCs w:val="24"/>
        </w:rPr>
      </w:pPr>
      <w:r w:rsidRPr="000B73EF">
        <w:rPr>
          <w:rFonts w:ascii="Tahoma" w:hAnsi="Tahoma" w:cs="Tahoma"/>
          <w:b/>
          <w:sz w:val="16"/>
        </w:rPr>
        <w:lastRenderedPageBreak/>
        <w:t>Q</w:t>
      </w:r>
      <w:r>
        <w:rPr>
          <w:rFonts w:ascii="Tahoma" w:hAnsi="Tahoma" w:cs="Tahoma"/>
          <w:b/>
          <w:sz w:val="16"/>
        </w:rPr>
        <w:t>87</w:t>
      </w:r>
      <w:r>
        <w:rPr>
          <w:rFonts w:ascii="Tahoma" w:hAnsi="Tahoma" w:cs="Tahoma"/>
          <w:b/>
          <w:sz w:val="16"/>
        </w:rPr>
        <w:tab/>
      </w:r>
      <w:r w:rsidR="009E5968">
        <w:rPr>
          <w:rFonts w:ascii="Times New Roman" w:eastAsia="Times New Roman" w:hAnsi="Times New Roman" w:cs="Times New Roman"/>
          <w:szCs w:val="24"/>
        </w:rPr>
        <w:t>NOT ASKED</w:t>
      </w:r>
    </w:p>
    <w:p w:rsidR="006C1A80" w:rsidRPr="001E586A" w:rsidRDefault="006C1A80" w:rsidP="006C1A80">
      <w:pPr>
        <w:pStyle w:val="QuestionInstruction"/>
        <w:rPr>
          <w:caps/>
        </w:rPr>
      </w:pPr>
      <w:r w:rsidRPr="001E586A">
        <w:rPr>
          <w:caps/>
        </w:rPr>
        <w:t xml:space="preserve">ASK ALL IN Argentina, Bolivia, Brazil, Chile, </w:t>
      </w:r>
      <w:r>
        <w:rPr>
          <w:caps/>
        </w:rPr>
        <w:t xml:space="preserve">egypt, </w:t>
      </w:r>
      <w:r w:rsidRPr="001E586A">
        <w:rPr>
          <w:caps/>
        </w:rPr>
        <w:t>El Salvador, G</w:t>
      </w:r>
      <w:r w:rsidR="00C8546E">
        <w:rPr>
          <w:caps/>
        </w:rPr>
        <w:t xml:space="preserve">hana, Kenya, Mexico, Nigeria, </w:t>
      </w:r>
      <w:r w:rsidRPr="001E586A">
        <w:rPr>
          <w:caps/>
        </w:rPr>
        <w:t xml:space="preserve">Senegal, South Africa, </w:t>
      </w:r>
      <w:r>
        <w:rPr>
          <w:caps/>
        </w:rPr>
        <w:t xml:space="preserve">Tunisia, </w:t>
      </w:r>
      <w:r w:rsidRPr="00846194">
        <w:rPr>
          <w:caps/>
        </w:rPr>
        <w:t>Uganda,</w:t>
      </w:r>
      <w:r w:rsidRPr="001E586A">
        <w:rPr>
          <w:caps/>
        </w:rPr>
        <w:t xml:space="preserve"> and Venezuela ONLY</w:t>
      </w:r>
    </w:p>
    <w:p w:rsidR="00F44297" w:rsidRPr="000B73EF" w:rsidRDefault="0054085C" w:rsidP="00F44297">
      <w:pPr>
        <w:pStyle w:val="Question"/>
      </w:pPr>
      <w:r w:rsidRPr="000B73EF">
        <w:rPr>
          <w:rFonts w:ascii="Tahoma" w:hAnsi="Tahoma" w:cs="Tahoma"/>
          <w:b/>
          <w:sz w:val="16"/>
        </w:rPr>
        <w:t>Q</w:t>
      </w:r>
      <w:r w:rsidR="00CD05D6" w:rsidRPr="000B73EF">
        <w:rPr>
          <w:rFonts w:ascii="Tahoma" w:hAnsi="Tahoma" w:cs="Tahoma"/>
          <w:b/>
          <w:sz w:val="16"/>
        </w:rPr>
        <w:t>88</w:t>
      </w:r>
      <w:r w:rsidR="00F44297" w:rsidRPr="000B73EF">
        <w:tab/>
        <w:t xml:space="preserve">Some feel that we should rely on a democratic form of government to solve our country's problems.  Others feel that we should rely on a leader with a strong hand to solve our country's problems.  Which comes closer to your opinion? </w:t>
      </w:r>
    </w:p>
    <w:p w:rsidR="00F44297" w:rsidRPr="000B73EF" w:rsidRDefault="00F44297" w:rsidP="00F44297">
      <w:pPr>
        <w:pStyle w:val="QuestionResponse"/>
      </w:pPr>
      <w:r w:rsidRPr="000B73EF">
        <w:t>1</w:t>
      </w:r>
      <w:r w:rsidRPr="000B73EF">
        <w:tab/>
        <w:t>Democratic form of government</w:t>
      </w:r>
    </w:p>
    <w:p w:rsidR="00F44297" w:rsidRPr="000B73EF" w:rsidRDefault="00F44297" w:rsidP="00F44297">
      <w:pPr>
        <w:pStyle w:val="QuestionResponse"/>
      </w:pPr>
      <w:r w:rsidRPr="000B73EF">
        <w:t>2</w:t>
      </w:r>
      <w:r w:rsidRPr="000B73EF">
        <w:tab/>
        <w:t>Strong leader</w:t>
      </w:r>
    </w:p>
    <w:p w:rsidR="00F44297" w:rsidRPr="000B73EF" w:rsidRDefault="00F44297" w:rsidP="00F44297">
      <w:pPr>
        <w:pStyle w:val="QuestionResponse"/>
      </w:pPr>
      <w:r w:rsidRPr="000B73EF">
        <w:t>8</w:t>
      </w:r>
      <w:r w:rsidRPr="000B73EF">
        <w:tab/>
        <w:t>Don’t know (DO NOT READ)</w:t>
      </w:r>
    </w:p>
    <w:p w:rsidR="00F44297" w:rsidRPr="000B73EF" w:rsidRDefault="00F44297" w:rsidP="00F44297">
      <w:pPr>
        <w:pStyle w:val="QuestionResponseLast"/>
      </w:pPr>
      <w:r w:rsidRPr="000B73EF">
        <w:t>9</w:t>
      </w:r>
      <w:r w:rsidRPr="000B73EF">
        <w:tab/>
        <w:t>Refused (DO NOT READ)</w:t>
      </w:r>
    </w:p>
    <w:p w:rsidR="006C1A80" w:rsidRPr="001E586A" w:rsidRDefault="006C1A80" w:rsidP="006C1A80">
      <w:pPr>
        <w:pStyle w:val="QuestionInstruction"/>
        <w:rPr>
          <w:caps/>
        </w:rPr>
      </w:pPr>
      <w:r w:rsidRPr="001E586A">
        <w:rPr>
          <w:caps/>
        </w:rPr>
        <w:t xml:space="preserve">ASK ALL IN Argentina, Bolivia, Brazil, Chile, </w:t>
      </w:r>
      <w:r>
        <w:rPr>
          <w:caps/>
        </w:rPr>
        <w:t xml:space="preserve">egypt, </w:t>
      </w:r>
      <w:r w:rsidRPr="001E586A">
        <w:rPr>
          <w:caps/>
        </w:rPr>
        <w:t xml:space="preserve">El Salvador, </w:t>
      </w:r>
      <w:r w:rsidRPr="004A73FC">
        <w:rPr>
          <w:caps/>
        </w:rPr>
        <w:t>G</w:t>
      </w:r>
      <w:r w:rsidR="00C8546E">
        <w:rPr>
          <w:caps/>
        </w:rPr>
        <w:t xml:space="preserve">hana, Kenya, Mexico, Nigeria, </w:t>
      </w:r>
      <w:r w:rsidRPr="004A73FC">
        <w:rPr>
          <w:caps/>
        </w:rPr>
        <w:t>Senegal, South Africa, Tunisia, Uganda, and</w:t>
      </w:r>
      <w:r w:rsidRPr="001E586A">
        <w:rPr>
          <w:caps/>
        </w:rPr>
        <w:t xml:space="preserve"> Venezuela ONLY</w:t>
      </w:r>
    </w:p>
    <w:p w:rsidR="00F44297" w:rsidRPr="000B73EF" w:rsidRDefault="0054085C" w:rsidP="00F44297">
      <w:pPr>
        <w:pStyle w:val="Question"/>
      </w:pPr>
      <w:r w:rsidRPr="000B73EF">
        <w:rPr>
          <w:rFonts w:ascii="Tahoma" w:hAnsi="Tahoma" w:cs="Tahoma"/>
          <w:b/>
          <w:sz w:val="16"/>
        </w:rPr>
        <w:t>Q</w:t>
      </w:r>
      <w:r w:rsidR="00CD05D6" w:rsidRPr="000B73EF">
        <w:rPr>
          <w:rFonts w:ascii="Tahoma" w:hAnsi="Tahoma" w:cs="Tahoma"/>
          <w:b/>
          <w:sz w:val="16"/>
        </w:rPr>
        <w:t>89</w:t>
      </w:r>
      <w:r w:rsidR="00F44297" w:rsidRPr="000B73EF">
        <w:tab/>
        <w:t xml:space="preserve">If you had to choose between a good democracy </w:t>
      </w:r>
      <w:proofErr w:type="gramStart"/>
      <w:r w:rsidR="00F44297" w:rsidRPr="000B73EF">
        <w:t>or</w:t>
      </w:r>
      <w:proofErr w:type="gramEnd"/>
      <w:r w:rsidR="00F44297" w:rsidRPr="000B73EF">
        <w:t xml:space="preserve"> a strong economy, which would you say is more important?  </w:t>
      </w:r>
    </w:p>
    <w:p w:rsidR="00F44297" w:rsidRPr="000B73EF" w:rsidRDefault="00F44297" w:rsidP="00F44297">
      <w:pPr>
        <w:pStyle w:val="QuestionResponse"/>
      </w:pPr>
      <w:r w:rsidRPr="000B73EF">
        <w:t>1</w:t>
      </w:r>
      <w:r w:rsidRPr="000B73EF">
        <w:tab/>
        <w:t>A good democracy</w:t>
      </w:r>
    </w:p>
    <w:p w:rsidR="00F44297" w:rsidRPr="000B73EF" w:rsidRDefault="00F44297" w:rsidP="00F44297">
      <w:pPr>
        <w:pStyle w:val="QuestionResponse"/>
      </w:pPr>
      <w:r w:rsidRPr="000B73EF">
        <w:t>2</w:t>
      </w:r>
      <w:r w:rsidRPr="000B73EF">
        <w:tab/>
        <w:t>A strong economy</w:t>
      </w:r>
    </w:p>
    <w:p w:rsidR="00F44297" w:rsidRPr="000B73EF" w:rsidRDefault="00F44297" w:rsidP="00F44297">
      <w:pPr>
        <w:pStyle w:val="QuestionResponse"/>
      </w:pPr>
      <w:r w:rsidRPr="000B73EF">
        <w:t>8</w:t>
      </w:r>
      <w:r w:rsidRPr="000B73EF">
        <w:tab/>
        <w:t>Don’t know (DO NOT READ)</w:t>
      </w:r>
    </w:p>
    <w:p w:rsidR="00F44297" w:rsidRPr="000B73EF" w:rsidRDefault="00F44297" w:rsidP="00F44297">
      <w:pPr>
        <w:pStyle w:val="QuestionResponseLast"/>
      </w:pPr>
      <w:r w:rsidRPr="000B73EF">
        <w:t>9</w:t>
      </w:r>
      <w:r w:rsidRPr="000B73EF">
        <w:tab/>
        <w:t>Refused (DO NOT READ)</w:t>
      </w:r>
    </w:p>
    <w:p w:rsidR="006C1A80" w:rsidRPr="001E586A" w:rsidRDefault="006C1A80" w:rsidP="006C1A80">
      <w:pPr>
        <w:pStyle w:val="QuestionInstruction"/>
        <w:rPr>
          <w:caps/>
        </w:rPr>
      </w:pPr>
      <w:r w:rsidRPr="001E586A">
        <w:rPr>
          <w:caps/>
        </w:rPr>
        <w:t xml:space="preserve">ASK ALL IN Argentina, Bolivia, Brazil, Chile, </w:t>
      </w:r>
      <w:r>
        <w:rPr>
          <w:caps/>
        </w:rPr>
        <w:t xml:space="preserve">egypt, </w:t>
      </w:r>
      <w:r w:rsidRPr="001E586A">
        <w:rPr>
          <w:caps/>
        </w:rPr>
        <w:t>El Salvador, Ghana</w:t>
      </w:r>
      <w:r w:rsidR="00C8546E">
        <w:rPr>
          <w:caps/>
        </w:rPr>
        <w:t xml:space="preserve">, Kenya, Mexico, Nigeria, </w:t>
      </w:r>
      <w:r w:rsidRPr="00AF221B">
        <w:rPr>
          <w:caps/>
        </w:rPr>
        <w:t>Senegal, South Africa, Tunisia, Uganda,</w:t>
      </w:r>
      <w:r w:rsidRPr="001E586A">
        <w:rPr>
          <w:caps/>
        </w:rPr>
        <w:t xml:space="preserve"> and Venezuela ONLY</w:t>
      </w:r>
    </w:p>
    <w:p w:rsidR="00F44297" w:rsidRPr="000B73EF" w:rsidRDefault="0054085C" w:rsidP="00F44297">
      <w:pPr>
        <w:pStyle w:val="Question"/>
      </w:pPr>
      <w:r w:rsidRPr="000B73EF">
        <w:rPr>
          <w:rFonts w:ascii="Tahoma" w:hAnsi="Tahoma" w:cs="Tahoma"/>
          <w:b/>
          <w:sz w:val="16"/>
        </w:rPr>
        <w:t>Q</w:t>
      </w:r>
      <w:r w:rsidR="00CD05D6" w:rsidRPr="000B73EF">
        <w:rPr>
          <w:rFonts w:ascii="Tahoma" w:hAnsi="Tahoma" w:cs="Tahoma"/>
          <w:b/>
          <w:sz w:val="16"/>
        </w:rPr>
        <w:t>90</w:t>
      </w:r>
      <w:r w:rsidR="00F44297" w:rsidRPr="000B73EF">
        <w:tab/>
        <w:t xml:space="preserve">How satisfied are you with the way democracy is working in our country – very satisfied, somewhat satisfied, not too satisfied or not at all satisfied? </w:t>
      </w:r>
    </w:p>
    <w:p w:rsidR="00F44297" w:rsidRPr="000B73EF" w:rsidRDefault="00F44297" w:rsidP="00F44297">
      <w:pPr>
        <w:pStyle w:val="QuestionResponse"/>
      </w:pPr>
      <w:r w:rsidRPr="000B73EF">
        <w:t>1</w:t>
      </w:r>
      <w:r w:rsidRPr="000B73EF">
        <w:tab/>
        <w:t>Very satisfied</w:t>
      </w:r>
    </w:p>
    <w:p w:rsidR="00F44297" w:rsidRPr="000B73EF" w:rsidRDefault="00F44297" w:rsidP="00F44297">
      <w:pPr>
        <w:pStyle w:val="QuestionResponse"/>
      </w:pPr>
      <w:r w:rsidRPr="000B73EF">
        <w:t>2</w:t>
      </w:r>
      <w:r w:rsidRPr="000B73EF">
        <w:tab/>
        <w:t>Somewhat satisfied</w:t>
      </w:r>
    </w:p>
    <w:p w:rsidR="00F44297" w:rsidRPr="000B73EF" w:rsidRDefault="00F44297" w:rsidP="00F44297">
      <w:pPr>
        <w:pStyle w:val="QuestionResponse"/>
      </w:pPr>
      <w:r w:rsidRPr="000B73EF">
        <w:t>3</w:t>
      </w:r>
      <w:r w:rsidRPr="000B73EF">
        <w:tab/>
        <w:t>Not too satisfied</w:t>
      </w:r>
    </w:p>
    <w:p w:rsidR="00F44297" w:rsidRPr="000B73EF" w:rsidRDefault="00F44297" w:rsidP="00F44297">
      <w:pPr>
        <w:pStyle w:val="QuestionResponse"/>
      </w:pPr>
      <w:r w:rsidRPr="000B73EF">
        <w:t>4</w:t>
      </w:r>
      <w:r w:rsidRPr="000B73EF">
        <w:tab/>
        <w:t>Not at all satisfied</w:t>
      </w:r>
    </w:p>
    <w:p w:rsidR="00F44297" w:rsidRPr="000B73EF" w:rsidRDefault="00F44297" w:rsidP="00F44297">
      <w:pPr>
        <w:pStyle w:val="QuestionResponse"/>
      </w:pPr>
      <w:r w:rsidRPr="000B73EF">
        <w:t>8</w:t>
      </w:r>
      <w:r w:rsidRPr="000B73EF">
        <w:tab/>
        <w:t>Don’t know (DO NOT READ)</w:t>
      </w:r>
    </w:p>
    <w:p w:rsidR="00F44297" w:rsidRPr="000B73EF" w:rsidRDefault="00F44297" w:rsidP="00F44297">
      <w:pPr>
        <w:pStyle w:val="QuestionResponseLast"/>
      </w:pPr>
      <w:r w:rsidRPr="000B73EF">
        <w:t>9</w:t>
      </w:r>
      <w:r w:rsidRPr="000B73EF">
        <w:tab/>
        <w:t>Refused (DO NOT READ)</w:t>
      </w:r>
    </w:p>
    <w:p w:rsidR="00F47A60" w:rsidRPr="000B73EF" w:rsidRDefault="00F47A60" w:rsidP="00F47A60">
      <w:pPr>
        <w:pStyle w:val="QuestionInstruction"/>
        <w:rPr>
          <w:rFonts w:cs="Calibri"/>
        </w:rPr>
      </w:pPr>
      <w:r w:rsidRPr="000B73EF">
        <w:lastRenderedPageBreak/>
        <w:t xml:space="preserve">ASK ALL IN </w:t>
      </w:r>
      <w:r w:rsidR="006C1A80" w:rsidRPr="000B73EF">
        <w:t xml:space="preserve">EL SALVADOR AND </w:t>
      </w:r>
      <w:r w:rsidRPr="000B73EF">
        <w:t>MEXICO ONLY</w:t>
      </w:r>
    </w:p>
    <w:p w:rsidR="00F47A60" w:rsidRPr="000B73EF" w:rsidRDefault="0054085C" w:rsidP="00F47A60">
      <w:pPr>
        <w:pStyle w:val="Question"/>
      </w:pPr>
      <w:r w:rsidRPr="000B73EF">
        <w:rPr>
          <w:rFonts w:ascii="Tahoma" w:hAnsi="Tahoma" w:cs="Tahoma"/>
          <w:b/>
          <w:sz w:val="16"/>
        </w:rPr>
        <w:t>Q</w:t>
      </w:r>
      <w:r w:rsidR="00CD05D6" w:rsidRPr="000B73EF">
        <w:rPr>
          <w:rFonts w:ascii="Tahoma" w:hAnsi="Tahoma" w:cs="Tahoma"/>
          <w:b/>
          <w:sz w:val="16"/>
        </w:rPr>
        <w:t>91</w:t>
      </w:r>
      <w:r w:rsidR="00F47A60" w:rsidRPr="000B73EF">
        <w:tab/>
        <w:t xml:space="preserve">In the past year, how often, if ever, have you had to do a favor, give a gift or pay a bribe to a government official in order to get services or a document that the government is supposed to provide? </w:t>
      </w:r>
      <w:proofErr w:type="gramStart"/>
      <w:r w:rsidR="00F47A60" w:rsidRPr="000B73EF">
        <w:t>Very often, somewhat often, not too often, not at all.</w:t>
      </w:r>
      <w:proofErr w:type="gramEnd"/>
    </w:p>
    <w:p w:rsidR="00F47A60" w:rsidRPr="000B73EF" w:rsidRDefault="00F47A60" w:rsidP="00F47A60">
      <w:pPr>
        <w:pStyle w:val="QuestionResponse"/>
      </w:pPr>
      <w:r w:rsidRPr="000B73EF">
        <w:t>1</w:t>
      </w:r>
      <w:r w:rsidRPr="000B73EF">
        <w:tab/>
        <w:t>Very often</w:t>
      </w:r>
    </w:p>
    <w:p w:rsidR="00F47A60" w:rsidRPr="000B73EF" w:rsidRDefault="00F47A60" w:rsidP="00F47A60">
      <w:pPr>
        <w:pStyle w:val="QuestionResponse"/>
      </w:pPr>
      <w:r w:rsidRPr="000B73EF">
        <w:t>2</w:t>
      </w:r>
      <w:r w:rsidRPr="000B73EF">
        <w:tab/>
        <w:t>Somewhat often</w:t>
      </w:r>
    </w:p>
    <w:p w:rsidR="00F47A60" w:rsidRPr="000B73EF" w:rsidRDefault="00F47A60" w:rsidP="00F47A60">
      <w:pPr>
        <w:pStyle w:val="QuestionResponse"/>
      </w:pPr>
      <w:r w:rsidRPr="000B73EF">
        <w:t>3</w:t>
      </w:r>
      <w:r w:rsidRPr="000B73EF">
        <w:tab/>
        <w:t>Not too often</w:t>
      </w:r>
    </w:p>
    <w:p w:rsidR="00F47A60" w:rsidRPr="000B73EF" w:rsidRDefault="00F47A60" w:rsidP="00F47A60">
      <w:pPr>
        <w:pStyle w:val="QuestionResponse"/>
      </w:pPr>
      <w:r w:rsidRPr="000B73EF">
        <w:t>4</w:t>
      </w:r>
      <w:r w:rsidRPr="000B73EF">
        <w:tab/>
        <w:t>Not at all</w:t>
      </w:r>
    </w:p>
    <w:p w:rsidR="00F47A60" w:rsidRPr="000B73EF" w:rsidRDefault="00F47A60" w:rsidP="00F47A60">
      <w:pPr>
        <w:pStyle w:val="QuestionResponse"/>
      </w:pPr>
      <w:r w:rsidRPr="000B73EF">
        <w:t>5</w:t>
      </w:r>
      <w:r w:rsidRPr="000B73EF">
        <w:tab/>
        <w:t>Never (DO NOT READ)</w:t>
      </w:r>
    </w:p>
    <w:p w:rsidR="00F47A60" w:rsidRPr="000B73EF" w:rsidRDefault="00F47A60" w:rsidP="00F47A60">
      <w:pPr>
        <w:pStyle w:val="QuestionResponse"/>
      </w:pPr>
      <w:r w:rsidRPr="000B73EF">
        <w:t>8</w:t>
      </w:r>
      <w:r w:rsidRPr="000B73EF">
        <w:tab/>
        <w:t>Don’t know (DO NOT READ)</w:t>
      </w:r>
    </w:p>
    <w:p w:rsidR="00F47A60" w:rsidRPr="000B73EF" w:rsidRDefault="00F47A60" w:rsidP="00AA2BC8">
      <w:pPr>
        <w:pStyle w:val="QuestionResponseLast"/>
      </w:pPr>
      <w:r w:rsidRPr="000B73EF">
        <w:t>9</w:t>
      </w:r>
      <w:r w:rsidRPr="000B73EF">
        <w:tab/>
        <w:t>Refused (DO NOT READ)</w:t>
      </w:r>
    </w:p>
    <w:p w:rsidR="00D1096A" w:rsidRPr="000B73EF" w:rsidRDefault="00D1096A" w:rsidP="00D1096A">
      <w:pPr>
        <w:pStyle w:val="QuestionInstruction"/>
      </w:pPr>
      <w:r w:rsidRPr="000B73EF">
        <w:t>ASK ALL IN EGYPT ONLY</w:t>
      </w:r>
    </w:p>
    <w:p w:rsidR="00D1096A" w:rsidRPr="000B73EF" w:rsidRDefault="0054085C" w:rsidP="00D1096A">
      <w:pPr>
        <w:pStyle w:val="Question"/>
        <w:rPr>
          <w:i/>
        </w:rPr>
      </w:pPr>
      <w:r w:rsidRPr="000B73EF">
        <w:rPr>
          <w:rFonts w:ascii="Tahoma" w:hAnsi="Tahoma" w:cs="Tahoma"/>
          <w:b/>
          <w:sz w:val="16"/>
        </w:rPr>
        <w:t>Q</w:t>
      </w:r>
      <w:r w:rsidR="00CD05D6" w:rsidRPr="000B73EF">
        <w:rPr>
          <w:rFonts w:ascii="Tahoma" w:hAnsi="Tahoma" w:cs="Tahoma"/>
          <w:b/>
          <w:sz w:val="16"/>
        </w:rPr>
        <w:t>92</w:t>
      </w:r>
      <w:r w:rsidR="00D1096A" w:rsidRPr="000B73EF">
        <w:tab/>
        <w:t xml:space="preserve">Do you think Egypt should maintain its peace treaty with Israel or do you think Egypt should annul its peace treaty with Israel? </w:t>
      </w:r>
    </w:p>
    <w:p w:rsidR="00D1096A" w:rsidRPr="000B73EF" w:rsidRDefault="00D1096A" w:rsidP="00D1096A">
      <w:pPr>
        <w:pStyle w:val="QuestionResponse"/>
      </w:pPr>
      <w:r w:rsidRPr="000B73EF">
        <w:t>1</w:t>
      </w:r>
      <w:r w:rsidRPr="000B73EF">
        <w:tab/>
        <w:t>Maintain treaty</w:t>
      </w:r>
    </w:p>
    <w:p w:rsidR="00D1096A" w:rsidRPr="000B73EF" w:rsidRDefault="00D1096A" w:rsidP="00D1096A">
      <w:pPr>
        <w:pStyle w:val="QuestionResponse"/>
      </w:pPr>
      <w:r w:rsidRPr="000B73EF">
        <w:t>2</w:t>
      </w:r>
      <w:r w:rsidRPr="000B73EF">
        <w:tab/>
        <w:t>Annul treaty</w:t>
      </w:r>
    </w:p>
    <w:p w:rsidR="00D1096A" w:rsidRPr="000B73EF" w:rsidRDefault="00D1096A" w:rsidP="00D1096A">
      <w:pPr>
        <w:pStyle w:val="QuestionResponse"/>
      </w:pPr>
      <w:r w:rsidRPr="000B73EF">
        <w:t>8</w:t>
      </w:r>
      <w:r w:rsidRPr="000B73EF">
        <w:tab/>
        <w:t>Don’t know (DO NOT READ)</w:t>
      </w:r>
    </w:p>
    <w:p w:rsidR="00261E08" w:rsidRPr="000B73EF" w:rsidRDefault="00D1096A" w:rsidP="00AA2BC8">
      <w:pPr>
        <w:pStyle w:val="QuestionResponseLast"/>
      </w:pPr>
      <w:r w:rsidRPr="000B73EF">
        <w:t>9</w:t>
      </w:r>
      <w:r w:rsidRPr="000B73EF">
        <w:tab/>
      </w:r>
      <w:r w:rsidRPr="00AA2BC8">
        <w:t>Refused</w:t>
      </w:r>
      <w:r w:rsidRPr="000B73EF">
        <w:t xml:space="preserve"> (DO NOT READ</w:t>
      </w:r>
      <w:r w:rsidR="006D4318" w:rsidRPr="000B73EF">
        <w:t>)</w:t>
      </w:r>
    </w:p>
    <w:p w:rsidR="00EB3236" w:rsidRPr="000B73EF" w:rsidRDefault="00EB3236" w:rsidP="00EB3236">
      <w:pPr>
        <w:pStyle w:val="QuestionInstruction"/>
      </w:pPr>
      <w:r w:rsidRPr="000B73EF">
        <w:t>ASK ALL IN BRITAIN, FRANCE, AND GERMANY ONLY</w:t>
      </w:r>
    </w:p>
    <w:p w:rsidR="00EB3236" w:rsidRPr="000B73EF" w:rsidRDefault="0054085C" w:rsidP="00EB3236">
      <w:pPr>
        <w:pStyle w:val="Question"/>
      </w:pPr>
      <w:r w:rsidRPr="000B73EF">
        <w:rPr>
          <w:rFonts w:ascii="Tahoma" w:hAnsi="Tahoma" w:cs="Tahoma"/>
          <w:b/>
          <w:sz w:val="16"/>
        </w:rPr>
        <w:t>Q</w:t>
      </w:r>
      <w:r w:rsidR="00CD05D6" w:rsidRPr="000B73EF">
        <w:rPr>
          <w:rFonts w:ascii="Tahoma" w:hAnsi="Tahoma" w:cs="Tahoma"/>
          <w:b/>
          <w:sz w:val="16"/>
        </w:rPr>
        <w:t>9</w:t>
      </w:r>
      <w:r w:rsidR="00DA4886">
        <w:rPr>
          <w:rFonts w:ascii="Tahoma" w:hAnsi="Tahoma" w:cs="Tahoma"/>
          <w:b/>
          <w:sz w:val="16"/>
        </w:rPr>
        <w:t>3</w:t>
      </w:r>
      <w:r w:rsidR="00EB3236" w:rsidRPr="000B73EF">
        <w:tab/>
        <w:t xml:space="preserve">Do you think the </w:t>
      </w:r>
      <w:r w:rsidR="00EB3236" w:rsidRPr="000B73EF">
        <w:rPr>
          <w:b/>
        </w:rPr>
        <w:t>(survey country)</w:t>
      </w:r>
      <w:r w:rsidR="00EB3236" w:rsidRPr="000B73EF">
        <w:t xml:space="preserve"> government should provide financial assistance to other European Union countries that have major financial problems, or don’t you think the government should do this? </w:t>
      </w:r>
    </w:p>
    <w:p w:rsidR="00EB3236" w:rsidRPr="000B73EF" w:rsidRDefault="00EB3236" w:rsidP="00EB3236">
      <w:pPr>
        <w:pStyle w:val="QuestionResponse"/>
      </w:pPr>
      <w:r w:rsidRPr="000B73EF">
        <w:t>1</w:t>
      </w:r>
      <w:r w:rsidRPr="000B73EF">
        <w:tab/>
        <w:t>Yes, provide</w:t>
      </w:r>
    </w:p>
    <w:p w:rsidR="00EB3236" w:rsidRPr="000B73EF" w:rsidRDefault="00EB3236" w:rsidP="00EB3236">
      <w:pPr>
        <w:pStyle w:val="QuestionResponse"/>
      </w:pPr>
      <w:r w:rsidRPr="000B73EF">
        <w:t>2</w:t>
      </w:r>
      <w:r w:rsidRPr="000B73EF">
        <w:tab/>
        <w:t>No, do not provide</w:t>
      </w:r>
    </w:p>
    <w:p w:rsidR="00EB3236" w:rsidRPr="000B73EF" w:rsidRDefault="00EB3236" w:rsidP="00EB3236">
      <w:pPr>
        <w:pStyle w:val="QuestionResponse"/>
      </w:pPr>
      <w:r w:rsidRPr="000B73EF">
        <w:t>8</w:t>
      </w:r>
      <w:r w:rsidRPr="000B73EF">
        <w:tab/>
        <w:t>Don’t know (DO NOT READ)</w:t>
      </w:r>
    </w:p>
    <w:p w:rsidR="00EB3236" w:rsidRPr="000B73EF" w:rsidRDefault="00EB3236" w:rsidP="00EB3236">
      <w:pPr>
        <w:pStyle w:val="QuestionResponseLast"/>
      </w:pPr>
      <w:r w:rsidRPr="000B73EF">
        <w:t>9</w:t>
      </w:r>
      <w:r w:rsidRPr="000B73EF">
        <w:tab/>
        <w:t>Refused (DO NOT READ)</w:t>
      </w:r>
    </w:p>
    <w:p w:rsidR="00EB3236" w:rsidRPr="000B73EF" w:rsidRDefault="00EB3236" w:rsidP="00EB3236">
      <w:pPr>
        <w:pStyle w:val="QuestionInstruction"/>
      </w:pPr>
      <w:r w:rsidRPr="000B73EF">
        <w:t xml:space="preserve">ASK ALL IN CZECH REPUBLIC, GREECE, ITALY, POLAND, </w:t>
      </w:r>
      <w:r w:rsidR="006C1A80">
        <w:t xml:space="preserve">AND </w:t>
      </w:r>
      <w:r w:rsidRPr="000B73EF">
        <w:t>SPAIN ONLY</w:t>
      </w:r>
    </w:p>
    <w:p w:rsidR="00EB3236" w:rsidRPr="000B73EF" w:rsidRDefault="0054085C" w:rsidP="00EB3236">
      <w:pPr>
        <w:pStyle w:val="Question"/>
      </w:pPr>
      <w:r w:rsidRPr="000B73EF">
        <w:rPr>
          <w:rFonts w:ascii="Tahoma" w:hAnsi="Tahoma" w:cs="Tahoma"/>
          <w:b/>
          <w:sz w:val="16"/>
        </w:rPr>
        <w:t>Q</w:t>
      </w:r>
      <w:r w:rsidR="00CD05D6" w:rsidRPr="000B73EF">
        <w:rPr>
          <w:rFonts w:ascii="Tahoma" w:hAnsi="Tahoma" w:cs="Tahoma"/>
          <w:b/>
          <w:sz w:val="16"/>
        </w:rPr>
        <w:t>9</w:t>
      </w:r>
      <w:r w:rsidR="004666D0">
        <w:rPr>
          <w:rFonts w:ascii="Tahoma" w:hAnsi="Tahoma" w:cs="Tahoma"/>
          <w:b/>
          <w:sz w:val="16"/>
        </w:rPr>
        <w:t>4</w:t>
      </w:r>
      <w:r w:rsidR="00EB3236" w:rsidRPr="000B73EF">
        <w:tab/>
        <w:t xml:space="preserve">Do you think other European Union governments should provide financial assistance to member countries that have major financial problems, or do you think that other European Union governments should not provide financial assistance? </w:t>
      </w:r>
    </w:p>
    <w:p w:rsidR="00EB3236" w:rsidRPr="000B73EF" w:rsidRDefault="00EB3236" w:rsidP="00EB3236">
      <w:pPr>
        <w:pStyle w:val="QuestionResponse"/>
      </w:pPr>
      <w:r w:rsidRPr="000B73EF">
        <w:t>1</w:t>
      </w:r>
      <w:r w:rsidRPr="000B73EF">
        <w:tab/>
        <w:t>Yes, should provide</w:t>
      </w:r>
    </w:p>
    <w:p w:rsidR="00EB3236" w:rsidRPr="000B73EF" w:rsidRDefault="00EB3236" w:rsidP="00EB3236">
      <w:pPr>
        <w:pStyle w:val="QuestionResponse"/>
      </w:pPr>
      <w:r w:rsidRPr="000B73EF">
        <w:t>2</w:t>
      </w:r>
      <w:r w:rsidRPr="000B73EF">
        <w:tab/>
        <w:t>No, should not provide</w:t>
      </w:r>
    </w:p>
    <w:p w:rsidR="00EB3236" w:rsidRPr="000B73EF" w:rsidRDefault="00EB3236" w:rsidP="00EB3236">
      <w:pPr>
        <w:pStyle w:val="QuestionResponse"/>
      </w:pPr>
      <w:r w:rsidRPr="000B73EF">
        <w:t>8</w:t>
      </w:r>
      <w:r w:rsidRPr="000B73EF">
        <w:tab/>
        <w:t>Don’t know (DO NOT READ)</w:t>
      </w:r>
    </w:p>
    <w:p w:rsidR="00EB3236" w:rsidRPr="000B73EF" w:rsidRDefault="00EB3236" w:rsidP="00EB3236">
      <w:pPr>
        <w:pStyle w:val="QuestionResponseLast"/>
      </w:pPr>
      <w:r w:rsidRPr="000B73EF">
        <w:t>9</w:t>
      </w:r>
      <w:r w:rsidRPr="000B73EF">
        <w:tab/>
        <w:t>Refused (DO NOT READ)</w:t>
      </w:r>
    </w:p>
    <w:p w:rsidR="008965A6" w:rsidRPr="000B73EF" w:rsidRDefault="0054085C" w:rsidP="008965A6">
      <w:pPr>
        <w:pStyle w:val="QuestionInstruction"/>
      </w:pPr>
      <w:r w:rsidRPr="000B73EF">
        <w:lastRenderedPageBreak/>
        <w:t>A</w:t>
      </w:r>
      <w:r w:rsidR="008965A6" w:rsidRPr="000B73EF">
        <w:t xml:space="preserve">SK ALL IN PAKISTAN ONLY </w:t>
      </w:r>
    </w:p>
    <w:p w:rsidR="008965A6" w:rsidRPr="000B73EF" w:rsidRDefault="0054085C" w:rsidP="008965A6">
      <w:pPr>
        <w:pStyle w:val="Question"/>
        <w:rPr>
          <w:i/>
        </w:rPr>
      </w:pPr>
      <w:r w:rsidRPr="000B73EF">
        <w:rPr>
          <w:rFonts w:ascii="Tahoma" w:hAnsi="Tahoma" w:cs="Tahoma"/>
          <w:b/>
          <w:sz w:val="16"/>
        </w:rPr>
        <w:t>Q</w:t>
      </w:r>
      <w:r w:rsidR="00CD05D6" w:rsidRPr="000B73EF">
        <w:rPr>
          <w:rFonts w:ascii="Tahoma" w:hAnsi="Tahoma" w:cs="Tahoma"/>
          <w:b/>
          <w:sz w:val="16"/>
        </w:rPr>
        <w:t>9</w:t>
      </w:r>
      <w:r w:rsidR="004666D0">
        <w:rPr>
          <w:rFonts w:ascii="Tahoma" w:hAnsi="Tahoma" w:cs="Tahoma"/>
          <w:b/>
          <w:sz w:val="16"/>
        </w:rPr>
        <w:t>5</w:t>
      </w:r>
      <w:r w:rsidR="008965A6" w:rsidRPr="000B73EF">
        <w:tab/>
        <w:t xml:space="preserve">Do you think relations between Pakistan and the U.S. have improved in recent years, or don’t you think so? </w:t>
      </w:r>
    </w:p>
    <w:p w:rsidR="008965A6" w:rsidRPr="000B73EF" w:rsidRDefault="008965A6" w:rsidP="008965A6">
      <w:pPr>
        <w:pStyle w:val="QuestionResponse"/>
      </w:pPr>
      <w:r w:rsidRPr="000B73EF">
        <w:t>1</w:t>
      </w:r>
      <w:r w:rsidRPr="000B73EF">
        <w:tab/>
        <w:t>Yes – have improved</w:t>
      </w:r>
    </w:p>
    <w:p w:rsidR="008965A6" w:rsidRPr="000B73EF" w:rsidRDefault="008965A6" w:rsidP="008965A6">
      <w:pPr>
        <w:pStyle w:val="QuestionResponse"/>
      </w:pPr>
      <w:proofErr w:type="gramStart"/>
      <w:r w:rsidRPr="000B73EF">
        <w:t>2</w:t>
      </w:r>
      <w:r w:rsidRPr="000B73EF">
        <w:tab/>
        <w:t>No – have not improved</w:t>
      </w:r>
      <w:proofErr w:type="gramEnd"/>
    </w:p>
    <w:p w:rsidR="008965A6" w:rsidRPr="000B73EF" w:rsidRDefault="008965A6" w:rsidP="008965A6">
      <w:pPr>
        <w:pStyle w:val="QuestionResponse"/>
      </w:pPr>
      <w:r w:rsidRPr="000B73EF">
        <w:t>8</w:t>
      </w:r>
      <w:r w:rsidRPr="000B73EF">
        <w:tab/>
        <w:t>Don’t know (DO NOT READ)</w:t>
      </w:r>
    </w:p>
    <w:p w:rsidR="008965A6" w:rsidRPr="000B73EF" w:rsidRDefault="008965A6" w:rsidP="008965A6">
      <w:pPr>
        <w:pStyle w:val="QuestionResponseLast"/>
      </w:pPr>
      <w:r w:rsidRPr="000B73EF">
        <w:t>9</w:t>
      </w:r>
      <w:r w:rsidRPr="000B73EF">
        <w:tab/>
        <w:t>Refused (DO NOT READ)</w:t>
      </w:r>
    </w:p>
    <w:p w:rsidR="008965A6" w:rsidRPr="000B73EF" w:rsidRDefault="008965A6" w:rsidP="008965A6">
      <w:pPr>
        <w:pStyle w:val="QuestionInstruction"/>
      </w:pPr>
      <w:r w:rsidRPr="000B73EF">
        <w:t xml:space="preserve">ASK ALL IN PAKISTAN ONLY </w:t>
      </w:r>
    </w:p>
    <w:p w:rsidR="008965A6" w:rsidRPr="000B73EF" w:rsidRDefault="0054085C" w:rsidP="008965A6">
      <w:pPr>
        <w:pStyle w:val="Question"/>
        <w:rPr>
          <w:i/>
        </w:rPr>
      </w:pPr>
      <w:r w:rsidRPr="000B73EF">
        <w:rPr>
          <w:rFonts w:ascii="Tahoma" w:hAnsi="Tahoma" w:cs="Tahoma"/>
          <w:b/>
          <w:sz w:val="16"/>
        </w:rPr>
        <w:t>Q</w:t>
      </w:r>
      <w:r w:rsidR="00CD05D6" w:rsidRPr="000B73EF">
        <w:rPr>
          <w:rFonts w:ascii="Tahoma" w:hAnsi="Tahoma" w:cs="Tahoma"/>
          <w:b/>
          <w:sz w:val="16"/>
        </w:rPr>
        <w:t>9</w:t>
      </w:r>
      <w:r w:rsidR="004666D0">
        <w:rPr>
          <w:rFonts w:ascii="Tahoma" w:hAnsi="Tahoma" w:cs="Tahoma"/>
          <w:b/>
          <w:sz w:val="16"/>
        </w:rPr>
        <w:t>6</w:t>
      </w:r>
      <w:r w:rsidR="008965A6" w:rsidRPr="000B73EF">
        <w:rPr>
          <w:b/>
        </w:rPr>
        <w:tab/>
      </w:r>
      <w:r w:rsidR="008965A6" w:rsidRPr="000B73EF">
        <w:t xml:space="preserve">How important is it that relations improve between Pakistan and the U.S., very important, somewhat important, not too important, or not at all important? </w:t>
      </w:r>
    </w:p>
    <w:p w:rsidR="008965A6" w:rsidRPr="000B73EF" w:rsidRDefault="008965A6" w:rsidP="008965A6">
      <w:pPr>
        <w:pStyle w:val="QuestionResponse"/>
      </w:pPr>
      <w:r w:rsidRPr="000B73EF">
        <w:t>1</w:t>
      </w:r>
      <w:r w:rsidRPr="000B73EF">
        <w:tab/>
        <w:t>Very important</w:t>
      </w:r>
    </w:p>
    <w:p w:rsidR="008965A6" w:rsidRPr="000B73EF" w:rsidRDefault="008965A6" w:rsidP="008965A6">
      <w:pPr>
        <w:pStyle w:val="QuestionResponse"/>
      </w:pPr>
      <w:r w:rsidRPr="000B73EF">
        <w:t>2</w:t>
      </w:r>
      <w:r w:rsidRPr="000B73EF">
        <w:tab/>
        <w:t>Somewhat important</w:t>
      </w:r>
    </w:p>
    <w:p w:rsidR="008965A6" w:rsidRPr="000B73EF" w:rsidRDefault="008965A6" w:rsidP="008965A6">
      <w:pPr>
        <w:pStyle w:val="QuestionResponse"/>
      </w:pPr>
      <w:r w:rsidRPr="000B73EF">
        <w:t>3</w:t>
      </w:r>
      <w:r w:rsidRPr="000B73EF">
        <w:tab/>
        <w:t>Not too important</w:t>
      </w:r>
    </w:p>
    <w:p w:rsidR="008965A6" w:rsidRPr="000B73EF" w:rsidRDefault="008965A6" w:rsidP="008965A6">
      <w:pPr>
        <w:pStyle w:val="QuestionResponse"/>
      </w:pPr>
      <w:r w:rsidRPr="000B73EF">
        <w:t>4</w:t>
      </w:r>
      <w:r w:rsidRPr="000B73EF">
        <w:tab/>
        <w:t>Not at all important</w:t>
      </w:r>
    </w:p>
    <w:p w:rsidR="008965A6" w:rsidRPr="000B73EF" w:rsidRDefault="008965A6" w:rsidP="008965A6">
      <w:pPr>
        <w:pStyle w:val="QuestionResponse"/>
      </w:pPr>
      <w:r w:rsidRPr="000B73EF">
        <w:t>8</w:t>
      </w:r>
      <w:r w:rsidRPr="000B73EF">
        <w:tab/>
        <w:t>Don’t know (DO NOT READ)</w:t>
      </w:r>
    </w:p>
    <w:p w:rsidR="008965A6" w:rsidRDefault="008965A6" w:rsidP="008965A6">
      <w:pPr>
        <w:pStyle w:val="QuestionResponseLast"/>
      </w:pPr>
      <w:r w:rsidRPr="000B73EF">
        <w:t>9</w:t>
      </w:r>
      <w:r w:rsidRPr="000B73EF">
        <w:tab/>
      </w:r>
      <w:r w:rsidRPr="000B73EF">
        <w:rPr>
          <w:rStyle w:val="QuestionResponseLastChar"/>
        </w:rPr>
        <w:t>Refused (DO</w:t>
      </w:r>
      <w:r w:rsidRPr="000B73EF">
        <w:t xml:space="preserve"> NOT READ)</w:t>
      </w:r>
    </w:p>
    <w:p w:rsidR="009E5968" w:rsidRPr="000B73EF" w:rsidRDefault="009E5968" w:rsidP="00E8455F">
      <w:pPr>
        <w:pStyle w:val="QuestionResponseLast"/>
        <w:ind w:left="0" w:firstLine="0"/>
      </w:pPr>
      <w:r w:rsidRPr="000B73EF">
        <w:rPr>
          <w:rFonts w:ascii="Tahoma" w:hAnsi="Tahoma" w:cs="Tahoma"/>
          <w:b/>
          <w:sz w:val="16"/>
        </w:rPr>
        <w:t>Q9</w:t>
      </w:r>
      <w:r>
        <w:rPr>
          <w:rFonts w:ascii="Tahoma" w:hAnsi="Tahoma" w:cs="Tahoma"/>
          <w:b/>
          <w:sz w:val="16"/>
        </w:rPr>
        <w:t>7</w:t>
      </w:r>
      <w:r>
        <w:rPr>
          <w:rFonts w:ascii="Tahoma" w:hAnsi="Tahoma" w:cs="Tahoma"/>
          <w:b/>
          <w:sz w:val="16"/>
        </w:rPr>
        <w:tab/>
      </w:r>
      <w:r w:rsidRPr="00E8455F">
        <w:t>NOT ASKED</w:t>
      </w:r>
    </w:p>
    <w:p w:rsidR="008965A6" w:rsidRPr="000B73EF" w:rsidRDefault="008965A6" w:rsidP="008965A6">
      <w:pPr>
        <w:pStyle w:val="QuestionInstruction"/>
      </w:pPr>
      <w:r w:rsidRPr="000B73EF">
        <w:t>ASK ALL IN PAKISTAN ONLY</w:t>
      </w:r>
    </w:p>
    <w:p w:rsidR="008965A6" w:rsidRPr="000B73EF" w:rsidRDefault="0054085C" w:rsidP="008965A6">
      <w:pPr>
        <w:pStyle w:val="Question"/>
        <w:rPr>
          <w:i/>
        </w:rPr>
      </w:pPr>
      <w:r w:rsidRPr="000B73EF">
        <w:rPr>
          <w:rFonts w:ascii="Tahoma" w:hAnsi="Tahoma" w:cs="Tahoma"/>
          <w:b/>
          <w:sz w:val="16"/>
        </w:rPr>
        <w:t>Q</w:t>
      </w:r>
      <w:r w:rsidR="00CD05D6" w:rsidRPr="000B73EF">
        <w:rPr>
          <w:rFonts w:ascii="Tahoma" w:hAnsi="Tahoma" w:cs="Tahoma"/>
          <w:b/>
          <w:sz w:val="16"/>
        </w:rPr>
        <w:t>9</w:t>
      </w:r>
      <w:r w:rsidR="004666D0">
        <w:rPr>
          <w:rFonts w:ascii="Tahoma" w:hAnsi="Tahoma" w:cs="Tahoma"/>
          <w:b/>
          <w:sz w:val="16"/>
        </w:rPr>
        <w:t>8</w:t>
      </w:r>
      <w:r w:rsidR="008965A6" w:rsidRPr="000B73EF">
        <w:rPr>
          <w:b/>
        </w:rPr>
        <w:tab/>
      </w:r>
      <w:r w:rsidR="008965A6" w:rsidRPr="000B73EF">
        <w:t xml:space="preserve">How important is it that relations improve between Pakistan and India, very important, somewhat important, not too important, or not at all important? </w:t>
      </w:r>
    </w:p>
    <w:p w:rsidR="008965A6" w:rsidRPr="000B73EF" w:rsidRDefault="008965A6" w:rsidP="008965A6">
      <w:pPr>
        <w:pStyle w:val="QuestionResponse"/>
      </w:pPr>
      <w:r w:rsidRPr="000B73EF">
        <w:t>1</w:t>
      </w:r>
      <w:r w:rsidRPr="000B73EF">
        <w:tab/>
        <w:t>Very important</w:t>
      </w:r>
    </w:p>
    <w:p w:rsidR="008965A6" w:rsidRPr="000B73EF" w:rsidRDefault="008965A6" w:rsidP="008965A6">
      <w:pPr>
        <w:pStyle w:val="QuestionResponse"/>
      </w:pPr>
      <w:r w:rsidRPr="000B73EF">
        <w:t>2</w:t>
      </w:r>
      <w:r w:rsidRPr="000B73EF">
        <w:tab/>
        <w:t>Somewhat important</w:t>
      </w:r>
    </w:p>
    <w:p w:rsidR="008965A6" w:rsidRPr="000B73EF" w:rsidRDefault="008965A6" w:rsidP="008965A6">
      <w:pPr>
        <w:pStyle w:val="QuestionResponse"/>
      </w:pPr>
      <w:r w:rsidRPr="000B73EF">
        <w:t>3</w:t>
      </w:r>
      <w:r w:rsidRPr="000B73EF">
        <w:tab/>
        <w:t>Not too important</w:t>
      </w:r>
    </w:p>
    <w:p w:rsidR="008965A6" w:rsidRPr="000B73EF" w:rsidRDefault="008965A6" w:rsidP="008965A6">
      <w:pPr>
        <w:pStyle w:val="QuestionResponse"/>
      </w:pPr>
      <w:r w:rsidRPr="000B73EF">
        <w:t>4</w:t>
      </w:r>
      <w:r w:rsidRPr="000B73EF">
        <w:tab/>
        <w:t>Not at all important</w:t>
      </w:r>
    </w:p>
    <w:p w:rsidR="008965A6" w:rsidRPr="000B73EF" w:rsidRDefault="008965A6" w:rsidP="008965A6">
      <w:pPr>
        <w:pStyle w:val="QuestionResponse"/>
      </w:pPr>
      <w:r w:rsidRPr="000B73EF">
        <w:t>8</w:t>
      </w:r>
      <w:r w:rsidRPr="000B73EF">
        <w:tab/>
        <w:t>Don’t know (DO NOT READ)</w:t>
      </w:r>
    </w:p>
    <w:p w:rsidR="008965A6" w:rsidRPr="000B73EF" w:rsidRDefault="008965A6" w:rsidP="008965A6">
      <w:pPr>
        <w:pStyle w:val="QuestionResponseLast"/>
      </w:pPr>
      <w:r w:rsidRPr="000B73EF">
        <w:t>9</w:t>
      </w:r>
      <w:r w:rsidRPr="000B73EF">
        <w:tab/>
        <w:t>Refused (DO NOT READ)</w:t>
      </w:r>
    </w:p>
    <w:p w:rsidR="008965A6" w:rsidRPr="000B73EF" w:rsidRDefault="008965A6" w:rsidP="008965A6">
      <w:pPr>
        <w:pStyle w:val="QuestionInstruction"/>
      </w:pPr>
      <w:r w:rsidRPr="000B73EF">
        <w:t>ASK ALL IN PAKISTAN ONLY</w:t>
      </w:r>
    </w:p>
    <w:p w:rsidR="008965A6" w:rsidRPr="000B73EF" w:rsidRDefault="0054085C" w:rsidP="008965A6">
      <w:pPr>
        <w:pStyle w:val="Question"/>
        <w:rPr>
          <w:b/>
          <w:i/>
        </w:rPr>
      </w:pPr>
      <w:r w:rsidRPr="000B73EF">
        <w:rPr>
          <w:rFonts w:ascii="Tahoma" w:hAnsi="Tahoma" w:cs="Tahoma"/>
          <w:b/>
          <w:sz w:val="16"/>
        </w:rPr>
        <w:t>Q</w:t>
      </w:r>
      <w:r w:rsidR="004666D0">
        <w:rPr>
          <w:rFonts w:ascii="Tahoma" w:hAnsi="Tahoma" w:cs="Tahoma"/>
          <w:b/>
          <w:sz w:val="16"/>
        </w:rPr>
        <w:t>99</w:t>
      </w:r>
      <w:r w:rsidR="008965A6" w:rsidRPr="000B73EF">
        <w:rPr>
          <w:b/>
        </w:rPr>
        <w:tab/>
      </w:r>
      <w:r w:rsidR="008965A6" w:rsidRPr="000B73EF">
        <w:t xml:space="preserve">How important is it that the dispute over Kashmir be resolved, very important, somewhat important, not too important, or not at all important? </w:t>
      </w:r>
    </w:p>
    <w:p w:rsidR="008965A6" w:rsidRPr="000B73EF" w:rsidRDefault="008965A6" w:rsidP="008965A6">
      <w:pPr>
        <w:pStyle w:val="QuestionResponse"/>
      </w:pPr>
      <w:r w:rsidRPr="000B73EF">
        <w:t>1</w:t>
      </w:r>
      <w:r w:rsidRPr="000B73EF">
        <w:tab/>
        <w:t>Very important</w:t>
      </w:r>
    </w:p>
    <w:p w:rsidR="008965A6" w:rsidRPr="000B73EF" w:rsidRDefault="008965A6" w:rsidP="008965A6">
      <w:pPr>
        <w:pStyle w:val="QuestionResponse"/>
      </w:pPr>
      <w:r w:rsidRPr="000B73EF">
        <w:t>2</w:t>
      </w:r>
      <w:r w:rsidRPr="000B73EF">
        <w:tab/>
        <w:t>Somewhat important</w:t>
      </w:r>
    </w:p>
    <w:p w:rsidR="008965A6" w:rsidRPr="000B73EF" w:rsidRDefault="008965A6" w:rsidP="008965A6">
      <w:pPr>
        <w:pStyle w:val="QuestionResponse"/>
      </w:pPr>
      <w:r w:rsidRPr="000B73EF">
        <w:t>3</w:t>
      </w:r>
      <w:r w:rsidRPr="000B73EF">
        <w:tab/>
        <w:t>Not too important</w:t>
      </w:r>
    </w:p>
    <w:p w:rsidR="008965A6" w:rsidRPr="000B73EF" w:rsidRDefault="008965A6" w:rsidP="008965A6">
      <w:pPr>
        <w:pStyle w:val="QuestionResponse"/>
      </w:pPr>
      <w:r w:rsidRPr="000B73EF">
        <w:t>4</w:t>
      </w:r>
      <w:r w:rsidRPr="000B73EF">
        <w:tab/>
        <w:t>Not at all important</w:t>
      </w:r>
    </w:p>
    <w:p w:rsidR="008965A6" w:rsidRPr="000B73EF" w:rsidRDefault="008965A6" w:rsidP="008965A6">
      <w:pPr>
        <w:pStyle w:val="QuestionResponse"/>
      </w:pPr>
      <w:r w:rsidRPr="000B73EF">
        <w:t>8</w:t>
      </w:r>
      <w:r w:rsidRPr="000B73EF">
        <w:tab/>
        <w:t>Don’t know (DO NOT READ)</w:t>
      </w:r>
    </w:p>
    <w:p w:rsidR="008965A6" w:rsidRPr="000B73EF" w:rsidRDefault="008965A6" w:rsidP="008965A6">
      <w:pPr>
        <w:pStyle w:val="QuestionResponseLast"/>
      </w:pPr>
      <w:r w:rsidRPr="000B73EF">
        <w:t>9</w:t>
      </w:r>
      <w:r w:rsidRPr="000B73EF">
        <w:tab/>
        <w:t>Refused (DO NOT READ)</w:t>
      </w:r>
    </w:p>
    <w:p w:rsidR="008965A6" w:rsidRPr="000B73EF" w:rsidRDefault="008965A6" w:rsidP="008965A6">
      <w:pPr>
        <w:pStyle w:val="QuestionInstruction"/>
      </w:pPr>
      <w:r w:rsidRPr="000B73EF">
        <w:lastRenderedPageBreak/>
        <w:t>ASK ALL IN PAKISTAN ONLY</w:t>
      </w:r>
    </w:p>
    <w:p w:rsidR="008965A6" w:rsidRPr="000B73EF" w:rsidRDefault="0054085C" w:rsidP="008965A6">
      <w:pPr>
        <w:pStyle w:val="Question"/>
        <w:rPr>
          <w:iCs/>
        </w:rPr>
      </w:pPr>
      <w:r w:rsidRPr="000B73EF">
        <w:rPr>
          <w:rFonts w:ascii="Tahoma" w:hAnsi="Tahoma" w:cs="Tahoma"/>
          <w:b/>
          <w:sz w:val="16"/>
        </w:rPr>
        <w:t>Q1</w:t>
      </w:r>
      <w:r w:rsidR="00CD05D6" w:rsidRPr="000B73EF">
        <w:rPr>
          <w:rFonts w:ascii="Tahoma" w:hAnsi="Tahoma" w:cs="Tahoma"/>
          <w:b/>
          <w:sz w:val="16"/>
        </w:rPr>
        <w:t>0</w:t>
      </w:r>
      <w:r w:rsidR="004666D0">
        <w:rPr>
          <w:rFonts w:ascii="Tahoma" w:hAnsi="Tahoma" w:cs="Tahoma"/>
          <w:b/>
          <w:sz w:val="16"/>
        </w:rPr>
        <w:t>0</w:t>
      </w:r>
      <w:r w:rsidR="008965A6" w:rsidRPr="000B73EF">
        <w:tab/>
        <w:t xml:space="preserve">Would you favor or oppose further talks between </w:t>
      </w:r>
      <w:r w:rsidR="008965A6" w:rsidRPr="000B73EF">
        <w:rPr>
          <w:b/>
        </w:rPr>
        <w:t>(survey country)</w:t>
      </w:r>
      <w:r w:rsidR="0070614A">
        <w:t xml:space="preserve"> and </w:t>
      </w:r>
      <w:r w:rsidR="008965A6" w:rsidRPr="000B73EF">
        <w:t xml:space="preserve">India to try to reduce tensions between the two countries?  </w:t>
      </w:r>
    </w:p>
    <w:p w:rsidR="008965A6" w:rsidRPr="000B73EF" w:rsidRDefault="008965A6" w:rsidP="008965A6">
      <w:pPr>
        <w:pStyle w:val="QuestionResponse"/>
      </w:pPr>
      <w:r w:rsidRPr="000B73EF">
        <w:t>1</w:t>
      </w:r>
      <w:r w:rsidRPr="000B73EF">
        <w:tab/>
        <w:t>Favor</w:t>
      </w:r>
    </w:p>
    <w:p w:rsidR="008965A6" w:rsidRPr="000B73EF" w:rsidRDefault="008965A6" w:rsidP="008965A6">
      <w:pPr>
        <w:pStyle w:val="QuestionResponse"/>
      </w:pPr>
      <w:r w:rsidRPr="000B73EF">
        <w:t>2</w:t>
      </w:r>
      <w:r w:rsidRPr="000B73EF">
        <w:tab/>
        <w:t>Oppose</w:t>
      </w:r>
    </w:p>
    <w:p w:rsidR="008965A6" w:rsidRPr="000B73EF" w:rsidRDefault="008965A6" w:rsidP="008965A6">
      <w:pPr>
        <w:pStyle w:val="QuestionResponse"/>
      </w:pPr>
      <w:r w:rsidRPr="000B73EF">
        <w:t>8</w:t>
      </w:r>
      <w:r w:rsidRPr="000B73EF">
        <w:tab/>
        <w:t>Don’t know (DO NOT READ)</w:t>
      </w:r>
    </w:p>
    <w:p w:rsidR="008965A6" w:rsidRPr="000B73EF" w:rsidRDefault="008965A6" w:rsidP="008965A6">
      <w:pPr>
        <w:pStyle w:val="QuestionResponseLast"/>
      </w:pPr>
      <w:r w:rsidRPr="000B73EF">
        <w:t>9</w:t>
      </w:r>
      <w:r w:rsidRPr="000B73EF">
        <w:tab/>
        <w:t>Refused (DO NOT READ)</w:t>
      </w:r>
    </w:p>
    <w:p w:rsidR="008965A6" w:rsidRPr="000B73EF" w:rsidRDefault="008965A6" w:rsidP="008965A6">
      <w:pPr>
        <w:pStyle w:val="QuestionInstruction"/>
      </w:pPr>
      <w:r w:rsidRPr="000B73EF">
        <w:t>ASK ALL IN PAKISTAN ONLY</w:t>
      </w:r>
    </w:p>
    <w:p w:rsidR="008965A6" w:rsidRPr="000B73EF" w:rsidRDefault="0054085C" w:rsidP="008965A6">
      <w:pPr>
        <w:pStyle w:val="Question"/>
        <w:rPr>
          <w:i/>
        </w:rPr>
      </w:pPr>
      <w:r w:rsidRPr="000B73EF">
        <w:rPr>
          <w:rFonts w:ascii="Tahoma" w:hAnsi="Tahoma" w:cs="Tahoma"/>
          <w:b/>
          <w:sz w:val="16"/>
        </w:rPr>
        <w:t>Q1</w:t>
      </w:r>
      <w:r w:rsidR="00CD05D6" w:rsidRPr="000B73EF">
        <w:rPr>
          <w:rFonts w:ascii="Tahoma" w:hAnsi="Tahoma" w:cs="Tahoma"/>
          <w:b/>
          <w:sz w:val="16"/>
        </w:rPr>
        <w:t>0</w:t>
      </w:r>
      <w:r w:rsidR="004666D0">
        <w:rPr>
          <w:rFonts w:ascii="Tahoma" w:hAnsi="Tahoma" w:cs="Tahoma"/>
          <w:b/>
          <w:sz w:val="16"/>
        </w:rPr>
        <w:t>1</w:t>
      </w:r>
      <w:r w:rsidR="008965A6" w:rsidRPr="000B73EF">
        <w:rPr>
          <w:b/>
        </w:rPr>
        <w:tab/>
      </w:r>
      <w:r w:rsidR="008965A6" w:rsidRPr="000B73EF">
        <w:t xml:space="preserve">What’s your opinion of U.S. policies toward India and Pakistan – would you say they are fair or do they favor India too much or do they favor Pakistan too much? </w:t>
      </w:r>
    </w:p>
    <w:p w:rsidR="008965A6" w:rsidRPr="000B73EF" w:rsidRDefault="008965A6" w:rsidP="008965A6">
      <w:pPr>
        <w:pStyle w:val="QuestionResponse"/>
      </w:pPr>
      <w:r w:rsidRPr="000B73EF">
        <w:t>1</w:t>
      </w:r>
      <w:r w:rsidRPr="000B73EF">
        <w:tab/>
        <w:t>Fair</w:t>
      </w:r>
    </w:p>
    <w:p w:rsidR="008965A6" w:rsidRPr="000B73EF" w:rsidRDefault="008965A6" w:rsidP="008965A6">
      <w:pPr>
        <w:pStyle w:val="QuestionResponse"/>
      </w:pPr>
      <w:r w:rsidRPr="000B73EF">
        <w:t>2</w:t>
      </w:r>
      <w:r w:rsidRPr="000B73EF">
        <w:tab/>
        <w:t>Favor India</w:t>
      </w:r>
    </w:p>
    <w:p w:rsidR="008965A6" w:rsidRPr="000B73EF" w:rsidRDefault="008965A6" w:rsidP="008965A6">
      <w:pPr>
        <w:pStyle w:val="QuestionResponse"/>
      </w:pPr>
      <w:r w:rsidRPr="000B73EF">
        <w:t>3</w:t>
      </w:r>
      <w:r w:rsidRPr="000B73EF">
        <w:tab/>
        <w:t>Favor Pakistan</w:t>
      </w:r>
    </w:p>
    <w:p w:rsidR="008965A6" w:rsidRPr="000B73EF" w:rsidRDefault="008965A6" w:rsidP="008965A6">
      <w:pPr>
        <w:pStyle w:val="QuestionResponse"/>
      </w:pPr>
      <w:r w:rsidRPr="000B73EF">
        <w:t>8</w:t>
      </w:r>
      <w:r w:rsidRPr="000B73EF">
        <w:tab/>
        <w:t>Don’t know (DO NOT READ)</w:t>
      </w:r>
    </w:p>
    <w:p w:rsidR="008965A6" w:rsidRPr="000B73EF" w:rsidRDefault="008965A6" w:rsidP="008965A6">
      <w:pPr>
        <w:pStyle w:val="QuestionResponseLast"/>
      </w:pPr>
      <w:r w:rsidRPr="000B73EF">
        <w:t>9</w:t>
      </w:r>
      <w:r w:rsidRPr="000B73EF">
        <w:tab/>
        <w:t>Refused (DO NOT READ)</w:t>
      </w:r>
    </w:p>
    <w:p w:rsidR="00F749F1" w:rsidRPr="000B73EF" w:rsidRDefault="00F749F1" w:rsidP="001A7694">
      <w:pPr>
        <w:pStyle w:val="QuestionInstruction"/>
      </w:pPr>
      <w:r w:rsidRPr="000B73EF">
        <w:t>READ TO ALL</w:t>
      </w:r>
      <w:r w:rsidR="00420755" w:rsidRPr="000B73EF">
        <w:t xml:space="preserve"> IN ALL COUNTRIES EXCEPT </w:t>
      </w:r>
      <w:r w:rsidR="00FF31DC" w:rsidRPr="000B73EF">
        <w:t>THE UNITED STATES</w:t>
      </w:r>
    </w:p>
    <w:p w:rsidR="00F749F1" w:rsidRPr="000B73EF" w:rsidRDefault="00F749F1" w:rsidP="001A7694">
      <w:pPr>
        <w:pStyle w:val="Question"/>
      </w:pPr>
      <w:r w:rsidRPr="000B73EF">
        <w:tab/>
        <w:t>Now, I want to ask you a few questions about U.S. President Barack Obama…</w:t>
      </w:r>
    </w:p>
    <w:p w:rsidR="00F749F1" w:rsidRPr="000B73EF" w:rsidRDefault="00F749F1" w:rsidP="00F749F1">
      <w:pPr>
        <w:pStyle w:val="QuestionInstruction"/>
        <w:spacing w:before="0" w:after="0"/>
        <w:rPr>
          <w:caps/>
        </w:rPr>
      </w:pPr>
      <w:r w:rsidRPr="000B73EF">
        <w:rPr>
          <w:caps/>
        </w:rPr>
        <w:t xml:space="preserve">ask </w:t>
      </w:r>
      <w:r w:rsidR="00454261">
        <w:rPr>
          <w:caps/>
        </w:rPr>
        <w:t xml:space="preserve">all </w:t>
      </w:r>
      <w:r w:rsidRPr="000B73EF">
        <w:rPr>
          <w:caps/>
        </w:rPr>
        <w:t xml:space="preserve">IN ALL COUNTRIES except </w:t>
      </w:r>
      <w:r w:rsidR="00FF31DC" w:rsidRPr="000B73EF">
        <w:t>THE UNITED STATES</w:t>
      </w:r>
    </w:p>
    <w:p w:rsidR="00F749F1" w:rsidRPr="000B73EF" w:rsidRDefault="0054085C" w:rsidP="001A7694">
      <w:pPr>
        <w:pStyle w:val="Question"/>
        <w:rPr>
          <w:i/>
        </w:rPr>
      </w:pPr>
      <w:r w:rsidRPr="000B73EF">
        <w:rPr>
          <w:rFonts w:ascii="Tahoma" w:hAnsi="Tahoma" w:cs="Tahoma"/>
          <w:b/>
          <w:sz w:val="16"/>
        </w:rPr>
        <w:t>Q1</w:t>
      </w:r>
      <w:r w:rsidR="00CD05D6" w:rsidRPr="000B73EF">
        <w:rPr>
          <w:rFonts w:ascii="Tahoma" w:hAnsi="Tahoma" w:cs="Tahoma"/>
          <w:b/>
          <w:sz w:val="16"/>
        </w:rPr>
        <w:t>0</w:t>
      </w:r>
      <w:r w:rsidR="004666D0">
        <w:rPr>
          <w:rFonts w:ascii="Tahoma" w:hAnsi="Tahoma" w:cs="Tahoma"/>
          <w:b/>
          <w:sz w:val="16"/>
        </w:rPr>
        <w:t>2</w:t>
      </w:r>
      <w:r w:rsidR="00F749F1" w:rsidRPr="000B73EF">
        <w:tab/>
        <w:t xml:space="preserve">Did the re-election of </w:t>
      </w:r>
      <w:r w:rsidR="00F749F1" w:rsidRPr="001A7694">
        <w:t>President</w:t>
      </w:r>
      <w:r w:rsidR="00F749F1" w:rsidRPr="000B73EF">
        <w:t xml:space="preserve"> Barack Obama lead you to have a more favorable or less favorable opinion of the United State</w:t>
      </w:r>
      <w:r w:rsidR="00F749F1" w:rsidRPr="000219DE">
        <w:t>s</w:t>
      </w:r>
      <w:r w:rsidR="00F749F1" w:rsidRPr="001E1F63">
        <w:t>?</w:t>
      </w:r>
      <w:r w:rsidR="00F749F1" w:rsidRPr="001E1F63">
        <w:rPr>
          <w:i/>
        </w:rPr>
        <w:t xml:space="preserve">  </w:t>
      </w:r>
    </w:p>
    <w:p w:rsidR="00F749F1" w:rsidRPr="000B73EF" w:rsidRDefault="00F749F1" w:rsidP="00F749F1">
      <w:pPr>
        <w:pStyle w:val="QuestionResponse"/>
      </w:pPr>
      <w:r w:rsidRPr="000B73EF">
        <w:t>1</w:t>
      </w:r>
      <w:r w:rsidRPr="000B73EF">
        <w:tab/>
        <w:t>More favorable</w:t>
      </w:r>
    </w:p>
    <w:p w:rsidR="00F749F1" w:rsidRPr="000B73EF" w:rsidRDefault="00F749F1" w:rsidP="00E124C5">
      <w:pPr>
        <w:pStyle w:val="QuestionResponse"/>
        <w:tabs>
          <w:tab w:val="left" w:pos="720"/>
          <w:tab w:val="left" w:pos="1440"/>
          <w:tab w:val="left" w:pos="2160"/>
          <w:tab w:val="left" w:pos="4560"/>
        </w:tabs>
      </w:pPr>
      <w:r w:rsidRPr="000B73EF">
        <w:t>2</w:t>
      </w:r>
      <w:r w:rsidRPr="000B73EF">
        <w:tab/>
        <w:t>Less favorable</w:t>
      </w:r>
      <w:r w:rsidR="00E124C5">
        <w:tab/>
      </w:r>
    </w:p>
    <w:p w:rsidR="00F749F1" w:rsidRPr="000B73EF" w:rsidRDefault="00F749F1" w:rsidP="00F749F1">
      <w:pPr>
        <w:pStyle w:val="QuestionResponse"/>
      </w:pPr>
      <w:r w:rsidRPr="000B73EF">
        <w:t>3</w:t>
      </w:r>
      <w:r w:rsidRPr="000B73EF">
        <w:tab/>
        <w:t>No change (DO NOT READ)</w:t>
      </w:r>
    </w:p>
    <w:p w:rsidR="00F749F1" w:rsidRPr="000B73EF" w:rsidRDefault="00F749F1" w:rsidP="00F749F1">
      <w:pPr>
        <w:pStyle w:val="QuestionResponse"/>
      </w:pPr>
      <w:r w:rsidRPr="000B73EF">
        <w:t>8</w:t>
      </w:r>
      <w:r w:rsidRPr="000B73EF">
        <w:tab/>
        <w:t>Don’t know (DO NOT READ)</w:t>
      </w:r>
    </w:p>
    <w:p w:rsidR="00F749F1" w:rsidRPr="000B73EF" w:rsidRDefault="00F749F1" w:rsidP="001A7694">
      <w:pPr>
        <w:pStyle w:val="QuestionResponseLast"/>
      </w:pPr>
      <w:r w:rsidRPr="000B73EF">
        <w:t>9</w:t>
      </w:r>
      <w:r w:rsidRPr="000B73EF">
        <w:tab/>
      </w:r>
      <w:r w:rsidRPr="001A7694">
        <w:t>Refused</w:t>
      </w:r>
      <w:r w:rsidRPr="000B73EF">
        <w:t xml:space="preserve"> (DO NOT READ)</w:t>
      </w:r>
    </w:p>
    <w:p w:rsidR="00F749F1" w:rsidRPr="000B73EF" w:rsidRDefault="00F749F1" w:rsidP="00F749F1">
      <w:pPr>
        <w:pStyle w:val="QuestionInstruction"/>
        <w:rPr>
          <w:u w:val="single"/>
        </w:rPr>
      </w:pPr>
      <w:r w:rsidRPr="000B73EF">
        <w:t>ASK ALL</w:t>
      </w:r>
    </w:p>
    <w:p w:rsidR="00F749F1" w:rsidRPr="000B73EF" w:rsidRDefault="00F749F1" w:rsidP="00F749F1">
      <w:pPr>
        <w:pStyle w:val="Question"/>
      </w:pPr>
      <w:r w:rsidRPr="000B73EF">
        <w:rPr>
          <w:rFonts w:ascii="Tahoma" w:hAnsi="Tahoma" w:cs="Tahoma"/>
          <w:b/>
          <w:sz w:val="16"/>
        </w:rPr>
        <w:t xml:space="preserve"> </w:t>
      </w:r>
      <w:r w:rsidR="0054085C" w:rsidRPr="000B73EF">
        <w:rPr>
          <w:rFonts w:ascii="Tahoma" w:hAnsi="Tahoma" w:cs="Tahoma"/>
          <w:b/>
          <w:sz w:val="16"/>
        </w:rPr>
        <w:t>Q1</w:t>
      </w:r>
      <w:r w:rsidR="00CD05D6" w:rsidRPr="000B73EF">
        <w:rPr>
          <w:rFonts w:ascii="Tahoma" w:hAnsi="Tahoma" w:cs="Tahoma"/>
          <w:b/>
          <w:sz w:val="16"/>
        </w:rPr>
        <w:t>0</w:t>
      </w:r>
      <w:r w:rsidR="004666D0">
        <w:rPr>
          <w:rFonts w:ascii="Tahoma" w:hAnsi="Tahoma" w:cs="Tahoma"/>
          <w:b/>
          <w:sz w:val="16"/>
        </w:rPr>
        <w:t>3</w:t>
      </w:r>
      <w:r w:rsidRPr="000B73EF">
        <w:rPr>
          <w:rFonts w:ascii="Tahoma" w:hAnsi="Tahoma"/>
          <w:b/>
          <w:sz w:val="16"/>
        </w:rPr>
        <w:tab/>
      </w:r>
      <w:r w:rsidRPr="000B73EF">
        <w:t xml:space="preserve">Overall, do you approve or disapprove of the international policies of President Barack Obama? </w:t>
      </w:r>
    </w:p>
    <w:p w:rsidR="00F749F1" w:rsidRPr="000B73EF" w:rsidRDefault="00F749F1" w:rsidP="00F749F1">
      <w:pPr>
        <w:pStyle w:val="QuestionResponse"/>
      </w:pPr>
      <w:r w:rsidRPr="000B73EF">
        <w:t>1</w:t>
      </w:r>
      <w:r w:rsidRPr="000B73EF">
        <w:tab/>
        <w:t>Approve</w:t>
      </w:r>
    </w:p>
    <w:p w:rsidR="00F749F1" w:rsidRPr="000B73EF" w:rsidRDefault="00F749F1" w:rsidP="00F749F1">
      <w:pPr>
        <w:pStyle w:val="QuestionResponse"/>
      </w:pPr>
      <w:r w:rsidRPr="000B73EF">
        <w:t>2</w:t>
      </w:r>
      <w:r w:rsidRPr="000B73EF">
        <w:tab/>
        <w:t>Disapprove</w:t>
      </w:r>
    </w:p>
    <w:p w:rsidR="00F749F1" w:rsidRPr="000B73EF" w:rsidRDefault="00F749F1" w:rsidP="00F749F1">
      <w:pPr>
        <w:pStyle w:val="QuestionResponse"/>
      </w:pPr>
      <w:r w:rsidRPr="000B73EF">
        <w:t>8</w:t>
      </w:r>
      <w:r w:rsidRPr="000B73EF">
        <w:tab/>
        <w:t>Don’t know (DO NOT READ)</w:t>
      </w:r>
    </w:p>
    <w:p w:rsidR="00F749F1" w:rsidRPr="000B73EF" w:rsidRDefault="00F749F1" w:rsidP="00F749F1">
      <w:pPr>
        <w:pStyle w:val="QuestionResponseLast"/>
      </w:pPr>
      <w:r w:rsidRPr="000B73EF">
        <w:t>9</w:t>
      </w:r>
      <w:r w:rsidRPr="000B73EF">
        <w:tab/>
        <w:t>Refused (DO NOT READ)</w:t>
      </w:r>
    </w:p>
    <w:p w:rsidR="006372D6" w:rsidRPr="00077E30" w:rsidRDefault="006372D6" w:rsidP="006372D6">
      <w:pPr>
        <w:pStyle w:val="QuestionInstruction"/>
        <w:rPr>
          <w:rFonts w:cs="Calibri"/>
        </w:rPr>
      </w:pPr>
      <w:r w:rsidRPr="00077E30">
        <w:lastRenderedPageBreak/>
        <w:t>ASK ALL IN PAKISTAN ONLY</w:t>
      </w:r>
    </w:p>
    <w:p w:rsidR="006372D6" w:rsidRPr="00077E30" w:rsidRDefault="0054085C" w:rsidP="006372D6">
      <w:pPr>
        <w:pStyle w:val="Question"/>
        <w:rPr>
          <w:i/>
          <w:iCs/>
        </w:rPr>
      </w:pPr>
      <w:r w:rsidRPr="00077E30">
        <w:rPr>
          <w:rFonts w:ascii="Tahoma" w:hAnsi="Tahoma" w:cs="Tahoma"/>
          <w:b/>
          <w:sz w:val="16"/>
        </w:rPr>
        <w:t>Q1</w:t>
      </w:r>
      <w:r w:rsidR="00CD05D6" w:rsidRPr="00077E30">
        <w:rPr>
          <w:rFonts w:ascii="Tahoma" w:hAnsi="Tahoma" w:cs="Tahoma"/>
          <w:b/>
          <w:sz w:val="16"/>
        </w:rPr>
        <w:t>0</w:t>
      </w:r>
      <w:r w:rsidR="004666D0">
        <w:rPr>
          <w:rFonts w:ascii="Tahoma" w:hAnsi="Tahoma" w:cs="Tahoma"/>
          <w:b/>
          <w:sz w:val="16"/>
        </w:rPr>
        <w:t>4</w:t>
      </w:r>
      <w:r w:rsidR="006372D6" w:rsidRPr="00077E30">
        <w:tab/>
        <w:t xml:space="preserve">Overall, would you say U.S. economic aid to </w:t>
      </w:r>
      <w:r w:rsidR="00077E30" w:rsidRPr="00077E30">
        <w:t>Pakistan</w:t>
      </w:r>
      <w:r w:rsidR="006372D6" w:rsidRPr="00077E30">
        <w:t xml:space="preserve"> is having a mostly positive impact, a mostly negative impact, or no impact on the way things are going in </w:t>
      </w:r>
      <w:r w:rsidR="00077E30" w:rsidRPr="00077E30">
        <w:t>Pakistan</w:t>
      </w:r>
      <w:r w:rsidR="006372D6" w:rsidRPr="00077E30">
        <w:t xml:space="preserve">? </w:t>
      </w:r>
    </w:p>
    <w:p w:rsidR="006372D6" w:rsidRPr="00077E30" w:rsidRDefault="006372D6" w:rsidP="006372D6">
      <w:pPr>
        <w:pStyle w:val="QuestionResponse"/>
      </w:pPr>
      <w:r w:rsidRPr="00077E30">
        <w:t>1</w:t>
      </w:r>
      <w:r w:rsidRPr="00077E30">
        <w:tab/>
        <w:t>Mostly positive</w:t>
      </w:r>
    </w:p>
    <w:p w:rsidR="006372D6" w:rsidRPr="00077E30" w:rsidRDefault="006372D6" w:rsidP="006372D6">
      <w:pPr>
        <w:pStyle w:val="QuestionResponse"/>
      </w:pPr>
      <w:r w:rsidRPr="00077E30">
        <w:t>2</w:t>
      </w:r>
      <w:r w:rsidRPr="00077E30">
        <w:tab/>
        <w:t>Mostly negative</w:t>
      </w:r>
    </w:p>
    <w:p w:rsidR="006372D6" w:rsidRPr="00077E30" w:rsidRDefault="006372D6" w:rsidP="006372D6">
      <w:pPr>
        <w:pStyle w:val="QuestionResponse"/>
      </w:pPr>
      <w:r w:rsidRPr="00077E30">
        <w:t>3</w:t>
      </w:r>
      <w:r w:rsidRPr="00077E30">
        <w:tab/>
        <w:t>No impact</w:t>
      </w:r>
    </w:p>
    <w:p w:rsidR="006372D6" w:rsidRPr="00077E30" w:rsidRDefault="006372D6" w:rsidP="006372D6">
      <w:pPr>
        <w:pStyle w:val="QuestionResponse"/>
      </w:pPr>
      <w:r w:rsidRPr="00077E30">
        <w:t>8</w:t>
      </w:r>
      <w:r w:rsidRPr="00077E30">
        <w:tab/>
        <w:t>Don’t know (DO NOT READ)</w:t>
      </w:r>
    </w:p>
    <w:p w:rsidR="006372D6" w:rsidRPr="00077E30" w:rsidRDefault="006372D6" w:rsidP="006372D6">
      <w:pPr>
        <w:pStyle w:val="QuestionResponseLast"/>
        <w:spacing w:after="240"/>
      </w:pPr>
      <w:r w:rsidRPr="00077E30">
        <w:t>9</w:t>
      </w:r>
      <w:r w:rsidRPr="00077E30">
        <w:tab/>
        <w:t>Refused (DO NOT READ)</w:t>
      </w:r>
    </w:p>
    <w:p w:rsidR="006372D6" w:rsidRPr="00077E30" w:rsidRDefault="006372D6" w:rsidP="006372D6">
      <w:pPr>
        <w:pStyle w:val="QuestionInstruction"/>
        <w:rPr>
          <w:rFonts w:cs="Calibri"/>
        </w:rPr>
      </w:pPr>
      <w:r w:rsidRPr="00077E30">
        <w:t>ASK ALL IN PAKISTAN ONLY</w:t>
      </w:r>
    </w:p>
    <w:p w:rsidR="006372D6" w:rsidRPr="00077E30" w:rsidRDefault="0054085C" w:rsidP="006372D6">
      <w:pPr>
        <w:pStyle w:val="Question"/>
        <w:rPr>
          <w:i/>
          <w:iCs/>
        </w:rPr>
      </w:pPr>
      <w:r w:rsidRPr="00077E30">
        <w:rPr>
          <w:rFonts w:ascii="Tahoma" w:hAnsi="Tahoma" w:cs="Tahoma"/>
          <w:b/>
          <w:sz w:val="16"/>
        </w:rPr>
        <w:t>Q1</w:t>
      </w:r>
      <w:r w:rsidR="00CD05D6" w:rsidRPr="00077E30">
        <w:rPr>
          <w:rFonts w:ascii="Tahoma" w:hAnsi="Tahoma" w:cs="Tahoma"/>
          <w:b/>
          <w:sz w:val="16"/>
        </w:rPr>
        <w:t>0</w:t>
      </w:r>
      <w:r w:rsidR="004666D0">
        <w:rPr>
          <w:rFonts w:ascii="Tahoma" w:hAnsi="Tahoma" w:cs="Tahoma"/>
          <w:b/>
          <w:sz w:val="16"/>
        </w:rPr>
        <w:t>5</w:t>
      </w:r>
      <w:r w:rsidR="006372D6" w:rsidRPr="00077E30">
        <w:tab/>
        <w:t xml:space="preserve">Overall, would you say U.S. military aid to </w:t>
      </w:r>
      <w:r w:rsidR="00077E30" w:rsidRPr="00077E30">
        <w:t>Pakistan</w:t>
      </w:r>
      <w:r w:rsidR="006372D6" w:rsidRPr="00077E30">
        <w:t xml:space="preserve"> is having a mostly positive impact, a mostly negative impact, or no impact on the way things are going in </w:t>
      </w:r>
      <w:r w:rsidR="00077E30" w:rsidRPr="00077E30">
        <w:t>Pakistan</w:t>
      </w:r>
      <w:r w:rsidR="006372D6" w:rsidRPr="00077E30">
        <w:t xml:space="preserve">? </w:t>
      </w:r>
    </w:p>
    <w:p w:rsidR="006372D6" w:rsidRPr="00077E30" w:rsidRDefault="006372D6" w:rsidP="006372D6">
      <w:pPr>
        <w:pStyle w:val="QuestionResponse"/>
      </w:pPr>
      <w:r w:rsidRPr="00077E30">
        <w:t>1</w:t>
      </w:r>
      <w:r w:rsidRPr="00077E30">
        <w:tab/>
        <w:t>Mostly positive</w:t>
      </w:r>
    </w:p>
    <w:p w:rsidR="006372D6" w:rsidRPr="00077E30" w:rsidRDefault="006372D6" w:rsidP="006372D6">
      <w:pPr>
        <w:pStyle w:val="QuestionResponse"/>
      </w:pPr>
      <w:r w:rsidRPr="00077E30">
        <w:t>2</w:t>
      </w:r>
      <w:r w:rsidRPr="00077E30">
        <w:tab/>
        <w:t>Mostly negative</w:t>
      </w:r>
    </w:p>
    <w:p w:rsidR="006372D6" w:rsidRPr="00077E30" w:rsidRDefault="006372D6" w:rsidP="006372D6">
      <w:pPr>
        <w:pStyle w:val="QuestionResponse"/>
      </w:pPr>
      <w:r w:rsidRPr="00077E30">
        <w:t>3</w:t>
      </w:r>
      <w:r w:rsidRPr="00077E30">
        <w:tab/>
        <w:t>No impact</w:t>
      </w:r>
    </w:p>
    <w:p w:rsidR="006372D6" w:rsidRPr="00077E30" w:rsidRDefault="006372D6" w:rsidP="006372D6">
      <w:pPr>
        <w:pStyle w:val="QuestionResponse"/>
      </w:pPr>
      <w:r w:rsidRPr="00077E30">
        <w:t>8</w:t>
      </w:r>
      <w:r w:rsidRPr="00077E30">
        <w:tab/>
        <w:t>Don’t know (DO NOT READ)</w:t>
      </w:r>
    </w:p>
    <w:p w:rsidR="006372D6" w:rsidRPr="00077E30" w:rsidRDefault="006372D6" w:rsidP="006372D6">
      <w:pPr>
        <w:pStyle w:val="QuestionResponseLast"/>
      </w:pPr>
      <w:r w:rsidRPr="00077E30">
        <w:t>9</w:t>
      </w:r>
      <w:r w:rsidRPr="00077E30">
        <w:tab/>
        <w:t>Refused (DO NOT READ)</w:t>
      </w:r>
    </w:p>
    <w:p w:rsidR="006372D6" w:rsidRPr="00077E30" w:rsidRDefault="006372D6" w:rsidP="006372D6">
      <w:pPr>
        <w:pStyle w:val="QuestionInstruction"/>
        <w:rPr>
          <w:rFonts w:cs="Calibri"/>
        </w:rPr>
      </w:pPr>
      <w:r w:rsidRPr="00077E30">
        <w:t>ASK ALL IN PAKISTAN ONLY</w:t>
      </w:r>
    </w:p>
    <w:p w:rsidR="006372D6" w:rsidRPr="00077E30" w:rsidRDefault="0054085C" w:rsidP="006372D6">
      <w:pPr>
        <w:pStyle w:val="Question"/>
        <w:rPr>
          <w:iCs/>
        </w:rPr>
      </w:pPr>
      <w:r w:rsidRPr="00077E30">
        <w:rPr>
          <w:rFonts w:ascii="Tahoma" w:hAnsi="Tahoma" w:cs="Tahoma"/>
          <w:b/>
          <w:sz w:val="16"/>
        </w:rPr>
        <w:t>Q1</w:t>
      </w:r>
      <w:r w:rsidR="00CD05D6" w:rsidRPr="00077E30">
        <w:rPr>
          <w:rFonts w:ascii="Tahoma" w:hAnsi="Tahoma" w:cs="Tahoma"/>
          <w:b/>
          <w:sz w:val="16"/>
        </w:rPr>
        <w:t>0</w:t>
      </w:r>
      <w:r w:rsidR="004666D0">
        <w:rPr>
          <w:rFonts w:ascii="Tahoma" w:hAnsi="Tahoma" w:cs="Tahoma"/>
          <w:b/>
          <w:sz w:val="16"/>
        </w:rPr>
        <w:t>6</w:t>
      </w:r>
      <w:r w:rsidR="006372D6" w:rsidRPr="00077E30">
        <w:tab/>
        <w:t xml:space="preserve">Would you say that U.S. aid to </w:t>
      </w:r>
      <w:r w:rsidR="00077E30" w:rsidRPr="00077E30">
        <w:t>Pakistan</w:t>
      </w:r>
      <w:r w:rsidR="006372D6" w:rsidRPr="00077E30">
        <w:t xml:space="preserve"> is mostly military aid, mostly aid to help </w:t>
      </w:r>
      <w:r w:rsidR="00077E30" w:rsidRPr="00077E30">
        <w:t>Pakistan</w:t>
      </w:r>
      <w:r w:rsidR="006372D6" w:rsidRPr="00077E30">
        <w:t xml:space="preserve"> develop economically or both equally? </w:t>
      </w:r>
    </w:p>
    <w:p w:rsidR="006372D6" w:rsidRPr="00077E30" w:rsidRDefault="006372D6" w:rsidP="006372D6">
      <w:pPr>
        <w:pStyle w:val="QuestionResponse"/>
      </w:pPr>
      <w:r w:rsidRPr="00077E30">
        <w:t>1</w:t>
      </w:r>
      <w:r w:rsidRPr="00077E30">
        <w:tab/>
        <w:t>Mostly military</w:t>
      </w:r>
    </w:p>
    <w:p w:rsidR="006372D6" w:rsidRPr="00077E30" w:rsidRDefault="006372D6" w:rsidP="006372D6">
      <w:pPr>
        <w:pStyle w:val="QuestionResponse"/>
      </w:pPr>
      <w:r w:rsidRPr="00077E30">
        <w:t>2</w:t>
      </w:r>
      <w:r w:rsidRPr="00077E30">
        <w:tab/>
        <w:t xml:space="preserve">Mostly to help </w:t>
      </w:r>
      <w:r w:rsidR="00077E30" w:rsidRPr="00077E30">
        <w:t>Pakistan</w:t>
      </w:r>
      <w:r w:rsidRPr="00077E30">
        <w:t xml:space="preserve"> develop economically</w:t>
      </w:r>
    </w:p>
    <w:p w:rsidR="006372D6" w:rsidRPr="00077E30" w:rsidRDefault="006372D6" w:rsidP="006372D6">
      <w:pPr>
        <w:pStyle w:val="QuestionResponse"/>
      </w:pPr>
      <w:r w:rsidRPr="00077E30">
        <w:t>3</w:t>
      </w:r>
      <w:r w:rsidRPr="00077E30">
        <w:tab/>
        <w:t>Both equally</w:t>
      </w:r>
    </w:p>
    <w:p w:rsidR="006372D6" w:rsidRPr="00077E30" w:rsidRDefault="006372D6" w:rsidP="006372D6">
      <w:pPr>
        <w:pStyle w:val="QuestionResponse"/>
      </w:pPr>
      <w:r w:rsidRPr="00077E30">
        <w:t>8</w:t>
      </w:r>
      <w:r w:rsidRPr="00077E30">
        <w:tab/>
        <w:t>Don’t know (DO NOT READ)</w:t>
      </w:r>
    </w:p>
    <w:p w:rsidR="006372D6" w:rsidRPr="000B73EF" w:rsidRDefault="006372D6" w:rsidP="006372D6">
      <w:pPr>
        <w:pStyle w:val="QuestionResponseLast"/>
        <w:spacing w:after="240"/>
      </w:pPr>
      <w:r w:rsidRPr="00077E30">
        <w:t>9</w:t>
      </w:r>
      <w:r w:rsidRPr="00077E30">
        <w:tab/>
        <w:t>Refused (DO NOT READ)</w:t>
      </w:r>
    </w:p>
    <w:p w:rsidR="00E950A3" w:rsidRPr="001A7694" w:rsidRDefault="00E950A3" w:rsidP="001A7694">
      <w:pPr>
        <w:pStyle w:val="QuestionInstruction"/>
        <w:rPr>
          <w:rStyle w:val="QuestionChar1"/>
          <w:sz w:val="24"/>
          <w:szCs w:val="20"/>
        </w:rPr>
      </w:pPr>
      <w:r w:rsidRPr="001A7694">
        <w:rPr>
          <w:rStyle w:val="QuestionChar1"/>
          <w:sz w:val="24"/>
          <w:szCs w:val="20"/>
        </w:rPr>
        <w:t>ASK ALL IN PAKISTAN ONLY</w:t>
      </w:r>
    </w:p>
    <w:p w:rsidR="00E950A3" w:rsidRPr="000B73EF" w:rsidRDefault="0054085C" w:rsidP="00E950A3">
      <w:pPr>
        <w:pStyle w:val="Question"/>
        <w:rPr>
          <w:i/>
        </w:rPr>
      </w:pPr>
      <w:r w:rsidRPr="000B73EF">
        <w:rPr>
          <w:rFonts w:ascii="Tahoma" w:hAnsi="Tahoma" w:cs="Tahoma"/>
          <w:b/>
          <w:sz w:val="16"/>
        </w:rPr>
        <w:t>Q1</w:t>
      </w:r>
      <w:r w:rsidR="00CD05D6" w:rsidRPr="000B73EF">
        <w:rPr>
          <w:rFonts w:ascii="Tahoma" w:hAnsi="Tahoma" w:cs="Tahoma"/>
          <w:b/>
          <w:sz w:val="16"/>
        </w:rPr>
        <w:t>0</w:t>
      </w:r>
      <w:r w:rsidR="004666D0">
        <w:rPr>
          <w:rFonts w:ascii="Tahoma" w:hAnsi="Tahoma" w:cs="Tahoma"/>
          <w:b/>
          <w:sz w:val="16"/>
        </w:rPr>
        <w:t>7</w:t>
      </w:r>
      <w:r w:rsidR="00E950A3" w:rsidRPr="000B73EF">
        <w:tab/>
        <w:t xml:space="preserve">The U.S. </w:t>
      </w:r>
      <w:r w:rsidR="00383E3A" w:rsidRPr="000B73EF">
        <w:t>plans to remove most of</w:t>
      </w:r>
      <w:r w:rsidR="00E950A3" w:rsidRPr="000B73EF">
        <w:t xml:space="preserve"> its troops from Afghanistan in 2014. Do you think this is a good thing or a bad thing for Pakistan? </w:t>
      </w:r>
    </w:p>
    <w:p w:rsidR="00E950A3" w:rsidRPr="000B73EF" w:rsidRDefault="00E950A3" w:rsidP="00E950A3">
      <w:pPr>
        <w:pStyle w:val="QuestionResponse"/>
      </w:pPr>
      <w:r w:rsidRPr="000B73EF">
        <w:t>1</w:t>
      </w:r>
      <w:r w:rsidRPr="000B73EF">
        <w:tab/>
        <w:t>Good thing</w:t>
      </w:r>
    </w:p>
    <w:p w:rsidR="00E950A3" w:rsidRPr="000B73EF" w:rsidRDefault="00E950A3" w:rsidP="00E950A3">
      <w:pPr>
        <w:pStyle w:val="QuestionResponse"/>
      </w:pPr>
      <w:r w:rsidRPr="000B73EF">
        <w:t>2</w:t>
      </w:r>
      <w:r w:rsidRPr="000B73EF">
        <w:tab/>
        <w:t>Bad thing</w:t>
      </w:r>
    </w:p>
    <w:p w:rsidR="00E950A3" w:rsidRPr="000B73EF" w:rsidRDefault="00E950A3" w:rsidP="00E950A3">
      <w:pPr>
        <w:pStyle w:val="QuestionResponse"/>
      </w:pPr>
      <w:r w:rsidRPr="000B73EF">
        <w:t>3</w:t>
      </w:r>
      <w:r w:rsidRPr="000B73EF">
        <w:tab/>
        <w:t>Neither (DO NOT READ)</w:t>
      </w:r>
    </w:p>
    <w:p w:rsidR="00E950A3" w:rsidRDefault="00E950A3" w:rsidP="00113D22">
      <w:pPr>
        <w:pStyle w:val="QuestionResponse"/>
      </w:pPr>
      <w:r w:rsidRPr="000B73EF">
        <w:t>8</w:t>
      </w:r>
      <w:r w:rsidRPr="000B73EF">
        <w:tab/>
        <w:t>Don’t know (DO NOT READ)</w:t>
      </w:r>
    </w:p>
    <w:p w:rsidR="00113D22" w:rsidRPr="000B73EF" w:rsidRDefault="00113D22" w:rsidP="00113D22">
      <w:pPr>
        <w:pStyle w:val="QuestionResponseLast"/>
      </w:pPr>
      <w:r w:rsidRPr="000B73EF">
        <w:t>9</w:t>
      </w:r>
      <w:r w:rsidRPr="000B73EF">
        <w:tab/>
        <w:t>Refused (DO NOT READ)</w:t>
      </w:r>
    </w:p>
    <w:p w:rsidR="00646B4B" w:rsidRPr="000B73EF" w:rsidRDefault="00646B4B" w:rsidP="00646B4B">
      <w:pPr>
        <w:pStyle w:val="QuestionInstruction"/>
      </w:pPr>
      <w:r w:rsidRPr="000B73EF">
        <w:lastRenderedPageBreak/>
        <w:t>ASK ALL IN EGYPT ONLY</w:t>
      </w:r>
    </w:p>
    <w:p w:rsidR="00646B4B" w:rsidRPr="000B73EF" w:rsidRDefault="0054085C" w:rsidP="00646B4B">
      <w:pPr>
        <w:pStyle w:val="Question"/>
        <w:rPr>
          <w:i/>
        </w:rPr>
      </w:pPr>
      <w:r w:rsidRPr="000B73EF">
        <w:rPr>
          <w:rFonts w:ascii="Tahoma" w:hAnsi="Tahoma" w:cs="Tahoma"/>
          <w:b/>
          <w:sz w:val="16"/>
        </w:rPr>
        <w:t>Q1</w:t>
      </w:r>
      <w:r w:rsidR="00CD05D6" w:rsidRPr="000B73EF">
        <w:rPr>
          <w:rFonts w:ascii="Tahoma" w:hAnsi="Tahoma" w:cs="Tahoma"/>
          <w:b/>
          <w:sz w:val="16"/>
        </w:rPr>
        <w:t>0</w:t>
      </w:r>
      <w:r w:rsidR="004666D0">
        <w:rPr>
          <w:rFonts w:ascii="Tahoma" w:hAnsi="Tahoma" w:cs="Tahoma"/>
          <w:b/>
          <w:sz w:val="16"/>
        </w:rPr>
        <w:t>8</w:t>
      </w:r>
      <w:r w:rsidR="00646B4B" w:rsidRPr="000B73EF">
        <w:tab/>
        <w:t>In your opinion, how important is it for Egypt to have a good relationship with the United S</w:t>
      </w:r>
      <w:r w:rsidR="004666D0">
        <w:t>t</w:t>
      </w:r>
      <w:r w:rsidR="00646B4B" w:rsidRPr="000B73EF">
        <w:t xml:space="preserve">ates – very important, somewhat important, not too important, or not important at all? </w:t>
      </w:r>
    </w:p>
    <w:p w:rsidR="00646B4B" w:rsidRPr="000B73EF" w:rsidRDefault="00646B4B" w:rsidP="00646B4B">
      <w:pPr>
        <w:pStyle w:val="QuestionResponse"/>
      </w:pPr>
      <w:r w:rsidRPr="000B73EF">
        <w:t>1</w:t>
      </w:r>
      <w:r w:rsidRPr="000B73EF">
        <w:tab/>
        <w:t>Very important</w:t>
      </w:r>
    </w:p>
    <w:p w:rsidR="00646B4B" w:rsidRPr="000B73EF" w:rsidRDefault="00646B4B" w:rsidP="00646B4B">
      <w:pPr>
        <w:pStyle w:val="QuestionResponse"/>
      </w:pPr>
      <w:r w:rsidRPr="000B73EF">
        <w:t>2</w:t>
      </w:r>
      <w:r w:rsidRPr="000B73EF">
        <w:tab/>
        <w:t>Somewhat important</w:t>
      </w:r>
    </w:p>
    <w:p w:rsidR="00646B4B" w:rsidRPr="000B73EF" w:rsidRDefault="00646B4B" w:rsidP="00646B4B">
      <w:pPr>
        <w:pStyle w:val="QuestionResponse"/>
      </w:pPr>
      <w:r w:rsidRPr="000B73EF">
        <w:t>3</w:t>
      </w:r>
      <w:r w:rsidRPr="000B73EF">
        <w:tab/>
        <w:t>Not too important</w:t>
      </w:r>
    </w:p>
    <w:p w:rsidR="00646B4B" w:rsidRPr="000B73EF" w:rsidRDefault="00646B4B" w:rsidP="00646B4B">
      <w:pPr>
        <w:pStyle w:val="QuestionResponse"/>
      </w:pPr>
      <w:r w:rsidRPr="000B73EF">
        <w:t>4</w:t>
      </w:r>
      <w:r w:rsidRPr="000B73EF">
        <w:tab/>
        <w:t xml:space="preserve">Not important at all </w:t>
      </w:r>
    </w:p>
    <w:p w:rsidR="00646B4B" w:rsidRPr="000B73EF" w:rsidRDefault="00646B4B" w:rsidP="00646B4B">
      <w:pPr>
        <w:pStyle w:val="QuestionResponse"/>
      </w:pPr>
      <w:r w:rsidRPr="000B73EF">
        <w:t>8</w:t>
      </w:r>
      <w:r w:rsidRPr="000B73EF">
        <w:tab/>
        <w:t>Don’t know (DO NOT READ)</w:t>
      </w:r>
    </w:p>
    <w:p w:rsidR="00646B4B" w:rsidRPr="000B73EF" w:rsidRDefault="00646B4B" w:rsidP="00646B4B">
      <w:pPr>
        <w:pStyle w:val="QuestionResponseLast"/>
      </w:pPr>
      <w:r w:rsidRPr="000B73EF">
        <w:t>9</w:t>
      </w:r>
      <w:r w:rsidRPr="000B73EF">
        <w:tab/>
        <w:t>Refused (DO NOT READ)</w:t>
      </w:r>
    </w:p>
    <w:p w:rsidR="00646B4B" w:rsidRPr="000B73EF" w:rsidRDefault="00646B4B" w:rsidP="00646B4B">
      <w:pPr>
        <w:pStyle w:val="QuestionInstruction"/>
      </w:pPr>
      <w:r w:rsidRPr="000B73EF">
        <w:t>ASK ALL IN EGYPT ONLY</w:t>
      </w:r>
    </w:p>
    <w:p w:rsidR="00646B4B" w:rsidRPr="000B73EF" w:rsidRDefault="0054085C" w:rsidP="00646B4B">
      <w:pPr>
        <w:pStyle w:val="Question"/>
        <w:rPr>
          <w:i/>
        </w:rPr>
      </w:pPr>
      <w:r w:rsidRPr="000B73EF">
        <w:rPr>
          <w:rFonts w:ascii="Tahoma" w:hAnsi="Tahoma" w:cs="Tahoma"/>
          <w:b/>
          <w:sz w:val="16"/>
        </w:rPr>
        <w:t>Q1</w:t>
      </w:r>
      <w:r w:rsidR="004666D0">
        <w:rPr>
          <w:rFonts w:ascii="Tahoma" w:hAnsi="Tahoma" w:cs="Tahoma"/>
          <w:b/>
          <w:sz w:val="16"/>
        </w:rPr>
        <w:t>09</w:t>
      </w:r>
      <w:r w:rsidR="00646B4B" w:rsidRPr="000B73EF">
        <w:tab/>
        <w:t xml:space="preserve">In your opinion, how important is it for Egypt to have a good relationship with Israel – very important, somewhat important, not too important, or not important at all? </w:t>
      </w:r>
    </w:p>
    <w:p w:rsidR="00646B4B" w:rsidRPr="000B73EF" w:rsidRDefault="00646B4B" w:rsidP="00646B4B">
      <w:pPr>
        <w:pStyle w:val="QuestionResponse"/>
      </w:pPr>
      <w:r w:rsidRPr="000B73EF">
        <w:t>1</w:t>
      </w:r>
      <w:r w:rsidRPr="000B73EF">
        <w:tab/>
        <w:t>Very important</w:t>
      </w:r>
    </w:p>
    <w:p w:rsidR="00646B4B" w:rsidRPr="000B73EF" w:rsidRDefault="00646B4B" w:rsidP="00646B4B">
      <w:pPr>
        <w:pStyle w:val="QuestionResponse"/>
      </w:pPr>
      <w:r w:rsidRPr="000B73EF">
        <w:t>2</w:t>
      </w:r>
      <w:r w:rsidRPr="000B73EF">
        <w:tab/>
        <w:t>Somewhat important</w:t>
      </w:r>
    </w:p>
    <w:p w:rsidR="00646B4B" w:rsidRPr="000B73EF" w:rsidRDefault="00646B4B" w:rsidP="00646B4B">
      <w:pPr>
        <w:pStyle w:val="QuestionResponse"/>
      </w:pPr>
      <w:r w:rsidRPr="000B73EF">
        <w:t>3</w:t>
      </w:r>
      <w:r w:rsidRPr="000B73EF">
        <w:tab/>
        <w:t>Not too important</w:t>
      </w:r>
    </w:p>
    <w:p w:rsidR="00646B4B" w:rsidRPr="000B73EF" w:rsidRDefault="00646B4B" w:rsidP="00646B4B">
      <w:pPr>
        <w:pStyle w:val="QuestionResponse"/>
      </w:pPr>
      <w:r w:rsidRPr="000B73EF">
        <w:t>4</w:t>
      </w:r>
      <w:r w:rsidRPr="000B73EF">
        <w:tab/>
        <w:t xml:space="preserve">Not important at all </w:t>
      </w:r>
    </w:p>
    <w:p w:rsidR="00646B4B" w:rsidRPr="000B73EF" w:rsidRDefault="00646B4B" w:rsidP="00646B4B">
      <w:pPr>
        <w:pStyle w:val="QuestionResponse"/>
      </w:pPr>
      <w:r w:rsidRPr="000B73EF">
        <w:t>8</w:t>
      </w:r>
      <w:r w:rsidRPr="000B73EF">
        <w:tab/>
        <w:t>Don’t know (DO NOT READ)</w:t>
      </w:r>
    </w:p>
    <w:p w:rsidR="00646B4B" w:rsidRPr="000B73EF" w:rsidRDefault="00646B4B" w:rsidP="00646B4B">
      <w:pPr>
        <w:pStyle w:val="QuestionResponseLast"/>
      </w:pPr>
      <w:r w:rsidRPr="000B73EF">
        <w:t>9</w:t>
      </w:r>
      <w:r w:rsidRPr="000B73EF">
        <w:tab/>
        <w:t>Refused (DO NOT READ)</w:t>
      </w:r>
    </w:p>
    <w:p w:rsidR="00646B4B" w:rsidRPr="00413843" w:rsidRDefault="00646B4B" w:rsidP="00413843">
      <w:pPr>
        <w:pStyle w:val="QuestionInstruction"/>
        <w:rPr>
          <w:caps/>
        </w:rPr>
      </w:pPr>
      <w:r w:rsidRPr="00413843">
        <w:rPr>
          <w:caps/>
        </w:rPr>
        <w:t xml:space="preserve">ASK ALL IN </w:t>
      </w:r>
      <w:r w:rsidR="00413843" w:rsidRPr="00413843">
        <w:rPr>
          <w:caps/>
        </w:rPr>
        <w:t>BRITAIN, CHINA</w:t>
      </w:r>
      <w:r w:rsidR="00413843">
        <w:rPr>
          <w:caps/>
        </w:rPr>
        <w:t>,</w:t>
      </w:r>
      <w:r w:rsidR="00413843" w:rsidRPr="00413843">
        <w:rPr>
          <w:caps/>
        </w:rPr>
        <w:t xml:space="preserve"> </w:t>
      </w:r>
      <w:r w:rsidR="00433736" w:rsidRPr="00413843">
        <w:rPr>
          <w:caps/>
        </w:rPr>
        <w:t xml:space="preserve">Egypt, </w:t>
      </w:r>
      <w:r w:rsidR="00390087" w:rsidRPr="00413843">
        <w:rPr>
          <w:caps/>
        </w:rPr>
        <w:t xml:space="preserve">FRANCE, </w:t>
      </w:r>
      <w:r w:rsidR="00413843" w:rsidRPr="00413843">
        <w:rPr>
          <w:caps/>
        </w:rPr>
        <w:t xml:space="preserve">GERMANY, </w:t>
      </w:r>
      <w:r w:rsidR="00433736" w:rsidRPr="00413843">
        <w:rPr>
          <w:caps/>
        </w:rPr>
        <w:t xml:space="preserve">Jordan, Lebanon, </w:t>
      </w:r>
      <w:r w:rsidRPr="00413843">
        <w:rPr>
          <w:caps/>
        </w:rPr>
        <w:t>RUSSIA</w:t>
      </w:r>
      <w:r w:rsidR="00413843">
        <w:rPr>
          <w:caps/>
        </w:rPr>
        <w:t>,</w:t>
      </w:r>
      <w:r w:rsidRPr="00413843">
        <w:rPr>
          <w:caps/>
        </w:rPr>
        <w:t xml:space="preserve"> </w:t>
      </w:r>
      <w:r w:rsidR="00413843" w:rsidRPr="00413843">
        <w:rPr>
          <w:caps/>
        </w:rPr>
        <w:t>Tunisia, Turkey</w:t>
      </w:r>
      <w:r w:rsidR="00413843">
        <w:rPr>
          <w:caps/>
        </w:rPr>
        <w:t>,</w:t>
      </w:r>
      <w:r w:rsidR="00413843" w:rsidRPr="00413843">
        <w:rPr>
          <w:caps/>
        </w:rPr>
        <w:t xml:space="preserve"> AND </w:t>
      </w:r>
      <w:r w:rsidR="00FF31DC" w:rsidRPr="000B73EF">
        <w:t xml:space="preserve">THE UNITED STATES </w:t>
      </w:r>
      <w:r w:rsidRPr="00413843">
        <w:rPr>
          <w:caps/>
        </w:rPr>
        <w:t>ONLY</w:t>
      </w:r>
    </w:p>
    <w:p w:rsidR="00B9641B" w:rsidRDefault="0054085C" w:rsidP="00B9641B">
      <w:pPr>
        <w:pStyle w:val="Question"/>
        <w:rPr>
          <w:i/>
        </w:rPr>
      </w:pPr>
      <w:r w:rsidRPr="000B73EF">
        <w:rPr>
          <w:rFonts w:ascii="Tahoma" w:hAnsi="Tahoma" w:cs="Tahoma"/>
          <w:b/>
          <w:sz w:val="16"/>
        </w:rPr>
        <w:t>Q1</w:t>
      </w:r>
      <w:r w:rsidR="00CD05D6" w:rsidRPr="000B73EF">
        <w:rPr>
          <w:rFonts w:ascii="Tahoma" w:hAnsi="Tahoma" w:cs="Tahoma"/>
          <w:b/>
          <w:sz w:val="16"/>
        </w:rPr>
        <w:t>1</w:t>
      </w:r>
      <w:r w:rsidR="004666D0">
        <w:rPr>
          <w:rFonts w:ascii="Tahoma" w:hAnsi="Tahoma" w:cs="Tahoma"/>
          <w:b/>
          <w:sz w:val="16"/>
        </w:rPr>
        <w:t>0</w:t>
      </w:r>
      <w:r w:rsidR="00646B4B" w:rsidRPr="000B73EF">
        <w:tab/>
        <w:t xml:space="preserve">Now thinking about the dispute between Israel and the Palestinians, which side do you sympathize with more, Israel or the Palestinians?  </w:t>
      </w:r>
    </w:p>
    <w:p w:rsidR="00646B4B" w:rsidRPr="000B73EF" w:rsidRDefault="00646B4B" w:rsidP="00B9641B">
      <w:pPr>
        <w:pStyle w:val="QuestionResponse"/>
      </w:pPr>
      <w:r w:rsidRPr="000B73EF">
        <w:t>1</w:t>
      </w:r>
      <w:r w:rsidRPr="000B73EF">
        <w:tab/>
        <w:t>Israel</w:t>
      </w:r>
    </w:p>
    <w:p w:rsidR="00646B4B" w:rsidRPr="000B73EF" w:rsidRDefault="00646B4B" w:rsidP="00B9641B">
      <w:pPr>
        <w:pStyle w:val="QuestionResponse"/>
      </w:pPr>
      <w:r w:rsidRPr="000B73EF">
        <w:t>2</w:t>
      </w:r>
      <w:r w:rsidRPr="000B73EF">
        <w:tab/>
        <w:t>Palestinians</w:t>
      </w:r>
    </w:p>
    <w:p w:rsidR="00646B4B" w:rsidRPr="000B73EF" w:rsidRDefault="00646B4B" w:rsidP="00B9641B">
      <w:pPr>
        <w:pStyle w:val="QuestionResponse"/>
      </w:pPr>
      <w:r w:rsidRPr="000B73EF">
        <w:t>3</w:t>
      </w:r>
      <w:r w:rsidRPr="000B73EF">
        <w:tab/>
        <w:t>Both (DO NOT READ)</w:t>
      </w:r>
    </w:p>
    <w:p w:rsidR="00646B4B" w:rsidRPr="000B73EF" w:rsidRDefault="00646B4B" w:rsidP="00B9641B">
      <w:pPr>
        <w:pStyle w:val="QuestionResponse"/>
      </w:pPr>
      <w:r w:rsidRPr="000B73EF">
        <w:t>4</w:t>
      </w:r>
      <w:r w:rsidRPr="000B73EF">
        <w:tab/>
        <w:t>Neither (DO NOT READ)</w:t>
      </w:r>
    </w:p>
    <w:p w:rsidR="00646B4B" w:rsidRPr="000B73EF" w:rsidRDefault="00646B4B" w:rsidP="00B9641B">
      <w:pPr>
        <w:pStyle w:val="QuestionResponse"/>
      </w:pPr>
      <w:r w:rsidRPr="000B73EF">
        <w:t>8</w:t>
      </w:r>
      <w:r w:rsidRPr="000B73EF">
        <w:tab/>
        <w:t>Don’t know (DO NOT READ)</w:t>
      </w:r>
    </w:p>
    <w:p w:rsidR="00646B4B" w:rsidRPr="000B73EF" w:rsidRDefault="00646B4B" w:rsidP="00B9641B">
      <w:pPr>
        <w:pStyle w:val="QuestionResponseLast"/>
      </w:pPr>
      <w:r w:rsidRPr="000B73EF">
        <w:t>9</w:t>
      </w:r>
      <w:r w:rsidRPr="000B73EF">
        <w:tab/>
      </w:r>
      <w:r w:rsidRPr="00B9641B">
        <w:t>Refused</w:t>
      </w:r>
      <w:r w:rsidRPr="000B73EF">
        <w:t xml:space="preserve"> (DO NOT READ)</w:t>
      </w:r>
    </w:p>
    <w:p w:rsidR="00646B4B" w:rsidRPr="00390087" w:rsidRDefault="00646B4B" w:rsidP="00390087">
      <w:pPr>
        <w:pStyle w:val="QuestionInstruction"/>
        <w:rPr>
          <w:caps/>
        </w:rPr>
      </w:pPr>
      <w:r w:rsidRPr="00390087">
        <w:rPr>
          <w:caps/>
        </w:rPr>
        <w:t xml:space="preserve">ASK ALL IN </w:t>
      </w:r>
      <w:r w:rsidR="00390087" w:rsidRPr="00390087">
        <w:rPr>
          <w:caps/>
        </w:rPr>
        <w:t>BRITAIN, CHINA</w:t>
      </w:r>
      <w:r w:rsidR="00390087">
        <w:rPr>
          <w:caps/>
        </w:rPr>
        <w:t>,</w:t>
      </w:r>
      <w:r w:rsidR="00390087" w:rsidRPr="00390087">
        <w:rPr>
          <w:caps/>
        </w:rPr>
        <w:t xml:space="preserve"> Egypt, FRANCE, GERMANY, Israel, Jordan, Lebanon, Palestinian Territories, RUSSIA</w:t>
      </w:r>
      <w:r w:rsidR="00390087">
        <w:rPr>
          <w:caps/>
        </w:rPr>
        <w:t>,</w:t>
      </w:r>
      <w:r w:rsidR="00390087" w:rsidRPr="00390087">
        <w:rPr>
          <w:caps/>
        </w:rPr>
        <w:t xml:space="preserve"> Tunisia, Turkey</w:t>
      </w:r>
      <w:r w:rsidR="00390087">
        <w:rPr>
          <w:caps/>
        </w:rPr>
        <w:t>,</w:t>
      </w:r>
      <w:r w:rsidR="00390087" w:rsidRPr="00390087">
        <w:rPr>
          <w:caps/>
        </w:rPr>
        <w:t xml:space="preserve"> </w:t>
      </w:r>
      <w:r w:rsidRPr="00390087">
        <w:rPr>
          <w:caps/>
        </w:rPr>
        <w:t xml:space="preserve">AND </w:t>
      </w:r>
      <w:r w:rsidR="00FF31DC" w:rsidRPr="000B73EF">
        <w:t xml:space="preserve">THE UNITED STATES </w:t>
      </w:r>
      <w:r w:rsidRPr="00390087">
        <w:rPr>
          <w:caps/>
        </w:rPr>
        <w:t>ONLY</w:t>
      </w:r>
    </w:p>
    <w:p w:rsidR="00646B4B" w:rsidRPr="000B73EF" w:rsidRDefault="0054085C" w:rsidP="00646B4B">
      <w:pPr>
        <w:pStyle w:val="Question"/>
      </w:pPr>
      <w:r w:rsidRPr="000B73EF">
        <w:rPr>
          <w:rFonts w:ascii="Tahoma" w:hAnsi="Tahoma" w:cs="Tahoma"/>
          <w:b/>
          <w:sz w:val="16"/>
        </w:rPr>
        <w:t>Q1</w:t>
      </w:r>
      <w:r w:rsidR="00CD05D6" w:rsidRPr="000B73EF">
        <w:rPr>
          <w:rFonts w:ascii="Tahoma" w:hAnsi="Tahoma" w:cs="Tahoma"/>
          <w:b/>
          <w:sz w:val="16"/>
        </w:rPr>
        <w:t>1</w:t>
      </w:r>
      <w:r w:rsidR="004666D0">
        <w:rPr>
          <w:rFonts w:ascii="Tahoma" w:hAnsi="Tahoma" w:cs="Tahoma"/>
          <w:b/>
          <w:sz w:val="16"/>
        </w:rPr>
        <w:t>1</w:t>
      </w:r>
      <w:r w:rsidR="00646B4B" w:rsidRPr="000B73EF">
        <w:rPr>
          <w:b/>
          <w:bCs/>
        </w:rPr>
        <w:tab/>
      </w:r>
      <w:r w:rsidR="00646B4B" w:rsidRPr="000B73EF">
        <w:t xml:space="preserve">Do you think a way can be found for Israel and an independent Palestinian state to coexist peacefully with each other, or not?  </w:t>
      </w:r>
    </w:p>
    <w:p w:rsidR="00646B4B" w:rsidRPr="000B73EF" w:rsidRDefault="00646B4B" w:rsidP="00646B4B">
      <w:pPr>
        <w:pStyle w:val="QuestionResponse"/>
      </w:pPr>
      <w:r w:rsidRPr="000B73EF">
        <w:t>1</w:t>
      </w:r>
      <w:r w:rsidRPr="000B73EF">
        <w:tab/>
        <w:t>Yes</w:t>
      </w:r>
    </w:p>
    <w:p w:rsidR="00646B4B" w:rsidRPr="000B73EF" w:rsidRDefault="00646B4B" w:rsidP="00646B4B">
      <w:pPr>
        <w:pStyle w:val="QuestionResponse"/>
      </w:pPr>
      <w:r w:rsidRPr="000B73EF">
        <w:t>2</w:t>
      </w:r>
      <w:r w:rsidRPr="000B73EF">
        <w:tab/>
        <w:t>No</w:t>
      </w:r>
    </w:p>
    <w:p w:rsidR="00646B4B" w:rsidRPr="000B73EF" w:rsidRDefault="00646B4B" w:rsidP="00646B4B">
      <w:pPr>
        <w:pStyle w:val="QuestionResponse"/>
      </w:pPr>
      <w:r w:rsidRPr="000B73EF">
        <w:t>3</w:t>
      </w:r>
      <w:r w:rsidRPr="000B73EF">
        <w:tab/>
        <w:t>It depends (DO NOT READ)</w:t>
      </w:r>
    </w:p>
    <w:p w:rsidR="00646B4B" w:rsidRPr="000B73EF" w:rsidRDefault="00646B4B" w:rsidP="00646B4B">
      <w:pPr>
        <w:pStyle w:val="QuestionResponse"/>
      </w:pPr>
      <w:r w:rsidRPr="000B73EF">
        <w:t>8</w:t>
      </w:r>
      <w:r w:rsidRPr="000B73EF">
        <w:tab/>
        <w:t>Don’t know (DO NOT READ)</w:t>
      </w:r>
    </w:p>
    <w:p w:rsidR="00646B4B" w:rsidRPr="000B73EF" w:rsidRDefault="00646B4B" w:rsidP="00646B4B">
      <w:pPr>
        <w:pStyle w:val="QuestionResponseLast"/>
      </w:pPr>
      <w:r w:rsidRPr="000B73EF">
        <w:t>9</w:t>
      </w:r>
      <w:r w:rsidRPr="000B73EF">
        <w:tab/>
        <w:t>Refused (DO NOT READ)</w:t>
      </w:r>
    </w:p>
    <w:p w:rsidR="00646B4B" w:rsidRPr="000B73EF" w:rsidRDefault="00646B4B" w:rsidP="00B9641B">
      <w:pPr>
        <w:pStyle w:val="QuestionInstruction"/>
        <w:rPr>
          <w:sz w:val="27"/>
          <w:szCs w:val="27"/>
        </w:rPr>
      </w:pPr>
      <w:r w:rsidRPr="000B73EF">
        <w:lastRenderedPageBreak/>
        <w:t>ASK IN THE PALESTINIAN TERRITORIES ONLY</w:t>
      </w:r>
    </w:p>
    <w:p w:rsidR="00646B4B" w:rsidRPr="000B73EF" w:rsidRDefault="0054085C" w:rsidP="00646B4B">
      <w:pPr>
        <w:pStyle w:val="Question"/>
      </w:pPr>
      <w:r w:rsidRPr="000B73EF">
        <w:rPr>
          <w:rFonts w:ascii="Tahoma" w:hAnsi="Tahoma" w:cs="Tahoma"/>
          <w:b/>
          <w:sz w:val="16"/>
        </w:rPr>
        <w:t>Q1</w:t>
      </w:r>
      <w:r w:rsidR="004666D0">
        <w:rPr>
          <w:rFonts w:ascii="Tahoma" w:hAnsi="Tahoma" w:cs="Tahoma"/>
          <w:b/>
          <w:sz w:val="16"/>
        </w:rPr>
        <w:t>12</w:t>
      </w:r>
      <w:r w:rsidR="00646B4B" w:rsidRPr="000B73EF">
        <w:rPr>
          <w:b/>
          <w:bCs/>
        </w:rPr>
        <w:tab/>
      </w:r>
      <w:r w:rsidR="00646B4B" w:rsidRPr="000B73EF">
        <w:t xml:space="preserve">In your opinion, what is the best way for Palestinians to achieve statehood – through negotiations, through armed struggle, or through nonviolent resistance?  </w:t>
      </w:r>
    </w:p>
    <w:p w:rsidR="00646B4B" w:rsidRPr="000B73EF" w:rsidRDefault="00646B4B" w:rsidP="00646B4B">
      <w:pPr>
        <w:pStyle w:val="QuestionResponse"/>
      </w:pPr>
      <w:r w:rsidRPr="000B73EF">
        <w:t>1</w:t>
      </w:r>
      <w:r w:rsidRPr="000B73EF">
        <w:tab/>
        <w:t>Negotiations</w:t>
      </w:r>
    </w:p>
    <w:p w:rsidR="00646B4B" w:rsidRPr="000B73EF" w:rsidRDefault="00646B4B" w:rsidP="00646B4B">
      <w:pPr>
        <w:pStyle w:val="QuestionResponse"/>
      </w:pPr>
      <w:r w:rsidRPr="000B73EF">
        <w:t>2</w:t>
      </w:r>
      <w:r w:rsidRPr="000B73EF">
        <w:tab/>
        <w:t>Armed struggle</w:t>
      </w:r>
    </w:p>
    <w:p w:rsidR="00646B4B" w:rsidRPr="000B73EF" w:rsidRDefault="00646B4B" w:rsidP="00646B4B">
      <w:pPr>
        <w:pStyle w:val="QuestionResponse"/>
      </w:pPr>
      <w:r w:rsidRPr="000B73EF">
        <w:t>3</w:t>
      </w:r>
      <w:r w:rsidRPr="000B73EF">
        <w:tab/>
        <w:t>Nonviolent resistance</w:t>
      </w:r>
    </w:p>
    <w:p w:rsidR="00646B4B" w:rsidRPr="000B73EF" w:rsidRDefault="00646B4B" w:rsidP="00646B4B">
      <w:pPr>
        <w:pStyle w:val="QuestionResponse"/>
      </w:pPr>
      <w:r w:rsidRPr="000B73EF">
        <w:t>4</w:t>
      </w:r>
      <w:r w:rsidRPr="000B73EF">
        <w:tab/>
        <w:t>A combination of these (DO NOT READ)</w:t>
      </w:r>
    </w:p>
    <w:p w:rsidR="00646B4B" w:rsidRPr="000B73EF" w:rsidRDefault="00646B4B" w:rsidP="00646B4B">
      <w:pPr>
        <w:pStyle w:val="QuestionResponse"/>
      </w:pPr>
      <w:r w:rsidRPr="000B73EF">
        <w:t>8</w:t>
      </w:r>
      <w:r w:rsidRPr="000B73EF">
        <w:tab/>
        <w:t>Don’t know (DO NOT READ)</w:t>
      </w:r>
    </w:p>
    <w:p w:rsidR="00646B4B" w:rsidRPr="000B73EF" w:rsidRDefault="00646B4B" w:rsidP="00646B4B">
      <w:pPr>
        <w:pStyle w:val="QuestionResponseLast"/>
      </w:pPr>
      <w:r w:rsidRPr="000B73EF">
        <w:t>9</w:t>
      </w:r>
      <w:r w:rsidRPr="000B73EF">
        <w:tab/>
        <w:t>Refused (DO NOT READ)</w:t>
      </w:r>
    </w:p>
    <w:p w:rsidR="004666D0" w:rsidRPr="004666D0" w:rsidRDefault="004666D0" w:rsidP="004666D0">
      <w:pPr>
        <w:pStyle w:val="QuestionInstruction"/>
        <w:rPr>
          <w:sz w:val="27"/>
          <w:szCs w:val="27"/>
        </w:rPr>
      </w:pPr>
      <w:r w:rsidRPr="004666D0">
        <w:t>ASK IN ISRAEL ONLY</w:t>
      </w:r>
    </w:p>
    <w:p w:rsidR="004666D0" w:rsidRPr="004666D0" w:rsidRDefault="004666D0" w:rsidP="004666D0">
      <w:pPr>
        <w:pStyle w:val="Question"/>
        <w:rPr>
          <w:rFonts w:eastAsiaTheme="minorHAnsi"/>
          <w:i/>
        </w:rPr>
      </w:pPr>
      <w:r w:rsidRPr="004666D0">
        <w:rPr>
          <w:rFonts w:ascii="Tahoma" w:eastAsiaTheme="minorHAnsi" w:hAnsi="Tahoma" w:cs="Tahoma"/>
          <w:b/>
          <w:sz w:val="16"/>
        </w:rPr>
        <w:t>Q113</w:t>
      </w:r>
      <w:r w:rsidRPr="004666D0">
        <w:rPr>
          <w:rFonts w:ascii="Tahoma" w:eastAsiaTheme="minorHAnsi" w:hAnsi="Tahoma" w:cs="Tahoma"/>
          <w:b/>
          <w:sz w:val="16"/>
        </w:rPr>
        <w:tab/>
      </w:r>
      <w:r w:rsidRPr="004666D0">
        <w:rPr>
          <w:rFonts w:eastAsiaTheme="minorHAnsi"/>
        </w:rPr>
        <w:t xml:space="preserve">In your opinion, does the continued building of Jewish settlements in the West Bank help the security of Israel, hurt the security of Israel, or does it not make a difference? </w:t>
      </w:r>
    </w:p>
    <w:p w:rsidR="004666D0" w:rsidRPr="004666D0" w:rsidRDefault="004666D0" w:rsidP="004666D0">
      <w:pPr>
        <w:pStyle w:val="QuestionResponse"/>
        <w:rPr>
          <w:rFonts w:eastAsiaTheme="minorHAnsi"/>
        </w:rPr>
      </w:pPr>
      <w:r w:rsidRPr="004666D0">
        <w:rPr>
          <w:rFonts w:eastAsiaTheme="minorHAnsi"/>
        </w:rPr>
        <w:t>1</w:t>
      </w:r>
      <w:r w:rsidRPr="004666D0">
        <w:rPr>
          <w:rFonts w:eastAsiaTheme="minorHAnsi"/>
        </w:rPr>
        <w:tab/>
        <w:t>Helps the security of Israel</w:t>
      </w:r>
    </w:p>
    <w:p w:rsidR="004666D0" w:rsidRPr="004666D0" w:rsidRDefault="004666D0" w:rsidP="004666D0">
      <w:pPr>
        <w:pStyle w:val="QuestionResponse"/>
        <w:rPr>
          <w:rFonts w:eastAsiaTheme="minorHAnsi"/>
        </w:rPr>
      </w:pPr>
      <w:r w:rsidRPr="004666D0">
        <w:rPr>
          <w:rFonts w:eastAsiaTheme="minorHAnsi"/>
        </w:rPr>
        <w:t>2</w:t>
      </w:r>
      <w:r w:rsidRPr="004666D0">
        <w:rPr>
          <w:rFonts w:eastAsiaTheme="minorHAnsi"/>
        </w:rPr>
        <w:tab/>
        <w:t>Hurts the security of Israel</w:t>
      </w:r>
    </w:p>
    <w:p w:rsidR="004666D0" w:rsidRPr="004666D0" w:rsidRDefault="004666D0" w:rsidP="004666D0">
      <w:pPr>
        <w:pStyle w:val="QuestionResponse"/>
        <w:rPr>
          <w:rFonts w:eastAsiaTheme="minorHAnsi"/>
        </w:rPr>
      </w:pPr>
      <w:r w:rsidRPr="004666D0">
        <w:rPr>
          <w:rFonts w:eastAsiaTheme="minorHAnsi"/>
        </w:rPr>
        <w:t>3</w:t>
      </w:r>
      <w:r w:rsidRPr="004666D0">
        <w:rPr>
          <w:rFonts w:eastAsiaTheme="minorHAnsi"/>
        </w:rPr>
        <w:tab/>
        <w:t>Does not make a difference</w:t>
      </w:r>
    </w:p>
    <w:p w:rsidR="004666D0" w:rsidRPr="004666D0" w:rsidRDefault="004666D0" w:rsidP="004666D0">
      <w:pPr>
        <w:pStyle w:val="QuestionResponse"/>
      </w:pPr>
      <w:r w:rsidRPr="004666D0">
        <w:t>8</w:t>
      </w:r>
      <w:r w:rsidRPr="004666D0">
        <w:tab/>
        <w:t>Don’t know (DO NOT READ)</w:t>
      </w:r>
    </w:p>
    <w:p w:rsidR="004666D0" w:rsidRPr="004666D0" w:rsidRDefault="004666D0" w:rsidP="004666D0">
      <w:pPr>
        <w:pStyle w:val="QuestionResponseLast"/>
      </w:pPr>
      <w:r w:rsidRPr="004666D0">
        <w:t>9</w:t>
      </w:r>
      <w:r w:rsidRPr="004666D0">
        <w:tab/>
        <w:t>Refused (DO NOT READ)</w:t>
      </w:r>
    </w:p>
    <w:p w:rsidR="00646B4B" w:rsidRPr="00390087" w:rsidRDefault="00646B4B" w:rsidP="00390087">
      <w:pPr>
        <w:pStyle w:val="QuestionInstruction"/>
        <w:rPr>
          <w:caps/>
        </w:rPr>
      </w:pPr>
      <w:r w:rsidRPr="00390087">
        <w:rPr>
          <w:caps/>
        </w:rPr>
        <w:t xml:space="preserve">ASK ALL IN </w:t>
      </w:r>
      <w:r w:rsidR="00390087" w:rsidRPr="00390087">
        <w:rPr>
          <w:caps/>
        </w:rPr>
        <w:t xml:space="preserve">Egypt, Jordan, Lebanon, Tunisia, </w:t>
      </w:r>
      <w:r w:rsidR="00390087">
        <w:rPr>
          <w:caps/>
        </w:rPr>
        <w:t xml:space="preserve">AND </w:t>
      </w:r>
      <w:r w:rsidR="00390087" w:rsidRPr="00390087">
        <w:rPr>
          <w:caps/>
        </w:rPr>
        <w:t>Turkey</w:t>
      </w:r>
      <w:r w:rsidR="00390087">
        <w:rPr>
          <w:caps/>
        </w:rPr>
        <w:t xml:space="preserve"> ONLY</w:t>
      </w:r>
    </w:p>
    <w:p w:rsidR="00646B4B" w:rsidRPr="000B73EF" w:rsidRDefault="0054085C" w:rsidP="00B9641B">
      <w:pPr>
        <w:pStyle w:val="Question"/>
        <w:rPr>
          <w:i/>
        </w:rPr>
      </w:pPr>
      <w:r w:rsidRPr="000B73EF">
        <w:rPr>
          <w:rFonts w:ascii="Tahoma" w:hAnsi="Tahoma" w:cs="Tahoma"/>
          <w:b/>
          <w:sz w:val="16"/>
        </w:rPr>
        <w:t>Q1</w:t>
      </w:r>
      <w:r w:rsidR="00CD05D6" w:rsidRPr="000B73EF">
        <w:rPr>
          <w:rFonts w:ascii="Tahoma" w:hAnsi="Tahoma" w:cs="Tahoma"/>
          <w:b/>
          <w:sz w:val="16"/>
        </w:rPr>
        <w:t>1</w:t>
      </w:r>
      <w:r w:rsidR="0091056B">
        <w:rPr>
          <w:rFonts w:ascii="Tahoma" w:hAnsi="Tahoma" w:cs="Tahoma"/>
          <w:b/>
          <w:sz w:val="16"/>
        </w:rPr>
        <w:t>4</w:t>
      </w:r>
      <w:r w:rsidR="00646B4B" w:rsidRPr="000B73EF">
        <w:tab/>
        <w:t xml:space="preserve">Do you think </w:t>
      </w:r>
      <w:r w:rsidR="00646B4B" w:rsidRPr="000B73EF">
        <w:rPr>
          <w:b/>
        </w:rPr>
        <w:t xml:space="preserve">(survey country) </w:t>
      </w:r>
      <w:r w:rsidR="00646B4B" w:rsidRPr="000B73EF">
        <w:t xml:space="preserve">is doing too much, too little, or </w:t>
      </w:r>
      <w:r w:rsidR="0091056B">
        <w:t>is doing enough</w:t>
      </w:r>
      <w:r w:rsidR="00646B4B" w:rsidRPr="000B73EF">
        <w:t xml:space="preserve"> in helping the Palestinian people achieve statehood?</w:t>
      </w:r>
    </w:p>
    <w:p w:rsidR="00646B4B" w:rsidRPr="000B73EF" w:rsidRDefault="00646B4B" w:rsidP="00646B4B">
      <w:pPr>
        <w:pStyle w:val="QuestionResponse"/>
        <w:rPr>
          <w:szCs w:val="22"/>
        </w:rPr>
      </w:pPr>
      <w:r w:rsidRPr="000B73EF">
        <w:rPr>
          <w:szCs w:val="22"/>
        </w:rPr>
        <w:t>1</w:t>
      </w:r>
      <w:r w:rsidRPr="000B73EF">
        <w:rPr>
          <w:szCs w:val="22"/>
        </w:rPr>
        <w:tab/>
        <w:t>Too much</w:t>
      </w:r>
    </w:p>
    <w:p w:rsidR="00646B4B" w:rsidRPr="000B73EF" w:rsidRDefault="00646B4B" w:rsidP="00646B4B">
      <w:pPr>
        <w:pStyle w:val="QuestionResponse"/>
        <w:rPr>
          <w:szCs w:val="22"/>
        </w:rPr>
      </w:pPr>
      <w:r w:rsidRPr="000B73EF">
        <w:rPr>
          <w:szCs w:val="22"/>
        </w:rPr>
        <w:t>2</w:t>
      </w:r>
      <w:r w:rsidRPr="000B73EF">
        <w:rPr>
          <w:szCs w:val="22"/>
        </w:rPr>
        <w:tab/>
        <w:t>Too little</w:t>
      </w:r>
    </w:p>
    <w:p w:rsidR="00646B4B" w:rsidRPr="000B73EF" w:rsidRDefault="00646B4B" w:rsidP="00646B4B">
      <w:pPr>
        <w:pStyle w:val="QuestionResponse"/>
        <w:rPr>
          <w:szCs w:val="22"/>
        </w:rPr>
      </w:pPr>
      <w:r w:rsidRPr="000B73EF">
        <w:rPr>
          <w:szCs w:val="22"/>
        </w:rPr>
        <w:t>3</w:t>
      </w:r>
      <w:r w:rsidRPr="000B73EF">
        <w:rPr>
          <w:szCs w:val="22"/>
        </w:rPr>
        <w:tab/>
      </w:r>
      <w:r w:rsidR="0091056B">
        <w:rPr>
          <w:szCs w:val="22"/>
        </w:rPr>
        <w:t>Enough</w:t>
      </w:r>
    </w:p>
    <w:p w:rsidR="00646B4B" w:rsidRPr="000B73EF" w:rsidRDefault="00646B4B" w:rsidP="00646B4B">
      <w:pPr>
        <w:pStyle w:val="QuestionResponse"/>
        <w:rPr>
          <w:szCs w:val="22"/>
        </w:rPr>
      </w:pPr>
      <w:r w:rsidRPr="000B73EF">
        <w:rPr>
          <w:szCs w:val="22"/>
        </w:rPr>
        <w:t>8</w:t>
      </w:r>
      <w:r w:rsidRPr="000B73EF">
        <w:rPr>
          <w:szCs w:val="22"/>
        </w:rPr>
        <w:tab/>
        <w:t>Don’t know (DO NOT READ)</w:t>
      </w:r>
    </w:p>
    <w:p w:rsidR="00646B4B" w:rsidRPr="000B73EF" w:rsidRDefault="00646B4B" w:rsidP="00646B4B">
      <w:pPr>
        <w:pStyle w:val="QuestionResponseLast"/>
      </w:pPr>
      <w:r w:rsidRPr="000B73EF">
        <w:t>9</w:t>
      </w:r>
      <w:r w:rsidRPr="000B73EF">
        <w:tab/>
        <w:t>Refused (DO NOT READ)</w:t>
      </w:r>
    </w:p>
    <w:p w:rsidR="00646B4B" w:rsidRPr="000B73EF" w:rsidRDefault="00646B4B" w:rsidP="00646B4B">
      <w:pPr>
        <w:pStyle w:val="QuestionInstruction"/>
      </w:pPr>
      <w:r w:rsidRPr="000B73EF">
        <w:t>ASK ALL IN THE PALESTINIAN TERRITORIES ONLY</w:t>
      </w:r>
    </w:p>
    <w:p w:rsidR="00646B4B" w:rsidRPr="000B73EF" w:rsidRDefault="0054085C" w:rsidP="00B9641B">
      <w:pPr>
        <w:pStyle w:val="Question"/>
        <w:rPr>
          <w:i/>
        </w:rPr>
      </w:pPr>
      <w:r w:rsidRPr="000B73EF">
        <w:rPr>
          <w:rFonts w:ascii="Tahoma" w:hAnsi="Tahoma" w:cs="Tahoma"/>
          <w:b/>
          <w:sz w:val="16"/>
        </w:rPr>
        <w:t>Q1</w:t>
      </w:r>
      <w:r w:rsidR="00CD05D6" w:rsidRPr="000B73EF">
        <w:rPr>
          <w:rFonts w:ascii="Tahoma" w:hAnsi="Tahoma" w:cs="Tahoma"/>
          <w:b/>
          <w:sz w:val="16"/>
        </w:rPr>
        <w:t>1</w:t>
      </w:r>
      <w:r w:rsidR="0091056B">
        <w:rPr>
          <w:rFonts w:ascii="Tahoma" w:hAnsi="Tahoma" w:cs="Tahoma"/>
          <w:b/>
          <w:sz w:val="16"/>
        </w:rPr>
        <w:t>5</w:t>
      </w:r>
      <w:r w:rsidR="00646B4B" w:rsidRPr="000B73EF">
        <w:tab/>
        <w:t>In general, do you think Arab countries are</w:t>
      </w:r>
      <w:r w:rsidR="00646B4B" w:rsidRPr="000B73EF">
        <w:rPr>
          <w:b/>
        </w:rPr>
        <w:t xml:space="preserve"> </w:t>
      </w:r>
      <w:r w:rsidR="00646B4B" w:rsidRPr="000B73EF">
        <w:t xml:space="preserve">doing too much, too little, </w:t>
      </w:r>
      <w:r w:rsidR="008C06CB">
        <w:t xml:space="preserve">or </w:t>
      </w:r>
      <w:r w:rsidR="0091056B">
        <w:t>are doing enough</w:t>
      </w:r>
      <w:r w:rsidR="00646B4B" w:rsidRPr="000B73EF">
        <w:t xml:space="preserve"> in helping the Palestinian people achieve statehood?</w:t>
      </w:r>
      <w:r w:rsidR="00646B4B" w:rsidRPr="000B73EF">
        <w:rPr>
          <w:i/>
        </w:rPr>
        <w:t xml:space="preserve">  </w:t>
      </w:r>
    </w:p>
    <w:p w:rsidR="00646B4B" w:rsidRPr="000B73EF" w:rsidRDefault="00646B4B" w:rsidP="00646B4B">
      <w:pPr>
        <w:pStyle w:val="QuestionResponse"/>
        <w:rPr>
          <w:szCs w:val="22"/>
        </w:rPr>
      </w:pPr>
      <w:r w:rsidRPr="000B73EF">
        <w:rPr>
          <w:szCs w:val="22"/>
        </w:rPr>
        <w:t>1</w:t>
      </w:r>
      <w:r w:rsidRPr="000B73EF">
        <w:rPr>
          <w:szCs w:val="22"/>
        </w:rPr>
        <w:tab/>
        <w:t>Too much</w:t>
      </w:r>
    </w:p>
    <w:p w:rsidR="00646B4B" w:rsidRPr="000B73EF" w:rsidRDefault="00646B4B" w:rsidP="00646B4B">
      <w:pPr>
        <w:pStyle w:val="QuestionResponse"/>
        <w:rPr>
          <w:szCs w:val="22"/>
        </w:rPr>
      </w:pPr>
      <w:r w:rsidRPr="000B73EF">
        <w:rPr>
          <w:szCs w:val="22"/>
        </w:rPr>
        <w:t>2</w:t>
      </w:r>
      <w:r w:rsidRPr="000B73EF">
        <w:rPr>
          <w:szCs w:val="22"/>
        </w:rPr>
        <w:tab/>
        <w:t>Too little</w:t>
      </w:r>
    </w:p>
    <w:p w:rsidR="00646B4B" w:rsidRPr="000B73EF" w:rsidRDefault="00646B4B" w:rsidP="00646B4B">
      <w:pPr>
        <w:pStyle w:val="QuestionResponse"/>
        <w:rPr>
          <w:szCs w:val="22"/>
        </w:rPr>
      </w:pPr>
      <w:r w:rsidRPr="000B73EF">
        <w:rPr>
          <w:szCs w:val="22"/>
        </w:rPr>
        <w:t>3</w:t>
      </w:r>
      <w:r w:rsidRPr="000B73EF">
        <w:rPr>
          <w:szCs w:val="22"/>
        </w:rPr>
        <w:tab/>
      </w:r>
      <w:r w:rsidR="0091056B">
        <w:rPr>
          <w:szCs w:val="22"/>
        </w:rPr>
        <w:t>Enough</w:t>
      </w:r>
    </w:p>
    <w:p w:rsidR="00646B4B" w:rsidRPr="000B73EF" w:rsidRDefault="00646B4B" w:rsidP="00646B4B">
      <w:pPr>
        <w:pStyle w:val="QuestionResponse"/>
        <w:rPr>
          <w:szCs w:val="22"/>
        </w:rPr>
      </w:pPr>
      <w:r w:rsidRPr="000B73EF">
        <w:rPr>
          <w:szCs w:val="22"/>
        </w:rPr>
        <w:t>8</w:t>
      </w:r>
      <w:r w:rsidRPr="000B73EF">
        <w:rPr>
          <w:szCs w:val="22"/>
        </w:rPr>
        <w:tab/>
        <w:t>Don’t know (DO NOT READ)</w:t>
      </w:r>
    </w:p>
    <w:p w:rsidR="00646B4B" w:rsidRPr="000B73EF" w:rsidRDefault="00646B4B" w:rsidP="00646B4B">
      <w:pPr>
        <w:pStyle w:val="QuestionResponseLast"/>
      </w:pPr>
      <w:r w:rsidRPr="000B73EF">
        <w:t>9</w:t>
      </w:r>
      <w:r w:rsidRPr="000B73EF">
        <w:tab/>
        <w:t>Refused (DO NOT READ)</w:t>
      </w:r>
    </w:p>
    <w:p w:rsidR="00D96142" w:rsidRPr="00390087" w:rsidRDefault="00D96142" w:rsidP="00390087">
      <w:pPr>
        <w:pStyle w:val="QuestionInstruction"/>
        <w:rPr>
          <w:caps/>
        </w:rPr>
      </w:pPr>
      <w:r w:rsidRPr="00390087">
        <w:rPr>
          <w:caps/>
        </w:rPr>
        <w:lastRenderedPageBreak/>
        <w:t xml:space="preserve">ASK ALL IN </w:t>
      </w:r>
      <w:r w:rsidR="00390087" w:rsidRPr="00390087">
        <w:rPr>
          <w:caps/>
        </w:rPr>
        <w:t>BRITAIN,</w:t>
      </w:r>
      <w:r w:rsidR="00390087">
        <w:rPr>
          <w:caps/>
        </w:rPr>
        <w:t xml:space="preserve"> </w:t>
      </w:r>
      <w:r w:rsidR="00390087" w:rsidRPr="00390087">
        <w:rPr>
          <w:caps/>
        </w:rPr>
        <w:t>CHINA</w:t>
      </w:r>
      <w:r w:rsidR="00390087">
        <w:rPr>
          <w:caps/>
        </w:rPr>
        <w:t>,</w:t>
      </w:r>
      <w:r w:rsidR="00390087" w:rsidRPr="00390087">
        <w:rPr>
          <w:caps/>
        </w:rPr>
        <w:t xml:space="preserve"> Egypt, FRANCE, GERMANY, Israel, Jordan, Lebanon, Palestinian Territories, RUSSIA</w:t>
      </w:r>
      <w:r w:rsidR="00390087">
        <w:rPr>
          <w:caps/>
        </w:rPr>
        <w:t>,</w:t>
      </w:r>
      <w:r w:rsidR="00390087" w:rsidRPr="00390087">
        <w:rPr>
          <w:caps/>
        </w:rPr>
        <w:t xml:space="preserve"> Tunisia, Turkey</w:t>
      </w:r>
      <w:r w:rsidRPr="00390087">
        <w:rPr>
          <w:caps/>
        </w:rPr>
        <w:t xml:space="preserve">, </w:t>
      </w:r>
      <w:r w:rsidR="00390087" w:rsidRPr="00390087">
        <w:rPr>
          <w:caps/>
        </w:rPr>
        <w:t xml:space="preserve">AND </w:t>
      </w:r>
      <w:r w:rsidR="00FF31DC" w:rsidRPr="000B73EF">
        <w:t xml:space="preserve">THE UNITED STATES </w:t>
      </w:r>
      <w:r w:rsidRPr="00390087">
        <w:rPr>
          <w:caps/>
        </w:rPr>
        <w:t>ONLY</w:t>
      </w:r>
    </w:p>
    <w:p w:rsidR="00D96142" w:rsidRPr="000B73EF" w:rsidRDefault="0054085C" w:rsidP="00D96142">
      <w:pPr>
        <w:pStyle w:val="Question"/>
      </w:pPr>
      <w:r w:rsidRPr="000B73EF">
        <w:rPr>
          <w:rFonts w:ascii="Tahoma" w:hAnsi="Tahoma" w:cs="Tahoma"/>
          <w:b/>
          <w:sz w:val="16"/>
        </w:rPr>
        <w:t>Q1</w:t>
      </w:r>
      <w:r w:rsidR="00CD05D6" w:rsidRPr="000B73EF">
        <w:rPr>
          <w:rFonts w:ascii="Tahoma" w:hAnsi="Tahoma" w:cs="Tahoma"/>
          <w:b/>
          <w:sz w:val="16"/>
        </w:rPr>
        <w:t>1</w:t>
      </w:r>
      <w:r w:rsidR="0091056B">
        <w:rPr>
          <w:rFonts w:ascii="Tahoma" w:hAnsi="Tahoma" w:cs="Tahoma"/>
          <w:b/>
          <w:sz w:val="16"/>
        </w:rPr>
        <w:t>6</w:t>
      </w:r>
      <w:r w:rsidR="00D96142" w:rsidRPr="000B73EF">
        <w:rPr>
          <w:b/>
        </w:rPr>
        <w:tab/>
      </w:r>
      <w:r w:rsidR="00D96142" w:rsidRPr="000B73EF">
        <w:t xml:space="preserve">Now thinking about Iran, would you favor or oppose Iran acquiring nuclear weapons? </w:t>
      </w:r>
    </w:p>
    <w:p w:rsidR="00D96142" w:rsidRPr="000B73EF" w:rsidRDefault="00D96142" w:rsidP="00D96142">
      <w:pPr>
        <w:pStyle w:val="QuestionResponse"/>
      </w:pPr>
      <w:r w:rsidRPr="000B73EF">
        <w:t>1</w:t>
      </w:r>
      <w:r w:rsidRPr="000B73EF">
        <w:tab/>
        <w:t>Favor</w:t>
      </w:r>
    </w:p>
    <w:p w:rsidR="00D96142" w:rsidRPr="000B73EF" w:rsidRDefault="00D96142" w:rsidP="00D96142">
      <w:pPr>
        <w:pStyle w:val="QuestionResponse"/>
      </w:pPr>
      <w:r w:rsidRPr="000B73EF">
        <w:t>2</w:t>
      </w:r>
      <w:r w:rsidRPr="000B73EF">
        <w:tab/>
        <w:t>Oppose</w:t>
      </w:r>
    </w:p>
    <w:p w:rsidR="00D96142" w:rsidRPr="000B73EF" w:rsidRDefault="00D96142" w:rsidP="00D96142">
      <w:pPr>
        <w:pStyle w:val="QuestionResponse"/>
        <w:rPr>
          <w:b/>
          <w:bCs/>
          <w:szCs w:val="22"/>
        </w:rPr>
      </w:pPr>
      <w:r w:rsidRPr="000B73EF">
        <w:rPr>
          <w:szCs w:val="22"/>
        </w:rPr>
        <w:t>8</w:t>
      </w:r>
      <w:r w:rsidRPr="000B73EF">
        <w:rPr>
          <w:szCs w:val="22"/>
        </w:rPr>
        <w:tab/>
        <w:t>Don’t know (DO NOT READ)</w:t>
      </w:r>
    </w:p>
    <w:p w:rsidR="00D96142" w:rsidRPr="000B73EF" w:rsidRDefault="00D96142" w:rsidP="00D96142">
      <w:pPr>
        <w:pStyle w:val="QuestionResponseLast"/>
      </w:pPr>
      <w:r w:rsidRPr="000B73EF">
        <w:t>9</w:t>
      </w:r>
      <w:r w:rsidRPr="000B73EF">
        <w:tab/>
        <w:t>Refused (DO NOT READ)</w:t>
      </w:r>
    </w:p>
    <w:p w:rsidR="00D96142" w:rsidRPr="000B73EF" w:rsidRDefault="00D96142" w:rsidP="00D96142">
      <w:pPr>
        <w:pStyle w:val="QuestionInstruction"/>
      </w:pPr>
      <w:r w:rsidRPr="000B73EF">
        <w:t>ASK IF OPPOSES IRAN ACQUIRING NUCLEAR WEAPONS (</w:t>
      </w:r>
      <w:r w:rsidR="00CD05D6" w:rsidRPr="000B73EF">
        <w:t>Q11</w:t>
      </w:r>
      <w:r w:rsidR="0091056B">
        <w:t>6</w:t>
      </w:r>
      <w:r w:rsidRPr="000B73EF">
        <w:t xml:space="preserve"> = 2)</w:t>
      </w:r>
    </w:p>
    <w:p w:rsidR="00D96142" w:rsidRPr="000B73EF" w:rsidRDefault="0054085C" w:rsidP="00D96142">
      <w:pPr>
        <w:pStyle w:val="Question"/>
      </w:pPr>
      <w:r w:rsidRPr="000B73EF">
        <w:rPr>
          <w:rFonts w:ascii="Tahoma" w:hAnsi="Tahoma" w:cs="Tahoma"/>
          <w:b/>
          <w:sz w:val="16"/>
        </w:rPr>
        <w:t>Q1</w:t>
      </w:r>
      <w:r w:rsidR="00CD05D6" w:rsidRPr="000B73EF">
        <w:rPr>
          <w:rFonts w:ascii="Tahoma" w:hAnsi="Tahoma" w:cs="Tahoma"/>
          <w:b/>
          <w:sz w:val="16"/>
        </w:rPr>
        <w:t>1</w:t>
      </w:r>
      <w:r w:rsidR="0091056B">
        <w:rPr>
          <w:rFonts w:ascii="Tahoma" w:hAnsi="Tahoma" w:cs="Tahoma"/>
          <w:b/>
          <w:sz w:val="16"/>
        </w:rPr>
        <w:t>7</w:t>
      </w:r>
      <w:r w:rsidR="00D96142" w:rsidRPr="000B73EF">
        <w:rPr>
          <w:b/>
        </w:rPr>
        <w:tab/>
      </w:r>
      <w:r w:rsidR="00D96142" w:rsidRPr="000B73EF">
        <w:t>Do you approve or disapprove of tougher international economic sanctions on Iran to try to stop it from developing nuclear weapons?</w:t>
      </w:r>
      <w:r w:rsidR="00D96142" w:rsidRPr="000B73EF">
        <w:rPr>
          <w:i/>
        </w:rPr>
        <w:t xml:space="preserve"> </w:t>
      </w:r>
    </w:p>
    <w:p w:rsidR="00D96142" w:rsidRPr="000B73EF" w:rsidRDefault="00D96142" w:rsidP="00D96142">
      <w:pPr>
        <w:pStyle w:val="QuestionResponse"/>
      </w:pPr>
      <w:r w:rsidRPr="000B73EF">
        <w:t>1</w:t>
      </w:r>
      <w:r w:rsidRPr="000B73EF">
        <w:tab/>
        <w:t xml:space="preserve">Approve </w:t>
      </w:r>
    </w:p>
    <w:p w:rsidR="00D96142" w:rsidRPr="000B73EF" w:rsidRDefault="00D96142" w:rsidP="00D96142">
      <w:pPr>
        <w:pStyle w:val="QuestionResponse"/>
      </w:pPr>
      <w:r w:rsidRPr="000B73EF">
        <w:t>2</w:t>
      </w:r>
      <w:r w:rsidRPr="000B73EF">
        <w:tab/>
        <w:t xml:space="preserve">Disapprove </w:t>
      </w:r>
    </w:p>
    <w:p w:rsidR="00D96142" w:rsidRPr="000B73EF" w:rsidRDefault="00D96142" w:rsidP="00D96142">
      <w:pPr>
        <w:pStyle w:val="QuestionResponse"/>
        <w:rPr>
          <w:b/>
          <w:bCs/>
          <w:szCs w:val="22"/>
        </w:rPr>
      </w:pPr>
      <w:r w:rsidRPr="000B73EF">
        <w:rPr>
          <w:szCs w:val="22"/>
        </w:rPr>
        <w:t>8</w:t>
      </w:r>
      <w:r w:rsidRPr="000B73EF">
        <w:rPr>
          <w:szCs w:val="22"/>
        </w:rPr>
        <w:tab/>
        <w:t>Don’t know (DO NOT READ)</w:t>
      </w:r>
    </w:p>
    <w:p w:rsidR="00D96142" w:rsidRPr="000B73EF" w:rsidRDefault="00D96142" w:rsidP="00D96142">
      <w:pPr>
        <w:pStyle w:val="QuestionResponseLast"/>
      </w:pPr>
      <w:r w:rsidRPr="000B73EF">
        <w:t>9</w:t>
      </w:r>
      <w:r w:rsidRPr="000B73EF">
        <w:tab/>
        <w:t>Refused (DO NOT READ)</w:t>
      </w:r>
    </w:p>
    <w:p w:rsidR="00D96142" w:rsidRPr="000B73EF" w:rsidRDefault="00D96142" w:rsidP="00D96142">
      <w:pPr>
        <w:pStyle w:val="QuestionInstruction"/>
      </w:pPr>
      <w:r w:rsidRPr="000B73EF">
        <w:t>ASK IF OPPOSES IRAN ACQUIRING NUCLEAR WEAPONS (</w:t>
      </w:r>
      <w:r w:rsidR="00CD05D6" w:rsidRPr="000B73EF">
        <w:t>Q11</w:t>
      </w:r>
      <w:r w:rsidR="0091056B">
        <w:t>6</w:t>
      </w:r>
      <w:r w:rsidRPr="000B73EF">
        <w:t xml:space="preserve"> = 2)</w:t>
      </w:r>
    </w:p>
    <w:p w:rsidR="00D96142" w:rsidRPr="000B73EF" w:rsidRDefault="0054085C" w:rsidP="00D96142">
      <w:pPr>
        <w:pStyle w:val="Question"/>
        <w:rPr>
          <w:i/>
        </w:rPr>
      </w:pPr>
      <w:r w:rsidRPr="000B73EF">
        <w:rPr>
          <w:rFonts w:ascii="Tahoma" w:hAnsi="Tahoma" w:cs="Tahoma"/>
          <w:b/>
          <w:sz w:val="16"/>
        </w:rPr>
        <w:t>Q1</w:t>
      </w:r>
      <w:r w:rsidR="00CD05D6" w:rsidRPr="000B73EF">
        <w:rPr>
          <w:rFonts w:ascii="Tahoma" w:hAnsi="Tahoma" w:cs="Tahoma"/>
          <w:b/>
          <w:sz w:val="16"/>
        </w:rPr>
        <w:t>1</w:t>
      </w:r>
      <w:r w:rsidR="0091056B">
        <w:rPr>
          <w:rFonts w:ascii="Tahoma" w:hAnsi="Tahoma" w:cs="Tahoma"/>
          <w:b/>
          <w:sz w:val="16"/>
        </w:rPr>
        <w:t>8</w:t>
      </w:r>
      <w:r w:rsidR="00D96142" w:rsidRPr="000B73EF">
        <w:tab/>
        <w:t xml:space="preserve">In your opinion, </w:t>
      </w:r>
      <w:proofErr w:type="gramStart"/>
      <w:r w:rsidR="00D96142" w:rsidRPr="000B73EF">
        <w:t>which is more important</w:t>
      </w:r>
      <w:r w:rsidR="0080112D">
        <w:t>…</w:t>
      </w:r>
      <w:proofErr w:type="gramEnd"/>
      <w:r w:rsidR="00D96142" w:rsidRPr="000B73EF">
        <w:rPr>
          <w:i/>
        </w:rPr>
        <w:t xml:space="preserve"> </w:t>
      </w:r>
    </w:p>
    <w:p w:rsidR="008B045A" w:rsidRPr="004A7CCC" w:rsidRDefault="008B045A" w:rsidP="008B045A">
      <w:pPr>
        <w:pStyle w:val="QuestionInstruction"/>
        <w:rPr>
          <w:caps/>
        </w:rPr>
      </w:pPr>
      <w:r w:rsidRPr="004A7CCC">
        <w:rPr>
          <w:caps/>
        </w:rPr>
        <w:t xml:space="preserve">ROTATE IN Britain, </w:t>
      </w:r>
      <w:r w:rsidR="00727392">
        <w:rPr>
          <w:caps/>
        </w:rPr>
        <w:t>France, Germany</w:t>
      </w:r>
      <w:r w:rsidR="0091056B">
        <w:rPr>
          <w:caps/>
        </w:rPr>
        <w:t>,</w:t>
      </w:r>
      <w:r w:rsidR="00727392">
        <w:rPr>
          <w:caps/>
        </w:rPr>
        <w:t xml:space="preserve"> </w:t>
      </w:r>
      <w:r w:rsidR="00284588">
        <w:rPr>
          <w:caps/>
        </w:rPr>
        <w:t xml:space="preserve">and </w:t>
      </w:r>
      <w:r>
        <w:rPr>
          <w:caps/>
        </w:rPr>
        <w:t>the united states</w:t>
      </w:r>
    </w:p>
    <w:p w:rsidR="00D96142" w:rsidRPr="000B73EF" w:rsidRDefault="00D96142" w:rsidP="00D96142">
      <w:pPr>
        <w:pStyle w:val="QuestionResponse"/>
      </w:pPr>
      <w:r w:rsidRPr="000B73EF">
        <w:t>1</w:t>
      </w:r>
      <w:r w:rsidRPr="000B73EF">
        <w:tab/>
        <w:t>Preventing Iran from developing nuclear weapons, even if it means taking military action OR</w:t>
      </w:r>
    </w:p>
    <w:p w:rsidR="00D96142" w:rsidRPr="000B73EF" w:rsidRDefault="00D96142" w:rsidP="00D96142">
      <w:pPr>
        <w:pStyle w:val="QuestionResponse"/>
      </w:pPr>
      <w:r w:rsidRPr="000B73EF">
        <w:t>2</w:t>
      </w:r>
      <w:r w:rsidRPr="000B73EF">
        <w:tab/>
        <w:t>Avoiding a military conflict with Iran, even if it means they may develop nuclear weapons</w:t>
      </w:r>
    </w:p>
    <w:p w:rsidR="00D96142" w:rsidRPr="000B73EF" w:rsidRDefault="00D96142" w:rsidP="00D96142">
      <w:pPr>
        <w:pStyle w:val="QuestionResponse"/>
      </w:pPr>
      <w:r w:rsidRPr="000B73EF">
        <w:t>3</w:t>
      </w:r>
      <w:r w:rsidRPr="000B73EF">
        <w:tab/>
        <w:t>Neither (DO NOT READ)</w:t>
      </w:r>
    </w:p>
    <w:p w:rsidR="00D96142" w:rsidRPr="000B73EF" w:rsidRDefault="00D96142" w:rsidP="00D96142">
      <w:pPr>
        <w:pStyle w:val="QuestionResponse"/>
      </w:pPr>
      <w:r w:rsidRPr="000B73EF">
        <w:t>4</w:t>
      </w:r>
      <w:r w:rsidRPr="000B73EF">
        <w:tab/>
        <w:t>Both (DO NOT READ)</w:t>
      </w:r>
    </w:p>
    <w:p w:rsidR="00D96142" w:rsidRPr="000B73EF" w:rsidRDefault="00D96142" w:rsidP="00D96142">
      <w:pPr>
        <w:pStyle w:val="QuestionResponse"/>
      </w:pPr>
      <w:r w:rsidRPr="000B73EF">
        <w:t>8</w:t>
      </w:r>
      <w:r w:rsidRPr="000B73EF">
        <w:tab/>
        <w:t>Don’t know (DO NOT READ)</w:t>
      </w:r>
    </w:p>
    <w:p w:rsidR="00D96142" w:rsidRPr="000B73EF" w:rsidRDefault="00D96142" w:rsidP="00D96142">
      <w:pPr>
        <w:pStyle w:val="QuestionResponseLast"/>
      </w:pPr>
      <w:r w:rsidRPr="000B73EF">
        <w:t>9</w:t>
      </w:r>
      <w:r w:rsidRPr="000B73EF">
        <w:tab/>
        <w:t>Refused (DO NOT READ)</w:t>
      </w:r>
    </w:p>
    <w:p w:rsidR="00D96142" w:rsidRPr="000B73EF" w:rsidRDefault="00B9641B" w:rsidP="00B9641B">
      <w:pPr>
        <w:pStyle w:val="QuestionInstruction"/>
      </w:pPr>
      <w:r>
        <w:t>ASK</w:t>
      </w:r>
      <w:r w:rsidR="00D96142" w:rsidRPr="000B73EF">
        <w:t xml:space="preserve"> </w:t>
      </w:r>
      <w:r w:rsidR="00D96142" w:rsidRPr="00B9641B">
        <w:t>ALL</w:t>
      </w:r>
      <w:r w:rsidR="00D96142" w:rsidRPr="000B73EF">
        <w:t xml:space="preserve"> </w:t>
      </w:r>
      <w:r w:rsidR="00BC5946">
        <w:t>EXCEPT CHINA</w:t>
      </w:r>
    </w:p>
    <w:p w:rsidR="00D96142" w:rsidRPr="000B73EF" w:rsidRDefault="0054085C" w:rsidP="00D96142">
      <w:pPr>
        <w:pStyle w:val="Question"/>
      </w:pPr>
      <w:r w:rsidRPr="000B73EF">
        <w:rPr>
          <w:rFonts w:ascii="Tahoma" w:hAnsi="Tahoma" w:cs="Tahoma"/>
          <w:b/>
          <w:sz w:val="16"/>
        </w:rPr>
        <w:t>Q1</w:t>
      </w:r>
      <w:r w:rsidR="002D4A1C">
        <w:rPr>
          <w:rFonts w:ascii="Tahoma" w:hAnsi="Tahoma" w:cs="Tahoma"/>
          <w:b/>
          <w:sz w:val="16"/>
        </w:rPr>
        <w:t>19</w:t>
      </w:r>
      <w:r w:rsidR="00D96142" w:rsidRPr="000B73EF">
        <w:rPr>
          <w:rFonts w:ascii="Tahoma" w:hAnsi="Tahoma" w:cs="Tahoma"/>
          <w:b/>
          <w:sz w:val="16"/>
          <w:szCs w:val="16"/>
        </w:rPr>
        <w:tab/>
      </w:r>
      <w:r w:rsidR="00D96142" w:rsidRPr="000B73EF">
        <w:t xml:space="preserve">Overall, do you think of China as more of a partner of </w:t>
      </w:r>
      <w:r w:rsidR="00D96142" w:rsidRPr="000B73EF">
        <w:rPr>
          <w:b/>
        </w:rPr>
        <w:t>(survey country)</w:t>
      </w:r>
      <w:r w:rsidR="00D96142" w:rsidRPr="000B73EF">
        <w:t xml:space="preserve">, more of an enemy of </w:t>
      </w:r>
      <w:r w:rsidR="00D96142" w:rsidRPr="000B73EF">
        <w:rPr>
          <w:b/>
        </w:rPr>
        <w:t>(survey country)</w:t>
      </w:r>
      <w:r w:rsidR="00D96142" w:rsidRPr="000B73EF">
        <w:t xml:space="preserve">, or neither? </w:t>
      </w:r>
    </w:p>
    <w:p w:rsidR="00D96142" w:rsidRPr="000B73EF" w:rsidRDefault="00D96142" w:rsidP="00D96142">
      <w:pPr>
        <w:pStyle w:val="QuestionResponse"/>
      </w:pPr>
      <w:r w:rsidRPr="000B73EF">
        <w:t>1</w:t>
      </w:r>
      <w:r w:rsidRPr="000B73EF">
        <w:tab/>
        <w:t>More of a partner</w:t>
      </w:r>
    </w:p>
    <w:p w:rsidR="00D96142" w:rsidRPr="000B73EF" w:rsidRDefault="00D96142" w:rsidP="00D96142">
      <w:pPr>
        <w:pStyle w:val="QuestionResponse"/>
      </w:pPr>
      <w:r w:rsidRPr="000B73EF">
        <w:t>2</w:t>
      </w:r>
      <w:r w:rsidRPr="000B73EF">
        <w:tab/>
        <w:t>More of an enemy</w:t>
      </w:r>
    </w:p>
    <w:p w:rsidR="00D96142" w:rsidRPr="000B73EF" w:rsidRDefault="00EF2B57" w:rsidP="00D96142">
      <w:pPr>
        <w:pStyle w:val="QuestionResponse"/>
      </w:pPr>
      <w:r>
        <w:rPr>
          <w:noProof/>
        </w:rPr>
        <mc:AlternateContent>
          <mc:Choice Requires="wps">
            <w:drawing>
              <wp:anchor distT="0" distB="0" distL="114300" distR="114300" simplePos="0" relativeHeight="251857920" behindDoc="0" locked="0" layoutInCell="1" allowOverlap="1">
                <wp:simplePos x="0" y="0"/>
                <wp:positionH relativeFrom="column">
                  <wp:posOffset>3762375</wp:posOffset>
                </wp:positionH>
                <wp:positionV relativeFrom="paragraph">
                  <wp:posOffset>7684770</wp:posOffset>
                </wp:positionV>
                <wp:extent cx="2095500" cy="885825"/>
                <wp:effectExtent l="0" t="0" r="19050" b="2857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885825"/>
                        </a:xfrm>
                        <a:prstGeom prst="rect">
                          <a:avLst/>
                        </a:prstGeom>
                        <a:solidFill>
                          <a:srgbClr val="FFFF00"/>
                        </a:solidFill>
                        <a:ln w="9525">
                          <a:solidFill>
                            <a:srgbClr val="000000"/>
                          </a:solidFill>
                          <a:miter lim="800000"/>
                          <a:headEnd/>
                          <a:tailEnd/>
                        </a:ln>
                      </wps:spPr>
                      <wps:txbx>
                        <w:txbxContent>
                          <w:p w:rsidR="00BE4172" w:rsidRPr="006538A5" w:rsidRDefault="00BE4172">
                            <w:pPr>
                              <w:rPr>
                                <w:sz w:val="18"/>
                                <w:szCs w:val="18"/>
                              </w:rPr>
                            </w:pPr>
                            <w:r>
                              <w:rPr>
                                <w:sz w:val="18"/>
                                <w:szCs w:val="18"/>
                              </w:rPr>
                              <w:t xml:space="preserve">Note to PSRAI: We didn’t use this question in Nigeria in 2010 because of a translation issue; not sure if it changed between 2009 and 2010.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left:0;text-align:left;margin-left:296.25pt;margin-top:605.1pt;width:165pt;height:69.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" fillcolor="yellow">
                <v:textbox>
                  <w:txbxContent>
                    <w:p w:rsidR="00BE4172" w:rsidRPr="006538A5" w:rsidRDefault="00BE4172">
                      <w:pPr>
                        <w:rPr>
                          <w:sz w:val="18"/>
                          <w:szCs w:val="18"/>
                        </w:rPr>
                      </w:pPr>
                      <w:r>
                        <w:rPr>
                          <w:sz w:val="18"/>
                          <w:szCs w:val="18"/>
                        </w:rPr>
                        <w:t xml:space="preserve">Note to PSRAI: We didn’t use this question in Nigeria in 2010 because of a translation issue; not sure if it changed between 2009 and 2010. </w:t>
                      </w:r>
                    </w:p>
                  </w:txbxContent>
                </v:textbox>
              </v:shape>
            </w:pict>
          </mc:Fallback>
        </mc:AlternateContent>
      </w:r>
      <w:r>
        <w:rPr>
          <w:noProof/>
        </w:rPr>
        <mc:AlternateContent>
          <mc:Choice Requires="wps">
            <w:drawing>
              <wp:anchor distT="0" distB="0" distL="114300" distR="114300" simplePos="0" relativeHeight="251856896" behindDoc="0" locked="0" layoutInCell="1" allowOverlap="1">
                <wp:simplePos x="0" y="0"/>
                <wp:positionH relativeFrom="column">
                  <wp:posOffset>3762375</wp:posOffset>
                </wp:positionH>
                <wp:positionV relativeFrom="paragraph">
                  <wp:posOffset>7684770</wp:posOffset>
                </wp:positionV>
                <wp:extent cx="2095500" cy="885825"/>
                <wp:effectExtent l="0" t="0" r="19050"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885825"/>
                        </a:xfrm>
                        <a:prstGeom prst="rect">
                          <a:avLst/>
                        </a:prstGeom>
                        <a:solidFill>
                          <a:srgbClr val="FFFF00"/>
                        </a:solidFill>
                        <a:ln w="9525">
                          <a:solidFill>
                            <a:srgbClr val="000000"/>
                          </a:solidFill>
                          <a:miter lim="800000"/>
                          <a:headEnd/>
                          <a:tailEnd/>
                        </a:ln>
                      </wps:spPr>
                      <wps:txbx>
                        <w:txbxContent>
                          <w:p w:rsidR="00BE4172" w:rsidRPr="006538A5" w:rsidRDefault="00BE4172">
                            <w:pPr>
                              <w:rPr>
                                <w:sz w:val="18"/>
                                <w:szCs w:val="18"/>
                              </w:rPr>
                            </w:pPr>
                            <w:r>
                              <w:rPr>
                                <w:sz w:val="18"/>
                                <w:szCs w:val="18"/>
                              </w:rPr>
                              <w:t xml:space="preserve">Note to PSRAI: We didn’t use this question in Nigeria in 2010 because of a translation issue; not sure if it changed between 2009 and 2010.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96.25pt;margin-top:605.1pt;width:165pt;height:69.7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" fillcolor="yellow">
                <v:textbox>
                  <w:txbxContent>
                    <w:p w:rsidR="00BE4172" w:rsidRPr="006538A5" w:rsidRDefault="00BE4172">
                      <w:pPr>
                        <w:rPr>
                          <w:sz w:val="18"/>
                          <w:szCs w:val="18"/>
                        </w:rPr>
                      </w:pPr>
                      <w:r>
                        <w:rPr>
                          <w:sz w:val="18"/>
                          <w:szCs w:val="18"/>
                        </w:rPr>
                        <w:t xml:space="preserve">Note to PSRAI: We didn’t use this question in Nigeria in 2010 because of a translation issue; not sure if it changed between 2009 and 2010. </w:t>
                      </w:r>
                    </w:p>
                  </w:txbxContent>
                </v:textbox>
              </v:shape>
            </w:pict>
          </mc:Fallback>
        </mc:AlternateContent>
      </w:r>
      <w:r w:rsidR="00D96142" w:rsidRPr="000B73EF">
        <w:t>3</w:t>
      </w:r>
      <w:r w:rsidR="00D96142" w:rsidRPr="000B73EF">
        <w:tab/>
        <w:t>Neither</w:t>
      </w:r>
    </w:p>
    <w:p w:rsidR="00D96142" w:rsidRPr="000B73EF" w:rsidRDefault="00D96142" w:rsidP="00D96142">
      <w:pPr>
        <w:pStyle w:val="QuestionResponse"/>
      </w:pPr>
      <w:r w:rsidRPr="000B73EF">
        <w:t>8</w:t>
      </w:r>
      <w:r w:rsidRPr="000B73EF">
        <w:tab/>
        <w:t>Don’t know (DO NOT READ)</w:t>
      </w:r>
    </w:p>
    <w:p w:rsidR="00D96142" w:rsidRPr="000B73EF" w:rsidRDefault="00D96142" w:rsidP="00D96142">
      <w:pPr>
        <w:pStyle w:val="QuestionResponseLast"/>
      </w:pPr>
      <w:r w:rsidRPr="000B73EF">
        <w:t>9</w:t>
      </w:r>
      <w:r w:rsidRPr="000B73EF">
        <w:tab/>
        <w:t>Refused (DO NOT READ)</w:t>
      </w:r>
    </w:p>
    <w:p w:rsidR="00D96142" w:rsidRPr="00B9641B" w:rsidRDefault="00B9641B" w:rsidP="00B9641B">
      <w:pPr>
        <w:pStyle w:val="QuestionInstruction"/>
      </w:pPr>
      <w:r>
        <w:lastRenderedPageBreak/>
        <w:t>ASK</w:t>
      </w:r>
      <w:r w:rsidR="00D96142" w:rsidRPr="00B9641B">
        <w:t xml:space="preserve"> ALL</w:t>
      </w:r>
      <w:r w:rsidR="00BC5946">
        <w:t xml:space="preserve"> EXCEPT </w:t>
      </w:r>
      <w:r w:rsidR="00553438">
        <w:t xml:space="preserve">CHINA AND </w:t>
      </w:r>
      <w:r w:rsidR="00BC5946">
        <w:t>THE UNITED STATES</w:t>
      </w:r>
    </w:p>
    <w:p w:rsidR="00D96142" w:rsidRPr="000B73EF" w:rsidRDefault="0054085C" w:rsidP="00D96142">
      <w:pPr>
        <w:pStyle w:val="Question"/>
        <w:rPr>
          <w:i/>
          <w:szCs w:val="22"/>
        </w:rPr>
      </w:pPr>
      <w:r w:rsidRPr="000B73EF">
        <w:rPr>
          <w:rFonts w:ascii="Tahoma" w:hAnsi="Tahoma" w:cs="Tahoma"/>
          <w:b/>
          <w:sz w:val="16"/>
        </w:rPr>
        <w:t>Q1</w:t>
      </w:r>
      <w:r w:rsidR="002D4A1C">
        <w:rPr>
          <w:rFonts w:ascii="Tahoma" w:hAnsi="Tahoma" w:cs="Tahoma"/>
          <w:b/>
          <w:sz w:val="16"/>
        </w:rPr>
        <w:t>20</w:t>
      </w:r>
      <w:r w:rsidR="00D96142" w:rsidRPr="000B73EF">
        <w:rPr>
          <w:b/>
          <w:szCs w:val="22"/>
        </w:rPr>
        <w:tab/>
      </w:r>
      <w:r w:rsidR="00D96142" w:rsidRPr="000B73EF">
        <w:rPr>
          <w:szCs w:val="22"/>
        </w:rPr>
        <w:t xml:space="preserve">Overall, do you think of the U.S. as more of a partner of </w:t>
      </w:r>
      <w:r w:rsidR="00D96142" w:rsidRPr="000B73EF">
        <w:rPr>
          <w:b/>
          <w:szCs w:val="22"/>
        </w:rPr>
        <w:t>(survey country)</w:t>
      </w:r>
      <w:r w:rsidR="00D96142" w:rsidRPr="000B73EF">
        <w:rPr>
          <w:szCs w:val="22"/>
        </w:rPr>
        <w:t xml:space="preserve">, more of an enemy of </w:t>
      </w:r>
      <w:r w:rsidR="00D96142" w:rsidRPr="000B73EF">
        <w:rPr>
          <w:b/>
          <w:szCs w:val="22"/>
        </w:rPr>
        <w:t>(survey country)</w:t>
      </w:r>
      <w:r w:rsidR="00D96142" w:rsidRPr="000B73EF">
        <w:rPr>
          <w:szCs w:val="22"/>
        </w:rPr>
        <w:t xml:space="preserve">, or neither?  </w:t>
      </w:r>
    </w:p>
    <w:p w:rsidR="00D96142" w:rsidRPr="000B73EF" w:rsidRDefault="00D96142" w:rsidP="00D96142">
      <w:pPr>
        <w:pStyle w:val="QuestionResponse"/>
        <w:rPr>
          <w:szCs w:val="22"/>
        </w:rPr>
      </w:pPr>
      <w:r w:rsidRPr="000B73EF">
        <w:rPr>
          <w:szCs w:val="22"/>
        </w:rPr>
        <w:t>1</w:t>
      </w:r>
      <w:r w:rsidRPr="000B73EF">
        <w:rPr>
          <w:szCs w:val="22"/>
        </w:rPr>
        <w:tab/>
        <w:t>More of a partner</w:t>
      </w:r>
    </w:p>
    <w:p w:rsidR="00D96142" w:rsidRPr="000B73EF" w:rsidRDefault="00D96142" w:rsidP="00D96142">
      <w:pPr>
        <w:pStyle w:val="QuestionResponse"/>
        <w:rPr>
          <w:szCs w:val="22"/>
        </w:rPr>
      </w:pPr>
      <w:r w:rsidRPr="000B73EF">
        <w:rPr>
          <w:szCs w:val="22"/>
        </w:rPr>
        <w:t>2</w:t>
      </w:r>
      <w:r w:rsidRPr="000B73EF">
        <w:rPr>
          <w:szCs w:val="22"/>
        </w:rPr>
        <w:tab/>
        <w:t>More of an enemy</w:t>
      </w:r>
    </w:p>
    <w:p w:rsidR="00D96142" w:rsidRPr="000B73EF" w:rsidRDefault="00D96142" w:rsidP="00D96142">
      <w:pPr>
        <w:pStyle w:val="QuestionResponse"/>
        <w:rPr>
          <w:szCs w:val="22"/>
        </w:rPr>
      </w:pPr>
      <w:r w:rsidRPr="000B73EF">
        <w:rPr>
          <w:szCs w:val="22"/>
        </w:rPr>
        <w:t>3</w:t>
      </w:r>
      <w:r w:rsidRPr="000B73EF">
        <w:rPr>
          <w:szCs w:val="22"/>
        </w:rPr>
        <w:tab/>
        <w:t>Neither</w:t>
      </w:r>
    </w:p>
    <w:p w:rsidR="00D96142" w:rsidRPr="000B73EF" w:rsidRDefault="00D96142" w:rsidP="00D96142">
      <w:pPr>
        <w:pStyle w:val="QuestionResponse"/>
        <w:rPr>
          <w:szCs w:val="22"/>
        </w:rPr>
      </w:pPr>
      <w:r w:rsidRPr="000B73EF">
        <w:rPr>
          <w:szCs w:val="22"/>
        </w:rPr>
        <w:t>8</w:t>
      </w:r>
      <w:r w:rsidRPr="000B73EF">
        <w:rPr>
          <w:szCs w:val="22"/>
        </w:rPr>
        <w:tab/>
        <w:t>Don’t know (DO NOT READ)</w:t>
      </w:r>
    </w:p>
    <w:p w:rsidR="00D96142" w:rsidRPr="000B73EF" w:rsidRDefault="00D96142" w:rsidP="00B9641B">
      <w:pPr>
        <w:pStyle w:val="QuestionResponseLast"/>
      </w:pPr>
      <w:r w:rsidRPr="000B73EF">
        <w:t>9</w:t>
      </w:r>
      <w:r w:rsidRPr="000B73EF">
        <w:tab/>
      </w:r>
      <w:r w:rsidRPr="00B9641B">
        <w:t>Refused</w:t>
      </w:r>
      <w:r w:rsidRPr="000B73EF">
        <w:t xml:space="preserve"> (DO NOT READ)</w:t>
      </w:r>
    </w:p>
    <w:p w:rsidR="00D96142" w:rsidRPr="00B9641B" w:rsidRDefault="00D96142" w:rsidP="00B9641B">
      <w:pPr>
        <w:pStyle w:val="QuestionInstruction"/>
      </w:pPr>
      <w:r w:rsidRPr="00B9641B">
        <w:t>A</w:t>
      </w:r>
      <w:r w:rsidR="00B9641B">
        <w:t>SK</w:t>
      </w:r>
      <w:r w:rsidRPr="00B9641B">
        <w:t xml:space="preserve"> ALL IN CHINA ONLY</w:t>
      </w:r>
    </w:p>
    <w:p w:rsidR="00D96142" w:rsidRPr="000B73EF" w:rsidRDefault="0054085C" w:rsidP="00D96142">
      <w:pPr>
        <w:pStyle w:val="Question"/>
        <w:rPr>
          <w:i/>
          <w:szCs w:val="22"/>
        </w:rPr>
      </w:pPr>
      <w:r w:rsidRPr="000B73EF">
        <w:rPr>
          <w:rFonts w:ascii="Tahoma" w:hAnsi="Tahoma" w:cs="Tahoma"/>
          <w:b/>
          <w:sz w:val="16"/>
        </w:rPr>
        <w:t>Q1</w:t>
      </w:r>
      <w:r w:rsidR="00CD05D6" w:rsidRPr="000B73EF">
        <w:rPr>
          <w:rFonts w:ascii="Tahoma" w:hAnsi="Tahoma" w:cs="Tahoma"/>
          <w:b/>
          <w:sz w:val="16"/>
        </w:rPr>
        <w:t>2</w:t>
      </w:r>
      <w:r w:rsidR="002D4A1C">
        <w:rPr>
          <w:rFonts w:ascii="Tahoma" w:hAnsi="Tahoma" w:cs="Tahoma"/>
          <w:b/>
          <w:sz w:val="16"/>
        </w:rPr>
        <w:t>0</w:t>
      </w:r>
      <w:r w:rsidR="00CD05D6" w:rsidRPr="000B73EF">
        <w:rPr>
          <w:rFonts w:ascii="Tahoma" w:hAnsi="Tahoma" w:cs="Tahoma"/>
          <w:b/>
          <w:sz w:val="16"/>
        </w:rPr>
        <w:t>chi</w:t>
      </w:r>
      <w:r w:rsidR="00D96142" w:rsidRPr="000B73EF">
        <w:rPr>
          <w:b/>
          <w:szCs w:val="22"/>
        </w:rPr>
        <w:tab/>
      </w:r>
      <w:r w:rsidR="00D96142" w:rsidRPr="000B73EF">
        <w:rPr>
          <w:szCs w:val="22"/>
        </w:rPr>
        <w:t xml:space="preserve">Overall, how would you describe the relationship between China and the U.S.? Is it one of cooperation, one of hostility, or neither? </w:t>
      </w:r>
    </w:p>
    <w:p w:rsidR="00D96142" w:rsidRPr="000B73EF" w:rsidRDefault="00D96142" w:rsidP="00D96142">
      <w:pPr>
        <w:pStyle w:val="QuestionResponse"/>
        <w:rPr>
          <w:szCs w:val="22"/>
        </w:rPr>
      </w:pPr>
      <w:r w:rsidRPr="000B73EF">
        <w:rPr>
          <w:szCs w:val="22"/>
        </w:rPr>
        <w:t>1</w:t>
      </w:r>
      <w:r w:rsidRPr="000B73EF">
        <w:rPr>
          <w:szCs w:val="22"/>
        </w:rPr>
        <w:tab/>
        <w:t>One of cooperation</w:t>
      </w:r>
    </w:p>
    <w:p w:rsidR="00D96142" w:rsidRPr="000B73EF" w:rsidRDefault="00D96142" w:rsidP="00D96142">
      <w:pPr>
        <w:pStyle w:val="QuestionResponse"/>
        <w:rPr>
          <w:szCs w:val="22"/>
        </w:rPr>
      </w:pPr>
      <w:r w:rsidRPr="000B73EF">
        <w:rPr>
          <w:szCs w:val="22"/>
        </w:rPr>
        <w:t>2</w:t>
      </w:r>
      <w:r w:rsidRPr="000B73EF">
        <w:rPr>
          <w:szCs w:val="22"/>
        </w:rPr>
        <w:tab/>
        <w:t>One of hostility</w:t>
      </w:r>
    </w:p>
    <w:p w:rsidR="00D96142" w:rsidRPr="000B73EF" w:rsidRDefault="00D96142" w:rsidP="00D96142">
      <w:pPr>
        <w:pStyle w:val="QuestionResponse"/>
        <w:rPr>
          <w:szCs w:val="22"/>
        </w:rPr>
      </w:pPr>
      <w:r w:rsidRPr="000B73EF">
        <w:rPr>
          <w:szCs w:val="22"/>
        </w:rPr>
        <w:t>3</w:t>
      </w:r>
      <w:r w:rsidRPr="000B73EF">
        <w:rPr>
          <w:szCs w:val="22"/>
        </w:rPr>
        <w:tab/>
        <w:t>Neither</w:t>
      </w:r>
    </w:p>
    <w:p w:rsidR="00D96142" w:rsidRPr="000B73EF" w:rsidRDefault="00D96142" w:rsidP="00D96142">
      <w:pPr>
        <w:pStyle w:val="QuestionResponse"/>
        <w:rPr>
          <w:szCs w:val="22"/>
        </w:rPr>
      </w:pPr>
      <w:r w:rsidRPr="000B73EF">
        <w:rPr>
          <w:szCs w:val="22"/>
        </w:rPr>
        <w:t>8</w:t>
      </w:r>
      <w:r w:rsidRPr="000B73EF">
        <w:rPr>
          <w:szCs w:val="22"/>
        </w:rPr>
        <w:tab/>
        <w:t>Don’t know (DO NOT READ)</w:t>
      </w:r>
    </w:p>
    <w:p w:rsidR="00D96142" w:rsidRPr="000B73EF" w:rsidRDefault="00D96142" w:rsidP="00B9641B">
      <w:pPr>
        <w:pStyle w:val="QuestionResponseLast"/>
      </w:pPr>
      <w:r w:rsidRPr="000B73EF">
        <w:t>9</w:t>
      </w:r>
      <w:r w:rsidRPr="000B73EF">
        <w:tab/>
      </w:r>
      <w:r w:rsidRPr="00B9641B">
        <w:t>Refused</w:t>
      </w:r>
      <w:r w:rsidRPr="000B73EF">
        <w:t xml:space="preserve"> (DO NOT READ)</w:t>
      </w:r>
    </w:p>
    <w:p w:rsidR="002D4A1C" w:rsidRPr="009B5617" w:rsidRDefault="002D4A1C" w:rsidP="002D4A1C">
      <w:pPr>
        <w:pStyle w:val="QuestionInstruction"/>
        <w:rPr>
          <w:caps/>
          <w:szCs w:val="22"/>
        </w:rPr>
      </w:pPr>
      <w:r w:rsidRPr="009B5617">
        <w:rPr>
          <w:caps/>
          <w:szCs w:val="22"/>
        </w:rPr>
        <w:t xml:space="preserve">ASK MUSLIMS IN </w:t>
      </w:r>
      <w:r w:rsidRPr="009B5617">
        <w:rPr>
          <w:caps/>
        </w:rPr>
        <w:t xml:space="preserve">Egypt, Indonesia, </w:t>
      </w:r>
      <w:r w:rsidRPr="009B5617">
        <w:rPr>
          <w:caps/>
          <w:szCs w:val="22"/>
        </w:rPr>
        <w:t>ISRAEL</w:t>
      </w:r>
      <w:r>
        <w:rPr>
          <w:caps/>
          <w:szCs w:val="22"/>
        </w:rPr>
        <w:t>,</w:t>
      </w:r>
      <w:r w:rsidRPr="009B5617">
        <w:rPr>
          <w:caps/>
          <w:szCs w:val="22"/>
        </w:rPr>
        <w:t xml:space="preserve"> </w:t>
      </w:r>
      <w:r w:rsidRPr="009B5617">
        <w:rPr>
          <w:caps/>
        </w:rPr>
        <w:t xml:space="preserve">Jordan, Lebanon, Malaysia, Nigeria, Pakistan, Palestinian Territories, Senegal, Tunisia, </w:t>
      </w:r>
      <w:r w:rsidRPr="009B5617">
        <w:rPr>
          <w:caps/>
          <w:szCs w:val="22"/>
        </w:rPr>
        <w:t xml:space="preserve">AND </w:t>
      </w:r>
      <w:r w:rsidRPr="009B5617">
        <w:rPr>
          <w:caps/>
        </w:rPr>
        <w:t>Turkey</w:t>
      </w:r>
      <w:r w:rsidRPr="009B5617">
        <w:rPr>
          <w:caps/>
          <w:szCs w:val="22"/>
        </w:rPr>
        <w:t xml:space="preserve"> ONLY</w:t>
      </w:r>
    </w:p>
    <w:p w:rsidR="002D4A1C" w:rsidRPr="000B73EF" w:rsidRDefault="002D4A1C" w:rsidP="002D4A1C">
      <w:pPr>
        <w:pStyle w:val="Question"/>
        <w:rPr>
          <w:i/>
          <w:iCs/>
        </w:rPr>
      </w:pPr>
      <w:r w:rsidRPr="000B73EF">
        <w:rPr>
          <w:rFonts w:ascii="Tahoma" w:hAnsi="Tahoma" w:cs="Tahoma"/>
          <w:b/>
          <w:sz w:val="16"/>
        </w:rPr>
        <w:t>Q</w:t>
      </w:r>
      <w:r>
        <w:rPr>
          <w:rFonts w:ascii="Tahoma" w:hAnsi="Tahoma" w:cs="Tahoma"/>
          <w:b/>
          <w:sz w:val="16"/>
        </w:rPr>
        <w:t>121</w:t>
      </w:r>
      <w:r w:rsidRPr="000B73EF">
        <w:tab/>
        <w:t xml:space="preserve">Some people think that suicide bombing and other forms of violence against civilian targets are justified in order to defend Islam </w:t>
      </w:r>
      <w:r w:rsidRPr="0069342A">
        <w:t>from</w:t>
      </w:r>
      <w:r w:rsidRPr="000B73EF">
        <w:t xml:space="preserve"> its enemies.  Other people believe that, no matter what the reason, this kind of violence is never justified.  Do you personally feel that this kind of violence is often justified to defend Islam, sometimes justified, rarely justified, or never justified?  </w:t>
      </w:r>
    </w:p>
    <w:p w:rsidR="002D4A1C" w:rsidRPr="000B73EF" w:rsidRDefault="002D4A1C" w:rsidP="002D4A1C">
      <w:pPr>
        <w:pStyle w:val="QuestionResponse"/>
        <w:rPr>
          <w:szCs w:val="22"/>
        </w:rPr>
      </w:pPr>
      <w:r w:rsidRPr="000B73EF">
        <w:rPr>
          <w:szCs w:val="22"/>
        </w:rPr>
        <w:t>1</w:t>
      </w:r>
      <w:r w:rsidRPr="000B73EF">
        <w:rPr>
          <w:szCs w:val="22"/>
        </w:rPr>
        <w:tab/>
        <w:t>Often justified</w:t>
      </w:r>
    </w:p>
    <w:p w:rsidR="002D4A1C" w:rsidRPr="000B73EF" w:rsidRDefault="002D4A1C" w:rsidP="002D4A1C">
      <w:pPr>
        <w:pStyle w:val="QuestionResponse"/>
        <w:rPr>
          <w:szCs w:val="22"/>
        </w:rPr>
      </w:pPr>
      <w:r w:rsidRPr="000B73EF">
        <w:rPr>
          <w:szCs w:val="22"/>
        </w:rPr>
        <w:t>2</w:t>
      </w:r>
      <w:r w:rsidRPr="000B73EF">
        <w:rPr>
          <w:szCs w:val="22"/>
        </w:rPr>
        <w:tab/>
        <w:t>Sometimes justified</w:t>
      </w:r>
    </w:p>
    <w:p w:rsidR="002D4A1C" w:rsidRPr="000B73EF" w:rsidRDefault="002D4A1C" w:rsidP="002D4A1C">
      <w:pPr>
        <w:pStyle w:val="QuestionResponse"/>
        <w:rPr>
          <w:szCs w:val="22"/>
        </w:rPr>
      </w:pPr>
      <w:r w:rsidRPr="000B73EF">
        <w:rPr>
          <w:szCs w:val="22"/>
        </w:rPr>
        <w:t>3</w:t>
      </w:r>
      <w:r w:rsidRPr="000B73EF">
        <w:rPr>
          <w:szCs w:val="22"/>
        </w:rPr>
        <w:tab/>
        <w:t>Rarely justified</w:t>
      </w:r>
    </w:p>
    <w:p w:rsidR="002D4A1C" w:rsidRPr="000B73EF" w:rsidRDefault="002D4A1C" w:rsidP="002D4A1C">
      <w:pPr>
        <w:pStyle w:val="QuestionResponse"/>
        <w:rPr>
          <w:szCs w:val="22"/>
        </w:rPr>
      </w:pPr>
      <w:r w:rsidRPr="000B73EF">
        <w:rPr>
          <w:szCs w:val="22"/>
        </w:rPr>
        <w:t>4</w:t>
      </w:r>
      <w:r w:rsidRPr="000B73EF">
        <w:rPr>
          <w:szCs w:val="22"/>
        </w:rPr>
        <w:tab/>
        <w:t>Never justified</w:t>
      </w:r>
    </w:p>
    <w:p w:rsidR="002D4A1C" w:rsidRPr="000B73EF" w:rsidRDefault="002D4A1C" w:rsidP="002D4A1C">
      <w:pPr>
        <w:pStyle w:val="QuestionResponse"/>
        <w:rPr>
          <w:szCs w:val="22"/>
        </w:rPr>
      </w:pPr>
      <w:r w:rsidRPr="000B73EF">
        <w:rPr>
          <w:szCs w:val="22"/>
        </w:rPr>
        <w:t>8</w:t>
      </w:r>
      <w:r w:rsidRPr="000B73EF">
        <w:rPr>
          <w:szCs w:val="22"/>
        </w:rPr>
        <w:tab/>
        <w:t>Don’t know (DO NOT READ)</w:t>
      </w:r>
    </w:p>
    <w:p w:rsidR="002D4A1C" w:rsidRPr="000B73EF" w:rsidRDefault="002D4A1C" w:rsidP="002D4A1C">
      <w:pPr>
        <w:pStyle w:val="QuestionResponseLast"/>
      </w:pPr>
      <w:r w:rsidRPr="000B73EF">
        <w:t>9</w:t>
      </w:r>
      <w:r w:rsidRPr="000B73EF">
        <w:tab/>
        <w:t>Refused (DO NOT READ)</w:t>
      </w:r>
    </w:p>
    <w:p w:rsidR="002E0370" w:rsidRPr="000B73EF" w:rsidRDefault="002E0370" w:rsidP="002E0370">
      <w:pPr>
        <w:pStyle w:val="QuestionInstruction"/>
        <w:spacing w:after="0"/>
        <w:ind w:left="0" w:firstLine="720"/>
        <w:rPr>
          <w:szCs w:val="22"/>
        </w:rPr>
      </w:pPr>
      <w:r w:rsidRPr="000B73EF">
        <w:rPr>
          <w:szCs w:val="22"/>
        </w:rPr>
        <w:lastRenderedPageBreak/>
        <w:t>ASK ALL IN EGYPT AND TUNISIA ONLY</w:t>
      </w:r>
    </w:p>
    <w:p w:rsidR="002E0370" w:rsidRPr="000B73EF" w:rsidRDefault="0054085C" w:rsidP="002E0370">
      <w:pPr>
        <w:pStyle w:val="Question"/>
        <w:rPr>
          <w:i/>
          <w:lang w:val="es-ES"/>
        </w:rPr>
      </w:pPr>
      <w:r w:rsidRPr="000B73EF">
        <w:rPr>
          <w:rFonts w:ascii="Tahoma" w:hAnsi="Tahoma" w:cs="Tahoma"/>
          <w:b/>
          <w:sz w:val="16"/>
        </w:rPr>
        <w:t>Q1</w:t>
      </w:r>
      <w:r w:rsidR="00CD05D6" w:rsidRPr="000B73EF">
        <w:rPr>
          <w:rFonts w:ascii="Tahoma" w:hAnsi="Tahoma" w:cs="Tahoma"/>
          <w:b/>
          <w:sz w:val="16"/>
        </w:rPr>
        <w:t>22</w:t>
      </w:r>
      <w:r w:rsidR="002E0370" w:rsidRPr="000B73EF">
        <w:tab/>
        <w:t xml:space="preserve">Thinking about </w:t>
      </w:r>
      <w:r w:rsidR="002E0370" w:rsidRPr="000B73EF">
        <w:rPr>
          <w:b/>
        </w:rPr>
        <w:t>(survey country’s)</w:t>
      </w:r>
      <w:r w:rsidR="002E0370" w:rsidRPr="000B73EF">
        <w:t xml:space="preserve"> future, how important is it that (INSERT).  Is it very important, somewhat important, not too important or not important at all? And how important is it that (INSERT)?</w:t>
      </w:r>
      <w:r w:rsidR="002E0370" w:rsidRPr="000B73EF">
        <w:rPr>
          <w:b/>
        </w:rPr>
        <w:t xml:space="preserve"> </w:t>
      </w:r>
    </w:p>
    <w:p w:rsidR="002E0370" w:rsidRPr="007824EF" w:rsidRDefault="002E0370" w:rsidP="002E0370">
      <w:pPr>
        <w:pStyle w:val="QuestionList"/>
        <w:rPr>
          <w:szCs w:val="20"/>
        </w:rPr>
      </w:pPr>
      <w:proofErr w:type="gramStart"/>
      <w:r w:rsidRPr="007824EF">
        <w:rPr>
          <w:b/>
          <w:szCs w:val="20"/>
        </w:rPr>
        <w:t>a</w:t>
      </w:r>
      <w:proofErr w:type="gramEnd"/>
      <w:r w:rsidRPr="007824EF">
        <w:rPr>
          <w:b/>
          <w:szCs w:val="20"/>
        </w:rPr>
        <w:t>.</w:t>
      </w:r>
      <w:r w:rsidRPr="007824EF">
        <w:rPr>
          <w:szCs w:val="20"/>
        </w:rPr>
        <w:tab/>
        <w:t>anyone can openly criticize the government</w:t>
      </w:r>
    </w:p>
    <w:p w:rsidR="002E0370" w:rsidRPr="007824EF" w:rsidRDefault="002E0370" w:rsidP="002E0370">
      <w:pPr>
        <w:pStyle w:val="QuestionList"/>
        <w:rPr>
          <w:szCs w:val="20"/>
        </w:rPr>
      </w:pPr>
      <w:proofErr w:type="gramStart"/>
      <w:r w:rsidRPr="007824EF">
        <w:rPr>
          <w:b/>
          <w:szCs w:val="20"/>
        </w:rPr>
        <w:t>b</w:t>
      </w:r>
      <w:proofErr w:type="gramEnd"/>
      <w:r w:rsidRPr="007824EF">
        <w:rPr>
          <w:b/>
          <w:szCs w:val="20"/>
        </w:rPr>
        <w:t>.</w:t>
      </w:r>
      <w:r w:rsidRPr="007824EF">
        <w:rPr>
          <w:szCs w:val="20"/>
        </w:rPr>
        <w:tab/>
        <w:t>honest elections are held regularly with a choice of at least two political parties</w:t>
      </w:r>
    </w:p>
    <w:p w:rsidR="002E0370" w:rsidRPr="007824EF" w:rsidRDefault="002E0370" w:rsidP="002E0370">
      <w:pPr>
        <w:pStyle w:val="QuestionList"/>
        <w:rPr>
          <w:szCs w:val="20"/>
        </w:rPr>
      </w:pPr>
      <w:proofErr w:type="gramStart"/>
      <w:r w:rsidRPr="007824EF">
        <w:rPr>
          <w:b/>
          <w:szCs w:val="20"/>
        </w:rPr>
        <w:t>c</w:t>
      </w:r>
      <w:proofErr w:type="gramEnd"/>
      <w:r w:rsidRPr="007824EF">
        <w:rPr>
          <w:b/>
          <w:szCs w:val="20"/>
        </w:rPr>
        <w:t>.</w:t>
      </w:r>
      <w:r w:rsidRPr="007824EF">
        <w:rPr>
          <w:szCs w:val="20"/>
        </w:rPr>
        <w:tab/>
        <w:t>there is a judicial system that treats everyone in the same way</w:t>
      </w:r>
    </w:p>
    <w:p w:rsidR="002E0370" w:rsidRPr="000B73EF" w:rsidRDefault="002E0370" w:rsidP="002E0370">
      <w:pPr>
        <w:pStyle w:val="QuestionList"/>
        <w:rPr>
          <w:b/>
          <w:i/>
        </w:rPr>
      </w:pPr>
      <w:proofErr w:type="gramStart"/>
      <w:r w:rsidRPr="007824EF">
        <w:rPr>
          <w:b/>
          <w:szCs w:val="20"/>
        </w:rPr>
        <w:t>d</w:t>
      </w:r>
      <w:proofErr w:type="gramEnd"/>
      <w:r w:rsidRPr="007824EF">
        <w:rPr>
          <w:b/>
          <w:szCs w:val="20"/>
        </w:rPr>
        <w:t>.</w:t>
      </w:r>
      <w:r w:rsidRPr="000B73EF">
        <w:tab/>
        <w:t xml:space="preserve">the military is under the control of civilian leaders </w:t>
      </w:r>
      <w:r w:rsidRPr="000B73EF">
        <w:rPr>
          <w:rFonts w:ascii="Tahoma" w:hAnsi="Tahoma" w:cs="Tahoma"/>
          <w:b/>
          <w:i/>
          <w:sz w:val="16"/>
          <w:szCs w:val="16"/>
        </w:rPr>
        <w:t>[Ask in Egypt only]</w:t>
      </w:r>
    </w:p>
    <w:p w:rsidR="002E0370" w:rsidRPr="000B73EF" w:rsidRDefault="002E0370" w:rsidP="002E0370">
      <w:pPr>
        <w:pStyle w:val="QuestionList"/>
      </w:pPr>
      <w:r w:rsidRPr="007824EF">
        <w:rPr>
          <w:b/>
          <w:szCs w:val="20"/>
        </w:rPr>
        <w:t>e.</w:t>
      </w:r>
      <w:r w:rsidRPr="000B73EF">
        <w:tab/>
        <w:t xml:space="preserve">Copts and other religious minorities can practice their religion freely </w:t>
      </w:r>
      <w:r w:rsidRPr="000B73EF">
        <w:rPr>
          <w:rFonts w:ascii="Tahoma" w:hAnsi="Tahoma" w:cs="Tahoma"/>
          <w:b/>
          <w:i/>
          <w:sz w:val="16"/>
          <w:szCs w:val="16"/>
        </w:rPr>
        <w:t>[Ask in Egypt only]</w:t>
      </w:r>
    </w:p>
    <w:p w:rsidR="002E0370" w:rsidRPr="007824EF" w:rsidRDefault="002E0370" w:rsidP="002E0370">
      <w:pPr>
        <w:pStyle w:val="QuestionList"/>
        <w:rPr>
          <w:szCs w:val="20"/>
        </w:rPr>
      </w:pPr>
      <w:proofErr w:type="gramStart"/>
      <w:r w:rsidRPr="007824EF">
        <w:rPr>
          <w:b/>
          <w:szCs w:val="20"/>
        </w:rPr>
        <w:t>f</w:t>
      </w:r>
      <w:proofErr w:type="gramEnd"/>
      <w:r w:rsidRPr="007824EF">
        <w:rPr>
          <w:b/>
          <w:szCs w:val="20"/>
        </w:rPr>
        <w:t>.</w:t>
      </w:r>
      <w:r w:rsidRPr="007824EF">
        <w:rPr>
          <w:szCs w:val="20"/>
        </w:rPr>
        <w:tab/>
        <w:t>religious parties are allowed to be part of the government</w:t>
      </w:r>
    </w:p>
    <w:p w:rsidR="002E0370" w:rsidRPr="007824EF" w:rsidRDefault="002E0370" w:rsidP="002E0370">
      <w:pPr>
        <w:pStyle w:val="QuestionList"/>
        <w:rPr>
          <w:szCs w:val="20"/>
        </w:rPr>
      </w:pPr>
      <w:proofErr w:type="gramStart"/>
      <w:r w:rsidRPr="007824EF">
        <w:rPr>
          <w:b/>
          <w:szCs w:val="20"/>
        </w:rPr>
        <w:t>g</w:t>
      </w:r>
      <w:proofErr w:type="gramEnd"/>
      <w:r w:rsidRPr="007824EF">
        <w:rPr>
          <w:b/>
          <w:szCs w:val="20"/>
        </w:rPr>
        <w:t>.</w:t>
      </w:r>
      <w:r w:rsidRPr="007824EF">
        <w:rPr>
          <w:szCs w:val="20"/>
        </w:rPr>
        <w:tab/>
        <w:t>economic conditions improve</w:t>
      </w:r>
    </w:p>
    <w:p w:rsidR="002E0370" w:rsidRPr="007824EF" w:rsidRDefault="002E0370" w:rsidP="002E0370">
      <w:pPr>
        <w:pStyle w:val="QuestionList"/>
        <w:rPr>
          <w:szCs w:val="20"/>
        </w:rPr>
      </w:pPr>
      <w:proofErr w:type="gramStart"/>
      <w:r w:rsidRPr="007824EF">
        <w:rPr>
          <w:b/>
          <w:szCs w:val="20"/>
        </w:rPr>
        <w:t>h</w:t>
      </w:r>
      <w:proofErr w:type="gramEnd"/>
      <w:r w:rsidRPr="007824EF">
        <w:rPr>
          <w:b/>
          <w:szCs w:val="20"/>
        </w:rPr>
        <w:t>.</w:t>
      </w:r>
      <w:r w:rsidRPr="007824EF">
        <w:rPr>
          <w:szCs w:val="20"/>
        </w:rPr>
        <w:tab/>
        <w:t>women have the same rights as men</w:t>
      </w:r>
    </w:p>
    <w:p w:rsidR="002E0370" w:rsidRPr="007824EF" w:rsidRDefault="002E0370" w:rsidP="002E0370">
      <w:pPr>
        <w:pStyle w:val="QuestionList"/>
        <w:rPr>
          <w:szCs w:val="20"/>
        </w:rPr>
      </w:pPr>
      <w:proofErr w:type="spellStart"/>
      <w:proofErr w:type="gramStart"/>
      <w:r w:rsidRPr="007824EF">
        <w:rPr>
          <w:b/>
          <w:szCs w:val="20"/>
        </w:rPr>
        <w:t>i</w:t>
      </w:r>
      <w:proofErr w:type="spellEnd"/>
      <w:proofErr w:type="gramEnd"/>
      <w:r w:rsidRPr="007824EF">
        <w:rPr>
          <w:b/>
          <w:szCs w:val="20"/>
        </w:rPr>
        <w:t>.</w:t>
      </w:r>
      <w:r w:rsidRPr="007824EF">
        <w:rPr>
          <w:szCs w:val="20"/>
        </w:rPr>
        <w:tab/>
        <w:t>law and order be maintained</w:t>
      </w:r>
    </w:p>
    <w:p w:rsidR="002E0370" w:rsidRPr="00EF747F" w:rsidRDefault="002E0370" w:rsidP="00EF747F">
      <w:pPr>
        <w:pStyle w:val="QuestionListLast"/>
        <w:rPr>
          <w:i/>
          <w:sz w:val="20"/>
          <w:szCs w:val="20"/>
        </w:rPr>
      </w:pPr>
      <w:proofErr w:type="gramStart"/>
      <w:r w:rsidRPr="00EF747F">
        <w:rPr>
          <w:b/>
          <w:sz w:val="20"/>
          <w:szCs w:val="20"/>
        </w:rPr>
        <w:t>j</w:t>
      </w:r>
      <w:proofErr w:type="gramEnd"/>
      <w:r w:rsidRPr="00EF747F">
        <w:rPr>
          <w:b/>
          <w:sz w:val="20"/>
          <w:szCs w:val="20"/>
        </w:rPr>
        <w:t>.</w:t>
      </w:r>
      <w:r w:rsidRPr="00EF747F">
        <w:rPr>
          <w:sz w:val="20"/>
          <w:szCs w:val="20"/>
        </w:rPr>
        <w:tab/>
        <w:t xml:space="preserve">the media can report the news without </w:t>
      </w:r>
      <w:r w:rsidRPr="00EF747F">
        <w:rPr>
          <w:b/>
          <w:sz w:val="20"/>
          <w:szCs w:val="20"/>
        </w:rPr>
        <w:t>(state/government)</w:t>
      </w:r>
      <w:r w:rsidRPr="00EF747F">
        <w:rPr>
          <w:sz w:val="20"/>
          <w:szCs w:val="20"/>
        </w:rPr>
        <w:t xml:space="preserve"> censorship </w:t>
      </w:r>
    </w:p>
    <w:p w:rsidR="002E0370" w:rsidRPr="000B73EF" w:rsidRDefault="002E0370" w:rsidP="002E0370">
      <w:pPr>
        <w:pStyle w:val="QuestionResponse"/>
      </w:pPr>
      <w:r w:rsidRPr="000B73EF">
        <w:t>1</w:t>
      </w:r>
      <w:r w:rsidRPr="000B73EF">
        <w:tab/>
        <w:t>Very important</w:t>
      </w:r>
    </w:p>
    <w:p w:rsidR="002E0370" w:rsidRPr="000B73EF" w:rsidRDefault="002E0370" w:rsidP="002E0370">
      <w:pPr>
        <w:pStyle w:val="QuestionResponse"/>
      </w:pPr>
      <w:r w:rsidRPr="000B73EF">
        <w:t>2</w:t>
      </w:r>
      <w:r w:rsidRPr="000B73EF">
        <w:tab/>
        <w:t>Somewhat important</w:t>
      </w:r>
    </w:p>
    <w:p w:rsidR="002E0370" w:rsidRPr="000B73EF" w:rsidRDefault="002E0370" w:rsidP="002E0370">
      <w:pPr>
        <w:pStyle w:val="QuestionResponse"/>
      </w:pPr>
      <w:r w:rsidRPr="000B73EF">
        <w:t>3</w:t>
      </w:r>
      <w:r w:rsidRPr="000B73EF">
        <w:tab/>
        <w:t>Not too important</w:t>
      </w:r>
    </w:p>
    <w:p w:rsidR="002E0370" w:rsidRPr="000B73EF" w:rsidRDefault="002E0370" w:rsidP="002E0370">
      <w:pPr>
        <w:pStyle w:val="QuestionResponse"/>
      </w:pPr>
      <w:r w:rsidRPr="000B73EF">
        <w:t>4</w:t>
      </w:r>
      <w:r w:rsidRPr="000B73EF">
        <w:tab/>
        <w:t>Not important at all</w:t>
      </w:r>
    </w:p>
    <w:p w:rsidR="002E0370" w:rsidRPr="000B73EF" w:rsidRDefault="002E0370" w:rsidP="002E0370">
      <w:pPr>
        <w:pStyle w:val="QuestionResponse"/>
      </w:pPr>
      <w:r w:rsidRPr="000B73EF">
        <w:t>8</w:t>
      </w:r>
      <w:r w:rsidRPr="000B73EF">
        <w:tab/>
        <w:t>Don’t know (DO NOT READ)</w:t>
      </w:r>
    </w:p>
    <w:p w:rsidR="002E0370" w:rsidRPr="000B73EF" w:rsidRDefault="002E0370" w:rsidP="002E0370">
      <w:pPr>
        <w:pStyle w:val="QuestionResponseLast"/>
      </w:pPr>
      <w:r w:rsidRPr="000B73EF">
        <w:t>9</w:t>
      </w:r>
      <w:r w:rsidRPr="000B73EF">
        <w:tab/>
        <w:t>Refused (DO NOT READ</w:t>
      </w:r>
      <w:r w:rsidR="00B9641B">
        <w:t>)</w:t>
      </w:r>
    </w:p>
    <w:p w:rsidR="002E0370" w:rsidRPr="000B73EF" w:rsidRDefault="002E0370" w:rsidP="002E0370">
      <w:pPr>
        <w:pStyle w:val="QuestionInstruction"/>
        <w:spacing w:after="0"/>
        <w:ind w:left="0" w:firstLine="720"/>
        <w:rPr>
          <w:szCs w:val="22"/>
        </w:rPr>
      </w:pPr>
      <w:r w:rsidRPr="000B73EF">
        <w:rPr>
          <w:szCs w:val="22"/>
        </w:rPr>
        <w:t>ASK ALL IN EGYPT AND TUNISIA ONLY</w:t>
      </w:r>
    </w:p>
    <w:p w:rsidR="002E0370" w:rsidRPr="000B73EF" w:rsidRDefault="0054085C" w:rsidP="002E0370">
      <w:pPr>
        <w:pStyle w:val="Question"/>
        <w:rPr>
          <w:i/>
          <w:iCs/>
        </w:rPr>
      </w:pPr>
      <w:r w:rsidRPr="000B73EF">
        <w:rPr>
          <w:rFonts w:ascii="Tahoma" w:hAnsi="Tahoma" w:cs="Tahoma"/>
          <w:b/>
          <w:sz w:val="16"/>
        </w:rPr>
        <w:t>Q1</w:t>
      </w:r>
      <w:r w:rsidR="00CD05D6" w:rsidRPr="000B73EF">
        <w:rPr>
          <w:rFonts w:ascii="Tahoma" w:hAnsi="Tahoma" w:cs="Tahoma"/>
          <w:b/>
          <w:sz w:val="16"/>
        </w:rPr>
        <w:t>23</w:t>
      </w:r>
      <w:r w:rsidR="002E0370" w:rsidRPr="000B73EF">
        <w:rPr>
          <w:rFonts w:ascii="Tahoma" w:hAnsi="Tahoma" w:cs="Tahoma"/>
          <w:b/>
          <w:sz w:val="16"/>
          <w:szCs w:val="16"/>
        </w:rPr>
        <w:tab/>
      </w:r>
      <w:r w:rsidR="002E0370" w:rsidRPr="000B73EF">
        <w:t xml:space="preserve">Overall, do you think the current government is doing too much, too little, or the right amount to </w:t>
      </w:r>
      <w:r w:rsidR="00475F4D" w:rsidRPr="000B73EF">
        <w:t>ensure that women have the same rights as men</w:t>
      </w:r>
      <w:r w:rsidR="002E0370" w:rsidRPr="000B73EF">
        <w:t xml:space="preserve">? </w:t>
      </w:r>
    </w:p>
    <w:p w:rsidR="002E0370" w:rsidRPr="000B73EF" w:rsidRDefault="002E0370" w:rsidP="002E0370">
      <w:pPr>
        <w:pStyle w:val="QuestionResponse"/>
      </w:pPr>
      <w:r w:rsidRPr="000B73EF">
        <w:t>1</w:t>
      </w:r>
      <w:r w:rsidRPr="000B73EF">
        <w:tab/>
      </w:r>
      <w:r w:rsidR="0018563A" w:rsidRPr="000B73EF">
        <w:t>Too much</w:t>
      </w:r>
    </w:p>
    <w:p w:rsidR="002E0370" w:rsidRPr="000B73EF" w:rsidRDefault="002E0370" w:rsidP="002E0370">
      <w:pPr>
        <w:pStyle w:val="QuestionResponse"/>
      </w:pPr>
      <w:r w:rsidRPr="000B73EF">
        <w:t>2</w:t>
      </w:r>
      <w:r w:rsidRPr="000B73EF">
        <w:tab/>
      </w:r>
      <w:r w:rsidR="0018563A" w:rsidRPr="000B73EF">
        <w:t>Too little</w:t>
      </w:r>
    </w:p>
    <w:p w:rsidR="002E0370" w:rsidRPr="000B73EF" w:rsidRDefault="002E0370" w:rsidP="002E0370">
      <w:pPr>
        <w:pStyle w:val="QuestionResponse"/>
      </w:pPr>
      <w:r w:rsidRPr="000B73EF">
        <w:t>3</w:t>
      </w:r>
      <w:r w:rsidRPr="000B73EF">
        <w:tab/>
      </w:r>
      <w:r w:rsidR="0018563A" w:rsidRPr="000B73EF">
        <w:t>Right amount</w:t>
      </w:r>
    </w:p>
    <w:p w:rsidR="002E0370" w:rsidRPr="000B73EF" w:rsidRDefault="002E0370" w:rsidP="002E0370">
      <w:pPr>
        <w:pStyle w:val="QuestionResponse"/>
      </w:pPr>
      <w:r w:rsidRPr="000B73EF">
        <w:t>8</w:t>
      </w:r>
      <w:r w:rsidRPr="000B73EF">
        <w:tab/>
        <w:t>Don’t know (DO NOT READ)</w:t>
      </w:r>
    </w:p>
    <w:p w:rsidR="002E0370" w:rsidRPr="000B73EF" w:rsidRDefault="002E0370" w:rsidP="002E0370">
      <w:pPr>
        <w:pStyle w:val="QuestionResponseLast"/>
      </w:pPr>
      <w:r w:rsidRPr="000B73EF">
        <w:t>9</w:t>
      </w:r>
      <w:r w:rsidRPr="000B73EF">
        <w:tab/>
        <w:t>Refused (DO NOT READ)</w:t>
      </w:r>
    </w:p>
    <w:p w:rsidR="002E0370" w:rsidRPr="000B73EF" w:rsidRDefault="002E0370" w:rsidP="002E0370">
      <w:pPr>
        <w:pStyle w:val="QuestionInstruction"/>
        <w:spacing w:after="0"/>
        <w:ind w:left="0" w:firstLine="720"/>
        <w:rPr>
          <w:szCs w:val="22"/>
        </w:rPr>
      </w:pPr>
      <w:r w:rsidRPr="000B73EF">
        <w:rPr>
          <w:szCs w:val="22"/>
        </w:rPr>
        <w:t>ASK ALL IN EGYPT ONLY</w:t>
      </w:r>
    </w:p>
    <w:p w:rsidR="002E0370" w:rsidRPr="000B73EF" w:rsidRDefault="0054085C" w:rsidP="002E0370">
      <w:pPr>
        <w:pStyle w:val="Question"/>
        <w:rPr>
          <w:i/>
          <w:iCs/>
        </w:rPr>
      </w:pPr>
      <w:r w:rsidRPr="000B73EF">
        <w:rPr>
          <w:rFonts w:ascii="Tahoma" w:hAnsi="Tahoma" w:cs="Tahoma"/>
          <w:b/>
          <w:sz w:val="16"/>
        </w:rPr>
        <w:t>Q1</w:t>
      </w:r>
      <w:r w:rsidR="00CD05D6" w:rsidRPr="000B73EF">
        <w:rPr>
          <w:rFonts w:ascii="Tahoma" w:hAnsi="Tahoma" w:cs="Tahoma"/>
          <w:b/>
          <w:sz w:val="16"/>
        </w:rPr>
        <w:t>24</w:t>
      </w:r>
      <w:r w:rsidR="002E0370" w:rsidRPr="000B73EF">
        <w:rPr>
          <w:rFonts w:ascii="Tahoma" w:hAnsi="Tahoma" w:cs="Tahoma"/>
          <w:b/>
          <w:sz w:val="16"/>
          <w:szCs w:val="16"/>
        </w:rPr>
        <w:tab/>
      </w:r>
      <w:r w:rsidR="002E0370" w:rsidRPr="000B73EF">
        <w:t xml:space="preserve">Overall, do you think the current government is doing too much, too little, or the right amount to </w:t>
      </w:r>
      <w:r w:rsidR="00475F4D" w:rsidRPr="000B73EF">
        <w:t>ensure that Copts and other religious minorities can practice their religion freely</w:t>
      </w:r>
      <w:r w:rsidR="002E0370" w:rsidRPr="000B73EF">
        <w:t xml:space="preserve">? </w:t>
      </w:r>
    </w:p>
    <w:p w:rsidR="0018563A" w:rsidRPr="000B73EF" w:rsidRDefault="0018563A" w:rsidP="0018563A">
      <w:pPr>
        <w:pStyle w:val="QuestionResponse"/>
      </w:pPr>
      <w:r w:rsidRPr="000B73EF">
        <w:t>1</w:t>
      </w:r>
      <w:r w:rsidRPr="000B73EF">
        <w:tab/>
        <w:t>Too much</w:t>
      </w:r>
    </w:p>
    <w:p w:rsidR="0018563A" w:rsidRPr="000B73EF" w:rsidRDefault="0018563A" w:rsidP="0018563A">
      <w:pPr>
        <w:pStyle w:val="QuestionResponse"/>
      </w:pPr>
      <w:r w:rsidRPr="000B73EF">
        <w:t>2</w:t>
      </w:r>
      <w:r w:rsidRPr="000B73EF">
        <w:tab/>
        <w:t>Too little</w:t>
      </w:r>
    </w:p>
    <w:p w:rsidR="0018563A" w:rsidRPr="000B73EF" w:rsidRDefault="0018563A" w:rsidP="0018563A">
      <w:pPr>
        <w:pStyle w:val="QuestionResponse"/>
      </w:pPr>
      <w:r w:rsidRPr="000B73EF">
        <w:t>3</w:t>
      </w:r>
      <w:r w:rsidRPr="000B73EF">
        <w:tab/>
        <w:t>Right amount</w:t>
      </w:r>
    </w:p>
    <w:p w:rsidR="0018563A" w:rsidRPr="000B73EF" w:rsidRDefault="0018563A" w:rsidP="0018563A">
      <w:pPr>
        <w:pStyle w:val="QuestionResponse"/>
      </w:pPr>
      <w:r w:rsidRPr="000B73EF">
        <w:t>8</w:t>
      </w:r>
      <w:r w:rsidRPr="000B73EF">
        <w:tab/>
        <w:t>Don’t know (DO NOT READ)</w:t>
      </w:r>
    </w:p>
    <w:p w:rsidR="0018563A" w:rsidRPr="000B73EF" w:rsidRDefault="0018563A" w:rsidP="0018563A">
      <w:pPr>
        <w:pStyle w:val="QuestionResponseLast"/>
      </w:pPr>
      <w:r w:rsidRPr="000B73EF">
        <w:t>9</w:t>
      </w:r>
      <w:r w:rsidRPr="000B73EF">
        <w:tab/>
        <w:t>Refused (DO NOT READ)</w:t>
      </w:r>
    </w:p>
    <w:p w:rsidR="002E0370" w:rsidRPr="000B73EF" w:rsidRDefault="002E0370" w:rsidP="002E0370">
      <w:pPr>
        <w:pStyle w:val="QuestionInstruction"/>
        <w:spacing w:after="0"/>
        <w:ind w:left="0" w:firstLine="720"/>
        <w:rPr>
          <w:szCs w:val="22"/>
        </w:rPr>
      </w:pPr>
      <w:r w:rsidRPr="000B73EF">
        <w:rPr>
          <w:szCs w:val="22"/>
        </w:rPr>
        <w:lastRenderedPageBreak/>
        <w:t>ASK ALL IN EGYPT AND TUNISIA ONLY</w:t>
      </w:r>
    </w:p>
    <w:p w:rsidR="002E0370" w:rsidRPr="000B73EF" w:rsidRDefault="0054085C" w:rsidP="002E0370">
      <w:pPr>
        <w:pStyle w:val="Question"/>
        <w:rPr>
          <w:i/>
          <w:iCs/>
          <w:szCs w:val="22"/>
        </w:rPr>
      </w:pPr>
      <w:r w:rsidRPr="000B73EF">
        <w:rPr>
          <w:rFonts w:ascii="Tahoma" w:hAnsi="Tahoma" w:cs="Tahoma"/>
          <w:b/>
          <w:sz w:val="16"/>
        </w:rPr>
        <w:t>Q1</w:t>
      </w:r>
      <w:r w:rsidR="00CD05D6" w:rsidRPr="000B73EF">
        <w:rPr>
          <w:rFonts w:ascii="Tahoma" w:hAnsi="Tahoma" w:cs="Tahoma"/>
          <w:b/>
          <w:sz w:val="16"/>
        </w:rPr>
        <w:t>25</w:t>
      </w:r>
      <w:r w:rsidR="002E0370" w:rsidRPr="000B73EF">
        <w:rPr>
          <w:szCs w:val="22"/>
        </w:rPr>
        <w:tab/>
        <w:t xml:space="preserve">Which is more important to you </w:t>
      </w:r>
      <w:r w:rsidR="002E0370" w:rsidRPr="000B73EF">
        <w:rPr>
          <w:i/>
          <w:szCs w:val="22"/>
        </w:rPr>
        <w:t>(READ)</w:t>
      </w:r>
      <w:r w:rsidR="002E0370" w:rsidRPr="000B73EF">
        <w:rPr>
          <w:szCs w:val="22"/>
        </w:rPr>
        <w:t xml:space="preserve">? </w:t>
      </w:r>
    </w:p>
    <w:p w:rsidR="002E0370" w:rsidRPr="000B73EF" w:rsidRDefault="002E0370" w:rsidP="002E0370">
      <w:pPr>
        <w:pStyle w:val="QuestionResponse"/>
        <w:rPr>
          <w:b/>
          <w:szCs w:val="22"/>
        </w:rPr>
      </w:pPr>
      <w:r w:rsidRPr="000B73EF">
        <w:rPr>
          <w:szCs w:val="22"/>
        </w:rPr>
        <w:t>1</w:t>
      </w:r>
      <w:r w:rsidRPr="000B73EF">
        <w:rPr>
          <w:szCs w:val="22"/>
        </w:rPr>
        <w:tab/>
        <w:t xml:space="preserve">That </w:t>
      </w:r>
      <w:r w:rsidRPr="000B73EF">
        <w:rPr>
          <w:b/>
          <w:szCs w:val="22"/>
        </w:rPr>
        <w:t>(survey country)</w:t>
      </w:r>
      <w:r w:rsidRPr="000B73EF">
        <w:rPr>
          <w:szCs w:val="22"/>
        </w:rPr>
        <w:t xml:space="preserve"> has a democratic government, even if there is some risk of political instability OR</w:t>
      </w:r>
    </w:p>
    <w:p w:rsidR="002E0370" w:rsidRPr="000B73EF" w:rsidRDefault="002E0370" w:rsidP="002E0370">
      <w:pPr>
        <w:pStyle w:val="QuestionResponse"/>
        <w:rPr>
          <w:szCs w:val="22"/>
        </w:rPr>
      </w:pPr>
      <w:r w:rsidRPr="000B73EF">
        <w:rPr>
          <w:szCs w:val="22"/>
        </w:rPr>
        <w:t>2</w:t>
      </w:r>
      <w:r w:rsidRPr="000B73EF">
        <w:rPr>
          <w:szCs w:val="22"/>
        </w:rPr>
        <w:tab/>
        <w:t xml:space="preserve">That </w:t>
      </w:r>
      <w:r w:rsidRPr="000B73EF">
        <w:rPr>
          <w:b/>
          <w:szCs w:val="22"/>
        </w:rPr>
        <w:t>(survey country)</w:t>
      </w:r>
      <w:r w:rsidRPr="000B73EF">
        <w:rPr>
          <w:szCs w:val="22"/>
        </w:rPr>
        <w:t xml:space="preserve"> has a stable </w:t>
      </w:r>
      <w:proofErr w:type="gramStart"/>
      <w:r w:rsidRPr="000B73EF">
        <w:rPr>
          <w:szCs w:val="22"/>
        </w:rPr>
        <w:t>government,</w:t>
      </w:r>
      <w:proofErr w:type="gramEnd"/>
      <w:r w:rsidRPr="000B73EF">
        <w:rPr>
          <w:szCs w:val="22"/>
        </w:rPr>
        <w:t xml:space="preserve"> even if there is a risk it will not be fully democratic</w:t>
      </w:r>
    </w:p>
    <w:p w:rsidR="002E0370" w:rsidRPr="000B73EF" w:rsidRDefault="002E0370" w:rsidP="002E0370">
      <w:pPr>
        <w:pStyle w:val="QuestionResponse"/>
        <w:rPr>
          <w:szCs w:val="22"/>
        </w:rPr>
      </w:pPr>
      <w:r w:rsidRPr="000B73EF">
        <w:rPr>
          <w:szCs w:val="22"/>
        </w:rPr>
        <w:t>8</w:t>
      </w:r>
      <w:r w:rsidRPr="000B73EF">
        <w:rPr>
          <w:szCs w:val="22"/>
        </w:rPr>
        <w:tab/>
        <w:t>Don’t know (DO NOT READ)</w:t>
      </w:r>
    </w:p>
    <w:p w:rsidR="002E0370" w:rsidRPr="000B73EF" w:rsidRDefault="002E0370" w:rsidP="002E0370">
      <w:pPr>
        <w:pStyle w:val="QuestionResponseLast"/>
      </w:pPr>
      <w:r w:rsidRPr="000B73EF">
        <w:t>9</w:t>
      </w:r>
      <w:r w:rsidRPr="000B73EF">
        <w:tab/>
        <w:t>Refused (DO NOT READ)</w:t>
      </w:r>
    </w:p>
    <w:p w:rsidR="00DA4886" w:rsidRPr="000B73EF" w:rsidRDefault="00DA4886" w:rsidP="00DA4886">
      <w:pPr>
        <w:pStyle w:val="QuestionInstruction"/>
        <w:rPr>
          <w:rFonts w:cs="Calibri"/>
        </w:rPr>
      </w:pPr>
      <w:r w:rsidRPr="000B73EF">
        <w:t>ASK ALL IN EGYPT AND TUNISIA ONLY</w:t>
      </w:r>
    </w:p>
    <w:p w:rsidR="00DA4886" w:rsidRPr="000B73EF" w:rsidRDefault="00DA4886" w:rsidP="00DA4886">
      <w:pPr>
        <w:pStyle w:val="Question"/>
        <w:rPr>
          <w:i/>
        </w:rPr>
      </w:pPr>
      <w:r w:rsidRPr="000B73EF">
        <w:rPr>
          <w:rFonts w:ascii="Tahoma" w:hAnsi="Tahoma" w:cs="Tahoma"/>
          <w:b/>
          <w:sz w:val="16"/>
        </w:rPr>
        <w:t>Q</w:t>
      </w:r>
      <w:r>
        <w:rPr>
          <w:rFonts w:ascii="Tahoma" w:hAnsi="Tahoma" w:cs="Tahoma"/>
          <w:b/>
          <w:sz w:val="16"/>
        </w:rPr>
        <w:t>125x</w:t>
      </w:r>
      <w:r w:rsidRPr="000B73EF">
        <w:tab/>
        <w:t xml:space="preserve">Please tell me whether you completely agree, mostly agree, mostly disagree or completely disagree with the following statements. </w:t>
      </w:r>
    </w:p>
    <w:p w:rsidR="00DA4886" w:rsidRPr="000B73EF" w:rsidRDefault="00DA4886" w:rsidP="00DA4886">
      <w:pPr>
        <w:pStyle w:val="QuestionList"/>
        <w:rPr>
          <w:i/>
          <w:szCs w:val="20"/>
        </w:rPr>
      </w:pPr>
      <w:r w:rsidRPr="000B73EF">
        <w:rPr>
          <w:b/>
        </w:rPr>
        <w:t>a.</w:t>
      </w:r>
      <w:r w:rsidRPr="000B73EF">
        <w:tab/>
        <w:t>Voting gives people like me an opportunity to express their opinion about how the government runs things.</w:t>
      </w:r>
      <w:r w:rsidRPr="000B73EF">
        <w:rPr>
          <w:i/>
        </w:rPr>
        <w:t xml:space="preserve"> </w:t>
      </w:r>
    </w:p>
    <w:p w:rsidR="00DA4886" w:rsidRPr="00AA2BC8" w:rsidRDefault="00DA4886" w:rsidP="00DA4886">
      <w:pPr>
        <w:pStyle w:val="QuestionListLast"/>
        <w:rPr>
          <w:i/>
          <w:sz w:val="20"/>
          <w:szCs w:val="20"/>
        </w:rPr>
      </w:pPr>
      <w:r w:rsidRPr="00AA2BC8">
        <w:rPr>
          <w:rStyle w:val="QuestionListChar"/>
          <w:rFonts w:eastAsia="Verdana"/>
          <w:b/>
          <w:szCs w:val="20"/>
        </w:rPr>
        <w:t>b.</w:t>
      </w:r>
      <w:r w:rsidRPr="00AA2BC8">
        <w:rPr>
          <w:rStyle w:val="QuestionListChar"/>
          <w:rFonts w:eastAsia="Verdana"/>
          <w:szCs w:val="20"/>
        </w:rPr>
        <w:tab/>
        <w:t xml:space="preserve">Attending protests or demonstrations gives people like me </w:t>
      </w:r>
      <w:r w:rsidRPr="00AA2BC8">
        <w:rPr>
          <w:rFonts w:eastAsia="Verdana"/>
          <w:sz w:val="20"/>
          <w:szCs w:val="20"/>
        </w:rPr>
        <w:t>an opportunity to express their opinion about how the government runs things.</w:t>
      </w:r>
      <w:r w:rsidRPr="00AA2BC8">
        <w:rPr>
          <w:rFonts w:eastAsia="Verdana"/>
          <w:i/>
          <w:sz w:val="20"/>
          <w:szCs w:val="20"/>
        </w:rPr>
        <w:t xml:space="preserve"> </w:t>
      </w:r>
    </w:p>
    <w:p w:rsidR="00DA4886" w:rsidRPr="000B73EF" w:rsidRDefault="00DA4886" w:rsidP="00DA4886">
      <w:pPr>
        <w:pStyle w:val="QuestionResponse"/>
      </w:pPr>
      <w:r w:rsidRPr="000B73EF">
        <w:t>1</w:t>
      </w:r>
      <w:r w:rsidRPr="000B73EF">
        <w:tab/>
        <w:t>Completely agree</w:t>
      </w:r>
    </w:p>
    <w:p w:rsidR="00DA4886" w:rsidRPr="000B73EF" w:rsidRDefault="00DA4886" w:rsidP="00DA4886">
      <w:pPr>
        <w:pStyle w:val="QuestionResponse"/>
      </w:pPr>
      <w:r w:rsidRPr="000B73EF">
        <w:t>2</w:t>
      </w:r>
      <w:r w:rsidRPr="000B73EF">
        <w:tab/>
        <w:t>Mostly agree</w:t>
      </w:r>
    </w:p>
    <w:p w:rsidR="00DA4886" w:rsidRPr="000B73EF" w:rsidRDefault="00DA4886" w:rsidP="00DA4886">
      <w:pPr>
        <w:pStyle w:val="QuestionResponse"/>
      </w:pPr>
      <w:r w:rsidRPr="000B73EF">
        <w:t>3</w:t>
      </w:r>
      <w:r w:rsidRPr="000B73EF">
        <w:tab/>
        <w:t>Mostly disagree</w:t>
      </w:r>
    </w:p>
    <w:p w:rsidR="00DA4886" w:rsidRPr="000B73EF" w:rsidRDefault="00DA4886" w:rsidP="00DA4886">
      <w:pPr>
        <w:pStyle w:val="QuestionResponse"/>
      </w:pPr>
      <w:r w:rsidRPr="000B73EF">
        <w:t>4</w:t>
      </w:r>
      <w:r w:rsidRPr="000B73EF">
        <w:tab/>
        <w:t>Completely disagree</w:t>
      </w:r>
    </w:p>
    <w:p w:rsidR="00DA4886" w:rsidRPr="000B73EF" w:rsidRDefault="00DA4886" w:rsidP="00DA4886">
      <w:pPr>
        <w:pStyle w:val="QuestionResponse"/>
      </w:pPr>
      <w:r w:rsidRPr="000B73EF">
        <w:t>8</w:t>
      </w:r>
      <w:r w:rsidRPr="000B73EF">
        <w:tab/>
        <w:t>Don’t know (DO NOT READ)</w:t>
      </w:r>
    </w:p>
    <w:p w:rsidR="00DA4886" w:rsidRPr="000B73EF" w:rsidRDefault="00DA4886" w:rsidP="00DA4886">
      <w:pPr>
        <w:pStyle w:val="QuestionResponseLast"/>
      </w:pPr>
      <w:r w:rsidRPr="000B73EF">
        <w:t>9</w:t>
      </w:r>
      <w:r w:rsidRPr="000B73EF">
        <w:tab/>
        <w:t>Refused (DO NOT READ)</w:t>
      </w:r>
    </w:p>
    <w:p w:rsidR="002E0370" w:rsidRPr="000B73EF" w:rsidRDefault="002E0370" w:rsidP="002E0370">
      <w:pPr>
        <w:pStyle w:val="QuestionInstruction"/>
        <w:spacing w:after="0"/>
        <w:ind w:left="0" w:firstLine="720"/>
        <w:rPr>
          <w:szCs w:val="22"/>
        </w:rPr>
      </w:pPr>
      <w:r w:rsidRPr="000B73EF">
        <w:rPr>
          <w:szCs w:val="22"/>
        </w:rPr>
        <w:t>ASK ALL IN EGYPT ONLY</w:t>
      </w:r>
    </w:p>
    <w:p w:rsidR="002E0370" w:rsidRPr="000B73EF" w:rsidRDefault="0054085C" w:rsidP="002E0370">
      <w:pPr>
        <w:pStyle w:val="Question"/>
        <w:rPr>
          <w:i/>
          <w:iCs/>
        </w:rPr>
      </w:pPr>
      <w:r w:rsidRPr="000B73EF">
        <w:rPr>
          <w:rFonts w:ascii="Tahoma" w:hAnsi="Tahoma" w:cs="Tahoma"/>
          <w:b/>
          <w:sz w:val="16"/>
        </w:rPr>
        <w:t>Q1</w:t>
      </w:r>
      <w:r w:rsidR="00CD05D6" w:rsidRPr="000B73EF">
        <w:rPr>
          <w:rFonts w:ascii="Tahoma" w:hAnsi="Tahoma" w:cs="Tahoma"/>
          <w:b/>
          <w:sz w:val="16"/>
        </w:rPr>
        <w:t>26</w:t>
      </w:r>
      <w:r w:rsidR="002E0370" w:rsidRPr="000B73EF">
        <w:rPr>
          <w:rFonts w:ascii="Tahoma" w:hAnsi="Tahoma" w:cs="Tahoma"/>
          <w:b/>
          <w:sz w:val="16"/>
          <w:szCs w:val="16"/>
        </w:rPr>
        <w:tab/>
      </w:r>
      <w:r w:rsidR="002E0370" w:rsidRPr="000B73EF">
        <w:t xml:space="preserve">Do you favor </w:t>
      </w:r>
      <w:r w:rsidR="00DB70D3">
        <w:t>or oppose the new constitution?</w:t>
      </w:r>
    </w:p>
    <w:p w:rsidR="002E0370" w:rsidRPr="000B73EF" w:rsidRDefault="002E0370" w:rsidP="002E0370">
      <w:pPr>
        <w:pStyle w:val="QuestionResponse"/>
      </w:pPr>
      <w:r w:rsidRPr="000B73EF">
        <w:t>1</w:t>
      </w:r>
      <w:r w:rsidRPr="000B73EF">
        <w:tab/>
        <w:t>Favor</w:t>
      </w:r>
    </w:p>
    <w:p w:rsidR="002E0370" w:rsidRPr="000B73EF" w:rsidRDefault="002E0370" w:rsidP="002E0370">
      <w:pPr>
        <w:pStyle w:val="QuestionResponse"/>
      </w:pPr>
      <w:r w:rsidRPr="000B73EF">
        <w:t>2</w:t>
      </w:r>
      <w:r w:rsidRPr="000B73EF">
        <w:tab/>
        <w:t>Oppose</w:t>
      </w:r>
    </w:p>
    <w:p w:rsidR="002E0370" w:rsidRPr="000B73EF" w:rsidRDefault="002E0370" w:rsidP="002E0370">
      <w:pPr>
        <w:pStyle w:val="QuestionResponse"/>
      </w:pPr>
      <w:r w:rsidRPr="000B73EF">
        <w:t>8</w:t>
      </w:r>
      <w:r w:rsidRPr="000B73EF">
        <w:tab/>
        <w:t>Don’t know (DO NOT READ)</w:t>
      </w:r>
    </w:p>
    <w:p w:rsidR="002E0370" w:rsidRPr="000B73EF" w:rsidRDefault="002E0370" w:rsidP="002E0370">
      <w:pPr>
        <w:pStyle w:val="QuestionResponseLast"/>
      </w:pPr>
      <w:r w:rsidRPr="000B73EF">
        <w:t>9</w:t>
      </w:r>
      <w:r w:rsidRPr="000B73EF">
        <w:tab/>
        <w:t>Refused (DO NOT READ)</w:t>
      </w:r>
    </w:p>
    <w:p w:rsidR="00D1171C" w:rsidRPr="000B73EF" w:rsidRDefault="00D1171C" w:rsidP="00D1171C">
      <w:pPr>
        <w:pStyle w:val="QuestionInstruction"/>
        <w:spacing w:after="0"/>
        <w:ind w:left="0" w:firstLine="720"/>
        <w:rPr>
          <w:szCs w:val="22"/>
        </w:rPr>
      </w:pPr>
      <w:r w:rsidRPr="000B73EF">
        <w:rPr>
          <w:szCs w:val="22"/>
        </w:rPr>
        <w:t>ASK ALL IN EGYPT ONLY</w:t>
      </w:r>
    </w:p>
    <w:p w:rsidR="00D1171C" w:rsidRPr="000B73EF" w:rsidRDefault="00D1171C" w:rsidP="00D1171C">
      <w:pPr>
        <w:pStyle w:val="Question"/>
        <w:rPr>
          <w:i/>
          <w:iCs/>
        </w:rPr>
      </w:pPr>
      <w:r w:rsidRPr="000B73EF">
        <w:rPr>
          <w:rFonts w:ascii="Tahoma" w:hAnsi="Tahoma" w:cs="Tahoma"/>
          <w:b/>
          <w:sz w:val="16"/>
        </w:rPr>
        <w:t>Q127egy</w:t>
      </w:r>
      <w:r w:rsidR="00DB70D3">
        <w:rPr>
          <w:rFonts w:ascii="Tahoma" w:hAnsi="Tahoma" w:cs="Tahoma"/>
          <w:b/>
          <w:sz w:val="16"/>
        </w:rPr>
        <w:t xml:space="preserve"> </w:t>
      </w:r>
      <w:r w:rsidR="00DB70D3">
        <w:rPr>
          <w:rFonts w:ascii="Tahoma" w:hAnsi="Tahoma" w:cs="Tahoma"/>
          <w:b/>
          <w:sz w:val="16"/>
          <w:szCs w:val="16"/>
        </w:rPr>
        <w:t xml:space="preserve">  </w:t>
      </w:r>
      <w:r w:rsidRPr="000B73EF">
        <w:t xml:space="preserve">Do you think the Egyptian government respects the personal freedoms of its people, or don’t you think so? </w:t>
      </w:r>
    </w:p>
    <w:p w:rsidR="00D1171C" w:rsidRPr="000B73EF" w:rsidRDefault="00D1171C" w:rsidP="00D1171C">
      <w:pPr>
        <w:pStyle w:val="QuestionResponse"/>
        <w:rPr>
          <w:szCs w:val="22"/>
        </w:rPr>
      </w:pPr>
      <w:r w:rsidRPr="000B73EF">
        <w:rPr>
          <w:szCs w:val="22"/>
        </w:rPr>
        <w:t>1</w:t>
      </w:r>
      <w:r w:rsidRPr="000B73EF">
        <w:rPr>
          <w:szCs w:val="22"/>
        </w:rPr>
        <w:tab/>
        <w:t>Yes - respects personal freedoms</w:t>
      </w:r>
    </w:p>
    <w:p w:rsidR="00D1171C" w:rsidRPr="000B73EF" w:rsidRDefault="00D1171C" w:rsidP="00D1171C">
      <w:pPr>
        <w:pStyle w:val="QuestionResponse"/>
        <w:rPr>
          <w:szCs w:val="22"/>
        </w:rPr>
      </w:pPr>
      <w:r w:rsidRPr="000B73EF">
        <w:rPr>
          <w:szCs w:val="22"/>
        </w:rPr>
        <w:t>2</w:t>
      </w:r>
      <w:r w:rsidRPr="000B73EF">
        <w:rPr>
          <w:szCs w:val="22"/>
        </w:rPr>
        <w:tab/>
        <w:t xml:space="preserve">No – does not respect personal freedoms </w:t>
      </w:r>
    </w:p>
    <w:p w:rsidR="00D1171C" w:rsidRPr="000B73EF" w:rsidRDefault="00D1171C" w:rsidP="00D1171C">
      <w:pPr>
        <w:pStyle w:val="QuestionResponse"/>
        <w:rPr>
          <w:szCs w:val="22"/>
        </w:rPr>
      </w:pPr>
      <w:r w:rsidRPr="000B73EF">
        <w:rPr>
          <w:szCs w:val="22"/>
        </w:rPr>
        <w:t>8</w:t>
      </w:r>
      <w:r w:rsidRPr="000B73EF">
        <w:rPr>
          <w:szCs w:val="22"/>
        </w:rPr>
        <w:tab/>
        <w:t>Don’t know (DO NOT READ)</w:t>
      </w:r>
    </w:p>
    <w:p w:rsidR="00D1171C" w:rsidRPr="000B73EF" w:rsidRDefault="00D1171C" w:rsidP="00D1171C">
      <w:pPr>
        <w:pStyle w:val="QuestionResponseLast"/>
      </w:pPr>
      <w:r w:rsidRPr="000B73EF">
        <w:t>9</w:t>
      </w:r>
      <w:r w:rsidRPr="000B73EF">
        <w:tab/>
        <w:t>Refused (DO NOT READ)</w:t>
      </w:r>
    </w:p>
    <w:p w:rsidR="00795343" w:rsidRPr="008D1582" w:rsidRDefault="00795343" w:rsidP="008D1582">
      <w:pPr>
        <w:pStyle w:val="QuestionInstruction"/>
      </w:pPr>
      <w:r w:rsidRPr="008D1582">
        <w:lastRenderedPageBreak/>
        <w:t xml:space="preserve">ASK ALL </w:t>
      </w:r>
    </w:p>
    <w:p w:rsidR="00795343" w:rsidRPr="000B73EF" w:rsidRDefault="0054085C" w:rsidP="00795343">
      <w:pPr>
        <w:pStyle w:val="Question"/>
        <w:rPr>
          <w:i/>
          <w:szCs w:val="22"/>
        </w:rPr>
      </w:pPr>
      <w:r w:rsidRPr="000B73EF">
        <w:rPr>
          <w:rFonts w:ascii="Tahoma" w:hAnsi="Tahoma" w:cs="Tahoma"/>
          <w:b/>
          <w:sz w:val="16"/>
        </w:rPr>
        <w:t>Q1</w:t>
      </w:r>
      <w:r w:rsidR="00CD05D6" w:rsidRPr="000B73EF">
        <w:rPr>
          <w:rFonts w:ascii="Tahoma" w:hAnsi="Tahoma" w:cs="Tahoma"/>
          <w:b/>
          <w:sz w:val="16"/>
        </w:rPr>
        <w:t>27</w:t>
      </w:r>
      <w:r w:rsidR="00795343" w:rsidRPr="000B73EF">
        <w:rPr>
          <w:b/>
          <w:sz w:val="20"/>
          <w:szCs w:val="20"/>
        </w:rPr>
        <w:tab/>
      </w:r>
      <w:r w:rsidR="00795343" w:rsidRPr="000B73EF">
        <w:rPr>
          <w:szCs w:val="22"/>
        </w:rPr>
        <w:t xml:space="preserve">Do you think the government of </w:t>
      </w:r>
      <w:r w:rsidR="00A20985" w:rsidRPr="000B73EF">
        <w:t>(INSERT)</w:t>
      </w:r>
      <w:r w:rsidR="00A20985">
        <w:t xml:space="preserve"> </w:t>
      </w:r>
      <w:r w:rsidR="00795343" w:rsidRPr="000B73EF">
        <w:rPr>
          <w:szCs w:val="22"/>
        </w:rPr>
        <w:t xml:space="preserve">respects the personal freedoms of its people, or don’t you think so? </w:t>
      </w:r>
    </w:p>
    <w:p w:rsidR="008B045A" w:rsidRPr="004A7CCC" w:rsidRDefault="008B045A" w:rsidP="008B045A">
      <w:pPr>
        <w:pStyle w:val="QuestionInstruction"/>
        <w:rPr>
          <w:caps/>
        </w:rPr>
      </w:pPr>
      <w:r w:rsidRPr="004A7CCC">
        <w:rPr>
          <w:caps/>
        </w:rPr>
        <w:t xml:space="preserve">ROTATE IN Australia, Britain, Canada, Czech Republic, France, Germany, </w:t>
      </w:r>
      <w:r w:rsidR="0025263D">
        <w:rPr>
          <w:caps/>
        </w:rPr>
        <w:t xml:space="preserve">GREECE, </w:t>
      </w:r>
      <w:r w:rsidRPr="004A7CCC">
        <w:rPr>
          <w:caps/>
        </w:rPr>
        <w:t xml:space="preserve">Japan, </w:t>
      </w:r>
      <w:r w:rsidR="0025263D">
        <w:rPr>
          <w:caps/>
        </w:rPr>
        <w:t xml:space="preserve">MALAYSIA, POLAND, </w:t>
      </w:r>
      <w:r w:rsidR="003901A3">
        <w:rPr>
          <w:caps/>
        </w:rPr>
        <w:t>Spain</w:t>
      </w:r>
      <w:r w:rsidR="00EF747F">
        <w:rPr>
          <w:caps/>
        </w:rPr>
        <w:t>,</w:t>
      </w:r>
      <w:r w:rsidRPr="004A7CCC">
        <w:rPr>
          <w:caps/>
        </w:rPr>
        <w:t xml:space="preserve"> South Korea, </w:t>
      </w:r>
      <w:r w:rsidR="001C2703">
        <w:rPr>
          <w:caps/>
        </w:rPr>
        <w:t xml:space="preserve">and </w:t>
      </w:r>
      <w:r>
        <w:rPr>
          <w:caps/>
        </w:rPr>
        <w:t>the united states</w:t>
      </w:r>
    </w:p>
    <w:p w:rsidR="002A359C" w:rsidRPr="001D36C2" w:rsidRDefault="002A359C" w:rsidP="002A359C">
      <w:pPr>
        <w:pStyle w:val="QuestionList"/>
        <w:spacing w:after="0" w:line="288" w:lineRule="auto"/>
        <w:rPr>
          <w:szCs w:val="20"/>
        </w:rPr>
      </w:pPr>
      <w:r w:rsidRPr="001D36C2">
        <w:rPr>
          <w:b/>
          <w:szCs w:val="20"/>
        </w:rPr>
        <w:t>a.</w:t>
      </w:r>
      <w:r w:rsidRPr="001D36C2">
        <w:rPr>
          <w:szCs w:val="20"/>
        </w:rPr>
        <w:tab/>
        <w:t xml:space="preserve">Iran </w:t>
      </w:r>
    </w:p>
    <w:p w:rsidR="002A359C" w:rsidRPr="001D36C2" w:rsidRDefault="002A359C" w:rsidP="002A359C">
      <w:pPr>
        <w:pStyle w:val="QuestionList"/>
        <w:spacing w:after="0" w:line="288" w:lineRule="auto"/>
        <w:rPr>
          <w:rFonts w:ascii="Tahoma" w:hAnsi="Tahoma" w:cs="Tahoma"/>
          <w:b/>
          <w:i/>
          <w:sz w:val="16"/>
          <w:szCs w:val="16"/>
        </w:rPr>
      </w:pPr>
      <w:r w:rsidRPr="001D36C2">
        <w:rPr>
          <w:b/>
          <w:szCs w:val="20"/>
        </w:rPr>
        <w:t>b.</w:t>
      </w:r>
      <w:r w:rsidRPr="000B73EF">
        <w:tab/>
        <w:t xml:space="preserve">China </w:t>
      </w:r>
      <w:r w:rsidR="00EF38B8" w:rsidRPr="001D36C2">
        <w:rPr>
          <w:rFonts w:ascii="Tahoma" w:hAnsi="Tahoma" w:cs="Tahoma"/>
          <w:b/>
          <w:i/>
          <w:sz w:val="16"/>
          <w:szCs w:val="16"/>
        </w:rPr>
        <w:t>[D</w:t>
      </w:r>
      <w:r w:rsidR="00585E0F" w:rsidRPr="001D36C2">
        <w:rPr>
          <w:rFonts w:ascii="Tahoma" w:hAnsi="Tahoma" w:cs="Tahoma"/>
          <w:b/>
          <w:i/>
          <w:sz w:val="16"/>
          <w:szCs w:val="16"/>
        </w:rPr>
        <w:t>o not ask in China</w:t>
      </w:r>
      <w:r w:rsidR="00EF38B8" w:rsidRPr="001D36C2">
        <w:rPr>
          <w:rFonts w:ascii="Tahoma" w:hAnsi="Tahoma" w:cs="Tahoma"/>
          <w:b/>
          <w:i/>
          <w:sz w:val="16"/>
          <w:szCs w:val="16"/>
        </w:rPr>
        <w:t>]</w:t>
      </w:r>
    </w:p>
    <w:p w:rsidR="002A359C" w:rsidRPr="000B73EF" w:rsidRDefault="002A359C" w:rsidP="002A359C">
      <w:pPr>
        <w:pStyle w:val="QuestionList"/>
        <w:spacing w:after="0" w:line="288" w:lineRule="auto"/>
        <w:rPr>
          <w:rFonts w:ascii="Tahoma" w:hAnsi="Tahoma" w:cs="Tahoma"/>
          <w:i/>
          <w:sz w:val="16"/>
          <w:szCs w:val="16"/>
        </w:rPr>
      </w:pPr>
      <w:r w:rsidRPr="001D36C2">
        <w:rPr>
          <w:b/>
          <w:szCs w:val="20"/>
        </w:rPr>
        <w:t>c.</w:t>
      </w:r>
      <w:r w:rsidRPr="000B73EF">
        <w:tab/>
        <w:t xml:space="preserve">The United States </w:t>
      </w:r>
    </w:p>
    <w:p w:rsidR="002A359C" w:rsidRPr="008D1582" w:rsidRDefault="002A359C" w:rsidP="008D1582">
      <w:pPr>
        <w:pStyle w:val="QuestionListLast"/>
        <w:rPr>
          <w:sz w:val="20"/>
          <w:szCs w:val="20"/>
        </w:rPr>
      </w:pPr>
      <w:r w:rsidRPr="001D36C2">
        <w:rPr>
          <w:b/>
          <w:sz w:val="20"/>
          <w:szCs w:val="20"/>
        </w:rPr>
        <w:t>d.</w:t>
      </w:r>
      <w:r w:rsidR="00E91463">
        <w:rPr>
          <w:sz w:val="20"/>
          <w:szCs w:val="20"/>
        </w:rPr>
        <w:tab/>
        <w:t>Saudi Arabia</w:t>
      </w:r>
    </w:p>
    <w:p w:rsidR="00795343" w:rsidRPr="000B73EF" w:rsidRDefault="00795343" w:rsidP="00795343">
      <w:pPr>
        <w:pStyle w:val="QuestionResponse"/>
        <w:rPr>
          <w:szCs w:val="22"/>
        </w:rPr>
      </w:pPr>
      <w:r w:rsidRPr="000B73EF">
        <w:rPr>
          <w:szCs w:val="22"/>
        </w:rPr>
        <w:t>1</w:t>
      </w:r>
      <w:r w:rsidRPr="000B73EF">
        <w:rPr>
          <w:szCs w:val="22"/>
        </w:rPr>
        <w:tab/>
        <w:t>Yes - respects personal freedoms</w:t>
      </w:r>
    </w:p>
    <w:p w:rsidR="00795343" w:rsidRPr="000B73EF" w:rsidRDefault="00795343" w:rsidP="00795343">
      <w:pPr>
        <w:pStyle w:val="QuestionResponse"/>
        <w:rPr>
          <w:szCs w:val="22"/>
        </w:rPr>
      </w:pPr>
      <w:r w:rsidRPr="000B73EF">
        <w:rPr>
          <w:szCs w:val="22"/>
        </w:rPr>
        <w:t>2</w:t>
      </w:r>
      <w:r w:rsidRPr="000B73EF">
        <w:rPr>
          <w:szCs w:val="22"/>
        </w:rPr>
        <w:tab/>
        <w:t xml:space="preserve">No – does not respect personal freedoms </w:t>
      </w:r>
    </w:p>
    <w:p w:rsidR="00795343" w:rsidRPr="000B73EF" w:rsidRDefault="00795343" w:rsidP="00795343">
      <w:pPr>
        <w:pStyle w:val="QuestionResponse"/>
        <w:rPr>
          <w:szCs w:val="22"/>
        </w:rPr>
      </w:pPr>
      <w:r w:rsidRPr="000B73EF">
        <w:rPr>
          <w:szCs w:val="22"/>
        </w:rPr>
        <w:t>8</w:t>
      </w:r>
      <w:r w:rsidRPr="000B73EF">
        <w:rPr>
          <w:szCs w:val="22"/>
        </w:rPr>
        <w:tab/>
        <w:t>Don’t know (DO NOT READ)</w:t>
      </w:r>
    </w:p>
    <w:p w:rsidR="00795343" w:rsidRPr="000B73EF" w:rsidRDefault="00795343" w:rsidP="00795343">
      <w:pPr>
        <w:pStyle w:val="QuestionResponseLast"/>
      </w:pPr>
      <w:r w:rsidRPr="000B73EF">
        <w:t>9</w:t>
      </w:r>
      <w:r w:rsidRPr="000B73EF">
        <w:tab/>
        <w:t>Refused (DO NOT READ)</w:t>
      </w:r>
    </w:p>
    <w:p w:rsidR="00867ADB" w:rsidRPr="000B73EF" w:rsidRDefault="00867ADB" w:rsidP="008D1582">
      <w:pPr>
        <w:pStyle w:val="QuestionInstruction"/>
      </w:pPr>
      <w:r w:rsidRPr="000B73EF">
        <w:t>ASK ALL IN ARGENTINA, BRAZIL, BRITAIN,</w:t>
      </w:r>
      <w:r w:rsidR="0070614A">
        <w:t xml:space="preserve"> CHINA, EGYPT, FRANCE, GERMANY</w:t>
      </w:r>
      <w:r w:rsidRPr="000B73EF">
        <w:t>, IN</w:t>
      </w:r>
      <w:r w:rsidR="00EE7F38">
        <w:t>DONESIA, ISRAEL, ITALY, JAPAN,</w:t>
      </w:r>
      <w:r w:rsidRPr="000B73EF">
        <w:t xml:space="preserve"> KENYA, MEXICO, NIGERIA, PAKISTAN, RUSSIA, SOUTH AFRICA, SOUTH KOREA, SPAIN, TURKEY</w:t>
      </w:r>
      <w:r w:rsidR="00B6011C">
        <w:t>,</w:t>
      </w:r>
      <w:r w:rsidRPr="000B73EF">
        <w:t xml:space="preserve"> AND THE UNITED STATES ONLY</w:t>
      </w:r>
    </w:p>
    <w:p w:rsidR="00867ADB" w:rsidRPr="000B73EF" w:rsidRDefault="0054085C" w:rsidP="008D1582">
      <w:pPr>
        <w:pStyle w:val="Question"/>
        <w:rPr>
          <w:i/>
        </w:rPr>
      </w:pPr>
      <w:r w:rsidRPr="000B73EF">
        <w:rPr>
          <w:rFonts w:ascii="Tahoma" w:hAnsi="Tahoma" w:cs="Tahoma"/>
          <w:b/>
          <w:sz w:val="16"/>
        </w:rPr>
        <w:t>Q1</w:t>
      </w:r>
      <w:r w:rsidR="00CD05D6" w:rsidRPr="000B73EF">
        <w:rPr>
          <w:rFonts w:ascii="Tahoma" w:hAnsi="Tahoma" w:cs="Tahoma"/>
          <w:b/>
          <w:sz w:val="16"/>
        </w:rPr>
        <w:t>28</w:t>
      </w:r>
      <w:r w:rsidR="00867ADB" w:rsidRPr="000B73EF">
        <w:tab/>
      </w:r>
      <w:r w:rsidR="00475F4D" w:rsidRPr="000B73EF">
        <w:t xml:space="preserve">How much of a problem, if at all, is the growing number of older people in </w:t>
      </w:r>
      <w:r w:rsidR="00475F4D" w:rsidRPr="000B73EF">
        <w:rPr>
          <w:b/>
        </w:rPr>
        <w:t>(survey country)</w:t>
      </w:r>
      <w:r w:rsidR="008D1582">
        <w:t xml:space="preserve"> – is </w:t>
      </w:r>
      <w:r w:rsidR="00475F4D" w:rsidRPr="000B73EF">
        <w:t>it a major problem, a minor problem, or not a problem</w:t>
      </w:r>
      <w:r w:rsidR="00AE43E1" w:rsidRPr="000B73EF">
        <w:t xml:space="preserve"> for </w:t>
      </w:r>
      <w:r w:rsidR="00AE43E1" w:rsidRPr="000B73EF">
        <w:rPr>
          <w:b/>
        </w:rPr>
        <w:t>(survey country)</w:t>
      </w:r>
      <w:r w:rsidR="00475F4D" w:rsidRPr="000B73EF">
        <w:t>?</w:t>
      </w:r>
    </w:p>
    <w:p w:rsidR="00867ADB" w:rsidRPr="000B73EF" w:rsidRDefault="00867ADB" w:rsidP="00867ADB">
      <w:pPr>
        <w:spacing w:after="0" w:line="240" w:lineRule="auto"/>
        <w:ind w:left="720"/>
        <w:rPr>
          <w:rFonts w:ascii="Times New Roman" w:hAnsi="Times New Roman" w:cs="Times New Roman"/>
          <w:color w:val="000000"/>
        </w:rPr>
      </w:pPr>
      <w:r w:rsidRPr="000B73EF">
        <w:rPr>
          <w:rFonts w:ascii="Times New Roman" w:hAnsi="Times New Roman" w:cs="Times New Roman"/>
          <w:color w:val="000000"/>
        </w:rPr>
        <w:t>1</w:t>
      </w:r>
      <w:r w:rsidRPr="000B73EF">
        <w:rPr>
          <w:rFonts w:ascii="Times New Roman" w:hAnsi="Times New Roman" w:cs="Times New Roman"/>
          <w:color w:val="000000"/>
        </w:rPr>
        <w:tab/>
      </w:r>
      <w:r w:rsidR="00AE43E1" w:rsidRPr="000B73EF">
        <w:rPr>
          <w:rFonts w:ascii="Times New Roman" w:hAnsi="Times New Roman" w:cs="Times New Roman"/>
          <w:color w:val="000000"/>
        </w:rPr>
        <w:t>Major problem</w:t>
      </w:r>
    </w:p>
    <w:p w:rsidR="00867ADB" w:rsidRPr="000B73EF" w:rsidRDefault="00AE43E1" w:rsidP="00867ADB">
      <w:pPr>
        <w:spacing w:after="0" w:line="240" w:lineRule="auto"/>
        <w:ind w:left="720"/>
        <w:rPr>
          <w:rFonts w:ascii="Times New Roman" w:hAnsi="Times New Roman" w:cs="Times New Roman"/>
          <w:color w:val="000000"/>
        </w:rPr>
      </w:pPr>
      <w:r w:rsidRPr="000B73EF">
        <w:rPr>
          <w:rFonts w:ascii="Times New Roman" w:hAnsi="Times New Roman" w:cs="Times New Roman"/>
          <w:color w:val="000000"/>
        </w:rPr>
        <w:t>2</w:t>
      </w:r>
      <w:r w:rsidRPr="000B73EF">
        <w:rPr>
          <w:rFonts w:ascii="Times New Roman" w:hAnsi="Times New Roman" w:cs="Times New Roman"/>
          <w:color w:val="000000"/>
        </w:rPr>
        <w:tab/>
        <w:t>Minor problem</w:t>
      </w:r>
    </w:p>
    <w:p w:rsidR="00867ADB" w:rsidRPr="000B73EF" w:rsidRDefault="00AE43E1" w:rsidP="00867ADB">
      <w:pPr>
        <w:spacing w:after="0" w:line="240" w:lineRule="auto"/>
        <w:ind w:left="720"/>
        <w:rPr>
          <w:rFonts w:ascii="Times New Roman" w:hAnsi="Times New Roman" w:cs="Times New Roman"/>
          <w:color w:val="000000"/>
        </w:rPr>
      </w:pPr>
      <w:r w:rsidRPr="000B73EF">
        <w:rPr>
          <w:rFonts w:ascii="Times New Roman" w:hAnsi="Times New Roman" w:cs="Times New Roman"/>
          <w:color w:val="000000"/>
        </w:rPr>
        <w:t>3</w:t>
      </w:r>
      <w:r w:rsidRPr="000B73EF">
        <w:rPr>
          <w:rFonts w:ascii="Times New Roman" w:hAnsi="Times New Roman" w:cs="Times New Roman"/>
          <w:color w:val="000000"/>
        </w:rPr>
        <w:tab/>
        <w:t>Not a problem</w:t>
      </w:r>
    </w:p>
    <w:p w:rsidR="00867ADB" w:rsidRPr="000B73EF" w:rsidRDefault="00867ADB" w:rsidP="00867ADB">
      <w:pPr>
        <w:pStyle w:val="QuestionResponse"/>
        <w:rPr>
          <w:szCs w:val="22"/>
        </w:rPr>
      </w:pPr>
      <w:r w:rsidRPr="000B73EF">
        <w:rPr>
          <w:szCs w:val="22"/>
        </w:rPr>
        <w:t>8</w:t>
      </w:r>
      <w:r w:rsidRPr="000B73EF">
        <w:rPr>
          <w:szCs w:val="22"/>
        </w:rPr>
        <w:tab/>
        <w:t>Don’t know (DO NOT READ)</w:t>
      </w:r>
    </w:p>
    <w:p w:rsidR="00867ADB" w:rsidRPr="000B73EF" w:rsidRDefault="00867ADB" w:rsidP="00867ADB">
      <w:pPr>
        <w:pStyle w:val="QuestionResponseLast"/>
      </w:pPr>
      <w:r w:rsidRPr="000B73EF">
        <w:t>9</w:t>
      </w:r>
      <w:r w:rsidRPr="000B73EF">
        <w:tab/>
        <w:t>Refused (DO NOT READ)</w:t>
      </w:r>
    </w:p>
    <w:p w:rsidR="00867ADB" w:rsidRPr="000B73EF" w:rsidRDefault="00867ADB" w:rsidP="008D1582">
      <w:pPr>
        <w:pStyle w:val="QuestionInstruction"/>
      </w:pPr>
      <w:r w:rsidRPr="000B73EF">
        <w:t>ASK ALL IN ARGENTINA, BRAZIL, BRITAIN,</w:t>
      </w:r>
      <w:r w:rsidR="0070614A">
        <w:t xml:space="preserve"> CHINA, EGYPT, FRANCE, GERMANY</w:t>
      </w:r>
      <w:r w:rsidRPr="000B73EF">
        <w:t>, IND</w:t>
      </w:r>
      <w:r w:rsidR="00B6011C">
        <w:t xml:space="preserve">ONESIA, ISRAEL, ITALY, JAPAN, </w:t>
      </w:r>
      <w:r w:rsidRPr="000B73EF">
        <w:t>KENYA, MEXICO, NIGERIA, PAKISTAN, RUSSIA, SOUTH AFRICA, SOUTH KOREA, SPAIN, TURKEY</w:t>
      </w:r>
      <w:r w:rsidR="00B6011C">
        <w:t>,</w:t>
      </w:r>
      <w:r w:rsidRPr="000B73EF">
        <w:t xml:space="preserve"> AND THE UNITED STATES ONLY</w:t>
      </w:r>
    </w:p>
    <w:p w:rsidR="00867ADB" w:rsidRPr="000B73EF" w:rsidRDefault="0054085C" w:rsidP="008D1582">
      <w:pPr>
        <w:pStyle w:val="Question"/>
        <w:rPr>
          <w:i/>
        </w:rPr>
      </w:pPr>
      <w:r w:rsidRPr="000B73EF">
        <w:rPr>
          <w:rFonts w:ascii="Tahoma" w:hAnsi="Tahoma" w:cs="Tahoma"/>
          <w:b/>
          <w:sz w:val="16"/>
        </w:rPr>
        <w:t>Q1</w:t>
      </w:r>
      <w:r w:rsidR="00176F89" w:rsidRPr="000B73EF">
        <w:rPr>
          <w:rFonts w:ascii="Tahoma" w:hAnsi="Tahoma" w:cs="Tahoma"/>
          <w:b/>
          <w:sz w:val="16"/>
        </w:rPr>
        <w:t>29</w:t>
      </w:r>
      <w:r w:rsidR="00867ADB" w:rsidRPr="000B73EF">
        <w:tab/>
      </w:r>
      <w:r w:rsidR="00AE43E1" w:rsidRPr="000B73EF">
        <w:t>Thinking about yourself, h</w:t>
      </w:r>
      <w:r w:rsidR="00867ADB" w:rsidRPr="000B73EF">
        <w:t>ow con</w:t>
      </w:r>
      <w:r w:rsidR="00AE43E1" w:rsidRPr="000B73EF">
        <w:t xml:space="preserve">fident </w:t>
      </w:r>
      <w:proofErr w:type="gramStart"/>
      <w:r w:rsidR="00AE43E1" w:rsidRPr="000B73EF">
        <w:t>are</w:t>
      </w:r>
      <w:proofErr w:type="gramEnd"/>
      <w:r w:rsidR="00AE43E1" w:rsidRPr="000B73EF">
        <w:t xml:space="preserve"> you that you will have</w:t>
      </w:r>
      <w:r w:rsidR="00867ADB" w:rsidRPr="000B73EF">
        <w:t xml:space="preserve"> an adequate standard of living in your </w:t>
      </w:r>
      <w:r w:rsidR="00867ADB" w:rsidRPr="000B73EF">
        <w:tab/>
        <w:t xml:space="preserve">old age </w:t>
      </w:r>
      <w:r w:rsidR="00AE43E1" w:rsidRPr="000B73EF">
        <w:t>–</w:t>
      </w:r>
      <w:r w:rsidR="00867ADB" w:rsidRPr="000B73EF">
        <w:t xml:space="preserve"> very</w:t>
      </w:r>
      <w:r w:rsidR="00AE43E1" w:rsidRPr="000B73EF">
        <w:t xml:space="preserve"> </w:t>
      </w:r>
      <w:r w:rsidR="00867ADB" w:rsidRPr="000B73EF">
        <w:t>confident, somewhat confident, not too c</w:t>
      </w:r>
      <w:r w:rsidR="00DB70D3">
        <w:t>onfident, not confident at all?</w:t>
      </w:r>
    </w:p>
    <w:p w:rsidR="00867ADB" w:rsidRPr="000B73EF" w:rsidRDefault="00867ADB" w:rsidP="00867ADB">
      <w:pPr>
        <w:spacing w:after="0" w:line="240" w:lineRule="auto"/>
        <w:ind w:left="720"/>
        <w:rPr>
          <w:rFonts w:ascii="Times New Roman" w:hAnsi="Times New Roman" w:cs="Times New Roman"/>
          <w:color w:val="000000"/>
        </w:rPr>
      </w:pPr>
      <w:r w:rsidRPr="000B73EF">
        <w:rPr>
          <w:rFonts w:ascii="Times New Roman" w:hAnsi="Times New Roman" w:cs="Times New Roman"/>
          <w:color w:val="000000"/>
        </w:rPr>
        <w:t>1</w:t>
      </w:r>
      <w:r w:rsidRPr="000B73EF">
        <w:rPr>
          <w:rFonts w:ascii="Times New Roman" w:hAnsi="Times New Roman" w:cs="Times New Roman"/>
          <w:color w:val="000000"/>
        </w:rPr>
        <w:tab/>
        <w:t>Very confident</w:t>
      </w:r>
    </w:p>
    <w:p w:rsidR="00867ADB" w:rsidRPr="000B73EF" w:rsidRDefault="00867ADB" w:rsidP="00867ADB">
      <w:pPr>
        <w:spacing w:after="0" w:line="240" w:lineRule="auto"/>
        <w:ind w:left="720"/>
        <w:rPr>
          <w:rFonts w:ascii="Times New Roman" w:hAnsi="Times New Roman" w:cs="Times New Roman"/>
          <w:color w:val="000000"/>
        </w:rPr>
      </w:pPr>
      <w:r w:rsidRPr="000B73EF">
        <w:rPr>
          <w:rFonts w:ascii="Times New Roman" w:hAnsi="Times New Roman" w:cs="Times New Roman"/>
          <w:color w:val="000000"/>
        </w:rPr>
        <w:t>2</w:t>
      </w:r>
      <w:r w:rsidRPr="000B73EF">
        <w:rPr>
          <w:rFonts w:ascii="Times New Roman" w:hAnsi="Times New Roman" w:cs="Times New Roman"/>
          <w:color w:val="000000"/>
        </w:rPr>
        <w:tab/>
        <w:t>Somewhat confident</w:t>
      </w:r>
    </w:p>
    <w:p w:rsidR="00867ADB" w:rsidRPr="000B73EF" w:rsidRDefault="00867ADB" w:rsidP="00867ADB">
      <w:pPr>
        <w:spacing w:after="0" w:line="240" w:lineRule="auto"/>
        <w:ind w:left="720"/>
        <w:rPr>
          <w:rFonts w:ascii="Times New Roman" w:hAnsi="Times New Roman" w:cs="Times New Roman"/>
          <w:color w:val="000000"/>
        </w:rPr>
      </w:pPr>
      <w:r w:rsidRPr="000B73EF">
        <w:rPr>
          <w:rFonts w:ascii="Times New Roman" w:hAnsi="Times New Roman" w:cs="Times New Roman"/>
          <w:color w:val="000000"/>
        </w:rPr>
        <w:t>3</w:t>
      </w:r>
      <w:r w:rsidRPr="000B73EF">
        <w:rPr>
          <w:rFonts w:ascii="Times New Roman" w:hAnsi="Times New Roman" w:cs="Times New Roman"/>
          <w:color w:val="000000"/>
        </w:rPr>
        <w:tab/>
        <w:t>Not too confident</w:t>
      </w:r>
    </w:p>
    <w:p w:rsidR="00867ADB" w:rsidRPr="000B73EF" w:rsidRDefault="00867ADB" w:rsidP="00867ADB">
      <w:pPr>
        <w:spacing w:after="0" w:line="240" w:lineRule="auto"/>
        <w:ind w:left="720"/>
        <w:rPr>
          <w:rFonts w:ascii="Times New Roman" w:hAnsi="Times New Roman" w:cs="Times New Roman"/>
          <w:color w:val="000000"/>
        </w:rPr>
      </w:pPr>
      <w:r w:rsidRPr="000B73EF">
        <w:rPr>
          <w:rFonts w:ascii="Times New Roman" w:hAnsi="Times New Roman" w:cs="Times New Roman"/>
          <w:color w:val="000000"/>
        </w:rPr>
        <w:t>4</w:t>
      </w:r>
      <w:r w:rsidRPr="000B73EF">
        <w:rPr>
          <w:rFonts w:ascii="Times New Roman" w:hAnsi="Times New Roman" w:cs="Times New Roman"/>
          <w:color w:val="000000"/>
        </w:rPr>
        <w:tab/>
        <w:t>Not confident at all</w:t>
      </w:r>
    </w:p>
    <w:p w:rsidR="00867ADB" w:rsidRPr="000B73EF" w:rsidRDefault="00867ADB" w:rsidP="00867ADB">
      <w:pPr>
        <w:pStyle w:val="QuestionResponse"/>
        <w:rPr>
          <w:szCs w:val="22"/>
        </w:rPr>
      </w:pPr>
      <w:r w:rsidRPr="000B73EF">
        <w:rPr>
          <w:szCs w:val="22"/>
        </w:rPr>
        <w:t>8</w:t>
      </w:r>
      <w:r w:rsidRPr="000B73EF">
        <w:rPr>
          <w:szCs w:val="22"/>
        </w:rPr>
        <w:tab/>
        <w:t>Don’t know (DO NOT READ)</w:t>
      </w:r>
    </w:p>
    <w:p w:rsidR="00867ADB" w:rsidRPr="000B73EF" w:rsidRDefault="00867ADB" w:rsidP="00867ADB">
      <w:pPr>
        <w:pStyle w:val="QuestionResponseLast"/>
      </w:pPr>
      <w:r w:rsidRPr="000B73EF">
        <w:t>9</w:t>
      </w:r>
      <w:r w:rsidRPr="000B73EF">
        <w:tab/>
        <w:t>Refused (DO NOT READ)</w:t>
      </w:r>
    </w:p>
    <w:p w:rsidR="00867ADB" w:rsidRPr="000B73EF" w:rsidRDefault="00867ADB" w:rsidP="008D1582">
      <w:pPr>
        <w:pStyle w:val="QuestionInstruction"/>
      </w:pPr>
      <w:r w:rsidRPr="000B73EF">
        <w:lastRenderedPageBreak/>
        <w:t>ASK ALL IN ARGENTINA, BRAZIL, BRITAIN,</w:t>
      </w:r>
      <w:r w:rsidR="0070614A">
        <w:t xml:space="preserve"> CHINA, EGYPT, FRANCE, GERMANY</w:t>
      </w:r>
      <w:r w:rsidRPr="000B73EF">
        <w:t>, INDONESIA, ISRAEL, ITALY, JAPAN, KENYA, MEXICO, NIGERIA, PAKISTAN, RUSSIA, SOUTH AFRICA, SOUTH KOREA, SPAIN, TURKEY</w:t>
      </w:r>
      <w:r w:rsidR="00B6011C">
        <w:t>,</w:t>
      </w:r>
      <w:r w:rsidRPr="000B73EF">
        <w:t xml:space="preserve"> AND THE UNITED STATES ONLY</w:t>
      </w:r>
    </w:p>
    <w:p w:rsidR="00867ADB" w:rsidRPr="000B73EF" w:rsidRDefault="0054085C" w:rsidP="008D1582">
      <w:pPr>
        <w:pStyle w:val="Question"/>
      </w:pPr>
      <w:r w:rsidRPr="000B73EF">
        <w:rPr>
          <w:rFonts w:ascii="Tahoma" w:hAnsi="Tahoma" w:cs="Tahoma"/>
          <w:b/>
          <w:sz w:val="16"/>
        </w:rPr>
        <w:t>Q1</w:t>
      </w:r>
      <w:r w:rsidR="00176F89" w:rsidRPr="000B73EF">
        <w:rPr>
          <w:rFonts w:ascii="Tahoma" w:hAnsi="Tahoma" w:cs="Tahoma"/>
          <w:b/>
          <w:sz w:val="16"/>
        </w:rPr>
        <w:t>30</w:t>
      </w:r>
      <w:r w:rsidR="00867ADB" w:rsidRPr="000B73EF">
        <w:tab/>
        <w:t>Who should bear the greatest responsibility for people’s economi</w:t>
      </w:r>
      <w:r w:rsidR="008D1582">
        <w:t xml:space="preserve">c wellbeing in their old age – </w:t>
      </w:r>
      <w:r w:rsidR="00867ADB" w:rsidRPr="000B73EF">
        <w:t xml:space="preserve">their families, the government or themselves? </w:t>
      </w:r>
    </w:p>
    <w:p w:rsidR="00867ADB" w:rsidRPr="000B73EF" w:rsidRDefault="00867ADB" w:rsidP="00867ADB">
      <w:pPr>
        <w:spacing w:after="0" w:line="240" w:lineRule="auto"/>
        <w:ind w:left="720"/>
        <w:rPr>
          <w:rFonts w:ascii="Times New Roman" w:hAnsi="Times New Roman" w:cs="Times New Roman"/>
          <w:color w:val="000000"/>
        </w:rPr>
      </w:pPr>
      <w:r w:rsidRPr="000B73EF">
        <w:rPr>
          <w:rFonts w:ascii="Times New Roman" w:hAnsi="Times New Roman" w:cs="Times New Roman"/>
          <w:color w:val="000000"/>
        </w:rPr>
        <w:t>1</w:t>
      </w:r>
      <w:r w:rsidRPr="000B73EF">
        <w:rPr>
          <w:rFonts w:ascii="Times New Roman" w:hAnsi="Times New Roman" w:cs="Times New Roman"/>
          <w:color w:val="000000"/>
        </w:rPr>
        <w:tab/>
        <w:t>Their families</w:t>
      </w:r>
    </w:p>
    <w:p w:rsidR="00867ADB" w:rsidRPr="000B73EF" w:rsidRDefault="00835276" w:rsidP="00867ADB">
      <w:pPr>
        <w:spacing w:after="0" w:line="240" w:lineRule="auto"/>
        <w:ind w:left="720"/>
        <w:rPr>
          <w:rFonts w:ascii="Times New Roman" w:hAnsi="Times New Roman" w:cs="Times New Roman"/>
          <w:color w:val="000000"/>
        </w:rPr>
      </w:pPr>
      <w:r w:rsidRPr="000B73EF">
        <w:rPr>
          <w:rFonts w:ascii="Times New Roman" w:hAnsi="Times New Roman" w:cs="Times New Roman"/>
          <w:color w:val="000000"/>
        </w:rPr>
        <w:t>2</w:t>
      </w:r>
      <w:r w:rsidR="00867ADB" w:rsidRPr="000B73EF">
        <w:rPr>
          <w:rFonts w:ascii="Times New Roman" w:hAnsi="Times New Roman" w:cs="Times New Roman"/>
          <w:color w:val="000000"/>
        </w:rPr>
        <w:tab/>
        <w:t>The government</w:t>
      </w:r>
    </w:p>
    <w:p w:rsidR="00867ADB" w:rsidRPr="000B73EF" w:rsidRDefault="00835276" w:rsidP="00867ADB">
      <w:pPr>
        <w:spacing w:after="0" w:line="240" w:lineRule="auto"/>
        <w:ind w:left="720"/>
        <w:rPr>
          <w:rFonts w:ascii="Times New Roman" w:hAnsi="Times New Roman" w:cs="Times New Roman"/>
          <w:color w:val="000000"/>
        </w:rPr>
      </w:pPr>
      <w:r w:rsidRPr="000B73EF">
        <w:rPr>
          <w:rFonts w:ascii="Times New Roman" w:hAnsi="Times New Roman" w:cs="Times New Roman"/>
          <w:color w:val="000000"/>
        </w:rPr>
        <w:t>3</w:t>
      </w:r>
      <w:r w:rsidR="00867ADB" w:rsidRPr="000B73EF">
        <w:rPr>
          <w:rFonts w:ascii="Times New Roman" w:hAnsi="Times New Roman" w:cs="Times New Roman"/>
          <w:color w:val="000000"/>
        </w:rPr>
        <w:tab/>
        <w:t>Themselves</w:t>
      </w:r>
    </w:p>
    <w:p w:rsidR="00867ADB" w:rsidRPr="000B73EF" w:rsidRDefault="00835276" w:rsidP="00867ADB">
      <w:pPr>
        <w:spacing w:after="0" w:line="240" w:lineRule="auto"/>
        <w:ind w:left="720"/>
        <w:rPr>
          <w:rFonts w:ascii="Times New Roman" w:hAnsi="Times New Roman" w:cs="Times New Roman"/>
          <w:color w:val="000000"/>
        </w:rPr>
      </w:pPr>
      <w:r w:rsidRPr="000B73EF">
        <w:rPr>
          <w:rFonts w:ascii="Times New Roman" w:hAnsi="Times New Roman" w:cs="Times New Roman"/>
          <w:color w:val="000000"/>
        </w:rPr>
        <w:t>4</w:t>
      </w:r>
      <w:r w:rsidR="00867ADB" w:rsidRPr="000B73EF">
        <w:rPr>
          <w:rFonts w:ascii="Times New Roman" w:hAnsi="Times New Roman" w:cs="Times New Roman"/>
          <w:color w:val="000000"/>
        </w:rPr>
        <w:tab/>
        <w:t>All equally (DO NOT READ)</w:t>
      </w:r>
    </w:p>
    <w:p w:rsidR="00867ADB" w:rsidRPr="000B73EF" w:rsidRDefault="00835276" w:rsidP="00867ADB">
      <w:pPr>
        <w:spacing w:after="0" w:line="240" w:lineRule="auto"/>
        <w:ind w:left="720"/>
        <w:rPr>
          <w:rFonts w:ascii="Times New Roman" w:hAnsi="Times New Roman" w:cs="Times New Roman"/>
          <w:color w:val="000000"/>
        </w:rPr>
      </w:pPr>
      <w:r w:rsidRPr="000B73EF">
        <w:rPr>
          <w:rFonts w:ascii="Times New Roman" w:hAnsi="Times New Roman" w:cs="Times New Roman"/>
          <w:color w:val="000000"/>
        </w:rPr>
        <w:t>5</w:t>
      </w:r>
      <w:r w:rsidR="00867ADB" w:rsidRPr="000B73EF">
        <w:rPr>
          <w:rFonts w:ascii="Times New Roman" w:hAnsi="Times New Roman" w:cs="Times New Roman"/>
          <w:color w:val="000000"/>
        </w:rPr>
        <w:tab/>
      </w:r>
      <w:r w:rsidR="00E858FC" w:rsidRPr="000B73EF">
        <w:rPr>
          <w:rFonts w:ascii="Times New Roman" w:hAnsi="Times New Roman" w:cs="Times New Roman"/>
          <w:color w:val="000000"/>
        </w:rPr>
        <w:t>Other</w:t>
      </w:r>
      <w:r w:rsidR="00867ADB" w:rsidRPr="000B73EF">
        <w:rPr>
          <w:rFonts w:ascii="Times New Roman" w:hAnsi="Times New Roman" w:cs="Times New Roman"/>
          <w:color w:val="000000"/>
        </w:rPr>
        <w:t xml:space="preserve"> (DO NOT READ)</w:t>
      </w:r>
    </w:p>
    <w:p w:rsidR="00867ADB" w:rsidRPr="000B73EF" w:rsidRDefault="00867ADB" w:rsidP="00867ADB">
      <w:pPr>
        <w:pStyle w:val="QuestionResponse"/>
        <w:rPr>
          <w:szCs w:val="22"/>
        </w:rPr>
      </w:pPr>
      <w:r w:rsidRPr="000B73EF">
        <w:rPr>
          <w:szCs w:val="22"/>
        </w:rPr>
        <w:t>8</w:t>
      </w:r>
      <w:r w:rsidRPr="000B73EF">
        <w:rPr>
          <w:szCs w:val="22"/>
        </w:rPr>
        <w:tab/>
        <w:t>Don’t know (DO NOT READ)</w:t>
      </w:r>
    </w:p>
    <w:p w:rsidR="00867ADB" w:rsidRPr="000B73EF" w:rsidRDefault="00867ADB" w:rsidP="00867ADB">
      <w:pPr>
        <w:pStyle w:val="QuestionResponseLast"/>
      </w:pPr>
      <w:r w:rsidRPr="000B73EF">
        <w:t>9</w:t>
      </w:r>
      <w:r w:rsidRPr="000B73EF">
        <w:tab/>
        <w:t>Refused (DO NOT READ)</w:t>
      </w:r>
    </w:p>
    <w:p w:rsidR="00CE6F1A" w:rsidRPr="007B792E" w:rsidRDefault="00CE6F1A" w:rsidP="007B792E">
      <w:pPr>
        <w:pStyle w:val="QuestionInstruction"/>
        <w:rPr>
          <w:caps/>
        </w:rPr>
      </w:pPr>
      <w:r w:rsidRPr="007B792E">
        <w:rPr>
          <w:caps/>
        </w:rPr>
        <w:t xml:space="preserve">ASK ALL IN </w:t>
      </w:r>
      <w:r w:rsidR="007B792E" w:rsidRPr="007B792E">
        <w:rPr>
          <w:caps/>
        </w:rPr>
        <w:t>Egypt, Jordan, Lebanon, Palestinian Territories, Tunisia, Turkey</w:t>
      </w:r>
    </w:p>
    <w:p w:rsidR="00CE6F1A" w:rsidRPr="000B73EF" w:rsidRDefault="0054085C" w:rsidP="008D1582">
      <w:pPr>
        <w:pStyle w:val="Question"/>
        <w:rPr>
          <w:iCs/>
        </w:rPr>
      </w:pPr>
      <w:r w:rsidRPr="000B73EF">
        <w:rPr>
          <w:rFonts w:ascii="Tahoma" w:hAnsi="Tahoma" w:cs="Tahoma"/>
          <w:b/>
          <w:sz w:val="16"/>
        </w:rPr>
        <w:t>Q1</w:t>
      </w:r>
      <w:r w:rsidR="00176F89" w:rsidRPr="000B73EF">
        <w:rPr>
          <w:rFonts w:ascii="Tahoma" w:hAnsi="Tahoma" w:cs="Tahoma"/>
          <w:b/>
          <w:sz w:val="16"/>
        </w:rPr>
        <w:t>31</w:t>
      </w:r>
      <w:r w:rsidR="00CE6F1A" w:rsidRPr="000B73EF">
        <w:tab/>
        <w:t xml:space="preserve">Overall, how much </w:t>
      </w:r>
      <w:r w:rsidR="00CE6F1A" w:rsidRPr="008D1582">
        <w:t>influence</w:t>
      </w:r>
      <w:r w:rsidR="00CE6F1A" w:rsidRPr="000B73EF">
        <w:t xml:space="preserve"> do you think Iran is having on the way things are going in </w:t>
      </w:r>
      <w:r w:rsidR="00CE6F1A" w:rsidRPr="000B73EF">
        <w:rPr>
          <w:b/>
        </w:rPr>
        <w:t>(survey country)</w:t>
      </w:r>
      <w:r w:rsidR="00CE6F1A" w:rsidRPr="000B73EF">
        <w:t>? Would you say it is having a great deal of influence, a fair amount, not too much, or no influence at all?</w:t>
      </w:r>
      <w:r w:rsidR="00DB70D3">
        <w:rPr>
          <w:i/>
        </w:rPr>
        <w:t xml:space="preserve"> </w:t>
      </w:r>
    </w:p>
    <w:p w:rsidR="00CE6F1A" w:rsidRPr="000B73EF" w:rsidRDefault="00F46C5A" w:rsidP="00CE6F1A">
      <w:pPr>
        <w:pStyle w:val="QuestionResponse"/>
      </w:pPr>
      <w:r>
        <w:t>1</w:t>
      </w:r>
      <w:r>
        <w:tab/>
        <w:t>G</w:t>
      </w:r>
      <w:r w:rsidR="00CE6F1A" w:rsidRPr="000B73EF">
        <w:t>reat deal</w:t>
      </w:r>
    </w:p>
    <w:p w:rsidR="00CE6F1A" w:rsidRPr="000B73EF" w:rsidRDefault="00CE6F1A" w:rsidP="00CE6F1A">
      <w:pPr>
        <w:pStyle w:val="QuestionResponse"/>
      </w:pPr>
      <w:r w:rsidRPr="000B73EF">
        <w:t>2</w:t>
      </w:r>
      <w:r w:rsidRPr="000B73EF">
        <w:tab/>
      </w:r>
      <w:r w:rsidR="00F46C5A">
        <w:t>F</w:t>
      </w:r>
      <w:r w:rsidRPr="000B73EF">
        <w:t>air amount</w:t>
      </w:r>
    </w:p>
    <w:p w:rsidR="00CE6F1A" w:rsidRPr="000B73EF" w:rsidRDefault="00CE6F1A" w:rsidP="00CE6F1A">
      <w:pPr>
        <w:pStyle w:val="QuestionResponse"/>
      </w:pPr>
      <w:r w:rsidRPr="000B73EF">
        <w:t>3</w:t>
      </w:r>
      <w:r w:rsidRPr="000B73EF">
        <w:tab/>
        <w:t>Not too much</w:t>
      </w:r>
    </w:p>
    <w:p w:rsidR="00CE6F1A" w:rsidRPr="000B73EF" w:rsidRDefault="00CE6F1A" w:rsidP="00CE6F1A">
      <w:pPr>
        <w:pStyle w:val="QuestionResponse"/>
      </w:pPr>
      <w:r w:rsidRPr="000B73EF">
        <w:t>4</w:t>
      </w:r>
      <w:r w:rsidRPr="000B73EF">
        <w:tab/>
        <w:t>No influence at all</w:t>
      </w:r>
    </w:p>
    <w:p w:rsidR="00CE6F1A" w:rsidRPr="000B73EF" w:rsidRDefault="00CE6F1A" w:rsidP="00CE6F1A">
      <w:pPr>
        <w:pStyle w:val="QuestionResponse"/>
      </w:pPr>
      <w:r w:rsidRPr="000B73EF">
        <w:t>8</w:t>
      </w:r>
      <w:r w:rsidRPr="000B73EF">
        <w:tab/>
        <w:t>Don’t know (DO NOT READ)</w:t>
      </w:r>
    </w:p>
    <w:p w:rsidR="00CE6F1A" w:rsidRPr="000B73EF" w:rsidRDefault="00CE6F1A" w:rsidP="008D1582">
      <w:pPr>
        <w:pStyle w:val="QuestionResponseLast"/>
      </w:pPr>
      <w:r w:rsidRPr="000B73EF">
        <w:t>9</w:t>
      </w:r>
      <w:r w:rsidRPr="000B73EF">
        <w:tab/>
      </w:r>
      <w:r w:rsidRPr="008D1582">
        <w:t>Refused</w:t>
      </w:r>
      <w:r w:rsidRPr="000B73EF">
        <w:t xml:space="preserve"> (DO NOT READ)</w:t>
      </w:r>
    </w:p>
    <w:p w:rsidR="00CE6F1A" w:rsidRPr="008D1582" w:rsidRDefault="00CE6F1A" w:rsidP="008D1582">
      <w:pPr>
        <w:pStyle w:val="QuestionInstruction"/>
      </w:pPr>
      <w:r w:rsidRPr="008D1582">
        <w:t xml:space="preserve">ASK </w:t>
      </w:r>
      <w:r w:rsidR="008D1582">
        <w:t xml:space="preserve">IF “GREAT DEAL” OR “FAIR AMOUNT” IN </w:t>
      </w:r>
      <w:r w:rsidR="00176F89" w:rsidRPr="008D1582">
        <w:t>Q131</w:t>
      </w:r>
      <w:r w:rsidRPr="008D1582">
        <w:t xml:space="preserve"> (</w:t>
      </w:r>
      <w:r w:rsidR="00176F89" w:rsidRPr="008D1582">
        <w:t>Q131</w:t>
      </w:r>
      <w:r w:rsidRPr="008D1582">
        <w:t>=1</w:t>
      </w:r>
      <w:proofErr w:type="gramStart"/>
      <w:r w:rsidRPr="008D1582">
        <w:t>,2</w:t>
      </w:r>
      <w:proofErr w:type="gramEnd"/>
      <w:r w:rsidRPr="008D1582">
        <w:t>)</w:t>
      </w:r>
    </w:p>
    <w:p w:rsidR="00CE6F1A" w:rsidRPr="000B73EF" w:rsidRDefault="0054085C" w:rsidP="008D1582">
      <w:pPr>
        <w:pStyle w:val="Question"/>
        <w:rPr>
          <w:i/>
        </w:rPr>
      </w:pPr>
      <w:r w:rsidRPr="000B73EF">
        <w:rPr>
          <w:rFonts w:ascii="Tahoma" w:hAnsi="Tahoma" w:cs="Tahoma"/>
          <w:b/>
          <w:sz w:val="16"/>
        </w:rPr>
        <w:t>Q1</w:t>
      </w:r>
      <w:r w:rsidR="00987EB5">
        <w:rPr>
          <w:rFonts w:ascii="Tahoma" w:hAnsi="Tahoma" w:cs="Tahoma"/>
          <w:b/>
          <w:sz w:val="16"/>
        </w:rPr>
        <w:t>32</w:t>
      </w:r>
      <w:r w:rsidR="00CE6F1A" w:rsidRPr="000B73EF">
        <w:tab/>
        <w:t>Is this a good thing, a bad thing, or neither good nor bad?</w:t>
      </w:r>
      <w:r w:rsidR="00CE6F1A" w:rsidRPr="000B73EF">
        <w:rPr>
          <w:i/>
        </w:rPr>
        <w:t xml:space="preserve"> </w:t>
      </w:r>
    </w:p>
    <w:p w:rsidR="00CE6F1A" w:rsidRPr="000B73EF" w:rsidRDefault="00CE6F1A" w:rsidP="00CE6F1A">
      <w:pPr>
        <w:pStyle w:val="QuestionResponse"/>
      </w:pPr>
      <w:r w:rsidRPr="000B73EF">
        <w:t>1</w:t>
      </w:r>
      <w:r w:rsidRPr="000B73EF">
        <w:tab/>
        <w:t>Good</w:t>
      </w:r>
    </w:p>
    <w:p w:rsidR="00CE6F1A" w:rsidRPr="000B73EF" w:rsidRDefault="00CE6F1A" w:rsidP="00CE6F1A">
      <w:pPr>
        <w:pStyle w:val="QuestionResponse"/>
      </w:pPr>
      <w:r w:rsidRPr="000B73EF">
        <w:t>2</w:t>
      </w:r>
      <w:r w:rsidRPr="000B73EF">
        <w:tab/>
        <w:t>Bad</w:t>
      </w:r>
    </w:p>
    <w:p w:rsidR="00CE6F1A" w:rsidRPr="000B73EF" w:rsidRDefault="00CE6F1A" w:rsidP="00CE6F1A">
      <w:pPr>
        <w:pStyle w:val="QuestionResponse"/>
      </w:pPr>
      <w:r w:rsidRPr="000B73EF">
        <w:t>3</w:t>
      </w:r>
      <w:r w:rsidRPr="000B73EF">
        <w:tab/>
        <w:t>Neither</w:t>
      </w:r>
    </w:p>
    <w:p w:rsidR="00CE6F1A" w:rsidRPr="000B73EF" w:rsidRDefault="00CE6F1A" w:rsidP="00CE6F1A">
      <w:pPr>
        <w:pStyle w:val="QuestionResponse"/>
      </w:pPr>
      <w:r w:rsidRPr="000B73EF">
        <w:t>8</w:t>
      </w:r>
      <w:r w:rsidRPr="000B73EF">
        <w:tab/>
        <w:t>Don’t know (DO NOT READ)</w:t>
      </w:r>
    </w:p>
    <w:p w:rsidR="00CE6F1A" w:rsidRPr="000B73EF" w:rsidRDefault="00CE6F1A" w:rsidP="008D1582">
      <w:pPr>
        <w:pStyle w:val="QuestionResponseLast"/>
      </w:pPr>
      <w:r w:rsidRPr="000B73EF">
        <w:t>9</w:t>
      </w:r>
      <w:r w:rsidRPr="000B73EF">
        <w:tab/>
      </w:r>
      <w:r w:rsidRPr="008D1582">
        <w:t>Refused</w:t>
      </w:r>
      <w:r w:rsidRPr="000B73EF">
        <w:t xml:space="preserve"> (DO NOT READ)</w:t>
      </w:r>
    </w:p>
    <w:p w:rsidR="007B792E" w:rsidRPr="007B792E" w:rsidRDefault="007B792E" w:rsidP="007B792E">
      <w:pPr>
        <w:pStyle w:val="QuestionInstruction"/>
        <w:rPr>
          <w:caps/>
        </w:rPr>
      </w:pPr>
      <w:r w:rsidRPr="007B792E">
        <w:rPr>
          <w:caps/>
        </w:rPr>
        <w:lastRenderedPageBreak/>
        <w:t xml:space="preserve">ASK ALL IN Egypt, Jordan, Lebanon, Palestinian Territories, </w:t>
      </w:r>
      <w:r w:rsidR="00667EB4">
        <w:rPr>
          <w:caps/>
        </w:rPr>
        <w:t xml:space="preserve">AND </w:t>
      </w:r>
      <w:r w:rsidRPr="007B792E">
        <w:rPr>
          <w:caps/>
        </w:rPr>
        <w:t>Tunisia</w:t>
      </w:r>
    </w:p>
    <w:p w:rsidR="00CE6F1A" w:rsidRPr="000B73EF" w:rsidRDefault="0054085C" w:rsidP="008D1582">
      <w:pPr>
        <w:pStyle w:val="Question"/>
        <w:rPr>
          <w:iCs/>
        </w:rPr>
      </w:pPr>
      <w:r w:rsidRPr="000B73EF">
        <w:rPr>
          <w:rFonts w:ascii="Tahoma" w:hAnsi="Tahoma" w:cs="Tahoma"/>
          <w:b/>
          <w:sz w:val="16"/>
        </w:rPr>
        <w:t>Q1</w:t>
      </w:r>
      <w:r w:rsidR="00176F89" w:rsidRPr="000B73EF">
        <w:rPr>
          <w:rFonts w:ascii="Tahoma" w:hAnsi="Tahoma" w:cs="Tahoma"/>
          <w:b/>
          <w:sz w:val="16"/>
        </w:rPr>
        <w:t>3</w:t>
      </w:r>
      <w:r w:rsidR="00987EB5">
        <w:rPr>
          <w:rFonts w:ascii="Tahoma" w:hAnsi="Tahoma" w:cs="Tahoma"/>
          <w:b/>
          <w:sz w:val="16"/>
        </w:rPr>
        <w:t>3</w:t>
      </w:r>
      <w:r w:rsidR="00CE6F1A" w:rsidRPr="000B73EF">
        <w:tab/>
        <w:t xml:space="preserve">Overall, how much </w:t>
      </w:r>
      <w:r w:rsidR="00CE6F1A" w:rsidRPr="008D1582">
        <w:t>influence</w:t>
      </w:r>
      <w:r w:rsidR="00CE6F1A" w:rsidRPr="000B73EF">
        <w:t xml:space="preserve"> do you think Turkey is having on the way things are going in </w:t>
      </w:r>
      <w:r w:rsidR="00CE6F1A" w:rsidRPr="000B73EF">
        <w:rPr>
          <w:b/>
        </w:rPr>
        <w:t>(survey country)</w:t>
      </w:r>
      <w:r w:rsidR="00CE6F1A" w:rsidRPr="000B73EF">
        <w:t>? Would you say it is having a great deal of influence, a fair amount, not too much, or no influence at all?</w:t>
      </w:r>
      <w:r w:rsidR="00CE6F1A" w:rsidRPr="000B73EF">
        <w:rPr>
          <w:i/>
        </w:rPr>
        <w:t xml:space="preserve"> </w:t>
      </w:r>
    </w:p>
    <w:p w:rsidR="00CE6F1A" w:rsidRPr="000B73EF" w:rsidRDefault="00CE6F1A" w:rsidP="00CE6F1A">
      <w:pPr>
        <w:pStyle w:val="QuestionResponse"/>
      </w:pPr>
      <w:r w:rsidRPr="000B73EF">
        <w:t>1</w:t>
      </w:r>
      <w:r w:rsidRPr="000B73EF">
        <w:tab/>
      </w:r>
      <w:r w:rsidR="00F46C5A">
        <w:t>G</w:t>
      </w:r>
      <w:r w:rsidRPr="000B73EF">
        <w:t>reat deal</w:t>
      </w:r>
    </w:p>
    <w:p w:rsidR="00CE6F1A" w:rsidRPr="000B73EF" w:rsidRDefault="00CE6F1A" w:rsidP="00CE6F1A">
      <w:pPr>
        <w:pStyle w:val="QuestionResponse"/>
      </w:pPr>
      <w:r w:rsidRPr="000B73EF">
        <w:t>2</w:t>
      </w:r>
      <w:r w:rsidRPr="000B73EF">
        <w:tab/>
      </w:r>
      <w:r w:rsidR="00F46C5A">
        <w:t>F</w:t>
      </w:r>
      <w:r w:rsidRPr="000B73EF">
        <w:t>air amount</w:t>
      </w:r>
    </w:p>
    <w:p w:rsidR="00CE6F1A" w:rsidRPr="000B73EF" w:rsidRDefault="00CE6F1A" w:rsidP="00CE6F1A">
      <w:pPr>
        <w:pStyle w:val="QuestionResponse"/>
      </w:pPr>
      <w:r w:rsidRPr="000B73EF">
        <w:t>3</w:t>
      </w:r>
      <w:r w:rsidRPr="000B73EF">
        <w:tab/>
        <w:t>Not too much</w:t>
      </w:r>
    </w:p>
    <w:p w:rsidR="00CE6F1A" w:rsidRPr="000B73EF" w:rsidRDefault="00CE6F1A" w:rsidP="00CE6F1A">
      <w:pPr>
        <w:pStyle w:val="QuestionResponse"/>
      </w:pPr>
      <w:r w:rsidRPr="000B73EF">
        <w:t>4</w:t>
      </w:r>
      <w:r w:rsidRPr="000B73EF">
        <w:tab/>
        <w:t>No influence at all</w:t>
      </w:r>
    </w:p>
    <w:p w:rsidR="00CE6F1A" w:rsidRPr="000B73EF" w:rsidRDefault="00CE6F1A" w:rsidP="00CE6F1A">
      <w:pPr>
        <w:pStyle w:val="QuestionResponse"/>
      </w:pPr>
      <w:r w:rsidRPr="000B73EF">
        <w:t>8</w:t>
      </w:r>
      <w:r w:rsidRPr="000B73EF">
        <w:tab/>
        <w:t>Don’t know (DO NOT READ)</w:t>
      </w:r>
    </w:p>
    <w:p w:rsidR="00CE6F1A" w:rsidRPr="000B73EF" w:rsidRDefault="00CE6F1A" w:rsidP="008D1582">
      <w:pPr>
        <w:pStyle w:val="QuestionResponseLast"/>
      </w:pPr>
      <w:r w:rsidRPr="000B73EF">
        <w:t>9</w:t>
      </w:r>
      <w:r w:rsidRPr="000B73EF">
        <w:tab/>
      </w:r>
      <w:r w:rsidRPr="008D1582">
        <w:t>Refused</w:t>
      </w:r>
      <w:r w:rsidRPr="000B73EF">
        <w:t xml:space="preserve"> (DO NOT READ)</w:t>
      </w:r>
    </w:p>
    <w:p w:rsidR="008D1582" w:rsidRPr="008D1582" w:rsidRDefault="008D1582" w:rsidP="008D1582">
      <w:pPr>
        <w:pStyle w:val="QuestionInstruction"/>
      </w:pPr>
      <w:r w:rsidRPr="008D1582">
        <w:t xml:space="preserve">ASK </w:t>
      </w:r>
      <w:r>
        <w:t xml:space="preserve">IF “GREAT DEAL” OR “FAIR AMOUNT” IN </w:t>
      </w:r>
      <w:r w:rsidRPr="008D1582">
        <w:t>Q13</w:t>
      </w:r>
      <w:r w:rsidR="00987EB5">
        <w:t>3</w:t>
      </w:r>
      <w:r w:rsidRPr="008D1582">
        <w:t xml:space="preserve"> (Q13</w:t>
      </w:r>
      <w:r w:rsidR="00987EB5">
        <w:t>3</w:t>
      </w:r>
      <w:r w:rsidRPr="008D1582">
        <w:t>=1</w:t>
      </w:r>
      <w:proofErr w:type="gramStart"/>
      <w:r w:rsidRPr="008D1582">
        <w:t>,2</w:t>
      </w:r>
      <w:proofErr w:type="gramEnd"/>
      <w:r w:rsidRPr="008D1582">
        <w:t>)</w:t>
      </w:r>
    </w:p>
    <w:p w:rsidR="00CE6F1A" w:rsidRPr="000B73EF" w:rsidRDefault="0054085C" w:rsidP="008D1582">
      <w:pPr>
        <w:pStyle w:val="Question"/>
        <w:rPr>
          <w:i/>
        </w:rPr>
      </w:pPr>
      <w:r w:rsidRPr="000B73EF">
        <w:rPr>
          <w:rFonts w:ascii="Tahoma" w:hAnsi="Tahoma" w:cs="Tahoma"/>
          <w:b/>
          <w:sz w:val="16"/>
        </w:rPr>
        <w:t>Q1</w:t>
      </w:r>
      <w:r w:rsidR="00176F89" w:rsidRPr="000B73EF">
        <w:rPr>
          <w:rFonts w:ascii="Tahoma" w:hAnsi="Tahoma" w:cs="Tahoma"/>
          <w:b/>
          <w:sz w:val="16"/>
        </w:rPr>
        <w:t>3</w:t>
      </w:r>
      <w:r w:rsidR="00987EB5">
        <w:rPr>
          <w:rFonts w:ascii="Tahoma" w:hAnsi="Tahoma" w:cs="Tahoma"/>
          <w:b/>
          <w:sz w:val="16"/>
        </w:rPr>
        <w:t>4</w:t>
      </w:r>
      <w:r w:rsidR="00CE6F1A" w:rsidRPr="000B73EF">
        <w:tab/>
        <w:t xml:space="preserve">Is this a good </w:t>
      </w:r>
      <w:r w:rsidR="00CE6F1A" w:rsidRPr="008D1582">
        <w:t>thing</w:t>
      </w:r>
      <w:r w:rsidR="00CE6F1A" w:rsidRPr="000B73EF">
        <w:t>, a bad thing, or neither good nor bad?</w:t>
      </w:r>
      <w:r w:rsidR="00CE6F1A" w:rsidRPr="000B73EF">
        <w:rPr>
          <w:i/>
        </w:rPr>
        <w:t xml:space="preserve"> </w:t>
      </w:r>
    </w:p>
    <w:p w:rsidR="00CE6F1A" w:rsidRPr="000B73EF" w:rsidRDefault="00CE6F1A" w:rsidP="00CE6F1A">
      <w:pPr>
        <w:pStyle w:val="QuestionResponse"/>
      </w:pPr>
      <w:r w:rsidRPr="000B73EF">
        <w:t>1</w:t>
      </w:r>
      <w:r w:rsidRPr="000B73EF">
        <w:tab/>
        <w:t>Good</w:t>
      </w:r>
    </w:p>
    <w:p w:rsidR="00CE6F1A" w:rsidRPr="000B73EF" w:rsidRDefault="00CE6F1A" w:rsidP="00CE6F1A">
      <w:pPr>
        <w:pStyle w:val="QuestionResponse"/>
      </w:pPr>
      <w:r w:rsidRPr="000B73EF">
        <w:t>2</w:t>
      </w:r>
      <w:r w:rsidRPr="000B73EF">
        <w:tab/>
        <w:t>Bad</w:t>
      </w:r>
    </w:p>
    <w:p w:rsidR="00CE6F1A" w:rsidRPr="000B73EF" w:rsidRDefault="00CE6F1A" w:rsidP="00CE6F1A">
      <w:pPr>
        <w:pStyle w:val="QuestionResponse"/>
      </w:pPr>
      <w:r w:rsidRPr="000B73EF">
        <w:t>3</w:t>
      </w:r>
      <w:r w:rsidRPr="000B73EF">
        <w:tab/>
        <w:t>Neither</w:t>
      </w:r>
    </w:p>
    <w:p w:rsidR="00CE6F1A" w:rsidRPr="000B73EF" w:rsidRDefault="00CE6F1A" w:rsidP="00CE6F1A">
      <w:pPr>
        <w:pStyle w:val="QuestionResponse"/>
      </w:pPr>
      <w:r w:rsidRPr="000B73EF">
        <w:t>8</w:t>
      </w:r>
      <w:r w:rsidRPr="000B73EF">
        <w:tab/>
        <w:t>Don’t know (DO NOT READ)</w:t>
      </w:r>
    </w:p>
    <w:p w:rsidR="00CE6F1A" w:rsidRPr="000B73EF" w:rsidRDefault="00CE6F1A" w:rsidP="008D1582">
      <w:pPr>
        <w:pStyle w:val="QuestionResponseLast"/>
      </w:pPr>
      <w:r w:rsidRPr="000B73EF">
        <w:t>9</w:t>
      </w:r>
      <w:r w:rsidRPr="000B73EF">
        <w:tab/>
      </w:r>
      <w:r w:rsidRPr="008D1582">
        <w:t>Refused</w:t>
      </w:r>
      <w:r w:rsidRPr="000B73EF">
        <w:t xml:space="preserve"> (DO NOT READ)</w:t>
      </w:r>
    </w:p>
    <w:p w:rsidR="007B792E" w:rsidRPr="007B792E" w:rsidRDefault="007B792E" w:rsidP="007B792E">
      <w:pPr>
        <w:pStyle w:val="QuestionInstruction"/>
        <w:rPr>
          <w:caps/>
        </w:rPr>
      </w:pPr>
      <w:r w:rsidRPr="007B792E">
        <w:rPr>
          <w:caps/>
        </w:rPr>
        <w:t>ASK ALL IN Egypt, Jordan, Lebanon, Palestinian Territories, Tunisia, Turkey</w:t>
      </w:r>
    </w:p>
    <w:p w:rsidR="00CE6F1A" w:rsidRPr="000B73EF" w:rsidRDefault="0054085C" w:rsidP="008D1582">
      <w:pPr>
        <w:pStyle w:val="Question"/>
        <w:rPr>
          <w:iCs/>
        </w:rPr>
      </w:pPr>
      <w:r w:rsidRPr="000B73EF">
        <w:rPr>
          <w:rFonts w:ascii="Tahoma" w:hAnsi="Tahoma" w:cs="Tahoma"/>
          <w:b/>
          <w:sz w:val="16"/>
        </w:rPr>
        <w:t>Q1</w:t>
      </w:r>
      <w:r w:rsidR="00176F89" w:rsidRPr="000B73EF">
        <w:rPr>
          <w:rFonts w:ascii="Tahoma" w:hAnsi="Tahoma" w:cs="Tahoma"/>
          <w:b/>
          <w:sz w:val="16"/>
        </w:rPr>
        <w:t>3</w:t>
      </w:r>
      <w:r w:rsidR="00987EB5">
        <w:rPr>
          <w:rFonts w:ascii="Tahoma" w:hAnsi="Tahoma" w:cs="Tahoma"/>
          <w:b/>
          <w:sz w:val="16"/>
        </w:rPr>
        <w:t>5</w:t>
      </w:r>
      <w:r w:rsidR="00CE6F1A" w:rsidRPr="000B73EF">
        <w:tab/>
        <w:t xml:space="preserve">Overall, how much influence do you think Saudi Arabia is having on the way things are going in </w:t>
      </w:r>
      <w:r w:rsidR="00CE6F1A" w:rsidRPr="000B73EF">
        <w:rPr>
          <w:b/>
        </w:rPr>
        <w:t>(survey country)</w:t>
      </w:r>
      <w:r w:rsidR="00CE6F1A" w:rsidRPr="000B73EF">
        <w:t>? Would you say it is having a great deal of influence, a fair amount, not too much, or no influence at all?</w:t>
      </w:r>
      <w:r w:rsidR="00CE6F1A" w:rsidRPr="000B73EF">
        <w:rPr>
          <w:i/>
        </w:rPr>
        <w:t xml:space="preserve"> </w:t>
      </w:r>
    </w:p>
    <w:p w:rsidR="00CE6F1A" w:rsidRPr="000B73EF" w:rsidRDefault="00CE6F1A" w:rsidP="00CE6F1A">
      <w:pPr>
        <w:pStyle w:val="QuestionResponse"/>
      </w:pPr>
      <w:r w:rsidRPr="000B73EF">
        <w:t>1</w:t>
      </w:r>
      <w:r w:rsidRPr="000B73EF">
        <w:tab/>
      </w:r>
      <w:r w:rsidR="00F46C5A">
        <w:t>G</w:t>
      </w:r>
      <w:r w:rsidRPr="000B73EF">
        <w:t>reat deal</w:t>
      </w:r>
    </w:p>
    <w:p w:rsidR="00CE6F1A" w:rsidRPr="000B73EF" w:rsidRDefault="00CE6F1A" w:rsidP="00CE6F1A">
      <w:pPr>
        <w:pStyle w:val="QuestionResponse"/>
      </w:pPr>
      <w:r w:rsidRPr="000B73EF">
        <w:t>2</w:t>
      </w:r>
      <w:r w:rsidRPr="000B73EF">
        <w:tab/>
      </w:r>
      <w:r w:rsidR="00F46C5A">
        <w:t>F</w:t>
      </w:r>
      <w:r w:rsidRPr="000B73EF">
        <w:t>air amount</w:t>
      </w:r>
    </w:p>
    <w:p w:rsidR="00CE6F1A" w:rsidRPr="000B73EF" w:rsidRDefault="00CE6F1A" w:rsidP="00CE6F1A">
      <w:pPr>
        <w:pStyle w:val="QuestionResponse"/>
      </w:pPr>
      <w:r w:rsidRPr="000B73EF">
        <w:t>3</w:t>
      </w:r>
      <w:r w:rsidRPr="000B73EF">
        <w:tab/>
        <w:t>Not too much</w:t>
      </w:r>
    </w:p>
    <w:p w:rsidR="00CE6F1A" w:rsidRPr="000B73EF" w:rsidRDefault="00CE6F1A" w:rsidP="00CE6F1A">
      <w:pPr>
        <w:pStyle w:val="QuestionResponse"/>
      </w:pPr>
      <w:r w:rsidRPr="000B73EF">
        <w:t>4</w:t>
      </w:r>
      <w:r w:rsidRPr="000B73EF">
        <w:tab/>
        <w:t>No influence at all</w:t>
      </w:r>
    </w:p>
    <w:p w:rsidR="00CE6F1A" w:rsidRPr="000B73EF" w:rsidRDefault="00CE6F1A" w:rsidP="00CE6F1A">
      <w:pPr>
        <w:pStyle w:val="QuestionResponse"/>
      </w:pPr>
      <w:r w:rsidRPr="000B73EF">
        <w:t>8</w:t>
      </w:r>
      <w:r w:rsidRPr="000B73EF">
        <w:tab/>
        <w:t>Don’t know (DO NOT READ)</w:t>
      </w:r>
    </w:p>
    <w:p w:rsidR="00CE6F1A" w:rsidRPr="000B73EF" w:rsidRDefault="00CE6F1A" w:rsidP="008D1582">
      <w:pPr>
        <w:pStyle w:val="QuestionResponseLast"/>
      </w:pPr>
      <w:r w:rsidRPr="000B73EF">
        <w:t>9</w:t>
      </w:r>
      <w:r w:rsidRPr="000B73EF">
        <w:tab/>
      </w:r>
      <w:r w:rsidRPr="008D1582">
        <w:t>Refused</w:t>
      </w:r>
      <w:r w:rsidRPr="000B73EF">
        <w:t xml:space="preserve"> (DO NOT READ)</w:t>
      </w:r>
    </w:p>
    <w:p w:rsidR="008D1582" w:rsidRPr="008D1582" w:rsidRDefault="008D1582" w:rsidP="008D1582">
      <w:pPr>
        <w:pStyle w:val="QuestionInstruction"/>
      </w:pPr>
      <w:r w:rsidRPr="008D1582">
        <w:t xml:space="preserve">ASK </w:t>
      </w:r>
      <w:r>
        <w:t xml:space="preserve">IF “GREAT DEAL” OR “FAIR AMOUNT” IN </w:t>
      </w:r>
      <w:r w:rsidRPr="008D1582">
        <w:t>Q13</w:t>
      </w:r>
      <w:r w:rsidR="00F46C5A">
        <w:t>5</w:t>
      </w:r>
      <w:r w:rsidRPr="008D1582">
        <w:t xml:space="preserve"> (Q13</w:t>
      </w:r>
      <w:r w:rsidR="00F46C5A">
        <w:t>5</w:t>
      </w:r>
      <w:r w:rsidRPr="008D1582">
        <w:t>=1</w:t>
      </w:r>
      <w:proofErr w:type="gramStart"/>
      <w:r w:rsidRPr="008D1582">
        <w:t>,2</w:t>
      </w:r>
      <w:proofErr w:type="gramEnd"/>
      <w:r w:rsidRPr="008D1582">
        <w:t>)</w:t>
      </w:r>
    </w:p>
    <w:p w:rsidR="00CE6F1A" w:rsidRPr="000B73EF" w:rsidRDefault="0054085C" w:rsidP="008D1582">
      <w:pPr>
        <w:pStyle w:val="Question"/>
        <w:rPr>
          <w:i/>
        </w:rPr>
      </w:pPr>
      <w:r w:rsidRPr="000B73EF">
        <w:rPr>
          <w:rFonts w:ascii="Tahoma" w:hAnsi="Tahoma" w:cs="Tahoma"/>
          <w:b/>
          <w:sz w:val="16"/>
        </w:rPr>
        <w:t>Q1</w:t>
      </w:r>
      <w:r w:rsidR="00176F89" w:rsidRPr="000B73EF">
        <w:rPr>
          <w:rFonts w:ascii="Tahoma" w:hAnsi="Tahoma" w:cs="Tahoma"/>
          <w:b/>
          <w:sz w:val="16"/>
        </w:rPr>
        <w:t>3</w:t>
      </w:r>
      <w:r w:rsidR="00987EB5">
        <w:rPr>
          <w:rFonts w:ascii="Tahoma" w:hAnsi="Tahoma" w:cs="Tahoma"/>
          <w:b/>
          <w:sz w:val="16"/>
        </w:rPr>
        <w:t>6</w:t>
      </w:r>
      <w:r w:rsidR="00CE6F1A" w:rsidRPr="000B73EF">
        <w:tab/>
        <w:t>Is this a good thing, a bad thing, or neither good nor bad?</w:t>
      </w:r>
      <w:r w:rsidR="00CE6F1A" w:rsidRPr="000B73EF">
        <w:rPr>
          <w:i/>
        </w:rPr>
        <w:t xml:space="preserve"> </w:t>
      </w:r>
    </w:p>
    <w:p w:rsidR="00CE6F1A" w:rsidRPr="000B73EF" w:rsidRDefault="00CE6F1A" w:rsidP="00CE6F1A">
      <w:pPr>
        <w:pStyle w:val="QuestionResponse"/>
      </w:pPr>
      <w:r w:rsidRPr="000B73EF">
        <w:t>1</w:t>
      </w:r>
      <w:r w:rsidRPr="000B73EF">
        <w:tab/>
        <w:t>Good</w:t>
      </w:r>
    </w:p>
    <w:p w:rsidR="00CE6F1A" w:rsidRPr="000B73EF" w:rsidRDefault="00CE6F1A" w:rsidP="00CE6F1A">
      <w:pPr>
        <w:pStyle w:val="QuestionResponse"/>
      </w:pPr>
      <w:r w:rsidRPr="000B73EF">
        <w:t>2</w:t>
      </w:r>
      <w:r w:rsidRPr="000B73EF">
        <w:tab/>
        <w:t>Bad</w:t>
      </w:r>
    </w:p>
    <w:p w:rsidR="00CE6F1A" w:rsidRPr="000B73EF" w:rsidRDefault="00CE6F1A" w:rsidP="00CE6F1A">
      <w:pPr>
        <w:pStyle w:val="QuestionResponse"/>
      </w:pPr>
      <w:r w:rsidRPr="000B73EF">
        <w:t>3</w:t>
      </w:r>
      <w:r w:rsidRPr="000B73EF">
        <w:tab/>
        <w:t>Neither</w:t>
      </w:r>
    </w:p>
    <w:p w:rsidR="00CE6F1A" w:rsidRPr="000B73EF" w:rsidRDefault="00CE6F1A" w:rsidP="00CE6F1A">
      <w:pPr>
        <w:pStyle w:val="QuestionResponse"/>
      </w:pPr>
      <w:r w:rsidRPr="000B73EF">
        <w:t>8</w:t>
      </w:r>
      <w:r w:rsidRPr="000B73EF">
        <w:tab/>
        <w:t>Don’t know (DO NOT READ)</w:t>
      </w:r>
    </w:p>
    <w:p w:rsidR="00CE6F1A" w:rsidRPr="000B73EF" w:rsidRDefault="00CE6F1A" w:rsidP="008D1582">
      <w:pPr>
        <w:pStyle w:val="QuestionResponseLast"/>
      </w:pPr>
      <w:r w:rsidRPr="000B73EF">
        <w:t>9</w:t>
      </w:r>
      <w:r w:rsidRPr="000B73EF">
        <w:tab/>
      </w:r>
      <w:r w:rsidRPr="008D1582">
        <w:t>Refused</w:t>
      </w:r>
      <w:r w:rsidRPr="000B73EF">
        <w:t xml:space="preserve"> (DO NOT READ)</w:t>
      </w:r>
    </w:p>
    <w:p w:rsidR="00CE6F1A" w:rsidRPr="007B792E" w:rsidRDefault="00CE6F1A" w:rsidP="007B792E">
      <w:pPr>
        <w:pStyle w:val="QuestionInstruction"/>
        <w:rPr>
          <w:caps/>
        </w:rPr>
      </w:pPr>
      <w:r w:rsidRPr="007B792E">
        <w:rPr>
          <w:caps/>
        </w:rPr>
        <w:lastRenderedPageBreak/>
        <w:t xml:space="preserve">READ TO ALL </w:t>
      </w:r>
      <w:r w:rsidR="0072523C" w:rsidRPr="007B792E">
        <w:rPr>
          <w:caps/>
        </w:rPr>
        <w:t xml:space="preserve">IN </w:t>
      </w:r>
      <w:r w:rsidR="007B792E" w:rsidRPr="007B792E">
        <w:rPr>
          <w:caps/>
        </w:rPr>
        <w:t xml:space="preserve">BRITAIN, Egypt, FRANCE, GERMANY, Israel, Jordan, Lebanon, Palestinian Territories, </w:t>
      </w:r>
      <w:r w:rsidR="00B44B25" w:rsidRPr="007B792E">
        <w:rPr>
          <w:caps/>
        </w:rPr>
        <w:t>RUSSIA</w:t>
      </w:r>
      <w:r w:rsidR="00B44B25">
        <w:rPr>
          <w:caps/>
        </w:rPr>
        <w:t>,</w:t>
      </w:r>
      <w:r w:rsidR="00B44B25" w:rsidRPr="007B792E">
        <w:rPr>
          <w:caps/>
        </w:rPr>
        <w:t xml:space="preserve"> </w:t>
      </w:r>
      <w:r w:rsidR="007B792E" w:rsidRPr="007B792E">
        <w:rPr>
          <w:caps/>
        </w:rPr>
        <w:t>Tunisia, Turkey</w:t>
      </w:r>
      <w:r w:rsidR="0072523C" w:rsidRPr="007B792E">
        <w:rPr>
          <w:caps/>
        </w:rPr>
        <w:t xml:space="preserve">, </w:t>
      </w:r>
      <w:r w:rsidR="00B44B25" w:rsidRPr="007B792E">
        <w:rPr>
          <w:caps/>
        </w:rPr>
        <w:t xml:space="preserve">AND </w:t>
      </w:r>
      <w:r w:rsidR="007B792E" w:rsidRPr="007B792E">
        <w:rPr>
          <w:caps/>
        </w:rPr>
        <w:t>THE UNITED STATES</w:t>
      </w:r>
      <w:r w:rsidR="0072523C" w:rsidRPr="007B792E">
        <w:rPr>
          <w:caps/>
        </w:rPr>
        <w:t xml:space="preserve"> ONLY</w:t>
      </w:r>
    </w:p>
    <w:p w:rsidR="00CE6F1A" w:rsidRPr="000B73EF" w:rsidRDefault="00CE6F1A" w:rsidP="00CE6F1A">
      <w:pPr>
        <w:pStyle w:val="Question"/>
        <w:ind w:firstLine="0"/>
      </w:pPr>
      <w:r w:rsidRPr="000B73EF">
        <w:t>Now thinking about Syria…</w:t>
      </w:r>
    </w:p>
    <w:p w:rsidR="000008D2" w:rsidRPr="008D1582" w:rsidRDefault="000008D2" w:rsidP="008D1582">
      <w:pPr>
        <w:pStyle w:val="QuestionInstruction"/>
      </w:pPr>
      <w:r w:rsidRPr="008D1582">
        <w:t>ASK</w:t>
      </w:r>
      <w:r w:rsidR="00F42FAF">
        <w:t xml:space="preserve"> ALL</w:t>
      </w:r>
      <w:r w:rsidRPr="008D1582">
        <w:t xml:space="preserve"> IN BRITAIN, FRANCE, GERMANY</w:t>
      </w:r>
      <w:r w:rsidR="00B44B25">
        <w:t>,</w:t>
      </w:r>
      <w:r w:rsidRPr="008D1582">
        <w:t xml:space="preserve"> TURKEY</w:t>
      </w:r>
      <w:r w:rsidR="00B44B25">
        <w:t>,</w:t>
      </w:r>
      <w:r w:rsidRPr="008D1582">
        <w:t xml:space="preserve"> </w:t>
      </w:r>
      <w:r w:rsidR="00B44B25" w:rsidRPr="008D1582">
        <w:t xml:space="preserve">AND </w:t>
      </w:r>
      <w:r w:rsidR="00B44B25" w:rsidRPr="007B792E">
        <w:rPr>
          <w:caps/>
        </w:rPr>
        <w:t xml:space="preserve">THE UNITED STATES </w:t>
      </w:r>
      <w:r w:rsidRPr="008D1582">
        <w:t>ONLY</w:t>
      </w:r>
    </w:p>
    <w:p w:rsidR="000008D2" w:rsidRPr="000B73EF" w:rsidRDefault="0054085C" w:rsidP="000008D2">
      <w:pPr>
        <w:pStyle w:val="Question"/>
      </w:pPr>
      <w:r w:rsidRPr="000B73EF">
        <w:rPr>
          <w:rFonts w:ascii="Tahoma" w:hAnsi="Tahoma" w:cs="Tahoma"/>
          <w:b/>
          <w:sz w:val="16"/>
        </w:rPr>
        <w:t>Q1</w:t>
      </w:r>
      <w:r w:rsidR="00176F89" w:rsidRPr="000B73EF">
        <w:rPr>
          <w:rFonts w:ascii="Tahoma" w:hAnsi="Tahoma" w:cs="Tahoma"/>
          <w:b/>
          <w:sz w:val="16"/>
        </w:rPr>
        <w:t>3</w:t>
      </w:r>
      <w:r w:rsidR="00987EB5">
        <w:rPr>
          <w:rFonts w:ascii="Tahoma" w:hAnsi="Tahoma" w:cs="Tahoma"/>
          <w:b/>
          <w:sz w:val="16"/>
        </w:rPr>
        <w:t>7</w:t>
      </w:r>
      <w:r w:rsidR="000008D2" w:rsidRPr="000B73EF">
        <w:rPr>
          <w:b/>
        </w:rPr>
        <w:tab/>
      </w:r>
      <w:r w:rsidR="000008D2" w:rsidRPr="000B73EF">
        <w:t xml:space="preserve">Do you </w:t>
      </w:r>
      <w:r w:rsidR="00987EB5">
        <w:t>support</w:t>
      </w:r>
      <w:r w:rsidR="000008D2" w:rsidRPr="000B73EF">
        <w:t xml:space="preserve"> or oppose </w:t>
      </w:r>
      <w:r w:rsidR="000008D2" w:rsidRPr="000B73EF">
        <w:rPr>
          <w:b/>
        </w:rPr>
        <w:t>(survey country)</w:t>
      </w:r>
      <w:r w:rsidR="000008D2" w:rsidRPr="000B73EF">
        <w:t xml:space="preserve"> sending arms and military supplies to anti-government groups in Syria? </w:t>
      </w:r>
    </w:p>
    <w:p w:rsidR="000008D2" w:rsidRPr="000B73EF" w:rsidRDefault="000008D2" w:rsidP="008D1582">
      <w:pPr>
        <w:pStyle w:val="QuestionResponse"/>
      </w:pPr>
      <w:r w:rsidRPr="000B73EF">
        <w:t>1</w:t>
      </w:r>
      <w:r w:rsidRPr="000B73EF">
        <w:tab/>
      </w:r>
      <w:r w:rsidR="00987EB5">
        <w:t>Support</w:t>
      </w:r>
      <w:r w:rsidRPr="000B73EF">
        <w:t xml:space="preserve"> </w:t>
      </w:r>
    </w:p>
    <w:p w:rsidR="000008D2" w:rsidRPr="000B73EF" w:rsidRDefault="000008D2" w:rsidP="008D1582">
      <w:pPr>
        <w:pStyle w:val="QuestionResponse"/>
      </w:pPr>
      <w:r w:rsidRPr="000B73EF">
        <w:t>2</w:t>
      </w:r>
      <w:r w:rsidRPr="000B73EF">
        <w:tab/>
        <w:t xml:space="preserve">Oppose </w:t>
      </w:r>
    </w:p>
    <w:p w:rsidR="000008D2" w:rsidRPr="000B73EF" w:rsidRDefault="000008D2" w:rsidP="008D1582">
      <w:pPr>
        <w:pStyle w:val="QuestionResponse"/>
        <w:rPr>
          <w:b/>
          <w:bCs/>
          <w:szCs w:val="22"/>
        </w:rPr>
      </w:pPr>
      <w:r w:rsidRPr="000B73EF">
        <w:rPr>
          <w:szCs w:val="22"/>
        </w:rPr>
        <w:t>8</w:t>
      </w:r>
      <w:r w:rsidRPr="000B73EF">
        <w:rPr>
          <w:szCs w:val="22"/>
        </w:rPr>
        <w:tab/>
        <w:t>Don’t know (DO NOT READ)</w:t>
      </w:r>
    </w:p>
    <w:p w:rsidR="000008D2" w:rsidRPr="000B73EF" w:rsidRDefault="000008D2" w:rsidP="000008D2">
      <w:pPr>
        <w:pStyle w:val="QuestionResponseLast"/>
      </w:pPr>
      <w:r w:rsidRPr="000B73EF">
        <w:t>9</w:t>
      </w:r>
      <w:r w:rsidRPr="000B73EF">
        <w:tab/>
        <w:t>Refused (DO NOT READ)</w:t>
      </w:r>
    </w:p>
    <w:p w:rsidR="000008D2" w:rsidRPr="000B73EF" w:rsidRDefault="000008D2" w:rsidP="000008D2">
      <w:pPr>
        <w:pStyle w:val="QuestionInstruction"/>
      </w:pPr>
      <w:r w:rsidRPr="000B73EF">
        <w:t xml:space="preserve">ASK </w:t>
      </w:r>
      <w:r w:rsidR="00F42FAF">
        <w:t xml:space="preserve">ALL </w:t>
      </w:r>
      <w:r w:rsidRPr="000B73EF">
        <w:t>IN RUSSIA ONLY</w:t>
      </w:r>
    </w:p>
    <w:p w:rsidR="000008D2" w:rsidRPr="000B73EF" w:rsidRDefault="0054085C" w:rsidP="000008D2">
      <w:pPr>
        <w:pStyle w:val="Question"/>
      </w:pPr>
      <w:r w:rsidRPr="000B73EF">
        <w:rPr>
          <w:rFonts w:ascii="Tahoma" w:hAnsi="Tahoma" w:cs="Tahoma"/>
          <w:b/>
          <w:sz w:val="16"/>
        </w:rPr>
        <w:t>Q1</w:t>
      </w:r>
      <w:r w:rsidR="00176F89" w:rsidRPr="000B73EF">
        <w:rPr>
          <w:rFonts w:ascii="Tahoma" w:hAnsi="Tahoma" w:cs="Tahoma"/>
          <w:b/>
          <w:sz w:val="16"/>
        </w:rPr>
        <w:t>37</w:t>
      </w:r>
      <w:r w:rsidR="00987EB5">
        <w:rPr>
          <w:rFonts w:ascii="Tahoma" w:hAnsi="Tahoma" w:cs="Tahoma"/>
          <w:b/>
          <w:sz w:val="16"/>
        </w:rPr>
        <w:t>b</w:t>
      </w:r>
      <w:r w:rsidR="000008D2" w:rsidRPr="000B73EF">
        <w:rPr>
          <w:b/>
        </w:rPr>
        <w:tab/>
      </w:r>
      <w:r w:rsidR="000008D2" w:rsidRPr="000B73EF">
        <w:t xml:space="preserve">Do you </w:t>
      </w:r>
      <w:r w:rsidR="00987EB5">
        <w:t>support</w:t>
      </w:r>
      <w:r w:rsidR="000008D2" w:rsidRPr="000B73EF">
        <w:t xml:space="preserve"> or oppose Russia’s support of the Syrian government? </w:t>
      </w:r>
    </w:p>
    <w:p w:rsidR="000008D2" w:rsidRPr="000B73EF" w:rsidRDefault="000008D2" w:rsidP="008D1582">
      <w:pPr>
        <w:pStyle w:val="QuestionResponse"/>
      </w:pPr>
      <w:r w:rsidRPr="000B73EF">
        <w:t>1</w:t>
      </w:r>
      <w:r w:rsidRPr="000B73EF">
        <w:tab/>
      </w:r>
      <w:r w:rsidR="00987EB5">
        <w:t>Support</w:t>
      </w:r>
      <w:r w:rsidRPr="000B73EF">
        <w:t xml:space="preserve"> </w:t>
      </w:r>
    </w:p>
    <w:p w:rsidR="000008D2" w:rsidRPr="000B73EF" w:rsidRDefault="000008D2" w:rsidP="000008D2">
      <w:pPr>
        <w:pStyle w:val="QuestionResponse"/>
      </w:pPr>
      <w:r w:rsidRPr="000B73EF">
        <w:t>2</w:t>
      </w:r>
      <w:r w:rsidRPr="000B73EF">
        <w:tab/>
        <w:t xml:space="preserve">Oppose </w:t>
      </w:r>
    </w:p>
    <w:p w:rsidR="000008D2" w:rsidRPr="000B73EF" w:rsidRDefault="000008D2" w:rsidP="000008D2">
      <w:pPr>
        <w:pStyle w:val="QuestionResponse"/>
        <w:rPr>
          <w:b/>
          <w:bCs/>
          <w:szCs w:val="22"/>
        </w:rPr>
      </w:pPr>
      <w:r w:rsidRPr="000B73EF">
        <w:rPr>
          <w:szCs w:val="22"/>
        </w:rPr>
        <w:t>8</w:t>
      </w:r>
      <w:r w:rsidRPr="000B73EF">
        <w:rPr>
          <w:szCs w:val="22"/>
        </w:rPr>
        <w:tab/>
        <w:t>Don’t know (DO NOT READ)</w:t>
      </w:r>
    </w:p>
    <w:p w:rsidR="000008D2" w:rsidRPr="000B73EF" w:rsidRDefault="000008D2" w:rsidP="000008D2">
      <w:pPr>
        <w:pStyle w:val="QuestionResponseLast"/>
      </w:pPr>
      <w:r w:rsidRPr="000B73EF">
        <w:t>9</w:t>
      </w:r>
      <w:r w:rsidRPr="000B73EF">
        <w:tab/>
        <w:t>Refused (DO NOT READ)</w:t>
      </w:r>
    </w:p>
    <w:p w:rsidR="000008D2" w:rsidRPr="00B44B25" w:rsidRDefault="000008D2" w:rsidP="00B44B25">
      <w:pPr>
        <w:pStyle w:val="QuestionInstruction"/>
        <w:rPr>
          <w:caps/>
        </w:rPr>
      </w:pPr>
      <w:r w:rsidRPr="00B44B25">
        <w:rPr>
          <w:caps/>
        </w:rPr>
        <w:t xml:space="preserve">ASK ALL IN </w:t>
      </w:r>
      <w:r w:rsidR="00B44B25" w:rsidRPr="00B44B25">
        <w:rPr>
          <w:caps/>
        </w:rPr>
        <w:t>Egypt, Jordan, Lebanon, Palestinian Territories, Tunisia, Turkey</w:t>
      </w:r>
    </w:p>
    <w:p w:rsidR="000008D2" w:rsidRPr="001E1F63" w:rsidRDefault="0054085C" w:rsidP="000008D2">
      <w:pPr>
        <w:pStyle w:val="Question"/>
      </w:pPr>
      <w:r w:rsidRPr="000B73EF">
        <w:rPr>
          <w:rFonts w:ascii="Tahoma" w:hAnsi="Tahoma" w:cs="Tahoma"/>
          <w:b/>
          <w:sz w:val="16"/>
        </w:rPr>
        <w:t>Q1</w:t>
      </w:r>
      <w:r w:rsidR="00176F89" w:rsidRPr="000B73EF">
        <w:rPr>
          <w:rFonts w:ascii="Tahoma" w:hAnsi="Tahoma" w:cs="Tahoma"/>
          <w:b/>
          <w:sz w:val="16"/>
        </w:rPr>
        <w:t>38</w:t>
      </w:r>
      <w:r w:rsidR="000008D2" w:rsidRPr="000B73EF">
        <w:rPr>
          <w:b/>
        </w:rPr>
        <w:tab/>
      </w:r>
      <w:r w:rsidR="000008D2" w:rsidRPr="001E1F63">
        <w:t xml:space="preserve">Do you </w:t>
      </w:r>
      <w:r w:rsidR="00BC7CB1" w:rsidRPr="001E1F63">
        <w:t xml:space="preserve">support </w:t>
      </w:r>
      <w:r w:rsidR="000008D2" w:rsidRPr="001E1F63">
        <w:t xml:space="preserve">or oppose Western countries sending arms and military supplies to anti-government groups in Syria? </w:t>
      </w:r>
    </w:p>
    <w:p w:rsidR="000008D2" w:rsidRPr="001E1F63" w:rsidRDefault="000008D2" w:rsidP="008D1582">
      <w:pPr>
        <w:pStyle w:val="QuestionResponse"/>
      </w:pPr>
      <w:r w:rsidRPr="001E1F63">
        <w:t>1</w:t>
      </w:r>
      <w:r w:rsidRPr="001E1F63">
        <w:tab/>
      </w:r>
      <w:r w:rsidR="00BC7CB1" w:rsidRPr="001E1F63">
        <w:t>Support</w:t>
      </w:r>
      <w:r w:rsidRPr="001E1F63">
        <w:t xml:space="preserve"> </w:t>
      </w:r>
    </w:p>
    <w:p w:rsidR="000008D2" w:rsidRPr="001E1F63" w:rsidRDefault="000008D2" w:rsidP="000008D2">
      <w:pPr>
        <w:pStyle w:val="QuestionResponse"/>
      </w:pPr>
      <w:r w:rsidRPr="001E1F63">
        <w:t>2</w:t>
      </w:r>
      <w:r w:rsidRPr="001E1F63">
        <w:tab/>
        <w:t xml:space="preserve">Oppose </w:t>
      </w:r>
    </w:p>
    <w:p w:rsidR="000008D2" w:rsidRPr="001E1F63" w:rsidRDefault="000008D2" w:rsidP="000008D2">
      <w:pPr>
        <w:pStyle w:val="QuestionResponse"/>
        <w:rPr>
          <w:b/>
          <w:bCs/>
          <w:szCs w:val="22"/>
        </w:rPr>
      </w:pPr>
      <w:r w:rsidRPr="001E1F63">
        <w:rPr>
          <w:szCs w:val="22"/>
        </w:rPr>
        <w:t>8</w:t>
      </w:r>
      <w:r w:rsidRPr="001E1F63">
        <w:rPr>
          <w:szCs w:val="22"/>
        </w:rPr>
        <w:tab/>
        <w:t>Don’t know (DO NOT READ)</w:t>
      </w:r>
    </w:p>
    <w:p w:rsidR="000008D2" w:rsidRPr="001E1F63" w:rsidRDefault="000008D2" w:rsidP="000008D2">
      <w:pPr>
        <w:pStyle w:val="QuestionResponseLast"/>
      </w:pPr>
      <w:r w:rsidRPr="001E1F63">
        <w:t>9</w:t>
      </w:r>
      <w:r w:rsidRPr="001E1F63">
        <w:tab/>
        <w:t>Refused (DO NOT READ)</w:t>
      </w:r>
    </w:p>
    <w:p w:rsidR="00B44B25" w:rsidRPr="001E1F63" w:rsidRDefault="00B44B25" w:rsidP="00B44B25">
      <w:pPr>
        <w:pStyle w:val="QuestionInstruction"/>
        <w:rPr>
          <w:caps/>
        </w:rPr>
      </w:pPr>
      <w:r w:rsidRPr="001E1F63">
        <w:rPr>
          <w:caps/>
        </w:rPr>
        <w:t>ASK ALL IN Egypt, Jordan, Lebanon, Palestinian Territories, Tunisia, Turkey</w:t>
      </w:r>
    </w:p>
    <w:p w:rsidR="000008D2" w:rsidRPr="001E1F63" w:rsidRDefault="0054085C" w:rsidP="000008D2">
      <w:pPr>
        <w:pStyle w:val="Question"/>
      </w:pPr>
      <w:r w:rsidRPr="001E1F63">
        <w:rPr>
          <w:rFonts w:ascii="Tahoma" w:hAnsi="Tahoma" w:cs="Tahoma"/>
          <w:b/>
          <w:sz w:val="16"/>
        </w:rPr>
        <w:t>Q1</w:t>
      </w:r>
      <w:r w:rsidR="00176F89" w:rsidRPr="001E1F63">
        <w:rPr>
          <w:rFonts w:ascii="Tahoma" w:hAnsi="Tahoma" w:cs="Tahoma"/>
          <w:b/>
          <w:sz w:val="16"/>
        </w:rPr>
        <w:t>39</w:t>
      </w:r>
      <w:r w:rsidR="000008D2" w:rsidRPr="001E1F63">
        <w:rPr>
          <w:b/>
        </w:rPr>
        <w:tab/>
      </w:r>
      <w:r w:rsidR="00BC7CB1" w:rsidRPr="001E1F63">
        <w:t>Do you support</w:t>
      </w:r>
      <w:r w:rsidR="000008D2" w:rsidRPr="001E1F63">
        <w:t xml:space="preserve"> or oppose Arab countries sending arms and military supplies to anti-government groups in Syria? </w:t>
      </w:r>
    </w:p>
    <w:p w:rsidR="000008D2" w:rsidRPr="000B73EF" w:rsidRDefault="000008D2" w:rsidP="008D1582">
      <w:pPr>
        <w:pStyle w:val="QuestionResponse"/>
      </w:pPr>
      <w:r w:rsidRPr="001E1F63">
        <w:t>1</w:t>
      </w:r>
      <w:r w:rsidRPr="001E1F63">
        <w:tab/>
      </w:r>
      <w:r w:rsidR="00BC7CB1" w:rsidRPr="001E1F63">
        <w:t>Support</w:t>
      </w:r>
    </w:p>
    <w:p w:rsidR="000008D2" w:rsidRPr="000B73EF" w:rsidRDefault="000008D2" w:rsidP="000008D2">
      <w:pPr>
        <w:pStyle w:val="QuestionResponse"/>
      </w:pPr>
      <w:r w:rsidRPr="000B73EF">
        <w:t>2</w:t>
      </w:r>
      <w:r w:rsidRPr="000B73EF">
        <w:tab/>
        <w:t xml:space="preserve">Oppose </w:t>
      </w:r>
    </w:p>
    <w:p w:rsidR="000008D2" w:rsidRPr="000B73EF" w:rsidRDefault="000008D2" w:rsidP="000008D2">
      <w:pPr>
        <w:pStyle w:val="QuestionResponse"/>
        <w:rPr>
          <w:b/>
          <w:bCs/>
          <w:szCs w:val="22"/>
        </w:rPr>
      </w:pPr>
      <w:r w:rsidRPr="000B73EF">
        <w:rPr>
          <w:szCs w:val="22"/>
        </w:rPr>
        <w:t>8</w:t>
      </w:r>
      <w:r w:rsidRPr="000B73EF">
        <w:rPr>
          <w:szCs w:val="22"/>
        </w:rPr>
        <w:tab/>
        <w:t>Don’t know (DO NOT READ)</w:t>
      </w:r>
    </w:p>
    <w:p w:rsidR="000008D2" w:rsidRPr="000B73EF" w:rsidRDefault="000008D2" w:rsidP="000008D2">
      <w:pPr>
        <w:pStyle w:val="QuestionResponseLast"/>
      </w:pPr>
      <w:r w:rsidRPr="000B73EF">
        <w:t>9</w:t>
      </w:r>
      <w:r w:rsidRPr="000B73EF">
        <w:tab/>
        <w:t>Refused (DO NOT READ)</w:t>
      </w:r>
    </w:p>
    <w:p w:rsidR="00B44B25" w:rsidRPr="00B44B25" w:rsidRDefault="00B44B25" w:rsidP="00B44B25">
      <w:pPr>
        <w:pStyle w:val="QuestionInstruction"/>
        <w:rPr>
          <w:caps/>
        </w:rPr>
      </w:pPr>
      <w:r w:rsidRPr="00B44B25">
        <w:rPr>
          <w:caps/>
        </w:rPr>
        <w:lastRenderedPageBreak/>
        <w:t xml:space="preserve">ASK ALL IN Egypt, </w:t>
      </w:r>
      <w:r>
        <w:rPr>
          <w:caps/>
        </w:rPr>
        <w:t xml:space="preserve">israel, </w:t>
      </w:r>
      <w:r w:rsidRPr="00B44B25">
        <w:rPr>
          <w:caps/>
        </w:rPr>
        <w:t>Jordan, Lebanon, Palestinian Territories, Tunisia, Turkey</w:t>
      </w:r>
    </w:p>
    <w:p w:rsidR="000008D2" w:rsidRPr="000B73EF" w:rsidRDefault="0054085C" w:rsidP="008D1582">
      <w:pPr>
        <w:pStyle w:val="Question"/>
        <w:rPr>
          <w:i/>
        </w:rPr>
      </w:pPr>
      <w:r w:rsidRPr="000B73EF">
        <w:rPr>
          <w:rFonts w:ascii="Tahoma" w:hAnsi="Tahoma" w:cs="Tahoma"/>
          <w:b/>
          <w:sz w:val="16"/>
        </w:rPr>
        <w:t>Q1</w:t>
      </w:r>
      <w:r w:rsidR="00176F89" w:rsidRPr="000B73EF">
        <w:rPr>
          <w:rFonts w:ascii="Tahoma" w:hAnsi="Tahoma" w:cs="Tahoma"/>
          <w:b/>
          <w:sz w:val="16"/>
        </w:rPr>
        <w:t>40</w:t>
      </w:r>
      <w:r w:rsidR="000008D2" w:rsidRPr="000B73EF">
        <w:tab/>
      </w:r>
      <w:r w:rsidR="004F779D">
        <w:t xml:space="preserve">To what extent are you </w:t>
      </w:r>
      <w:r w:rsidR="000008D2" w:rsidRPr="000B73EF">
        <w:t xml:space="preserve">concerned that </w:t>
      </w:r>
      <w:r w:rsidR="004F779D">
        <w:t xml:space="preserve">the </w:t>
      </w:r>
      <w:r w:rsidR="000008D2" w:rsidRPr="000B73EF">
        <w:t>violence in Syria will spread to neighboring countries – very concerned, somewhat concerned, not too concerned or not at all concerned?</w:t>
      </w:r>
      <w:r w:rsidR="000008D2" w:rsidRPr="000B73EF">
        <w:rPr>
          <w:i/>
        </w:rPr>
        <w:t xml:space="preserve"> </w:t>
      </w:r>
    </w:p>
    <w:p w:rsidR="000008D2" w:rsidRPr="000B73EF" w:rsidRDefault="000008D2" w:rsidP="008D1582">
      <w:pPr>
        <w:pStyle w:val="QuestionResponse"/>
      </w:pPr>
      <w:r w:rsidRPr="000B73EF">
        <w:t>1</w:t>
      </w:r>
      <w:r w:rsidRPr="000B73EF">
        <w:tab/>
        <w:t>Very concerned</w:t>
      </w:r>
    </w:p>
    <w:p w:rsidR="000008D2" w:rsidRPr="000B73EF" w:rsidRDefault="000008D2" w:rsidP="008D1582">
      <w:pPr>
        <w:pStyle w:val="QuestionResponse"/>
      </w:pPr>
      <w:r w:rsidRPr="000B73EF">
        <w:t>2</w:t>
      </w:r>
      <w:r w:rsidRPr="000B73EF">
        <w:tab/>
        <w:t>Somewhat concerned</w:t>
      </w:r>
    </w:p>
    <w:p w:rsidR="000008D2" w:rsidRPr="000B73EF" w:rsidRDefault="000008D2" w:rsidP="008D1582">
      <w:pPr>
        <w:pStyle w:val="QuestionResponse"/>
      </w:pPr>
      <w:r w:rsidRPr="000B73EF">
        <w:t>3</w:t>
      </w:r>
      <w:r w:rsidRPr="000B73EF">
        <w:tab/>
        <w:t>Not too concerned</w:t>
      </w:r>
    </w:p>
    <w:p w:rsidR="000008D2" w:rsidRPr="000B73EF" w:rsidRDefault="000008D2" w:rsidP="008D1582">
      <w:pPr>
        <w:pStyle w:val="QuestionResponse"/>
      </w:pPr>
      <w:r w:rsidRPr="000B73EF">
        <w:t>4</w:t>
      </w:r>
      <w:r w:rsidRPr="000B73EF">
        <w:tab/>
        <w:t>Not at all concerned</w:t>
      </w:r>
    </w:p>
    <w:p w:rsidR="000008D2" w:rsidRPr="000B73EF" w:rsidRDefault="000008D2" w:rsidP="008D1582">
      <w:pPr>
        <w:pStyle w:val="QuestionResponse"/>
      </w:pPr>
      <w:r w:rsidRPr="000B73EF">
        <w:t>8</w:t>
      </w:r>
      <w:r w:rsidRPr="000B73EF">
        <w:tab/>
        <w:t>Don’t know (DO NOT READ)</w:t>
      </w:r>
    </w:p>
    <w:p w:rsidR="000008D2" w:rsidRPr="000B73EF" w:rsidRDefault="000008D2" w:rsidP="008D1582">
      <w:pPr>
        <w:pStyle w:val="QuestionResponseLast"/>
      </w:pPr>
      <w:r w:rsidRPr="000B73EF">
        <w:t>9</w:t>
      </w:r>
      <w:r w:rsidRPr="000B73EF">
        <w:tab/>
        <w:t>Refused (DO NOT READ)</w:t>
      </w:r>
    </w:p>
    <w:p w:rsidR="000008D2" w:rsidRPr="000B73EF" w:rsidRDefault="000008D2" w:rsidP="000008D2">
      <w:pPr>
        <w:pStyle w:val="QuestionInstruction"/>
      </w:pPr>
      <w:r w:rsidRPr="000B73EF">
        <w:t xml:space="preserve">ASK ALL IN </w:t>
      </w:r>
      <w:r w:rsidR="00B44B25" w:rsidRPr="000B73EF">
        <w:t>JORDAN</w:t>
      </w:r>
      <w:r w:rsidR="00B44B25">
        <w:t>,</w:t>
      </w:r>
      <w:r w:rsidR="00B44B25" w:rsidRPr="000B73EF">
        <w:t xml:space="preserve"> LEBANON, AND </w:t>
      </w:r>
      <w:r w:rsidR="00B44B25">
        <w:t>TURKEY</w:t>
      </w:r>
      <w:r w:rsidRPr="000B73EF">
        <w:t xml:space="preserve"> ONLY</w:t>
      </w:r>
    </w:p>
    <w:p w:rsidR="000008D2" w:rsidRPr="000B73EF" w:rsidRDefault="0054085C" w:rsidP="008D1582">
      <w:pPr>
        <w:pStyle w:val="Question"/>
        <w:rPr>
          <w:i/>
        </w:rPr>
      </w:pPr>
      <w:r w:rsidRPr="000B73EF">
        <w:rPr>
          <w:rFonts w:ascii="Tahoma" w:hAnsi="Tahoma" w:cs="Tahoma"/>
          <w:b/>
          <w:sz w:val="16"/>
        </w:rPr>
        <w:t>Q1</w:t>
      </w:r>
      <w:r w:rsidR="00176F89" w:rsidRPr="000B73EF">
        <w:rPr>
          <w:rFonts w:ascii="Tahoma" w:hAnsi="Tahoma" w:cs="Tahoma"/>
          <w:b/>
          <w:sz w:val="16"/>
        </w:rPr>
        <w:t>41</w:t>
      </w:r>
      <w:r w:rsidR="000008D2" w:rsidRPr="000B73EF">
        <w:tab/>
        <w:t xml:space="preserve">And thinking specifically about our country, </w:t>
      </w:r>
      <w:r w:rsidR="00D618F3">
        <w:t>to what extent are you</w:t>
      </w:r>
      <w:r w:rsidR="000008D2" w:rsidRPr="000B73EF">
        <w:t xml:space="preserve"> concerned that </w:t>
      </w:r>
      <w:r w:rsidR="00D618F3">
        <w:t xml:space="preserve">the </w:t>
      </w:r>
      <w:r w:rsidR="000008D2" w:rsidRPr="000B73EF">
        <w:t xml:space="preserve">violence in Syria will spread to </w:t>
      </w:r>
      <w:r w:rsidR="000008D2" w:rsidRPr="000B73EF">
        <w:rPr>
          <w:b/>
        </w:rPr>
        <w:t>(survey country)</w:t>
      </w:r>
      <w:r w:rsidR="000008D2" w:rsidRPr="000B73EF">
        <w:t xml:space="preserve"> – very concerned, somewhat concerned, not too concerned or not at all concerned?</w:t>
      </w:r>
      <w:r w:rsidR="000008D2" w:rsidRPr="000B73EF">
        <w:rPr>
          <w:i/>
        </w:rPr>
        <w:t xml:space="preserve"> </w:t>
      </w:r>
    </w:p>
    <w:p w:rsidR="000008D2" w:rsidRPr="000B73EF" w:rsidRDefault="000008D2" w:rsidP="008D1582">
      <w:pPr>
        <w:pStyle w:val="QuestionResponse"/>
      </w:pPr>
      <w:r w:rsidRPr="000B73EF">
        <w:t>1</w:t>
      </w:r>
      <w:r w:rsidRPr="000B73EF">
        <w:tab/>
        <w:t>Very concerned</w:t>
      </w:r>
    </w:p>
    <w:p w:rsidR="000008D2" w:rsidRPr="000B73EF" w:rsidRDefault="000008D2" w:rsidP="008D1582">
      <w:pPr>
        <w:pStyle w:val="QuestionResponse"/>
      </w:pPr>
      <w:r w:rsidRPr="000B73EF">
        <w:t>2</w:t>
      </w:r>
      <w:r w:rsidRPr="000B73EF">
        <w:tab/>
        <w:t>Somewhat concerned</w:t>
      </w:r>
    </w:p>
    <w:p w:rsidR="000008D2" w:rsidRPr="000B73EF" w:rsidRDefault="000008D2" w:rsidP="008D1582">
      <w:pPr>
        <w:pStyle w:val="QuestionResponse"/>
      </w:pPr>
      <w:r w:rsidRPr="000B73EF">
        <w:t>3</w:t>
      </w:r>
      <w:r w:rsidRPr="000B73EF">
        <w:tab/>
        <w:t>Not too concerned</w:t>
      </w:r>
    </w:p>
    <w:p w:rsidR="000008D2" w:rsidRPr="000B73EF" w:rsidRDefault="000008D2" w:rsidP="008D1582">
      <w:pPr>
        <w:pStyle w:val="QuestionResponse"/>
      </w:pPr>
      <w:r w:rsidRPr="000B73EF">
        <w:t>4</w:t>
      </w:r>
      <w:r w:rsidRPr="000B73EF">
        <w:tab/>
        <w:t>Not at all concerned</w:t>
      </w:r>
    </w:p>
    <w:p w:rsidR="000008D2" w:rsidRPr="000B73EF" w:rsidRDefault="000008D2" w:rsidP="008D1582">
      <w:pPr>
        <w:pStyle w:val="QuestionResponse"/>
      </w:pPr>
      <w:r w:rsidRPr="000B73EF">
        <w:t>8</w:t>
      </w:r>
      <w:r w:rsidRPr="000B73EF">
        <w:tab/>
        <w:t>Don’t know (DO NOT READ)</w:t>
      </w:r>
    </w:p>
    <w:p w:rsidR="000008D2" w:rsidRPr="000B73EF" w:rsidRDefault="000008D2" w:rsidP="008D1582">
      <w:pPr>
        <w:pStyle w:val="QuestionResponseLast"/>
      </w:pPr>
      <w:r w:rsidRPr="000B73EF">
        <w:t>9</w:t>
      </w:r>
      <w:r w:rsidRPr="000B73EF">
        <w:tab/>
        <w:t>Refused (DO NOT READ)</w:t>
      </w:r>
    </w:p>
    <w:p w:rsidR="00E8545E" w:rsidRPr="000B73EF" w:rsidRDefault="0054085C" w:rsidP="00E8545E">
      <w:pPr>
        <w:pStyle w:val="QuestionInstruction"/>
      </w:pPr>
      <w:r w:rsidRPr="000B73EF">
        <w:t>A</w:t>
      </w:r>
      <w:r w:rsidR="00E8545E" w:rsidRPr="000B73EF">
        <w:t>SK ALL IN PAKISTAN ONLY</w:t>
      </w:r>
    </w:p>
    <w:p w:rsidR="00E8545E" w:rsidRPr="000B73EF" w:rsidRDefault="0054085C" w:rsidP="00E8545E">
      <w:pPr>
        <w:pStyle w:val="Question"/>
      </w:pPr>
      <w:r w:rsidRPr="000B73EF">
        <w:rPr>
          <w:rFonts w:ascii="Tahoma" w:hAnsi="Tahoma" w:cs="Tahoma"/>
          <w:b/>
          <w:sz w:val="16"/>
        </w:rPr>
        <w:t>Q1</w:t>
      </w:r>
      <w:r w:rsidR="00176F89" w:rsidRPr="000B73EF">
        <w:rPr>
          <w:rFonts w:ascii="Tahoma" w:hAnsi="Tahoma" w:cs="Tahoma"/>
          <w:b/>
          <w:sz w:val="16"/>
        </w:rPr>
        <w:t>42</w:t>
      </w:r>
      <w:r w:rsidR="00E8545E" w:rsidRPr="000B73EF">
        <w:rPr>
          <w:b/>
        </w:rPr>
        <w:tab/>
      </w:r>
      <w:r w:rsidR="00E8545E" w:rsidRPr="000B73EF">
        <w:t xml:space="preserve">How serious of a threat is (INSERT) to our country? Is it a very serious threat, a somewhat serious threat, a minor threat or not a threat at all? </w:t>
      </w:r>
    </w:p>
    <w:p w:rsidR="00E8545E" w:rsidRPr="00BF34ED" w:rsidRDefault="00E8545E" w:rsidP="00E8545E">
      <w:pPr>
        <w:pStyle w:val="QuestionList"/>
        <w:rPr>
          <w:szCs w:val="20"/>
        </w:rPr>
      </w:pPr>
      <w:r w:rsidRPr="00BF34ED">
        <w:rPr>
          <w:b/>
          <w:szCs w:val="20"/>
        </w:rPr>
        <w:t>a.</w:t>
      </w:r>
      <w:r w:rsidRPr="00BF34ED">
        <w:rPr>
          <w:b/>
          <w:szCs w:val="20"/>
        </w:rPr>
        <w:tab/>
      </w:r>
      <w:r w:rsidRPr="00BF34ED">
        <w:rPr>
          <w:szCs w:val="20"/>
        </w:rPr>
        <w:t>The Taliban</w:t>
      </w:r>
    </w:p>
    <w:p w:rsidR="00E8545E" w:rsidRPr="00BF34ED" w:rsidRDefault="00E8545E" w:rsidP="00E8545E">
      <w:pPr>
        <w:pStyle w:val="QuestionList"/>
        <w:rPr>
          <w:szCs w:val="20"/>
        </w:rPr>
      </w:pPr>
      <w:r w:rsidRPr="00BF34ED">
        <w:rPr>
          <w:b/>
          <w:szCs w:val="20"/>
        </w:rPr>
        <w:t>b.</w:t>
      </w:r>
      <w:r w:rsidRPr="00BF34ED">
        <w:rPr>
          <w:szCs w:val="20"/>
        </w:rPr>
        <w:tab/>
        <w:t>India</w:t>
      </w:r>
    </w:p>
    <w:p w:rsidR="00E8545E" w:rsidRPr="00BF34ED" w:rsidRDefault="00E8545E" w:rsidP="00E8545E">
      <w:pPr>
        <w:pStyle w:val="QuestionListLast"/>
        <w:rPr>
          <w:sz w:val="20"/>
          <w:szCs w:val="20"/>
        </w:rPr>
      </w:pPr>
      <w:proofErr w:type="gramStart"/>
      <w:r w:rsidRPr="00BF34ED">
        <w:rPr>
          <w:b/>
          <w:sz w:val="20"/>
          <w:szCs w:val="20"/>
        </w:rPr>
        <w:t>c</w:t>
      </w:r>
      <w:proofErr w:type="gramEnd"/>
      <w:r w:rsidRPr="00BF34ED">
        <w:rPr>
          <w:b/>
          <w:sz w:val="20"/>
          <w:szCs w:val="20"/>
        </w:rPr>
        <w:t>.</w:t>
      </w:r>
      <w:r w:rsidRPr="00BF34ED">
        <w:rPr>
          <w:sz w:val="20"/>
          <w:szCs w:val="20"/>
        </w:rPr>
        <w:tab/>
        <w:t>al Qaeda</w:t>
      </w:r>
    </w:p>
    <w:p w:rsidR="00E8545E" w:rsidRPr="000B73EF" w:rsidRDefault="00E8545E" w:rsidP="00E8545E">
      <w:pPr>
        <w:pStyle w:val="QuestionResponse"/>
      </w:pPr>
      <w:r w:rsidRPr="000B73EF">
        <w:t>1</w:t>
      </w:r>
      <w:r w:rsidRPr="000B73EF">
        <w:tab/>
        <w:t>Very serious threat</w:t>
      </w:r>
    </w:p>
    <w:p w:rsidR="00E8545E" w:rsidRPr="000B73EF" w:rsidRDefault="00E8545E" w:rsidP="00E8545E">
      <w:pPr>
        <w:pStyle w:val="QuestionResponse"/>
      </w:pPr>
      <w:r w:rsidRPr="000B73EF">
        <w:t>2</w:t>
      </w:r>
      <w:r w:rsidRPr="000B73EF">
        <w:tab/>
        <w:t>Somewhat serious threat</w:t>
      </w:r>
    </w:p>
    <w:p w:rsidR="00E8545E" w:rsidRPr="000B73EF" w:rsidRDefault="00E8545E" w:rsidP="00E8545E">
      <w:pPr>
        <w:pStyle w:val="QuestionResponse"/>
      </w:pPr>
      <w:r w:rsidRPr="000B73EF">
        <w:t>3</w:t>
      </w:r>
      <w:r w:rsidRPr="000B73EF">
        <w:tab/>
        <w:t>Minor threat</w:t>
      </w:r>
    </w:p>
    <w:p w:rsidR="00E8545E" w:rsidRPr="000B73EF" w:rsidRDefault="00E8545E" w:rsidP="00E8545E">
      <w:pPr>
        <w:pStyle w:val="QuestionResponse"/>
      </w:pPr>
      <w:r w:rsidRPr="000B73EF">
        <w:t>4</w:t>
      </w:r>
      <w:r w:rsidRPr="000B73EF">
        <w:tab/>
        <w:t>No threat at all</w:t>
      </w:r>
    </w:p>
    <w:p w:rsidR="00E8545E" w:rsidRPr="000B73EF" w:rsidRDefault="00E8545E" w:rsidP="00E8545E">
      <w:pPr>
        <w:pStyle w:val="QuestionResponse"/>
        <w:rPr>
          <w:b/>
        </w:rPr>
      </w:pPr>
      <w:r w:rsidRPr="000B73EF">
        <w:t>8</w:t>
      </w:r>
      <w:r w:rsidRPr="000B73EF">
        <w:tab/>
        <w:t>Don’t know (DO NOT READ)</w:t>
      </w:r>
    </w:p>
    <w:p w:rsidR="00E8545E" w:rsidRPr="000B73EF" w:rsidRDefault="00E8545E" w:rsidP="00E8545E">
      <w:pPr>
        <w:pStyle w:val="QuestionResponseLast"/>
      </w:pPr>
      <w:r w:rsidRPr="000B73EF">
        <w:t>9</w:t>
      </w:r>
      <w:r w:rsidRPr="000B73EF">
        <w:tab/>
        <w:t>Refused (DO NOT READ)</w:t>
      </w:r>
    </w:p>
    <w:p w:rsidR="00E8545E" w:rsidRPr="000B73EF" w:rsidRDefault="00E8545E" w:rsidP="00E8545E">
      <w:pPr>
        <w:pStyle w:val="QuestionInstruction"/>
      </w:pPr>
      <w:r w:rsidRPr="000B73EF">
        <w:lastRenderedPageBreak/>
        <w:t>ASK ALL IN PAKISTAN ONLY</w:t>
      </w:r>
    </w:p>
    <w:p w:rsidR="00E8545E" w:rsidRPr="000B73EF" w:rsidRDefault="0054085C" w:rsidP="00E8545E">
      <w:pPr>
        <w:pStyle w:val="Question"/>
      </w:pPr>
      <w:r w:rsidRPr="000B73EF">
        <w:rPr>
          <w:rFonts w:ascii="Tahoma" w:hAnsi="Tahoma" w:cs="Tahoma"/>
          <w:b/>
          <w:sz w:val="16"/>
        </w:rPr>
        <w:t>Q1</w:t>
      </w:r>
      <w:r w:rsidR="00176F89" w:rsidRPr="000B73EF">
        <w:rPr>
          <w:rFonts w:ascii="Tahoma" w:hAnsi="Tahoma" w:cs="Tahoma"/>
          <w:b/>
          <w:sz w:val="16"/>
        </w:rPr>
        <w:t>43</w:t>
      </w:r>
      <w:r w:rsidR="00E8545E" w:rsidRPr="000B73EF">
        <w:rPr>
          <w:b/>
        </w:rPr>
        <w:tab/>
      </w:r>
      <w:r w:rsidR="00E8545E" w:rsidRPr="000B73EF">
        <w:t xml:space="preserve">Of all of these threats I have named, which of these is the greatest threat to our country? </w:t>
      </w:r>
    </w:p>
    <w:p w:rsidR="00E8545E" w:rsidRPr="000B73EF" w:rsidRDefault="00E8545E" w:rsidP="00E8545E">
      <w:pPr>
        <w:pStyle w:val="QuestionResponse"/>
      </w:pPr>
      <w:r w:rsidRPr="000B73EF">
        <w:t>1</w:t>
      </w:r>
      <w:r w:rsidRPr="000B73EF">
        <w:tab/>
        <w:t>The Taliban</w:t>
      </w:r>
    </w:p>
    <w:p w:rsidR="00E8545E" w:rsidRPr="000B73EF" w:rsidRDefault="00E8545E" w:rsidP="00E8545E">
      <w:pPr>
        <w:pStyle w:val="QuestionResponse"/>
      </w:pPr>
      <w:r w:rsidRPr="000B73EF">
        <w:t>2</w:t>
      </w:r>
      <w:r w:rsidRPr="000B73EF">
        <w:tab/>
        <w:t>India</w:t>
      </w:r>
    </w:p>
    <w:p w:rsidR="00E8545E" w:rsidRPr="000B73EF" w:rsidRDefault="00E8545E" w:rsidP="00E8545E">
      <w:pPr>
        <w:pStyle w:val="QuestionResponse"/>
        <w:rPr>
          <w:strike/>
        </w:rPr>
      </w:pPr>
      <w:r w:rsidRPr="000B73EF">
        <w:t>3</w:t>
      </w:r>
      <w:r w:rsidRPr="000B73EF">
        <w:tab/>
      </w:r>
      <w:proofErr w:type="gramStart"/>
      <w:r w:rsidRPr="000B73EF">
        <w:t>al</w:t>
      </w:r>
      <w:proofErr w:type="gramEnd"/>
      <w:r w:rsidRPr="000B73EF">
        <w:t xml:space="preserve"> Qaeda  </w:t>
      </w:r>
    </w:p>
    <w:p w:rsidR="00E8545E" w:rsidRPr="000B73EF" w:rsidRDefault="00E8545E" w:rsidP="00E8545E">
      <w:pPr>
        <w:pStyle w:val="QuestionResponse"/>
      </w:pPr>
      <w:r w:rsidRPr="000B73EF">
        <w:t>96</w:t>
      </w:r>
      <w:r w:rsidRPr="000B73EF">
        <w:tab/>
        <w:t>All of these (DO NOT READ)</w:t>
      </w:r>
    </w:p>
    <w:p w:rsidR="00E8545E" w:rsidRPr="000B73EF" w:rsidRDefault="00E8545E" w:rsidP="00E8545E">
      <w:pPr>
        <w:pStyle w:val="QuestionResponse"/>
      </w:pPr>
      <w:proofErr w:type="gramStart"/>
      <w:r w:rsidRPr="000B73EF">
        <w:t>97</w:t>
      </w:r>
      <w:r w:rsidRPr="000B73EF">
        <w:tab/>
        <w:t>None of these (DO NOT READ)</w:t>
      </w:r>
      <w:proofErr w:type="gramEnd"/>
    </w:p>
    <w:p w:rsidR="00E8545E" w:rsidRPr="000B73EF" w:rsidRDefault="00E8545E" w:rsidP="00E8545E">
      <w:pPr>
        <w:pStyle w:val="QuestionResponse"/>
      </w:pPr>
      <w:r w:rsidRPr="000B73EF">
        <w:t>98</w:t>
      </w:r>
      <w:r w:rsidRPr="000B73EF">
        <w:tab/>
        <w:t>Don’t know (DO NOT READ)</w:t>
      </w:r>
    </w:p>
    <w:p w:rsidR="00E8545E" w:rsidRDefault="00E8545E" w:rsidP="00E8545E">
      <w:pPr>
        <w:pStyle w:val="QuestionResponseLast"/>
      </w:pPr>
      <w:r w:rsidRPr="000B73EF">
        <w:t>99</w:t>
      </w:r>
      <w:r w:rsidRPr="000B73EF">
        <w:tab/>
        <w:t>Refused (DO NOT READ)</w:t>
      </w:r>
    </w:p>
    <w:p w:rsidR="00144FC4" w:rsidRDefault="00144FC4" w:rsidP="00144FC4">
      <w:pPr>
        <w:pStyle w:val="QuestionResponseLast"/>
        <w:ind w:left="720"/>
        <w:rPr>
          <w:rFonts w:ascii="Tahoma" w:hAnsi="Tahoma" w:cs="Tahoma"/>
          <w:b/>
          <w:sz w:val="16"/>
          <w:szCs w:val="16"/>
        </w:rPr>
      </w:pPr>
      <w:r w:rsidRPr="00A12402">
        <w:rPr>
          <w:rFonts w:ascii="Tahoma" w:hAnsi="Tahoma" w:cs="Tahoma"/>
          <w:b/>
          <w:sz w:val="16"/>
          <w:szCs w:val="16"/>
        </w:rPr>
        <w:t>Q1</w:t>
      </w:r>
      <w:r>
        <w:rPr>
          <w:rFonts w:ascii="Tahoma" w:hAnsi="Tahoma" w:cs="Tahoma"/>
          <w:b/>
          <w:sz w:val="16"/>
          <w:szCs w:val="16"/>
        </w:rPr>
        <w:t xml:space="preserve">44  </w:t>
      </w:r>
      <w:r>
        <w:rPr>
          <w:rFonts w:ascii="Tahoma" w:hAnsi="Tahoma" w:cs="Tahoma"/>
          <w:b/>
          <w:sz w:val="16"/>
          <w:szCs w:val="16"/>
        </w:rPr>
        <w:tab/>
      </w:r>
      <w:r w:rsidRPr="00A12402">
        <w:t>NOT ASKED</w:t>
      </w:r>
    </w:p>
    <w:p w:rsidR="00144FC4" w:rsidRPr="00877118" w:rsidRDefault="00144FC4" w:rsidP="00144FC4">
      <w:pPr>
        <w:pStyle w:val="QuestionResponseLast"/>
        <w:ind w:left="720"/>
      </w:pPr>
      <w:r>
        <w:rPr>
          <w:rFonts w:ascii="Tahoma" w:hAnsi="Tahoma" w:cs="Tahoma"/>
          <w:b/>
          <w:sz w:val="16"/>
          <w:szCs w:val="16"/>
        </w:rPr>
        <w:t>Q145</w:t>
      </w:r>
      <w:r w:rsidRPr="00A12402">
        <w:tab/>
        <w:t>NOT ASKED</w:t>
      </w:r>
    </w:p>
    <w:p w:rsidR="00E8545E" w:rsidRPr="000B73EF" w:rsidRDefault="00E8545E" w:rsidP="00E8545E">
      <w:pPr>
        <w:pStyle w:val="QuestionInstruction"/>
      </w:pPr>
      <w:r w:rsidRPr="000B73EF">
        <w:t>ASK ALL IN PAKISTAN ONLY</w:t>
      </w:r>
    </w:p>
    <w:p w:rsidR="00E8545E" w:rsidRPr="000B73EF" w:rsidRDefault="0054085C" w:rsidP="00E8545E">
      <w:pPr>
        <w:pStyle w:val="Question"/>
      </w:pPr>
      <w:r w:rsidRPr="000B73EF">
        <w:rPr>
          <w:rFonts w:ascii="Tahoma" w:hAnsi="Tahoma" w:cs="Tahoma"/>
          <w:b/>
          <w:sz w:val="16"/>
        </w:rPr>
        <w:t>Q1</w:t>
      </w:r>
      <w:r w:rsidR="00176F89" w:rsidRPr="000B73EF">
        <w:rPr>
          <w:rFonts w:ascii="Tahoma" w:hAnsi="Tahoma" w:cs="Tahoma"/>
          <w:b/>
          <w:sz w:val="16"/>
        </w:rPr>
        <w:t>46</w:t>
      </w:r>
      <w:r w:rsidR="00E8545E" w:rsidRPr="000B73EF">
        <w:tab/>
        <w:t>How worried are you, if at all, that extremist groups could take control of Pakistan?</w:t>
      </w:r>
      <w:r w:rsidR="00E8545E" w:rsidRPr="000B73EF">
        <w:rPr>
          <w:i/>
        </w:rPr>
        <w:t xml:space="preserve">  </w:t>
      </w:r>
    </w:p>
    <w:p w:rsidR="00E8545E" w:rsidRPr="000B73EF" w:rsidRDefault="00E8545E" w:rsidP="00E8545E">
      <w:pPr>
        <w:pStyle w:val="QuestionResponse"/>
      </w:pPr>
      <w:r w:rsidRPr="000B73EF">
        <w:t>1</w:t>
      </w:r>
      <w:r w:rsidRPr="000B73EF">
        <w:tab/>
        <w:t>Very worried</w:t>
      </w:r>
    </w:p>
    <w:p w:rsidR="00E8545E" w:rsidRPr="000B73EF" w:rsidRDefault="00E8545E" w:rsidP="00E8545E">
      <w:pPr>
        <w:pStyle w:val="QuestionResponse"/>
      </w:pPr>
      <w:r w:rsidRPr="000B73EF">
        <w:t>2</w:t>
      </w:r>
      <w:r w:rsidRPr="000B73EF">
        <w:tab/>
        <w:t>Somewhat worried</w:t>
      </w:r>
    </w:p>
    <w:p w:rsidR="00E8545E" w:rsidRPr="000B73EF" w:rsidRDefault="00E8545E" w:rsidP="00E8545E">
      <w:pPr>
        <w:pStyle w:val="QuestionResponse"/>
      </w:pPr>
      <w:r w:rsidRPr="000B73EF">
        <w:t>3</w:t>
      </w:r>
      <w:r w:rsidRPr="000B73EF">
        <w:tab/>
        <w:t>Not too worried</w:t>
      </w:r>
    </w:p>
    <w:p w:rsidR="00E8545E" w:rsidRPr="000B73EF" w:rsidRDefault="00E8545E" w:rsidP="00E8545E">
      <w:pPr>
        <w:pStyle w:val="QuestionResponse"/>
      </w:pPr>
      <w:r w:rsidRPr="000B73EF">
        <w:t>4</w:t>
      </w:r>
      <w:r w:rsidRPr="000B73EF">
        <w:tab/>
        <w:t>Not at all worried</w:t>
      </w:r>
    </w:p>
    <w:p w:rsidR="00E8545E" w:rsidRPr="000B73EF" w:rsidRDefault="00E8545E" w:rsidP="00E8545E">
      <w:pPr>
        <w:pStyle w:val="QuestionResponse"/>
      </w:pPr>
      <w:r w:rsidRPr="000B73EF">
        <w:t>8</w:t>
      </w:r>
      <w:r w:rsidRPr="000B73EF">
        <w:tab/>
        <w:t>Don’t know (DO NOT READ)</w:t>
      </w:r>
    </w:p>
    <w:p w:rsidR="00E8545E" w:rsidRPr="000B73EF" w:rsidRDefault="00E8545E" w:rsidP="00E8545E">
      <w:pPr>
        <w:pStyle w:val="QuestionResponseLast"/>
      </w:pPr>
      <w:r w:rsidRPr="000B73EF">
        <w:t>9</w:t>
      </w:r>
      <w:r w:rsidRPr="000B73EF">
        <w:tab/>
        <w:t>Refused (DO NOT READ)</w:t>
      </w:r>
    </w:p>
    <w:p w:rsidR="002D0B7D" w:rsidRPr="001450A1" w:rsidRDefault="002D0B7D" w:rsidP="001450A1">
      <w:pPr>
        <w:pStyle w:val="QuestionInstruction"/>
        <w:rPr>
          <w:rStyle w:val="QuestionChar1"/>
          <w:sz w:val="24"/>
          <w:szCs w:val="20"/>
        </w:rPr>
      </w:pPr>
      <w:r w:rsidRPr="001450A1">
        <w:rPr>
          <w:rStyle w:val="QuestionChar1"/>
          <w:sz w:val="24"/>
          <w:szCs w:val="20"/>
        </w:rPr>
        <w:t>ASK ALL IN PAKISTAN ONLY</w:t>
      </w:r>
    </w:p>
    <w:p w:rsidR="00E8545E" w:rsidRPr="000B73EF" w:rsidRDefault="0054085C" w:rsidP="00E8545E">
      <w:pPr>
        <w:pStyle w:val="Question"/>
      </w:pPr>
      <w:r w:rsidRPr="000B73EF">
        <w:rPr>
          <w:rFonts w:ascii="Tahoma" w:hAnsi="Tahoma" w:cs="Tahoma"/>
          <w:b/>
          <w:sz w:val="16"/>
        </w:rPr>
        <w:t>Q1</w:t>
      </w:r>
      <w:r w:rsidR="00176F89" w:rsidRPr="000B73EF">
        <w:rPr>
          <w:rFonts w:ascii="Tahoma" w:hAnsi="Tahoma" w:cs="Tahoma"/>
          <w:b/>
          <w:sz w:val="16"/>
        </w:rPr>
        <w:t>4</w:t>
      </w:r>
      <w:r w:rsidR="0055025A">
        <w:rPr>
          <w:rFonts w:ascii="Tahoma" w:hAnsi="Tahoma" w:cs="Tahoma"/>
          <w:b/>
          <w:sz w:val="16"/>
        </w:rPr>
        <w:t>7</w:t>
      </w:r>
      <w:r w:rsidR="00E8545E" w:rsidRPr="000B73EF">
        <w:tab/>
        <w:t xml:space="preserve">For each of the following statements about the </w:t>
      </w:r>
      <w:r w:rsidR="0055025A">
        <w:t>missile strikes from pilotless aircraft called drones</w:t>
      </w:r>
      <w:r w:rsidR="00E8545E" w:rsidRPr="000B73EF">
        <w:t xml:space="preserve">, please tell me whether you agree or disagree. </w:t>
      </w:r>
    </w:p>
    <w:p w:rsidR="00E8545E" w:rsidRPr="00BF34ED" w:rsidRDefault="00E8545E" w:rsidP="00E8545E">
      <w:pPr>
        <w:pStyle w:val="QuestionList"/>
        <w:rPr>
          <w:szCs w:val="20"/>
        </w:rPr>
      </w:pPr>
      <w:r w:rsidRPr="00BF34ED">
        <w:rPr>
          <w:b/>
          <w:szCs w:val="20"/>
        </w:rPr>
        <w:t>a.</w:t>
      </w:r>
      <w:r w:rsidRPr="00BF34ED">
        <w:rPr>
          <w:szCs w:val="20"/>
        </w:rPr>
        <w:tab/>
        <w:t xml:space="preserve">They are necessary to defend Pakistan from extremist groups </w:t>
      </w:r>
    </w:p>
    <w:p w:rsidR="00E8545E" w:rsidRPr="00BF34ED" w:rsidRDefault="00E8545E" w:rsidP="00E8545E">
      <w:pPr>
        <w:pStyle w:val="QuestionList"/>
        <w:rPr>
          <w:b/>
          <w:i/>
          <w:szCs w:val="20"/>
        </w:rPr>
      </w:pPr>
      <w:r w:rsidRPr="00BF34ED">
        <w:rPr>
          <w:b/>
          <w:szCs w:val="20"/>
        </w:rPr>
        <w:t>b.</w:t>
      </w:r>
      <w:r w:rsidRPr="00BF34ED">
        <w:rPr>
          <w:szCs w:val="20"/>
        </w:rPr>
        <w:tab/>
        <w:t>They kill too many innocent people</w:t>
      </w:r>
    </w:p>
    <w:p w:rsidR="00E8545E" w:rsidRPr="00BF34ED" w:rsidRDefault="00E8545E" w:rsidP="00E8545E">
      <w:pPr>
        <w:pStyle w:val="QuestionListLast"/>
        <w:rPr>
          <w:sz w:val="20"/>
          <w:szCs w:val="20"/>
        </w:rPr>
      </w:pPr>
      <w:r w:rsidRPr="00BF34ED">
        <w:rPr>
          <w:b/>
          <w:sz w:val="20"/>
          <w:szCs w:val="20"/>
        </w:rPr>
        <w:t>c.</w:t>
      </w:r>
      <w:r w:rsidRPr="00BF34ED">
        <w:rPr>
          <w:sz w:val="20"/>
          <w:szCs w:val="20"/>
        </w:rPr>
        <w:tab/>
        <w:t xml:space="preserve">They are being done without the approval of the Pakistani government </w:t>
      </w:r>
    </w:p>
    <w:p w:rsidR="00E8545E" w:rsidRPr="000B73EF" w:rsidRDefault="00E8545E" w:rsidP="00E8545E">
      <w:pPr>
        <w:pStyle w:val="QuestionResponse"/>
      </w:pPr>
      <w:r w:rsidRPr="000B73EF">
        <w:t>1</w:t>
      </w:r>
      <w:r w:rsidRPr="000B73EF">
        <w:tab/>
        <w:t xml:space="preserve">Agree </w:t>
      </w:r>
    </w:p>
    <w:p w:rsidR="00E8545E" w:rsidRPr="000B73EF" w:rsidRDefault="00E8545E" w:rsidP="00E8545E">
      <w:pPr>
        <w:pStyle w:val="QuestionResponse"/>
      </w:pPr>
      <w:r w:rsidRPr="000B73EF">
        <w:t>2</w:t>
      </w:r>
      <w:r w:rsidRPr="000B73EF">
        <w:tab/>
        <w:t>Disagree</w:t>
      </w:r>
    </w:p>
    <w:p w:rsidR="00E8545E" w:rsidRPr="000B73EF" w:rsidRDefault="00E8545E" w:rsidP="00E8545E">
      <w:pPr>
        <w:pStyle w:val="QuestionResponse"/>
      </w:pPr>
      <w:r w:rsidRPr="000B73EF">
        <w:t>8</w:t>
      </w:r>
      <w:r w:rsidRPr="000B73EF">
        <w:tab/>
        <w:t>Don’t know (DO NOT READ)</w:t>
      </w:r>
    </w:p>
    <w:p w:rsidR="00E8545E" w:rsidRPr="000B73EF" w:rsidRDefault="00E8545E" w:rsidP="00E8545E">
      <w:pPr>
        <w:pStyle w:val="QuestionResponseLast"/>
        <w:rPr>
          <w:b/>
        </w:rPr>
      </w:pPr>
      <w:r w:rsidRPr="000B73EF">
        <w:t>9</w:t>
      </w:r>
      <w:r w:rsidRPr="000B73EF">
        <w:tab/>
        <w:t>Refused (DO NOT READ)</w:t>
      </w:r>
    </w:p>
    <w:p w:rsidR="00E8545E" w:rsidRPr="001450A1" w:rsidRDefault="00E8545E" w:rsidP="001450A1">
      <w:pPr>
        <w:pStyle w:val="QuestionInstruction"/>
        <w:rPr>
          <w:rStyle w:val="QuestionChar1"/>
          <w:sz w:val="24"/>
          <w:szCs w:val="20"/>
        </w:rPr>
      </w:pPr>
      <w:r w:rsidRPr="001450A1">
        <w:rPr>
          <w:rStyle w:val="QuestionChar1"/>
          <w:sz w:val="24"/>
          <w:szCs w:val="20"/>
        </w:rPr>
        <w:lastRenderedPageBreak/>
        <w:t>ASK ALL IN PAKISTAN ONLY</w:t>
      </w:r>
    </w:p>
    <w:p w:rsidR="00E8545E" w:rsidRPr="000B73EF" w:rsidRDefault="0054085C" w:rsidP="00E8545E">
      <w:pPr>
        <w:pStyle w:val="Question"/>
        <w:rPr>
          <w:i/>
        </w:rPr>
      </w:pPr>
      <w:r w:rsidRPr="000B73EF">
        <w:rPr>
          <w:rFonts w:ascii="Tahoma" w:hAnsi="Tahoma" w:cs="Tahoma"/>
          <w:b/>
          <w:sz w:val="16"/>
        </w:rPr>
        <w:t>Q1</w:t>
      </w:r>
      <w:r w:rsidR="00176F89" w:rsidRPr="000B73EF">
        <w:rPr>
          <w:rFonts w:ascii="Tahoma" w:hAnsi="Tahoma" w:cs="Tahoma"/>
          <w:b/>
          <w:sz w:val="16"/>
        </w:rPr>
        <w:t>4</w:t>
      </w:r>
      <w:r w:rsidR="0055025A">
        <w:rPr>
          <w:rFonts w:ascii="Tahoma" w:hAnsi="Tahoma" w:cs="Tahoma"/>
          <w:b/>
          <w:sz w:val="16"/>
        </w:rPr>
        <w:t>8</w:t>
      </w:r>
      <w:r w:rsidR="00E8545E" w:rsidRPr="000B73EF">
        <w:tab/>
        <w:t xml:space="preserve">Do you support or oppose using the Pakistani army to fight extremist groups in Federally Administered Tribal Areas and Khyber Pakhtunkhwa? </w:t>
      </w:r>
    </w:p>
    <w:p w:rsidR="00E8545E" w:rsidRPr="000B73EF" w:rsidRDefault="00E8545E" w:rsidP="00E8545E">
      <w:pPr>
        <w:pStyle w:val="QuestionResponse"/>
      </w:pPr>
      <w:r w:rsidRPr="000B73EF">
        <w:t>1</w:t>
      </w:r>
      <w:r w:rsidRPr="000B73EF">
        <w:tab/>
        <w:t>Support</w:t>
      </w:r>
    </w:p>
    <w:p w:rsidR="00E8545E" w:rsidRPr="000B73EF" w:rsidRDefault="00E8545E" w:rsidP="00E8545E">
      <w:pPr>
        <w:pStyle w:val="QuestionResponse"/>
      </w:pPr>
      <w:r w:rsidRPr="000B73EF">
        <w:t>2</w:t>
      </w:r>
      <w:r w:rsidRPr="000B73EF">
        <w:tab/>
        <w:t>Oppose</w:t>
      </w:r>
    </w:p>
    <w:p w:rsidR="00E8545E" w:rsidRPr="000B73EF" w:rsidRDefault="00E8545E" w:rsidP="00E8545E">
      <w:pPr>
        <w:pStyle w:val="QuestionResponse"/>
      </w:pPr>
      <w:r w:rsidRPr="000B73EF">
        <w:t>8</w:t>
      </w:r>
      <w:r w:rsidRPr="000B73EF">
        <w:tab/>
        <w:t>Don’t know (DO NOT READ)</w:t>
      </w:r>
    </w:p>
    <w:p w:rsidR="00E8545E" w:rsidRPr="000B73EF" w:rsidRDefault="00E8545E" w:rsidP="00E8545E">
      <w:pPr>
        <w:pStyle w:val="QuestionResponseLast"/>
      </w:pPr>
      <w:r w:rsidRPr="000B73EF">
        <w:t>9</w:t>
      </w:r>
      <w:r w:rsidRPr="000B73EF">
        <w:tab/>
        <w:t>Refused (DO NOT READ)</w:t>
      </w:r>
    </w:p>
    <w:p w:rsidR="00E8545E" w:rsidRPr="000B73EF" w:rsidRDefault="00E8545E" w:rsidP="00E8545E">
      <w:pPr>
        <w:pStyle w:val="QuestionInstruction"/>
      </w:pPr>
      <w:bookmarkStart w:id="5" w:name="OLE_LINK3"/>
      <w:bookmarkStart w:id="6" w:name="OLE_LINK4"/>
      <w:r w:rsidRPr="000B73EF">
        <w:t>ASK ALL IN PAKISTAN ONLY</w:t>
      </w:r>
    </w:p>
    <w:p w:rsidR="00E8545E" w:rsidRPr="000B73EF" w:rsidRDefault="0054085C" w:rsidP="00E8545E">
      <w:pPr>
        <w:pStyle w:val="Question"/>
      </w:pPr>
      <w:r w:rsidRPr="000B73EF">
        <w:rPr>
          <w:rFonts w:ascii="Tahoma" w:hAnsi="Tahoma" w:cs="Tahoma"/>
          <w:b/>
          <w:sz w:val="16"/>
        </w:rPr>
        <w:t>Q1</w:t>
      </w:r>
      <w:r w:rsidR="0055025A">
        <w:rPr>
          <w:rFonts w:ascii="Tahoma" w:hAnsi="Tahoma" w:cs="Tahoma"/>
          <w:b/>
          <w:sz w:val="16"/>
        </w:rPr>
        <w:t>49</w:t>
      </w:r>
      <w:r w:rsidR="00E8545E" w:rsidRPr="000B73EF">
        <w:tab/>
        <w:t xml:space="preserve">Now I’m going to read you a list of things the United States might do to combat extremist groups in Pakistan.  For each one, please tell me whether you would support or oppose it. </w:t>
      </w:r>
    </w:p>
    <w:p w:rsidR="00E8545E" w:rsidRPr="000B73EF" w:rsidRDefault="00E8545E" w:rsidP="00E8545E">
      <w:pPr>
        <w:pStyle w:val="QuestionList"/>
      </w:pPr>
      <w:r w:rsidRPr="000B73EF">
        <w:rPr>
          <w:b/>
        </w:rPr>
        <w:t>a.</w:t>
      </w:r>
      <w:r w:rsidRPr="000B73EF">
        <w:tab/>
        <w:t>Providing financial and humanitarian aid to areas where extremist groups operate</w:t>
      </w:r>
      <w:r w:rsidRPr="000B73EF">
        <w:tab/>
      </w:r>
    </w:p>
    <w:p w:rsidR="00E8545E" w:rsidRPr="000B73EF" w:rsidRDefault="00E8545E" w:rsidP="00E8545E">
      <w:pPr>
        <w:pStyle w:val="QuestionList"/>
      </w:pPr>
      <w:r w:rsidRPr="000B73EF">
        <w:rPr>
          <w:b/>
        </w:rPr>
        <w:t>b.</w:t>
      </w:r>
      <w:r w:rsidRPr="000B73EF">
        <w:tab/>
        <w:t>Providing intelligence and logistical support to Pakistani troops fighting extremist groups</w:t>
      </w:r>
    </w:p>
    <w:p w:rsidR="00E8545E" w:rsidRPr="000B73EF" w:rsidRDefault="00E8545E" w:rsidP="00E8545E">
      <w:pPr>
        <w:pStyle w:val="QuestionListLast"/>
      </w:pPr>
      <w:r w:rsidRPr="000B73EF">
        <w:rPr>
          <w:b/>
          <w:sz w:val="20"/>
          <w:szCs w:val="20"/>
        </w:rPr>
        <w:t>c.</w:t>
      </w:r>
      <w:r w:rsidRPr="000B73EF">
        <w:tab/>
      </w:r>
      <w:r w:rsidRPr="000B73EF">
        <w:rPr>
          <w:sz w:val="20"/>
          <w:szCs w:val="20"/>
        </w:rPr>
        <w:t>Conducting drone attacks in conjunction with the Pakistani government against leaders of extremist groups</w:t>
      </w:r>
      <w:r w:rsidRPr="000B73EF">
        <w:t xml:space="preserve"> </w:t>
      </w:r>
    </w:p>
    <w:p w:rsidR="00E8545E" w:rsidRPr="000B73EF" w:rsidRDefault="00E8545E" w:rsidP="00E8545E">
      <w:pPr>
        <w:pStyle w:val="QuestionResponse"/>
      </w:pPr>
      <w:r w:rsidRPr="000B73EF">
        <w:t>1</w:t>
      </w:r>
      <w:r w:rsidRPr="000B73EF">
        <w:tab/>
        <w:t>Support</w:t>
      </w:r>
    </w:p>
    <w:p w:rsidR="00E8545E" w:rsidRPr="000B73EF" w:rsidRDefault="00E8545E" w:rsidP="00E8545E">
      <w:pPr>
        <w:pStyle w:val="QuestionResponse"/>
      </w:pPr>
      <w:r w:rsidRPr="000B73EF">
        <w:t>2</w:t>
      </w:r>
      <w:r w:rsidRPr="000B73EF">
        <w:tab/>
        <w:t>Oppose</w:t>
      </w:r>
    </w:p>
    <w:p w:rsidR="00E8545E" w:rsidRPr="000B73EF" w:rsidRDefault="00E8545E" w:rsidP="00E8545E">
      <w:pPr>
        <w:pStyle w:val="QuestionResponse"/>
      </w:pPr>
      <w:r w:rsidRPr="000B73EF">
        <w:t>8</w:t>
      </w:r>
      <w:r w:rsidRPr="000B73EF">
        <w:tab/>
        <w:t>Don’t know (DO NOT READ)</w:t>
      </w:r>
    </w:p>
    <w:p w:rsidR="00E8545E" w:rsidRPr="000B73EF" w:rsidRDefault="00E8545E" w:rsidP="00E8545E">
      <w:pPr>
        <w:pStyle w:val="QuestionResponseLast"/>
      </w:pPr>
      <w:r w:rsidRPr="000B73EF">
        <w:t>9</w:t>
      </w:r>
      <w:r w:rsidRPr="000B73EF">
        <w:tab/>
        <w:t>Refused (DO NOT READ)</w:t>
      </w:r>
    </w:p>
    <w:bookmarkEnd w:id="5"/>
    <w:bookmarkEnd w:id="6"/>
    <w:p w:rsidR="00E8545E" w:rsidRPr="000B73EF" w:rsidRDefault="00E8545E" w:rsidP="00E8545E">
      <w:pPr>
        <w:pStyle w:val="QuestionInstruction"/>
      </w:pPr>
      <w:r w:rsidRPr="000B73EF">
        <w:t xml:space="preserve">ASK ALL IN PAKISTAN ONLY </w:t>
      </w:r>
    </w:p>
    <w:p w:rsidR="00E8545E" w:rsidRPr="000B73EF" w:rsidRDefault="0054085C" w:rsidP="00E8545E">
      <w:pPr>
        <w:pStyle w:val="Question"/>
        <w:rPr>
          <w:i/>
        </w:rPr>
      </w:pPr>
      <w:r w:rsidRPr="000B73EF">
        <w:rPr>
          <w:rFonts w:ascii="Tahoma" w:hAnsi="Tahoma" w:cs="Tahoma"/>
          <w:b/>
          <w:sz w:val="16"/>
        </w:rPr>
        <w:t>Q1</w:t>
      </w:r>
      <w:r w:rsidR="00176F89" w:rsidRPr="000B73EF">
        <w:rPr>
          <w:rFonts w:ascii="Tahoma" w:hAnsi="Tahoma" w:cs="Tahoma"/>
          <w:b/>
          <w:sz w:val="16"/>
        </w:rPr>
        <w:t>5</w:t>
      </w:r>
      <w:r w:rsidR="0055025A">
        <w:rPr>
          <w:rFonts w:ascii="Tahoma" w:hAnsi="Tahoma" w:cs="Tahoma"/>
          <w:b/>
          <w:sz w:val="16"/>
        </w:rPr>
        <w:t>0</w:t>
      </w:r>
      <w:r w:rsidR="00E8545E" w:rsidRPr="000B73EF">
        <w:tab/>
        <w:t xml:space="preserve">Please tell me if you have a very favorable, somewhat favorable, somewhat unfavorable, or very unfavorable opinion of (INSERT)? </w:t>
      </w:r>
    </w:p>
    <w:p w:rsidR="00E8545E" w:rsidRPr="000B73EF" w:rsidRDefault="004B1EA5" w:rsidP="00E8545E">
      <w:pPr>
        <w:pStyle w:val="QuestionInstruction"/>
        <w:rPr>
          <w:caps/>
        </w:rPr>
      </w:pPr>
      <w:r>
        <w:rPr>
          <w:caps/>
        </w:rPr>
        <w:t>RANDOMIZE</w:t>
      </w:r>
      <w:r w:rsidR="00E8545E" w:rsidRPr="000B73EF">
        <w:rPr>
          <w:caps/>
        </w:rPr>
        <w:t xml:space="preserve"> items A and C. </w:t>
      </w:r>
      <w:proofErr w:type="gramStart"/>
      <w:r w:rsidR="00E8545E" w:rsidRPr="000B73EF">
        <w:rPr>
          <w:caps/>
        </w:rPr>
        <w:t>DO</w:t>
      </w:r>
      <w:proofErr w:type="gramEnd"/>
      <w:r w:rsidR="00E8545E" w:rsidRPr="000B73EF">
        <w:rPr>
          <w:caps/>
        </w:rPr>
        <w:t xml:space="preserve"> NOT ROTATE item B.</w:t>
      </w:r>
    </w:p>
    <w:p w:rsidR="00E8545E" w:rsidRPr="00BF34ED" w:rsidRDefault="00E8545E" w:rsidP="00E8545E">
      <w:pPr>
        <w:pStyle w:val="QuestionList"/>
        <w:rPr>
          <w:i/>
          <w:szCs w:val="20"/>
          <w:lang w:val="it-IT"/>
        </w:rPr>
      </w:pPr>
      <w:r w:rsidRPr="00BF34ED">
        <w:rPr>
          <w:b/>
          <w:szCs w:val="20"/>
          <w:lang w:val="it-IT"/>
        </w:rPr>
        <w:t>a.</w:t>
      </w:r>
      <w:r w:rsidRPr="00BF34ED">
        <w:rPr>
          <w:b/>
          <w:szCs w:val="20"/>
          <w:lang w:val="it-IT"/>
        </w:rPr>
        <w:tab/>
      </w:r>
      <w:r w:rsidRPr="00BF34ED">
        <w:rPr>
          <w:szCs w:val="20"/>
          <w:lang w:val="it-IT"/>
        </w:rPr>
        <w:t>Tehrik-i-Taliban</w:t>
      </w:r>
    </w:p>
    <w:p w:rsidR="00E8545E" w:rsidRPr="00BF34ED" w:rsidRDefault="00E8545E" w:rsidP="00E8545E">
      <w:pPr>
        <w:pStyle w:val="QuestionList"/>
        <w:rPr>
          <w:szCs w:val="20"/>
          <w:lang w:val="it-IT"/>
        </w:rPr>
      </w:pPr>
      <w:r w:rsidRPr="00BF34ED">
        <w:rPr>
          <w:b/>
          <w:szCs w:val="20"/>
          <w:lang w:val="it-IT"/>
        </w:rPr>
        <w:t>b.</w:t>
      </w:r>
      <w:r w:rsidRPr="00BF34ED">
        <w:rPr>
          <w:b/>
          <w:szCs w:val="20"/>
          <w:lang w:val="it-IT"/>
        </w:rPr>
        <w:tab/>
      </w:r>
      <w:r w:rsidRPr="00BF34ED">
        <w:rPr>
          <w:szCs w:val="20"/>
          <w:lang w:val="it-IT"/>
        </w:rPr>
        <w:t>Lashkar-e-Taiba</w:t>
      </w:r>
    </w:p>
    <w:p w:rsidR="00E8545E" w:rsidRPr="00BF34ED" w:rsidRDefault="00E8545E" w:rsidP="00E8545E">
      <w:pPr>
        <w:pStyle w:val="QuestionList"/>
        <w:rPr>
          <w:szCs w:val="20"/>
        </w:rPr>
      </w:pPr>
      <w:r w:rsidRPr="00BF34ED">
        <w:rPr>
          <w:b/>
          <w:szCs w:val="20"/>
        </w:rPr>
        <w:t>c.</w:t>
      </w:r>
      <w:r w:rsidRPr="00BF34ED">
        <w:rPr>
          <w:szCs w:val="20"/>
        </w:rPr>
        <w:tab/>
        <w:t>Afghan Taliban</w:t>
      </w:r>
    </w:p>
    <w:p w:rsidR="00E8545E" w:rsidRPr="00BF34ED" w:rsidRDefault="00E8545E" w:rsidP="00E8545E">
      <w:pPr>
        <w:pStyle w:val="QuestionListLast"/>
        <w:rPr>
          <w:i/>
          <w:sz w:val="20"/>
          <w:szCs w:val="20"/>
        </w:rPr>
      </w:pPr>
      <w:r w:rsidRPr="00BF34ED">
        <w:rPr>
          <w:b/>
          <w:sz w:val="20"/>
          <w:szCs w:val="20"/>
        </w:rPr>
        <w:t>d.</w:t>
      </w:r>
      <w:r w:rsidRPr="00BF34ED">
        <w:rPr>
          <w:sz w:val="20"/>
          <w:szCs w:val="20"/>
        </w:rPr>
        <w:tab/>
        <w:t xml:space="preserve">The </w:t>
      </w:r>
      <w:proofErr w:type="spellStart"/>
      <w:r w:rsidRPr="00BF34ED">
        <w:rPr>
          <w:sz w:val="20"/>
          <w:szCs w:val="20"/>
        </w:rPr>
        <w:t>Haqqani</w:t>
      </w:r>
      <w:proofErr w:type="spellEnd"/>
      <w:r w:rsidRPr="00BF34ED">
        <w:rPr>
          <w:sz w:val="20"/>
          <w:szCs w:val="20"/>
        </w:rPr>
        <w:t xml:space="preserve"> Network </w:t>
      </w:r>
    </w:p>
    <w:p w:rsidR="00E8545E" w:rsidRPr="000B73EF" w:rsidRDefault="00E8545E" w:rsidP="00E8545E">
      <w:pPr>
        <w:pStyle w:val="QuestionResponse"/>
      </w:pPr>
      <w:r w:rsidRPr="000B73EF">
        <w:t>1</w:t>
      </w:r>
      <w:r w:rsidRPr="000B73EF">
        <w:tab/>
        <w:t>Very favorable</w:t>
      </w:r>
    </w:p>
    <w:p w:rsidR="00E8545E" w:rsidRPr="000B73EF" w:rsidRDefault="00E8545E" w:rsidP="00E8545E">
      <w:pPr>
        <w:pStyle w:val="QuestionResponse"/>
      </w:pPr>
      <w:r w:rsidRPr="000B73EF">
        <w:t>2</w:t>
      </w:r>
      <w:r w:rsidRPr="000B73EF">
        <w:tab/>
        <w:t>Somewhat favorable</w:t>
      </w:r>
    </w:p>
    <w:p w:rsidR="00E8545E" w:rsidRPr="000B73EF" w:rsidRDefault="00E8545E" w:rsidP="00E8545E">
      <w:pPr>
        <w:pStyle w:val="QuestionResponse"/>
      </w:pPr>
      <w:r w:rsidRPr="000B73EF">
        <w:t>3</w:t>
      </w:r>
      <w:r w:rsidRPr="000B73EF">
        <w:tab/>
        <w:t xml:space="preserve">Somewhat unfavorable </w:t>
      </w:r>
    </w:p>
    <w:p w:rsidR="00E8545E" w:rsidRPr="000B73EF" w:rsidRDefault="00E8545E" w:rsidP="00E8545E">
      <w:pPr>
        <w:pStyle w:val="QuestionResponse"/>
      </w:pPr>
      <w:r w:rsidRPr="000B73EF">
        <w:t>4</w:t>
      </w:r>
      <w:r w:rsidRPr="000B73EF">
        <w:tab/>
        <w:t xml:space="preserve">Very unfavorable </w:t>
      </w:r>
    </w:p>
    <w:p w:rsidR="00E8545E" w:rsidRPr="000B73EF" w:rsidRDefault="00E8545E" w:rsidP="00E8545E">
      <w:pPr>
        <w:pStyle w:val="QuestionResponse"/>
      </w:pPr>
      <w:r w:rsidRPr="000B73EF">
        <w:t>8</w:t>
      </w:r>
      <w:r w:rsidRPr="000B73EF">
        <w:tab/>
        <w:t>Don’t know (DO NOT READ)</w:t>
      </w:r>
    </w:p>
    <w:p w:rsidR="00E8545E" w:rsidRPr="000B73EF" w:rsidRDefault="00E8545E" w:rsidP="00E8545E">
      <w:pPr>
        <w:pStyle w:val="QuestionResponseLast"/>
      </w:pPr>
      <w:r w:rsidRPr="000B73EF">
        <w:t>9</w:t>
      </w:r>
      <w:r w:rsidRPr="000B73EF">
        <w:tab/>
        <w:t>Refused (DO NOT READ)</w:t>
      </w:r>
    </w:p>
    <w:p w:rsidR="00E8545E" w:rsidRPr="000B73EF" w:rsidRDefault="00E8545E" w:rsidP="00E8545E">
      <w:pPr>
        <w:pStyle w:val="QuestionInstruction"/>
        <w:rPr>
          <w:rFonts w:cs="Calibri"/>
        </w:rPr>
      </w:pPr>
      <w:r w:rsidRPr="000B73EF">
        <w:lastRenderedPageBreak/>
        <w:t xml:space="preserve">ASK ALL IN </w:t>
      </w:r>
      <w:r w:rsidR="00B44B25" w:rsidRPr="000B73EF">
        <w:t xml:space="preserve">EL SALVADOR AND </w:t>
      </w:r>
      <w:r w:rsidRPr="000B73EF">
        <w:t>MEXICO ONLY</w:t>
      </w:r>
    </w:p>
    <w:p w:rsidR="00E8545E" w:rsidRPr="000B73EF" w:rsidRDefault="0054085C" w:rsidP="00E8545E">
      <w:pPr>
        <w:pStyle w:val="Question"/>
      </w:pPr>
      <w:r w:rsidRPr="000B73EF">
        <w:rPr>
          <w:rFonts w:ascii="Tahoma" w:hAnsi="Tahoma" w:cs="Tahoma"/>
          <w:b/>
          <w:sz w:val="16"/>
        </w:rPr>
        <w:t>Q1</w:t>
      </w:r>
      <w:r w:rsidR="00176F89" w:rsidRPr="000B73EF">
        <w:rPr>
          <w:rFonts w:ascii="Tahoma" w:hAnsi="Tahoma" w:cs="Tahoma"/>
          <w:b/>
          <w:sz w:val="16"/>
        </w:rPr>
        <w:t>5</w:t>
      </w:r>
      <w:r w:rsidR="0055025A">
        <w:rPr>
          <w:rFonts w:ascii="Tahoma" w:hAnsi="Tahoma" w:cs="Tahoma"/>
          <w:b/>
          <w:sz w:val="16"/>
        </w:rPr>
        <w:t>1</w:t>
      </w:r>
      <w:r w:rsidR="00E8545E" w:rsidRPr="000B73EF">
        <w:rPr>
          <w:rFonts w:ascii="Tahoma" w:hAnsi="Tahoma" w:cs="Tahoma"/>
          <w:b/>
          <w:sz w:val="16"/>
          <w:szCs w:val="16"/>
        </w:rPr>
        <w:tab/>
      </w:r>
      <w:r w:rsidR="00E8545E" w:rsidRPr="000B73EF">
        <w:t xml:space="preserve">If at this moment, you had the means and opportunity to go to live in the United States, would you go? </w:t>
      </w:r>
    </w:p>
    <w:p w:rsidR="00E8545E" w:rsidRPr="000B73EF" w:rsidRDefault="00E8545E" w:rsidP="00E8545E">
      <w:pPr>
        <w:pStyle w:val="QuestionResponse"/>
      </w:pPr>
      <w:r w:rsidRPr="000B73EF">
        <w:t>1</w:t>
      </w:r>
      <w:r w:rsidRPr="000B73EF">
        <w:tab/>
        <w:t>Yes</w:t>
      </w:r>
    </w:p>
    <w:p w:rsidR="00E8545E" w:rsidRPr="000B73EF" w:rsidRDefault="00E8545E" w:rsidP="00E8545E">
      <w:pPr>
        <w:pStyle w:val="QuestionResponse"/>
      </w:pPr>
      <w:r w:rsidRPr="000B73EF">
        <w:t>2</w:t>
      </w:r>
      <w:r w:rsidRPr="000B73EF">
        <w:tab/>
        <w:t>No</w:t>
      </w:r>
    </w:p>
    <w:p w:rsidR="00E8545E" w:rsidRPr="000B73EF" w:rsidRDefault="00E8545E" w:rsidP="00E8545E">
      <w:pPr>
        <w:pStyle w:val="QuestionResponse"/>
      </w:pPr>
      <w:r w:rsidRPr="000B73EF">
        <w:t>8</w:t>
      </w:r>
      <w:r w:rsidRPr="000B73EF">
        <w:tab/>
        <w:t>Don’t know (DO NOT READ)</w:t>
      </w:r>
    </w:p>
    <w:p w:rsidR="00E8545E" w:rsidRPr="000B73EF" w:rsidRDefault="00E8545E" w:rsidP="00E8545E">
      <w:pPr>
        <w:pStyle w:val="QuestionResponseLast"/>
      </w:pPr>
      <w:r w:rsidRPr="000B73EF">
        <w:t>9</w:t>
      </w:r>
      <w:r w:rsidRPr="000B73EF">
        <w:tab/>
        <w:t>Refused (DO NOT READ)</w:t>
      </w:r>
    </w:p>
    <w:p w:rsidR="00E8545E" w:rsidRPr="000B73EF" w:rsidRDefault="00E8545E" w:rsidP="00E8545E">
      <w:pPr>
        <w:pStyle w:val="QuestionInstruction"/>
      </w:pPr>
      <w:r w:rsidRPr="000B73EF">
        <w:t xml:space="preserve">ASK IF RESPONDENT WANTS TO GO LIVE IN THE UNITED STATES </w:t>
      </w:r>
    </w:p>
    <w:p w:rsidR="00E8545E" w:rsidRPr="000B73EF" w:rsidRDefault="00E8545E" w:rsidP="00E8545E">
      <w:pPr>
        <w:pStyle w:val="QuestionInstruction"/>
      </w:pPr>
      <w:r w:rsidRPr="000B73EF">
        <w:t>(</w:t>
      </w:r>
      <w:r w:rsidR="0055025A">
        <w:t>Q151=</w:t>
      </w:r>
      <w:r w:rsidRPr="000B73EF">
        <w:t>1)</w:t>
      </w:r>
    </w:p>
    <w:p w:rsidR="00E8545E" w:rsidRPr="000B73EF" w:rsidRDefault="0054085C" w:rsidP="00E8545E">
      <w:pPr>
        <w:pStyle w:val="Question"/>
      </w:pPr>
      <w:proofErr w:type="gramStart"/>
      <w:r w:rsidRPr="000B73EF">
        <w:rPr>
          <w:rFonts w:ascii="Tahoma" w:hAnsi="Tahoma" w:cs="Tahoma"/>
          <w:b/>
          <w:sz w:val="16"/>
        </w:rPr>
        <w:t>Q1</w:t>
      </w:r>
      <w:r w:rsidR="00176F89" w:rsidRPr="000B73EF">
        <w:rPr>
          <w:rFonts w:ascii="Tahoma" w:hAnsi="Tahoma" w:cs="Tahoma"/>
          <w:b/>
          <w:sz w:val="16"/>
        </w:rPr>
        <w:t>52</w:t>
      </w:r>
      <w:r w:rsidR="00E8545E" w:rsidRPr="000B73EF">
        <w:rPr>
          <w:rFonts w:ascii="Tahoma" w:hAnsi="Tahoma" w:cs="Tahoma"/>
          <w:b/>
          <w:sz w:val="16"/>
          <w:szCs w:val="16"/>
        </w:rPr>
        <w:tab/>
      </w:r>
      <w:r w:rsidR="00E8545E" w:rsidRPr="000B73EF">
        <w:t>And would you be inclined to go work and live in the U.S. without authorization?</w:t>
      </w:r>
      <w:proofErr w:type="gramEnd"/>
      <w:r w:rsidR="00E8545E" w:rsidRPr="000B73EF">
        <w:t xml:space="preserve"> </w:t>
      </w:r>
    </w:p>
    <w:p w:rsidR="00E8545E" w:rsidRPr="000B73EF" w:rsidRDefault="00E8545E" w:rsidP="00E8545E">
      <w:pPr>
        <w:pStyle w:val="QuestionResponse"/>
      </w:pPr>
      <w:r w:rsidRPr="000B73EF">
        <w:t>1</w:t>
      </w:r>
      <w:r w:rsidRPr="000B73EF">
        <w:tab/>
        <w:t>Yes</w:t>
      </w:r>
    </w:p>
    <w:p w:rsidR="00E8545E" w:rsidRPr="000B73EF" w:rsidRDefault="00E8545E" w:rsidP="00E8545E">
      <w:pPr>
        <w:pStyle w:val="QuestionResponse"/>
      </w:pPr>
      <w:r w:rsidRPr="000B73EF">
        <w:t>2</w:t>
      </w:r>
      <w:r w:rsidRPr="000B73EF">
        <w:tab/>
        <w:t>No</w:t>
      </w:r>
    </w:p>
    <w:p w:rsidR="00E8545E" w:rsidRPr="000B73EF" w:rsidRDefault="00E8545E" w:rsidP="00E8545E">
      <w:pPr>
        <w:pStyle w:val="QuestionResponse"/>
      </w:pPr>
      <w:r w:rsidRPr="000B73EF">
        <w:t>8</w:t>
      </w:r>
      <w:r w:rsidRPr="000B73EF">
        <w:tab/>
        <w:t>Don’t know (DO NOT READ)</w:t>
      </w:r>
    </w:p>
    <w:p w:rsidR="00E8545E" w:rsidRPr="000B73EF" w:rsidRDefault="00E8545E" w:rsidP="00E8545E">
      <w:pPr>
        <w:pStyle w:val="QuestionResponseLast"/>
      </w:pPr>
      <w:r w:rsidRPr="000B73EF">
        <w:t>9</w:t>
      </w:r>
      <w:r w:rsidRPr="000B73EF">
        <w:tab/>
        <w:t>Refused (DO NOT READ)</w:t>
      </w:r>
    </w:p>
    <w:p w:rsidR="00E8545E" w:rsidRPr="000B73EF" w:rsidRDefault="00E8545E" w:rsidP="00E8545E">
      <w:pPr>
        <w:pStyle w:val="QuestionInstruction"/>
        <w:rPr>
          <w:rFonts w:cs="Calibri"/>
        </w:rPr>
      </w:pPr>
      <w:r w:rsidRPr="000B73EF">
        <w:t xml:space="preserve">ASK ALL IN </w:t>
      </w:r>
      <w:r w:rsidR="00B44B25" w:rsidRPr="000B73EF">
        <w:t xml:space="preserve">EL SALVADOR AND </w:t>
      </w:r>
      <w:r w:rsidRPr="000B73EF">
        <w:t>MEXICO ONLY</w:t>
      </w:r>
    </w:p>
    <w:p w:rsidR="00E8545E" w:rsidRPr="000B73EF" w:rsidRDefault="0054085C" w:rsidP="009C6733">
      <w:pPr>
        <w:pStyle w:val="Question"/>
        <w:rPr>
          <w:i/>
          <w:iCs/>
        </w:rPr>
      </w:pPr>
      <w:r w:rsidRPr="000B73EF">
        <w:rPr>
          <w:rFonts w:ascii="Tahoma" w:hAnsi="Tahoma" w:cs="Tahoma"/>
          <w:b/>
          <w:sz w:val="16"/>
        </w:rPr>
        <w:t>Q1</w:t>
      </w:r>
      <w:r w:rsidR="00214916" w:rsidRPr="000B73EF">
        <w:rPr>
          <w:rFonts w:ascii="Tahoma" w:hAnsi="Tahoma" w:cs="Tahoma"/>
          <w:b/>
          <w:sz w:val="16"/>
        </w:rPr>
        <w:t>53</w:t>
      </w:r>
      <w:r w:rsidR="00E8545E" w:rsidRPr="000B73EF">
        <w:tab/>
        <w:t xml:space="preserve">Overall, would you say it is good for </w:t>
      </w:r>
      <w:r w:rsidR="00E8545E" w:rsidRPr="000B73EF">
        <w:rPr>
          <w:b/>
        </w:rPr>
        <w:t>(survey country)</w:t>
      </w:r>
      <w:r w:rsidR="00E8545E" w:rsidRPr="000B73EF">
        <w:t xml:space="preserve"> or bad for </w:t>
      </w:r>
      <w:r w:rsidR="00E8545E" w:rsidRPr="000B73EF">
        <w:rPr>
          <w:b/>
        </w:rPr>
        <w:t>(survey country)</w:t>
      </w:r>
      <w:r w:rsidR="00E8545E" w:rsidRPr="000B73EF">
        <w:t xml:space="preserve"> that many of its citizens live in the U.S.? </w:t>
      </w:r>
    </w:p>
    <w:p w:rsidR="00E8545E" w:rsidRPr="000B73EF" w:rsidRDefault="00E8545E" w:rsidP="00E8545E">
      <w:pPr>
        <w:pStyle w:val="QuestionResponse"/>
      </w:pPr>
      <w:r w:rsidRPr="000B73EF">
        <w:t>1</w:t>
      </w:r>
      <w:r w:rsidRPr="000B73EF">
        <w:tab/>
        <w:t xml:space="preserve">Good for </w:t>
      </w:r>
      <w:r w:rsidRPr="000B73EF">
        <w:rPr>
          <w:b/>
        </w:rPr>
        <w:t>(survey country)</w:t>
      </w:r>
    </w:p>
    <w:p w:rsidR="00E8545E" w:rsidRPr="000B73EF" w:rsidRDefault="00E8545E" w:rsidP="00E8545E">
      <w:pPr>
        <w:pStyle w:val="QuestionResponse"/>
      </w:pPr>
      <w:r w:rsidRPr="000B73EF">
        <w:t>2</w:t>
      </w:r>
      <w:r w:rsidRPr="000B73EF">
        <w:tab/>
        <w:t xml:space="preserve">Bad for </w:t>
      </w:r>
      <w:r w:rsidRPr="000B73EF">
        <w:rPr>
          <w:b/>
        </w:rPr>
        <w:t>(survey country)</w:t>
      </w:r>
    </w:p>
    <w:p w:rsidR="00E8545E" w:rsidRPr="000B73EF" w:rsidRDefault="00E8545E" w:rsidP="00E8545E">
      <w:pPr>
        <w:pStyle w:val="QuestionResponse"/>
      </w:pPr>
      <w:r w:rsidRPr="000B73EF">
        <w:t>8</w:t>
      </w:r>
      <w:r w:rsidRPr="000B73EF">
        <w:tab/>
        <w:t>Don’t know (DO NOT READ)</w:t>
      </w:r>
    </w:p>
    <w:p w:rsidR="00E8545E" w:rsidRPr="000B73EF" w:rsidRDefault="00E8545E" w:rsidP="009C6733">
      <w:pPr>
        <w:pStyle w:val="QuestionResponseLast"/>
      </w:pPr>
      <w:r w:rsidRPr="000B73EF">
        <w:t>9</w:t>
      </w:r>
      <w:r w:rsidRPr="000B73EF">
        <w:tab/>
        <w:t>Refused (DO NOT READ)</w:t>
      </w:r>
    </w:p>
    <w:p w:rsidR="00E8545E" w:rsidRPr="000B73EF" w:rsidRDefault="00E8545E" w:rsidP="00E8545E">
      <w:pPr>
        <w:pStyle w:val="QuestionInstruction"/>
      </w:pPr>
      <w:r w:rsidRPr="000B73EF">
        <w:t>ASK ALL IN MEXICO ONLY</w:t>
      </w:r>
    </w:p>
    <w:p w:rsidR="00E8545E" w:rsidRPr="000B73EF" w:rsidRDefault="0054085C" w:rsidP="00E8545E">
      <w:pPr>
        <w:pStyle w:val="Question"/>
      </w:pPr>
      <w:r w:rsidRPr="000B73EF">
        <w:rPr>
          <w:rFonts w:ascii="Tahoma" w:hAnsi="Tahoma" w:cs="Tahoma"/>
          <w:b/>
          <w:sz w:val="16"/>
        </w:rPr>
        <w:t>Q1</w:t>
      </w:r>
      <w:r w:rsidR="00214916" w:rsidRPr="000B73EF">
        <w:rPr>
          <w:rFonts w:ascii="Tahoma" w:hAnsi="Tahoma" w:cs="Tahoma"/>
          <w:b/>
          <w:sz w:val="16"/>
        </w:rPr>
        <w:t>54</w:t>
      </w:r>
      <w:r w:rsidR="00E8545E" w:rsidRPr="000B73EF">
        <w:tab/>
        <w:t xml:space="preserve">Do you support or oppose using the Mexican army to fight drug traffickers?  </w:t>
      </w:r>
    </w:p>
    <w:p w:rsidR="00E8545E" w:rsidRPr="000B73EF" w:rsidRDefault="00E8545E" w:rsidP="00E8545E">
      <w:pPr>
        <w:pStyle w:val="QuestionResponse"/>
      </w:pPr>
      <w:r w:rsidRPr="000B73EF">
        <w:t>1</w:t>
      </w:r>
      <w:r w:rsidRPr="000B73EF">
        <w:tab/>
        <w:t>Support</w:t>
      </w:r>
    </w:p>
    <w:p w:rsidR="00E8545E" w:rsidRPr="000B73EF" w:rsidRDefault="00E8545E" w:rsidP="00E8545E">
      <w:pPr>
        <w:pStyle w:val="QuestionResponse"/>
      </w:pPr>
      <w:r w:rsidRPr="000B73EF">
        <w:t>2</w:t>
      </w:r>
      <w:r w:rsidRPr="000B73EF">
        <w:tab/>
        <w:t>Oppose</w:t>
      </w:r>
    </w:p>
    <w:p w:rsidR="00E8545E" w:rsidRPr="000B73EF" w:rsidRDefault="00E8545E" w:rsidP="00E8545E">
      <w:pPr>
        <w:pStyle w:val="QuestionResponse"/>
      </w:pPr>
      <w:r w:rsidRPr="000B73EF">
        <w:t>8</w:t>
      </w:r>
      <w:r w:rsidRPr="000B73EF">
        <w:tab/>
        <w:t>Don’t know (DO NOT READ)</w:t>
      </w:r>
    </w:p>
    <w:p w:rsidR="00E8545E" w:rsidRPr="000B73EF" w:rsidRDefault="00E8545E" w:rsidP="00E8545E">
      <w:pPr>
        <w:pStyle w:val="QuestionResponseLast"/>
      </w:pPr>
      <w:r w:rsidRPr="000B73EF">
        <w:t>9</w:t>
      </w:r>
      <w:r w:rsidRPr="000B73EF">
        <w:tab/>
        <w:t>Refused (DO NOT READ)</w:t>
      </w:r>
    </w:p>
    <w:p w:rsidR="00E8545E" w:rsidRPr="000B73EF" w:rsidRDefault="00E8545E" w:rsidP="00E8545E">
      <w:pPr>
        <w:pStyle w:val="QuestionInstruction"/>
      </w:pPr>
      <w:r w:rsidRPr="000B73EF">
        <w:t>ASK ALL IN EL SALVADOR</w:t>
      </w:r>
    </w:p>
    <w:p w:rsidR="00E8545E" w:rsidRPr="000B73EF" w:rsidRDefault="00351AC9" w:rsidP="00E8545E">
      <w:pPr>
        <w:pStyle w:val="Question"/>
      </w:pPr>
      <w:r w:rsidRPr="000B73EF">
        <w:rPr>
          <w:rFonts w:ascii="Tahoma" w:hAnsi="Tahoma" w:cs="Tahoma"/>
          <w:b/>
          <w:sz w:val="16"/>
        </w:rPr>
        <w:t>Q1</w:t>
      </w:r>
      <w:r w:rsidR="00214916" w:rsidRPr="000B73EF">
        <w:rPr>
          <w:rFonts w:ascii="Tahoma" w:hAnsi="Tahoma" w:cs="Tahoma"/>
          <w:b/>
          <w:sz w:val="16"/>
        </w:rPr>
        <w:t>55</w:t>
      </w:r>
      <w:r w:rsidR="00E8545E" w:rsidRPr="000B73EF">
        <w:tab/>
        <w:t xml:space="preserve">Do you support or oppose using the Salvadoran army to fight urban gangs?  </w:t>
      </w:r>
    </w:p>
    <w:p w:rsidR="00E8545E" w:rsidRPr="000B73EF" w:rsidRDefault="00E8545E" w:rsidP="00E8545E">
      <w:pPr>
        <w:pStyle w:val="QuestionResponse"/>
      </w:pPr>
      <w:r w:rsidRPr="000B73EF">
        <w:t>1</w:t>
      </w:r>
      <w:r w:rsidRPr="000B73EF">
        <w:tab/>
        <w:t>Support</w:t>
      </w:r>
    </w:p>
    <w:p w:rsidR="00E8545E" w:rsidRPr="000B73EF" w:rsidRDefault="00E8545E" w:rsidP="00E8545E">
      <w:pPr>
        <w:pStyle w:val="QuestionResponse"/>
      </w:pPr>
      <w:r w:rsidRPr="000B73EF">
        <w:t>2</w:t>
      </w:r>
      <w:r w:rsidRPr="000B73EF">
        <w:tab/>
        <w:t>Oppose</w:t>
      </w:r>
    </w:p>
    <w:p w:rsidR="00E8545E" w:rsidRPr="000B73EF" w:rsidRDefault="00E8545E" w:rsidP="00E8545E">
      <w:pPr>
        <w:pStyle w:val="QuestionResponse"/>
      </w:pPr>
      <w:r w:rsidRPr="000B73EF">
        <w:t>8</w:t>
      </w:r>
      <w:r w:rsidRPr="000B73EF">
        <w:tab/>
        <w:t>Don’t know (DO NOT READ)</w:t>
      </w:r>
    </w:p>
    <w:p w:rsidR="00E8545E" w:rsidRPr="000B73EF" w:rsidRDefault="00E8545E" w:rsidP="00E8545E">
      <w:pPr>
        <w:pStyle w:val="QuestionResponseLast"/>
      </w:pPr>
      <w:r w:rsidRPr="000B73EF">
        <w:t>9</w:t>
      </w:r>
      <w:r w:rsidRPr="000B73EF">
        <w:tab/>
        <w:t>Refused (DO NOT READ)</w:t>
      </w:r>
    </w:p>
    <w:p w:rsidR="00E8545E" w:rsidRPr="000B73EF" w:rsidRDefault="00E8545E" w:rsidP="00E8545E">
      <w:pPr>
        <w:pStyle w:val="QuestionInstruction"/>
      </w:pPr>
      <w:r w:rsidRPr="000B73EF">
        <w:lastRenderedPageBreak/>
        <w:t>ASK ALL IN MEXICO ONLY</w:t>
      </w:r>
    </w:p>
    <w:p w:rsidR="00E8545E" w:rsidRPr="000B73EF" w:rsidRDefault="00351AC9" w:rsidP="00E8545E">
      <w:pPr>
        <w:pStyle w:val="Question"/>
      </w:pPr>
      <w:r w:rsidRPr="000B73EF">
        <w:rPr>
          <w:rFonts w:ascii="Tahoma" w:hAnsi="Tahoma" w:cs="Tahoma"/>
          <w:b/>
          <w:sz w:val="16"/>
        </w:rPr>
        <w:t>Q1</w:t>
      </w:r>
      <w:r w:rsidR="00214916" w:rsidRPr="000B73EF">
        <w:rPr>
          <w:rFonts w:ascii="Tahoma" w:hAnsi="Tahoma" w:cs="Tahoma"/>
          <w:b/>
          <w:sz w:val="16"/>
        </w:rPr>
        <w:t>56</w:t>
      </w:r>
      <w:r w:rsidR="00E8545E" w:rsidRPr="000B73EF">
        <w:rPr>
          <w:i/>
        </w:rPr>
        <w:tab/>
      </w:r>
      <w:r w:rsidR="00E8545E" w:rsidRPr="000B73EF">
        <w:t xml:space="preserve">Do you think that the Mexican government is making progress in its campaign against the drug traffickers, losing ground, or are things about the same as they have been in the past? </w:t>
      </w:r>
    </w:p>
    <w:p w:rsidR="00E8545E" w:rsidRPr="000B73EF" w:rsidRDefault="00E8545E" w:rsidP="00E8545E">
      <w:pPr>
        <w:pStyle w:val="QuestionResponse"/>
      </w:pPr>
      <w:r w:rsidRPr="000B73EF">
        <w:t>1</w:t>
      </w:r>
      <w:r w:rsidRPr="000B73EF">
        <w:tab/>
        <w:t>Making progress</w:t>
      </w:r>
    </w:p>
    <w:p w:rsidR="00E8545E" w:rsidRPr="000B73EF" w:rsidRDefault="00E8545E" w:rsidP="00E8545E">
      <w:pPr>
        <w:pStyle w:val="QuestionResponse"/>
      </w:pPr>
      <w:r w:rsidRPr="000B73EF">
        <w:t>2</w:t>
      </w:r>
      <w:r w:rsidRPr="000B73EF">
        <w:tab/>
        <w:t>Losing ground</w:t>
      </w:r>
    </w:p>
    <w:p w:rsidR="00E8545E" w:rsidRPr="000B73EF" w:rsidRDefault="00E8545E" w:rsidP="00E8545E">
      <w:pPr>
        <w:pStyle w:val="QuestionResponse"/>
      </w:pPr>
      <w:r w:rsidRPr="000B73EF">
        <w:t>3</w:t>
      </w:r>
      <w:r w:rsidRPr="000B73EF">
        <w:tab/>
        <w:t>Same as they have been in the past</w:t>
      </w:r>
    </w:p>
    <w:p w:rsidR="00E8545E" w:rsidRPr="000B73EF" w:rsidRDefault="00E8545E" w:rsidP="00E8545E">
      <w:pPr>
        <w:pStyle w:val="QuestionResponse"/>
      </w:pPr>
      <w:r w:rsidRPr="000B73EF">
        <w:t>8</w:t>
      </w:r>
      <w:r w:rsidRPr="000B73EF">
        <w:tab/>
        <w:t>Don’t know (DO NOT READ)</w:t>
      </w:r>
    </w:p>
    <w:p w:rsidR="00E8545E" w:rsidRPr="000B73EF" w:rsidRDefault="00E8545E" w:rsidP="00E8545E">
      <w:pPr>
        <w:pStyle w:val="QuestionResponseLast"/>
      </w:pPr>
      <w:r w:rsidRPr="000B73EF">
        <w:t>9</w:t>
      </w:r>
      <w:r w:rsidRPr="000B73EF">
        <w:tab/>
        <w:t>Refused (DO NOT READ)</w:t>
      </w:r>
      <w:r w:rsidR="003A1BF8">
        <w:t xml:space="preserve"> </w:t>
      </w:r>
    </w:p>
    <w:p w:rsidR="00E8545E" w:rsidRPr="000B73EF" w:rsidRDefault="00E8545E" w:rsidP="00E8545E">
      <w:pPr>
        <w:pStyle w:val="QuestionInstruction"/>
      </w:pPr>
      <w:r w:rsidRPr="000B73EF">
        <w:t>ASK ALL IN EL SALVADOR ONLY</w:t>
      </w:r>
    </w:p>
    <w:p w:rsidR="00E8545E" w:rsidRPr="000B73EF" w:rsidRDefault="00351AC9" w:rsidP="00E8545E">
      <w:pPr>
        <w:pStyle w:val="Question"/>
      </w:pPr>
      <w:r w:rsidRPr="000B73EF">
        <w:rPr>
          <w:rFonts w:ascii="Tahoma" w:hAnsi="Tahoma" w:cs="Tahoma"/>
          <w:b/>
          <w:sz w:val="16"/>
        </w:rPr>
        <w:t>Q1</w:t>
      </w:r>
      <w:r w:rsidR="00214916" w:rsidRPr="000B73EF">
        <w:rPr>
          <w:rFonts w:ascii="Tahoma" w:hAnsi="Tahoma" w:cs="Tahoma"/>
          <w:b/>
          <w:sz w:val="16"/>
        </w:rPr>
        <w:t>57</w:t>
      </w:r>
      <w:r w:rsidR="00E8545E" w:rsidRPr="000B73EF">
        <w:rPr>
          <w:i/>
        </w:rPr>
        <w:tab/>
      </w:r>
      <w:r w:rsidR="00E8545E" w:rsidRPr="000B73EF">
        <w:t xml:space="preserve">Do you think that the Salvadoran government is making progress in its campaign against urban gangs, losing ground, or are things about the same as they have been in the past? </w:t>
      </w:r>
    </w:p>
    <w:p w:rsidR="00E8545E" w:rsidRPr="000B73EF" w:rsidRDefault="00E8545E" w:rsidP="00E8545E">
      <w:pPr>
        <w:pStyle w:val="QuestionResponse"/>
      </w:pPr>
      <w:r w:rsidRPr="000B73EF">
        <w:t>1</w:t>
      </w:r>
      <w:r w:rsidRPr="000B73EF">
        <w:tab/>
        <w:t>Making progress</w:t>
      </w:r>
    </w:p>
    <w:p w:rsidR="00E8545E" w:rsidRPr="000B73EF" w:rsidRDefault="00E8545E" w:rsidP="00E8545E">
      <w:pPr>
        <w:pStyle w:val="QuestionResponse"/>
      </w:pPr>
      <w:r w:rsidRPr="000B73EF">
        <w:t>2</w:t>
      </w:r>
      <w:r w:rsidRPr="000B73EF">
        <w:tab/>
        <w:t>Losing ground</w:t>
      </w:r>
    </w:p>
    <w:p w:rsidR="00E8545E" w:rsidRPr="000B73EF" w:rsidRDefault="00E8545E" w:rsidP="00E8545E">
      <w:pPr>
        <w:pStyle w:val="QuestionResponse"/>
      </w:pPr>
      <w:r w:rsidRPr="000B73EF">
        <w:t>3</w:t>
      </w:r>
      <w:r w:rsidRPr="000B73EF">
        <w:tab/>
        <w:t>Same as they have been in the past</w:t>
      </w:r>
    </w:p>
    <w:p w:rsidR="00E8545E" w:rsidRPr="000B73EF" w:rsidRDefault="00E8545E" w:rsidP="00E8545E">
      <w:pPr>
        <w:pStyle w:val="QuestionResponse"/>
      </w:pPr>
      <w:r w:rsidRPr="000B73EF">
        <w:t>8</w:t>
      </w:r>
      <w:r w:rsidRPr="000B73EF">
        <w:tab/>
        <w:t>Don’t know (DO NOT READ)</w:t>
      </w:r>
    </w:p>
    <w:p w:rsidR="00E8545E" w:rsidRPr="000B73EF" w:rsidRDefault="00E8545E" w:rsidP="00E8545E">
      <w:pPr>
        <w:pStyle w:val="QuestionResponseLast"/>
      </w:pPr>
      <w:r w:rsidRPr="000B73EF">
        <w:t>9</w:t>
      </w:r>
      <w:r w:rsidRPr="000B73EF">
        <w:tab/>
        <w:t>Refused (DO NOT READ)</w:t>
      </w:r>
    </w:p>
    <w:p w:rsidR="00E8545E" w:rsidRPr="000B73EF" w:rsidRDefault="00E8545E" w:rsidP="00E8545E">
      <w:pPr>
        <w:pStyle w:val="QuestionInstruction"/>
      </w:pPr>
      <w:r w:rsidRPr="000B73EF">
        <w:t>ASK ALL IN MEXICO ONLY</w:t>
      </w:r>
    </w:p>
    <w:p w:rsidR="00E8545E" w:rsidRPr="000B73EF" w:rsidRDefault="00351AC9" w:rsidP="00E8545E">
      <w:pPr>
        <w:pStyle w:val="Question"/>
        <w:rPr>
          <w:i/>
        </w:rPr>
      </w:pPr>
      <w:r w:rsidRPr="000B73EF">
        <w:rPr>
          <w:rFonts w:ascii="Tahoma" w:hAnsi="Tahoma" w:cs="Tahoma"/>
          <w:b/>
          <w:sz w:val="16"/>
        </w:rPr>
        <w:t>Q1</w:t>
      </w:r>
      <w:r w:rsidR="00214916" w:rsidRPr="000B73EF">
        <w:rPr>
          <w:rFonts w:ascii="Tahoma" w:hAnsi="Tahoma" w:cs="Tahoma"/>
          <w:b/>
          <w:sz w:val="16"/>
        </w:rPr>
        <w:t>58</w:t>
      </w:r>
      <w:r w:rsidR="00E8545E" w:rsidRPr="000B73EF">
        <w:tab/>
        <w:t xml:space="preserve">Now I’m going to read you a list of things the United States might do to help the Mexican government combat drug traffickers in our country.  For each one, please tell me whether you would support or oppose it. </w:t>
      </w:r>
    </w:p>
    <w:p w:rsidR="00E8545E" w:rsidRPr="000B73EF" w:rsidRDefault="00E8545E" w:rsidP="00E8545E">
      <w:pPr>
        <w:pStyle w:val="QuestionList"/>
      </w:pPr>
      <w:r w:rsidRPr="000B73EF">
        <w:rPr>
          <w:b/>
        </w:rPr>
        <w:t>a.</w:t>
      </w:r>
      <w:r w:rsidRPr="000B73EF">
        <w:tab/>
        <w:t>Training Mexican police and military personnel</w:t>
      </w:r>
      <w:r w:rsidRPr="000B73EF">
        <w:tab/>
      </w:r>
    </w:p>
    <w:p w:rsidR="00E8545E" w:rsidRPr="000B73EF" w:rsidRDefault="00E8545E" w:rsidP="00E8545E">
      <w:pPr>
        <w:pStyle w:val="QuestionList"/>
      </w:pPr>
      <w:r w:rsidRPr="000B73EF">
        <w:rPr>
          <w:b/>
        </w:rPr>
        <w:t>b.</w:t>
      </w:r>
      <w:r w:rsidRPr="000B73EF">
        <w:tab/>
        <w:t>Providing money and weapons to the Mexican police and military personnel</w:t>
      </w:r>
      <w:r w:rsidRPr="000B73EF">
        <w:tab/>
      </w:r>
    </w:p>
    <w:p w:rsidR="00E8545E" w:rsidRPr="000B73EF" w:rsidRDefault="00E8545E" w:rsidP="00E8545E">
      <w:pPr>
        <w:pStyle w:val="QuestionListLast"/>
        <w:rPr>
          <w:sz w:val="20"/>
          <w:szCs w:val="20"/>
        </w:rPr>
      </w:pPr>
      <w:r w:rsidRPr="000B73EF">
        <w:rPr>
          <w:b/>
          <w:sz w:val="20"/>
          <w:szCs w:val="20"/>
        </w:rPr>
        <w:t>c.</w:t>
      </w:r>
      <w:r w:rsidRPr="000B73EF">
        <w:rPr>
          <w:sz w:val="20"/>
          <w:szCs w:val="20"/>
        </w:rPr>
        <w:tab/>
        <w:t xml:space="preserve">Deploying U.S. troops in Mexico </w:t>
      </w:r>
    </w:p>
    <w:p w:rsidR="00E8545E" w:rsidRPr="000B73EF" w:rsidRDefault="00E8545E" w:rsidP="00E8545E">
      <w:pPr>
        <w:pStyle w:val="QuestionResponse"/>
      </w:pPr>
      <w:r w:rsidRPr="000B73EF">
        <w:t>1</w:t>
      </w:r>
      <w:r w:rsidRPr="000B73EF">
        <w:tab/>
        <w:t>Support</w:t>
      </w:r>
    </w:p>
    <w:p w:rsidR="00E8545E" w:rsidRPr="000B73EF" w:rsidRDefault="00E8545E" w:rsidP="00E8545E">
      <w:pPr>
        <w:pStyle w:val="QuestionResponse"/>
      </w:pPr>
      <w:r w:rsidRPr="000B73EF">
        <w:t>2</w:t>
      </w:r>
      <w:r w:rsidRPr="000B73EF">
        <w:tab/>
        <w:t>Oppose</w:t>
      </w:r>
    </w:p>
    <w:p w:rsidR="00E8545E" w:rsidRPr="000B73EF" w:rsidRDefault="00E8545E" w:rsidP="00E8545E">
      <w:pPr>
        <w:pStyle w:val="QuestionResponse"/>
      </w:pPr>
      <w:r w:rsidRPr="000B73EF">
        <w:t>8</w:t>
      </w:r>
      <w:r w:rsidRPr="000B73EF">
        <w:tab/>
        <w:t>Don’t know (DO NOT READ)</w:t>
      </w:r>
    </w:p>
    <w:p w:rsidR="00E8545E" w:rsidRPr="000B73EF" w:rsidRDefault="00E8545E" w:rsidP="00E8545E">
      <w:pPr>
        <w:pStyle w:val="QuestionResponseLast"/>
      </w:pPr>
      <w:r w:rsidRPr="000B73EF">
        <w:t>9</w:t>
      </w:r>
      <w:r w:rsidRPr="000B73EF">
        <w:tab/>
        <w:t>Refused (DO NOT READ)</w:t>
      </w:r>
    </w:p>
    <w:p w:rsidR="00E8545E" w:rsidRPr="000B73EF" w:rsidRDefault="00E8545E" w:rsidP="00E8545E">
      <w:pPr>
        <w:pStyle w:val="QuestionInstruction"/>
      </w:pPr>
      <w:r w:rsidRPr="000B73EF">
        <w:t>ASK ALL IN MEXICO ONLY</w:t>
      </w:r>
    </w:p>
    <w:p w:rsidR="00E8545E" w:rsidRPr="000B73EF" w:rsidRDefault="00351AC9" w:rsidP="00E8545E">
      <w:pPr>
        <w:pStyle w:val="Question"/>
        <w:rPr>
          <w:i/>
          <w:iCs/>
        </w:rPr>
      </w:pPr>
      <w:r w:rsidRPr="000B73EF">
        <w:rPr>
          <w:rFonts w:ascii="Tahoma" w:hAnsi="Tahoma" w:cs="Tahoma"/>
          <w:b/>
          <w:sz w:val="16"/>
        </w:rPr>
        <w:t>Q1</w:t>
      </w:r>
      <w:r w:rsidR="00214916" w:rsidRPr="000B73EF">
        <w:rPr>
          <w:rFonts w:ascii="Tahoma" w:hAnsi="Tahoma" w:cs="Tahoma"/>
          <w:b/>
          <w:sz w:val="16"/>
        </w:rPr>
        <w:t>59</w:t>
      </w:r>
      <w:r w:rsidR="00E8545E" w:rsidRPr="000B73EF">
        <w:tab/>
        <w:t xml:space="preserve">Which comes closest to describing your view?  The United States is mostly to blame for the drug violence in Mexico, OR Mexico is mostly to blame for the drug violence, OR both are to blame.  </w:t>
      </w:r>
    </w:p>
    <w:p w:rsidR="00E8545E" w:rsidRPr="000B73EF" w:rsidRDefault="00E8545E" w:rsidP="00E8545E">
      <w:pPr>
        <w:pStyle w:val="QuestionResponse"/>
      </w:pPr>
      <w:r w:rsidRPr="000B73EF">
        <w:t>1</w:t>
      </w:r>
      <w:r w:rsidRPr="000B73EF">
        <w:tab/>
        <w:t>U.S.</w:t>
      </w:r>
    </w:p>
    <w:p w:rsidR="00E8545E" w:rsidRPr="000B73EF" w:rsidRDefault="00E8545E" w:rsidP="00E8545E">
      <w:pPr>
        <w:pStyle w:val="QuestionResponse"/>
      </w:pPr>
      <w:r w:rsidRPr="000B73EF">
        <w:t>2</w:t>
      </w:r>
      <w:r w:rsidRPr="000B73EF">
        <w:tab/>
        <w:t>Mexico</w:t>
      </w:r>
    </w:p>
    <w:p w:rsidR="00E8545E" w:rsidRPr="000B73EF" w:rsidRDefault="00E8545E" w:rsidP="00E8545E">
      <w:pPr>
        <w:pStyle w:val="QuestionResponse"/>
      </w:pPr>
      <w:r w:rsidRPr="000B73EF">
        <w:t xml:space="preserve">3 </w:t>
      </w:r>
      <w:r w:rsidRPr="000B73EF">
        <w:tab/>
        <w:t>Both</w:t>
      </w:r>
    </w:p>
    <w:p w:rsidR="00E8545E" w:rsidRPr="000B73EF" w:rsidRDefault="00E8545E" w:rsidP="00E8545E">
      <w:pPr>
        <w:pStyle w:val="QuestionResponse"/>
      </w:pPr>
      <w:r w:rsidRPr="000B73EF">
        <w:t>4</w:t>
      </w:r>
      <w:r w:rsidRPr="000B73EF">
        <w:tab/>
        <w:t>Neither (DO NOT READ)</w:t>
      </w:r>
    </w:p>
    <w:p w:rsidR="00E8545E" w:rsidRPr="000B73EF" w:rsidRDefault="00E8545E" w:rsidP="00E8545E">
      <w:pPr>
        <w:pStyle w:val="QuestionResponse"/>
      </w:pPr>
      <w:r w:rsidRPr="000B73EF">
        <w:t>8</w:t>
      </w:r>
      <w:r w:rsidRPr="000B73EF">
        <w:tab/>
        <w:t>Don’t know (DO NOT READ)</w:t>
      </w:r>
    </w:p>
    <w:p w:rsidR="00E8545E" w:rsidRPr="000B73EF" w:rsidRDefault="00E8545E" w:rsidP="00E8545E">
      <w:pPr>
        <w:pStyle w:val="QuestionResponseLast"/>
      </w:pPr>
      <w:r w:rsidRPr="000B73EF">
        <w:t>9</w:t>
      </w:r>
      <w:r w:rsidRPr="000B73EF">
        <w:tab/>
        <w:t>Refused (DO NOT READ)</w:t>
      </w:r>
    </w:p>
    <w:p w:rsidR="00E8545E" w:rsidRPr="000B73EF" w:rsidRDefault="00E8545E" w:rsidP="009C6733">
      <w:pPr>
        <w:pStyle w:val="QuestionInstruction"/>
      </w:pPr>
      <w:r w:rsidRPr="000B73EF">
        <w:lastRenderedPageBreak/>
        <w:t xml:space="preserve">ASK </w:t>
      </w:r>
      <w:r w:rsidR="00FD7DB2">
        <w:t xml:space="preserve">ALL IN </w:t>
      </w:r>
      <w:r w:rsidRPr="000B73EF">
        <w:t xml:space="preserve">MEXICO ONLY   </w:t>
      </w:r>
    </w:p>
    <w:p w:rsidR="00E8545E" w:rsidRPr="000B73EF" w:rsidRDefault="00351AC9" w:rsidP="009C6733">
      <w:pPr>
        <w:pStyle w:val="Question"/>
        <w:rPr>
          <w:i/>
        </w:rPr>
      </w:pPr>
      <w:r w:rsidRPr="000B73EF">
        <w:rPr>
          <w:rFonts w:ascii="Tahoma" w:hAnsi="Tahoma" w:cs="Tahoma"/>
          <w:b/>
          <w:sz w:val="16"/>
        </w:rPr>
        <w:t>Q1</w:t>
      </w:r>
      <w:r w:rsidR="00214916" w:rsidRPr="000B73EF">
        <w:rPr>
          <w:rFonts w:ascii="Tahoma" w:hAnsi="Tahoma" w:cs="Tahoma"/>
          <w:b/>
          <w:sz w:val="16"/>
        </w:rPr>
        <w:t>60</w:t>
      </w:r>
      <w:r w:rsidR="00E8545E" w:rsidRPr="000B73EF">
        <w:tab/>
        <w:t xml:space="preserve">All in all, do you think the economic ties between Mexico and the United States are very </w:t>
      </w:r>
      <w:r w:rsidR="00214916" w:rsidRPr="000B73EF">
        <w:tab/>
      </w:r>
      <w:r w:rsidR="00E8545E" w:rsidRPr="000B73EF">
        <w:t>good, somewhat good, somewhat bad or very bad for our country?</w:t>
      </w:r>
      <w:r w:rsidR="00E8545E" w:rsidRPr="000B73EF">
        <w:rPr>
          <w:i/>
        </w:rPr>
        <w:t xml:space="preserve"> </w:t>
      </w:r>
    </w:p>
    <w:p w:rsidR="00E8545E" w:rsidRPr="000B73EF" w:rsidRDefault="00E8545E" w:rsidP="00E8545E">
      <w:pPr>
        <w:pStyle w:val="QuestionResponse"/>
      </w:pPr>
      <w:r w:rsidRPr="000B73EF">
        <w:t>1</w:t>
      </w:r>
      <w:r w:rsidRPr="000B73EF">
        <w:tab/>
        <w:t>Very good</w:t>
      </w:r>
    </w:p>
    <w:p w:rsidR="00E8545E" w:rsidRPr="000B73EF" w:rsidRDefault="00E8545E" w:rsidP="00E8545E">
      <w:pPr>
        <w:pStyle w:val="QuestionResponse"/>
      </w:pPr>
      <w:r w:rsidRPr="000B73EF">
        <w:t>2</w:t>
      </w:r>
      <w:r w:rsidRPr="000B73EF">
        <w:tab/>
        <w:t>Somewhat good</w:t>
      </w:r>
    </w:p>
    <w:p w:rsidR="00E8545E" w:rsidRPr="000B73EF" w:rsidRDefault="00E8545E" w:rsidP="00E8545E">
      <w:pPr>
        <w:pStyle w:val="QuestionResponse"/>
      </w:pPr>
      <w:r w:rsidRPr="000B73EF">
        <w:t>3</w:t>
      </w:r>
      <w:r w:rsidRPr="000B73EF">
        <w:tab/>
        <w:t>Somewhat bad</w:t>
      </w:r>
    </w:p>
    <w:p w:rsidR="00E8545E" w:rsidRPr="000B73EF" w:rsidRDefault="00E8545E" w:rsidP="00E8545E">
      <w:pPr>
        <w:pStyle w:val="QuestionResponse"/>
      </w:pPr>
      <w:r w:rsidRPr="000B73EF">
        <w:t>4</w:t>
      </w:r>
      <w:r w:rsidRPr="000B73EF">
        <w:tab/>
        <w:t>Very bad</w:t>
      </w:r>
    </w:p>
    <w:p w:rsidR="00E8545E" w:rsidRPr="000B73EF" w:rsidRDefault="00E8545E" w:rsidP="00E8545E">
      <w:pPr>
        <w:pStyle w:val="QuestionResponse"/>
      </w:pPr>
      <w:r w:rsidRPr="000B73EF">
        <w:t>8</w:t>
      </w:r>
      <w:r w:rsidRPr="000B73EF">
        <w:tab/>
        <w:t>Don’t know (DO NOT READ)</w:t>
      </w:r>
    </w:p>
    <w:p w:rsidR="00E8545E" w:rsidRPr="000B73EF" w:rsidRDefault="00E8545E" w:rsidP="009C6733">
      <w:pPr>
        <w:pStyle w:val="QuestionResponseLast"/>
      </w:pPr>
      <w:r w:rsidRPr="000B73EF">
        <w:t>9</w:t>
      </w:r>
      <w:r w:rsidRPr="000B73EF">
        <w:tab/>
      </w:r>
      <w:r w:rsidRPr="009C6733">
        <w:t>Refused</w:t>
      </w:r>
      <w:r w:rsidRPr="000B73EF">
        <w:t xml:space="preserve"> (DO NOT READ)</w:t>
      </w:r>
    </w:p>
    <w:p w:rsidR="00451C08" w:rsidRPr="00A3456B" w:rsidRDefault="00451C08" w:rsidP="00A3456B">
      <w:pPr>
        <w:pStyle w:val="QuestionInstruction"/>
        <w:rPr>
          <w:caps/>
        </w:rPr>
      </w:pPr>
      <w:r w:rsidRPr="00A70858">
        <w:rPr>
          <w:caps/>
        </w:rPr>
        <w:t xml:space="preserve">ASK ALL IN </w:t>
      </w:r>
      <w:r w:rsidR="000F1C3C">
        <w:rPr>
          <w:caps/>
        </w:rPr>
        <w:t xml:space="preserve">Ghana, Kenya, Nigeria, </w:t>
      </w:r>
      <w:r w:rsidR="00A3456B" w:rsidRPr="00A70858">
        <w:rPr>
          <w:caps/>
        </w:rPr>
        <w:t xml:space="preserve">Senegal, South Africa, and Uganda </w:t>
      </w:r>
      <w:r w:rsidRPr="00A70858">
        <w:rPr>
          <w:caps/>
        </w:rPr>
        <w:t>ONLY</w:t>
      </w:r>
    </w:p>
    <w:p w:rsidR="00451C08" w:rsidRPr="000B73EF" w:rsidRDefault="00351AC9" w:rsidP="00451C08">
      <w:pPr>
        <w:pStyle w:val="Question"/>
      </w:pPr>
      <w:r w:rsidRPr="000B73EF">
        <w:rPr>
          <w:rFonts w:ascii="Tahoma" w:hAnsi="Tahoma" w:cs="Tahoma"/>
          <w:b/>
          <w:sz w:val="16"/>
        </w:rPr>
        <w:t>Q1</w:t>
      </w:r>
      <w:r w:rsidR="00D977C2" w:rsidRPr="000B73EF">
        <w:rPr>
          <w:rFonts w:ascii="Tahoma" w:hAnsi="Tahoma" w:cs="Tahoma"/>
          <w:b/>
          <w:sz w:val="16"/>
        </w:rPr>
        <w:t>61</w:t>
      </w:r>
      <w:r w:rsidR="00451C08" w:rsidRPr="000B73EF">
        <w:tab/>
        <w:t>I’m going to read you a list of things that the government might do to improve public health and health</w:t>
      </w:r>
      <w:r w:rsidR="00776F8A">
        <w:t xml:space="preserve"> </w:t>
      </w:r>
      <w:r w:rsidR="00451C08" w:rsidRPr="000B73EF">
        <w:t xml:space="preserve">care in our country. As I read each one, please tell me how much of a priority you think it should be for the </w:t>
      </w:r>
      <w:r w:rsidR="00451C08" w:rsidRPr="000B73EF">
        <w:rPr>
          <w:b/>
        </w:rPr>
        <w:t>(state or government)</w:t>
      </w:r>
      <w:r w:rsidR="00451C08" w:rsidRPr="000B73EF">
        <w:t xml:space="preserve"> – one of the most important priorities, a very important priority, a lower priority, or not a priority at all.  </w:t>
      </w:r>
      <w:r w:rsidR="00451C08" w:rsidRPr="000B73EF">
        <w:rPr>
          <w:i/>
        </w:rPr>
        <w:t>(SHOW CARD)</w:t>
      </w:r>
      <w:r w:rsidR="00451C08" w:rsidRPr="000B73EF">
        <w:t xml:space="preserve"> </w:t>
      </w:r>
    </w:p>
    <w:p w:rsidR="00451C08" w:rsidRPr="000B73EF" w:rsidRDefault="00451C08" w:rsidP="00451C08">
      <w:pPr>
        <w:pStyle w:val="QuestionList"/>
      </w:pPr>
      <w:r w:rsidRPr="000B73EF">
        <w:rPr>
          <w:b/>
        </w:rPr>
        <w:t>a.</w:t>
      </w:r>
      <w:r w:rsidRPr="000B73EF">
        <w:tab/>
        <w:t>Preventing and treating HIV/AIDS</w:t>
      </w:r>
    </w:p>
    <w:p w:rsidR="00451C08" w:rsidRPr="000B73EF" w:rsidRDefault="00451C08" w:rsidP="00451C08">
      <w:pPr>
        <w:pStyle w:val="QuestionList"/>
      </w:pPr>
      <w:r w:rsidRPr="000B73EF">
        <w:rPr>
          <w:b/>
        </w:rPr>
        <w:t>b.</w:t>
      </w:r>
      <w:r w:rsidRPr="000B73EF">
        <w:tab/>
        <w:t>Preventing and treating other infectious diseases like Tuberculosis and Malaria</w:t>
      </w:r>
    </w:p>
    <w:p w:rsidR="00451C08" w:rsidRPr="000B73EF" w:rsidRDefault="00451C08" w:rsidP="00451C08">
      <w:pPr>
        <w:pStyle w:val="QuestionList"/>
      </w:pPr>
      <w:r w:rsidRPr="000B73EF">
        <w:rPr>
          <w:b/>
        </w:rPr>
        <w:t>c.</w:t>
      </w:r>
      <w:r w:rsidRPr="000B73EF">
        <w:tab/>
        <w:t>Making sure everyone has access to good quality drinking water</w:t>
      </w:r>
    </w:p>
    <w:p w:rsidR="00451C08" w:rsidRPr="000B73EF" w:rsidRDefault="00451C08" w:rsidP="00451C08">
      <w:pPr>
        <w:pStyle w:val="QuestionList"/>
      </w:pPr>
      <w:r w:rsidRPr="000B73EF">
        <w:rPr>
          <w:b/>
        </w:rPr>
        <w:t>d.</w:t>
      </w:r>
      <w:r w:rsidRPr="000B73EF">
        <w:rPr>
          <w:b/>
        </w:rPr>
        <w:tab/>
      </w:r>
      <w:r w:rsidRPr="000B73EF">
        <w:t>Fighting hunger and malnutrition</w:t>
      </w:r>
    </w:p>
    <w:p w:rsidR="00451C08" w:rsidRPr="000B73EF" w:rsidRDefault="00451C08" w:rsidP="00451C08">
      <w:pPr>
        <w:pStyle w:val="QuestionList"/>
      </w:pPr>
      <w:r w:rsidRPr="000B73EF">
        <w:rPr>
          <w:b/>
        </w:rPr>
        <w:t>e.</w:t>
      </w:r>
      <w:r w:rsidRPr="000B73EF">
        <w:tab/>
        <w:t>Building and improving hospitals and other health care facilities</w:t>
      </w:r>
    </w:p>
    <w:p w:rsidR="00451C08" w:rsidRPr="000B73EF" w:rsidRDefault="00451C08" w:rsidP="00451C08">
      <w:pPr>
        <w:pStyle w:val="QuestionList"/>
      </w:pPr>
      <w:r w:rsidRPr="000B73EF">
        <w:rPr>
          <w:b/>
        </w:rPr>
        <w:t>f.</w:t>
      </w:r>
      <w:r w:rsidRPr="000B73EF">
        <w:tab/>
        <w:t>Increasing the number of children who get immunized</w:t>
      </w:r>
    </w:p>
    <w:p w:rsidR="00451C08" w:rsidRPr="009C6733" w:rsidRDefault="00451C08" w:rsidP="009C6733">
      <w:pPr>
        <w:pStyle w:val="QuestionListLast"/>
        <w:rPr>
          <w:sz w:val="20"/>
          <w:szCs w:val="20"/>
        </w:rPr>
      </w:pPr>
      <w:proofErr w:type="gramStart"/>
      <w:r w:rsidRPr="009C6733">
        <w:rPr>
          <w:b/>
          <w:sz w:val="20"/>
          <w:szCs w:val="20"/>
        </w:rPr>
        <w:t>g</w:t>
      </w:r>
      <w:proofErr w:type="gramEnd"/>
      <w:r w:rsidRPr="009C6733">
        <w:rPr>
          <w:b/>
          <w:sz w:val="20"/>
          <w:szCs w:val="20"/>
        </w:rPr>
        <w:t>.</w:t>
      </w:r>
      <w:r w:rsidRPr="009C6733">
        <w:rPr>
          <w:b/>
          <w:sz w:val="20"/>
          <w:szCs w:val="20"/>
        </w:rPr>
        <w:tab/>
      </w:r>
      <w:r w:rsidRPr="009C6733">
        <w:rPr>
          <w:sz w:val="20"/>
          <w:szCs w:val="20"/>
        </w:rPr>
        <w:t>Making sure women have access to good prenatal health care when they are pregnant</w:t>
      </w:r>
    </w:p>
    <w:p w:rsidR="00451C08" w:rsidRPr="000B73EF" w:rsidRDefault="00451C08" w:rsidP="00451C08">
      <w:pPr>
        <w:pStyle w:val="QuestionResponse"/>
      </w:pPr>
      <w:r w:rsidRPr="000B73EF">
        <w:t>1</w:t>
      </w:r>
      <w:r w:rsidRPr="000B73EF">
        <w:tab/>
        <w:t>One of the most important priorities</w:t>
      </w:r>
    </w:p>
    <w:p w:rsidR="00451C08" w:rsidRPr="000B73EF" w:rsidRDefault="00451C08" w:rsidP="00451C08">
      <w:pPr>
        <w:pStyle w:val="QuestionResponse"/>
      </w:pPr>
      <w:r w:rsidRPr="000B73EF">
        <w:t>2</w:t>
      </w:r>
      <w:r w:rsidRPr="000B73EF">
        <w:tab/>
        <w:t>A very important priority</w:t>
      </w:r>
    </w:p>
    <w:p w:rsidR="00451C08" w:rsidRPr="000B73EF" w:rsidRDefault="00451C08" w:rsidP="00451C08">
      <w:pPr>
        <w:pStyle w:val="QuestionResponse"/>
      </w:pPr>
      <w:r w:rsidRPr="000B73EF">
        <w:t>3</w:t>
      </w:r>
      <w:r w:rsidRPr="000B73EF">
        <w:tab/>
        <w:t>A lower priority</w:t>
      </w:r>
    </w:p>
    <w:p w:rsidR="00451C08" w:rsidRPr="000B73EF" w:rsidRDefault="00451C08" w:rsidP="00451C08">
      <w:pPr>
        <w:pStyle w:val="QuestionResponse"/>
      </w:pPr>
      <w:r w:rsidRPr="000B73EF">
        <w:t>4</w:t>
      </w:r>
      <w:r w:rsidRPr="000B73EF">
        <w:tab/>
        <w:t>Not a priority at all</w:t>
      </w:r>
    </w:p>
    <w:p w:rsidR="00451C08" w:rsidRPr="000B73EF" w:rsidRDefault="00451C08" w:rsidP="00451C08">
      <w:pPr>
        <w:pStyle w:val="QuestionResponse"/>
      </w:pPr>
      <w:r w:rsidRPr="000B73EF">
        <w:t>8</w:t>
      </w:r>
      <w:r w:rsidRPr="000B73EF">
        <w:tab/>
        <w:t>Don’t know (DO NOT READ)</w:t>
      </w:r>
    </w:p>
    <w:p w:rsidR="00451C08" w:rsidRPr="000B73EF" w:rsidRDefault="00451C08" w:rsidP="00451C08">
      <w:pPr>
        <w:pStyle w:val="QuestionResponseLast"/>
      </w:pPr>
      <w:r w:rsidRPr="000B73EF">
        <w:t>9</w:t>
      </w:r>
      <w:r w:rsidRPr="000B73EF">
        <w:tab/>
        <w:t>Refused (DO NOT READ)</w:t>
      </w:r>
    </w:p>
    <w:p w:rsidR="00A3456B" w:rsidRPr="00A3456B" w:rsidRDefault="00A3456B" w:rsidP="00A3456B">
      <w:pPr>
        <w:pStyle w:val="QuestionInstruction"/>
        <w:rPr>
          <w:caps/>
        </w:rPr>
      </w:pPr>
      <w:r w:rsidRPr="00A70858">
        <w:rPr>
          <w:caps/>
        </w:rPr>
        <w:lastRenderedPageBreak/>
        <w:t>ASK</w:t>
      </w:r>
      <w:r w:rsidR="000F1C3C">
        <w:rPr>
          <w:caps/>
        </w:rPr>
        <w:t xml:space="preserve"> ALL IN Ghana, Kenya, Nigeria, </w:t>
      </w:r>
      <w:r w:rsidRPr="00A70858">
        <w:rPr>
          <w:caps/>
        </w:rPr>
        <w:t>Senegal, South Africa, and Uganda ONLY</w:t>
      </w:r>
    </w:p>
    <w:p w:rsidR="00451C08" w:rsidRPr="000B73EF" w:rsidRDefault="00351AC9" w:rsidP="00451C08">
      <w:pPr>
        <w:pStyle w:val="Question"/>
      </w:pPr>
      <w:r w:rsidRPr="000B73EF">
        <w:rPr>
          <w:rFonts w:ascii="Tahoma" w:hAnsi="Tahoma" w:cs="Tahoma"/>
          <w:b/>
          <w:sz w:val="16"/>
        </w:rPr>
        <w:t>Q1</w:t>
      </w:r>
      <w:r w:rsidR="00D977C2" w:rsidRPr="000B73EF">
        <w:rPr>
          <w:rFonts w:ascii="Tahoma" w:hAnsi="Tahoma" w:cs="Tahoma"/>
          <w:b/>
          <w:sz w:val="16"/>
        </w:rPr>
        <w:t>62</w:t>
      </w:r>
      <w:r w:rsidR="00451C08" w:rsidRPr="000B73EF">
        <w:tab/>
        <w:t xml:space="preserve">Which of these do you think should be the most important priority for the </w:t>
      </w:r>
      <w:r w:rsidR="00451C08" w:rsidRPr="000B73EF">
        <w:rPr>
          <w:b/>
        </w:rPr>
        <w:t>(state or government)</w:t>
      </w:r>
      <w:r w:rsidR="00451C08" w:rsidRPr="000B73EF">
        <w:t xml:space="preserve">   </w:t>
      </w:r>
      <w:r w:rsidR="00451C08" w:rsidRPr="000B73EF">
        <w:rPr>
          <w:i/>
        </w:rPr>
        <w:t>(SHOW CARD)</w:t>
      </w:r>
      <w:r w:rsidR="00451C08" w:rsidRPr="000B73EF">
        <w:t xml:space="preserve"> </w:t>
      </w:r>
    </w:p>
    <w:p w:rsidR="00451C08" w:rsidRPr="000B73EF" w:rsidRDefault="00451C08" w:rsidP="009C6733">
      <w:pPr>
        <w:pStyle w:val="QuestionResponse"/>
      </w:pPr>
      <w:r w:rsidRPr="000B73EF">
        <w:t>1</w:t>
      </w:r>
      <w:r w:rsidRPr="000B73EF">
        <w:tab/>
        <w:t>Preventing and treating HIV/AIDS</w:t>
      </w:r>
    </w:p>
    <w:p w:rsidR="00451C08" w:rsidRPr="000B73EF" w:rsidRDefault="00451C08" w:rsidP="009C6733">
      <w:pPr>
        <w:pStyle w:val="QuestionResponse"/>
      </w:pPr>
      <w:r w:rsidRPr="000B73EF">
        <w:t>2</w:t>
      </w:r>
      <w:r w:rsidRPr="000B73EF">
        <w:tab/>
        <w:t>Preventing and treating other infectious diseases like Tuberculosis and Malaria</w:t>
      </w:r>
    </w:p>
    <w:p w:rsidR="00451C08" w:rsidRPr="000B73EF" w:rsidRDefault="009C6733" w:rsidP="009C6733">
      <w:pPr>
        <w:pStyle w:val="QuestionResponse"/>
      </w:pPr>
      <w:r>
        <w:t>3</w:t>
      </w:r>
      <w:r>
        <w:tab/>
      </w:r>
      <w:r w:rsidR="00451C08" w:rsidRPr="000B73EF">
        <w:t>Making sure everyone has access to good quality drinking water</w:t>
      </w:r>
    </w:p>
    <w:p w:rsidR="00451C08" w:rsidRPr="000B73EF" w:rsidRDefault="00451C08" w:rsidP="009C6733">
      <w:pPr>
        <w:pStyle w:val="QuestionResponse"/>
      </w:pPr>
      <w:r w:rsidRPr="000B73EF">
        <w:t>4</w:t>
      </w:r>
      <w:r w:rsidRPr="000B73EF">
        <w:tab/>
        <w:t>Fighting hunger and malnutrition</w:t>
      </w:r>
    </w:p>
    <w:p w:rsidR="00451C08" w:rsidRPr="000B73EF" w:rsidRDefault="00451C08" w:rsidP="009C6733">
      <w:pPr>
        <w:pStyle w:val="QuestionResponse"/>
      </w:pPr>
      <w:r w:rsidRPr="000B73EF">
        <w:t>5</w:t>
      </w:r>
      <w:r w:rsidRPr="000B73EF">
        <w:tab/>
        <w:t>Building and improving hospitals and other health care facilities</w:t>
      </w:r>
    </w:p>
    <w:p w:rsidR="00451C08" w:rsidRPr="000B73EF" w:rsidRDefault="00451C08" w:rsidP="009C6733">
      <w:pPr>
        <w:pStyle w:val="QuestionResponse"/>
      </w:pPr>
      <w:r w:rsidRPr="000B73EF">
        <w:t>6</w:t>
      </w:r>
      <w:r w:rsidRPr="000B73EF">
        <w:tab/>
        <w:t xml:space="preserve">Increasing the number of children who get immunized </w:t>
      </w:r>
    </w:p>
    <w:p w:rsidR="00451C08" w:rsidRPr="000B73EF" w:rsidRDefault="00451C08" w:rsidP="009C6733">
      <w:pPr>
        <w:pStyle w:val="QuestionResponse"/>
      </w:pPr>
      <w:r w:rsidRPr="000B73EF">
        <w:t>7</w:t>
      </w:r>
      <w:r w:rsidRPr="000B73EF">
        <w:tab/>
        <w:t xml:space="preserve">Making sure women have access to good prenatal health care when they are pregnant </w:t>
      </w:r>
    </w:p>
    <w:p w:rsidR="00451C08" w:rsidRPr="000B73EF" w:rsidRDefault="00451C08" w:rsidP="009C6733">
      <w:pPr>
        <w:pStyle w:val="QuestionResponse"/>
      </w:pPr>
      <w:r w:rsidRPr="000B73EF">
        <w:t>8</w:t>
      </w:r>
      <w:r w:rsidRPr="000B73EF">
        <w:tab/>
        <w:t>All equally important (DO NOT READ)</w:t>
      </w:r>
    </w:p>
    <w:p w:rsidR="00451C08" w:rsidRPr="000B73EF" w:rsidRDefault="00451C08" w:rsidP="009C6733">
      <w:pPr>
        <w:pStyle w:val="QuestionResponse"/>
      </w:pPr>
      <w:r w:rsidRPr="000B73EF">
        <w:t>98</w:t>
      </w:r>
      <w:r w:rsidRPr="000B73EF">
        <w:tab/>
        <w:t>Don’t know (DO NOT READ)</w:t>
      </w:r>
    </w:p>
    <w:p w:rsidR="00451C08" w:rsidRPr="000B73EF" w:rsidRDefault="00451C08" w:rsidP="009C6733">
      <w:pPr>
        <w:pStyle w:val="QuestionResponseLast"/>
      </w:pPr>
      <w:r w:rsidRPr="000B73EF">
        <w:t>99</w:t>
      </w:r>
      <w:r w:rsidRPr="000B73EF">
        <w:tab/>
      </w:r>
      <w:r w:rsidRPr="009C6733">
        <w:t>Refused</w:t>
      </w:r>
      <w:r w:rsidRPr="000B73EF">
        <w:t xml:space="preserve"> (DO NOT READ)</w:t>
      </w:r>
    </w:p>
    <w:p w:rsidR="00DA4768" w:rsidRPr="000B73EF" w:rsidRDefault="00DA4768" w:rsidP="00DA4768">
      <w:pPr>
        <w:pStyle w:val="QuestionInstruction"/>
      </w:pPr>
      <w:r w:rsidRPr="000B73EF">
        <w:t>ASK ALL IN</w:t>
      </w:r>
      <w:r>
        <w:t xml:space="preserve"> INDONESIA, JAPAN, MALAYSIA</w:t>
      </w:r>
      <w:r w:rsidRPr="000B73EF">
        <w:t xml:space="preserve">, PHILIPPINES AND SOUTH </w:t>
      </w:r>
      <w:r w:rsidRPr="001E6782">
        <w:t>KOREA</w:t>
      </w:r>
      <w:r w:rsidRPr="000B73EF">
        <w:t xml:space="preserve"> ONLY</w:t>
      </w:r>
    </w:p>
    <w:p w:rsidR="00DA4768" w:rsidRPr="000B73EF" w:rsidRDefault="00DA4768" w:rsidP="00DA4768">
      <w:pPr>
        <w:pStyle w:val="Question"/>
        <w:rPr>
          <w:i/>
        </w:rPr>
      </w:pPr>
      <w:r w:rsidRPr="000B73EF">
        <w:rPr>
          <w:rFonts w:ascii="Tahoma" w:hAnsi="Tahoma" w:cs="Tahoma"/>
          <w:b/>
          <w:sz w:val="16"/>
        </w:rPr>
        <w:t>Q</w:t>
      </w:r>
      <w:r>
        <w:rPr>
          <w:rFonts w:ascii="Tahoma" w:hAnsi="Tahoma" w:cs="Tahoma"/>
          <w:b/>
          <w:sz w:val="16"/>
        </w:rPr>
        <w:t>163</w:t>
      </w:r>
      <w:r w:rsidRPr="000B73EF">
        <w:tab/>
        <w:t xml:space="preserve">In general, do you think territorial disputes between </w:t>
      </w:r>
      <w:r w:rsidRPr="000B73EF">
        <w:rPr>
          <w:b/>
        </w:rPr>
        <w:t>(survey country)</w:t>
      </w:r>
      <w:r w:rsidRPr="000B73EF">
        <w:t xml:space="preserve"> and China are a very big problem, a </w:t>
      </w:r>
      <w:r w:rsidRPr="001E6782">
        <w:t>big</w:t>
      </w:r>
      <w:r w:rsidRPr="000B73EF">
        <w:t xml:space="preserve"> problem, a small problem, or not a problem for </w:t>
      </w:r>
      <w:r w:rsidRPr="000B73EF">
        <w:rPr>
          <w:b/>
        </w:rPr>
        <w:t>(survey country)</w:t>
      </w:r>
      <w:r w:rsidRPr="000B73EF">
        <w:t xml:space="preserve">? </w:t>
      </w:r>
    </w:p>
    <w:p w:rsidR="00DA4768" w:rsidRPr="000B73EF" w:rsidRDefault="00DA4768" w:rsidP="00DA4768">
      <w:pPr>
        <w:pStyle w:val="Question"/>
        <w:spacing w:after="0"/>
        <w:ind w:firstLine="0"/>
      </w:pPr>
      <w:r w:rsidRPr="000B73EF">
        <w:t>1</w:t>
      </w:r>
      <w:r w:rsidRPr="000B73EF">
        <w:tab/>
        <w:t>Very big problem</w:t>
      </w:r>
    </w:p>
    <w:p w:rsidR="00DA4768" w:rsidRPr="000B73EF" w:rsidRDefault="00DA4768" w:rsidP="00DA4768">
      <w:pPr>
        <w:pStyle w:val="QuestionResponse"/>
      </w:pPr>
      <w:r w:rsidRPr="000B73EF">
        <w:t>2</w:t>
      </w:r>
      <w:r w:rsidRPr="000B73EF">
        <w:tab/>
        <w:t>Big problem</w:t>
      </w:r>
    </w:p>
    <w:p w:rsidR="00DA4768" w:rsidRPr="000B73EF" w:rsidRDefault="00DA4768" w:rsidP="00DA4768">
      <w:pPr>
        <w:pStyle w:val="QuestionResponse"/>
      </w:pPr>
      <w:r w:rsidRPr="000B73EF">
        <w:t>3</w:t>
      </w:r>
      <w:r w:rsidRPr="000B73EF">
        <w:tab/>
        <w:t>Small problem</w:t>
      </w:r>
    </w:p>
    <w:p w:rsidR="00DA4768" w:rsidRPr="000B73EF" w:rsidRDefault="00DA4768" w:rsidP="00DA4768">
      <w:pPr>
        <w:pStyle w:val="QuestionResponse"/>
      </w:pPr>
      <w:r w:rsidRPr="000B73EF">
        <w:t>4</w:t>
      </w:r>
      <w:r w:rsidRPr="000B73EF">
        <w:tab/>
        <w:t>Not a problem</w:t>
      </w:r>
    </w:p>
    <w:p w:rsidR="00DA4768" w:rsidRPr="000B73EF" w:rsidRDefault="00DA4768" w:rsidP="00DA4768">
      <w:pPr>
        <w:pStyle w:val="QuestionResponse"/>
      </w:pPr>
      <w:r w:rsidRPr="000B73EF">
        <w:t>8</w:t>
      </w:r>
      <w:r w:rsidRPr="000B73EF">
        <w:tab/>
        <w:t>Don’t know (DO NOT READ)</w:t>
      </w:r>
    </w:p>
    <w:p w:rsidR="00DA4768" w:rsidRDefault="00DA4768" w:rsidP="00DA4768">
      <w:pPr>
        <w:pStyle w:val="QuestionResponseLast"/>
      </w:pPr>
      <w:r w:rsidRPr="000B73EF">
        <w:t>9</w:t>
      </w:r>
      <w:r w:rsidRPr="000B73EF">
        <w:tab/>
      </w:r>
      <w:r w:rsidRPr="001E6782">
        <w:t>Refused</w:t>
      </w:r>
      <w:r w:rsidRPr="000B73EF">
        <w:t xml:space="preserve"> (DO NOT READ)</w:t>
      </w:r>
    </w:p>
    <w:p w:rsidR="00CF0BDD" w:rsidRPr="001E1F63" w:rsidRDefault="00A20D6D" w:rsidP="00CF0BDD">
      <w:pPr>
        <w:pStyle w:val="QuestionInstruction"/>
        <w:spacing w:before="0" w:after="0"/>
      </w:pPr>
      <w:r w:rsidRPr="001E1F63">
        <w:t>READ TO ALL</w:t>
      </w:r>
      <w:r w:rsidR="00CF0BDD" w:rsidRPr="001E1F63">
        <w:t xml:space="preserve"> IN EGYPT, FRANCE, </w:t>
      </w:r>
      <w:proofErr w:type="gramStart"/>
      <w:r w:rsidR="00CF0BDD" w:rsidRPr="001E1F63">
        <w:t>GHANA ,</w:t>
      </w:r>
      <w:proofErr w:type="gramEnd"/>
      <w:r w:rsidR="00CF0BDD" w:rsidRPr="001E1F63">
        <w:t xml:space="preserve"> JORDAN, KENYA, LEBANON, NIGERIA, PALESTINIAN TERRITORIES, SENEGAL, SOUTH AFRICA,TUNISIA, TURKEY AND UGANDA ONLY</w:t>
      </w:r>
    </w:p>
    <w:p w:rsidR="00BE5167" w:rsidRPr="00E8455F" w:rsidRDefault="00BE5167" w:rsidP="00BE5167">
      <w:pPr>
        <w:pStyle w:val="QuestionInstruction"/>
        <w:spacing w:after="120"/>
        <w:rPr>
          <w:b w:val="0"/>
        </w:rPr>
      </w:pPr>
      <w:r w:rsidRPr="00E8455F">
        <w:rPr>
          <w:b w:val="0"/>
        </w:rPr>
        <w:t>Now one more question about recent events…</w:t>
      </w:r>
    </w:p>
    <w:p w:rsidR="00BE5167" w:rsidRPr="001E1F63" w:rsidRDefault="00BE5167" w:rsidP="00BE5167">
      <w:pPr>
        <w:pStyle w:val="QuestionInstruction"/>
        <w:spacing w:before="0" w:after="0"/>
      </w:pPr>
    </w:p>
    <w:p w:rsidR="00BE5167" w:rsidRPr="001E1F63" w:rsidRDefault="00BE5167" w:rsidP="00BE5167">
      <w:pPr>
        <w:pStyle w:val="QuestionInstruction"/>
        <w:spacing w:before="0" w:after="0"/>
      </w:pPr>
      <w:r w:rsidRPr="001E1F63">
        <w:t xml:space="preserve">ASK </w:t>
      </w:r>
      <w:r w:rsidR="00A20D6D" w:rsidRPr="001E1F63">
        <w:t xml:space="preserve">ALL </w:t>
      </w:r>
      <w:r w:rsidRPr="001E1F63">
        <w:t xml:space="preserve">IN </w:t>
      </w:r>
      <w:r w:rsidR="00CF0BDD" w:rsidRPr="001E1F63">
        <w:t xml:space="preserve">EGYPT, </w:t>
      </w:r>
      <w:r w:rsidRPr="001E1F63">
        <w:t xml:space="preserve">FRANCE, </w:t>
      </w:r>
      <w:proofErr w:type="gramStart"/>
      <w:r w:rsidR="00CF0BDD" w:rsidRPr="001E1F63">
        <w:t>GHANA ,</w:t>
      </w:r>
      <w:proofErr w:type="gramEnd"/>
      <w:r w:rsidR="00CF0BDD" w:rsidRPr="001E1F63">
        <w:t xml:space="preserve"> </w:t>
      </w:r>
      <w:r w:rsidRPr="001E1F63">
        <w:t xml:space="preserve">JORDAN, </w:t>
      </w:r>
      <w:r w:rsidR="00CF0BDD" w:rsidRPr="001E1F63">
        <w:t xml:space="preserve">KENYA, </w:t>
      </w:r>
      <w:r w:rsidRPr="001E1F63">
        <w:t xml:space="preserve">LEBANON, </w:t>
      </w:r>
      <w:r w:rsidR="00CF0BDD" w:rsidRPr="001E1F63">
        <w:t xml:space="preserve">NIGERIA, </w:t>
      </w:r>
      <w:r w:rsidRPr="001E1F63">
        <w:t xml:space="preserve">PALESTINIAN TERRITORIES, </w:t>
      </w:r>
      <w:r w:rsidR="00CF0BDD" w:rsidRPr="001E1F63">
        <w:t xml:space="preserve">SENEGAL, SOUTH AFRICA,TUNISIA, TURKEY </w:t>
      </w:r>
      <w:r w:rsidRPr="001E1F63">
        <w:t>AND UGANDA ONLY</w:t>
      </w:r>
    </w:p>
    <w:p w:rsidR="00BE5167" w:rsidRPr="001E1F63" w:rsidRDefault="00BE5167" w:rsidP="00BE5167">
      <w:pPr>
        <w:pStyle w:val="Question"/>
      </w:pPr>
      <w:r w:rsidRPr="001E1F63">
        <w:rPr>
          <w:rFonts w:ascii="Tahoma" w:hAnsi="Tahoma" w:cs="Tahoma"/>
          <w:b/>
          <w:bCs/>
          <w:sz w:val="16"/>
          <w:szCs w:val="16"/>
        </w:rPr>
        <w:t>Q163x</w:t>
      </w:r>
      <w:r w:rsidRPr="001E1F63">
        <w:t xml:space="preserve">   Do you approve or disapprove of the recent military action by France against anti-government rebels in </w:t>
      </w:r>
      <w:proofErr w:type="spellStart"/>
      <w:r w:rsidRPr="001E1F63">
        <w:t>Mali</w:t>
      </w:r>
      <w:proofErr w:type="spellEnd"/>
      <w:r w:rsidRPr="001E1F63">
        <w:t xml:space="preserve">? </w:t>
      </w:r>
    </w:p>
    <w:p w:rsidR="00BE5167" w:rsidRPr="001E1F63" w:rsidRDefault="00BE5167" w:rsidP="00BE5167">
      <w:pPr>
        <w:pStyle w:val="QuestionResponse"/>
      </w:pPr>
      <w:r w:rsidRPr="001E1F63">
        <w:t>1          Approve</w:t>
      </w:r>
    </w:p>
    <w:p w:rsidR="00BE5167" w:rsidRPr="001E1F63" w:rsidRDefault="00BE5167" w:rsidP="00BE5167">
      <w:pPr>
        <w:pStyle w:val="QuestionResponse"/>
      </w:pPr>
      <w:r w:rsidRPr="001E1F63">
        <w:t>2          Disapprove</w:t>
      </w:r>
    </w:p>
    <w:p w:rsidR="00BE5167" w:rsidRPr="001E1F63" w:rsidRDefault="00BE5167" w:rsidP="00BE5167">
      <w:pPr>
        <w:pStyle w:val="QuestionResponse"/>
      </w:pPr>
      <w:r w:rsidRPr="001E1F63">
        <w:t>8          Don’t know (DO NOT READ)</w:t>
      </w:r>
      <w:r w:rsidR="008D1A2E" w:rsidRPr="001E1F63">
        <w:t xml:space="preserve"> </w:t>
      </w:r>
    </w:p>
    <w:p w:rsidR="00BE5167" w:rsidRDefault="00BE5167" w:rsidP="00BE5167">
      <w:pPr>
        <w:pStyle w:val="QuestionResponseLast"/>
      </w:pPr>
      <w:r w:rsidRPr="001E1F63">
        <w:t>9          Refused (DO NOT READ)</w:t>
      </w:r>
    </w:p>
    <w:p w:rsidR="00BE5167" w:rsidRDefault="00BE5167" w:rsidP="00573AD2">
      <w:pPr>
        <w:pStyle w:val="QuestionInstruction"/>
      </w:pPr>
    </w:p>
    <w:p w:rsidR="00573AD2" w:rsidRPr="000B73EF" w:rsidRDefault="00573AD2" w:rsidP="00573AD2">
      <w:pPr>
        <w:pStyle w:val="QuestionInstruction"/>
      </w:pPr>
      <w:r w:rsidRPr="000B73EF">
        <w:t>READ TO ALL</w:t>
      </w:r>
    </w:p>
    <w:p w:rsidR="00573AD2" w:rsidRPr="000B73EF" w:rsidRDefault="00573AD2" w:rsidP="00573AD2">
      <w:pPr>
        <w:pStyle w:val="Question"/>
        <w:ind w:firstLine="0"/>
      </w:pPr>
      <w:r w:rsidRPr="000B73EF">
        <w:t xml:space="preserve">Now, I would like to ask some questions about your background.  </w:t>
      </w:r>
    </w:p>
    <w:p w:rsidR="00573AD2" w:rsidRPr="000B73EF" w:rsidRDefault="00573AD2" w:rsidP="00573AD2">
      <w:pPr>
        <w:pStyle w:val="QuestionInstruction"/>
      </w:pPr>
      <w:r w:rsidRPr="000B73EF">
        <w:t xml:space="preserve">ASK ALL </w:t>
      </w:r>
    </w:p>
    <w:p w:rsidR="00573AD2" w:rsidRPr="000B73EF" w:rsidRDefault="00573AD2" w:rsidP="00573AD2">
      <w:pPr>
        <w:pStyle w:val="Question"/>
      </w:pPr>
      <w:r w:rsidRPr="000B73EF">
        <w:rPr>
          <w:rFonts w:ascii="Tahoma" w:hAnsi="Tahoma" w:cs="Tahoma"/>
          <w:b/>
          <w:sz w:val="16"/>
          <w:szCs w:val="16"/>
        </w:rPr>
        <w:t>Q1</w:t>
      </w:r>
      <w:r w:rsidR="00D977C2" w:rsidRPr="000B73EF">
        <w:rPr>
          <w:rFonts w:ascii="Tahoma" w:hAnsi="Tahoma" w:cs="Tahoma"/>
          <w:b/>
          <w:sz w:val="16"/>
          <w:szCs w:val="16"/>
        </w:rPr>
        <w:t>64</w:t>
      </w:r>
      <w:r w:rsidRPr="000B73EF">
        <w:tab/>
      </w:r>
      <w:r w:rsidR="00D719E0">
        <w:rPr>
          <w:i/>
        </w:rPr>
        <w:t xml:space="preserve">Gender </w:t>
      </w:r>
      <w:r w:rsidRPr="000B73EF">
        <w:rPr>
          <w:i/>
        </w:rPr>
        <w:t>(</w:t>
      </w:r>
      <w:r w:rsidR="00D719E0" w:rsidRPr="00D719E0">
        <w:rPr>
          <w:i/>
          <w:caps/>
        </w:rPr>
        <w:t>R</w:t>
      </w:r>
      <w:r w:rsidRPr="00D719E0">
        <w:rPr>
          <w:i/>
          <w:caps/>
        </w:rPr>
        <w:t>ecord by observation</w:t>
      </w:r>
      <w:r w:rsidRPr="000B73EF">
        <w:rPr>
          <w:i/>
        </w:rPr>
        <w:t xml:space="preserve">) </w:t>
      </w:r>
    </w:p>
    <w:p w:rsidR="00573AD2" w:rsidRPr="000B73EF" w:rsidRDefault="00573AD2" w:rsidP="00573AD2">
      <w:pPr>
        <w:pStyle w:val="QuestionResponse"/>
      </w:pPr>
      <w:r w:rsidRPr="000B73EF">
        <w:t>1</w:t>
      </w:r>
      <w:r w:rsidRPr="000B73EF">
        <w:tab/>
        <w:t>Male</w:t>
      </w:r>
    </w:p>
    <w:p w:rsidR="00573AD2" w:rsidRPr="000B73EF" w:rsidRDefault="00573AD2" w:rsidP="00573AD2">
      <w:pPr>
        <w:pStyle w:val="QuestionResponseLast"/>
      </w:pPr>
      <w:r w:rsidRPr="000B73EF">
        <w:t>2</w:t>
      </w:r>
      <w:r w:rsidRPr="000B73EF">
        <w:tab/>
        <w:t>Female</w:t>
      </w:r>
    </w:p>
    <w:p w:rsidR="00573AD2" w:rsidRPr="000B73EF" w:rsidRDefault="00573AD2" w:rsidP="00573AD2">
      <w:pPr>
        <w:pStyle w:val="QuestionInstruction"/>
      </w:pPr>
      <w:r w:rsidRPr="000B73EF">
        <w:t xml:space="preserve">ASK ALL </w:t>
      </w:r>
    </w:p>
    <w:p w:rsidR="00573AD2" w:rsidRPr="000B73EF" w:rsidRDefault="00573AD2" w:rsidP="00573AD2">
      <w:pPr>
        <w:pStyle w:val="Question"/>
      </w:pPr>
      <w:r w:rsidRPr="000B73EF">
        <w:rPr>
          <w:rFonts w:ascii="Tahoma" w:hAnsi="Tahoma" w:cs="Tahoma"/>
          <w:b/>
          <w:sz w:val="16"/>
          <w:szCs w:val="16"/>
        </w:rPr>
        <w:t>Q</w:t>
      </w:r>
      <w:r w:rsidR="00D977C2" w:rsidRPr="000B73EF">
        <w:rPr>
          <w:rFonts w:ascii="Tahoma" w:hAnsi="Tahoma" w:cs="Tahoma"/>
          <w:b/>
          <w:sz w:val="16"/>
          <w:szCs w:val="16"/>
        </w:rPr>
        <w:t>165</w:t>
      </w:r>
      <w:r w:rsidRPr="000B73EF">
        <w:tab/>
        <w:t xml:space="preserve">How old were you at your last birthday? </w:t>
      </w:r>
    </w:p>
    <w:p w:rsidR="00573AD2" w:rsidRPr="000B73EF" w:rsidRDefault="00573AD2" w:rsidP="00573AD2">
      <w:pPr>
        <w:pStyle w:val="QuestionResponse"/>
      </w:pPr>
      <w:r w:rsidRPr="000B73EF">
        <w:t xml:space="preserve">________ </w:t>
      </w:r>
      <w:proofErr w:type="gramStart"/>
      <w:r w:rsidRPr="000B73EF">
        <w:t>years</w:t>
      </w:r>
      <w:proofErr w:type="gramEnd"/>
      <w:r w:rsidRPr="000B73EF">
        <w:t xml:space="preserve"> (RECORD AGE IN YEARS)</w:t>
      </w:r>
    </w:p>
    <w:p w:rsidR="00573AD2" w:rsidRPr="000B73EF" w:rsidRDefault="00573AD2" w:rsidP="00573AD2">
      <w:pPr>
        <w:pStyle w:val="QuestionResponse"/>
      </w:pPr>
      <w:r w:rsidRPr="000B73EF">
        <w:t>97</w:t>
      </w:r>
      <w:r w:rsidRPr="000B73EF">
        <w:tab/>
        <w:t>97 or older</w:t>
      </w:r>
    </w:p>
    <w:p w:rsidR="00573AD2" w:rsidRPr="000B73EF" w:rsidRDefault="00573AD2" w:rsidP="00573AD2">
      <w:pPr>
        <w:pStyle w:val="QuestionResponse"/>
      </w:pPr>
      <w:r w:rsidRPr="000B73EF">
        <w:t>98</w:t>
      </w:r>
      <w:r w:rsidRPr="000B73EF">
        <w:tab/>
        <w:t>Don’t know (DO NOT READ)</w:t>
      </w:r>
    </w:p>
    <w:p w:rsidR="00573AD2" w:rsidRPr="000B73EF" w:rsidRDefault="00573AD2" w:rsidP="00573AD2">
      <w:pPr>
        <w:pStyle w:val="QuestionResponseLast"/>
      </w:pPr>
      <w:r w:rsidRPr="000B73EF">
        <w:t>99</w:t>
      </w:r>
      <w:r w:rsidRPr="000B73EF">
        <w:tab/>
        <w:t>Refused (DO NOT READ)</w:t>
      </w:r>
    </w:p>
    <w:p w:rsidR="00573AD2" w:rsidRPr="000B73EF" w:rsidRDefault="00573AD2" w:rsidP="00573AD2">
      <w:pPr>
        <w:pStyle w:val="QuestionInstruction"/>
        <w:rPr>
          <w:rFonts w:cs="Calibri"/>
        </w:rPr>
      </w:pPr>
      <w:r w:rsidRPr="000B73EF">
        <w:t xml:space="preserve">ASK ALL IN </w:t>
      </w:r>
      <w:r w:rsidR="00A3456B" w:rsidRPr="000B73EF">
        <w:t xml:space="preserve">EL SALVADOR AND </w:t>
      </w:r>
      <w:r w:rsidRPr="000B73EF">
        <w:t>MEXICO ONLY</w:t>
      </w:r>
    </w:p>
    <w:p w:rsidR="00573AD2" w:rsidRPr="000B73EF" w:rsidRDefault="00573AD2" w:rsidP="00573AD2">
      <w:pPr>
        <w:pStyle w:val="Question"/>
        <w:rPr>
          <w:i/>
        </w:rPr>
      </w:pPr>
      <w:r w:rsidRPr="000B73EF">
        <w:rPr>
          <w:rFonts w:ascii="Tahoma" w:hAnsi="Tahoma" w:cs="Tahoma"/>
          <w:b/>
          <w:sz w:val="16"/>
          <w:szCs w:val="16"/>
        </w:rPr>
        <w:t>Q1</w:t>
      </w:r>
      <w:r w:rsidR="00D977C2" w:rsidRPr="000B73EF">
        <w:rPr>
          <w:rFonts w:ascii="Tahoma" w:hAnsi="Tahoma" w:cs="Tahoma"/>
          <w:b/>
          <w:sz w:val="16"/>
          <w:szCs w:val="16"/>
        </w:rPr>
        <w:t>66</w:t>
      </w:r>
      <w:r w:rsidRPr="000B73EF">
        <w:rPr>
          <w:sz w:val="24"/>
        </w:rPr>
        <w:tab/>
      </w:r>
      <w:r w:rsidRPr="000B73EF">
        <w:t>Have you ever traveled to the U</w:t>
      </w:r>
      <w:r w:rsidR="00FC28B0">
        <w:t>.</w:t>
      </w:r>
      <w:r w:rsidRPr="000B73EF">
        <w:t>S</w:t>
      </w:r>
      <w:r w:rsidR="00FC28B0">
        <w:t>.</w:t>
      </w:r>
      <w:r w:rsidRPr="000B73EF">
        <w:t>?</w:t>
      </w:r>
      <w:r w:rsidRPr="000B73EF">
        <w:rPr>
          <w:sz w:val="24"/>
        </w:rPr>
        <w:t xml:space="preserve">  </w:t>
      </w:r>
    </w:p>
    <w:p w:rsidR="00573AD2" w:rsidRPr="000B73EF" w:rsidRDefault="00573AD2" w:rsidP="00573AD2">
      <w:pPr>
        <w:pStyle w:val="QuestionResponse"/>
      </w:pPr>
      <w:r w:rsidRPr="000B73EF">
        <w:t>1</w:t>
      </w:r>
      <w:r w:rsidRPr="000B73EF">
        <w:tab/>
        <w:t>Yes</w:t>
      </w:r>
    </w:p>
    <w:p w:rsidR="00573AD2" w:rsidRPr="000B73EF" w:rsidRDefault="00573AD2" w:rsidP="00573AD2">
      <w:pPr>
        <w:pStyle w:val="QuestionResponse"/>
      </w:pPr>
      <w:r w:rsidRPr="000B73EF">
        <w:t>2</w:t>
      </w:r>
      <w:r w:rsidRPr="000B73EF">
        <w:tab/>
        <w:t>No</w:t>
      </w:r>
    </w:p>
    <w:p w:rsidR="00573AD2" w:rsidRPr="000B73EF" w:rsidRDefault="00573AD2" w:rsidP="00573AD2">
      <w:pPr>
        <w:pStyle w:val="QuestionResponse"/>
      </w:pPr>
      <w:r w:rsidRPr="000B73EF">
        <w:t>8</w:t>
      </w:r>
      <w:r w:rsidRPr="000B73EF">
        <w:tab/>
        <w:t>Don’t know (DO NOT READ)</w:t>
      </w:r>
    </w:p>
    <w:p w:rsidR="00573AD2" w:rsidRPr="000B73EF" w:rsidRDefault="00573AD2" w:rsidP="00573AD2">
      <w:pPr>
        <w:pStyle w:val="QuestionResponseLast"/>
      </w:pPr>
      <w:r w:rsidRPr="000B73EF">
        <w:t>9</w:t>
      </w:r>
      <w:r w:rsidRPr="000B73EF">
        <w:tab/>
        <w:t>Refused (DO NOT READ)</w:t>
      </w:r>
    </w:p>
    <w:p w:rsidR="00A3456B" w:rsidRPr="000B73EF" w:rsidRDefault="00A3456B" w:rsidP="00A3456B">
      <w:pPr>
        <w:pStyle w:val="QuestionInstruction"/>
        <w:rPr>
          <w:rFonts w:cs="Calibri"/>
        </w:rPr>
      </w:pPr>
      <w:r w:rsidRPr="000B73EF">
        <w:t>ASK ALL IN EL SALVADOR AND MEXICO ONLY</w:t>
      </w:r>
    </w:p>
    <w:p w:rsidR="00573AD2" w:rsidRPr="000B73EF" w:rsidRDefault="00573AD2" w:rsidP="00573AD2">
      <w:pPr>
        <w:pStyle w:val="Question"/>
        <w:rPr>
          <w:sz w:val="24"/>
        </w:rPr>
      </w:pPr>
      <w:r w:rsidRPr="000B73EF">
        <w:rPr>
          <w:rFonts w:ascii="Tahoma" w:hAnsi="Tahoma" w:cs="Tahoma"/>
          <w:b/>
          <w:sz w:val="16"/>
        </w:rPr>
        <w:t>Q1</w:t>
      </w:r>
      <w:r w:rsidR="00D977C2" w:rsidRPr="000B73EF">
        <w:rPr>
          <w:rFonts w:ascii="Tahoma" w:hAnsi="Tahoma" w:cs="Tahoma"/>
          <w:b/>
          <w:sz w:val="16"/>
        </w:rPr>
        <w:t>67</w:t>
      </w:r>
      <w:r w:rsidRPr="000B73EF">
        <w:rPr>
          <w:sz w:val="24"/>
        </w:rPr>
        <w:tab/>
      </w:r>
      <w:r w:rsidRPr="000B73EF">
        <w:t>Do you have friends or relatives who live in another country that you write to, telephone or visit regularly?</w:t>
      </w:r>
      <w:r w:rsidRPr="000B73EF">
        <w:rPr>
          <w:sz w:val="24"/>
        </w:rPr>
        <w:t xml:space="preserve">  </w:t>
      </w:r>
    </w:p>
    <w:p w:rsidR="00573AD2" w:rsidRPr="000B73EF" w:rsidRDefault="00573AD2" w:rsidP="00573AD2">
      <w:pPr>
        <w:pStyle w:val="QuestionResponse"/>
      </w:pPr>
      <w:r w:rsidRPr="000B73EF">
        <w:t>1</w:t>
      </w:r>
      <w:r w:rsidRPr="000B73EF">
        <w:tab/>
        <w:t>Yes</w:t>
      </w:r>
    </w:p>
    <w:p w:rsidR="00573AD2" w:rsidRPr="000B73EF" w:rsidRDefault="00573AD2" w:rsidP="00573AD2">
      <w:pPr>
        <w:pStyle w:val="QuestionResponse"/>
      </w:pPr>
      <w:r w:rsidRPr="000B73EF">
        <w:t>2</w:t>
      </w:r>
      <w:r w:rsidRPr="000B73EF">
        <w:tab/>
        <w:t>No</w:t>
      </w:r>
    </w:p>
    <w:p w:rsidR="00573AD2" w:rsidRPr="000B73EF" w:rsidRDefault="00573AD2" w:rsidP="00573AD2">
      <w:pPr>
        <w:pStyle w:val="QuestionResponse"/>
      </w:pPr>
      <w:r w:rsidRPr="000B73EF">
        <w:t>8</w:t>
      </w:r>
      <w:r w:rsidRPr="000B73EF">
        <w:tab/>
        <w:t>Don’t know (DO NOT READ)</w:t>
      </w:r>
    </w:p>
    <w:p w:rsidR="00573AD2" w:rsidRPr="000B73EF" w:rsidRDefault="00573AD2" w:rsidP="00573AD2">
      <w:pPr>
        <w:pStyle w:val="QuestionResponseLast"/>
      </w:pPr>
      <w:r w:rsidRPr="000B73EF">
        <w:t>9</w:t>
      </w:r>
      <w:r w:rsidRPr="000B73EF">
        <w:tab/>
        <w:t>Refused (DO NOT READ)</w:t>
      </w:r>
    </w:p>
    <w:p w:rsidR="00394D62" w:rsidRPr="000B73EF" w:rsidRDefault="00394D62" w:rsidP="00394D62">
      <w:pPr>
        <w:pStyle w:val="QuestionInstruction"/>
      </w:pPr>
      <w:r w:rsidRPr="000B73EF">
        <w:rPr>
          <w:caps/>
        </w:rPr>
        <w:t>ASK IF HAS</w:t>
      </w:r>
      <w:r w:rsidRPr="000B73EF">
        <w:t xml:space="preserve"> FRIENDS, RELATIVES </w:t>
      </w:r>
      <w:r w:rsidR="00915DAB">
        <w:t xml:space="preserve">LIVING </w:t>
      </w:r>
      <w:r w:rsidRPr="000B73EF">
        <w:t xml:space="preserve">IN </w:t>
      </w:r>
      <w:r w:rsidR="0095786E">
        <w:t>ANOTHER COUNTRY</w:t>
      </w:r>
      <w:r w:rsidRPr="000B73EF">
        <w:t xml:space="preserve"> THEY CONTACT REGULARLY (Q167</w:t>
      </w:r>
      <w:r>
        <w:t>=</w:t>
      </w:r>
      <w:r w:rsidRPr="000B73EF">
        <w:t>1)</w:t>
      </w:r>
    </w:p>
    <w:p w:rsidR="00573AD2" w:rsidRPr="000B73EF" w:rsidRDefault="00573AD2" w:rsidP="00573AD2">
      <w:pPr>
        <w:pStyle w:val="Question"/>
        <w:rPr>
          <w:i/>
        </w:rPr>
      </w:pPr>
      <w:r w:rsidRPr="000B73EF">
        <w:rPr>
          <w:rFonts w:ascii="Tahoma" w:hAnsi="Tahoma" w:cs="Tahoma"/>
          <w:b/>
          <w:sz w:val="16"/>
          <w:szCs w:val="16"/>
        </w:rPr>
        <w:t>Q1</w:t>
      </w:r>
      <w:r w:rsidR="00D977C2" w:rsidRPr="000B73EF">
        <w:rPr>
          <w:rFonts w:ascii="Tahoma" w:hAnsi="Tahoma" w:cs="Tahoma"/>
          <w:b/>
          <w:sz w:val="16"/>
          <w:szCs w:val="16"/>
        </w:rPr>
        <w:t>67</w:t>
      </w:r>
      <w:r w:rsidR="0055025A">
        <w:rPr>
          <w:rFonts w:ascii="Tahoma" w:hAnsi="Tahoma" w:cs="Tahoma"/>
          <w:b/>
          <w:sz w:val="16"/>
          <w:szCs w:val="16"/>
        </w:rPr>
        <w:t>b</w:t>
      </w:r>
      <w:r w:rsidRPr="000B73EF">
        <w:rPr>
          <w:sz w:val="24"/>
        </w:rPr>
        <w:tab/>
      </w:r>
      <w:r w:rsidRPr="000B73EF">
        <w:t>Do any of the friends or relatives you write to, telephone or visit regularly live in the U</w:t>
      </w:r>
      <w:r w:rsidR="00FC28B0">
        <w:t>.</w:t>
      </w:r>
      <w:r w:rsidRPr="000B73EF">
        <w:t>S</w:t>
      </w:r>
      <w:r w:rsidR="00FC28B0">
        <w:t>.</w:t>
      </w:r>
      <w:r w:rsidRPr="000B73EF">
        <w:t>?</w:t>
      </w:r>
      <w:r w:rsidRPr="000B73EF">
        <w:rPr>
          <w:sz w:val="24"/>
        </w:rPr>
        <w:t xml:space="preserve">  </w:t>
      </w:r>
    </w:p>
    <w:p w:rsidR="00573AD2" w:rsidRPr="000B73EF" w:rsidRDefault="00573AD2" w:rsidP="00573AD2">
      <w:pPr>
        <w:pStyle w:val="QuestionResponse"/>
      </w:pPr>
      <w:r w:rsidRPr="000B73EF">
        <w:t>1</w:t>
      </w:r>
      <w:r w:rsidRPr="000B73EF">
        <w:tab/>
        <w:t>Yes</w:t>
      </w:r>
    </w:p>
    <w:p w:rsidR="00573AD2" w:rsidRPr="000B73EF" w:rsidRDefault="00573AD2" w:rsidP="00573AD2">
      <w:pPr>
        <w:pStyle w:val="QuestionResponse"/>
      </w:pPr>
      <w:r w:rsidRPr="000B73EF">
        <w:t>2</w:t>
      </w:r>
      <w:r w:rsidRPr="000B73EF">
        <w:tab/>
        <w:t>No</w:t>
      </w:r>
    </w:p>
    <w:p w:rsidR="00573AD2" w:rsidRPr="000B73EF" w:rsidRDefault="00573AD2" w:rsidP="00573AD2">
      <w:pPr>
        <w:pStyle w:val="QuestionResponse"/>
      </w:pPr>
      <w:r w:rsidRPr="000B73EF">
        <w:t>8</w:t>
      </w:r>
      <w:r w:rsidRPr="000B73EF">
        <w:tab/>
        <w:t>Don’t know (DO NOT READ)</w:t>
      </w:r>
    </w:p>
    <w:p w:rsidR="00573AD2" w:rsidRPr="000B73EF" w:rsidRDefault="00573AD2" w:rsidP="00573AD2">
      <w:pPr>
        <w:pStyle w:val="QuestionResponseLast"/>
      </w:pPr>
      <w:r w:rsidRPr="000B73EF">
        <w:t>9</w:t>
      </w:r>
      <w:r w:rsidRPr="000B73EF">
        <w:tab/>
        <w:t>Refused (DO NOT READ)</w:t>
      </w:r>
    </w:p>
    <w:p w:rsidR="00573AD2" w:rsidRPr="000B73EF" w:rsidRDefault="00573AD2" w:rsidP="009C6733">
      <w:pPr>
        <w:pStyle w:val="QuestionInstruction"/>
      </w:pPr>
      <w:r w:rsidRPr="000B73EF">
        <w:rPr>
          <w:caps/>
        </w:rPr>
        <w:lastRenderedPageBreak/>
        <w:t>ASK IF HAS</w:t>
      </w:r>
      <w:r w:rsidRPr="000B73EF">
        <w:t xml:space="preserve"> FRIENDS, RELATIVES </w:t>
      </w:r>
      <w:r w:rsidR="00915DAB">
        <w:t xml:space="preserve">LIVING </w:t>
      </w:r>
      <w:r w:rsidRPr="000B73EF">
        <w:t xml:space="preserve">IN </w:t>
      </w:r>
      <w:r w:rsidR="00394D62">
        <w:t>THE UNITED STATES</w:t>
      </w:r>
      <w:r w:rsidRPr="000B73EF">
        <w:t xml:space="preserve"> THEY CONTACT REGULARLY (Q</w:t>
      </w:r>
      <w:r w:rsidR="009649FB" w:rsidRPr="000B73EF">
        <w:t>167</w:t>
      </w:r>
      <w:r w:rsidR="0055025A">
        <w:t>b</w:t>
      </w:r>
      <w:r w:rsidR="009C6733">
        <w:t>=</w:t>
      </w:r>
      <w:r w:rsidRPr="000B73EF">
        <w:t>1)</w:t>
      </w:r>
    </w:p>
    <w:p w:rsidR="00573AD2" w:rsidRPr="000B73EF" w:rsidRDefault="00573AD2" w:rsidP="00454BAD">
      <w:pPr>
        <w:pStyle w:val="Question"/>
      </w:pPr>
      <w:r w:rsidRPr="00454BAD">
        <w:rPr>
          <w:rFonts w:ascii="Tahoma" w:hAnsi="Tahoma" w:cs="Tahoma"/>
          <w:b/>
          <w:sz w:val="16"/>
          <w:szCs w:val="16"/>
        </w:rPr>
        <w:t>Q</w:t>
      </w:r>
      <w:r w:rsidR="009649FB" w:rsidRPr="00454BAD">
        <w:rPr>
          <w:rFonts w:ascii="Tahoma" w:hAnsi="Tahoma" w:cs="Tahoma"/>
          <w:b/>
          <w:sz w:val="16"/>
          <w:szCs w:val="16"/>
        </w:rPr>
        <w:t>168</w:t>
      </w:r>
      <w:r w:rsidRPr="000B73EF">
        <w:rPr>
          <w:b/>
        </w:rPr>
        <w:tab/>
      </w:r>
      <w:r w:rsidRPr="000B73EF">
        <w:t xml:space="preserve">In </w:t>
      </w:r>
      <w:r w:rsidRPr="00454BAD">
        <w:t>general</w:t>
      </w:r>
      <w:r w:rsidRPr="000B73EF">
        <w:t xml:space="preserve">, would you say your friends or relatives who live in the U.S. have achieved their goals, or have they been disappointed? </w:t>
      </w:r>
    </w:p>
    <w:p w:rsidR="00573AD2" w:rsidRPr="000B73EF" w:rsidRDefault="00573AD2" w:rsidP="00573AD2">
      <w:pPr>
        <w:pStyle w:val="QuestionResponse"/>
        <w:rPr>
          <w:szCs w:val="22"/>
        </w:rPr>
      </w:pPr>
      <w:r w:rsidRPr="000B73EF">
        <w:rPr>
          <w:szCs w:val="22"/>
        </w:rPr>
        <w:t>1</w:t>
      </w:r>
      <w:r w:rsidRPr="000B73EF">
        <w:rPr>
          <w:szCs w:val="22"/>
        </w:rPr>
        <w:tab/>
        <w:t>Achieved their goals</w:t>
      </w:r>
    </w:p>
    <w:p w:rsidR="00573AD2" w:rsidRPr="000B73EF" w:rsidRDefault="00573AD2" w:rsidP="00573AD2">
      <w:pPr>
        <w:pStyle w:val="QuestionResponse"/>
        <w:rPr>
          <w:szCs w:val="22"/>
        </w:rPr>
      </w:pPr>
      <w:r w:rsidRPr="000B73EF">
        <w:rPr>
          <w:szCs w:val="22"/>
        </w:rPr>
        <w:t>2</w:t>
      </w:r>
      <w:r w:rsidRPr="000B73EF">
        <w:rPr>
          <w:szCs w:val="22"/>
        </w:rPr>
        <w:tab/>
        <w:t>Been disappointed</w:t>
      </w:r>
    </w:p>
    <w:p w:rsidR="00573AD2" w:rsidRPr="000B73EF" w:rsidRDefault="00573AD2" w:rsidP="00573AD2">
      <w:pPr>
        <w:pStyle w:val="QuestionResponse"/>
        <w:rPr>
          <w:szCs w:val="22"/>
        </w:rPr>
      </w:pPr>
      <w:r w:rsidRPr="000B73EF">
        <w:rPr>
          <w:szCs w:val="22"/>
        </w:rPr>
        <w:t>8</w:t>
      </w:r>
      <w:r w:rsidRPr="000B73EF">
        <w:rPr>
          <w:szCs w:val="22"/>
        </w:rPr>
        <w:tab/>
        <w:t>Don’t know (DO NOT READ)</w:t>
      </w:r>
    </w:p>
    <w:p w:rsidR="00573AD2" w:rsidRPr="000B73EF" w:rsidRDefault="00573AD2" w:rsidP="00573AD2">
      <w:pPr>
        <w:pStyle w:val="QuestionResponseLast"/>
        <w:rPr>
          <w:szCs w:val="22"/>
        </w:rPr>
      </w:pPr>
      <w:r w:rsidRPr="000B73EF">
        <w:rPr>
          <w:szCs w:val="22"/>
        </w:rPr>
        <w:t>9</w:t>
      </w:r>
      <w:r w:rsidRPr="000B73EF">
        <w:rPr>
          <w:szCs w:val="22"/>
        </w:rPr>
        <w:tab/>
        <w:t>Refused (DO NOT READ)</w:t>
      </w:r>
    </w:p>
    <w:p w:rsidR="00573AD2" w:rsidRPr="000B73EF" w:rsidRDefault="00573AD2" w:rsidP="00573AD2">
      <w:pPr>
        <w:pStyle w:val="QuestionInstruction"/>
        <w:rPr>
          <w:rFonts w:cs="Calibri"/>
        </w:rPr>
      </w:pPr>
      <w:r w:rsidRPr="000B73EF">
        <w:t xml:space="preserve">ASK ALL IN </w:t>
      </w:r>
      <w:r w:rsidR="00A3456B" w:rsidRPr="000B73EF">
        <w:t xml:space="preserve">EL SALVADOR AND </w:t>
      </w:r>
      <w:r w:rsidRPr="000B73EF">
        <w:t>MEXICO ONLY</w:t>
      </w:r>
    </w:p>
    <w:p w:rsidR="00573AD2" w:rsidRPr="000B73EF" w:rsidRDefault="009649FB" w:rsidP="009C6733">
      <w:pPr>
        <w:pStyle w:val="Question"/>
      </w:pPr>
      <w:r w:rsidRPr="00D63EFD">
        <w:rPr>
          <w:rFonts w:ascii="Tahoma" w:hAnsi="Tahoma" w:cs="Tahoma"/>
          <w:b/>
          <w:sz w:val="16"/>
          <w:szCs w:val="16"/>
        </w:rPr>
        <w:t>Q169</w:t>
      </w:r>
      <w:r w:rsidR="00573AD2" w:rsidRPr="000B73EF">
        <w:rPr>
          <w:b/>
        </w:rPr>
        <w:tab/>
      </w:r>
      <w:r w:rsidR="00573AD2" w:rsidRPr="000B73EF">
        <w:t>Do you receive money from relatives living in another country regularly, once in a while, or don’t you receive money from relatives living in another country?</w:t>
      </w:r>
      <w:r w:rsidR="00573AD2" w:rsidRPr="000B73EF">
        <w:rPr>
          <w:i/>
        </w:rPr>
        <w:t xml:space="preserve"> </w:t>
      </w:r>
      <w:r w:rsidR="00573AD2" w:rsidRPr="000B73EF">
        <w:t xml:space="preserve"> </w:t>
      </w:r>
    </w:p>
    <w:p w:rsidR="00573AD2" w:rsidRPr="000B73EF" w:rsidRDefault="00573AD2" w:rsidP="009C6733">
      <w:pPr>
        <w:pStyle w:val="QuestionResponse"/>
      </w:pPr>
      <w:r w:rsidRPr="000B73EF">
        <w:t>1</w:t>
      </w:r>
      <w:r w:rsidRPr="000B73EF">
        <w:tab/>
        <w:t>Receive money regularly</w:t>
      </w:r>
    </w:p>
    <w:p w:rsidR="00573AD2" w:rsidRPr="000B73EF" w:rsidRDefault="00573AD2" w:rsidP="009C6733">
      <w:pPr>
        <w:pStyle w:val="QuestionResponse"/>
      </w:pPr>
      <w:r w:rsidRPr="000B73EF">
        <w:t>2</w:t>
      </w:r>
      <w:r w:rsidRPr="000B73EF">
        <w:tab/>
        <w:t>Receive money once in a while</w:t>
      </w:r>
    </w:p>
    <w:p w:rsidR="00573AD2" w:rsidRPr="000B73EF" w:rsidRDefault="00573AD2" w:rsidP="009C6733">
      <w:pPr>
        <w:pStyle w:val="QuestionResponse"/>
      </w:pPr>
      <w:r w:rsidRPr="000B73EF">
        <w:t>3</w:t>
      </w:r>
      <w:r w:rsidRPr="000B73EF">
        <w:tab/>
        <w:t>Do not receive money</w:t>
      </w:r>
    </w:p>
    <w:p w:rsidR="00573AD2" w:rsidRPr="000B73EF" w:rsidRDefault="00573AD2" w:rsidP="009C6733">
      <w:pPr>
        <w:pStyle w:val="QuestionResponse"/>
        <w:rPr>
          <w:szCs w:val="22"/>
        </w:rPr>
      </w:pPr>
      <w:r w:rsidRPr="000B73EF">
        <w:rPr>
          <w:szCs w:val="22"/>
        </w:rPr>
        <w:t>8</w:t>
      </w:r>
      <w:r w:rsidRPr="000B73EF">
        <w:rPr>
          <w:szCs w:val="22"/>
        </w:rPr>
        <w:tab/>
        <w:t>Don’t know (DO NOT READ)</w:t>
      </w:r>
    </w:p>
    <w:p w:rsidR="00573AD2" w:rsidRPr="000B73EF" w:rsidRDefault="00573AD2" w:rsidP="009C6733">
      <w:pPr>
        <w:pStyle w:val="QuestionResponseLast"/>
      </w:pPr>
      <w:r w:rsidRPr="000B73EF">
        <w:t>9</w:t>
      </w:r>
      <w:r w:rsidRPr="000B73EF">
        <w:tab/>
      </w:r>
      <w:r w:rsidRPr="009C6733">
        <w:t>Refused</w:t>
      </w:r>
      <w:r w:rsidRPr="000B73EF">
        <w:t xml:space="preserve"> (DO NOT READ)</w:t>
      </w:r>
    </w:p>
    <w:p w:rsidR="00A3456B" w:rsidRPr="000B73EF" w:rsidRDefault="00A3456B" w:rsidP="00A3456B">
      <w:pPr>
        <w:pStyle w:val="QuestionInstruction"/>
        <w:rPr>
          <w:rFonts w:cs="Calibri"/>
        </w:rPr>
      </w:pPr>
      <w:r w:rsidRPr="000B73EF">
        <w:t>ASK ALL IN EL SALVADOR AND MEXICO ONLY</w:t>
      </w:r>
    </w:p>
    <w:p w:rsidR="00573AD2" w:rsidRPr="000B73EF" w:rsidRDefault="00573AD2" w:rsidP="00573AD2">
      <w:pPr>
        <w:pStyle w:val="Question"/>
        <w:rPr>
          <w:i/>
          <w:iCs/>
        </w:rPr>
      </w:pPr>
      <w:r w:rsidRPr="000B73EF">
        <w:rPr>
          <w:rFonts w:ascii="Tahoma" w:hAnsi="Tahoma" w:cs="Tahoma"/>
          <w:b/>
          <w:sz w:val="16"/>
          <w:szCs w:val="16"/>
        </w:rPr>
        <w:t>Q1</w:t>
      </w:r>
      <w:r w:rsidR="009649FB" w:rsidRPr="000B73EF">
        <w:rPr>
          <w:rFonts w:ascii="Tahoma" w:hAnsi="Tahoma" w:cs="Tahoma"/>
          <w:b/>
          <w:sz w:val="16"/>
          <w:szCs w:val="16"/>
        </w:rPr>
        <w:t>70</w:t>
      </w:r>
      <w:r w:rsidRPr="000B73EF">
        <w:tab/>
        <w:t>Do you personally know someone who has been deported or detained by the U.S. government for immigration reasons in the last 12 months?</w:t>
      </w:r>
      <w:r w:rsidRPr="000B73EF">
        <w:rPr>
          <w:i/>
          <w:iCs/>
        </w:rPr>
        <w:t xml:space="preserve"> </w:t>
      </w:r>
    </w:p>
    <w:p w:rsidR="00573AD2" w:rsidRPr="000B73EF" w:rsidRDefault="00573AD2" w:rsidP="00573AD2">
      <w:pPr>
        <w:pStyle w:val="QuestionResponse"/>
      </w:pPr>
      <w:r w:rsidRPr="000B73EF">
        <w:t>1</w:t>
      </w:r>
      <w:r w:rsidRPr="000B73EF">
        <w:tab/>
        <w:t>Yes</w:t>
      </w:r>
    </w:p>
    <w:p w:rsidR="00573AD2" w:rsidRPr="000B73EF" w:rsidRDefault="00573AD2" w:rsidP="00573AD2">
      <w:pPr>
        <w:pStyle w:val="QuestionResponse"/>
      </w:pPr>
      <w:r w:rsidRPr="000B73EF">
        <w:t>2</w:t>
      </w:r>
      <w:r w:rsidRPr="000B73EF">
        <w:tab/>
        <w:t>No</w:t>
      </w:r>
    </w:p>
    <w:p w:rsidR="00573AD2" w:rsidRPr="000B73EF" w:rsidRDefault="00573AD2" w:rsidP="00573AD2">
      <w:pPr>
        <w:pStyle w:val="QuestionResponse"/>
      </w:pPr>
      <w:r w:rsidRPr="000B73EF">
        <w:t>8</w:t>
      </w:r>
      <w:r w:rsidRPr="000B73EF">
        <w:tab/>
        <w:t>Don’t know (DO NOT READ)</w:t>
      </w:r>
    </w:p>
    <w:p w:rsidR="00573AD2" w:rsidRPr="000B73EF" w:rsidRDefault="00573AD2" w:rsidP="00573AD2">
      <w:pPr>
        <w:pStyle w:val="QuestionResponseLast"/>
      </w:pPr>
      <w:r w:rsidRPr="000B73EF">
        <w:t>9</w:t>
      </w:r>
      <w:r w:rsidRPr="000B73EF">
        <w:tab/>
        <w:t>Refused (DO NOT READ)</w:t>
      </w:r>
    </w:p>
    <w:p w:rsidR="00A3456B" w:rsidRPr="000B73EF" w:rsidRDefault="00A3456B" w:rsidP="00A3456B">
      <w:pPr>
        <w:pStyle w:val="QuestionInstruction"/>
        <w:rPr>
          <w:rFonts w:cs="Calibri"/>
        </w:rPr>
      </w:pPr>
      <w:r w:rsidRPr="000B73EF">
        <w:t>ASK ALL IN EL SALVADOR AND MEXICO ONLY</w:t>
      </w:r>
    </w:p>
    <w:p w:rsidR="00573AD2" w:rsidRPr="000B73EF" w:rsidRDefault="00573AD2" w:rsidP="00573AD2">
      <w:pPr>
        <w:pStyle w:val="Question"/>
      </w:pPr>
      <w:r w:rsidRPr="000B73EF">
        <w:rPr>
          <w:rFonts w:ascii="Tahoma" w:hAnsi="Tahoma" w:cs="Tahoma"/>
          <w:b/>
          <w:sz w:val="16"/>
          <w:szCs w:val="16"/>
        </w:rPr>
        <w:t>Q</w:t>
      </w:r>
      <w:r w:rsidR="009649FB" w:rsidRPr="000B73EF">
        <w:rPr>
          <w:rFonts w:ascii="Tahoma" w:hAnsi="Tahoma" w:cs="Tahoma"/>
          <w:b/>
          <w:sz w:val="16"/>
          <w:szCs w:val="16"/>
        </w:rPr>
        <w:t>171</w:t>
      </w:r>
      <w:r w:rsidRPr="000B73EF">
        <w:tab/>
        <w:t>Do you know someone who went to the U.S. but returned to your area because they could not find work in the U.S.?</w:t>
      </w:r>
      <w:r w:rsidR="00CB6B20">
        <w:rPr>
          <w:i/>
          <w:iCs/>
        </w:rPr>
        <w:t xml:space="preserve"> </w:t>
      </w:r>
    </w:p>
    <w:p w:rsidR="00573AD2" w:rsidRPr="000B73EF" w:rsidRDefault="00573AD2" w:rsidP="00573AD2">
      <w:pPr>
        <w:pStyle w:val="QuestionResponse"/>
      </w:pPr>
      <w:r w:rsidRPr="000B73EF">
        <w:t>1</w:t>
      </w:r>
      <w:r w:rsidRPr="000B73EF">
        <w:tab/>
        <w:t>Yes – I know someone</w:t>
      </w:r>
    </w:p>
    <w:p w:rsidR="00573AD2" w:rsidRPr="000B73EF" w:rsidRDefault="00573AD2" w:rsidP="00573AD2">
      <w:pPr>
        <w:pStyle w:val="QuestionResponse"/>
      </w:pPr>
      <w:proofErr w:type="gramStart"/>
      <w:r w:rsidRPr="000B73EF">
        <w:t>2</w:t>
      </w:r>
      <w:r w:rsidRPr="000B73EF">
        <w:tab/>
        <w:t>No – I do not know anyone</w:t>
      </w:r>
      <w:proofErr w:type="gramEnd"/>
    </w:p>
    <w:p w:rsidR="00573AD2" w:rsidRPr="000B73EF" w:rsidRDefault="00573AD2" w:rsidP="00573AD2">
      <w:pPr>
        <w:pStyle w:val="QuestionResponse"/>
      </w:pPr>
      <w:r w:rsidRPr="000B73EF">
        <w:t>8</w:t>
      </w:r>
      <w:r w:rsidRPr="000B73EF">
        <w:tab/>
        <w:t>Don’t know (DO NOT READ)</w:t>
      </w:r>
    </w:p>
    <w:p w:rsidR="00573AD2" w:rsidRPr="000B73EF" w:rsidRDefault="00573AD2" w:rsidP="00573AD2">
      <w:pPr>
        <w:pStyle w:val="QuestionResponseLast"/>
      </w:pPr>
      <w:r w:rsidRPr="000B73EF">
        <w:t>9</w:t>
      </w:r>
      <w:r w:rsidRPr="000B73EF">
        <w:tab/>
        <w:t>Refused (DO NOT READ)</w:t>
      </w:r>
    </w:p>
    <w:p w:rsidR="003B1BB5" w:rsidRPr="000B73EF" w:rsidRDefault="003B1BB5" w:rsidP="009C6733">
      <w:pPr>
        <w:pStyle w:val="QuestionInstruction"/>
      </w:pPr>
      <w:r w:rsidRPr="000B73EF">
        <w:t>ASK ALL IN EL SALVADOR ONLY</w:t>
      </w:r>
    </w:p>
    <w:p w:rsidR="003B1BB5" w:rsidRPr="000B73EF" w:rsidRDefault="009649FB" w:rsidP="009C6733">
      <w:pPr>
        <w:pStyle w:val="Question"/>
        <w:rPr>
          <w:i/>
        </w:rPr>
      </w:pPr>
      <w:r w:rsidRPr="000B73EF">
        <w:rPr>
          <w:rFonts w:ascii="Tahoma" w:hAnsi="Tahoma" w:cs="Tahoma"/>
          <w:b/>
          <w:sz w:val="16"/>
          <w:szCs w:val="16"/>
        </w:rPr>
        <w:t>Q172</w:t>
      </w:r>
      <w:r w:rsidRPr="000B73EF">
        <w:rPr>
          <w:rFonts w:ascii="Tahoma" w:hAnsi="Tahoma" w:cs="Tahoma"/>
          <w:b/>
          <w:sz w:val="16"/>
          <w:szCs w:val="16"/>
        </w:rPr>
        <w:tab/>
      </w:r>
      <w:r w:rsidR="003B1BB5" w:rsidRPr="000B73EF">
        <w:t xml:space="preserve">Do you have any family members or friends who are or have been in a gang? </w:t>
      </w:r>
    </w:p>
    <w:p w:rsidR="003B1BB5" w:rsidRPr="000B73EF" w:rsidRDefault="009C6733" w:rsidP="009C6733">
      <w:pPr>
        <w:pStyle w:val="QuestionResponse"/>
      </w:pPr>
      <w:r>
        <w:t>1</w:t>
      </w:r>
      <w:r>
        <w:tab/>
      </w:r>
      <w:r w:rsidR="003B1BB5" w:rsidRPr="000B73EF">
        <w:t>Yes</w:t>
      </w:r>
    </w:p>
    <w:p w:rsidR="003B1BB5" w:rsidRPr="000B73EF" w:rsidRDefault="003B1BB5" w:rsidP="009C6733">
      <w:pPr>
        <w:pStyle w:val="QuestionResponse"/>
      </w:pPr>
      <w:r w:rsidRPr="000B73EF">
        <w:t>2</w:t>
      </w:r>
      <w:r w:rsidR="009C6733">
        <w:tab/>
      </w:r>
      <w:r w:rsidRPr="000B73EF">
        <w:t>No</w:t>
      </w:r>
    </w:p>
    <w:p w:rsidR="009C6733" w:rsidRPr="000B73EF" w:rsidRDefault="009C6733" w:rsidP="009C6733">
      <w:pPr>
        <w:pStyle w:val="QuestionResponse"/>
      </w:pPr>
      <w:r w:rsidRPr="000B73EF">
        <w:t>8</w:t>
      </w:r>
      <w:r w:rsidRPr="000B73EF">
        <w:tab/>
        <w:t>Don’t know (DO NOT READ)</w:t>
      </w:r>
    </w:p>
    <w:p w:rsidR="009C6733" w:rsidRPr="000B73EF" w:rsidRDefault="009C6733" w:rsidP="009C6733">
      <w:pPr>
        <w:pStyle w:val="QuestionResponseLast"/>
      </w:pPr>
      <w:r w:rsidRPr="000B73EF">
        <w:t>9</w:t>
      </w:r>
      <w:r w:rsidRPr="000B73EF">
        <w:tab/>
        <w:t>Refused (DO NOT READ)</w:t>
      </w:r>
    </w:p>
    <w:p w:rsidR="003B1BB5" w:rsidRPr="000B73EF" w:rsidRDefault="003B1BB5" w:rsidP="009C6733">
      <w:pPr>
        <w:pStyle w:val="QuestionInstruction"/>
      </w:pPr>
      <w:r w:rsidRPr="000B73EF">
        <w:lastRenderedPageBreak/>
        <w:t>ASK ALL IN EL SALVADOR ONLY</w:t>
      </w:r>
    </w:p>
    <w:p w:rsidR="003B1BB5" w:rsidRPr="000B73EF" w:rsidRDefault="009649FB" w:rsidP="009C6733">
      <w:pPr>
        <w:pStyle w:val="Question"/>
        <w:rPr>
          <w:i/>
        </w:rPr>
      </w:pPr>
      <w:r w:rsidRPr="000B73EF">
        <w:rPr>
          <w:rFonts w:ascii="Tahoma" w:hAnsi="Tahoma" w:cs="Tahoma"/>
          <w:b/>
          <w:sz w:val="16"/>
          <w:szCs w:val="16"/>
        </w:rPr>
        <w:t>Q173</w:t>
      </w:r>
      <w:r w:rsidRPr="000B73EF">
        <w:rPr>
          <w:rFonts w:ascii="Tahoma" w:hAnsi="Tahoma" w:cs="Tahoma"/>
          <w:b/>
          <w:sz w:val="16"/>
          <w:szCs w:val="16"/>
        </w:rPr>
        <w:tab/>
      </w:r>
      <w:r w:rsidR="003B1BB5" w:rsidRPr="000B73EF">
        <w:t xml:space="preserve">How about you? Are you currently or have you been in a gang? </w:t>
      </w:r>
    </w:p>
    <w:p w:rsidR="009C6733" w:rsidRPr="000B73EF" w:rsidRDefault="009C6733" w:rsidP="009C6733">
      <w:pPr>
        <w:pStyle w:val="QuestionResponse"/>
      </w:pPr>
      <w:r>
        <w:t>1</w:t>
      </w:r>
      <w:r>
        <w:tab/>
      </w:r>
      <w:r w:rsidRPr="000B73EF">
        <w:t>Yes</w:t>
      </w:r>
    </w:p>
    <w:p w:rsidR="009C6733" w:rsidRPr="000B73EF" w:rsidRDefault="009C6733" w:rsidP="009C6733">
      <w:pPr>
        <w:pStyle w:val="QuestionResponse"/>
      </w:pPr>
      <w:r w:rsidRPr="000B73EF">
        <w:t>2</w:t>
      </w:r>
      <w:r>
        <w:tab/>
      </w:r>
      <w:r w:rsidRPr="000B73EF">
        <w:t>No</w:t>
      </w:r>
    </w:p>
    <w:p w:rsidR="009C6733" w:rsidRPr="000B73EF" w:rsidRDefault="009C6733" w:rsidP="009C6733">
      <w:pPr>
        <w:pStyle w:val="QuestionResponse"/>
      </w:pPr>
      <w:r w:rsidRPr="000B73EF">
        <w:t>8</w:t>
      </w:r>
      <w:r w:rsidRPr="000B73EF">
        <w:tab/>
        <w:t>Don’t know (DO NOT READ)</w:t>
      </w:r>
    </w:p>
    <w:p w:rsidR="009C6733" w:rsidRPr="000B73EF" w:rsidRDefault="009C6733" w:rsidP="009C6733">
      <w:pPr>
        <w:pStyle w:val="QuestionResponseLast"/>
      </w:pPr>
      <w:r w:rsidRPr="000B73EF">
        <w:t>9</w:t>
      </w:r>
      <w:r w:rsidRPr="000B73EF">
        <w:tab/>
        <w:t>Refused (DO NOT READ)</w:t>
      </w:r>
    </w:p>
    <w:p w:rsidR="00573AD2" w:rsidRPr="00A3456B" w:rsidRDefault="009C6733" w:rsidP="00A3456B">
      <w:pPr>
        <w:pStyle w:val="QuestionInstruction"/>
        <w:rPr>
          <w:caps/>
        </w:rPr>
      </w:pPr>
      <w:r w:rsidRPr="00A3456B">
        <w:rPr>
          <w:caps/>
        </w:rPr>
        <w:t>ASK</w:t>
      </w:r>
      <w:r w:rsidR="00573AD2" w:rsidRPr="00A3456B">
        <w:rPr>
          <w:caps/>
        </w:rPr>
        <w:t xml:space="preserve"> MUSLIMS </w:t>
      </w:r>
      <w:r w:rsidR="00A3456B">
        <w:rPr>
          <w:caps/>
        </w:rPr>
        <w:t xml:space="preserve">in </w:t>
      </w:r>
      <w:r w:rsidR="00A3456B" w:rsidRPr="00A3456B">
        <w:rPr>
          <w:caps/>
        </w:rPr>
        <w:t>Egypt, Indonesia, ISRAEL</w:t>
      </w:r>
      <w:r w:rsidR="00A3456B">
        <w:rPr>
          <w:caps/>
        </w:rPr>
        <w:t>,</w:t>
      </w:r>
      <w:r w:rsidR="00A3456B" w:rsidRPr="00A3456B">
        <w:rPr>
          <w:caps/>
        </w:rPr>
        <w:t xml:space="preserve"> Jordan, Lebanon, Malaysia, Nigeria, </w:t>
      </w:r>
      <w:r w:rsidR="00BF3AAF">
        <w:rPr>
          <w:caps/>
        </w:rPr>
        <w:t xml:space="preserve">Pakistan (asked only in urdu), </w:t>
      </w:r>
      <w:r w:rsidR="00A3456B" w:rsidRPr="00A3456B">
        <w:rPr>
          <w:caps/>
        </w:rPr>
        <w:t xml:space="preserve">Palestinian Territories, Senegal, Tunisia, </w:t>
      </w:r>
      <w:r w:rsidR="00A3456B">
        <w:rPr>
          <w:caps/>
        </w:rPr>
        <w:t xml:space="preserve">and </w:t>
      </w:r>
      <w:r w:rsidR="00A3456B" w:rsidRPr="00A3456B">
        <w:rPr>
          <w:caps/>
        </w:rPr>
        <w:t xml:space="preserve">Turkey </w:t>
      </w:r>
      <w:r w:rsidR="00573AD2" w:rsidRPr="00A3456B">
        <w:rPr>
          <w:caps/>
        </w:rPr>
        <w:t xml:space="preserve">ONLY </w:t>
      </w:r>
    </w:p>
    <w:p w:rsidR="00573AD2" w:rsidRPr="000B73EF" w:rsidRDefault="00573AD2" w:rsidP="00573AD2">
      <w:pPr>
        <w:pStyle w:val="Question"/>
      </w:pPr>
      <w:r w:rsidRPr="000B73EF">
        <w:rPr>
          <w:rFonts w:ascii="Tahoma" w:hAnsi="Tahoma" w:cs="Tahoma"/>
          <w:b/>
          <w:sz w:val="16"/>
          <w:szCs w:val="16"/>
        </w:rPr>
        <w:t>Q1</w:t>
      </w:r>
      <w:r w:rsidR="009649FB" w:rsidRPr="000B73EF">
        <w:rPr>
          <w:rFonts w:ascii="Tahoma" w:hAnsi="Tahoma" w:cs="Tahoma"/>
          <w:b/>
          <w:sz w:val="16"/>
          <w:szCs w:val="16"/>
        </w:rPr>
        <w:t>74</w:t>
      </w:r>
      <w:r w:rsidRPr="000B73EF">
        <w:tab/>
        <w:t xml:space="preserve">Are you Sunni (for example, </w:t>
      </w:r>
      <w:proofErr w:type="spellStart"/>
      <w:r w:rsidRPr="000B73EF">
        <w:t>Hanafi</w:t>
      </w:r>
      <w:proofErr w:type="spellEnd"/>
      <w:r w:rsidRPr="000B73EF">
        <w:t xml:space="preserve">, Maliki, </w:t>
      </w:r>
      <w:proofErr w:type="spellStart"/>
      <w:r w:rsidRPr="000B73EF">
        <w:t>Shafi</w:t>
      </w:r>
      <w:proofErr w:type="spellEnd"/>
      <w:r w:rsidRPr="000B73EF">
        <w:t xml:space="preserve">, or </w:t>
      </w:r>
      <w:proofErr w:type="spellStart"/>
      <w:r w:rsidRPr="000B73EF">
        <w:t>Hanbali</w:t>
      </w:r>
      <w:proofErr w:type="spellEnd"/>
      <w:r w:rsidRPr="000B73EF">
        <w:t xml:space="preserve">), Shi’a (for example, </w:t>
      </w:r>
      <w:proofErr w:type="spellStart"/>
      <w:r w:rsidRPr="000B73EF">
        <w:t>Ithnashari</w:t>
      </w:r>
      <w:proofErr w:type="spellEnd"/>
      <w:r w:rsidRPr="000B73EF">
        <w:t xml:space="preserve">/Twelver or </w:t>
      </w:r>
      <w:proofErr w:type="spellStart"/>
      <w:r w:rsidRPr="000B73EF">
        <w:t>Ismaili</w:t>
      </w:r>
      <w:proofErr w:type="spellEnd"/>
      <w:r w:rsidRPr="000B73EF">
        <w:t>/</w:t>
      </w:r>
      <w:proofErr w:type="spellStart"/>
      <w:r w:rsidRPr="000B73EF">
        <w:t>Sevener</w:t>
      </w:r>
      <w:proofErr w:type="spellEnd"/>
      <w:r w:rsidRPr="000B73EF">
        <w:t xml:space="preserve">), or something else? </w:t>
      </w:r>
    </w:p>
    <w:p w:rsidR="00573AD2" w:rsidRPr="000B73EF" w:rsidRDefault="00573AD2" w:rsidP="00573AD2">
      <w:pPr>
        <w:pStyle w:val="QuestionResponse"/>
      </w:pPr>
      <w:r w:rsidRPr="000B73EF">
        <w:t>1</w:t>
      </w:r>
      <w:r w:rsidRPr="000B73EF">
        <w:tab/>
        <w:t xml:space="preserve">Sunni (for example, </w:t>
      </w:r>
      <w:proofErr w:type="spellStart"/>
      <w:r w:rsidRPr="000B73EF">
        <w:t>Hanafi</w:t>
      </w:r>
      <w:proofErr w:type="spellEnd"/>
      <w:r w:rsidRPr="000B73EF">
        <w:t xml:space="preserve">, Maliki, </w:t>
      </w:r>
      <w:proofErr w:type="spellStart"/>
      <w:r w:rsidRPr="000B73EF">
        <w:t>Shafi</w:t>
      </w:r>
      <w:proofErr w:type="spellEnd"/>
      <w:r w:rsidRPr="000B73EF">
        <w:t xml:space="preserve">, </w:t>
      </w:r>
      <w:proofErr w:type="spellStart"/>
      <w:r w:rsidRPr="000B73EF">
        <w:t>Hanbali</w:t>
      </w:r>
      <w:proofErr w:type="spellEnd"/>
      <w:r w:rsidRPr="000B73EF">
        <w:t>)</w:t>
      </w:r>
    </w:p>
    <w:p w:rsidR="00573AD2" w:rsidRPr="000B73EF" w:rsidRDefault="00573AD2" w:rsidP="00573AD2">
      <w:pPr>
        <w:pStyle w:val="QuestionResponse"/>
      </w:pPr>
      <w:r w:rsidRPr="000B73EF">
        <w:t>2</w:t>
      </w:r>
      <w:r w:rsidRPr="000B73EF">
        <w:tab/>
        <w:t xml:space="preserve">Shi’a (for example, </w:t>
      </w:r>
      <w:proofErr w:type="spellStart"/>
      <w:r w:rsidRPr="000B73EF">
        <w:t>Ithnashari</w:t>
      </w:r>
      <w:proofErr w:type="spellEnd"/>
      <w:r w:rsidRPr="000B73EF">
        <w:t xml:space="preserve">/Twelver, </w:t>
      </w:r>
      <w:proofErr w:type="spellStart"/>
      <w:r w:rsidRPr="000B73EF">
        <w:t>Ismaili</w:t>
      </w:r>
      <w:proofErr w:type="spellEnd"/>
      <w:r w:rsidRPr="000B73EF">
        <w:t>/</w:t>
      </w:r>
      <w:proofErr w:type="spellStart"/>
      <w:r w:rsidRPr="000B73EF">
        <w:t>Sevener</w:t>
      </w:r>
      <w:proofErr w:type="spellEnd"/>
      <w:r w:rsidRPr="000B73EF">
        <w:t>)</w:t>
      </w:r>
    </w:p>
    <w:p w:rsidR="00573AD2" w:rsidRPr="000B73EF" w:rsidRDefault="00573AD2" w:rsidP="00573AD2">
      <w:pPr>
        <w:pStyle w:val="QuestionResponse"/>
      </w:pPr>
      <w:r w:rsidRPr="000B73EF">
        <w:t>3</w:t>
      </w:r>
      <w:r w:rsidRPr="000B73EF">
        <w:tab/>
      </w:r>
      <w:proofErr w:type="spellStart"/>
      <w:r w:rsidRPr="000B73EF">
        <w:t>Ahmadiyya</w:t>
      </w:r>
      <w:proofErr w:type="spellEnd"/>
      <w:r w:rsidRPr="000B73EF">
        <w:t xml:space="preserve"> (DO NOT READ)</w:t>
      </w:r>
    </w:p>
    <w:p w:rsidR="00573AD2" w:rsidRPr="000B73EF" w:rsidRDefault="00573AD2" w:rsidP="00573AD2">
      <w:pPr>
        <w:pStyle w:val="QuestionResponse"/>
      </w:pPr>
      <w:r w:rsidRPr="000B73EF">
        <w:t>91</w:t>
      </w:r>
      <w:r w:rsidRPr="000B73EF">
        <w:tab/>
        <w:t>Something else (SPECIFY)</w:t>
      </w:r>
    </w:p>
    <w:p w:rsidR="00573AD2" w:rsidRPr="000B73EF" w:rsidRDefault="00573AD2" w:rsidP="00573AD2">
      <w:pPr>
        <w:pStyle w:val="QuestionResponse"/>
      </w:pPr>
      <w:proofErr w:type="gramStart"/>
      <w:r w:rsidRPr="000B73EF">
        <w:t>92</w:t>
      </w:r>
      <w:r w:rsidRPr="000B73EF">
        <w:tab/>
        <w:t>None in particular (DO NOT READ)</w:t>
      </w:r>
      <w:proofErr w:type="gramEnd"/>
    </w:p>
    <w:p w:rsidR="00573AD2" w:rsidRPr="000B73EF" w:rsidRDefault="00573AD2" w:rsidP="00573AD2">
      <w:pPr>
        <w:pStyle w:val="QuestionResponse"/>
      </w:pPr>
      <w:r w:rsidRPr="000B73EF">
        <w:t>97</w:t>
      </w:r>
      <w:r w:rsidRPr="000B73EF">
        <w:tab/>
        <w:t>Just a Muslim, not further specified (DO NOT READ)</w:t>
      </w:r>
    </w:p>
    <w:p w:rsidR="00573AD2" w:rsidRPr="000B73EF" w:rsidRDefault="00573AD2" w:rsidP="00573AD2">
      <w:pPr>
        <w:pStyle w:val="QuestionResponse"/>
      </w:pPr>
      <w:r w:rsidRPr="000B73EF">
        <w:t>98</w:t>
      </w:r>
      <w:r w:rsidRPr="000B73EF">
        <w:tab/>
        <w:t>Don’t know (DO NOT READ)</w:t>
      </w:r>
    </w:p>
    <w:p w:rsidR="00573AD2" w:rsidRPr="000B73EF" w:rsidRDefault="00573AD2" w:rsidP="00573AD2">
      <w:pPr>
        <w:pStyle w:val="QuestionResponseLast"/>
      </w:pPr>
      <w:r w:rsidRPr="000B73EF">
        <w:t>99</w:t>
      </w:r>
      <w:r w:rsidRPr="000B73EF">
        <w:tab/>
        <w:t>Refused (DO NOT READ)</w:t>
      </w:r>
    </w:p>
    <w:p w:rsidR="00A3456B" w:rsidRPr="00A3456B" w:rsidRDefault="00A3456B" w:rsidP="00A3456B">
      <w:pPr>
        <w:pStyle w:val="QuestionInstruction"/>
        <w:rPr>
          <w:caps/>
        </w:rPr>
      </w:pPr>
      <w:r w:rsidRPr="00A3456B">
        <w:rPr>
          <w:caps/>
        </w:rPr>
        <w:t xml:space="preserve">ASK MUSLIMS </w:t>
      </w:r>
      <w:r>
        <w:rPr>
          <w:caps/>
        </w:rPr>
        <w:t xml:space="preserve">in </w:t>
      </w:r>
      <w:r w:rsidRPr="00A3456B">
        <w:rPr>
          <w:caps/>
        </w:rPr>
        <w:t>Egypt, Indonesia, ISRAEL</w:t>
      </w:r>
      <w:r>
        <w:rPr>
          <w:caps/>
        </w:rPr>
        <w:t>,</w:t>
      </w:r>
      <w:r w:rsidRPr="00A3456B">
        <w:rPr>
          <w:caps/>
        </w:rPr>
        <w:t xml:space="preserve"> Jordan, Lebanon, Malaysia, Nigeria, Pakistan, Palestinian Territories, Senegal, Tunisia, </w:t>
      </w:r>
      <w:r>
        <w:rPr>
          <w:caps/>
        </w:rPr>
        <w:t xml:space="preserve">and </w:t>
      </w:r>
      <w:r w:rsidRPr="00A3456B">
        <w:rPr>
          <w:caps/>
        </w:rPr>
        <w:t xml:space="preserve">Turkey ONLY </w:t>
      </w:r>
    </w:p>
    <w:p w:rsidR="00573AD2" w:rsidRPr="000B73EF" w:rsidRDefault="009649FB" w:rsidP="00573AD2">
      <w:pPr>
        <w:pStyle w:val="Question"/>
        <w:rPr>
          <w:i/>
        </w:rPr>
      </w:pPr>
      <w:r w:rsidRPr="000B73EF">
        <w:rPr>
          <w:rFonts w:ascii="Tahoma" w:hAnsi="Tahoma" w:cs="Tahoma"/>
          <w:b/>
          <w:sz w:val="16"/>
          <w:szCs w:val="16"/>
        </w:rPr>
        <w:t>Q175</w:t>
      </w:r>
      <w:r w:rsidR="00573AD2" w:rsidRPr="000B73EF">
        <w:tab/>
        <w:t xml:space="preserve">How often, if at all, do you pray:  hardly ever, only during religious holidays, only on Fridays, only on Fridays and religious holidays, more than once a week, every day at least once, or every day five times?  </w:t>
      </w:r>
    </w:p>
    <w:p w:rsidR="00573AD2" w:rsidRPr="000B73EF" w:rsidRDefault="00573AD2" w:rsidP="00573AD2">
      <w:pPr>
        <w:pStyle w:val="QuestionResponse"/>
      </w:pPr>
      <w:r w:rsidRPr="000B73EF">
        <w:t>1</w:t>
      </w:r>
      <w:r w:rsidRPr="000B73EF">
        <w:tab/>
        <w:t>Hardly ever</w:t>
      </w:r>
    </w:p>
    <w:p w:rsidR="00573AD2" w:rsidRPr="000B73EF" w:rsidRDefault="00573AD2" w:rsidP="00573AD2">
      <w:pPr>
        <w:pStyle w:val="QuestionResponse"/>
      </w:pPr>
      <w:r w:rsidRPr="000B73EF">
        <w:t>2</w:t>
      </w:r>
      <w:r w:rsidRPr="000B73EF">
        <w:tab/>
        <w:t>Only during religious holidays</w:t>
      </w:r>
    </w:p>
    <w:p w:rsidR="00573AD2" w:rsidRPr="000B73EF" w:rsidRDefault="00573AD2" w:rsidP="00573AD2">
      <w:pPr>
        <w:pStyle w:val="QuestionResponse"/>
      </w:pPr>
      <w:r w:rsidRPr="000B73EF">
        <w:t>3</w:t>
      </w:r>
      <w:r w:rsidRPr="000B73EF">
        <w:tab/>
        <w:t>Only on Fridays</w:t>
      </w:r>
    </w:p>
    <w:p w:rsidR="00573AD2" w:rsidRPr="000B73EF" w:rsidRDefault="00573AD2" w:rsidP="00573AD2">
      <w:pPr>
        <w:pStyle w:val="QuestionResponse"/>
      </w:pPr>
      <w:r w:rsidRPr="000B73EF">
        <w:t>4</w:t>
      </w:r>
      <w:r w:rsidRPr="000B73EF">
        <w:tab/>
        <w:t>Only on Fridays and religious holidays</w:t>
      </w:r>
    </w:p>
    <w:p w:rsidR="00573AD2" w:rsidRPr="000B73EF" w:rsidRDefault="00573AD2" w:rsidP="00573AD2">
      <w:pPr>
        <w:pStyle w:val="QuestionResponse"/>
      </w:pPr>
      <w:r w:rsidRPr="000B73EF">
        <w:t>5</w:t>
      </w:r>
      <w:r w:rsidRPr="000B73EF">
        <w:tab/>
        <w:t>More than once a week</w:t>
      </w:r>
    </w:p>
    <w:p w:rsidR="00573AD2" w:rsidRPr="000B73EF" w:rsidRDefault="00573AD2" w:rsidP="00573AD2">
      <w:pPr>
        <w:pStyle w:val="QuestionResponse"/>
      </w:pPr>
      <w:r w:rsidRPr="000B73EF">
        <w:t>6</w:t>
      </w:r>
      <w:r w:rsidRPr="000B73EF">
        <w:tab/>
        <w:t>Every day at least once</w:t>
      </w:r>
    </w:p>
    <w:p w:rsidR="00573AD2" w:rsidRPr="000B73EF" w:rsidRDefault="00573AD2" w:rsidP="00573AD2">
      <w:pPr>
        <w:pStyle w:val="QuestionResponse"/>
      </w:pPr>
      <w:r w:rsidRPr="000B73EF">
        <w:t>7</w:t>
      </w:r>
      <w:r w:rsidRPr="000B73EF">
        <w:tab/>
        <w:t>Every day five times</w:t>
      </w:r>
    </w:p>
    <w:p w:rsidR="00573AD2" w:rsidRPr="000B73EF" w:rsidRDefault="00573AD2" w:rsidP="00573AD2">
      <w:pPr>
        <w:pStyle w:val="QuestionResponse"/>
      </w:pPr>
      <w:r w:rsidRPr="000B73EF">
        <w:t>8</w:t>
      </w:r>
      <w:r w:rsidRPr="000B73EF">
        <w:tab/>
        <w:t>Don’t know (DO NOT READ)</w:t>
      </w:r>
    </w:p>
    <w:p w:rsidR="00573AD2" w:rsidRPr="000B73EF" w:rsidRDefault="00573AD2" w:rsidP="00573AD2">
      <w:pPr>
        <w:pStyle w:val="QuestionResponseLast"/>
      </w:pPr>
      <w:r w:rsidRPr="000B73EF">
        <w:t>9</w:t>
      </w:r>
      <w:r w:rsidRPr="000B73EF">
        <w:tab/>
        <w:t>Refused (DO NOT READ)</w:t>
      </w:r>
    </w:p>
    <w:p w:rsidR="00CD4FC7" w:rsidRDefault="00573AD2" w:rsidP="00A3456B">
      <w:pPr>
        <w:pStyle w:val="QuestionInstruction"/>
        <w:rPr>
          <w:caps/>
        </w:rPr>
      </w:pPr>
      <w:r w:rsidRPr="00A3456B">
        <w:rPr>
          <w:caps/>
        </w:rPr>
        <w:lastRenderedPageBreak/>
        <w:t xml:space="preserve">ASK ALL IN </w:t>
      </w:r>
      <w:r w:rsidR="00A3456B">
        <w:rPr>
          <w:caps/>
        </w:rPr>
        <w:t>argentina, australia, bolivia,</w:t>
      </w:r>
      <w:r w:rsidR="00B1245C">
        <w:rPr>
          <w:caps/>
        </w:rPr>
        <w:t xml:space="preserve"> brazil, canada, </w:t>
      </w:r>
      <w:r w:rsidR="00A3456B">
        <w:rPr>
          <w:caps/>
        </w:rPr>
        <w:t xml:space="preserve">chile, china, </w:t>
      </w:r>
      <w:r w:rsidR="00E43AAD">
        <w:rPr>
          <w:caps/>
        </w:rPr>
        <w:t xml:space="preserve">CZECH REPUBLIC, </w:t>
      </w:r>
      <w:r w:rsidR="00A3456B">
        <w:rPr>
          <w:caps/>
        </w:rPr>
        <w:t>el salvador, ghana,</w:t>
      </w:r>
      <w:r w:rsidR="0070614A">
        <w:rPr>
          <w:caps/>
        </w:rPr>
        <w:t xml:space="preserve"> greece</w:t>
      </w:r>
      <w:r w:rsidR="00A3456B">
        <w:rPr>
          <w:caps/>
        </w:rPr>
        <w:t xml:space="preserve">, israel, </w:t>
      </w:r>
      <w:r w:rsidR="00CD4FC7">
        <w:rPr>
          <w:caps/>
        </w:rPr>
        <w:t xml:space="preserve">ITALY, </w:t>
      </w:r>
      <w:r w:rsidR="00A3456B">
        <w:rPr>
          <w:caps/>
        </w:rPr>
        <w:t xml:space="preserve">kenya, mexico,  philippines, Poland, Russia,  </w:t>
      </w:r>
      <w:r w:rsidR="004F35CB">
        <w:rPr>
          <w:caps/>
        </w:rPr>
        <w:t xml:space="preserve">south africa, </w:t>
      </w:r>
      <w:r w:rsidR="00A3456B">
        <w:rPr>
          <w:caps/>
        </w:rPr>
        <w:t>south korea</w:t>
      </w:r>
      <w:r w:rsidR="00A3456B" w:rsidRPr="00A05B95">
        <w:rPr>
          <w:caps/>
        </w:rPr>
        <w:t xml:space="preserve">, </w:t>
      </w:r>
      <w:r w:rsidR="004F35CB" w:rsidRPr="00A05B95">
        <w:rPr>
          <w:caps/>
        </w:rPr>
        <w:t>uganda,</w:t>
      </w:r>
      <w:r w:rsidR="004F35CB">
        <w:rPr>
          <w:caps/>
        </w:rPr>
        <w:t xml:space="preserve"> </w:t>
      </w:r>
      <w:r w:rsidR="00CD4FC7">
        <w:rPr>
          <w:caps/>
        </w:rPr>
        <w:t>and venezuela</w:t>
      </w:r>
      <w:r w:rsidRPr="00A3456B">
        <w:rPr>
          <w:caps/>
        </w:rPr>
        <w:t xml:space="preserve">. </w:t>
      </w:r>
    </w:p>
    <w:p w:rsidR="00573AD2" w:rsidRPr="00A3456B" w:rsidRDefault="00573AD2" w:rsidP="00A3456B">
      <w:pPr>
        <w:pStyle w:val="QuestionInstruction"/>
        <w:rPr>
          <w:caps/>
        </w:rPr>
      </w:pPr>
      <w:r w:rsidRPr="00A3456B">
        <w:rPr>
          <w:caps/>
        </w:rPr>
        <w:t xml:space="preserve">ASK NON MUSLIMS IN </w:t>
      </w:r>
      <w:r w:rsidR="00A3456B" w:rsidRPr="00A3456B">
        <w:rPr>
          <w:caps/>
        </w:rPr>
        <w:t>Egypt, Indonesia, Jordan, Lebanon, Malaysia, Nigeria, Pakistan, Palestinian Territories, Senegal, Tunisia, Turkey</w:t>
      </w:r>
    </w:p>
    <w:p w:rsidR="00573AD2" w:rsidRPr="000B73EF" w:rsidRDefault="009649FB" w:rsidP="00573AD2">
      <w:pPr>
        <w:pStyle w:val="Question"/>
      </w:pPr>
      <w:r w:rsidRPr="000B73EF">
        <w:rPr>
          <w:rFonts w:ascii="Tahoma" w:hAnsi="Tahoma" w:cs="Tahoma"/>
          <w:b/>
          <w:sz w:val="16"/>
          <w:szCs w:val="16"/>
        </w:rPr>
        <w:t>Q176</w:t>
      </w:r>
      <w:r w:rsidR="00573AD2" w:rsidRPr="000B73EF">
        <w:tab/>
        <w:t xml:space="preserve">People practice their religion in different ways.  Outside of attending religious services, do you pray several times a day, once a day, a few times a week, once a week or less, or never?   </w:t>
      </w:r>
    </w:p>
    <w:p w:rsidR="00573AD2" w:rsidRPr="000B73EF" w:rsidRDefault="00573AD2" w:rsidP="00573AD2">
      <w:pPr>
        <w:pStyle w:val="QuestionResponse"/>
      </w:pPr>
      <w:r w:rsidRPr="000B73EF">
        <w:t>1</w:t>
      </w:r>
      <w:r w:rsidRPr="000B73EF">
        <w:tab/>
        <w:t>Several times a day</w:t>
      </w:r>
    </w:p>
    <w:p w:rsidR="00573AD2" w:rsidRPr="000B73EF" w:rsidRDefault="00573AD2" w:rsidP="00573AD2">
      <w:pPr>
        <w:pStyle w:val="QuestionResponse"/>
      </w:pPr>
      <w:r w:rsidRPr="000B73EF">
        <w:t>2</w:t>
      </w:r>
      <w:r w:rsidRPr="000B73EF">
        <w:tab/>
        <w:t>Once a day</w:t>
      </w:r>
    </w:p>
    <w:p w:rsidR="00573AD2" w:rsidRPr="000B73EF" w:rsidRDefault="00573AD2" w:rsidP="00573AD2">
      <w:pPr>
        <w:pStyle w:val="QuestionResponse"/>
      </w:pPr>
      <w:r w:rsidRPr="000B73EF">
        <w:t>3</w:t>
      </w:r>
      <w:r w:rsidRPr="000B73EF">
        <w:tab/>
        <w:t>A few times a week</w:t>
      </w:r>
    </w:p>
    <w:p w:rsidR="00573AD2" w:rsidRPr="000B73EF" w:rsidRDefault="00573AD2" w:rsidP="00573AD2">
      <w:pPr>
        <w:pStyle w:val="QuestionResponse"/>
      </w:pPr>
      <w:r w:rsidRPr="000B73EF">
        <w:t>4</w:t>
      </w:r>
      <w:r w:rsidRPr="000B73EF">
        <w:tab/>
        <w:t>Once a week or less</w:t>
      </w:r>
    </w:p>
    <w:p w:rsidR="00573AD2" w:rsidRPr="000B73EF" w:rsidRDefault="00573AD2" w:rsidP="00573AD2">
      <w:pPr>
        <w:pStyle w:val="QuestionResponse"/>
      </w:pPr>
      <w:r w:rsidRPr="000B73EF">
        <w:t>5</w:t>
      </w:r>
      <w:r w:rsidRPr="000B73EF">
        <w:tab/>
        <w:t>Never</w:t>
      </w:r>
    </w:p>
    <w:p w:rsidR="00573AD2" w:rsidRPr="000B73EF" w:rsidRDefault="00573AD2" w:rsidP="00573AD2">
      <w:pPr>
        <w:pStyle w:val="QuestionResponse"/>
      </w:pPr>
      <w:r w:rsidRPr="000B73EF">
        <w:t>8</w:t>
      </w:r>
      <w:r w:rsidRPr="000B73EF">
        <w:tab/>
        <w:t>Don’t know (DO NOT READ)</w:t>
      </w:r>
    </w:p>
    <w:p w:rsidR="00573AD2" w:rsidRPr="000B73EF" w:rsidRDefault="00573AD2" w:rsidP="00573AD2">
      <w:pPr>
        <w:pStyle w:val="QuestionResponseLast"/>
      </w:pPr>
      <w:r w:rsidRPr="000B73EF">
        <w:t>9</w:t>
      </w:r>
      <w:r w:rsidRPr="000B73EF">
        <w:tab/>
        <w:t>Refused (DO NOT READ)</w:t>
      </w:r>
    </w:p>
    <w:p w:rsidR="00573AD2" w:rsidRPr="004A7CCC" w:rsidRDefault="00ED602C" w:rsidP="004A7CCC">
      <w:pPr>
        <w:pStyle w:val="QuestionInstruction"/>
        <w:rPr>
          <w:caps/>
        </w:rPr>
      </w:pPr>
      <w:r w:rsidRPr="004A7CCC">
        <w:rPr>
          <w:caps/>
        </w:rPr>
        <w:t>ASK</w:t>
      </w:r>
      <w:r w:rsidR="00573AD2" w:rsidRPr="004A7CCC">
        <w:rPr>
          <w:caps/>
        </w:rPr>
        <w:t xml:space="preserve"> MUSLIMS IN </w:t>
      </w:r>
      <w:r w:rsidR="004A7CCC" w:rsidRPr="004A7CCC">
        <w:rPr>
          <w:caps/>
        </w:rPr>
        <w:t>Egypt, Indonesia, ISRAEL</w:t>
      </w:r>
      <w:r w:rsidR="004A7CCC">
        <w:rPr>
          <w:caps/>
        </w:rPr>
        <w:t>,</w:t>
      </w:r>
      <w:r w:rsidR="004A7CCC" w:rsidRPr="004A7CCC">
        <w:rPr>
          <w:caps/>
        </w:rPr>
        <w:t xml:space="preserve"> Jordan, Lebanon, Malaysia, Nigeria, Pakistan, Palestinian Territories, Senegal, Tunisia, </w:t>
      </w:r>
      <w:r w:rsidR="004A7CCC">
        <w:rPr>
          <w:caps/>
        </w:rPr>
        <w:t xml:space="preserve">and </w:t>
      </w:r>
      <w:r w:rsidR="004A7CCC" w:rsidRPr="004A7CCC">
        <w:rPr>
          <w:caps/>
        </w:rPr>
        <w:t xml:space="preserve">Turkey </w:t>
      </w:r>
      <w:r w:rsidR="00573AD2" w:rsidRPr="004A7CCC">
        <w:rPr>
          <w:caps/>
        </w:rPr>
        <w:t xml:space="preserve">ONLY </w:t>
      </w:r>
    </w:p>
    <w:p w:rsidR="00573AD2" w:rsidRPr="000B73EF" w:rsidRDefault="00573AD2" w:rsidP="00573AD2">
      <w:pPr>
        <w:pStyle w:val="Question"/>
        <w:rPr>
          <w:i/>
        </w:rPr>
      </w:pPr>
      <w:r w:rsidRPr="000B73EF">
        <w:rPr>
          <w:rFonts w:ascii="Tahoma" w:hAnsi="Tahoma" w:cs="Tahoma"/>
          <w:b/>
          <w:sz w:val="16"/>
          <w:szCs w:val="16"/>
        </w:rPr>
        <w:t>Q1</w:t>
      </w:r>
      <w:r w:rsidR="009649FB" w:rsidRPr="000B73EF">
        <w:rPr>
          <w:rFonts w:ascii="Tahoma" w:hAnsi="Tahoma" w:cs="Tahoma"/>
          <w:b/>
          <w:sz w:val="16"/>
          <w:szCs w:val="16"/>
        </w:rPr>
        <w:t>77</w:t>
      </w:r>
      <w:r w:rsidRPr="000B73EF">
        <w:tab/>
        <w:t xml:space="preserve">How often, if at all, do you fast – hardly ever, some days during Ramadan, during most or all days of Ramadan, OR during all of Ramadan and other religious holidays? </w:t>
      </w:r>
    </w:p>
    <w:p w:rsidR="00573AD2" w:rsidRPr="000B73EF" w:rsidRDefault="00573AD2" w:rsidP="00573AD2">
      <w:pPr>
        <w:pStyle w:val="QuestionResponse"/>
      </w:pPr>
      <w:r w:rsidRPr="000B73EF">
        <w:t>1</w:t>
      </w:r>
      <w:r w:rsidRPr="000B73EF">
        <w:tab/>
        <w:t>Hardly ever</w:t>
      </w:r>
    </w:p>
    <w:p w:rsidR="00573AD2" w:rsidRPr="000B73EF" w:rsidRDefault="00573AD2" w:rsidP="00573AD2">
      <w:pPr>
        <w:pStyle w:val="QuestionResponse"/>
      </w:pPr>
      <w:r w:rsidRPr="000B73EF">
        <w:t>2</w:t>
      </w:r>
      <w:r w:rsidRPr="000B73EF">
        <w:tab/>
        <w:t>Some days during Ramadan</w:t>
      </w:r>
    </w:p>
    <w:p w:rsidR="00573AD2" w:rsidRPr="000B73EF" w:rsidRDefault="00573AD2" w:rsidP="00573AD2">
      <w:pPr>
        <w:pStyle w:val="QuestionResponse"/>
      </w:pPr>
      <w:r w:rsidRPr="000B73EF">
        <w:t>3</w:t>
      </w:r>
      <w:r w:rsidRPr="000B73EF">
        <w:tab/>
        <w:t>During most or all days of Ramadan</w:t>
      </w:r>
    </w:p>
    <w:p w:rsidR="00573AD2" w:rsidRPr="000B73EF" w:rsidRDefault="00573AD2" w:rsidP="00573AD2">
      <w:pPr>
        <w:pStyle w:val="QuestionResponse"/>
      </w:pPr>
      <w:r w:rsidRPr="000B73EF">
        <w:t>4</w:t>
      </w:r>
      <w:r w:rsidRPr="000B73EF">
        <w:tab/>
        <w:t>During all of Ramadan and other religious holidays</w:t>
      </w:r>
    </w:p>
    <w:p w:rsidR="00573AD2" w:rsidRPr="000B73EF" w:rsidRDefault="00573AD2" w:rsidP="00573AD2">
      <w:pPr>
        <w:pStyle w:val="QuestionResponse"/>
      </w:pPr>
      <w:r w:rsidRPr="000B73EF">
        <w:t>8</w:t>
      </w:r>
      <w:r w:rsidRPr="000B73EF">
        <w:tab/>
        <w:t>Don’t know (DO NOT READ)</w:t>
      </w:r>
    </w:p>
    <w:p w:rsidR="00573AD2" w:rsidRPr="000B73EF" w:rsidRDefault="00573AD2" w:rsidP="00573AD2">
      <w:pPr>
        <w:pStyle w:val="QuestionResponseLast"/>
      </w:pPr>
      <w:r w:rsidRPr="000B73EF">
        <w:t>9</w:t>
      </w:r>
      <w:r w:rsidRPr="000B73EF">
        <w:tab/>
        <w:t>Refused (DO NOT READ)</w:t>
      </w:r>
    </w:p>
    <w:p w:rsidR="00573AD2" w:rsidRPr="004A7CCC" w:rsidRDefault="00573AD2" w:rsidP="004A7CCC">
      <w:pPr>
        <w:pStyle w:val="QuestionInstruction"/>
        <w:rPr>
          <w:caps/>
        </w:rPr>
      </w:pPr>
      <w:r w:rsidRPr="004A7CCC">
        <w:rPr>
          <w:caps/>
        </w:rPr>
        <w:t xml:space="preserve">ASK ALL </w:t>
      </w:r>
      <w:r w:rsidR="004A7CCC">
        <w:rPr>
          <w:caps/>
        </w:rPr>
        <w:t xml:space="preserve">in all countries </w:t>
      </w:r>
      <w:r w:rsidR="003B1BB5" w:rsidRPr="004A7CCC">
        <w:rPr>
          <w:caps/>
        </w:rPr>
        <w:t>EXCEPT</w:t>
      </w:r>
      <w:r w:rsidRPr="004A7CCC">
        <w:rPr>
          <w:caps/>
        </w:rPr>
        <w:t xml:space="preserve"> </w:t>
      </w:r>
      <w:r w:rsidR="004A7CCC" w:rsidRPr="004A7CCC">
        <w:rPr>
          <w:caps/>
        </w:rPr>
        <w:t>Britain, France, Germany, JAPAN</w:t>
      </w:r>
      <w:r w:rsidR="004A7CCC">
        <w:rPr>
          <w:caps/>
        </w:rPr>
        <w:t>,</w:t>
      </w:r>
      <w:r w:rsidR="004A7CCC" w:rsidRPr="004A7CCC">
        <w:rPr>
          <w:caps/>
        </w:rPr>
        <w:t xml:space="preserve"> Spain</w:t>
      </w:r>
      <w:r w:rsidR="004A7CCC">
        <w:rPr>
          <w:caps/>
        </w:rPr>
        <w:t>, and</w:t>
      </w:r>
      <w:r w:rsidR="004A7CCC" w:rsidRPr="004A7CCC">
        <w:rPr>
          <w:caps/>
        </w:rPr>
        <w:t xml:space="preserve"> THE UNITED STATES</w:t>
      </w:r>
    </w:p>
    <w:p w:rsidR="00573AD2" w:rsidRPr="000B73EF" w:rsidRDefault="009649FB" w:rsidP="00573AD2">
      <w:pPr>
        <w:pStyle w:val="Question"/>
      </w:pPr>
      <w:r w:rsidRPr="000B73EF">
        <w:rPr>
          <w:rFonts w:ascii="Tahoma" w:hAnsi="Tahoma" w:cs="Tahoma"/>
          <w:b/>
          <w:sz w:val="16"/>
          <w:szCs w:val="16"/>
        </w:rPr>
        <w:t>Q178</w:t>
      </w:r>
      <w:r w:rsidR="00573AD2" w:rsidRPr="000B73EF">
        <w:tab/>
        <w:t xml:space="preserve">How important is religion in your life – very important, somewhat important, not too important, or not at all important?  </w:t>
      </w:r>
    </w:p>
    <w:p w:rsidR="00573AD2" w:rsidRPr="000B73EF" w:rsidRDefault="00573AD2" w:rsidP="00573AD2">
      <w:pPr>
        <w:pStyle w:val="QuestionResponse"/>
      </w:pPr>
      <w:r w:rsidRPr="000B73EF">
        <w:t>1</w:t>
      </w:r>
      <w:r w:rsidRPr="000B73EF">
        <w:tab/>
        <w:t>Very important</w:t>
      </w:r>
    </w:p>
    <w:p w:rsidR="00573AD2" w:rsidRPr="000B73EF" w:rsidRDefault="00573AD2" w:rsidP="00573AD2">
      <w:pPr>
        <w:pStyle w:val="QuestionResponse"/>
      </w:pPr>
      <w:r w:rsidRPr="000B73EF">
        <w:t>2</w:t>
      </w:r>
      <w:r w:rsidRPr="000B73EF">
        <w:tab/>
        <w:t>Somewhat important</w:t>
      </w:r>
    </w:p>
    <w:p w:rsidR="00573AD2" w:rsidRPr="000B73EF" w:rsidRDefault="00573AD2" w:rsidP="00573AD2">
      <w:pPr>
        <w:pStyle w:val="QuestionResponse"/>
      </w:pPr>
      <w:r w:rsidRPr="000B73EF">
        <w:t>3</w:t>
      </w:r>
      <w:r w:rsidRPr="000B73EF">
        <w:tab/>
        <w:t>Not too important</w:t>
      </w:r>
    </w:p>
    <w:p w:rsidR="00573AD2" w:rsidRPr="000B73EF" w:rsidRDefault="00573AD2" w:rsidP="00573AD2">
      <w:pPr>
        <w:pStyle w:val="QuestionResponse"/>
      </w:pPr>
      <w:r w:rsidRPr="000B73EF">
        <w:t>4</w:t>
      </w:r>
      <w:r w:rsidRPr="000B73EF">
        <w:tab/>
        <w:t>Not at all important</w:t>
      </w:r>
    </w:p>
    <w:p w:rsidR="00573AD2" w:rsidRPr="000B73EF" w:rsidRDefault="00573AD2" w:rsidP="00573AD2">
      <w:pPr>
        <w:pStyle w:val="QuestionResponse"/>
      </w:pPr>
      <w:r w:rsidRPr="000B73EF">
        <w:t>8</w:t>
      </w:r>
      <w:r w:rsidRPr="000B73EF">
        <w:tab/>
        <w:t>Don’t know (DO NOT READ)</w:t>
      </w:r>
    </w:p>
    <w:p w:rsidR="00573AD2" w:rsidRPr="000B73EF" w:rsidRDefault="00573AD2" w:rsidP="00573AD2">
      <w:pPr>
        <w:pStyle w:val="QuestionResponseLast"/>
      </w:pPr>
      <w:r w:rsidRPr="000B73EF">
        <w:t>9</w:t>
      </w:r>
      <w:r w:rsidRPr="000B73EF">
        <w:tab/>
        <w:t>Refused (DO NOT READ)</w:t>
      </w:r>
    </w:p>
    <w:p w:rsidR="003B1BB5" w:rsidRPr="000B73EF" w:rsidRDefault="003B1BB5" w:rsidP="003B1BB5">
      <w:pPr>
        <w:pStyle w:val="QuestionInstruction"/>
      </w:pPr>
      <w:r w:rsidRPr="000B73EF">
        <w:lastRenderedPageBreak/>
        <w:t xml:space="preserve">ASK IF NOT MUSLIM IN ALL COUNTRIES </w:t>
      </w:r>
      <w:r w:rsidR="004A7CCC" w:rsidRPr="004A7CCC">
        <w:rPr>
          <w:caps/>
        </w:rPr>
        <w:t>EXCEPT Britain, France, Germany, JAPAN</w:t>
      </w:r>
      <w:r w:rsidR="004A7CCC">
        <w:rPr>
          <w:caps/>
        </w:rPr>
        <w:t>,</w:t>
      </w:r>
      <w:r w:rsidR="004A7CCC" w:rsidRPr="004A7CCC">
        <w:rPr>
          <w:caps/>
        </w:rPr>
        <w:t xml:space="preserve"> Spain</w:t>
      </w:r>
      <w:r w:rsidR="004A7CCC">
        <w:rPr>
          <w:caps/>
        </w:rPr>
        <w:t>, and</w:t>
      </w:r>
      <w:r w:rsidR="004A7CCC" w:rsidRPr="004A7CCC">
        <w:rPr>
          <w:caps/>
        </w:rPr>
        <w:t xml:space="preserve"> THE UNITED STATES</w:t>
      </w:r>
    </w:p>
    <w:p w:rsidR="00573AD2" w:rsidRPr="000B73EF" w:rsidRDefault="00573AD2" w:rsidP="00573AD2">
      <w:pPr>
        <w:pStyle w:val="Question"/>
        <w:rPr>
          <w:i/>
        </w:rPr>
      </w:pPr>
      <w:r w:rsidRPr="000B73EF">
        <w:rPr>
          <w:rFonts w:ascii="Tahoma" w:hAnsi="Tahoma" w:cs="Tahoma"/>
          <w:b/>
          <w:sz w:val="16"/>
          <w:szCs w:val="16"/>
        </w:rPr>
        <w:t>Q1</w:t>
      </w:r>
      <w:r w:rsidR="009649FB" w:rsidRPr="000B73EF">
        <w:rPr>
          <w:rFonts w:ascii="Tahoma" w:hAnsi="Tahoma" w:cs="Tahoma"/>
          <w:b/>
          <w:sz w:val="16"/>
          <w:szCs w:val="16"/>
        </w:rPr>
        <w:t>79</w:t>
      </w:r>
      <w:r w:rsidRPr="000B73EF">
        <w:rPr>
          <w:szCs w:val="16"/>
        </w:rPr>
        <w:tab/>
      </w:r>
      <w:r w:rsidRPr="000B73EF">
        <w:t xml:space="preserve">Aside from weddings and funerals how often do you attend religious services... more than once a week, once a week, once or twice a month, a few times a year, seldom, or never? </w:t>
      </w:r>
    </w:p>
    <w:p w:rsidR="00573AD2" w:rsidRPr="000B73EF" w:rsidRDefault="00573AD2" w:rsidP="00573AD2">
      <w:pPr>
        <w:pStyle w:val="QuestionResponse"/>
      </w:pPr>
      <w:r w:rsidRPr="000B73EF">
        <w:t>1</w:t>
      </w:r>
      <w:r w:rsidRPr="000B73EF">
        <w:tab/>
        <w:t>More than once a week</w:t>
      </w:r>
    </w:p>
    <w:p w:rsidR="00573AD2" w:rsidRPr="000B73EF" w:rsidRDefault="00573AD2" w:rsidP="00573AD2">
      <w:pPr>
        <w:pStyle w:val="QuestionResponse"/>
      </w:pPr>
      <w:r w:rsidRPr="000B73EF">
        <w:t>2</w:t>
      </w:r>
      <w:r w:rsidRPr="000B73EF">
        <w:tab/>
        <w:t>Once a week</w:t>
      </w:r>
    </w:p>
    <w:p w:rsidR="00573AD2" w:rsidRPr="000B73EF" w:rsidRDefault="00573AD2" w:rsidP="00573AD2">
      <w:pPr>
        <w:pStyle w:val="QuestionResponse"/>
      </w:pPr>
      <w:r w:rsidRPr="000B73EF">
        <w:t>3</w:t>
      </w:r>
      <w:r w:rsidRPr="000B73EF">
        <w:tab/>
        <w:t>Once or twice a month</w:t>
      </w:r>
    </w:p>
    <w:p w:rsidR="00573AD2" w:rsidRPr="000B73EF" w:rsidRDefault="00573AD2" w:rsidP="00573AD2">
      <w:pPr>
        <w:pStyle w:val="QuestionResponse"/>
      </w:pPr>
      <w:r w:rsidRPr="000B73EF">
        <w:t>4</w:t>
      </w:r>
      <w:r w:rsidRPr="000B73EF">
        <w:tab/>
        <w:t>A few times a year</w:t>
      </w:r>
    </w:p>
    <w:p w:rsidR="00573AD2" w:rsidRPr="000B73EF" w:rsidRDefault="00573AD2" w:rsidP="00573AD2">
      <w:pPr>
        <w:pStyle w:val="QuestionResponse"/>
      </w:pPr>
      <w:r w:rsidRPr="000B73EF">
        <w:t>5</w:t>
      </w:r>
      <w:r w:rsidRPr="000B73EF">
        <w:tab/>
        <w:t>Seldom</w:t>
      </w:r>
    </w:p>
    <w:p w:rsidR="00573AD2" w:rsidRPr="000B73EF" w:rsidRDefault="00573AD2" w:rsidP="00573AD2">
      <w:pPr>
        <w:pStyle w:val="QuestionResponse"/>
      </w:pPr>
      <w:r w:rsidRPr="000B73EF">
        <w:t>6</w:t>
      </w:r>
      <w:r w:rsidRPr="000B73EF">
        <w:tab/>
        <w:t>Never</w:t>
      </w:r>
    </w:p>
    <w:p w:rsidR="00573AD2" w:rsidRPr="000B73EF" w:rsidRDefault="00573AD2" w:rsidP="00573AD2">
      <w:pPr>
        <w:pStyle w:val="QuestionResponse"/>
      </w:pPr>
      <w:r w:rsidRPr="000B73EF">
        <w:t>8</w:t>
      </w:r>
      <w:r w:rsidRPr="000B73EF">
        <w:tab/>
        <w:t>Don’t know (DO NOT READ)</w:t>
      </w:r>
    </w:p>
    <w:p w:rsidR="00573AD2" w:rsidRPr="000B73EF" w:rsidRDefault="00573AD2" w:rsidP="00573AD2">
      <w:pPr>
        <w:pStyle w:val="QuestionResponseLast"/>
        <w:rPr>
          <w:b/>
        </w:rPr>
      </w:pPr>
      <w:r w:rsidRPr="000B73EF">
        <w:t>9</w:t>
      </w:r>
      <w:r w:rsidRPr="000B73EF">
        <w:tab/>
        <w:t>Refused (DO NOT READ)</w:t>
      </w:r>
    </w:p>
    <w:p w:rsidR="003B1BB5" w:rsidRPr="000B73EF" w:rsidRDefault="003B1BB5" w:rsidP="003B1BB5">
      <w:pPr>
        <w:pStyle w:val="QuestionInstruction"/>
      </w:pPr>
      <w:r w:rsidRPr="000B73EF">
        <w:t xml:space="preserve">ASK ALL </w:t>
      </w:r>
    </w:p>
    <w:p w:rsidR="003B1BB5" w:rsidRDefault="003B1BB5" w:rsidP="003B1BB5">
      <w:pPr>
        <w:pStyle w:val="Question"/>
        <w:rPr>
          <w:i/>
        </w:rPr>
      </w:pPr>
      <w:r w:rsidRPr="000B73EF">
        <w:rPr>
          <w:rFonts w:ascii="Tahoma" w:hAnsi="Tahoma" w:cs="Tahoma"/>
          <w:b/>
          <w:sz w:val="16"/>
          <w:szCs w:val="16"/>
        </w:rPr>
        <w:t>Q1</w:t>
      </w:r>
      <w:r w:rsidR="009649FB" w:rsidRPr="000B73EF">
        <w:rPr>
          <w:rFonts w:ascii="Tahoma" w:hAnsi="Tahoma" w:cs="Tahoma"/>
          <w:b/>
          <w:sz w:val="16"/>
          <w:szCs w:val="16"/>
        </w:rPr>
        <w:t>80</w:t>
      </w:r>
      <w:r w:rsidRPr="000B73EF">
        <w:tab/>
      </w:r>
      <w:r w:rsidRPr="000B73EF">
        <w:rPr>
          <w:i/>
        </w:rPr>
        <w:t xml:space="preserve">EDUCATION—QUESTION WORDING AND RESPONSE CATEGORIES VARY BY COUNTRY </w:t>
      </w:r>
    </w:p>
    <w:p w:rsidR="003B1BB5" w:rsidRPr="000B73EF" w:rsidRDefault="003B1BB5" w:rsidP="003B1BB5">
      <w:pPr>
        <w:pStyle w:val="QuestionInstruction"/>
      </w:pPr>
      <w:r w:rsidRPr="000B73EF">
        <w:t xml:space="preserve">ASK ALL </w:t>
      </w:r>
    </w:p>
    <w:p w:rsidR="003B1BB5" w:rsidRPr="000B73EF" w:rsidRDefault="003B1BB5" w:rsidP="003B1BB5">
      <w:pPr>
        <w:pStyle w:val="Question"/>
      </w:pPr>
      <w:r w:rsidRPr="000B73EF">
        <w:rPr>
          <w:rFonts w:ascii="Tahoma" w:hAnsi="Tahoma" w:cs="Tahoma"/>
          <w:b/>
          <w:sz w:val="16"/>
          <w:szCs w:val="16"/>
        </w:rPr>
        <w:t>Q1</w:t>
      </w:r>
      <w:r w:rsidR="009649FB" w:rsidRPr="000B73EF">
        <w:rPr>
          <w:rFonts w:ascii="Tahoma" w:hAnsi="Tahoma" w:cs="Tahoma"/>
          <w:b/>
          <w:sz w:val="16"/>
          <w:szCs w:val="16"/>
        </w:rPr>
        <w:t>81</w:t>
      </w:r>
      <w:r w:rsidRPr="000B73EF">
        <w:tab/>
      </w:r>
      <w:r w:rsidR="0080430D">
        <w:t xml:space="preserve">Are you employed now or not? </w:t>
      </w:r>
    </w:p>
    <w:p w:rsidR="003B1BB5" w:rsidRPr="000B73EF" w:rsidRDefault="003B1BB5" w:rsidP="003B1BB5">
      <w:pPr>
        <w:pStyle w:val="QuestionResponse"/>
      </w:pPr>
      <w:r w:rsidRPr="000B73EF">
        <w:t>1</w:t>
      </w:r>
      <w:r w:rsidRPr="000B73EF">
        <w:tab/>
      </w:r>
      <w:r w:rsidR="0080430D">
        <w:t>Yes, employed</w:t>
      </w:r>
    </w:p>
    <w:p w:rsidR="003B1BB5" w:rsidRPr="000B73EF" w:rsidRDefault="003B1BB5" w:rsidP="003B1BB5">
      <w:pPr>
        <w:pStyle w:val="QuestionResponse"/>
      </w:pPr>
      <w:r w:rsidRPr="000B73EF">
        <w:t>2</w:t>
      </w:r>
      <w:r w:rsidRPr="000B73EF">
        <w:tab/>
      </w:r>
      <w:r w:rsidR="0080430D">
        <w:t>No, not</w:t>
      </w:r>
      <w:r w:rsidRPr="000B73EF">
        <w:t xml:space="preserve"> employed</w:t>
      </w:r>
    </w:p>
    <w:p w:rsidR="003B1BB5" w:rsidRPr="000B73EF" w:rsidRDefault="003B1BB5" w:rsidP="003B1BB5">
      <w:pPr>
        <w:pStyle w:val="QuestionResponse"/>
      </w:pPr>
      <w:r w:rsidRPr="000B73EF">
        <w:t>8</w:t>
      </w:r>
      <w:r w:rsidRPr="000B73EF">
        <w:tab/>
        <w:t>Don’t know (DO NOT READ)</w:t>
      </w:r>
    </w:p>
    <w:p w:rsidR="003B1BB5" w:rsidRDefault="003B1BB5" w:rsidP="003B1BB5">
      <w:pPr>
        <w:pStyle w:val="QuestionResponseLast"/>
      </w:pPr>
      <w:r w:rsidRPr="000B73EF">
        <w:t>9</w:t>
      </w:r>
      <w:r w:rsidRPr="000B73EF">
        <w:tab/>
        <w:t>Refused (DO NOT READ)</w:t>
      </w:r>
    </w:p>
    <w:p w:rsidR="0080430D" w:rsidRPr="0080430D" w:rsidRDefault="0080430D" w:rsidP="0080430D">
      <w:pPr>
        <w:pStyle w:val="QuestionInstruction"/>
      </w:pPr>
      <w:r w:rsidRPr="0080430D">
        <w:t>ASK IF NOT EMPLOYED (Q181=2)</w:t>
      </w:r>
    </w:p>
    <w:p w:rsidR="0080430D" w:rsidRPr="0080430D" w:rsidRDefault="0080430D" w:rsidP="0080430D">
      <w:pPr>
        <w:pStyle w:val="Question"/>
      </w:pPr>
      <w:r w:rsidRPr="0080430D">
        <w:rPr>
          <w:rFonts w:ascii="Tahoma" w:hAnsi="Tahoma" w:cs="Tahoma"/>
          <w:b/>
          <w:sz w:val="16"/>
          <w:szCs w:val="16"/>
        </w:rPr>
        <w:t>Q181b</w:t>
      </w:r>
      <w:r w:rsidRPr="0080430D">
        <w:tab/>
        <w:t xml:space="preserve">Are you currently looking for work or not? </w:t>
      </w:r>
    </w:p>
    <w:p w:rsidR="0080430D" w:rsidRPr="0080430D" w:rsidRDefault="0080430D" w:rsidP="0080430D">
      <w:pPr>
        <w:pStyle w:val="QuestionResponse"/>
      </w:pPr>
      <w:r w:rsidRPr="0080430D">
        <w:t>1</w:t>
      </w:r>
      <w:r w:rsidRPr="0080430D">
        <w:tab/>
        <w:t>Yes</w:t>
      </w:r>
    </w:p>
    <w:p w:rsidR="0080430D" w:rsidRPr="0080430D" w:rsidRDefault="0080430D" w:rsidP="0080430D">
      <w:pPr>
        <w:pStyle w:val="QuestionResponse"/>
      </w:pPr>
      <w:r w:rsidRPr="0080430D">
        <w:t>2</w:t>
      </w:r>
      <w:r w:rsidRPr="0080430D">
        <w:tab/>
        <w:t>No</w:t>
      </w:r>
    </w:p>
    <w:p w:rsidR="0080430D" w:rsidRPr="0080430D" w:rsidRDefault="0080430D" w:rsidP="0080430D">
      <w:pPr>
        <w:pStyle w:val="QuestionResponse"/>
      </w:pPr>
      <w:r w:rsidRPr="0080430D">
        <w:t>8</w:t>
      </w:r>
      <w:r w:rsidRPr="0080430D">
        <w:tab/>
        <w:t>Don’t know (DO NOT READ)</w:t>
      </w:r>
    </w:p>
    <w:p w:rsidR="0080430D" w:rsidRPr="000F4E14" w:rsidRDefault="0080430D" w:rsidP="0080430D">
      <w:pPr>
        <w:pStyle w:val="QuestionResponseLast"/>
      </w:pPr>
      <w:r w:rsidRPr="0080430D">
        <w:t>9</w:t>
      </w:r>
      <w:r w:rsidRPr="0080430D">
        <w:tab/>
        <w:t>Refused (DO NOT READ)</w:t>
      </w:r>
    </w:p>
    <w:p w:rsidR="003B1BB5" w:rsidRPr="000B73EF" w:rsidRDefault="003B1BB5" w:rsidP="003B1BB5">
      <w:pPr>
        <w:pStyle w:val="QuestionInstruction"/>
      </w:pPr>
      <w:r w:rsidRPr="000B73EF">
        <w:lastRenderedPageBreak/>
        <w:t xml:space="preserve">ASK ALL </w:t>
      </w:r>
    </w:p>
    <w:p w:rsidR="003B1BB5" w:rsidRPr="000B73EF" w:rsidRDefault="009649FB" w:rsidP="003B1BB5">
      <w:pPr>
        <w:pStyle w:val="Question"/>
        <w:rPr>
          <w:i/>
        </w:rPr>
      </w:pPr>
      <w:r w:rsidRPr="000B73EF">
        <w:rPr>
          <w:rFonts w:ascii="Tahoma" w:hAnsi="Tahoma" w:cs="Tahoma"/>
          <w:b/>
          <w:sz w:val="16"/>
        </w:rPr>
        <w:t>Q182</w:t>
      </w:r>
      <w:r w:rsidR="003B1BB5" w:rsidRPr="000B73EF">
        <w:rPr>
          <w:szCs w:val="16"/>
        </w:rPr>
        <w:tab/>
      </w:r>
      <w:r w:rsidR="003B1BB5" w:rsidRPr="000B73EF">
        <w:t xml:space="preserve">Have there been times during the last year when you did not have enough money (INSERT)? </w:t>
      </w:r>
    </w:p>
    <w:p w:rsidR="003B1BB5" w:rsidRPr="008B045A" w:rsidRDefault="003B1BB5" w:rsidP="008B045A">
      <w:pPr>
        <w:pStyle w:val="QuestionInstruction"/>
        <w:rPr>
          <w:caps/>
        </w:rPr>
      </w:pPr>
      <w:r w:rsidRPr="008B045A">
        <w:rPr>
          <w:caps/>
        </w:rPr>
        <w:t xml:space="preserve">ROTATE IN </w:t>
      </w:r>
      <w:r w:rsidR="008B045A" w:rsidRPr="008B045A">
        <w:rPr>
          <w:caps/>
        </w:rPr>
        <w:t xml:space="preserve">Australia, Britain, Canada, Czech Republic, France, Germany, </w:t>
      </w:r>
      <w:r w:rsidR="0025263D">
        <w:rPr>
          <w:caps/>
        </w:rPr>
        <w:t xml:space="preserve">GREECE, </w:t>
      </w:r>
      <w:r w:rsidR="008B045A" w:rsidRPr="008B045A">
        <w:rPr>
          <w:caps/>
        </w:rPr>
        <w:t xml:space="preserve">Japan, </w:t>
      </w:r>
      <w:r w:rsidR="0025263D">
        <w:rPr>
          <w:caps/>
        </w:rPr>
        <w:t xml:space="preserve">MALAYSIA, POLAND, </w:t>
      </w:r>
      <w:r w:rsidR="003901A3">
        <w:rPr>
          <w:caps/>
        </w:rPr>
        <w:t>Spain,</w:t>
      </w:r>
      <w:r w:rsidR="008C06CB">
        <w:rPr>
          <w:caps/>
        </w:rPr>
        <w:t xml:space="preserve"> </w:t>
      </w:r>
      <w:r w:rsidR="008B045A" w:rsidRPr="008B045A">
        <w:rPr>
          <w:caps/>
        </w:rPr>
        <w:t xml:space="preserve">South Korea, </w:t>
      </w:r>
      <w:r w:rsidR="008B045A">
        <w:rPr>
          <w:caps/>
        </w:rPr>
        <w:t>AND THE UNITED STATES</w:t>
      </w:r>
    </w:p>
    <w:p w:rsidR="003B1BB5" w:rsidRPr="00BF34ED" w:rsidRDefault="003B1BB5" w:rsidP="003B1BB5">
      <w:pPr>
        <w:pStyle w:val="QuestionList"/>
        <w:rPr>
          <w:szCs w:val="20"/>
        </w:rPr>
      </w:pPr>
      <w:proofErr w:type="gramStart"/>
      <w:r w:rsidRPr="00BF34ED">
        <w:rPr>
          <w:b/>
          <w:szCs w:val="20"/>
        </w:rPr>
        <w:t>a</w:t>
      </w:r>
      <w:proofErr w:type="gramEnd"/>
      <w:r w:rsidRPr="00BF34ED">
        <w:rPr>
          <w:b/>
          <w:szCs w:val="20"/>
        </w:rPr>
        <w:t>.</w:t>
      </w:r>
      <w:r w:rsidRPr="00BF34ED">
        <w:rPr>
          <w:szCs w:val="20"/>
        </w:rPr>
        <w:tab/>
        <w:t>to buy food your family needed</w:t>
      </w:r>
    </w:p>
    <w:p w:rsidR="003B1BB5" w:rsidRPr="00BF34ED" w:rsidRDefault="003B1BB5" w:rsidP="003B1BB5">
      <w:pPr>
        <w:pStyle w:val="QuestionList"/>
        <w:rPr>
          <w:szCs w:val="20"/>
        </w:rPr>
      </w:pPr>
      <w:proofErr w:type="gramStart"/>
      <w:r w:rsidRPr="00BF34ED">
        <w:rPr>
          <w:b/>
          <w:szCs w:val="20"/>
        </w:rPr>
        <w:t>b</w:t>
      </w:r>
      <w:proofErr w:type="gramEnd"/>
      <w:r w:rsidRPr="00BF34ED">
        <w:rPr>
          <w:b/>
          <w:szCs w:val="20"/>
        </w:rPr>
        <w:t>.</w:t>
      </w:r>
      <w:r w:rsidRPr="00BF34ED">
        <w:rPr>
          <w:szCs w:val="20"/>
        </w:rPr>
        <w:tab/>
        <w:t>to pay for medical and health care your family needed</w:t>
      </w:r>
    </w:p>
    <w:p w:rsidR="003B1BB5" w:rsidRPr="00BF34ED" w:rsidRDefault="003B1BB5" w:rsidP="003B1BB5">
      <w:pPr>
        <w:pStyle w:val="QuestionListLast"/>
        <w:rPr>
          <w:sz w:val="20"/>
          <w:szCs w:val="20"/>
        </w:rPr>
      </w:pPr>
      <w:proofErr w:type="gramStart"/>
      <w:r w:rsidRPr="00BF34ED">
        <w:rPr>
          <w:b/>
          <w:sz w:val="20"/>
          <w:szCs w:val="20"/>
        </w:rPr>
        <w:t>c</w:t>
      </w:r>
      <w:proofErr w:type="gramEnd"/>
      <w:r w:rsidRPr="00BF34ED">
        <w:rPr>
          <w:sz w:val="20"/>
          <w:szCs w:val="20"/>
        </w:rPr>
        <w:t>.</w:t>
      </w:r>
      <w:r w:rsidRPr="00BF34ED">
        <w:rPr>
          <w:sz w:val="20"/>
          <w:szCs w:val="20"/>
        </w:rPr>
        <w:tab/>
        <w:t>to buy clothing your family needed</w:t>
      </w:r>
    </w:p>
    <w:p w:rsidR="003B1BB5" w:rsidRPr="000B73EF" w:rsidRDefault="003B1BB5" w:rsidP="003B1BB5">
      <w:pPr>
        <w:pStyle w:val="QuestionResponse"/>
      </w:pPr>
      <w:r w:rsidRPr="000B73EF">
        <w:t>1</w:t>
      </w:r>
      <w:r w:rsidRPr="000B73EF">
        <w:tab/>
        <w:t>Yes</w:t>
      </w:r>
    </w:p>
    <w:p w:rsidR="003B1BB5" w:rsidRPr="000B73EF" w:rsidRDefault="003B1BB5" w:rsidP="003B1BB5">
      <w:pPr>
        <w:pStyle w:val="QuestionResponse"/>
        <w:numPr>
          <w:ilvl w:val="0"/>
          <w:numId w:val="24"/>
        </w:numPr>
      </w:pPr>
      <w:r w:rsidRPr="000B73EF">
        <w:tab/>
        <w:t>No</w:t>
      </w:r>
    </w:p>
    <w:p w:rsidR="003B1BB5" w:rsidRPr="000B73EF" w:rsidRDefault="003B1BB5" w:rsidP="003B1BB5">
      <w:pPr>
        <w:pStyle w:val="QuestionResponse"/>
        <w:ind w:left="720" w:firstLine="0"/>
      </w:pPr>
      <w:r w:rsidRPr="000B73EF">
        <w:t>8</w:t>
      </w:r>
      <w:r w:rsidRPr="000B73EF">
        <w:tab/>
        <w:t>Don’t know (DO NOT READ)</w:t>
      </w:r>
    </w:p>
    <w:p w:rsidR="003B1BB5" w:rsidRPr="000B73EF" w:rsidRDefault="003B1BB5" w:rsidP="003B1BB5">
      <w:pPr>
        <w:pStyle w:val="QuestionResponseLast"/>
      </w:pPr>
      <w:r w:rsidRPr="000B73EF">
        <w:t>9</w:t>
      </w:r>
      <w:r w:rsidRPr="000B73EF">
        <w:tab/>
        <w:t>Refused (DO NOT READ)</w:t>
      </w:r>
    </w:p>
    <w:p w:rsidR="003B1BB5" w:rsidRPr="000B73EF" w:rsidRDefault="003B1BB5" w:rsidP="003B1BB5">
      <w:pPr>
        <w:pStyle w:val="QuestionInstruction"/>
      </w:pPr>
      <w:r w:rsidRPr="000B73EF">
        <w:t xml:space="preserve">ASK ALL </w:t>
      </w:r>
    </w:p>
    <w:p w:rsidR="003B1BB5" w:rsidRDefault="003B1BB5" w:rsidP="003B1BB5">
      <w:pPr>
        <w:pStyle w:val="Question"/>
        <w:rPr>
          <w:i/>
        </w:rPr>
      </w:pPr>
      <w:r w:rsidRPr="000B73EF">
        <w:rPr>
          <w:rFonts w:ascii="Tahoma" w:hAnsi="Tahoma" w:cs="Tahoma"/>
          <w:b/>
          <w:sz w:val="16"/>
          <w:szCs w:val="16"/>
        </w:rPr>
        <w:t>Q1</w:t>
      </w:r>
      <w:r w:rsidR="009649FB" w:rsidRPr="000B73EF">
        <w:rPr>
          <w:rFonts w:ascii="Tahoma" w:hAnsi="Tahoma" w:cs="Tahoma"/>
          <w:b/>
          <w:sz w:val="16"/>
          <w:szCs w:val="16"/>
        </w:rPr>
        <w:t>83</w:t>
      </w:r>
      <w:r w:rsidRPr="000B73EF">
        <w:tab/>
      </w:r>
      <w:r w:rsidRPr="000B73EF">
        <w:rPr>
          <w:i/>
        </w:rPr>
        <w:t xml:space="preserve">INCOME— QUESTION WORDING AND RESPONSE CATEGORIES VARY BY COUNTRY </w:t>
      </w:r>
    </w:p>
    <w:p w:rsidR="003B1BB5" w:rsidRPr="000B73EF" w:rsidRDefault="003B1BB5" w:rsidP="003B1BB5">
      <w:pPr>
        <w:pStyle w:val="QuestionInstruction"/>
      </w:pPr>
      <w:r w:rsidRPr="000B73EF">
        <w:t xml:space="preserve">ASK ALL IN ALL COUNTRIES EXCEPT THE </w:t>
      </w:r>
      <w:r w:rsidR="008B045A">
        <w:t>UNITED STATES</w:t>
      </w:r>
    </w:p>
    <w:p w:rsidR="003B1BB5" w:rsidRDefault="003B1BB5" w:rsidP="003B1BB5">
      <w:pPr>
        <w:keepNext/>
        <w:keepLines/>
        <w:spacing w:after="240" w:line="240" w:lineRule="auto"/>
        <w:ind w:left="720" w:hanging="720"/>
        <w:rPr>
          <w:rStyle w:val="QuestionChar"/>
          <w:rFonts w:eastAsia="Verdana"/>
          <w:i/>
        </w:rPr>
      </w:pPr>
      <w:r w:rsidRPr="000B73EF">
        <w:rPr>
          <w:rFonts w:ascii="Tahoma" w:hAnsi="Tahoma" w:cs="Tahoma"/>
          <w:b/>
          <w:sz w:val="16"/>
          <w:szCs w:val="16"/>
        </w:rPr>
        <w:t>Q1</w:t>
      </w:r>
      <w:r w:rsidR="009649FB" w:rsidRPr="000B73EF">
        <w:rPr>
          <w:rFonts w:ascii="Tahoma" w:hAnsi="Tahoma" w:cs="Tahoma"/>
          <w:b/>
          <w:sz w:val="16"/>
          <w:szCs w:val="16"/>
        </w:rPr>
        <w:t>86</w:t>
      </w:r>
      <w:r w:rsidRPr="000B73EF">
        <w:rPr>
          <w:rFonts w:ascii="Times New Roman" w:hAnsi="Times New Roman"/>
          <w:szCs w:val="24"/>
        </w:rPr>
        <w:tab/>
      </w:r>
      <w:r w:rsidRPr="000B73EF">
        <w:rPr>
          <w:rStyle w:val="QuestionChar"/>
          <w:rFonts w:eastAsia="Verdana"/>
          <w:i/>
        </w:rPr>
        <w:t>ETHNICITY/RACE/TRIBE/NATIONALITY--QUESTION WORDING AND RESPON</w:t>
      </w:r>
      <w:r w:rsidR="003169DD" w:rsidRPr="000B73EF">
        <w:rPr>
          <w:rStyle w:val="QuestionChar"/>
          <w:rFonts w:eastAsia="Verdana"/>
          <w:i/>
        </w:rPr>
        <w:t xml:space="preserve">SE CATEGORIES VARY BY COUNTRY </w:t>
      </w:r>
    </w:p>
    <w:p w:rsidR="003B1BB5" w:rsidRPr="000B73EF" w:rsidRDefault="003B1BB5" w:rsidP="003B1BB5">
      <w:pPr>
        <w:pStyle w:val="QuestionInstruction"/>
      </w:pPr>
      <w:r w:rsidRPr="000B73EF">
        <w:t xml:space="preserve">ASK ALL IN </w:t>
      </w:r>
      <w:r w:rsidR="008B045A" w:rsidRPr="000B73EF">
        <w:t xml:space="preserve">THE </w:t>
      </w:r>
      <w:r w:rsidR="008B045A">
        <w:t>UNITED STATES</w:t>
      </w:r>
      <w:r w:rsidR="008B045A" w:rsidRPr="000B73EF">
        <w:t xml:space="preserve"> </w:t>
      </w:r>
      <w:r w:rsidRPr="000B73EF">
        <w:t>ONLY</w:t>
      </w:r>
    </w:p>
    <w:p w:rsidR="003B1BB5" w:rsidRPr="000B73EF" w:rsidRDefault="003B1BB5" w:rsidP="003B1BB5">
      <w:pPr>
        <w:pStyle w:val="Question"/>
      </w:pPr>
      <w:r w:rsidRPr="000B73EF">
        <w:rPr>
          <w:rFonts w:ascii="Tahoma" w:hAnsi="Tahoma" w:cs="Tahoma"/>
          <w:b/>
          <w:sz w:val="16"/>
          <w:szCs w:val="16"/>
        </w:rPr>
        <w:t>HISP</w:t>
      </w:r>
      <w:r w:rsidRPr="000B73EF">
        <w:tab/>
        <w:t xml:space="preserve">Are you of Hispanic, Latino, or Spanish origin, such as Mexican, Puerto Rican or Cuban? </w:t>
      </w:r>
    </w:p>
    <w:p w:rsidR="003B1BB5" w:rsidRPr="000B73EF" w:rsidRDefault="003B1BB5" w:rsidP="003B1BB5">
      <w:pPr>
        <w:pStyle w:val="QuestionResponse"/>
      </w:pPr>
      <w:r w:rsidRPr="000B73EF">
        <w:t>1</w:t>
      </w:r>
      <w:r w:rsidRPr="000B73EF">
        <w:tab/>
        <w:t xml:space="preserve">Yes </w:t>
      </w:r>
    </w:p>
    <w:p w:rsidR="003B1BB5" w:rsidRPr="000B73EF" w:rsidRDefault="003B1BB5" w:rsidP="003B1BB5">
      <w:pPr>
        <w:pStyle w:val="QuestionResponse"/>
      </w:pPr>
      <w:r w:rsidRPr="000B73EF">
        <w:t>2</w:t>
      </w:r>
      <w:r w:rsidRPr="000B73EF">
        <w:tab/>
        <w:t>No</w:t>
      </w:r>
    </w:p>
    <w:p w:rsidR="003B1BB5" w:rsidRPr="000B73EF" w:rsidRDefault="003B1BB5" w:rsidP="003B1BB5">
      <w:pPr>
        <w:pStyle w:val="QuestionResponse"/>
      </w:pPr>
      <w:r w:rsidRPr="000B73EF">
        <w:t>8</w:t>
      </w:r>
      <w:r w:rsidRPr="000B73EF">
        <w:tab/>
        <w:t>Don’t know (DO NOT READ)</w:t>
      </w:r>
      <w:r w:rsidRPr="000B73EF">
        <w:tab/>
      </w:r>
    </w:p>
    <w:p w:rsidR="003B1BB5" w:rsidRPr="000B73EF" w:rsidRDefault="003B1BB5" w:rsidP="003B1BB5">
      <w:pPr>
        <w:pStyle w:val="QuestionResponseLast"/>
      </w:pPr>
      <w:r w:rsidRPr="000B73EF">
        <w:t>9</w:t>
      </w:r>
      <w:r w:rsidRPr="000B73EF">
        <w:tab/>
        <w:t>Refused (DO NOT READ)</w:t>
      </w:r>
    </w:p>
    <w:p w:rsidR="003B1BB5" w:rsidRPr="000B73EF" w:rsidRDefault="003B1BB5" w:rsidP="003B1BB5">
      <w:pPr>
        <w:pStyle w:val="QuestionInstruction"/>
      </w:pPr>
      <w:r w:rsidRPr="000B73EF">
        <w:t xml:space="preserve">ASK ALL IN </w:t>
      </w:r>
      <w:r w:rsidR="008B045A" w:rsidRPr="000B73EF">
        <w:t xml:space="preserve">THE </w:t>
      </w:r>
      <w:r w:rsidR="008B045A">
        <w:t>UNITED STATES</w:t>
      </w:r>
      <w:r w:rsidR="008B045A" w:rsidRPr="000B73EF">
        <w:t xml:space="preserve"> </w:t>
      </w:r>
      <w:r w:rsidRPr="000B73EF">
        <w:t>ONLY</w:t>
      </w:r>
    </w:p>
    <w:p w:rsidR="00171379" w:rsidRPr="000B73EF" w:rsidRDefault="00171379" w:rsidP="004844CD">
      <w:pPr>
        <w:pStyle w:val="Question"/>
        <w:rPr>
          <w:b/>
          <w:bCs/>
          <w:color w:val="808080"/>
        </w:rPr>
      </w:pPr>
      <w:r w:rsidRPr="00D63EFD">
        <w:rPr>
          <w:rFonts w:ascii="Tahoma" w:hAnsi="Tahoma" w:cs="Tahoma"/>
          <w:b/>
          <w:sz w:val="16"/>
          <w:szCs w:val="16"/>
        </w:rPr>
        <w:t>RACE</w:t>
      </w:r>
      <w:r w:rsidRPr="000B73EF">
        <w:tab/>
        <w:t xml:space="preserve">Which of the following describes your race? You can select as many as apply. </w:t>
      </w:r>
      <w:proofErr w:type="gramStart"/>
      <w:r w:rsidRPr="000B73EF">
        <w:t>White, Black or African American, Asian or Asian American or some other race.</w:t>
      </w:r>
      <w:proofErr w:type="gramEnd"/>
      <w:r w:rsidRPr="000B73EF">
        <w:t xml:space="preserve"> </w:t>
      </w:r>
      <w:r w:rsidRPr="006F3EFA">
        <w:rPr>
          <w:bCs/>
        </w:rPr>
        <w:t>[</w:t>
      </w:r>
      <w:r w:rsidR="006F3EFA" w:rsidRPr="006F3EFA">
        <w:rPr>
          <w:bCs/>
        </w:rPr>
        <w:t xml:space="preserve">INTERVIEWER INSTRUCTION: </w:t>
      </w:r>
      <w:r w:rsidRPr="006F3EFA">
        <w:rPr>
          <w:bCs/>
        </w:rPr>
        <w:t>RECORD UP TO FOUR IN ORDER MENTIONED BUT DO NOT PROBE FOR ADDITIONAL]</w:t>
      </w:r>
      <w:r w:rsidRPr="006F3EFA">
        <w:t xml:space="preserve"> </w:t>
      </w:r>
      <w:r w:rsidRPr="006F3EFA">
        <w:rPr>
          <w:bCs/>
        </w:rPr>
        <w:t xml:space="preserve">[IF </w:t>
      </w:r>
      <w:r w:rsidR="006F3EFA" w:rsidRPr="006F3EFA">
        <w:rPr>
          <w:bCs/>
        </w:rPr>
        <w:t>RESPONDENT VOLUNTEERES</w:t>
      </w:r>
      <w:r w:rsidRPr="006F3EFA">
        <w:rPr>
          <w:bCs/>
        </w:rPr>
        <w:t xml:space="preserve"> MIXED BIRACIAL, PROBE ONCE:</w:t>
      </w:r>
      <w:r w:rsidRPr="000B73EF">
        <w:rPr>
          <w:b/>
          <w:bCs/>
        </w:rPr>
        <w:t xml:space="preserve"> </w:t>
      </w:r>
      <w:r w:rsidRPr="000B73EF">
        <w:t>What race or races is that?</w:t>
      </w:r>
      <w:r w:rsidRPr="000B73EF">
        <w:rPr>
          <w:b/>
          <w:bCs/>
        </w:rPr>
        <w:t>]</w:t>
      </w:r>
      <w:r w:rsidRPr="000B73EF">
        <w:rPr>
          <w:b/>
          <w:bCs/>
          <w:color w:val="808080"/>
        </w:rPr>
        <w:t xml:space="preserve"> </w:t>
      </w:r>
    </w:p>
    <w:p w:rsidR="00171379" w:rsidRPr="000B73EF" w:rsidRDefault="00171379" w:rsidP="004844CD">
      <w:pPr>
        <w:pStyle w:val="QuestionResponse"/>
      </w:pPr>
      <w:r w:rsidRPr="000B73EF">
        <w:t>1</w:t>
      </w:r>
      <w:r w:rsidRPr="000B73EF">
        <w:tab/>
        <w:t>White (e.g., Caucasian, European, Irish, Italian, Arab, Middle Eastern)</w:t>
      </w:r>
    </w:p>
    <w:p w:rsidR="00171379" w:rsidRPr="000B73EF" w:rsidRDefault="00171379" w:rsidP="004844CD">
      <w:pPr>
        <w:pStyle w:val="QuestionResponse"/>
      </w:pPr>
      <w:r w:rsidRPr="000B73EF">
        <w:t>2</w:t>
      </w:r>
      <w:r w:rsidRPr="000B73EF">
        <w:tab/>
        <w:t>Black or African-American (e.g., Negro, Kenyan, Nigerian, Haitian)</w:t>
      </w:r>
    </w:p>
    <w:p w:rsidR="00171379" w:rsidRPr="000B73EF" w:rsidRDefault="00171379" w:rsidP="004844CD">
      <w:pPr>
        <w:pStyle w:val="QuestionResponse"/>
      </w:pPr>
      <w:r w:rsidRPr="000B73EF">
        <w:t>3</w:t>
      </w:r>
      <w:r w:rsidRPr="000B73EF">
        <w:tab/>
        <w:t>Asian or Asian-American (e.g., Asian Indian, Chinese, Filipino, Vietnamese or other Asian origin groups)</w:t>
      </w:r>
    </w:p>
    <w:p w:rsidR="00171379" w:rsidRPr="00EF1E7B" w:rsidRDefault="00171379" w:rsidP="004844CD">
      <w:pPr>
        <w:pStyle w:val="QuestionResponse"/>
        <w:rPr>
          <w:b/>
          <w:bCs/>
        </w:rPr>
      </w:pPr>
      <w:r w:rsidRPr="000B73EF">
        <w:t>4</w:t>
      </w:r>
      <w:r w:rsidRPr="000B73EF">
        <w:tab/>
        <w:t xml:space="preserve">Some other race </w:t>
      </w:r>
      <w:r w:rsidRPr="006F3EFA">
        <w:rPr>
          <w:bCs/>
        </w:rPr>
        <w:t>(</w:t>
      </w:r>
      <w:r w:rsidR="006F3EFA" w:rsidRPr="006F3EFA">
        <w:rPr>
          <w:bCs/>
        </w:rPr>
        <w:t>Specify</w:t>
      </w:r>
      <w:r w:rsidRPr="001E1F63">
        <w:rPr>
          <w:bCs/>
        </w:rPr>
        <w:t>____ IF NEEDED:</w:t>
      </w:r>
      <w:r w:rsidRPr="000B73EF">
        <w:rPr>
          <w:b/>
          <w:bCs/>
        </w:rPr>
        <w:t xml:space="preserve"> </w:t>
      </w:r>
      <w:r w:rsidRPr="000B73EF">
        <w:t xml:space="preserve">What race or races is </w:t>
      </w:r>
      <w:r w:rsidRPr="00EF1E7B">
        <w:t>that?</w:t>
      </w:r>
      <w:r w:rsidRPr="00EF1E7B">
        <w:rPr>
          <w:b/>
          <w:bCs/>
        </w:rPr>
        <w:t>)</w:t>
      </w:r>
    </w:p>
    <w:p w:rsidR="00171379" w:rsidRPr="00EF1E7B" w:rsidRDefault="00171379" w:rsidP="004844CD">
      <w:pPr>
        <w:pStyle w:val="QuestionResponse"/>
      </w:pPr>
      <w:r w:rsidRPr="00EF1E7B">
        <w:t>5</w:t>
      </w:r>
      <w:r w:rsidRPr="00EF1E7B">
        <w:tab/>
        <w:t xml:space="preserve">Native American/American Indian/Alaska Native </w:t>
      </w:r>
      <w:r w:rsidRPr="00EF1E7B">
        <w:rPr>
          <w:bCs/>
        </w:rPr>
        <w:t>(</w:t>
      </w:r>
      <w:r w:rsidR="004844CD" w:rsidRPr="00EF1E7B">
        <w:t>DO NOT READ</w:t>
      </w:r>
      <w:r w:rsidRPr="00EF1E7B">
        <w:rPr>
          <w:bCs/>
        </w:rPr>
        <w:t>)</w:t>
      </w:r>
    </w:p>
    <w:p w:rsidR="00171379" w:rsidRPr="00EF1E7B" w:rsidRDefault="00171379" w:rsidP="004844CD">
      <w:pPr>
        <w:pStyle w:val="QuestionResponse"/>
        <w:rPr>
          <w:bCs/>
        </w:rPr>
      </w:pPr>
      <w:r w:rsidRPr="00EF1E7B">
        <w:t>6</w:t>
      </w:r>
      <w:r w:rsidRPr="00EF1E7B">
        <w:tab/>
        <w:t xml:space="preserve">Pacific Islander/Native Hawaiian </w:t>
      </w:r>
      <w:r w:rsidRPr="00EF1E7B">
        <w:rPr>
          <w:bCs/>
        </w:rPr>
        <w:t>(</w:t>
      </w:r>
      <w:r w:rsidR="004844CD" w:rsidRPr="00EF1E7B">
        <w:t>DO NOT READ</w:t>
      </w:r>
      <w:r w:rsidRPr="00EF1E7B">
        <w:rPr>
          <w:bCs/>
        </w:rPr>
        <w:t>)</w:t>
      </w:r>
    </w:p>
    <w:p w:rsidR="00171379" w:rsidRPr="00EF1E7B" w:rsidRDefault="00171379" w:rsidP="004844CD">
      <w:pPr>
        <w:pStyle w:val="QuestionResponse"/>
        <w:rPr>
          <w:bCs/>
        </w:rPr>
      </w:pPr>
      <w:r w:rsidRPr="00EF1E7B">
        <w:t>7</w:t>
      </w:r>
      <w:r w:rsidRPr="00EF1E7B">
        <w:tab/>
        <w:t xml:space="preserve">Hispanic/Latino </w:t>
      </w:r>
      <w:r w:rsidR="004844CD" w:rsidRPr="00EF1E7B">
        <w:t xml:space="preserve">(e.g., Mexican, Puerto Rican, </w:t>
      </w:r>
      <w:proofErr w:type="gramStart"/>
      <w:r w:rsidR="004844CD" w:rsidRPr="00EF1E7B">
        <w:t>Cuban</w:t>
      </w:r>
      <w:proofErr w:type="gramEnd"/>
      <w:r w:rsidR="004844CD" w:rsidRPr="00EF1E7B">
        <w:t>)</w:t>
      </w:r>
      <w:r w:rsidR="004844CD" w:rsidRPr="00EF1E7B">
        <w:rPr>
          <w:bCs/>
        </w:rPr>
        <w:t xml:space="preserve"> </w:t>
      </w:r>
      <w:r w:rsidRPr="00EF1E7B">
        <w:rPr>
          <w:bCs/>
        </w:rPr>
        <w:t>(</w:t>
      </w:r>
      <w:r w:rsidR="004844CD" w:rsidRPr="00EF1E7B">
        <w:t>DO NOT READ</w:t>
      </w:r>
      <w:r w:rsidRPr="00EF1E7B">
        <w:rPr>
          <w:bCs/>
        </w:rPr>
        <w:t>)</w:t>
      </w:r>
      <w:r w:rsidRPr="00EF1E7B">
        <w:t xml:space="preserve"> </w:t>
      </w:r>
    </w:p>
    <w:p w:rsidR="00171379" w:rsidRPr="004844CD" w:rsidRDefault="00171379" w:rsidP="004844CD">
      <w:pPr>
        <w:pStyle w:val="QuestionResponse"/>
        <w:rPr>
          <w:color w:val="000000"/>
        </w:rPr>
      </w:pPr>
      <w:r w:rsidRPr="004844CD">
        <w:t>8</w:t>
      </w:r>
      <w:r w:rsidRPr="004844CD">
        <w:tab/>
        <w:t xml:space="preserve">Don't know </w:t>
      </w:r>
      <w:r w:rsidRPr="004844CD">
        <w:rPr>
          <w:bCs/>
        </w:rPr>
        <w:t>(</w:t>
      </w:r>
      <w:r w:rsidR="004844CD" w:rsidRPr="004844CD">
        <w:t>DO NOT READ</w:t>
      </w:r>
      <w:r w:rsidRPr="004844CD">
        <w:rPr>
          <w:bCs/>
        </w:rPr>
        <w:t>)</w:t>
      </w:r>
    </w:p>
    <w:p w:rsidR="00171379" w:rsidRPr="004844CD" w:rsidRDefault="00171379" w:rsidP="004844CD">
      <w:pPr>
        <w:pStyle w:val="QuestionResponseLast"/>
      </w:pPr>
      <w:r w:rsidRPr="004844CD">
        <w:t>9</w:t>
      </w:r>
      <w:r w:rsidRPr="004844CD">
        <w:tab/>
        <w:t>Refused (e.g., n</w:t>
      </w:r>
      <w:r w:rsidR="004844CD">
        <w:t>on-race answers like American, h</w:t>
      </w:r>
      <w:r w:rsidRPr="004844CD">
        <w:t xml:space="preserve">uman, purple) </w:t>
      </w:r>
      <w:r w:rsidRPr="004844CD">
        <w:rPr>
          <w:bCs/>
        </w:rPr>
        <w:t>(</w:t>
      </w:r>
      <w:r w:rsidR="004844CD" w:rsidRPr="004844CD">
        <w:t>DO NOT READ</w:t>
      </w:r>
      <w:r w:rsidRPr="004844CD">
        <w:rPr>
          <w:bCs/>
        </w:rPr>
        <w:t>)</w:t>
      </w:r>
    </w:p>
    <w:p w:rsidR="003B1BB5" w:rsidRPr="000B73EF" w:rsidRDefault="003B1BB5" w:rsidP="003B1BB5">
      <w:pPr>
        <w:pStyle w:val="QuestionInstruction"/>
      </w:pPr>
      <w:r w:rsidRPr="000B73EF">
        <w:lastRenderedPageBreak/>
        <w:t>ASK IF HISPANIC (HISP=1</w:t>
      </w:r>
      <w:r w:rsidR="00F53AFE" w:rsidRPr="000B73EF">
        <w:t xml:space="preserve"> OR RACE=7</w:t>
      </w:r>
      <w:r w:rsidRPr="000B73EF">
        <w:t>):</w:t>
      </w:r>
      <w:bookmarkStart w:id="7" w:name="LPHit3"/>
      <w:bookmarkEnd w:id="7"/>
    </w:p>
    <w:p w:rsidR="003B1BB5" w:rsidRPr="000B73EF" w:rsidRDefault="003B1BB5" w:rsidP="003B1BB5">
      <w:pPr>
        <w:pStyle w:val="Question"/>
      </w:pPr>
      <w:r w:rsidRPr="000B73EF">
        <w:rPr>
          <w:rFonts w:ascii="Tahoma" w:hAnsi="Tahoma" w:cs="Tahoma"/>
          <w:b/>
          <w:sz w:val="16"/>
          <w:szCs w:val="16"/>
        </w:rPr>
        <w:t>BIRTH_HISP</w:t>
      </w:r>
      <w:r w:rsidRPr="000B73EF">
        <w:tab/>
        <w:t>Were you born in the United States, on the island of Puerto Rico, or in another country?</w:t>
      </w:r>
      <w:r w:rsidRPr="000B73EF">
        <w:rPr>
          <w:color w:val="808080"/>
        </w:rPr>
        <w:t xml:space="preserve"> </w:t>
      </w:r>
    </w:p>
    <w:p w:rsidR="003B1BB5" w:rsidRPr="000B73EF" w:rsidRDefault="003B1BB5" w:rsidP="003B1BB5">
      <w:pPr>
        <w:pStyle w:val="QuestionResponse"/>
      </w:pPr>
      <w:r w:rsidRPr="000B73EF">
        <w:t>1</w:t>
      </w:r>
      <w:r w:rsidRPr="000B73EF">
        <w:tab/>
        <w:t xml:space="preserve">U.S. </w:t>
      </w:r>
    </w:p>
    <w:p w:rsidR="003B1BB5" w:rsidRPr="000B73EF" w:rsidRDefault="003B1BB5" w:rsidP="003B1BB5">
      <w:pPr>
        <w:pStyle w:val="QuestionResponse"/>
      </w:pPr>
      <w:r w:rsidRPr="000B73EF">
        <w:t>2</w:t>
      </w:r>
      <w:r w:rsidRPr="000B73EF">
        <w:tab/>
        <w:t>Puerto Rico</w:t>
      </w:r>
      <w:r w:rsidRPr="000B73EF">
        <w:rPr>
          <w:strike/>
        </w:rPr>
        <w:t xml:space="preserve"> </w:t>
      </w:r>
    </w:p>
    <w:p w:rsidR="003B1BB5" w:rsidRPr="000B73EF" w:rsidRDefault="003B1BB5" w:rsidP="003B1BB5">
      <w:pPr>
        <w:pStyle w:val="QuestionResponse"/>
      </w:pPr>
      <w:r w:rsidRPr="000B73EF">
        <w:t>3</w:t>
      </w:r>
      <w:r w:rsidRPr="000B73EF">
        <w:tab/>
        <w:t>Another country</w:t>
      </w:r>
    </w:p>
    <w:p w:rsidR="003B1BB5" w:rsidRPr="000B73EF" w:rsidRDefault="003B1BB5" w:rsidP="003B1BB5">
      <w:pPr>
        <w:pStyle w:val="QuestionResponse"/>
        <w:ind w:left="720" w:firstLine="0"/>
      </w:pPr>
      <w:r w:rsidRPr="000B73EF">
        <w:t>8</w:t>
      </w:r>
      <w:r w:rsidRPr="000B73EF">
        <w:tab/>
        <w:t>Don’t know (DO NOT READ)</w:t>
      </w:r>
    </w:p>
    <w:p w:rsidR="003B1BB5" w:rsidRPr="000B73EF" w:rsidRDefault="003B1BB5" w:rsidP="003B1BB5">
      <w:pPr>
        <w:pStyle w:val="QuestionResponseLast"/>
      </w:pPr>
      <w:r w:rsidRPr="000B73EF">
        <w:t>9</w:t>
      </w:r>
      <w:r w:rsidRPr="000B73EF">
        <w:tab/>
        <w:t>Refused (DO NOT READ)</w:t>
      </w:r>
    </w:p>
    <w:p w:rsidR="00323DEC" w:rsidRPr="00F13DA2" w:rsidRDefault="00323DEC" w:rsidP="00323DEC">
      <w:pPr>
        <w:pStyle w:val="QuestionInstruction"/>
      </w:pPr>
      <w:r w:rsidRPr="00F13DA2">
        <w:t xml:space="preserve">ASK ALL </w:t>
      </w:r>
      <w:r>
        <w:t>IN ALL COUNTRIES EXCEPT PAKISTAN</w:t>
      </w:r>
    </w:p>
    <w:p w:rsidR="003B1BB5" w:rsidRPr="000B73EF" w:rsidRDefault="003B1BB5" w:rsidP="003B1BB5">
      <w:pPr>
        <w:pStyle w:val="Question"/>
        <w:rPr>
          <w:b/>
        </w:rPr>
      </w:pPr>
      <w:r w:rsidRPr="000B73EF">
        <w:rPr>
          <w:rFonts w:ascii="Tahoma" w:hAnsi="Tahoma" w:cs="Tahoma"/>
          <w:b/>
          <w:sz w:val="16"/>
          <w:szCs w:val="16"/>
        </w:rPr>
        <w:t>Q1</w:t>
      </w:r>
      <w:r w:rsidR="009649FB" w:rsidRPr="000B73EF">
        <w:rPr>
          <w:rFonts w:ascii="Tahoma" w:hAnsi="Tahoma" w:cs="Tahoma"/>
          <w:b/>
          <w:sz w:val="16"/>
          <w:szCs w:val="16"/>
        </w:rPr>
        <w:t>87</w:t>
      </w:r>
      <w:r w:rsidRPr="000B73EF">
        <w:rPr>
          <w:b/>
          <w:sz w:val="17"/>
        </w:rPr>
        <w:tab/>
      </w:r>
      <w:r w:rsidRPr="000B73EF">
        <w:t xml:space="preserve">Are you currently married, living with a partner, widowed, divorced, separated, or have you never been married? </w:t>
      </w:r>
    </w:p>
    <w:p w:rsidR="003B1BB5" w:rsidRPr="000B73EF" w:rsidRDefault="003B1BB5" w:rsidP="003B1BB5">
      <w:pPr>
        <w:pStyle w:val="QuestionResponse"/>
      </w:pPr>
      <w:r w:rsidRPr="000B73EF">
        <w:t>1</w:t>
      </w:r>
      <w:r w:rsidRPr="000B73EF">
        <w:tab/>
        <w:t xml:space="preserve">Married </w:t>
      </w:r>
    </w:p>
    <w:p w:rsidR="003B1BB5" w:rsidRPr="000B73EF" w:rsidRDefault="003B1BB5" w:rsidP="003B1BB5">
      <w:pPr>
        <w:pStyle w:val="QuestionResponse"/>
      </w:pPr>
      <w:r w:rsidRPr="000B73EF">
        <w:t>2</w:t>
      </w:r>
      <w:r w:rsidRPr="000B73EF">
        <w:tab/>
        <w:t xml:space="preserve">Living with a partner  </w:t>
      </w:r>
    </w:p>
    <w:p w:rsidR="003B1BB5" w:rsidRPr="000B73EF" w:rsidRDefault="003B1BB5" w:rsidP="003B1BB5">
      <w:pPr>
        <w:pStyle w:val="QuestionResponse"/>
      </w:pPr>
      <w:r w:rsidRPr="000B73EF">
        <w:t>3</w:t>
      </w:r>
      <w:r w:rsidRPr="000B73EF">
        <w:tab/>
        <w:t>Widowed</w:t>
      </w:r>
    </w:p>
    <w:p w:rsidR="003B1BB5" w:rsidRPr="000B73EF" w:rsidRDefault="003B1BB5" w:rsidP="003B1BB5">
      <w:pPr>
        <w:pStyle w:val="QuestionResponse"/>
      </w:pPr>
      <w:r w:rsidRPr="000B73EF">
        <w:t>4</w:t>
      </w:r>
      <w:r w:rsidRPr="000B73EF">
        <w:tab/>
        <w:t>Divorced</w:t>
      </w:r>
    </w:p>
    <w:p w:rsidR="003B1BB5" w:rsidRPr="000B73EF" w:rsidRDefault="003B1BB5" w:rsidP="003B1BB5">
      <w:pPr>
        <w:pStyle w:val="QuestionResponse"/>
      </w:pPr>
      <w:r w:rsidRPr="000B73EF">
        <w:t>5</w:t>
      </w:r>
      <w:r w:rsidRPr="000B73EF">
        <w:tab/>
        <w:t>Separated</w:t>
      </w:r>
    </w:p>
    <w:p w:rsidR="003B1BB5" w:rsidRPr="000B73EF" w:rsidRDefault="003B1BB5" w:rsidP="003B1BB5">
      <w:pPr>
        <w:pStyle w:val="QuestionResponse"/>
      </w:pPr>
      <w:r w:rsidRPr="000B73EF">
        <w:t>6</w:t>
      </w:r>
      <w:r w:rsidRPr="000B73EF">
        <w:tab/>
        <w:t>Never been married</w:t>
      </w:r>
    </w:p>
    <w:p w:rsidR="003B1BB5" w:rsidRPr="000B73EF" w:rsidRDefault="003B1BB5" w:rsidP="003B1BB5">
      <w:pPr>
        <w:pStyle w:val="QuestionResponse"/>
      </w:pPr>
      <w:r w:rsidRPr="000B73EF">
        <w:t>8</w:t>
      </w:r>
      <w:r w:rsidRPr="000B73EF">
        <w:tab/>
        <w:t>Don’t know (DO NOT READ)</w:t>
      </w:r>
    </w:p>
    <w:p w:rsidR="003B1BB5" w:rsidRPr="000B73EF" w:rsidRDefault="003B1BB5" w:rsidP="003B1BB5">
      <w:pPr>
        <w:pStyle w:val="QuestionResponseLast"/>
      </w:pPr>
      <w:r w:rsidRPr="000B73EF">
        <w:t>9</w:t>
      </w:r>
      <w:r w:rsidRPr="000B73EF">
        <w:tab/>
        <w:t>Refused (DO NOT READ)</w:t>
      </w:r>
    </w:p>
    <w:p w:rsidR="00695DB6" w:rsidRPr="00695DB6" w:rsidRDefault="00695DB6" w:rsidP="00695DB6">
      <w:pPr>
        <w:keepNext/>
        <w:keepLines/>
        <w:spacing w:before="60" w:after="60" w:line="240" w:lineRule="auto"/>
        <w:ind w:left="720"/>
        <w:rPr>
          <w:rFonts w:ascii="Times New Roman" w:eastAsia="Times New Roman" w:hAnsi="Times New Roman" w:cs="Times New Roman"/>
          <w:b/>
          <w:sz w:val="24"/>
          <w:szCs w:val="20"/>
        </w:rPr>
      </w:pPr>
      <w:r w:rsidRPr="00695DB6">
        <w:rPr>
          <w:rFonts w:ascii="Times New Roman" w:eastAsia="Times New Roman" w:hAnsi="Times New Roman" w:cs="Times New Roman"/>
          <w:b/>
          <w:sz w:val="24"/>
          <w:szCs w:val="20"/>
        </w:rPr>
        <w:t>ASK ALL IN PAKISTAN ONLY</w:t>
      </w:r>
    </w:p>
    <w:p w:rsidR="00695DB6" w:rsidRPr="00695DB6" w:rsidRDefault="00695DB6" w:rsidP="008C06CB">
      <w:pPr>
        <w:pStyle w:val="Question"/>
      </w:pPr>
      <w:proofErr w:type="gramStart"/>
      <w:r w:rsidRPr="00695DB6">
        <w:rPr>
          <w:rFonts w:ascii="Tahoma" w:hAnsi="Tahoma" w:cs="Tahoma"/>
          <w:b/>
          <w:sz w:val="16"/>
          <w:szCs w:val="16"/>
        </w:rPr>
        <w:t>Q1</w:t>
      </w:r>
      <w:r>
        <w:rPr>
          <w:rFonts w:ascii="Tahoma" w:hAnsi="Tahoma" w:cs="Tahoma"/>
          <w:b/>
          <w:sz w:val="16"/>
          <w:szCs w:val="16"/>
        </w:rPr>
        <w:t>87</w:t>
      </w:r>
      <w:r w:rsidRPr="00695DB6">
        <w:rPr>
          <w:rFonts w:ascii="Tahoma" w:hAnsi="Tahoma" w:cs="Tahoma"/>
          <w:b/>
          <w:sz w:val="16"/>
          <w:szCs w:val="16"/>
        </w:rPr>
        <w:t xml:space="preserve">PAK  </w:t>
      </w:r>
      <w:r w:rsidRPr="00695DB6">
        <w:t>What</w:t>
      </w:r>
      <w:proofErr w:type="gramEnd"/>
      <w:r w:rsidRPr="00695DB6">
        <w:t xml:space="preserve"> is your marital status?  Are you currently married, divorced, separated, widowed, or have   you never been married? </w:t>
      </w:r>
    </w:p>
    <w:p w:rsidR="00695DB6" w:rsidRPr="00695DB6" w:rsidRDefault="00695DB6" w:rsidP="008C06CB">
      <w:pPr>
        <w:pStyle w:val="QuestionResponse"/>
      </w:pPr>
      <w:r w:rsidRPr="00695DB6">
        <w:t>1</w:t>
      </w:r>
      <w:r w:rsidRPr="00695DB6">
        <w:tab/>
        <w:t xml:space="preserve">Married </w:t>
      </w:r>
    </w:p>
    <w:p w:rsidR="00695DB6" w:rsidRPr="00695DB6" w:rsidRDefault="00695DB6" w:rsidP="008C06CB">
      <w:pPr>
        <w:pStyle w:val="QuestionResponse"/>
      </w:pPr>
      <w:r w:rsidRPr="00695DB6">
        <w:t>2</w:t>
      </w:r>
      <w:r w:rsidRPr="00695DB6">
        <w:tab/>
        <w:t xml:space="preserve">BLANK  </w:t>
      </w:r>
    </w:p>
    <w:p w:rsidR="00695DB6" w:rsidRPr="00695DB6" w:rsidRDefault="00695DB6" w:rsidP="008C06CB">
      <w:pPr>
        <w:pStyle w:val="QuestionResponse"/>
      </w:pPr>
      <w:r w:rsidRPr="00695DB6">
        <w:t>3</w:t>
      </w:r>
      <w:r w:rsidRPr="00695DB6">
        <w:tab/>
        <w:t>Widowed</w:t>
      </w:r>
    </w:p>
    <w:p w:rsidR="00695DB6" w:rsidRPr="00695DB6" w:rsidRDefault="00695DB6" w:rsidP="008C06CB">
      <w:pPr>
        <w:pStyle w:val="QuestionResponse"/>
      </w:pPr>
      <w:r w:rsidRPr="00695DB6">
        <w:t>4</w:t>
      </w:r>
      <w:r w:rsidRPr="00695DB6">
        <w:tab/>
        <w:t>Divorced</w:t>
      </w:r>
    </w:p>
    <w:p w:rsidR="00695DB6" w:rsidRPr="00695DB6" w:rsidRDefault="00695DB6" w:rsidP="008C06CB">
      <w:pPr>
        <w:pStyle w:val="QuestionResponse"/>
      </w:pPr>
      <w:r w:rsidRPr="00695DB6">
        <w:t>5</w:t>
      </w:r>
      <w:r w:rsidRPr="00695DB6">
        <w:tab/>
        <w:t>Separated</w:t>
      </w:r>
    </w:p>
    <w:p w:rsidR="00695DB6" w:rsidRPr="00695DB6" w:rsidRDefault="00695DB6" w:rsidP="008C06CB">
      <w:pPr>
        <w:pStyle w:val="QuestionResponse"/>
      </w:pPr>
      <w:r w:rsidRPr="00695DB6">
        <w:t>6</w:t>
      </w:r>
      <w:r w:rsidRPr="00695DB6">
        <w:tab/>
        <w:t>Never been married</w:t>
      </w:r>
    </w:p>
    <w:p w:rsidR="00695DB6" w:rsidRPr="00695DB6" w:rsidRDefault="00695DB6" w:rsidP="008C06CB">
      <w:pPr>
        <w:pStyle w:val="QuestionResponse"/>
      </w:pPr>
      <w:r w:rsidRPr="00695DB6">
        <w:t>8</w:t>
      </w:r>
      <w:r w:rsidRPr="00695DB6">
        <w:tab/>
        <w:t>Don’t know (DO NOT READ)</w:t>
      </w:r>
    </w:p>
    <w:p w:rsidR="00695DB6" w:rsidRPr="00695DB6" w:rsidRDefault="00695DB6" w:rsidP="008C06CB">
      <w:pPr>
        <w:pStyle w:val="QuestionResponseLast"/>
      </w:pPr>
      <w:r w:rsidRPr="00695DB6">
        <w:t>9</w:t>
      </w:r>
      <w:r w:rsidRPr="00695DB6">
        <w:tab/>
        <w:t>Refused (DO NOT READ)</w:t>
      </w:r>
    </w:p>
    <w:p w:rsidR="003B1BB5" w:rsidRPr="000B73EF" w:rsidRDefault="003B1BB5" w:rsidP="003B1BB5">
      <w:pPr>
        <w:pStyle w:val="QuestionInstruction"/>
      </w:pPr>
      <w:r w:rsidRPr="000B73EF">
        <w:t xml:space="preserve">ASK ALL IN ALL COUNTRIES EXCEPT </w:t>
      </w:r>
      <w:r w:rsidR="008B045A" w:rsidRPr="000B73EF">
        <w:t xml:space="preserve">THE </w:t>
      </w:r>
      <w:r w:rsidR="008B045A">
        <w:t>UNITED STATES</w:t>
      </w:r>
    </w:p>
    <w:p w:rsidR="003B1BB5" w:rsidRPr="000B73EF" w:rsidRDefault="003B1BB5" w:rsidP="003B1BB5">
      <w:pPr>
        <w:pStyle w:val="Question"/>
        <w:rPr>
          <w:b/>
        </w:rPr>
      </w:pPr>
      <w:r w:rsidRPr="000B73EF">
        <w:rPr>
          <w:rFonts w:ascii="Tahoma" w:hAnsi="Tahoma" w:cs="Tahoma"/>
          <w:b/>
          <w:sz w:val="16"/>
          <w:szCs w:val="16"/>
        </w:rPr>
        <w:t>Q1</w:t>
      </w:r>
      <w:r w:rsidR="009649FB" w:rsidRPr="000B73EF">
        <w:rPr>
          <w:rFonts w:ascii="Tahoma" w:hAnsi="Tahoma" w:cs="Tahoma"/>
          <w:b/>
          <w:sz w:val="16"/>
          <w:szCs w:val="16"/>
        </w:rPr>
        <w:t>88</w:t>
      </w:r>
      <w:r w:rsidRPr="000B73EF">
        <w:rPr>
          <w:b/>
          <w:sz w:val="16"/>
        </w:rPr>
        <w:tab/>
      </w:r>
      <w:r w:rsidRPr="000B73EF">
        <w:t>And how many children under the age of 18 currently live in your household</w:t>
      </w:r>
      <w:r w:rsidRPr="000B73EF">
        <w:rPr>
          <w:i/>
        </w:rPr>
        <w:t xml:space="preserve">?  </w:t>
      </w:r>
    </w:p>
    <w:p w:rsidR="003B1BB5" w:rsidRPr="000B73EF" w:rsidRDefault="003B1BB5" w:rsidP="003B1BB5">
      <w:pPr>
        <w:pStyle w:val="QuestionResponse"/>
      </w:pPr>
      <w:r w:rsidRPr="000B73EF">
        <w:t xml:space="preserve">______ </w:t>
      </w:r>
      <w:proofErr w:type="gramStart"/>
      <w:r w:rsidRPr="000B73EF">
        <w:t>children  (</w:t>
      </w:r>
      <w:proofErr w:type="gramEnd"/>
      <w:r w:rsidRPr="000B73EF">
        <w:t>RECORD NUMBER)</w:t>
      </w:r>
    </w:p>
    <w:p w:rsidR="003B1BB5" w:rsidRPr="000B73EF" w:rsidRDefault="003B1BB5" w:rsidP="003B1BB5">
      <w:pPr>
        <w:pStyle w:val="QuestionResponse"/>
      </w:pPr>
      <w:r w:rsidRPr="000B73EF">
        <w:t>98</w:t>
      </w:r>
      <w:r w:rsidRPr="000B73EF">
        <w:tab/>
        <w:t>Don’t know (DO NOT READ)</w:t>
      </w:r>
    </w:p>
    <w:p w:rsidR="003B1BB5" w:rsidRPr="000B73EF" w:rsidRDefault="003B1BB5" w:rsidP="003B1BB5">
      <w:pPr>
        <w:pStyle w:val="QuestionResponseLast"/>
      </w:pPr>
      <w:r w:rsidRPr="000B73EF">
        <w:t>99</w:t>
      </w:r>
      <w:r w:rsidRPr="000B73EF">
        <w:tab/>
        <w:t>Refused (DO NOT READ)</w:t>
      </w:r>
    </w:p>
    <w:p w:rsidR="003B1BB5" w:rsidRPr="000B73EF" w:rsidRDefault="003B1BB5" w:rsidP="003B1BB5">
      <w:pPr>
        <w:pStyle w:val="QuestionInstruction"/>
      </w:pPr>
      <w:r w:rsidRPr="000B73EF">
        <w:lastRenderedPageBreak/>
        <w:t xml:space="preserve">ASK ALL IN ALL COUNTRIES EXCEPT </w:t>
      </w:r>
      <w:r w:rsidR="008B045A" w:rsidRPr="000B73EF">
        <w:t xml:space="preserve">THE </w:t>
      </w:r>
      <w:r w:rsidR="008B045A">
        <w:t>UNITED STATES</w:t>
      </w:r>
    </w:p>
    <w:p w:rsidR="003B1BB5" w:rsidRPr="000B73EF" w:rsidRDefault="003B1BB5" w:rsidP="003B1BB5">
      <w:pPr>
        <w:pStyle w:val="Question"/>
      </w:pPr>
      <w:r w:rsidRPr="000B73EF">
        <w:rPr>
          <w:rFonts w:ascii="Tahoma" w:hAnsi="Tahoma" w:cs="Tahoma"/>
          <w:b/>
          <w:sz w:val="16"/>
          <w:szCs w:val="16"/>
        </w:rPr>
        <w:t>Q1</w:t>
      </w:r>
      <w:r w:rsidR="009649FB" w:rsidRPr="000B73EF">
        <w:rPr>
          <w:rFonts w:ascii="Tahoma" w:hAnsi="Tahoma" w:cs="Tahoma"/>
          <w:b/>
          <w:sz w:val="16"/>
          <w:szCs w:val="16"/>
        </w:rPr>
        <w:t>89</w:t>
      </w:r>
      <w:r w:rsidRPr="000B73EF">
        <w:rPr>
          <w:b/>
          <w:sz w:val="16"/>
          <w:szCs w:val="16"/>
        </w:rPr>
        <w:tab/>
      </w:r>
      <w:r w:rsidRPr="000B73EF">
        <w:t xml:space="preserve">How many people live in your household including yourself? </w:t>
      </w:r>
    </w:p>
    <w:p w:rsidR="003B1BB5" w:rsidRPr="000B73EF" w:rsidRDefault="003B1BB5" w:rsidP="003B1BB5">
      <w:pPr>
        <w:pStyle w:val="QuestionResponse"/>
      </w:pPr>
      <w:r w:rsidRPr="000B73EF">
        <w:t>RECORD NUMBER</w:t>
      </w:r>
    </w:p>
    <w:p w:rsidR="003B1BB5" w:rsidRPr="000B73EF" w:rsidRDefault="003B1BB5" w:rsidP="003B1BB5">
      <w:pPr>
        <w:pStyle w:val="QuestionResponse"/>
      </w:pPr>
      <w:r w:rsidRPr="000B73EF">
        <w:t>98</w:t>
      </w:r>
      <w:r w:rsidRPr="000B73EF">
        <w:tab/>
        <w:t>Don’t know (DO NOT READ)</w:t>
      </w:r>
    </w:p>
    <w:p w:rsidR="003B1BB5" w:rsidRPr="000B73EF" w:rsidRDefault="003B1BB5" w:rsidP="004844CD">
      <w:pPr>
        <w:pStyle w:val="QuestionResponseLast"/>
      </w:pPr>
      <w:r w:rsidRPr="000B73EF">
        <w:t>99</w:t>
      </w:r>
      <w:r w:rsidRPr="000B73EF">
        <w:tab/>
      </w:r>
      <w:r w:rsidRPr="004844CD">
        <w:t>Refused</w:t>
      </w:r>
      <w:r w:rsidRPr="000B73EF">
        <w:t xml:space="preserve"> (DO NOT READ) </w:t>
      </w:r>
    </w:p>
    <w:p w:rsidR="00F53AFE" w:rsidRPr="000B73EF" w:rsidRDefault="00F53AFE" w:rsidP="00F53AFE">
      <w:pPr>
        <w:pStyle w:val="QuestionInstruction"/>
        <w:spacing w:before="0" w:after="0"/>
      </w:pPr>
      <w:r w:rsidRPr="000B73EF">
        <w:t xml:space="preserve">ASK ALL IN </w:t>
      </w:r>
      <w:r w:rsidR="008B045A" w:rsidRPr="000B73EF">
        <w:t xml:space="preserve">THE </w:t>
      </w:r>
      <w:r w:rsidR="008B045A">
        <w:t>UNITED STATES</w:t>
      </w:r>
      <w:r w:rsidR="008B045A" w:rsidRPr="000B73EF">
        <w:t xml:space="preserve"> </w:t>
      </w:r>
      <w:r w:rsidRPr="000B73EF">
        <w:t>ONLY</w:t>
      </w:r>
    </w:p>
    <w:p w:rsidR="00F53AFE" w:rsidRPr="001E1F63" w:rsidRDefault="00F53AFE" w:rsidP="00A01C0D">
      <w:pPr>
        <w:pStyle w:val="Question"/>
      </w:pPr>
      <w:r w:rsidRPr="00D63EFD">
        <w:rPr>
          <w:rFonts w:ascii="Tahoma" w:hAnsi="Tahoma" w:cs="Tahoma"/>
          <w:b/>
          <w:sz w:val="16"/>
          <w:szCs w:val="16"/>
        </w:rPr>
        <w:t>REG</w:t>
      </w:r>
      <w:r w:rsidRPr="000B73EF">
        <w:tab/>
        <w:t>Which of these statements best describes you? [</w:t>
      </w:r>
      <w:r w:rsidR="004844CD">
        <w:t xml:space="preserve">INTERVIEWER </w:t>
      </w:r>
      <w:r w:rsidRPr="000B73EF">
        <w:t xml:space="preserve">INSTRUCTION: </w:t>
      </w:r>
      <w:r w:rsidR="00A01C0D">
        <w:t xml:space="preserve">Be sure to clarify whether respondent is absolutely certain they are registered or </w:t>
      </w:r>
      <w:r w:rsidR="00A01C0D" w:rsidRPr="001E1F63">
        <w:t xml:space="preserve">only probably registered; if respondent volunteers that they are in North Dakota and don’t have to register, punch 1] </w:t>
      </w:r>
    </w:p>
    <w:p w:rsidR="00F53AFE" w:rsidRPr="001E1F63" w:rsidRDefault="00F53AFE" w:rsidP="004844CD">
      <w:pPr>
        <w:pStyle w:val="QuestionResponse"/>
      </w:pPr>
      <w:r w:rsidRPr="001E1F63">
        <w:t>1</w:t>
      </w:r>
      <w:r w:rsidRPr="001E1F63">
        <w:tab/>
        <w:t>Are you ABSOLUTELY CERTAIN that you are registered to vote at your current address [OR]</w:t>
      </w:r>
    </w:p>
    <w:p w:rsidR="00F53AFE" w:rsidRPr="001E1F63" w:rsidRDefault="00F53AFE" w:rsidP="004844CD">
      <w:pPr>
        <w:pStyle w:val="QuestionResponse"/>
      </w:pPr>
      <w:r w:rsidRPr="001E1F63">
        <w:t>2</w:t>
      </w:r>
      <w:r w:rsidRPr="001E1F63">
        <w:tab/>
        <w:t>Are you PROBABLY registered, but there is a chance your registration has lapsed [OR]</w:t>
      </w:r>
    </w:p>
    <w:p w:rsidR="00F53AFE" w:rsidRPr="001E1F63" w:rsidRDefault="00F53AFE" w:rsidP="004844CD">
      <w:pPr>
        <w:pStyle w:val="QuestionResponse"/>
      </w:pPr>
      <w:r w:rsidRPr="001E1F63">
        <w:t>3</w:t>
      </w:r>
      <w:r w:rsidRPr="001E1F63">
        <w:tab/>
        <w:t xml:space="preserve">Are you NOT registered to vote at your current </w:t>
      </w:r>
      <w:proofErr w:type="gramStart"/>
      <w:r w:rsidRPr="001E1F63">
        <w:t>address</w:t>
      </w:r>
      <w:proofErr w:type="gramEnd"/>
    </w:p>
    <w:p w:rsidR="004844CD" w:rsidRPr="001E1F63" w:rsidRDefault="004844CD" w:rsidP="004844CD">
      <w:pPr>
        <w:pStyle w:val="QuestionResponse"/>
      </w:pPr>
      <w:r w:rsidRPr="001E1F63">
        <w:t>8</w:t>
      </w:r>
      <w:r w:rsidRPr="001E1F63">
        <w:tab/>
        <w:t>Don’t know (DO NOT READ)</w:t>
      </w:r>
    </w:p>
    <w:p w:rsidR="004844CD" w:rsidRPr="000B73EF" w:rsidRDefault="004844CD" w:rsidP="004844CD">
      <w:pPr>
        <w:pStyle w:val="QuestionResponseLast"/>
      </w:pPr>
      <w:r w:rsidRPr="001E1F63">
        <w:t>9</w:t>
      </w:r>
      <w:r w:rsidRPr="001E1F63">
        <w:tab/>
        <w:t>Refused (DO NOT READ)</w:t>
      </w:r>
    </w:p>
    <w:p w:rsidR="00F53AFE" w:rsidRPr="000B73EF" w:rsidRDefault="00F53AFE" w:rsidP="00F53AFE">
      <w:pPr>
        <w:pStyle w:val="QuestionInstruction"/>
      </w:pPr>
      <w:r w:rsidRPr="000B73EF">
        <w:t xml:space="preserve">ASK ALL IN </w:t>
      </w:r>
      <w:r w:rsidR="008B045A" w:rsidRPr="000B73EF">
        <w:t xml:space="preserve">THE </w:t>
      </w:r>
      <w:r w:rsidR="008B045A">
        <w:t>UNITED STATES</w:t>
      </w:r>
      <w:r w:rsidR="008B045A" w:rsidRPr="000B73EF">
        <w:t xml:space="preserve"> </w:t>
      </w:r>
      <w:r w:rsidRPr="000B73EF">
        <w:t>ONLY</w:t>
      </w:r>
    </w:p>
    <w:p w:rsidR="00F53AFE" w:rsidRPr="000B73EF" w:rsidRDefault="00F53AFE" w:rsidP="00F53AFE">
      <w:pPr>
        <w:pStyle w:val="Question"/>
      </w:pPr>
      <w:r w:rsidRPr="000B73EF">
        <w:rPr>
          <w:rFonts w:ascii="Tahoma" w:hAnsi="Tahoma" w:cs="Tahoma"/>
          <w:b/>
          <w:sz w:val="16"/>
          <w:szCs w:val="16"/>
        </w:rPr>
        <w:t>PARTY</w:t>
      </w:r>
      <w:r w:rsidRPr="000B73EF">
        <w:tab/>
        <w:t xml:space="preserve">In politics TODAY, do you consider yourself a Republican, Democrat, or Independent? </w:t>
      </w:r>
    </w:p>
    <w:p w:rsidR="00F53AFE" w:rsidRPr="000B73EF" w:rsidRDefault="00F53AFE" w:rsidP="00F53AFE">
      <w:pPr>
        <w:pStyle w:val="QuestionResponse"/>
      </w:pPr>
      <w:r w:rsidRPr="000B73EF">
        <w:t>1</w:t>
      </w:r>
      <w:r w:rsidRPr="000B73EF">
        <w:tab/>
        <w:t xml:space="preserve">Republican </w:t>
      </w:r>
    </w:p>
    <w:p w:rsidR="00F53AFE" w:rsidRPr="000B73EF" w:rsidRDefault="00F53AFE" w:rsidP="00F53AFE">
      <w:pPr>
        <w:pStyle w:val="QuestionResponse"/>
      </w:pPr>
      <w:r w:rsidRPr="000B73EF">
        <w:t>2</w:t>
      </w:r>
      <w:r w:rsidRPr="000B73EF">
        <w:tab/>
        <w:t xml:space="preserve">Democrat </w:t>
      </w:r>
    </w:p>
    <w:p w:rsidR="00F53AFE" w:rsidRPr="000B73EF" w:rsidRDefault="00F53AFE" w:rsidP="00F53AFE">
      <w:pPr>
        <w:pStyle w:val="QuestionResponse"/>
      </w:pPr>
      <w:r w:rsidRPr="000B73EF">
        <w:t>3</w:t>
      </w:r>
      <w:r w:rsidRPr="000B73EF">
        <w:tab/>
        <w:t xml:space="preserve">Independent </w:t>
      </w:r>
    </w:p>
    <w:p w:rsidR="00F53AFE" w:rsidRPr="000B73EF" w:rsidRDefault="00F53AFE" w:rsidP="00F53AFE">
      <w:pPr>
        <w:pStyle w:val="QuestionResponse"/>
      </w:pPr>
      <w:r w:rsidRPr="000B73EF">
        <w:t>4</w:t>
      </w:r>
      <w:r w:rsidRPr="000B73EF">
        <w:tab/>
        <w:t>No preference (DO NOT READ)</w:t>
      </w:r>
    </w:p>
    <w:p w:rsidR="00F53AFE" w:rsidRPr="000B73EF" w:rsidRDefault="00F53AFE" w:rsidP="00F53AFE">
      <w:pPr>
        <w:pStyle w:val="QuestionResponse"/>
      </w:pPr>
      <w:r w:rsidRPr="000B73EF">
        <w:t>5</w:t>
      </w:r>
      <w:r w:rsidRPr="000B73EF">
        <w:tab/>
        <w:t>Other party (DO NOT READ)</w:t>
      </w:r>
    </w:p>
    <w:p w:rsidR="00F53AFE" w:rsidRPr="000B73EF" w:rsidRDefault="00F53AFE" w:rsidP="00F53AFE">
      <w:pPr>
        <w:pStyle w:val="QuestionResponse"/>
      </w:pPr>
      <w:r w:rsidRPr="000B73EF">
        <w:t>8</w:t>
      </w:r>
      <w:r w:rsidRPr="000B73EF">
        <w:tab/>
        <w:t>Don’t know (DO NOT READ)</w:t>
      </w:r>
    </w:p>
    <w:p w:rsidR="00F53AFE" w:rsidRPr="000B73EF" w:rsidRDefault="00F53AFE" w:rsidP="00F53AFE">
      <w:pPr>
        <w:pStyle w:val="QuestionResponseLast"/>
      </w:pPr>
      <w:r w:rsidRPr="000B73EF">
        <w:t>9</w:t>
      </w:r>
      <w:r w:rsidRPr="000B73EF">
        <w:tab/>
        <w:t>Refused (DO NOT READ)</w:t>
      </w:r>
    </w:p>
    <w:p w:rsidR="00F53AFE" w:rsidRPr="000B73EF" w:rsidRDefault="00F53AFE" w:rsidP="00F53AFE">
      <w:pPr>
        <w:pStyle w:val="QuestionInstruction"/>
      </w:pPr>
      <w:r w:rsidRPr="000B73EF">
        <w:t>ASK IF INDEPENDENT, NO PREFERENCE, OR OTHER PARTY (PARTY=3</w:t>
      </w:r>
      <w:proofErr w:type="gramStart"/>
      <w:r w:rsidRPr="000B73EF">
        <w:t>,4,5,8,9</w:t>
      </w:r>
      <w:proofErr w:type="gramEnd"/>
      <w:r w:rsidRPr="000B73EF">
        <w:t>)</w:t>
      </w:r>
    </w:p>
    <w:p w:rsidR="00F53AFE" w:rsidRPr="000B73EF" w:rsidRDefault="00F53AFE" w:rsidP="00F53AFE">
      <w:pPr>
        <w:pStyle w:val="Question"/>
      </w:pPr>
      <w:r w:rsidRPr="000B73EF">
        <w:rPr>
          <w:rFonts w:ascii="Tahoma" w:hAnsi="Tahoma" w:cs="Tahoma"/>
          <w:b/>
          <w:sz w:val="16"/>
          <w:szCs w:val="16"/>
        </w:rPr>
        <w:t>PARTYLN</w:t>
      </w:r>
      <w:r w:rsidRPr="000B73EF">
        <w:t xml:space="preserve">As of today do you lean more to the Republican Party or more to the Democratic Party? </w:t>
      </w:r>
    </w:p>
    <w:p w:rsidR="00F53AFE" w:rsidRPr="000B73EF" w:rsidRDefault="00F53AFE" w:rsidP="00F53AFE">
      <w:pPr>
        <w:pStyle w:val="QuestionResponse"/>
      </w:pPr>
      <w:r w:rsidRPr="000B73EF">
        <w:t>1</w:t>
      </w:r>
      <w:r w:rsidRPr="000B73EF">
        <w:tab/>
        <w:t>Republican</w:t>
      </w:r>
    </w:p>
    <w:p w:rsidR="00F53AFE" w:rsidRPr="000B73EF" w:rsidRDefault="00F53AFE" w:rsidP="00F53AFE">
      <w:pPr>
        <w:pStyle w:val="QuestionResponse"/>
      </w:pPr>
      <w:r w:rsidRPr="000B73EF">
        <w:t>2</w:t>
      </w:r>
      <w:r w:rsidRPr="000B73EF">
        <w:tab/>
        <w:t>Democrat</w:t>
      </w:r>
    </w:p>
    <w:p w:rsidR="00F53AFE" w:rsidRPr="000B73EF" w:rsidRDefault="00F53AFE" w:rsidP="00F53AFE">
      <w:pPr>
        <w:pStyle w:val="QuestionResponse"/>
      </w:pPr>
      <w:r w:rsidRPr="000B73EF">
        <w:t>7</w:t>
      </w:r>
      <w:r w:rsidRPr="000B73EF">
        <w:tab/>
        <w:t>Other (DO NOT READ)</w:t>
      </w:r>
    </w:p>
    <w:p w:rsidR="00F53AFE" w:rsidRPr="000B73EF" w:rsidRDefault="00F53AFE" w:rsidP="00F53AFE">
      <w:pPr>
        <w:pStyle w:val="QuestionResponse"/>
      </w:pPr>
      <w:r w:rsidRPr="000B73EF">
        <w:t>8</w:t>
      </w:r>
      <w:r w:rsidRPr="000B73EF">
        <w:tab/>
        <w:t>Don’t know (DO NOT READ)</w:t>
      </w:r>
    </w:p>
    <w:p w:rsidR="00F53AFE" w:rsidRPr="000B73EF" w:rsidRDefault="00F53AFE" w:rsidP="00F53AFE">
      <w:pPr>
        <w:pStyle w:val="QuestionResponseLast"/>
      </w:pPr>
      <w:r w:rsidRPr="000B73EF">
        <w:t>9</w:t>
      </w:r>
      <w:r w:rsidRPr="000B73EF">
        <w:tab/>
        <w:t>Refused (DO NOT READ)</w:t>
      </w:r>
    </w:p>
    <w:p w:rsidR="00F53AFE" w:rsidRPr="000B73EF" w:rsidRDefault="00F53AFE" w:rsidP="00F53AFE">
      <w:pPr>
        <w:pStyle w:val="QuestionInstruction"/>
      </w:pPr>
      <w:r w:rsidRPr="000B73EF">
        <w:lastRenderedPageBreak/>
        <w:t xml:space="preserve">ASK ALL IN </w:t>
      </w:r>
      <w:r w:rsidR="008B045A" w:rsidRPr="000B73EF">
        <w:t xml:space="preserve">THE </w:t>
      </w:r>
      <w:r w:rsidR="008B045A">
        <w:t>UNITED STATES</w:t>
      </w:r>
      <w:r w:rsidR="008B045A" w:rsidRPr="000B73EF">
        <w:t xml:space="preserve"> </w:t>
      </w:r>
      <w:r w:rsidRPr="000B73EF">
        <w:t>ONLY</w:t>
      </w:r>
    </w:p>
    <w:p w:rsidR="00F53AFE" w:rsidRPr="000B73EF" w:rsidRDefault="00F53AFE" w:rsidP="00F53AFE">
      <w:pPr>
        <w:pStyle w:val="Question"/>
      </w:pPr>
      <w:r w:rsidRPr="000B73EF">
        <w:rPr>
          <w:rFonts w:ascii="Tahoma" w:hAnsi="Tahoma" w:cs="Tahoma"/>
          <w:b/>
          <w:sz w:val="16"/>
          <w:szCs w:val="16"/>
        </w:rPr>
        <w:t>IDEO</w:t>
      </w:r>
      <w:r w:rsidRPr="000B73EF">
        <w:tab/>
        <w:t xml:space="preserve">In general, would you describe your political views as ... (READ) </w:t>
      </w:r>
    </w:p>
    <w:p w:rsidR="00F53AFE" w:rsidRPr="000B73EF" w:rsidRDefault="00F53AFE" w:rsidP="00F53AFE">
      <w:pPr>
        <w:pStyle w:val="QuestionResponse"/>
      </w:pPr>
      <w:r w:rsidRPr="000B73EF">
        <w:t>1</w:t>
      </w:r>
      <w:r w:rsidRPr="000B73EF">
        <w:tab/>
        <w:t>Very conservative</w:t>
      </w:r>
    </w:p>
    <w:p w:rsidR="00F53AFE" w:rsidRPr="000B73EF" w:rsidRDefault="00F53AFE" w:rsidP="00F53AFE">
      <w:pPr>
        <w:pStyle w:val="QuestionResponse"/>
      </w:pPr>
      <w:r w:rsidRPr="000B73EF">
        <w:t>2</w:t>
      </w:r>
      <w:r w:rsidRPr="000B73EF">
        <w:tab/>
        <w:t>Conservative</w:t>
      </w:r>
    </w:p>
    <w:p w:rsidR="00F53AFE" w:rsidRPr="000B73EF" w:rsidRDefault="00F53AFE" w:rsidP="00F53AFE">
      <w:pPr>
        <w:pStyle w:val="QuestionResponse"/>
      </w:pPr>
      <w:r w:rsidRPr="000B73EF">
        <w:t>3</w:t>
      </w:r>
      <w:r w:rsidRPr="000B73EF">
        <w:tab/>
        <w:t>Moderate</w:t>
      </w:r>
    </w:p>
    <w:p w:rsidR="00F53AFE" w:rsidRPr="000B73EF" w:rsidRDefault="00F53AFE" w:rsidP="00F53AFE">
      <w:pPr>
        <w:pStyle w:val="QuestionResponse"/>
      </w:pPr>
      <w:r w:rsidRPr="000B73EF">
        <w:t>4</w:t>
      </w:r>
      <w:r w:rsidRPr="000B73EF">
        <w:tab/>
        <w:t>Liberal, OR</w:t>
      </w:r>
    </w:p>
    <w:p w:rsidR="00F53AFE" w:rsidRPr="000B73EF" w:rsidRDefault="00F53AFE" w:rsidP="00F53AFE">
      <w:pPr>
        <w:pStyle w:val="QuestionResponse"/>
      </w:pPr>
      <w:r w:rsidRPr="000B73EF">
        <w:t>5</w:t>
      </w:r>
      <w:r w:rsidRPr="000B73EF">
        <w:tab/>
        <w:t>Very liberal?</w:t>
      </w:r>
    </w:p>
    <w:p w:rsidR="00F53AFE" w:rsidRPr="000B73EF" w:rsidRDefault="00F53AFE" w:rsidP="00F53AFE">
      <w:pPr>
        <w:pStyle w:val="QuestionResponse"/>
      </w:pPr>
      <w:r w:rsidRPr="000B73EF">
        <w:t>8</w:t>
      </w:r>
      <w:r w:rsidRPr="000B73EF">
        <w:tab/>
        <w:t>Don’t know (DO NOT READ)</w:t>
      </w:r>
    </w:p>
    <w:p w:rsidR="00F53AFE" w:rsidRPr="000B73EF" w:rsidRDefault="00F53AFE" w:rsidP="00F53AFE">
      <w:pPr>
        <w:pStyle w:val="QuestionResponseLast"/>
      </w:pPr>
      <w:r w:rsidRPr="000B73EF">
        <w:t>9</w:t>
      </w:r>
      <w:r w:rsidRPr="000B73EF">
        <w:tab/>
        <w:t>Refused (DO NOT READ)</w:t>
      </w:r>
    </w:p>
    <w:p w:rsidR="003B1BB5" w:rsidRPr="000B73EF" w:rsidRDefault="003B1BB5" w:rsidP="00F53AFE">
      <w:pPr>
        <w:pStyle w:val="QuestionInstruction"/>
        <w:spacing w:before="0" w:after="0"/>
      </w:pPr>
      <w:r w:rsidRPr="000B73EF">
        <w:t xml:space="preserve">ASK ALL IN </w:t>
      </w:r>
      <w:r w:rsidR="008B045A" w:rsidRPr="000B73EF">
        <w:t xml:space="preserve">THE </w:t>
      </w:r>
      <w:r w:rsidR="008B045A">
        <w:t>UNITED STATES</w:t>
      </w:r>
      <w:r w:rsidR="008B045A" w:rsidRPr="000B73EF">
        <w:t xml:space="preserve"> </w:t>
      </w:r>
      <w:r w:rsidRPr="000B73EF">
        <w:t>ONLY</w:t>
      </w:r>
    </w:p>
    <w:p w:rsidR="00F53AFE" w:rsidRPr="000B73EF" w:rsidRDefault="00F53AFE" w:rsidP="004844CD">
      <w:pPr>
        <w:pStyle w:val="Question"/>
        <w:rPr>
          <w:i/>
          <w:iCs/>
        </w:rPr>
      </w:pPr>
      <w:r w:rsidRPr="00D63EFD">
        <w:rPr>
          <w:rFonts w:ascii="Tahoma" w:hAnsi="Tahoma" w:cs="Tahoma"/>
          <w:b/>
          <w:sz w:val="16"/>
          <w:szCs w:val="16"/>
        </w:rPr>
        <w:t>HH1</w:t>
      </w:r>
      <w:r w:rsidRPr="000B73EF">
        <w:tab/>
        <w:t xml:space="preserve">How many people, including yourself, live in your household? </w:t>
      </w:r>
    </w:p>
    <w:p w:rsidR="00F53AFE" w:rsidRPr="000B73EF" w:rsidRDefault="00A01C0D" w:rsidP="00A01C0D">
      <w:pPr>
        <w:pStyle w:val="Question"/>
        <w:ind w:firstLine="0"/>
      </w:pPr>
      <w:r>
        <w:t>[</w:t>
      </w:r>
      <w:r w:rsidR="00F53AFE" w:rsidRPr="000B73EF">
        <w:t xml:space="preserve">INTERVIEWER NOTE: </w:t>
      </w:r>
      <w:r>
        <w:t xml:space="preserve">Household members include people who think of this household as their primary place of residence, including those who are temporarily away on business, vacation, in a hospital, or away at school.  This includes infants, children, and adults.] </w:t>
      </w:r>
    </w:p>
    <w:p w:rsidR="00F53AFE" w:rsidRPr="000B73EF" w:rsidRDefault="00F53AFE" w:rsidP="004844CD">
      <w:pPr>
        <w:pStyle w:val="QuestionResponse"/>
      </w:pPr>
      <w:r w:rsidRPr="000B73EF">
        <w:t>______</w:t>
      </w:r>
      <w:r w:rsidRPr="000B73EF">
        <w:tab/>
        <w:t>Enter number 1-7</w:t>
      </w:r>
    </w:p>
    <w:p w:rsidR="00F53AFE" w:rsidRPr="000B73EF" w:rsidRDefault="00F53AFE" w:rsidP="004844CD">
      <w:pPr>
        <w:pStyle w:val="QuestionResponse"/>
      </w:pPr>
      <w:r w:rsidRPr="000B73EF">
        <w:t>8</w:t>
      </w:r>
      <w:r w:rsidRPr="000B73EF">
        <w:tab/>
        <w:t>8 or more</w:t>
      </w:r>
    </w:p>
    <w:p w:rsidR="004844CD" w:rsidRPr="000B73EF" w:rsidRDefault="004844CD" w:rsidP="004844CD">
      <w:pPr>
        <w:pStyle w:val="QuestionResponse"/>
      </w:pPr>
      <w:r w:rsidRPr="000B73EF">
        <w:t>98</w:t>
      </w:r>
      <w:r w:rsidRPr="000B73EF">
        <w:tab/>
        <w:t>Don’t know (DO NOT READ)</w:t>
      </w:r>
    </w:p>
    <w:p w:rsidR="004844CD" w:rsidRPr="000B73EF" w:rsidRDefault="004844CD" w:rsidP="004844CD">
      <w:pPr>
        <w:pStyle w:val="QuestionResponseLast"/>
      </w:pPr>
      <w:r w:rsidRPr="000B73EF">
        <w:t>99</w:t>
      </w:r>
      <w:r w:rsidRPr="000B73EF">
        <w:tab/>
      </w:r>
      <w:r w:rsidRPr="004844CD">
        <w:t>Refused</w:t>
      </w:r>
      <w:r w:rsidRPr="000B73EF">
        <w:t xml:space="preserve"> (DO NOT READ) </w:t>
      </w:r>
    </w:p>
    <w:p w:rsidR="00F53AFE" w:rsidRPr="000B73EF" w:rsidRDefault="00F53AFE" w:rsidP="00F06790">
      <w:pPr>
        <w:pStyle w:val="QuestionInstruction"/>
      </w:pPr>
      <w:r w:rsidRPr="000B73EF">
        <w:t>ASK IF MORE THAN ONE PERSON IN HH (HH1&gt;1):</w:t>
      </w:r>
    </w:p>
    <w:p w:rsidR="00F53AFE" w:rsidRPr="000B73EF" w:rsidRDefault="00F53AFE" w:rsidP="00F06790">
      <w:pPr>
        <w:pStyle w:val="Question"/>
      </w:pPr>
      <w:r w:rsidRPr="00D63EFD">
        <w:rPr>
          <w:rFonts w:ascii="Tahoma" w:hAnsi="Tahoma" w:cs="Tahoma"/>
          <w:b/>
          <w:sz w:val="16"/>
          <w:szCs w:val="16"/>
        </w:rPr>
        <w:t>HH3</w:t>
      </w:r>
      <w:r w:rsidRPr="000B73EF">
        <w:tab/>
        <w:t xml:space="preserve">How many, including yourself, are adults, age 18 and older? </w:t>
      </w:r>
    </w:p>
    <w:p w:rsidR="00F06790" w:rsidRPr="000B73EF" w:rsidRDefault="00F06790" w:rsidP="00F06790">
      <w:pPr>
        <w:pStyle w:val="QuestionResponse"/>
      </w:pPr>
      <w:r w:rsidRPr="000B73EF">
        <w:t>______</w:t>
      </w:r>
      <w:r w:rsidRPr="000B73EF">
        <w:tab/>
        <w:t>Enter number 1-7</w:t>
      </w:r>
    </w:p>
    <w:p w:rsidR="00F06790" w:rsidRPr="000B73EF" w:rsidRDefault="00F06790" w:rsidP="00F06790">
      <w:pPr>
        <w:pStyle w:val="QuestionResponse"/>
      </w:pPr>
      <w:r w:rsidRPr="000B73EF">
        <w:t>8</w:t>
      </w:r>
      <w:r w:rsidRPr="000B73EF">
        <w:tab/>
        <w:t>8 or more</w:t>
      </w:r>
    </w:p>
    <w:p w:rsidR="00F06790" w:rsidRPr="000B73EF" w:rsidRDefault="00F06790" w:rsidP="00F06790">
      <w:pPr>
        <w:pStyle w:val="QuestionResponse"/>
      </w:pPr>
      <w:r w:rsidRPr="000B73EF">
        <w:t>98</w:t>
      </w:r>
      <w:r w:rsidRPr="000B73EF">
        <w:tab/>
        <w:t>Don’t know (DO NOT READ)</w:t>
      </w:r>
    </w:p>
    <w:p w:rsidR="00F06790" w:rsidRDefault="00F06790" w:rsidP="00F06790">
      <w:pPr>
        <w:pStyle w:val="QuestionResponseLast"/>
      </w:pPr>
      <w:r w:rsidRPr="000B73EF">
        <w:t>99</w:t>
      </w:r>
      <w:r w:rsidRPr="000B73EF">
        <w:tab/>
      </w:r>
      <w:r w:rsidRPr="004844CD">
        <w:t>Refused</w:t>
      </w:r>
      <w:r w:rsidRPr="000B73EF">
        <w:t xml:space="preserve"> (DO NOT READ) </w:t>
      </w:r>
    </w:p>
    <w:p w:rsidR="003B1BB5" w:rsidRPr="002668B3" w:rsidRDefault="003B1BB5" w:rsidP="002668B3">
      <w:pPr>
        <w:pStyle w:val="QuestionInstruction"/>
      </w:pPr>
      <w:r w:rsidRPr="002668B3">
        <w:lastRenderedPageBreak/>
        <w:t xml:space="preserve">ASK ALL EXCEPT IN </w:t>
      </w:r>
      <w:r w:rsidR="008B045A" w:rsidRPr="002668B3">
        <w:t>THE UNITED STATES</w:t>
      </w:r>
      <w:r w:rsidR="00312DC2">
        <w:rPr>
          <w:rStyle w:val="FootnoteReference"/>
        </w:rPr>
        <w:footnoteReference w:id="12"/>
      </w:r>
    </w:p>
    <w:p w:rsidR="003B1BB5" w:rsidRDefault="003B1BB5" w:rsidP="003B1BB5">
      <w:pPr>
        <w:pStyle w:val="Question"/>
        <w:rPr>
          <w:i/>
        </w:rPr>
      </w:pPr>
      <w:r w:rsidRPr="000B73EF">
        <w:rPr>
          <w:rFonts w:ascii="Tahoma" w:hAnsi="Tahoma" w:cs="Tahoma"/>
          <w:b/>
          <w:sz w:val="16"/>
          <w:szCs w:val="16"/>
        </w:rPr>
        <w:t>Q1</w:t>
      </w:r>
      <w:r w:rsidR="009649FB" w:rsidRPr="000B73EF">
        <w:rPr>
          <w:rFonts w:ascii="Tahoma" w:hAnsi="Tahoma" w:cs="Tahoma"/>
          <w:b/>
          <w:sz w:val="16"/>
          <w:szCs w:val="16"/>
        </w:rPr>
        <w:t>90</w:t>
      </w:r>
      <w:r w:rsidRPr="000B73EF">
        <w:rPr>
          <w:sz w:val="16"/>
          <w:szCs w:val="16"/>
        </w:rPr>
        <w:tab/>
      </w:r>
      <w:r w:rsidRPr="000B73EF">
        <w:rPr>
          <w:i/>
        </w:rPr>
        <w:t xml:space="preserve">POLITICAL PARTY—QUESTION WORDING AND RESPONSE CATEGORIES VARY BY COUNTRY </w:t>
      </w:r>
    </w:p>
    <w:p w:rsidR="003B1BB5" w:rsidRPr="00E91993" w:rsidRDefault="00A61418" w:rsidP="00E91993">
      <w:pPr>
        <w:pStyle w:val="QuestionInstruction"/>
        <w:rPr>
          <w:caps/>
        </w:rPr>
      </w:pPr>
      <w:r w:rsidRPr="00E91993">
        <w:rPr>
          <w:caps/>
        </w:rPr>
        <w:t>ASK</w:t>
      </w:r>
      <w:r w:rsidR="003B1BB5" w:rsidRPr="00E91993">
        <w:rPr>
          <w:caps/>
        </w:rPr>
        <w:t xml:space="preserve"> ALL </w:t>
      </w:r>
      <w:r w:rsidRPr="00E91993">
        <w:rPr>
          <w:caps/>
        </w:rPr>
        <w:t>IN</w:t>
      </w:r>
      <w:r w:rsidR="003B1BB5" w:rsidRPr="00E91993">
        <w:rPr>
          <w:caps/>
        </w:rPr>
        <w:t xml:space="preserve"> </w:t>
      </w:r>
      <w:r w:rsidR="00E91993" w:rsidRPr="00E91993">
        <w:rPr>
          <w:caps/>
        </w:rPr>
        <w:t>Argentina, Bolivia, Brazil, Britain, Chile, Czech Republic, El Salvador, France, Germany, Greece, Italy, Mexico</w:t>
      </w:r>
      <w:proofErr w:type="gramStart"/>
      <w:r w:rsidR="00E91993" w:rsidRPr="00E91993">
        <w:rPr>
          <w:caps/>
        </w:rPr>
        <w:t>,  Poland</w:t>
      </w:r>
      <w:proofErr w:type="gramEnd"/>
      <w:r w:rsidR="00E91993" w:rsidRPr="00E91993">
        <w:rPr>
          <w:caps/>
        </w:rPr>
        <w:t>, Spain</w:t>
      </w:r>
      <w:r w:rsidR="00E91993">
        <w:rPr>
          <w:caps/>
        </w:rPr>
        <w:t xml:space="preserve">, AND </w:t>
      </w:r>
      <w:r w:rsidR="00E91993" w:rsidRPr="00E91993">
        <w:rPr>
          <w:caps/>
        </w:rPr>
        <w:t xml:space="preserve">Venezuela </w:t>
      </w:r>
      <w:r w:rsidR="00261BDE" w:rsidRPr="00E91993">
        <w:rPr>
          <w:caps/>
        </w:rPr>
        <w:t>ONLY</w:t>
      </w:r>
      <w:r w:rsidR="003B1BB5" w:rsidRPr="00E91993">
        <w:rPr>
          <w:caps/>
        </w:rPr>
        <w:t xml:space="preserve"> </w:t>
      </w:r>
    </w:p>
    <w:p w:rsidR="003B1BB5" w:rsidRPr="000B73EF" w:rsidRDefault="003B1BB5" w:rsidP="003B1BB5">
      <w:pPr>
        <w:pStyle w:val="Question"/>
      </w:pPr>
      <w:r w:rsidRPr="000B73EF">
        <w:rPr>
          <w:rFonts w:ascii="Tahoma" w:hAnsi="Tahoma" w:cs="Tahoma"/>
          <w:b/>
          <w:sz w:val="16"/>
          <w:szCs w:val="16"/>
        </w:rPr>
        <w:t>Q1</w:t>
      </w:r>
      <w:r w:rsidR="009649FB" w:rsidRPr="000B73EF">
        <w:rPr>
          <w:rFonts w:ascii="Tahoma" w:hAnsi="Tahoma" w:cs="Tahoma"/>
          <w:b/>
          <w:sz w:val="16"/>
          <w:szCs w:val="16"/>
        </w:rPr>
        <w:t>91</w:t>
      </w:r>
      <w:r w:rsidRPr="000B73EF">
        <w:tab/>
        <w:t xml:space="preserve">Some people talk about politics in terms of left, center and right.  On a left-right scale from 0 to 6, with 0 indicating extreme left and 6 indicating extreme right, where would you place yourself?   </w:t>
      </w:r>
    </w:p>
    <w:p w:rsidR="003B1BB5" w:rsidRPr="000B73EF" w:rsidRDefault="003B1BB5" w:rsidP="003B1BB5">
      <w:pPr>
        <w:pStyle w:val="QuestionResponse"/>
      </w:pPr>
      <w:r w:rsidRPr="000B73EF">
        <w:t>0</w:t>
      </w:r>
      <w:r w:rsidRPr="000B73EF">
        <w:tab/>
        <w:t>(Left)</w:t>
      </w:r>
    </w:p>
    <w:p w:rsidR="003B1BB5" w:rsidRPr="000B73EF" w:rsidRDefault="003B1BB5" w:rsidP="003B1BB5">
      <w:pPr>
        <w:pStyle w:val="QuestionResponse"/>
      </w:pPr>
      <w:r w:rsidRPr="000B73EF">
        <w:t>1</w:t>
      </w:r>
    </w:p>
    <w:p w:rsidR="003B1BB5" w:rsidRPr="000B73EF" w:rsidRDefault="003B1BB5" w:rsidP="003B1BB5">
      <w:pPr>
        <w:pStyle w:val="QuestionResponse"/>
      </w:pPr>
      <w:r w:rsidRPr="000B73EF">
        <w:t>2</w:t>
      </w:r>
      <w:r w:rsidRPr="000B73EF">
        <w:tab/>
      </w:r>
    </w:p>
    <w:p w:rsidR="003B1BB5" w:rsidRPr="000B73EF" w:rsidRDefault="003B1BB5" w:rsidP="003B1BB5">
      <w:pPr>
        <w:pStyle w:val="QuestionResponse"/>
      </w:pPr>
      <w:r w:rsidRPr="000B73EF">
        <w:t>3</w:t>
      </w:r>
    </w:p>
    <w:p w:rsidR="003B1BB5" w:rsidRPr="000B73EF" w:rsidRDefault="003B1BB5" w:rsidP="003B1BB5">
      <w:pPr>
        <w:pStyle w:val="QuestionResponse"/>
      </w:pPr>
      <w:r w:rsidRPr="000B73EF">
        <w:t>4</w:t>
      </w:r>
    </w:p>
    <w:p w:rsidR="003B1BB5" w:rsidRPr="000B73EF" w:rsidRDefault="003B1BB5" w:rsidP="003B1BB5">
      <w:pPr>
        <w:pStyle w:val="QuestionResponse"/>
      </w:pPr>
      <w:r w:rsidRPr="000B73EF">
        <w:t>5</w:t>
      </w:r>
    </w:p>
    <w:p w:rsidR="003B1BB5" w:rsidRPr="000B73EF" w:rsidRDefault="003B1BB5" w:rsidP="003B1BB5">
      <w:pPr>
        <w:pStyle w:val="QuestionResponse"/>
      </w:pPr>
      <w:r w:rsidRPr="000B73EF">
        <w:t>6</w:t>
      </w:r>
      <w:r w:rsidRPr="000B73EF">
        <w:tab/>
        <w:t>(Right)</w:t>
      </w:r>
    </w:p>
    <w:p w:rsidR="003B1BB5" w:rsidRPr="000B73EF" w:rsidRDefault="003B1BB5" w:rsidP="003B1BB5">
      <w:pPr>
        <w:pStyle w:val="QuestionResponse"/>
      </w:pPr>
      <w:r w:rsidRPr="000B73EF">
        <w:t>8</w:t>
      </w:r>
      <w:r w:rsidRPr="000B73EF">
        <w:tab/>
        <w:t>Don’t know (DO NOT READ)</w:t>
      </w:r>
    </w:p>
    <w:p w:rsidR="003B1BB5" w:rsidRPr="000B73EF" w:rsidRDefault="003B1BB5" w:rsidP="003B1BB5">
      <w:pPr>
        <w:pStyle w:val="QuestionResponseLast"/>
      </w:pPr>
      <w:r w:rsidRPr="000B73EF">
        <w:t>9</w:t>
      </w:r>
      <w:r w:rsidRPr="000B73EF">
        <w:tab/>
        <w:t>Refused (DO NOT READ)</w:t>
      </w:r>
    </w:p>
    <w:p w:rsidR="003B1BB5" w:rsidRPr="002668B3" w:rsidRDefault="003B1BB5" w:rsidP="002668B3">
      <w:pPr>
        <w:pStyle w:val="QuestionInstruction"/>
        <w:rPr>
          <w:caps/>
        </w:rPr>
      </w:pPr>
      <w:r w:rsidRPr="002668B3">
        <w:rPr>
          <w:caps/>
        </w:rPr>
        <w:t xml:space="preserve">ASK ALL IN </w:t>
      </w:r>
      <w:r w:rsidR="002668B3" w:rsidRPr="002668B3">
        <w:rPr>
          <w:caps/>
        </w:rPr>
        <w:t>Argentina, Bolivia, Brazil, Chile, China, Egy</w:t>
      </w:r>
      <w:r w:rsidR="0070614A">
        <w:rPr>
          <w:caps/>
        </w:rPr>
        <w:t>pt, El Salvador, Ghana, Greece</w:t>
      </w:r>
      <w:r w:rsidR="002668B3" w:rsidRPr="002668B3">
        <w:rPr>
          <w:caps/>
        </w:rPr>
        <w:t xml:space="preserve">, Indonesia, Israel, Italy, Jordan, Kenya, Lebanon, Malaysia, Mexico, Nigeria, Pakistan, Palestinian Territories,  Philippines, Poland,  Russia, Senegal, South Africa, Tunisia, Turkey, </w:t>
      </w:r>
      <w:r w:rsidR="002668B3" w:rsidRPr="00012257">
        <w:rPr>
          <w:caps/>
        </w:rPr>
        <w:t xml:space="preserve">Uganda, </w:t>
      </w:r>
      <w:r w:rsidR="001F7C0E" w:rsidRPr="00012257">
        <w:rPr>
          <w:caps/>
        </w:rPr>
        <w:t>and</w:t>
      </w:r>
      <w:r w:rsidR="001F7C0E">
        <w:rPr>
          <w:caps/>
        </w:rPr>
        <w:t xml:space="preserve"> </w:t>
      </w:r>
      <w:r w:rsidR="002668B3" w:rsidRPr="002668B3">
        <w:rPr>
          <w:caps/>
        </w:rPr>
        <w:t xml:space="preserve">Venezuela </w:t>
      </w:r>
      <w:r w:rsidRPr="002668B3">
        <w:rPr>
          <w:caps/>
        </w:rPr>
        <w:t>ONLY</w:t>
      </w:r>
    </w:p>
    <w:p w:rsidR="003B1BB5" w:rsidRPr="000B73EF" w:rsidRDefault="003B1BB5" w:rsidP="003B1BB5">
      <w:pPr>
        <w:pStyle w:val="Question"/>
      </w:pPr>
      <w:r w:rsidRPr="000B73EF">
        <w:rPr>
          <w:rFonts w:ascii="Tahoma" w:hAnsi="Tahoma" w:cs="Tahoma"/>
          <w:b/>
          <w:sz w:val="16"/>
          <w:szCs w:val="16"/>
        </w:rPr>
        <w:t>Q1</w:t>
      </w:r>
      <w:r w:rsidR="009649FB" w:rsidRPr="000B73EF">
        <w:rPr>
          <w:rFonts w:ascii="Tahoma" w:hAnsi="Tahoma" w:cs="Tahoma"/>
          <w:b/>
          <w:sz w:val="16"/>
          <w:szCs w:val="16"/>
        </w:rPr>
        <w:t>92</w:t>
      </w:r>
      <w:r w:rsidRPr="000B73EF">
        <w:tab/>
        <w:t xml:space="preserve">Do you have a working landline telephone in your house or not? </w:t>
      </w:r>
    </w:p>
    <w:p w:rsidR="003B1BB5" w:rsidRPr="000B73EF" w:rsidRDefault="003B1BB5" w:rsidP="003B1BB5">
      <w:pPr>
        <w:pStyle w:val="QuestionResponse"/>
      </w:pPr>
      <w:r w:rsidRPr="000B73EF">
        <w:t>1</w:t>
      </w:r>
      <w:r w:rsidRPr="000B73EF">
        <w:tab/>
        <w:t>Yes, have landline phone</w:t>
      </w:r>
    </w:p>
    <w:p w:rsidR="003B1BB5" w:rsidRPr="000B73EF" w:rsidRDefault="003B1BB5" w:rsidP="003B1BB5">
      <w:pPr>
        <w:pStyle w:val="QuestionResponse"/>
      </w:pPr>
      <w:r w:rsidRPr="000B73EF">
        <w:t>2</w:t>
      </w:r>
      <w:r w:rsidRPr="000B73EF">
        <w:tab/>
        <w:t>No, do not</w:t>
      </w:r>
    </w:p>
    <w:p w:rsidR="003B1BB5" w:rsidRPr="000B73EF" w:rsidRDefault="003B1BB5" w:rsidP="003B1BB5">
      <w:pPr>
        <w:pStyle w:val="QuestionResponse"/>
      </w:pPr>
      <w:r w:rsidRPr="000B73EF">
        <w:t>8</w:t>
      </w:r>
      <w:r w:rsidRPr="000B73EF">
        <w:tab/>
        <w:t>Don’t know (DO NOT READ)</w:t>
      </w:r>
    </w:p>
    <w:p w:rsidR="003B1BB5" w:rsidRDefault="003B1BB5" w:rsidP="003B1BB5">
      <w:pPr>
        <w:pStyle w:val="QuestionResponseLast"/>
      </w:pPr>
      <w:r w:rsidRPr="000B73EF">
        <w:t>9</w:t>
      </w:r>
      <w:r w:rsidRPr="000B73EF">
        <w:tab/>
        <w:t>Refused (DO NOT READ)</w:t>
      </w:r>
    </w:p>
    <w:p w:rsidR="000E0CED" w:rsidRPr="000B73EF" w:rsidRDefault="000E0CED" w:rsidP="000E0CED">
      <w:pPr>
        <w:pStyle w:val="QuestionInstruction"/>
      </w:pPr>
      <w:r>
        <w:t>ASK IN US ONLY</w:t>
      </w:r>
    </w:p>
    <w:p w:rsidR="00043FA6" w:rsidRPr="000E0CED" w:rsidRDefault="000E0CED" w:rsidP="000E0CED">
      <w:pPr>
        <w:pStyle w:val="Question"/>
        <w:rPr>
          <w:b/>
        </w:rPr>
      </w:pPr>
      <w:r>
        <w:rPr>
          <w:rFonts w:ascii="Tahoma" w:hAnsi="Tahoma" w:cs="Tahoma"/>
          <w:b/>
          <w:sz w:val="16"/>
          <w:szCs w:val="16"/>
        </w:rPr>
        <w:t>L1, L1a, C1, LC2, LC3</w:t>
      </w:r>
    </w:p>
    <w:p w:rsidR="000E0CED" w:rsidRDefault="000E0CED" w:rsidP="003B1BB5">
      <w:pPr>
        <w:pStyle w:val="QuestionInstruction"/>
      </w:pPr>
    </w:p>
    <w:p w:rsidR="00043FA6" w:rsidRPr="001E1F63" w:rsidRDefault="00043FA6" w:rsidP="00043FA6">
      <w:pPr>
        <w:pStyle w:val="QuestionInstruction"/>
        <w:spacing w:before="0" w:after="0"/>
      </w:pPr>
      <w:r w:rsidRPr="001E1F63">
        <w:t>ASK ALL IN VENEZUELA ONLY</w:t>
      </w:r>
    </w:p>
    <w:p w:rsidR="00043FA6" w:rsidRPr="001E1F63" w:rsidRDefault="00043FA6" w:rsidP="00043FA6">
      <w:pPr>
        <w:pStyle w:val="Question"/>
        <w:rPr>
          <w:color w:val="000000"/>
        </w:rPr>
      </w:pPr>
      <w:r w:rsidRPr="001E1F63">
        <w:rPr>
          <w:rFonts w:ascii="Tahoma" w:hAnsi="Tahoma" w:cs="Tahoma"/>
          <w:b/>
          <w:sz w:val="16"/>
          <w:szCs w:val="16"/>
        </w:rPr>
        <w:t>VEN1</w:t>
      </w:r>
      <w:r w:rsidRPr="001E1F63">
        <w:tab/>
      </w:r>
      <w:r w:rsidRPr="001E1F63">
        <w:rPr>
          <w:color w:val="000000"/>
        </w:rPr>
        <w:t>Do you think it would be a good thing or a bad thing if the next president of Venezuela continued the policies of former President Hugo Chavez?</w:t>
      </w:r>
      <w:r w:rsidRPr="001E1F63">
        <w:rPr>
          <w:i/>
        </w:rPr>
        <w:t xml:space="preserve"> </w:t>
      </w:r>
    </w:p>
    <w:p w:rsidR="00043FA6" w:rsidRPr="001E1F63" w:rsidRDefault="00043FA6" w:rsidP="00043FA6">
      <w:pPr>
        <w:pStyle w:val="Question"/>
        <w:spacing w:after="0"/>
        <w:ind w:firstLine="0"/>
        <w:rPr>
          <w:szCs w:val="22"/>
        </w:rPr>
      </w:pPr>
      <w:r w:rsidRPr="001E1F63">
        <w:rPr>
          <w:szCs w:val="22"/>
        </w:rPr>
        <w:t>1</w:t>
      </w:r>
      <w:r w:rsidRPr="001E1F63">
        <w:rPr>
          <w:szCs w:val="22"/>
        </w:rPr>
        <w:tab/>
        <w:t>Good thing</w:t>
      </w:r>
    </w:p>
    <w:p w:rsidR="00043FA6" w:rsidRPr="001E1F63" w:rsidRDefault="00043FA6" w:rsidP="00043FA6">
      <w:pPr>
        <w:pStyle w:val="QuestionResponse"/>
        <w:rPr>
          <w:szCs w:val="22"/>
        </w:rPr>
      </w:pPr>
      <w:r w:rsidRPr="001E1F63">
        <w:rPr>
          <w:szCs w:val="22"/>
        </w:rPr>
        <w:t>2</w:t>
      </w:r>
      <w:r w:rsidRPr="001E1F63">
        <w:rPr>
          <w:szCs w:val="22"/>
        </w:rPr>
        <w:tab/>
        <w:t xml:space="preserve">Bad thing </w:t>
      </w:r>
    </w:p>
    <w:p w:rsidR="00043FA6" w:rsidRPr="001E1F63" w:rsidRDefault="00043FA6" w:rsidP="00043FA6">
      <w:pPr>
        <w:pStyle w:val="QuestionResponse"/>
        <w:rPr>
          <w:szCs w:val="22"/>
        </w:rPr>
      </w:pPr>
      <w:r w:rsidRPr="001E1F63">
        <w:rPr>
          <w:szCs w:val="22"/>
        </w:rPr>
        <w:t>3</w:t>
      </w:r>
      <w:r w:rsidRPr="001E1F63">
        <w:rPr>
          <w:szCs w:val="22"/>
        </w:rPr>
        <w:tab/>
        <w:t>Neither (DO NOT READ)</w:t>
      </w:r>
    </w:p>
    <w:p w:rsidR="00043FA6" w:rsidRPr="001E1F63" w:rsidRDefault="00043FA6" w:rsidP="00043FA6">
      <w:pPr>
        <w:pStyle w:val="QuestionResponse"/>
        <w:rPr>
          <w:szCs w:val="22"/>
        </w:rPr>
      </w:pPr>
      <w:r w:rsidRPr="001E1F63">
        <w:rPr>
          <w:szCs w:val="22"/>
        </w:rPr>
        <w:t>8</w:t>
      </w:r>
      <w:r w:rsidRPr="001E1F63">
        <w:rPr>
          <w:szCs w:val="22"/>
        </w:rPr>
        <w:tab/>
        <w:t>Don’t know (DO NOT READ)</w:t>
      </w:r>
    </w:p>
    <w:p w:rsidR="00043FA6" w:rsidRPr="001E1F63" w:rsidRDefault="00043FA6" w:rsidP="00043FA6">
      <w:pPr>
        <w:pStyle w:val="QuestionResponseLast"/>
      </w:pPr>
      <w:r w:rsidRPr="001E1F63">
        <w:t>9</w:t>
      </w:r>
      <w:r w:rsidRPr="001E1F63">
        <w:tab/>
        <w:t>Refused (DO NOT READ)</w:t>
      </w:r>
    </w:p>
    <w:p w:rsidR="00043FA6" w:rsidRPr="001E1F63" w:rsidRDefault="00043FA6" w:rsidP="00043FA6">
      <w:pPr>
        <w:pStyle w:val="QuestionInstruction"/>
        <w:spacing w:before="0" w:after="0"/>
      </w:pPr>
      <w:r w:rsidRPr="001E1F63">
        <w:lastRenderedPageBreak/>
        <w:t>ASK ALL IN VENEZUELA ONLY</w:t>
      </w:r>
    </w:p>
    <w:p w:rsidR="00043FA6" w:rsidRPr="001E1F63" w:rsidRDefault="00043FA6" w:rsidP="00043FA6">
      <w:pPr>
        <w:pStyle w:val="Question"/>
        <w:rPr>
          <w:i/>
          <w:iCs/>
        </w:rPr>
      </w:pPr>
      <w:r w:rsidRPr="001E1F63">
        <w:rPr>
          <w:rFonts w:ascii="Tahoma" w:hAnsi="Tahoma" w:cs="Tahoma"/>
          <w:b/>
          <w:sz w:val="16"/>
          <w:szCs w:val="16"/>
        </w:rPr>
        <w:t>VEN2</w:t>
      </w:r>
      <w:r w:rsidRPr="001E1F63">
        <w:tab/>
      </w:r>
      <w:r w:rsidRPr="001E1F63">
        <w:rPr>
          <w:color w:val="000000"/>
        </w:rPr>
        <w:t xml:space="preserve">Thinking of Venezuela’s relationship with the United States, in the future, would you like Venezuela to be closer, about as close, </w:t>
      </w:r>
      <w:proofErr w:type="gramStart"/>
      <w:r w:rsidRPr="001E1F63">
        <w:rPr>
          <w:color w:val="000000"/>
        </w:rPr>
        <w:t>or</w:t>
      </w:r>
      <w:proofErr w:type="gramEnd"/>
      <w:r w:rsidRPr="001E1F63">
        <w:rPr>
          <w:color w:val="000000"/>
        </w:rPr>
        <w:t xml:space="preserve"> less close to the United States than it was during the presidency of Hugo Chavez?</w:t>
      </w:r>
      <w:r w:rsidRPr="001E1F63">
        <w:rPr>
          <w:i/>
        </w:rPr>
        <w:t xml:space="preserve"> </w:t>
      </w:r>
    </w:p>
    <w:p w:rsidR="00043FA6" w:rsidRPr="001E1F63" w:rsidRDefault="00043FA6" w:rsidP="00043FA6">
      <w:pPr>
        <w:pStyle w:val="QuestionResponse"/>
      </w:pPr>
      <w:r w:rsidRPr="001E1F63">
        <w:t>1</w:t>
      </w:r>
      <w:r w:rsidRPr="001E1F63">
        <w:tab/>
        <w:t>Closer to the United States</w:t>
      </w:r>
    </w:p>
    <w:p w:rsidR="00043FA6" w:rsidRPr="001E1F63" w:rsidRDefault="00043FA6" w:rsidP="00043FA6">
      <w:pPr>
        <w:pStyle w:val="QuestionResponse"/>
      </w:pPr>
      <w:r w:rsidRPr="001E1F63">
        <w:t>2</w:t>
      </w:r>
      <w:r w:rsidRPr="001E1F63">
        <w:tab/>
        <w:t>About as close to the United States</w:t>
      </w:r>
    </w:p>
    <w:p w:rsidR="00043FA6" w:rsidRPr="001E1F63" w:rsidRDefault="00043FA6" w:rsidP="00043FA6">
      <w:pPr>
        <w:pStyle w:val="QuestionResponse"/>
      </w:pPr>
      <w:r w:rsidRPr="001E1F63">
        <w:t>3</w:t>
      </w:r>
      <w:r w:rsidRPr="001E1F63">
        <w:tab/>
        <w:t>Less close to the United States</w:t>
      </w:r>
    </w:p>
    <w:p w:rsidR="00043FA6" w:rsidRPr="001E1F63" w:rsidRDefault="00043FA6" w:rsidP="00043FA6">
      <w:pPr>
        <w:pStyle w:val="QuestionResponse"/>
      </w:pPr>
      <w:r w:rsidRPr="001E1F63">
        <w:t>8</w:t>
      </w:r>
      <w:r w:rsidRPr="001E1F63">
        <w:tab/>
        <w:t>Don’t know (DO NOT READ)</w:t>
      </w:r>
    </w:p>
    <w:p w:rsidR="00043FA6" w:rsidRDefault="00043FA6" w:rsidP="00545EE6">
      <w:pPr>
        <w:pStyle w:val="QuestionResponseLast"/>
      </w:pPr>
      <w:r w:rsidRPr="001E1F63">
        <w:t>9</w:t>
      </w:r>
      <w:r w:rsidRPr="001E1F63">
        <w:tab/>
        <w:t>Refused (DO NOT READ)</w:t>
      </w:r>
    </w:p>
    <w:p w:rsidR="001E1F63" w:rsidRPr="00EC3C86" w:rsidRDefault="001E1F63" w:rsidP="001E1F63">
      <w:pPr>
        <w:pStyle w:val="QuestionInstruction"/>
      </w:pPr>
      <w:r w:rsidRPr="00F05F56">
        <w:t xml:space="preserve">ASK ALL </w:t>
      </w:r>
      <w:r>
        <w:t>IN ISRAEL AND THE PALESTINIAN TERRITORIES ONLY</w:t>
      </w:r>
    </w:p>
    <w:p w:rsidR="001E1F63" w:rsidRDefault="001E1F63" w:rsidP="001E1F63">
      <w:pPr>
        <w:pStyle w:val="Question"/>
        <w:rPr>
          <w:i/>
        </w:rPr>
      </w:pPr>
      <w:r>
        <w:rPr>
          <w:rFonts w:ascii="Tahoma" w:hAnsi="Tahoma" w:cs="Tahoma"/>
          <w:b/>
          <w:sz w:val="16"/>
          <w:szCs w:val="16"/>
        </w:rPr>
        <w:t>ISR_PT1</w:t>
      </w:r>
      <w:r w:rsidRPr="00C50C08">
        <w:rPr>
          <w:b/>
        </w:rPr>
        <w:tab/>
      </w:r>
      <w:r w:rsidRPr="00C50C08">
        <w:t xml:space="preserve">What’s your opinion of US policies in the Middle East – would you say they are fair or do they favor Israel too much or do they favor the Palestinians too much? </w:t>
      </w:r>
    </w:p>
    <w:p w:rsidR="001E1F63" w:rsidRDefault="001E1F63" w:rsidP="001E1F63">
      <w:pPr>
        <w:pStyle w:val="QuestionResponse"/>
      </w:pPr>
      <w:r>
        <w:t>1</w:t>
      </w:r>
      <w:r>
        <w:tab/>
        <w:t>Fair</w:t>
      </w:r>
    </w:p>
    <w:p w:rsidR="001E1F63" w:rsidRDefault="001E1F63" w:rsidP="001E1F63">
      <w:pPr>
        <w:pStyle w:val="QuestionResponse"/>
      </w:pPr>
      <w:r>
        <w:t>2</w:t>
      </w:r>
      <w:r>
        <w:tab/>
        <w:t xml:space="preserve">Favor </w:t>
      </w:r>
      <w:smartTag w:uri="urn:schemas-microsoft-com:office:smarttags" w:element="place">
        <w:smartTag w:uri="urn:schemas-microsoft-com:office:smarttags" w:element="country-region">
          <w:r>
            <w:t>Israel</w:t>
          </w:r>
        </w:smartTag>
      </w:smartTag>
    </w:p>
    <w:p w:rsidR="001E1F63" w:rsidRDefault="001E1F63" w:rsidP="001E1F63">
      <w:pPr>
        <w:pStyle w:val="QuestionResponse"/>
      </w:pPr>
      <w:r>
        <w:t>3</w:t>
      </w:r>
      <w:r>
        <w:tab/>
        <w:t>Favor Palestinians</w:t>
      </w:r>
    </w:p>
    <w:p w:rsidR="001E1F63" w:rsidRDefault="001E1F63" w:rsidP="001E1F63">
      <w:pPr>
        <w:pStyle w:val="QuestionResponse"/>
      </w:pPr>
      <w:r>
        <w:t>8</w:t>
      </w:r>
      <w:r>
        <w:tab/>
        <w:t>Don’t know (DO NOT READ)</w:t>
      </w:r>
    </w:p>
    <w:p w:rsidR="001E1F63" w:rsidRDefault="001E1F63" w:rsidP="001E1F63">
      <w:pPr>
        <w:pStyle w:val="QuestionResponseLast"/>
      </w:pPr>
      <w:r>
        <w:t>9</w:t>
      </w:r>
      <w:r>
        <w:tab/>
        <w:t>Refused (DO NOT READ)</w:t>
      </w:r>
    </w:p>
    <w:p w:rsidR="001E1F63" w:rsidRPr="00EC3C86" w:rsidRDefault="001E1F63" w:rsidP="001E1F63">
      <w:pPr>
        <w:pStyle w:val="QuestionInstruction"/>
      </w:pPr>
      <w:r w:rsidRPr="00F05F56">
        <w:t xml:space="preserve">ASK ALL </w:t>
      </w:r>
      <w:r>
        <w:t>IN ISRAEL AND THE PALESTINIAN TERRITORIES ONLY</w:t>
      </w:r>
    </w:p>
    <w:p w:rsidR="001E1F63" w:rsidRDefault="001E1F63" w:rsidP="001E1F63">
      <w:pPr>
        <w:pStyle w:val="Question"/>
        <w:rPr>
          <w:i/>
        </w:rPr>
      </w:pPr>
      <w:r>
        <w:rPr>
          <w:rFonts w:ascii="Tahoma" w:hAnsi="Tahoma" w:cs="Tahoma"/>
          <w:b/>
          <w:sz w:val="16"/>
          <w:szCs w:val="16"/>
        </w:rPr>
        <w:t>ISR_PT2</w:t>
      </w:r>
      <w:r w:rsidRPr="00C50C08">
        <w:rPr>
          <w:b/>
        </w:rPr>
        <w:tab/>
      </w:r>
      <w:r>
        <w:t xml:space="preserve"> Do you think relations between </w:t>
      </w:r>
      <w:r>
        <w:rPr>
          <w:b/>
        </w:rPr>
        <w:t xml:space="preserve">[IN ISRAEL: </w:t>
      </w:r>
      <w:r>
        <w:t xml:space="preserve">Israel; </w:t>
      </w:r>
      <w:r>
        <w:rPr>
          <w:b/>
        </w:rPr>
        <w:t xml:space="preserve">IN PALESTINIAN TERRITORIES: </w:t>
      </w:r>
      <w:r>
        <w:t>the Palestinian Authority</w:t>
      </w:r>
      <w:r>
        <w:rPr>
          <w:b/>
        </w:rPr>
        <w:t xml:space="preserve">] </w:t>
      </w:r>
      <w:r>
        <w:t>and the United States today are very good, somewhat good, somewhat bad or very bad</w:t>
      </w:r>
      <w:r w:rsidRPr="00C50C08">
        <w:t xml:space="preserve">? </w:t>
      </w:r>
    </w:p>
    <w:p w:rsidR="001E1F63" w:rsidRPr="000B73EF" w:rsidRDefault="001E1F63" w:rsidP="001E1F63">
      <w:pPr>
        <w:pStyle w:val="QuestionResponse"/>
      </w:pPr>
      <w:r w:rsidRPr="000B73EF">
        <w:t>1</w:t>
      </w:r>
      <w:r w:rsidRPr="000B73EF">
        <w:tab/>
      </w:r>
      <w:r>
        <w:t>Very good</w:t>
      </w:r>
    </w:p>
    <w:p w:rsidR="001E1F63" w:rsidRPr="000B73EF" w:rsidRDefault="001E1F63" w:rsidP="001E1F63">
      <w:pPr>
        <w:pStyle w:val="QuestionResponse"/>
        <w:tabs>
          <w:tab w:val="left" w:pos="720"/>
          <w:tab w:val="left" w:pos="1440"/>
          <w:tab w:val="left" w:pos="2160"/>
          <w:tab w:val="left" w:pos="4560"/>
        </w:tabs>
      </w:pPr>
      <w:r w:rsidRPr="000B73EF">
        <w:t>2</w:t>
      </w:r>
      <w:r w:rsidRPr="000B73EF">
        <w:tab/>
      </w:r>
      <w:r>
        <w:t>Somewhat good</w:t>
      </w:r>
      <w:r>
        <w:tab/>
      </w:r>
    </w:p>
    <w:p w:rsidR="001E1F63" w:rsidRDefault="001E1F63" w:rsidP="001E1F63">
      <w:pPr>
        <w:pStyle w:val="QuestionResponse"/>
      </w:pPr>
      <w:r w:rsidRPr="000B73EF">
        <w:t>3</w:t>
      </w:r>
      <w:r w:rsidRPr="000B73EF">
        <w:tab/>
      </w:r>
      <w:r>
        <w:t>Somewhat bad</w:t>
      </w:r>
    </w:p>
    <w:p w:rsidR="001E1F63" w:rsidRPr="000B73EF" w:rsidRDefault="001E1F63" w:rsidP="001E1F63">
      <w:pPr>
        <w:pStyle w:val="QuestionResponse"/>
      </w:pPr>
      <w:r>
        <w:t>4</w:t>
      </w:r>
      <w:r>
        <w:tab/>
        <w:t>Very bad</w:t>
      </w:r>
    </w:p>
    <w:p w:rsidR="001E1F63" w:rsidRPr="000B73EF" w:rsidRDefault="001E1F63" w:rsidP="001E1F63">
      <w:pPr>
        <w:pStyle w:val="QuestionResponse"/>
      </w:pPr>
      <w:r w:rsidRPr="000B73EF">
        <w:t>8</w:t>
      </w:r>
      <w:r w:rsidRPr="000B73EF">
        <w:tab/>
        <w:t>Don’t know (DO NOT READ)</w:t>
      </w:r>
    </w:p>
    <w:p w:rsidR="001E1F63" w:rsidRPr="000B73EF" w:rsidRDefault="001E1F63" w:rsidP="001E1F63">
      <w:pPr>
        <w:pStyle w:val="QuestionResponseLast"/>
      </w:pPr>
      <w:r w:rsidRPr="000B73EF">
        <w:t>9</w:t>
      </w:r>
      <w:r w:rsidRPr="000B73EF">
        <w:tab/>
      </w:r>
      <w:r w:rsidRPr="001A7694">
        <w:t>Refused</w:t>
      </w:r>
      <w:r w:rsidRPr="000B73EF">
        <w:t xml:space="preserve"> (DO NOT READ)</w:t>
      </w:r>
    </w:p>
    <w:p w:rsidR="001E1F63" w:rsidRPr="00EC3C86" w:rsidRDefault="001E1F63" w:rsidP="001E1F63">
      <w:pPr>
        <w:pStyle w:val="QuestionInstruction"/>
      </w:pPr>
      <w:r w:rsidRPr="00F05F56">
        <w:t xml:space="preserve">ASK ALL </w:t>
      </w:r>
      <w:r>
        <w:t>IN ISRAEL AND THE PALESTINIAN TERRITORIES ONLY</w:t>
      </w:r>
    </w:p>
    <w:p w:rsidR="001E1F63" w:rsidRDefault="001E1F63" w:rsidP="001E1F63">
      <w:pPr>
        <w:pStyle w:val="Question"/>
        <w:rPr>
          <w:i/>
        </w:rPr>
      </w:pPr>
      <w:r>
        <w:rPr>
          <w:rFonts w:ascii="Tahoma" w:hAnsi="Tahoma" w:cs="Tahoma"/>
          <w:b/>
          <w:sz w:val="16"/>
          <w:szCs w:val="16"/>
        </w:rPr>
        <w:t>ISR_PT3</w:t>
      </w:r>
      <w:r>
        <w:t xml:space="preserve"> In the coming months, would you like the Obama administration to play a larger role, a smaller role, or about the same role it has been playing in resolving the conflict between Israelis and Palestinians</w:t>
      </w:r>
      <w:r w:rsidRPr="00C50C08">
        <w:t xml:space="preserve">? </w:t>
      </w:r>
    </w:p>
    <w:p w:rsidR="001E1F63" w:rsidRPr="000B73EF" w:rsidRDefault="001E1F63" w:rsidP="001E1F63">
      <w:pPr>
        <w:pStyle w:val="QuestionResponse"/>
      </w:pPr>
      <w:r w:rsidRPr="000B73EF">
        <w:t>1</w:t>
      </w:r>
      <w:r w:rsidRPr="000B73EF">
        <w:tab/>
      </w:r>
      <w:r>
        <w:t>Larger role</w:t>
      </w:r>
    </w:p>
    <w:p w:rsidR="001E1F63" w:rsidRPr="000B73EF" w:rsidRDefault="001E1F63" w:rsidP="001E1F63">
      <w:pPr>
        <w:pStyle w:val="QuestionResponse"/>
        <w:tabs>
          <w:tab w:val="left" w:pos="720"/>
          <w:tab w:val="left" w:pos="1440"/>
          <w:tab w:val="left" w:pos="2160"/>
          <w:tab w:val="left" w:pos="4560"/>
        </w:tabs>
      </w:pPr>
      <w:r w:rsidRPr="000B73EF">
        <w:t>2</w:t>
      </w:r>
      <w:r w:rsidRPr="000B73EF">
        <w:tab/>
      </w:r>
      <w:r>
        <w:t>Smaller role</w:t>
      </w:r>
    </w:p>
    <w:p w:rsidR="001E1F63" w:rsidRPr="000B73EF" w:rsidRDefault="001E1F63" w:rsidP="001E1F63">
      <w:pPr>
        <w:pStyle w:val="QuestionResponse"/>
      </w:pPr>
      <w:r w:rsidRPr="000B73EF">
        <w:t>3</w:t>
      </w:r>
      <w:r w:rsidRPr="000B73EF">
        <w:tab/>
      </w:r>
      <w:r>
        <w:t>About the same role</w:t>
      </w:r>
    </w:p>
    <w:p w:rsidR="001E1F63" w:rsidRPr="000B73EF" w:rsidRDefault="001E1F63" w:rsidP="001E1F63">
      <w:pPr>
        <w:pStyle w:val="QuestionResponse"/>
      </w:pPr>
      <w:r w:rsidRPr="000B73EF">
        <w:t>8</w:t>
      </w:r>
      <w:r w:rsidRPr="000B73EF">
        <w:tab/>
        <w:t>Don’t know (DO NOT READ)</w:t>
      </w:r>
    </w:p>
    <w:p w:rsidR="001E1F63" w:rsidRPr="000B73EF" w:rsidRDefault="001E1F63" w:rsidP="001E1F63">
      <w:pPr>
        <w:pStyle w:val="QuestionResponseLast"/>
      </w:pPr>
      <w:r w:rsidRPr="000B73EF">
        <w:t>9</w:t>
      </w:r>
      <w:r w:rsidRPr="000B73EF">
        <w:tab/>
      </w:r>
      <w:r w:rsidRPr="001A7694">
        <w:t>Refused</w:t>
      </w:r>
      <w:r w:rsidRPr="000B73EF">
        <w:t xml:space="preserve"> (DO NOT READ)</w:t>
      </w:r>
    </w:p>
    <w:p w:rsidR="001E1F63" w:rsidRPr="00EC3C86" w:rsidRDefault="001E1F63" w:rsidP="001E1F63">
      <w:pPr>
        <w:pStyle w:val="QuestionInstruction"/>
      </w:pPr>
      <w:r w:rsidRPr="00F05F56">
        <w:lastRenderedPageBreak/>
        <w:t xml:space="preserve">ASK ALL </w:t>
      </w:r>
      <w:r>
        <w:t>IN ISRAEL ONLY</w:t>
      </w:r>
    </w:p>
    <w:p w:rsidR="001E1F63" w:rsidRDefault="001E1F63" w:rsidP="001E1F63">
      <w:pPr>
        <w:pStyle w:val="Question"/>
        <w:rPr>
          <w:i/>
        </w:rPr>
      </w:pPr>
      <w:r>
        <w:rPr>
          <w:rFonts w:ascii="Tahoma" w:hAnsi="Tahoma" w:cs="Tahoma"/>
          <w:b/>
          <w:sz w:val="16"/>
          <w:szCs w:val="16"/>
        </w:rPr>
        <w:t>ISR_PT4</w:t>
      </w:r>
      <w:r>
        <w:t xml:space="preserve"> Overall, do you approve or disapprove of Benjamin Netanyahu’s policies toward the United States</w:t>
      </w:r>
      <w:r w:rsidRPr="00C50C08">
        <w:t xml:space="preserve">? </w:t>
      </w:r>
    </w:p>
    <w:p w:rsidR="001E1F63" w:rsidRPr="000B73EF" w:rsidRDefault="001E1F63" w:rsidP="001E1F63">
      <w:pPr>
        <w:pStyle w:val="QuestionResponse"/>
      </w:pPr>
      <w:r w:rsidRPr="000B73EF">
        <w:t>1</w:t>
      </w:r>
      <w:r w:rsidRPr="000B73EF">
        <w:tab/>
      </w:r>
      <w:r>
        <w:t>Approve</w:t>
      </w:r>
    </w:p>
    <w:p w:rsidR="001E1F63" w:rsidRPr="000B73EF" w:rsidRDefault="001E1F63" w:rsidP="001E1F63">
      <w:pPr>
        <w:pStyle w:val="QuestionResponse"/>
        <w:tabs>
          <w:tab w:val="left" w:pos="720"/>
          <w:tab w:val="left" w:pos="1440"/>
          <w:tab w:val="left" w:pos="2160"/>
          <w:tab w:val="left" w:pos="4560"/>
        </w:tabs>
      </w:pPr>
      <w:r w:rsidRPr="000B73EF">
        <w:t>2</w:t>
      </w:r>
      <w:r w:rsidRPr="000B73EF">
        <w:tab/>
      </w:r>
      <w:r>
        <w:t>Disapprove</w:t>
      </w:r>
    </w:p>
    <w:p w:rsidR="001E1F63" w:rsidRPr="000B73EF" w:rsidRDefault="001E1F63" w:rsidP="001E1F63">
      <w:pPr>
        <w:pStyle w:val="QuestionResponse"/>
      </w:pPr>
      <w:r w:rsidRPr="000B73EF">
        <w:t>8</w:t>
      </w:r>
      <w:r w:rsidRPr="000B73EF">
        <w:tab/>
        <w:t>Don’t know (DO NOT READ)</w:t>
      </w:r>
    </w:p>
    <w:p w:rsidR="001E1F63" w:rsidRPr="000B73EF" w:rsidRDefault="001E1F63" w:rsidP="001E1F63">
      <w:pPr>
        <w:pStyle w:val="QuestionResponseLast"/>
      </w:pPr>
      <w:r w:rsidRPr="000B73EF">
        <w:t>9</w:t>
      </w:r>
      <w:r w:rsidRPr="000B73EF">
        <w:tab/>
      </w:r>
      <w:r w:rsidRPr="001A7694">
        <w:t>Refused</w:t>
      </w:r>
      <w:r w:rsidRPr="000B73EF">
        <w:t xml:space="preserve"> (DO NOT READ)</w:t>
      </w:r>
    </w:p>
    <w:p w:rsidR="001E1F63" w:rsidRPr="00EC3C86" w:rsidRDefault="001E1F63" w:rsidP="001E1F63">
      <w:pPr>
        <w:pStyle w:val="QuestionInstruction"/>
      </w:pPr>
      <w:r w:rsidRPr="00F05F56">
        <w:t xml:space="preserve">ASK ALL </w:t>
      </w:r>
      <w:r>
        <w:t>IN THE PALESTINIAN TERRITORIES ONLY</w:t>
      </w:r>
    </w:p>
    <w:p w:rsidR="001E1F63" w:rsidRDefault="001E1F63" w:rsidP="001E1F63">
      <w:pPr>
        <w:pStyle w:val="Question"/>
        <w:rPr>
          <w:i/>
        </w:rPr>
      </w:pPr>
      <w:r>
        <w:rPr>
          <w:rFonts w:ascii="Tahoma" w:hAnsi="Tahoma" w:cs="Tahoma"/>
          <w:b/>
          <w:sz w:val="16"/>
          <w:szCs w:val="16"/>
        </w:rPr>
        <w:t>ISR_PT5</w:t>
      </w:r>
      <w:r>
        <w:t xml:space="preserve"> Overall, do you approve or disapprove of Mahmoud Abbas’ policies toward the United States</w:t>
      </w:r>
      <w:r w:rsidRPr="00C50C08">
        <w:t xml:space="preserve">? </w:t>
      </w:r>
    </w:p>
    <w:p w:rsidR="001E1F63" w:rsidRPr="000B73EF" w:rsidRDefault="001E1F63" w:rsidP="001E1F63">
      <w:pPr>
        <w:pStyle w:val="QuestionResponse"/>
      </w:pPr>
      <w:r w:rsidRPr="000B73EF">
        <w:t>1</w:t>
      </w:r>
      <w:r w:rsidRPr="000B73EF">
        <w:tab/>
      </w:r>
      <w:r>
        <w:t>Approve</w:t>
      </w:r>
    </w:p>
    <w:p w:rsidR="001E1F63" w:rsidRPr="000B73EF" w:rsidRDefault="001E1F63" w:rsidP="001E1F63">
      <w:pPr>
        <w:pStyle w:val="QuestionResponse"/>
        <w:tabs>
          <w:tab w:val="left" w:pos="720"/>
          <w:tab w:val="left" w:pos="1440"/>
          <w:tab w:val="left" w:pos="2160"/>
          <w:tab w:val="left" w:pos="4560"/>
        </w:tabs>
      </w:pPr>
      <w:r w:rsidRPr="000B73EF">
        <w:t>2</w:t>
      </w:r>
      <w:r w:rsidRPr="000B73EF">
        <w:tab/>
      </w:r>
      <w:r>
        <w:t>Disapprove</w:t>
      </w:r>
    </w:p>
    <w:p w:rsidR="001E1F63" w:rsidRPr="000B73EF" w:rsidRDefault="001E1F63" w:rsidP="001E1F63">
      <w:pPr>
        <w:pStyle w:val="QuestionResponse"/>
      </w:pPr>
      <w:r w:rsidRPr="000B73EF">
        <w:t>8</w:t>
      </w:r>
      <w:r w:rsidRPr="000B73EF">
        <w:tab/>
        <w:t>Don’t know (DO NOT READ)</w:t>
      </w:r>
    </w:p>
    <w:p w:rsidR="001E1F63" w:rsidRPr="000B73EF" w:rsidRDefault="001E1F63" w:rsidP="001E1F63">
      <w:pPr>
        <w:pStyle w:val="QuestionResponseLast"/>
      </w:pPr>
      <w:r w:rsidRPr="000B73EF">
        <w:t>9</w:t>
      </w:r>
      <w:r w:rsidRPr="000B73EF">
        <w:tab/>
      </w:r>
      <w:r w:rsidRPr="001A7694">
        <w:t>Refused</w:t>
      </w:r>
      <w:r w:rsidRPr="000B73EF">
        <w:t xml:space="preserve"> (DO NOT READ)</w:t>
      </w:r>
    </w:p>
    <w:p w:rsidR="001E1F63" w:rsidRPr="00EC3C86" w:rsidRDefault="001E1F63" w:rsidP="001E1F63">
      <w:pPr>
        <w:pStyle w:val="QuestionInstruction"/>
      </w:pPr>
      <w:r w:rsidRPr="00F05F56">
        <w:t xml:space="preserve">ASK ALL </w:t>
      </w:r>
      <w:r>
        <w:t>IN THE PALESTINIAN TERRITORIES ONLY</w:t>
      </w:r>
    </w:p>
    <w:p w:rsidR="001E1F63" w:rsidRDefault="001E1F63" w:rsidP="001E1F63">
      <w:pPr>
        <w:pStyle w:val="Question"/>
        <w:rPr>
          <w:i/>
        </w:rPr>
      </w:pPr>
      <w:r>
        <w:rPr>
          <w:rFonts w:ascii="Tahoma" w:hAnsi="Tahoma" w:cs="Tahoma"/>
          <w:b/>
          <w:sz w:val="16"/>
          <w:szCs w:val="16"/>
        </w:rPr>
        <w:t>ISR_PT6</w:t>
      </w:r>
      <w:r>
        <w:t xml:space="preserve"> Overall, do you approve or disapprove </w:t>
      </w:r>
      <w:r w:rsidRPr="00A726FF">
        <w:t>of Hamas’</w:t>
      </w:r>
      <w:r>
        <w:t xml:space="preserve"> policies toward the United States</w:t>
      </w:r>
      <w:r w:rsidRPr="00C50C08">
        <w:t xml:space="preserve">? </w:t>
      </w:r>
    </w:p>
    <w:p w:rsidR="001E1F63" w:rsidRPr="000B73EF" w:rsidRDefault="001E1F63" w:rsidP="001E1F63">
      <w:pPr>
        <w:pStyle w:val="QuestionResponse"/>
      </w:pPr>
      <w:r w:rsidRPr="000B73EF">
        <w:t>1</w:t>
      </w:r>
      <w:r w:rsidRPr="000B73EF">
        <w:tab/>
      </w:r>
      <w:r>
        <w:t>Approve</w:t>
      </w:r>
    </w:p>
    <w:p w:rsidR="001E1F63" w:rsidRPr="000B73EF" w:rsidRDefault="001E1F63" w:rsidP="001E1F63">
      <w:pPr>
        <w:pStyle w:val="QuestionResponse"/>
        <w:tabs>
          <w:tab w:val="left" w:pos="720"/>
          <w:tab w:val="left" w:pos="1440"/>
          <w:tab w:val="left" w:pos="2160"/>
          <w:tab w:val="left" w:pos="4560"/>
        </w:tabs>
      </w:pPr>
      <w:r w:rsidRPr="000B73EF">
        <w:t>2</w:t>
      </w:r>
      <w:r w:rsidRPr="000B73EF">
        <w:tab/>
      </w:r>
      <w:r>
        <w:t>Disapprove</w:t>
      </w:r>
    </w:p>
    <w:p w:rsidR="001E1F63" w:rsidRPr="000B73EF" w:rsidRDefault="001E1F63" w:rsidP="001E1F63">
      <w:pPr>
        <w:pStyle w:val="QuestionResponse"/>
      </w:pPr>
      <w:r w:rsidRPr="000B73EF">
        <w:t>8</w:t>
      </w:r>
      <w:r w:rsidRPr="000B73EF">
        <w:tab/>
        <w:t>Don’t know (DO NOT READ)</w:t>
      </w:r>
    </w:p>
    <w:p w:rsidR="001E1F63" w:rsidRPr="000B73EF" w:rsidRDefault="001E1F63" w:rsidP="001E1F63">
      <w:pPr>
        <w:pStyle w:val="QuestionResponseLast"/>
      </w:pPr>
      <w:r w:rsidRPr="000B73EF">
        <w:t>9</w:t>
      </w:r>
      <w:r w:rsidRPr="000B73EF">
        <w:tab/>
      </w:r>
      <w:r w:rsidRPr="001A7694">
        <w:t>Refused</w:t>
      </w:r>
      <w:r w:rsidRPr="000B73EF">
        <w:t xml:space="preserve"> (DO NOT READ)</w:t>
      </w:r>
    </w:p>
    <w:p w:rsidR="003B1BB5" w:rsidRPr="000B73EF" w:rsidRDefault="003B1BB5" w:rsidP="00E8455F">
      <w:pPr>
        <w:pStyle w:val="QuestionInstruction"/>
        <w:ind w:left="0" w:firstLine="720"/>
      </w:pPr>
      <w:r w:rsidRPr="000B73EF">
        <w:t>INCLUDE IN FINAL DATASET</w:t>
      </w:r>
    </w:p>
    <w:p w:rsidR="003B1BB5" w:rsidRPr="000B73EF" w:rsidRDefault="003B1BB5" w:rsidP="003B1BB5">
      <w:pPr>
        <w:pStyle w:val="Question"/>
      </w:pPr>
      <w:r w:rsidRPr="000B73EF">
        <w:rPr>
          <w:rFonts w:ascii="Tahoma" w:hAnsi="Tahoma" w:cs="Tahoma"/>
          <w:b/>
          <w:sz w:val="16"/>
          <w:szCs w:val="16"/>
        </w:rPr>
        <w:t>Q</w:t>
      </w:r>
      <w:r w:rsidR="00C72F8E">
        <w:rPr>
          <w:rFonts w:ascii="Tahoma" w:hAnsi="Tahoma" w:cs="Tahoma"/>
          <w:b/>
          <w:sz w:val="16"/>
          <w:szCs w:val="16"/>
        </w:rPr>
        <w:t>196</w:t>
      </w:r>
      <w:r w:rsidRPr="000B73EF">
        <w:rPr>
          <w:b/>
          <w:sz w:val="17"/>
        </w:rPr>
        <w:tab/>
      </w:r>
      <w:r w:rsidRPr="000B73EF">
        <w:rPr>
          <w:i/>
        </w:rPr>
        <w:t xml:space="preserve">LANGUAGE IN WHICH INTERVIEW WAS CONDUCTED--CATEGORIES VARY BY COUNTRY </w:t>
      </w:r>
    </w:p>
    <w:p w:rsidR="003B1BB5" w:rsidRPr="000B73EF" w:rsidRDefault="003B1BB5" w:rsidP="003B1BB5">
      <w:pPr>
        <w:pStyle w:val="QuestionInstruction"/>
      </w:pPr>
      <w:r w:rsidRPr="000B73EF">
        <w:t xml:space="preserve">INCLUDE IN FINAL DATASET IN </w:t>
      </w:r>
      <w:r w:rsidR="00AB478C">
        <w:t xml:space="preserve">AUSTRALIA, </w:t>
      </w:r>
      <w:r w:rsidRPr="000B73EF">
        <w:t xml:space="preserve">BRITAIN, </w:t>
      </w:r>
      <w:r w:rsidR="00AB478C">
        <w:t xml:space="preserve">CANADA, </w:t>
      </w:r>
      <w:r w:rsidRPr="000B73EF">
        <w:t xml:space="preserve">FRANCE, </w:t>
      </w:r>
      <w:r w:rsidR="00C32F6C">
        <w:t>GERMANY</w:t>
      </w:r>
      <w:r w:rsidR="00AB478C">
        <w:t xml:space="preserve">, </w:t>
      </w:r>
      <w:r w:rsidRPr="000B73EF">
        <w:t xml:space="preserve">AND SPAIN </w:t>
      </w:r>
    </w:p>
    <w:p w:rsidR="003B1BB5" w:rsidRPr="000B73EF" w:rsidRDefault="003B1BB5" w:rsidP="003B1BB5">
      <w:pPr>
        <w:pStyle w:val="Question"/>
      </w:pPr>
      <w:r w:rsidRPr="000B73EF">
        <w:rPr>
          <w:rFonts w:ascii="Tahoma" w:hAnsi="Tahoma" w:cs="Tahoma"/>
          <w:b/>
          <w:sz w:val="16"/>
          <w:szCs w:val="16"/>
        </w:rPr>
        <w:t>Q</w:t>
      </w:r>
      <w:r w:rsidR="006B5AE0" w:rsidRPr="000B73EF">
        <w:rPr>
          <w:rFonts w:ascii="Tahoma" w:hAnsi="Tahoma" w:cs="Tahoma"/>
          <w:b/>
          <w:sz w:val="16"/>
          <w:szCs w:val="16"/>
        </w:rPr>
        <w:t>2</w:t>
      </w:r>
      <w:r w:rsidR="00C72F8E">
        <w:rPr>
          <w:rFonts w:ascii="Tahoma" w:hAnsi="Tahoma" w:cs="Tahoma"/>
          <w:b/>
          <w:sz w:val="16"/>
          <w:szCs w:val="16"/>
        </w:rPr>
        <w:t>06</w:t>
      </w:r>
      <w:r w:rsidRPr="000B73EF">
        <w:rPr>
          <w:b/>
          <w:sz w:val="16"/>
          <w:szCs w:val="16"/>
        </w:rPr>
        <w:tab/>
      </w:r>
      <w:r w:rsidRPr="000B73EF">
        <w:t xml:space="preserve">Was this a landline or cell phone only household? </w:t>
      </w:r>
    </w:p>
    <w:p w:rsidR="003B1BB5" w:rsidRPr="000B73EF" w:rsidRDefault="003B1BB5" w:rsidP="003B1BB5">
      <w:pPr>
        <w:pStyle w:val="QuestionResponse"/>
      </w:pPr>
      <w:r w:rsidRPr="000B73EF">
        <w:t>1</w:t>
      </w:r>
      <w:r w:rsidRPr="000B73EF">
        <w:tab/>
        <w:t>Landline household</w:t>
      </w:r>
    </w:p>
    <w:p w:rsidR="003B1BB5" w:rsidRDefault="003B1BB5" w:rsidP="003B1BB5">
      <w:pPr>
        <w:pStyle w:val="QuestionResponseLast"/>
      </w:pPr>
      <w:r w:rsidRPr="000B73EF">
        <w:t>2</w:t>
      </w:r>
      <w:r w:rsidRPr="000B73EF">
        <w:tab/>
        <w:t>Cell phone only household</w:t>
      </w:r>
    </w:p>
    <w:p w:rsidR="00AE7548" w:rsidRPr="000B73EF" w:rsidRDefault="00AE7548" w:rsidP="00AE7548">
      <w:pPr>
        <w:pStyle w:val="QuestionInstruction"/>
      </w:pPr>
      <w:r w:rsidRPr="000B73EF">
        <w:t xml:space="preserve">INCLUDE IN FINAL DATASET </w:t>
      </w:r>
    </w:p>
    <w:p w:rsidR="00AE7548" w:rsidRDefault="00AE7548" w:rsidP="00AE7548">
      <w:pPr>
        <w:pStyle w:val="Question"/>
      </w:pPr>
      <w:r w:rsidRPr="000B73EF">
        <w:rPr>
          <w:rFonts w:ascii="Tahoma" w:hAnsi="Tahoma" w:cs="Tahoma"/>
          <w:b/>
          <w:sz w:val="16"/>
          <w:szCs w:val="16"/>
        </w:rPr>
        <w:t>Q</w:t>
      </w:r>
      <w:r>
        <w:rPr>
          <w:rFonts w:ascii="Tahoma" w:hAnsi="Tahoma" w:cs="Tahoma"/>
          <w:b/>
          <w:sz w:val="16"/>
          <w:szCs w:val="16"/>
        </w:rPr>
        <w:t>207…</w:t>
      </w:r>
      <w:r w:rsidRPr="000B73EF">
        <w:tab/>
      </w:r>
      <w:r w:rsidRPr="000B73EF">
        <w:rPr>
          <w:i/>
        </w:rPr>
        <w:t xml:space="preserve">GEOGRAPHIC </w:t>
      </w:r>
      <w:r>
        <w:rPr>
          <w:i/>
        </w:rPr>
        <w:t xml:space="preserve">AND SAMPLING </w:t>
      </w:r>
      <w:r w:rsidRPr="000B73EF">
        <w:rPr>
          <w:i/>
        </w:rPr>
        <w:t>VARIABLES—VARIABLES AND CATEGORIES VARY BY COUNTRY</w:t>
      </w:r>
      <w:r w:rsidRPr="000B73EF">
        <w:t xml:space="preserve"> </w:t>
      </w:r>
    </w:p>
    <w:p w:rsidR="00B37846" w:rsidRPr="00F13DA2" w:rsidRDefault="00B37846" w:rsidP="003B1BB5">
      <w:pPr>
        <w:pStyle w:val="QuestionResponseLast"/>
      </w:pPr>
    </w:p>
    <w:sectPr w:rsidR="00B37846" w:rsidRPr="00F13DA2" w:rsidSect="008073D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172" w:rsidRDefault="00BE4172" w:rsidP="00997646">
      <w:pPr>
        <w:spacing w:after="0" w:line="240" w:lineRule="auto"/>
      </w:pPr>
      <w:r>
        <w:separator/>
      </w:r>
    </w:p>
  </w:endnote>
  <w:endnote w:type="continuationSeparator" w:id="0">
    <w:p w:rsidR="00BE4172" w:rsidRDefault="00BE4172" w:rsidP="00997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20555"/>
      <w:docPartObj>
        <w:docPartGallery w:val="Page Numbers (Bottom of Page)"/>
        <w:docPartUnique/>
      </w:docPartObj>
    </w:sdtPr>
    <w:sdtEndPr/>
    <w:sdtContent>
      <w:p w:rsidR="00BE4172" w:rsidRPr="00F265E6" w:rsidRDefault="00BE4172">
        <w:pPr>
          <w:pStyle w:val="Footer"/>
          <w:jc w:val="center"/>
        </w:pPr>
        <w:r w:rsidRPr="00F265E6">
          <w:fldChar w:fldCharType="begin"/>
        </w:r>
        <w:r w:rsidRPr="00F265E6">
          <w:instrText xml:space="preserve"> PAGE   \* MERGEFORMAT </w:instrText>
        </w:r>
        <w:r w:rsidRPr="00F265E6">
          <w:fldChar w:fldCharType="separate"/>
        </w:r>
        <w:r w:rsidR="00F20A59" w:rsidRPr="00F20A59">
          <w:rPr>
            <w:noProof/>
            <w:sz w:val="18"/>
          </w:rPr>
          <w:t>4</w:t>
        </w:r>
        <w:r w:rsidRPr="00F265E6">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172" w:rsidRDefault="00BE4172" w:rsidP="00997646">
      <w:pPr>
        <w:spacing w:after="0" w:line="240" w:lineRule="auto"/>
      </w:pPr>
      <w:r>
        <w:separator/>
      </w:r>
    </w:p>
  </w:footnote>
  <w:footnote w:type="continuationSeparator" w:id="0">
    <w:p w:rsidR="00BE4172" w:rsidRDefault="00BE4172" w:rsidP="00997646">
      <w:pPr>
        <w:spacing w:after="0" w:line="240" w:lineRule="auto"/>
      </w:pPr>
      <w:r>
        <w:continuationSeparator/>
      </w:r>
    </w:p>
  </w:footnote>
  <w:footnote w:id="1">
    <w:p w:rsidR="00BE4172" w:rsidRDefault="00BE4172">
      <w:pPr>
        <w:pStyle w:val="FootnoteText"/>
      </w:pPr>
      <w:r>
        <w:rPr>
          <w:rStyle w:val="FootnoteReference"/>
        </w:rPr>
        <w:footnoteRef/>
      </w:r>
      <w:r>
        <w:t xml:space="preserve"> </w:t>
      </w:r>
      <w:r w:rsidRPr="00112BD8">
        <w:t>In the Philippines, the words “</w:t>
      </w:r>
      <w:r>
        <w:t>f</w:t>
      </w:r>
      <w:r w:rsidRPr="00112BD8">
        <w:t>ree market capitalism” were replaced with the words “one in which the government has a small role in the economy” and the words “</w:t>
      </w:r>
      <w:r>
        <w:t>s</w:t>
      </w:r>
      <w:r w:rsidRPr="00112BD8">
        <w:t>tate capitalism” with the words “one in which the government manages the economy and controls many large corporations”.</w:t>
      </w:r>
    </w:p>
  </w:footnote>
  <w:footnote w:id="2">
    <w:p w:rsidR="00BE4172" w:rsidRDefault="00BE4172">
      <w:pPr>
        <w:pStyle w:val="FootnoteText"/>
      </w:pPr>
      <w:r>
        <w:rPr>
          <w:rStyle w:val="FootnoteReference"/>
        </w:rPr>
        <w:footnoteRef/>
      </w:r>
      <w:r>
        <w:t xml:space="preserve"> Due to an administrative error, results for China were not shown.</w:t>
      </w:r>
    </w:p>
  </w:footnote>
  <w:footnote w:id="3">
    <w:p w:rsidR="00BE4172" w:rsidRDefault="00BE4172">
      <w:pPr>
        <w:pStyle w:val="FootnoteText"/>
      </w:pPr>
      <w:r>
        <w:rPr>
          <w:rStyle w:val="FootnoteReference"/>
        </w:rPr>
        <w:footnoteRef/>
      </w:r>
      <w:r>
        <w:t xml:space="preserve"> Due to an administrative error, results for Palestinian Territories were not shown.</w:t>
      </w:r>
    </w:p>
  </w:footnote>
  <w:footnote w:id="4">
    <w:p w:rsidR="00BE4172" w:rsidRDefault="00BE4172">
      <w:pPr>
        <w:pStyle w:val="FootnoteText"/>
      </w:pPr>
      <w:r>
        <w:rPr>
          <w:rStyle w:val="FootnoteReference"/>
        </w:rPr>
        <w:footnoteRef/>
      </w:r>
      <w:r>
        <w:t xml:space="preserve"> Due to an administrative error, results for Palestinian Territories were not shown.</w:t>
      </w:r>
    </w:p>
  </w:footnote>
  <w:footnote w:id="5">
    <w:p w:rsidR="00BE4172" w:rsidRDefault="00BE4172">
      <w:pPr>
        <w:pStyle w:val="FootnoteText"/>
      </w:pPr>
      <w:r>
        <w:rPr>
          <w:rStyle w:val="FootnoteReference"/>
        </w:rPr>
        <w:footnoteRef/>
      </w:r>
      <w:r>
        <w:t xml:space="preserve"> Due to an administrative error, results for Palestinian Territories were not shown.</w:t>
      </w:r>
    </w:p>
  </w:footnote>
  <w:footnote w:id="6">
    <w:p w:rsidR="00BE4172" w:rsidRDefault="00BE4172">
      <w:pPr>
        <w:pStyle w:val="FootnoteText"/>
      </w:pPr>
      <w:r>
        <w:rPr>
          <w:rStyle w:val="FootnoteReference"/>
        </w:rPr>
        <w:footnoteRef/>
      </w:r>
      <w:r>
        <w:t xml:space="preserve"> Twitter not asked in China, Pakistan, and Russia.</w:t>
      </w:r>
    </w:p>
  </w:footnote>
  <w:footnote w:id="7">
    <w:p w:rsidR="00BE4172" w:rsidRDefault="00BE4172">
      <w:pPr>
        <w:pStyle w:val="FootnoteText"/>
      </w:pPr>
      <w:r>
        <w:rPr>
          <w:rStyle w:val="FootnoteReference"/>
        </w:rPr>
        <w:footnoteRef/>
      </w:r>
      <w:r>
        <w:t xml:space="preserve"> Due to an administrative error, results for Palestinian Territories were not shown.</w:t>
      </w:r>
    </w:p>
  </w:footnote>
  <w:footnote w:id="8">
    <w:p w:rsidR="00BE4172" w:rsidRDefault="00BE4172">
      <w:pPr>
        <w:pStyle w:val="FootnoteText"/>
      </w:pPr>
      <w:r>
        <w:rPr>
          <w:rStyle w:val="FootnoteReference"/>
        </w:rPr>
        <w:footnoteRef/>
      </w:r>
      <w:r>
        <w:t xml:space="preserve"> Due to an administrative error, results for Palestinian Territories were not shown.</w:t>
      </w:r>
    </w:p>
  </w:footnote>
  <w:footnote w:id="9">
    <w:p w:rsidR="00BE4172" w:rsidRDefault="00BE4172">
      <w:pPr>
        <w:pStyle w:val="FootnoteText"/>
      </w:pPr>
      <w:r>
        <w:rPr>
          <w:rStyle w:val="FootnoteReference"/>
        </w:rPr>
        <w:footnoteRef/>
      </w:r>
      <w:r>
        <w:t xml:space="preserve"> Due to an administrative error, results for Palestinian Territories were not shown.</w:t>
      </w:r>
    </w:p>
  </w:footnote>
  <w:footnote w:id="10">
    <w:p w:rsidR="00BE4172" w:rsidRDefault="00BE4172">
      <w:pPr>
        <w:pStyle w:val="FootnoteText"/>
      </w:pPr>
      <w:r>
        <w:rPr>
          <w:rStyle w:val="FootnoteReference"/>
        </w:rPr>
        <w:footnoteRef/>
      </w:r>
      <w:r>
        <w:t xml:space="preserve"> Due to an administrative error, results for Palestinian Territories were not shown.</w:t>
      </w:r>
    </w:p>
  </w:footnote>
  <w:footnote w:id="11">
    <w:p w:rsidR="00BE4172" w:rsidRDefault="00BE4172">
      <w:pPr>
        <w:pStyle w:val="FootnoteText"/>
      </w:pPr>
      <w:r>
        <w:rPr>
          <w:rStyle w:val="FootnoteReference"/>
        </w:rPr>
        <w:footnoteRef/>
      </w:r>
      <w:r>
        <w:t xml:space="preserve"> Due to an administrative error, results for Palestinian Territories were not shown.</w:t>
      </w:r>
    </w:p>
  </w:footnote>
  <w:footnote w:id="12">
    <w:p w:rsidR="00BE4172" w:rsidRDefault="00BE4172">
      <w:pPr>
        <w:pStyle w:val="FootnoteText"/>
      </w:pPr>
      <w:r>
        <w:rPr>
          <w:rStyle w:val="FootnoteReference"/>
        </w:rPr>
        <w:footnoteRef/>
      </w:r>
      <w:r>
        <w:t xml:space="preserve"> Due to an administrative error, results for Egypt (Q190EGY) were not shown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172" w:rsidRPr="00FD674D" w:rsidRDefault="00BE4172" w:rsidP="00F567A9">
    <w:pPr>
      <w:pStyle w:val="FolioPSRAName"/>
      <w:framePr w:hSpace="0" w:vSpace="0" w:wrap="auto" w:vAnchor="margin" w:hAnchor="text" w:xAlign="left" w:yAlign="inline"/>
      <w:rPr>
        <w:sz w:val="14"/>
        <w:szCs w:val="14"/>
      </w:rPr>
    </w:pPr>
    <w:r w:rsidRPr="00FD674D">
      <w:rPr>
        <w:sz w:val="14"/>
        <w:szCs w:val="14"/>
      </w:rPr>
      <w:t>PEW RESEARCH CENTER’S GLOBAL ATT</w:t>
    </w:r>
    <w:r w:rsidR="00F20A59">
      <w:rPr>
        <w:sz w:val="14"/>
        <w:szCs w:val="14"/>
      </w:rPr>
      <w:t>it</w:t>
    </w:r>
    <w:r w:rsidRPr="00FD674D">
      <w:rPr>
        <w:sz w:val="14"/>
        <w:szCs w:val="14"/>
      </w:rPr>
      <w:t>UDES PROJECT</w:t>
    </w:r>
  </w:p>
  <w:p w:rsidR="00BE4172" w:rsidRDefault="00BE4172" w:rsidP="00F567A9">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B75B0"/>
    <w:multiLevelType w:val="hybridMultilevel"/>
    <w:tmpl w:val="94784670"/>
    <w:lvl w:ilvl="0" w:tplc="7F3483E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164C83"/>
    <w:multiLevelType w:val="hybridMultilevel"/>
    <w:tmpl w:val="EC64578E"/>
    <w:lvl w:ilvl="0" w:tplc="06DA192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FE6BF0"/>
    <w:multiLevelType w:val="hybridMultilevel"/>
    <w:tmpl w:val="7AAC925C"/>
    <w:lvl w:ilvl="0" w:tplc="0409000F">
      <w:start w:val="8"/>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0DD33BA"/>
    <w:multiLevelType w:val="hybridMultilevel"/>
    <w:tmpl w:val="D938E01C"/>
    <w:lvl w:ilvl="0" w:tplc="0C5095D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FB269E"/>
    <w:multiLevelType w:val="hybridMultilevel"/>
    <w:tmpl w:val="637E44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304083"/>
    <w:multiLevelType w:val="hybridMultilevel"/>
    <w:tmpl w:val="92A8C3B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0297E68"/>
    <w:multiLevelType w:val="hybridMultilevel"/>
    <w:tmpl w:val="6868E92A"/>
    <w:lvl w:ilvl="0" w:tplc="0409000F">
      <w:start w:val="8"/>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0F74B40"/>
    <w:multiLevelType w:val="hybridMultilevel"/>
    <w:tmpl w:val="9C200288"/>
    <w:lvl w:ilvl="0" w:tplc="AA146C28">
      <w:start w:val="1"/>
      <w:numFmt w:val="decimal"/>
      <w:lvlText w:val="%1"/>
      <w:lvlJc w:val="left"/>
      <w:pPr>
        <w:ind w:left="437" w:hanging="624"/>
      </w:pPr>
      <w:rPr>
        <w:rFonts w:hint="default"/>
      </w:rPr>
    </w:lvl>
    <w:lvl w:ilvl="1" w:tplc="04090019" w:tentative="1">
      <w:start w:val="1"/>
      <w:numFmt w:val="lowerLetter"/>
      <w:lvlText w:val="%2."/>
      <w:lvlJc w:val="left"/>
      <w:pPr>
        <w:ind w:left="893" w:hanging="360"/>
      </w:pPr>
    </w:lvl>
    <w:lvl w:ilvl="2" w:tplc="0409001B" w:tentative="1">
      <w:start w:val="1"/>
      <w:numFmt w:val="lowerRoman"/>
      <w:lvlText w:val="%3."/>
      <w:lvlJc w:val="right"/>
      <w:pPr>
        <w:ind w:left="1613" w:hanging="180"/>
      </w:pPr>
    </w:lvl>
    <w:lvl w:ilvl="3" w:tplc="0409000F" w:tentative="1">
      <w:start w:val="1"/>
      <w:numFmt w:val="decimal"/>
      <w:lvlText w:val="%4."/>
      <w:lvlJc w:val="left"/>
      <w:pPr>
        <w:ind w:left="2333" w:hanging="360"/>
      </w:pPr>
    </w:lvl>
    <w:lvl w:ilvl="4" w:tplc="04090019" w:tentative="1">
      <w:start w:val="1"/>
      <w:numFmt w:val="lowerLetter"/>
      <w:lvlText w:val="%5."/>
      <w:lvlJc w:val="left"/>
      <w:pPr>
        <w:ind w:left="3053" w:hanging="360"/>
      </w:pPr>
    </w:lvl>
    <w:lvl w:ilvl="5" w:tplc="0409001B" w:tentative="1">
      <w:start w:val="1"/>
      <w:numFmt w:val="lowerRoman"/>
      <w:lvlText w:val="%6."/>
      <w:lvlJc w:val="right"/>
      <w:pPr>
        <w:ind w:left="3773" w:hanging="180"/>
      </w:pPr>
    </w:lvl>
    <w:lvl w:ilvl="6" w:tplc="0409000F" w:tentative="1">
      <w:start w:val="1"/>
      <w:numFmt w:val="decimal"/>
      <w:lvlText w:val="%7."/>
      <w:lvlJc w:val="left"/>
      <w:pPr>
        <w:ind w:left="4493" w:hanging="360"/>
      </w:pPr>
    </w:lvl>
    <w:lvl w:ilvl="7" w:tplc="04090019" w:tentative="1">
      <w:start w:val="1"/>
      <w:numFmt w:val="lowerLetter"/>
      <w:lvlText w:val="%8."/>
      <w:lvlJc w:val="left"/>
      <w:pPr>
        <w:ind w:left="5213" w:hanging="360"/>
      </w:pPr>
    </w:lvl>
    <w:lvl w:ilvl="8" w:tplc="0409001B" w:tentative="1">
      <w:start w:val="1"/>
      <w:numFmt w:val="lowerRoman"/>
      <w:lvlText w:val="%9."/>
      <w:lvlJc w:val="right"/>
      <w:pPr>
        <w:ind w:left="5933" w:hanging="180"/>
      </w:pPr>
    </w:lvl>
  </w:abstractNum>
  <w:abstractNum w:abstractNumId="8">
    <w:nsid w:val="21AF005F"/>
    <w:multiLevelType w:val="hybridMultilevel"/>
    <w:tmpl w:val="828EF078"/>
    <w:lvl w:ilvl="0" w:tplc="5EDC83C4">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9B545ED"/>
    <w:multiLevelType w:val="hybridMultilevel"/>
    <w:tmpl w:val="DD92D99C"/>
    <w:lvl w:ilvl="0" w:tplc="DAD8407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FD94BAC"/>
    <w:multiLevelType w:val="hybridMultilevel"/>
    <w:tmpl w:val="A0042A5C"/>
    <w:lvl w:ilvl="0" w:tplc="8F68274C">
      <w:start w:val="1"/>
      <w:numFmt w:val="lowerLetter"/>
      <w:lvlText w:val="%1."/>
      <w:lvlJc w:val="left"/>
      <w:pPr>
        <w:tabs>
          <w:tab w:val="num" w:pos="1080"/>
        </w:tabs>
        <w:ind w:left="1080" w:hanging="360"/>
      </w:pPr>
      <w:rPr>
        <w:rFonts w:ascii="Trebuchet MS" w:hAnsi="Trebuchet MS" w:hint="default"/>
        <w:b/>
        <w:i w:val="0"/>
        <w:sz w:val="20"/>
        <w:szCs w:val="20"/>
      </w:rPr>
    </w:lvl>
    <w:lvl w:ilvl="1" w:tplc="97980B28">
      <w:start w:val="1"/>
      <w:numFmt w:val="lowerRoman"/>
      <w:lvlText w:val="%2."/>
      <w:lvlJc w:val="left"/>
      <w:pPr>
        <w:tabs>
          <w:tab w:val="num" w:pos="1080"/>
        </w:tabs>
        <w:ind w:left="1080" w:hanging="720"/>
      </w:pPr>
      <w:rPr>
        <w:rFonts w:ascii="Tahoma" w:hAnsi="Tahoma" w:cs="Tahoma" w:hint="default"/>
        <w:b/>
        <w:i w:val="0"/>
        <w:sz w:val="16"/>
        <w:szCs w:val="20"/>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1">
    <w:nsid w:val="30AB5F41"/>
    <w:multiLevelType w:val="hybridMultilevel"/>
    <w:tmpl w:val="F3A80568"/>
    <w:lvl w:ilvl="0" w:tplc="DDBADEB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1DF6980"/>
    <w:multiLevelType w:val="hybridMultilevel"/>
    <w:tmpl w:val="7258180C"/>
    <w:lvl w:ilvl="0" w:tplc="567AF3B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52F0AAC"/>
    <w:multiLevelType w:val="hybridMultilevel"/>
    <w:tmpl w:val="01B846F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3AC01AC0"/>
    <w:multiLevelType w:val="hybridMultilevel"/>
    <w:tmpl w:val="F828CB68"/>
    <w:lvl w:ilvl="0" w:tplc="07EA07C0">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4611104"/>
    <w:multiLevelType w:val="hybridMultilevel"/>
    <w:tmpl w:val="A69AE2DC"/>
    <w:lvl w:ilvl="0" w:tplc="B84AA7DE">
      <w:start w:val="1"/>
      <w:numFmt w:val="lowerLetter"/>
      <w:lvlText w:val="%1."/>
      <w:lvlJc w:val="left"/>
      <w:pPr>
        <w:tabs>
          <w:tab w:val="num" w:pos="1080"/>
        </w:tabs>
        <w:ind w:left="1080" w:hanging="360"/>
      </w:pPr>
      <w:rPr>
        <w:rFonts w:ascii="Tahoma" w:hAnsi="Tahoma" w:cs="Tahoma" w:hint="default"/>
        <w:b/>
        <w:i w:val="0"/>
        <w:sz w:val="16"/>
        <w:szCs w:val="16"/>
      </w:rPr>
    </w:lvl>
    <w:lvl w:ilvl="1" w:tplc="97980B28">
      <w:start w:val="1"/>
      <w:numFmt w:val="lowerRoman"/>
      <w:lvlText w:val="%2."/>
      <w:lvlJc w:val="left"/>
      <w:pPr>
        <w:tabs>
          <w:tab w:val="num" w:pos="1080"/>
        </w:tabs>
        <w:ind w:left="1080" w:hanging="720"/>
      </w:pPr>
      <w:rPr>
        <w:rFonts w:ascii="Tahoma" w:hAnsi="Tahoma" w:cs="Tahoma" w:hint="default"/>
        <w:b/>
        <w:i w:val="0"/>
        <w:sz w:val="16"/>
        <w:szCs w:val="20"/>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6">
    <w:nsid w:val="44E82EAC"/>
    <w:multiLevelType w:val="hybridMultilevel"/>
    <w:tmpl w:val="EC64578E"/>
    <w:lvl w:ilvl="0" w:tplc="06DA192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AEF687A"/>
    <w:multiLevelType w:val="hybridMultilevel"/>
    <w:tmpl w:val="AE7EB88A"/>
    <w:lvl w:ilvl="0" w:tplc="FFFFFFFF">
      <w:start w:val="1"/>
      <w:numFmt w:val="decimal"/>
      <w:lvlText w:val="%1"/>
      <w:lvlJc w:val="left"/>
      <w:pPr>
        <w:tabs>
          <w:tab w:val="num" w:pos="1440"/>
        </w:tabs>
        <w:ind w:left="1440" w:hanging="72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4E170E39"/>
    <w:multiLevelType w:val="hybridMultilevel"/>
    <w:tmpl w:val="B77CC702"/>
    <w:lvl w:ilvl="0" w:tplc="414EDF5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6DC6F70"/>
    <w:multiLevelType w:val="hybridMultilevel"/>
    <w:tmpl w:val="EC64578E"/>
    <w:lvl w:ilvl="0" w:tplc="06DA192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CBD0184"/>
    <w:multiLevelType w:val="hybridMultilevel"/>
    <w:tmpl w:val="F1725AE2"/>
    <w:lvl w:ilvl="0" w:tplc="EE7E1C66">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1">
    <w:nsid w:val="625A7061"/>
    <w:multiLevelType w:val="hybridMultilevel"/>
    <w:tmpl w:val="50AE99F0"/>
    <w:lvl w:ilvl="0" w:tplc="2ED4067E">
      <w:start w:val="1"/>
      <w:numFmt w:val="lowerLetter"/>
      <w:lvlText w:val="%1."/>
      <w:lvlJc w:val="left"/>
      <w:pPr>
        <w:tabs>
          <w:tab w:val="num" w:pos="1080"/>
        </w:tabs>
        <w:ind w:left="1080" w:hanging="360"/>
      </w:pPr>
      <w:rPr>
        <w:rFonts w:ascii="Tahoma" w:hAnsi="Tahoma" w:cs="Tahoma" w:hint="default"/>
        <w:b/>
        <w:i w:val="0"/>
        <w:sz w:val="16"/>
        <w:szCs w:val="16"/>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22">
    <w:nsid w:val="63533601"/>
    <w:multiLevelType w:val="hybridMultilevel"/>
    <w:tmpl w:val="EC64578E"/>
    <w:lvl w:ilvl="0" w:tplc="06DA192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4972F1A"/>
    <w:multiLevelType w:val="hybridMultilevel"/>
    <w:tmpl w:val="8E24881C"/>
    <w:lvl w:ilvl="0" w:tplc="A0845D8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6ED5E1F"/>
    <w:multiLevelType w:val="hybridMultilevel"/>
    <w:tmpl w:val="EC64578E"/>
    <w:lvl w:ilvl="0" w:tplc="06DA192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67480F4C"/>
    <w:multiLevelType w:val="hybridMultilevel"/>
    <w:tmpl w:val="BB2280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D255FF"/>
    <w:multiLevelType w:val="hybridMultilevel"/>
    <w:tmpl w:val="5D6A47D0"/>
    <w:lvl w:ilvl="0" w:tplc="EDE618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4821D9"/>
    <w:multiLevelType w:val="hybridMultilevel"/>
    <w:tmpl w:val="92A8C3B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F072FFC"/>
    <w:multiLevelType w:val="hybridMultilevel"/>
    <w:tmpl w:val="EC64578E"/>
    <w:lvl w:ilvl="0" w:tplc="06DA192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7107606B"/>
    <w:multiLevelType w:val="hybridMultilevel"/>
    <w:tmpl w:val="EC64578E"/>
    <w:lvl w:ilvl="0" w:tplc="06DA192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74EC5F3D"/>
    <w:multiLevelType w:val="hybridMultilevel"/>
    <w:tmpl w:val="B77CC702"/>
    <w:lvl w:ilvl="0" w:tplc="414EDF5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5910AFE"/>
    <w:multiLevelType w:val="hybridMultilevel"/>
    <w:tmpl w:val="14403E0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74617BD"/>
    <w:multiLevelType w:val="hybridMultilevel"/>
    <w:tmpl w:val="433CD474"/>
    <w:lvl w:ilvl="0" w:tplc="2C169B96">
      <w:start w:val="9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960114"/>
    <w:multiLevelType w:val="hybridMultilevel"/>
    <w:tmpl w:val="EDE88BDE"/>
    <w:lvl w:ilvl="0" w:tplc="1DEE89E8">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C080179"/>
    <w:multiLevelType w:val="hybridMultilevel"/>
    <w:tmpl w:val="A0042A5C"/>
    <w:lvl w:ilvl="0" w:tplc="8F68274C">
      <w:start w:val="1"/>
      <w:numFmt w:val="lowerLetter"/>
      <w:lvlText w:val="%1."/>
      <w:lvlJc w:val="left"/>
      <w:pPr>
        <w:tabs>
          <w:tab w:val="num" w:pos="1080"/>
        </w:tabs>
        <w:ind w:left="1080" w:hanging="360"/>
      </w:pPr>
      <w:rPr>
        <w:rFonts w:ascii="Trebuchet MS" w:hAnsi="Trebuchet MS" w:hint="default"/>
        <w:b/>
        <w:i w:val="0"/>
        <w:sz w:val="20"/>
        <w:szCs w:val="20"/>
      </w:rPr>
    </w:lvl>
    <w:lvl w:ilvl="1" w:tplc="97980B28">
      <w:start w:val="1"/>
      <w:numFmt w:val="lowerRoman"/>
      <w:lvlText w:val="%2."/>
      <w:lvlJc w:val="left"/>
      <w:pPr>
        <w:tabs>
          <w:tab w:val="num" w:pos="1080"/>
        </w:tabs>
        <w:ind w:left="1080" w:hanging="720"/>
      </w:pPr>
      <w:rPr>
        <w:rFonts w:ascii="Tahoma" w:hAnsi="Tahoma" w:cs="Tahoma" w:hint="default"/>
        <w:b/>
        <w:i w:val="0"/>
        <w:sz w:val="16"/>
        <w:szCs w:val="20"/>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nsid w:val="7EE27B88"/>
    <w:multiLevelType w:val="hybridMultilevel"/>
    <w:tmpl w:val="A99A1A00"/>
    <w:lvl w:ilvl="0" w:tplc="07BE671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F204FD8"/>
    <w:multiLevelType w:val="hybridMultilevel"/>
    <w:tmpl w:val="0FD842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30"/>
  </w:num>
  <w:num w:numId="3">
    <w:abstractNumId w:val="26"/>
  </w:num>
  <w:num w:numId="4">
    <w:abstractNumId w:val="32"/>
  </w:num>
  <w:num w:numId="5">
    <w:abstractNumId w:val="17"/>
  </w:num>
  <w:num w:numId="6">
    <w:abstractNumId w:val="9"/>
  </w:num>
  <w:num w:numId="7">
    <w:abstractNumId w:val="25"/>
  </w:num>
  <w:num w:numId="8">
    <w:abstractNumId w:val="7"/>
  </w:num>
  <w:num w:numId="9">
    <w:abstractNumId w:val="15"/>
  </w:num>
  <w:num w:numId="10">
    <w:abstractNumId w:val="1"/>
  </w:num>
  <w:num w:numId="11">
    <w:abstractNumId w:val="21"/>
  </w:num>
  <w:num w:numId="12">
    <w:abstractNumId w:val="10"/>
  </w:num>
  <w:num w:numId="13">
    <w:abstractNumId w:val="34"/>
  </w:num>
  <w:num w:numId="14">
    <w:abstractNumId w:val="14"/>
  </w:num>
  <w:num w:numId="15">
    <w:abstractNumId w:val="4"/>
  </w:num>
  <w:num w:numId="16">
    <w:abstractNumId w:val="20"/>
  </w:num>
  <w:num w:numId="17">
    <w:abstractNumId w:val="36"/>
  </w:num>
  <w:num w:numId="18">
    <w:abstractNumId w:val="16"/>
  </w:num>
  <w:num w:numId="19">
    <w:abstractNumId w:val="24"/>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11"/>
  </w:num>
  <w:num w:numId="25">
    <w:abstractNumId w:val="23"/>
  </w:num>
  <w:num w:numId="26">
    <w:abstractNumId w:val="28"/>
  </w:num>
  <w:num w:numId="27">
    <w:abstractNumId w:val="19"/>
  </w:num>
  <w:num w:numId="28">
    <w:abstractNumId w:val="3"/>
  </w:num>
  <w:num w:numId="29">
    <w:abstractNumId w:val="13"/>
  </w:num>
  <w:num w:numId="30">
    <w:abstractNumId w:val="12"/>
  </w:num>
  <w:num w:numId="31">
    <w:abstractNumId w:val="22"/>
  </w:num>
  <w:num w:numId="32">
    <w:abstractNumId w:val="0"/>
  </w:num>
  <w:num w:numId="33">
    <w:abstractNumId w:val="29"/>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o:colormenu v:ext="edit" fillcolor="non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6A9"/>
    <w:rsid w:val="000003DF"/>
    <w:rsid w:val="000008D2"/>
    <w:rsid w:val="000012B9"/>
    <w:rsid w:val="000015E3"/>
    <w:rsid w:val="00002BB8"/>
    <w:rsid w:val="00003DD5"/>
    <w:rsid w:val="00004AF8"/>
    <w:rsid w:val="0000582A"/>
    <w:rsid w:val="0001011A"/>
    <w:rsid w:val="0001048B"/>
    <w:rsid w:val="00012257"/>
    <w:rsid w:val="000149AE"/>
    <w:rsid w:val="00014BD8"/>
    <w:rsid w:val="000158BD"/>
    <w:rsid w:val="000219DE"/>
    <w:rsid w:val="000220AA"/>
    <w:rsid w:val="00022121"/>
    <w:rsid w:val="0002268F"/>
    <w:rsid w:val="00022DD7"/>
    <w:rsid w:val="00025A02"/>
    <w:rsid w:val="00025CE1"/>
    <w:rsid w:val="00027DD7"/>
    <w:rsid w:val="000311E7"/>
    <w:rsid w:val="0003382C"/>
    <w:rsid w:val="00033E22"/>
    <w:rsid w:val="00034CD7"/>
    <w:rsid w:val="000356A9"/>
    <w:rsid w:val="00035AB4"/>
    <w:rsid w:val="00035C13"/>
    <w:rsid w:val="00036572"/>
    <w:rsid w:val="00037112"/>
    <w:rsid w:val="0004140A"/>
    <w:rsid w:val="000417B3"/>
    <w:rsid w:val="00042FFC"/>
    <w:rsid w:val="00043052"/>
    <w:rsid w:val="00043589"/>
    <w:rsid w:val="00043DC4"/>
    <w:rsid w:val="00043F8E"/>
    <w:rsid w:val="00043FA6"/>
    <w:rsid w:val="0004466E"/>
    <w:rsid w:val="00051925"/>
    <w:rsid w:val="00051FBF"/>
    <w:rsid w:val="000534AD"/>
    <w:rsid w:val="000535B9"/>
    <w:rsid w:val="00055894"/>
    <w:rsid w:val="0006032F"/>
    <w:rsid w:val="0006127C"/>
    <w:rsid w:val="00063492"/>
    <w:rsid w:val="00065441"/>
    <w:rsid w:val="00065F80"/>
    <w:rsid w:val="00066883"/>
    <w:rsid w:val="000705F4"/>
    <w:rsid w:val="0007252F"/>
    <w:rsid w:val="000735BC"/>
    <w:rsid w:val="00074F62"/>
    <w:rsid w:val="00077E30"/>
    <w:rsid w:val="00080A1F"/>
    <w:rsid w:val="00086C82"/>
    <w:rsid w:val="00090F01"/>
    <w:rsid w:val="00091185"/>
    <w:rsid w:val="0009133F"/>
    <w:rsid w:val="00091613"/>
    <w:rsid w:val="000918A7"/>
    <w:rsid w:val="0009247F"/>
    <w:rsid w:val="00092B7D"/>
    <w:rsid w:val="00093C39"/>
    <w:rsid w:val="00096BCA"/>
    <w:rsid w:val="00096D05"/>
    <w:rsid w:val="000A084E"/>
    <w:rsid w:val="000A08D1"/>
    <w:rsid w:val="000A1313"/>
    <w:rsid w:val="000A4076"/>
    <w:rsid w:val="000A50BD"/>
    <w:rsid w:val="000B2EF1"/>
    <w:rsid w:val="000B4947"/>
    <w:rsid w:val="000B6989"/>
    <w:rsid w:val="000B7079"/>
    <w:rsid w:val="000B73EF"/>
    <w:rsid w:val="000C2005"/>
    <w:rsid w:val="000C262E"/>
    <w:rsid w:val="000C363A"/>
    <w:rsid w:val="000C397C"/>
    <w:rsid w:val="000C40DD"/>
    <w:rsid w:val="000C5A12"/>
    <w:rsid w:val="000C7034"/>
    <w:rsid w:val="000C791F"/>
    <w:rsid w:val="000D29A4"/>
    <w:rsid w:val="000D32FD"/>
    <w:rsid w:val="000D3E00"/>
    <w:rsid w:val="000D475F"/>
    <w:rsid w:val="000D545E"/>
    <w:rsid w:val="000D5F69"/>
    <w:rsid w:val="000D71C9"/>
    <w:rsid w:val="000E0CED"/>
    <w:rsid w:val="000E21E0"/>
    <w:rsid w:val="000E2F7B"/>
    <w:rsid w:val="000E49A3"/>
    <w:rsid w:val="000E4D77"/>
    <w:rsid w:val="000E4E1F"/>
    <w:rsid w:val="000E55DA"/>
    <w:rsid w:val="000E629E"/>
    <w:rsid w:val="000F1C3C"/>
    <w:rsid w:val="000F1D63"/>
    <w:rsid w:val="000F2840"/>
    <w:rsid w:val="000F2D44"/>
    <w:rsid w:val="000F3075"/>
    <w:rsid w:val="000F3350"/>
    <w:rsid w:val="000F421D"/>
    <w:rsid w:val="000F4593"/>
    <w:rsid w:val="000F4D9F"/>
    <w:rsid w:val="000F5C55"/>
    <w:rsid w:val="000F642E"/>
    <w:rsid w:val="00100C85"/>
    <w:rsid w:val="001012A4"/>
    <w:rsid w:val="00103039"/>
    <w:rsid w:val="00105A4F"/>
    <w:rsid w:val="001060A7"/>
    <w:rsid w:val="001067B4"/>
    <w:rsid w:val="00107D4D"/>
    <w:rsid w:val="00110225"/>
    <w:rsid w:val="00110C26"/>
    <w:rsid w:val="001119BD"/>
    <w:rsid w:val="00112BD8"/>
    <w:rsid w:val="001132A0"/>
    <w:rsid w:val="00113CF0"/>
    <w:rsid w:val="00113D05"/>
    <w:rsid w:val="00113D22"/>
    <w:rsid w:val="00113FC1"/>
    <w:rsid w:val="001165F2"/>
    <w:rsid w:val="0011786E"/>
    <w:rsid w:val="00120E56"/>
    <w:rsid w:val="00121145"/>
    <w:rsid w:val="00122B33"/>
    <w:rsid w:val="00123EE7"/>
    <w:rsid w:val="001272FC"/>
    <w:rsid w:val="00131438"/>
    <w:rsid w:val="0013426F"/>
    <w:rsid w:val="00134F10"/>
    <w:rsid w:val="001356E0"/>
    <w:rsid w:val="001358FC"/>
    <w:rsid w:val="0014029D"/>
    <w:rsid w:val="00144FC4"/>
    <w:rsid w:val="001450A1"/>
    <w:rsid w:val="00146A83"/>
    <w:rsid w:val="00147DED"/>
    <w:rsid w:val="001506C3"/>
    <w:rsid w:val="00150849"/>
    <w:rsid w:val="00152975"/>
    <w:rsid w:val="00152C92"/>
    <w:rsid w:val="00156774"/>
    <w:rsid w:val="00163C88"/>
    <w:rsid w:val="00165DD6"/>
    <w:rsid w:val="0016688C"/>
    <w:rsid w:val="00167081"/>
    <w:rsid w:val="00170F36"/>
    <w:rsid w:val="00171379"/>
    <w:rsid w:val="00172791"/>
    <w:rsid w:val="00175888"/>
    <w:rsid w:val="00176BBB"/>
    <w:rsid w:val="00176CFC"/>
    <w:rsid w:val="00176F89"/>
    <w:rsid w:val="001816BC"/>
    <w:rsid w:val="00183FD5"/>
    <w:rsid w:val="0018557F"/>
    <w:rsid w:val="0018563A"/>
    <w:rsid w:val="001864B1"/>
    <w:rsid w:val="001878B0"/>
    <w:rsid w:val="00190AA7"/>
    <w:rsid w:val="00190F41"/>
    <w:rsid w:val="00191639"/>
    <w:rsid w:val="001921CD"/>
    <w:rsid w:val="001934F6"/>
    <w:rsid w:val="00193EC8"/>
    <w:rsid w:val="00194FF2"/>
    <w:rsid w:val="001977ED"/>
    <w:rsid w:val="001A0CE9"/>
    <w:rsid w:val="001A25F3"/>
    <w:rsid w:val="001A261E"/>
    <w:rsid w:val="001A4798"/>
    <w:rsid w:val="001A4900"/>
    <w:rsid w:val="001A5B37"/>
    <w:rsid w:val="001A5FBF"/>
    <w:rsid w:val="001A7694"/>
    <w:rsid w:val="001B3393"/>
    <w:rsid w:val="001B360E"/>
    <w:rsid w:val="001B4707"/>
    <w:rsid w:val="001B4908"/>
    <w:rsid w:val="001B5365"/>
    <w:rsid w:val="001B630E"/>
    <w:rsid w:val="001B6532"/>
    <w:rsid w:val="001C012E"/>
    <w:rsid w:val="001C1279"/>
    <w:rsid w:val="001C1D7A"/>
    <w:rsid w:val="001C2703"/>
    <w:rsid w:val="001C2D07"/>
    <w:rsid w:val="001C32EC"/>
    <w:rsid w:val="001C735E"/>
    <w:rsid w:val="001C76D8"/>
    <w:rsid w:val="001D1024"/>
    <w:rsid w:val="001D1E7E"/>
    <w:rsid w:val="001D2605"/>
    <w:rsid w:val="001D2D94"/>
    <w:rsid w:val="001D36C2"/>
    <w:rsid w:val="001D3EB5"/>
    <w:rsid w:val="001D5205"/>
    <w:rsid w:val="001D69CF"/>
    <w:rsid w:val="001E125F"/>
    <w:rsid w:val="001E19E5"/>
    <w:rsid w:val="001E1F63"/>
    <w:rsid w:val="001E5351"/>
    <w:rsid w:val="001E586A"/>
    <w:rsid w:val="001E5E85"/>
    <w:rsid w:val="001E6782"/>
    <w:rsid w:val="001F3EA7"/>
    <w:rsid w:val="001F4A51"/>
    <w:rsid w:val="001F5521"/>
    <w:rsid w:val="001F7997"/>
    <w:rsid w:val="001F7C0E"/>
    <w:rsid w:val="002000DC"/>
    <w:rsid w:val="00200381"/>
    <w:rsid w:val="002006D0"/>
    <w:rsid w:val="002011C5"/>
    <w:rsid w:val="00202D5D"/>
    <w:rsid w:val="00203B81"/>
    <w:rsid w:val="002050BA"/>
    <w:rsid w:val="002059E2"/>
    <w:rsid w:val="00210FE8"/>
    <w:rsid w:val="00211B3D"/>
    <w:rsid w:val="00212A3E"/>
    <w:rsid w:val="0021429A"/>
    <w:rsid w:val="00214916"/>
    <w:rsid w:val="0021563D"/>
    <w:rsid w:val="0021686E"/>
    <w:rsid w:val="00220F36"/>
    <w:rsid w:val="00221602"/>
    <w:rsid w:val="00222995"/>
    <w:rsid w:val="00222D3E"/>
    <w:rsid w:val="00223630"/>
    <w:rsid w:val="00223AE3"/>
    <w:rsid w:val="00223F6E"/>
    <w:rsid w:val="00223FEE"/>
    <w:rsid w:val="00224A8F"/>
    <w:rsid w:val="00226CF2"/>
    <w:rsid w:val="00230841"/>
    <w:rsid w:val="002315FC"/>
    <w:rsid w:val="00232FAD"/>
    <w:rsid w:val="00233A72"/>
    <w:rsid w:val="00234637"/>
    <w:rsid w:val="002410FE"/>
    <w:rsid w:val="00243B89"/>
    <w:rsid w:val="00246C62"/>
    <w:rsid w:val="002506BC"/>
    <w:rsid w:val="002519AA"/>
    <w:rsid w:val="0025226A"/>
    <w:rsid w:val="0025263D"/>
    <w:rsid w:val="00253867"/>
    <w:rsid w:val="00255B4C"/>
    <w:rsid w:val="0026090C"/>
    <w:rsid w:val="00261597"/>
    <w:rsid w:val="002617B8"/>
    <w:rsid w:val="002618D4"/>
    <w:rsid w:val="00261BDE"/>
    <w:rsid w:val="00261D87"/>
    <w:rsid w:val="00261E08"/>
    <w:rsid w:val="00264F71"/>
    <w:rsid w:val="002668B3"/>
    <w:rsid w:val="00271683"/>
    <w:rsid w:val="002732DA"/>
    <w:rsid w:val="00273C52"/>
    <w:rsid w:val="00275708"/>
    <w:rsid w:val="0028031F"/>
    <w:rsid w:val="0028132B"/>
    <w:rsid w:val="00281588"/>
    <w:rsid w:val="00281621"/>
    <w:rsid w:val="00282EA5"/>
    <w:rsid w:val="00282FBF"/>
    <w:rsid w:val="00283C98"/>
    <w:rsid w:val="00284588"/>
    <w:rsid w:val="00286A96"/>
    <w:rsid w:val="00286C22"/>
    <w:rsid w:val="002908B0"/>
    <w:rsid w:val="00291113"/>
    <w:rsid w:val="00291726"/>
    <w:rsid w:val="00292B98"/>
    <w:rsid w:val="00296212"/>
    <w:rsid w:val="002A06F3"/>
    <w:rsid w:val="002A2A29"/>
    <w:rsid w:val="002A3033"/>
    <w:rsid w:val="002A359C"/>
    <w:rsid w:val="002A4FD6"/>
    <w:rsid w:val="002A5FA9"/>
    <w:rsid w:val="002B142B"/>
    <w:rsid w:val="002B3A6C"/>
    <w:rsid w:val="002B50EA"/>
    <w:rsid w:val="002B60D7"/>
    <w:rsid w:val="002B7474"/>
    <w:rsid w:val="002C6540"/>
    <w:rsid w:val="002D036B"/>
    <w:rsid w:val="002D0B7D"/>
    <w:rsid w:val="002D1772"/>
    <w:rsid w:val="002D217E"/>
    <w:rsid w:val="002D3471"/>
    <w:rsid w:val="002D3C9F"/>
    <w:rsid w:val="002D4A1C"/>
    <w:rsid w:val="002D75A1"/>
    <w:rsid w:val="002D7939"/>
    <w:rsid w:val="002D7D1F"/>
    <w:rsid w:val="002E035C"/>
    <w:rsid w:val="002E0370"/>
    <w:rsid w:val="002E0D58"/>
    <w:rsid w:val="002E28C8"/>
    <w:rsid w:val="002E41AB"/>
    <w:rsid w:val="002E430F"/>
    <w:rsid w:val="002E4794"/>
    <w:rsid w:val="002E58DF"/>
    <w:rsid w:val="002E5B53"/>
    <w:rsid w:val="002E7948"/>
    <w:rsid w:val="002F2402"/>
    <w:rsid w:val="002F37A8"/>
    <w:rsid w:val="003003FF"/>
    <w:rsid w:val="003009F1"/>
    <w:rsid w:val="00300B3A"/>
    <w:rsid w:val="003018A4"/>
    <w:rsid w:val="003038D8"/>
    <w:rsid w:val="00304417"/>
    <w:rsid w:val="00305DAE"/>
    <w:rsid w:val="00307821"/>
    <w:rsid w:val="00310BBD"/>
    <w:rsid w:val="00312DC2"/>
    <w:rsid w:val="00314E00"/>
    <w:rsid w:val="003151E6"/>
    <w:rsid w:val="0031593A"/>
    <w:rsid w:val="003166E4"/>
    <w:rsid w:val="003169DD"/>
    <w:rsid w:val="00316D70"/>
    <w:rsid w:val="00316F49"/>
    <w:rsid w:val="003171FA"/>
    <w:rsid w:val="00317713"/>
    <w:rsid w:val="00317D11"/>
    <w:rsid w:val="00317F85"/>
    <w:rsid w:val="00320F99"/>
    <w:rsid w:val="003218AE"/>
    <w:rsid w:val="003223F8"/>
    <w:rsid w:val="00323DEC"/>
    <w:rsid w:val="00324F8F"/>
    <w:rsid w:val="00326C3A"/>
    <w:rsid w:val="00327D50"/>
    <w:rsid w:val="0033092D"/>
    <w:rsid w:val="00333C6C"/>
    <w:rsid w:val="00336F98"/>
    <w:rsid w:val="003418C7"/>
    <w:rsid w:val="0034249D"/>
    <w:rsid w:val="003428E4"/>
    <w:rsid w:val="00343353"/>
    <w:rsid w:val="003433F7"/>
    <w:rsid w:val="003435F1"/>
    <w:rsid w:val="003455B2"/>
    <w:rsid w:val="00345A9C"/>
    <w:rsid w:val="00345E5C"/>
    <w:rsid w:val="0034609D"/>
    <w:rsid w:val="00350564"/>
    <w:rsid w:val="00351AC9"/>
    <w:rsid w:val="00353872"/>
    <w:rsid w:val="00353D7D"/>
    <w:rsid w:val="0035401E"/>
    <w:rsid w:val="00354DBE"/>
    <w:rsid w:val="00355142"/>
    <w:rsid w:val="00355A3D"/>
    <w:rsid w:val="00355CEE"/>
    <w:rsid w:val="00356102"/>
    <w:rsid w:val="0035746D"/>
    <w:rsid w:val="00357F8F"/>
    <w:rsid w:val="003601A0"/>
    <w:rsid w:val="00361D66"/>
    <w:rsid w:val="00361E38"/>
    <w:rsid w:val="00362D20"/>
    <w:rsid w:val="00365923"/>
    <w:rsid w:val="00365D0D"/>
    <w:rsid w:val="00365F65"/>
    <w:rsid w:val="003673AC"/>
    <w:rsid w:val="00370E4A"/>
    <w:rsid w:val="00371C3C"/>
    <w:rsid w:val="00371FE6"/>
    <w:rsid w:val="00373433"/>
    <w:rsid w:val="00373EC5"/>
    <w:rsid w:val="00380CCB"/>
    <w:rsid w:val="00382A5C"/>
    <w:rsid w:val="00383E3A"/>
    <w:rsid w:val="00385A7F"/>
    <w:rsid w:val="0039005F"/>
    <w:rsid w:val="00390087"/>
    <w:rsid w:val="003901A3"/>
    <w:rsid w:val="00392438"/>
    <w:rsid w:val="00394D62"/>
    <w:rsid w:val="0039510D"/>
    <w:rsid w:val="00395939"/>
    <w:rsid w:val="00397533"/>
    <w:rsid w:val="003A19D3"/>
    <w:rsid w:val="003A1BF8"/>
    <w:rsid w:val="003A462C"/>
    <w:rsid w:val="003A5EE4"/>
    <w:rsid w:val="003A6971"/>
    <w:rsid w:val="003A7AA4"/>
    <w:rsid w:val="003B1082"/>
    <w:rsid w:val="003B1BB5"/>
    <w:rsid w:val="003B2C1C"/>
    <w:rsid w:val="003B4325"/>
    <w:rsid w:val="003B4F43"/>
    <w:rsid w:val="003C089D"/>
    <w:rsid w:val="003C1801"/>
    <w:rsid w:val="003C6883"/>
    <w:rsid w:val="003C79F9"/>
    <w:rsid w:val="003D2AB9"/>
    <w:rsid w:val="003D3C04"/>
    <w:rsid w:val="003D4C80"/>
    <w:rsid w:val="003D4DB4"/>
    <w:rsid w:val="003D54BC"/>
    <w:rsid w:val="003E569E"/>
    <w:rsid w:val="003E5EDD"/>
    <w:rsid w:val="003F1197"/>
    <w:rsid w:val="003F1486"/>
    <w:rsid w:val="003F2BBE"/>
    <w:rsid w:val="003F7307"/>
    <w:rsid w:val="00402CDB"/>
    <w:rsid w:val="004042FA"/>
    <w:rsid w:val="00405221"/>
    <w:rsid w:val="004077C9"/>
    <w:rsid w:val="004118E8"/>
    <w:rsid w:val="00411CF3"/>
    <w:rsid w:val="00411FF4"/>
    <w:rsid w:val="00413843"/>
    <w:rsid w:val="0041595C"/>
    <w:rsid w:val="0041619F"/>
    <w:rsid w:val="00416598"/>
    <w:rsid w:val="00416B9B"/>
    <w:rsid w:val="00417EEE"/>
    <w:rsid w:val="00420528"/>
    <w:rsid w:val="00420755"/>
    <w:rsid w:val="00420F57"/>
    <w:rsid w:val="00422188"/>
    <w:rsid w:val="00423EC0"/>
    <w:rsid w:val="00423F59"/>
    <w:rsid w:val="00425AA2"/>
    <w:rsid w:val="00426586"/>
    <w:rsid w:val="004267B4"/>
    <w:rsid w:val="00426E11"/>
    <w:rsid w:val="004278D7"/>
    <w:rsid w:val="004313C8"/>
    <w:rsid w:val="0043155F"/>
    <w:rsid w:val="00431890"/>
    <w:rsid w:val="00433580"/>
    <w:rsid w:val="004336DC"/>
    <w:rsid w:val="00433736"/>
    <w:rsid w:val="00434896"/>
    <w:rsid w:val="004359B4"/>
    <w:rsid w:val="00435E4C"/>
    <w:rsid w:val="00440FFE"/>
    <w:rsid w:val="00441C01"/>
    <w:rsid w:val="004435F2"/>
    <w:rsid w:val="00443695"/>
    <w:rsid w:val="004437DA"/>
    <w:rsid w:val="0044382C"/>
    <w:rsid w:val="004462DF"/>
    <w:rsid w:val="00451C08"/>
    <w:rsid w:val="00452D97"/>
    <w:rsid w:val="00454261"/>
    <w:rsid w:val="00454BAD"/>
    <w:rsid w:val="00455800"/>
    <w:rsid w:val="00456917"/>
    <w:rsid w:val="004569C9"/>
    <w:rsid w:val="00457360"/>
    <w:rsid w:val="00457443"/>
    <w:rsid w:val="00461173"/>
    <w:rsid w:val="004617BD"/>
    <w:rsid w:val="0046233A"/>
    <w:rsid w:val="00463A27"/>
    <w:rsid w:val="004643A3"/>
    <w:rsid w:val="00464A73"/>
    <w:rsid w:val="00465446"/>
    <w:rsid w:val="0046557C"/>
    <w:rsid w:val="004666D0"/>
    <w:rsid w:val="00474AC7"/>
    <w:rsid w:val="00475978"/>
    <w:rsid w:val="00475A1B"/>
    <w:rsid w:val="00475F4D"/>
    <w:rsid w:val="004779DD"/>
    <w:rsid w:val="004800E5"/>
    <w:rsid w:val="0048240F"/>
    <w:rsid w:val="004844CD"/>
    <w:rsid w:val="00484E42"/>
    <w:rsid w:val="00484E74"/>
    <w:rsid w:val="00485D92"/>
    <w:rsid w:val="00486779"/>
    <w:rsid w:val="00492BF7"/>
    <w:rsid w:val="00493E4D"/>
    <w:rsid w:val="0049585F"/>
    <w:rsid w:val="00496D9B"/>
    <w:rsid w:val="004A327C"/>
    <w:rsid w:val="004A58EE"/>
    <w:rsid w:val="004A5E3D"/>
    <w:rsid w:val="004A61C6"/>
    <w:rsid w:val="004A61D7"/>
    <w:rsid w:val="004A73FC"/>
    <w:rsid w:val="004A7CCC"/>
    <w:rsid w:val="004B0ED0"/>
    <w:rsid w:val="004B0F15"/>
    <w:rsid w:val="004B1EA5"/>
    <w:rsid w:val="004B2386"/>
    <w:rsid w:val="004B285F"/>
    <w:rsid w:val="004B36E6"/>
    <w:rsid w:val="004B5576"/>
    <w:rsid w:val="004B5DBC"/>
    <w:rsid w:val="004C09C7"/>
    <w:rsid w:val="004C2A35"/>
    <w:rsid w:val="004C45E8"/>
    <w:rsid w:val="004C7351"/>
    <w:rsid w:val="004D3A8F"/>
    <w:rsid w:val="004D49A8"/>
    <w:rsid w:val="004D50BF"/>
    <w:rsid w:val="004E3202"/>
    <w:rsid w:val="004E4B0F"/>
    <w:rsid w:val="004E60AE"/>
    <w:rsid w:val="004E6552"/>
    <w:rsid w:val="004E6CF1"/>
    <w:rsid w:val="004F08DA"/>
    <w:rsid w:val="004F1401"/>
    <w:rsid w:val="004F359C"/>
    <w:rsid w:val="004F35CB"/>
    <w:rsid w:val="004F40AC"/>
    <w:rsid w:val="004F4E48"/>
    <w:rsid w:val="004F4E94"/>
    <w:rsid w:val="004F508F"/>
    <w:rsid w:val="004F51E2"/>
    <w:rsid w:val="004F6BD9"/>
    <w:rsid w:val="004F779D"/>
    <w:rsid w:val="00500988"/>
    <w:rsid w:val="00500C08"/>
    <w:rsid w:val="00507321"/>
    <w:rsid w:val="00507B56"/>
    <w:rsid w:val="00507ECC"/>
    <w:rsid w:val="005116C1"/>
    <w:rsid w:val="00511913"/>
    <w:rsid w:val="00512324"/>
    <w:rsid w:val="00512F2D"/>
    <w:rsid w:val="00512FFA"/>
    <w:rsid w:val="0051501A"/>
    <w:rsid w:val="00520906"/>
    <w:rsid w:val="00521462"/>
    <w:rsid w:val="005221A3"/>
    <w:rsid w:val="00524B21"/>
    <w:rsid w:val="00525488"/>
    <w:rsid w:val="00525CC9"/>
    <w:rsid w:val="00527425"/>
    <w:rsid w:val="00530365"/>
    <w:rsid w:val="005308E3"/>
    <w:rsid w:val="005313F6"/>
    <w:rsid w:val="00531E52"/>
    <w:rsid w:val="00532BD5"/>
    <w:rsid w:val="0053328F"/>
    <w:rsid w:val="00536A08"/>
    <w:rsid w:val="00537ADC"/>
    <w:rsid w:val="0054085C"/>
    <w:rsid w:val="00544C02"/>
    <w:rsid w:val="00545EE6"/>
    <w:rsid w:val="00545FA1"/>
    <w:rsid w:val="0054667F"/>
    <w:rsid w:val="00546C99"/>
    <w:rsid w:val="005479B2"/>
    <w:rsid w:val="0055008D"/>
    <w:rsid w:val="0055025A"/>
    <w:rsid w:val="00550FC0"/>
    <w:rsid w:val="005515FF"/>
    <w:rsid w:val="00553438"/>
    <w:rsid w:val="00553A26"/>
    <w:rsid w:val="00556482"/>
    <w:rsid w:val="00557A5E"/>
    <w:rsid w:val="00560BC1"/>
    <w:rsid w:val="005611EF"/>
    <w:rsid w:val="00562AFB"/>
    <w:rsid w:val="00564058"/>
    <w:rsid w:val="00565FFF"/>
    <w:rsid w:val="00566746"/>
    <w:rsid w:val="005673CF"/>
    <w:rsid w:val="005674F7"/>
    <w:rsid w:val="0056797A"/>
    <w:rsid w:val="00570D3B"/>
    <w:rsid w:val="00571249"/>
    <w:rsid w:val="00572C9D"/>
    <w:rsid w:val="00573AD2"/>
    <w:rsid w:val="00576DB1"/>
    <w:rsid w:val="00580A6D"/>
    <w:rsid w:val="00582CC3"/>
    <w:rsid w:val="00585E0F"/>
    <w:rsid w:val="00586845"/>
    <w:rsid w:val="005A1AB9"/>
    <w:rsid w:val="005A3D9B"/>
    <w:rsid w:val="005A4DFD"/>
    <w:rsid w:val="005A5F47"/>
    <w:rsid w:val="005A6F4E"/>
    <w:rsid w:val="005B072B"/>
    <w:rsid w:val="005B2042"/>
    <w:rsid w:val="005B3E08"/>
    <w:rsid w:val="005B5CB3"/>
    <w:rsid w:val="005B67A0"/>
    <w:rsid w:val="005C5DC4"/>
    <w:rsid w:val="005D0671"/>
    <w:rsid w:val="005D1C01"/>
    <w:rsid w:val="005D2F94"/>
    <w:rsid w:val="005D5424"/>
    <w:rsid w:val="005E209D"/>
    <w:rsid w:val="005E2816"/>
    <w:rsid w:val="005E3C56"/>
    <w:rsid w:val="005F2DFF"/>
    <w:rsid w:val="005F3085"/>
    <w:rsid w:val="005F498D"/>
    <w:rsid w:val="005F778F"/>
    <w:rsid w:val="006022D5"/>
    <w:rsid w:val="00602753"/>
    <w:rsid w:val="00610082"/>
    <w:rsid w:val="006101BE"/>
    <w:rsid w:val="006122E8"/>
    <w:rsid w:val="00614945"/>
    <w:rsid w:val="0061518A"/>
    <w:rsid w:val="0061619A"/>
    <w:rsid w:val="00616254"/>
    <w:rsid w:val="00616F81"/>
    <w:rsid w:val="006172F3"/>
    <w:rsid w:val="00617325"/>
    <w:rsid w:val="00622340"/>
    <w:rsid w:val="00623DC9"/>
    <w:rsid w:val="00627345"/>
    <w:rsid w:val="00631A8D"/>
    <w:rsid w:val="006339A0"/>
    <w:rsid w:val="00635A7E"/>
    <w:rsid w:val="00635CE0"/>
    <w:rsid w:val="00636473"/>
    <w:rsid w:val="006366CA"/>
    <w:rsid w:val="006372D6"/>
    <w:rsid w:val="00640A15"/>
    <w:rsid w:val="00641A63"/>
    <w:rsid w:val="00643592"/>
    <w:rsid w:val="006436E3"/>
    <w:rsid w:val="0064388A"/>
    <w:rsid w:val="00644BA7"/>
    <w:rsid w:val="00644DDF"/>
    <w:rsid w:val="00646A5F"/>
    <w:rsid w:val="00646B4B"/>
    <w:rsid w:val="00647359"/>
    <w:rsid w:val="00647625"/>
    <w:rsid w:val="00647D23"/>
    <w:rsid w:val="00647D33"/>
    <w:rsid w:val="00650D29"/>
    <w:rsid w:val="00651590"/>
    <w:rsid w:val="0065244C"/>
    <w:rsid w:val="00654095"/>
    <w:rsid w:val="006543D4"/>
    <w:rsid w:val="00656B82"/>
    <w:rsid w:val="00656D9D"/>
    <w:rsid w:val="00660FA0"/>
    <w:rsid w:val="006646AF"/>
    <w:rsid w:val="00664F3A"/>
    <w:rsid w:val="006676D6"/>
    <w:rsid w:val="00667874"/>
    <w:rsid w:val="00667EB4"/>
    <w:rsid w:val="00670305"/>
    <w:rsid w:val="00671080"/>
    <w:rsid w:val="00673F78"/>
    <w:rsid w:val="006744B2"/>
    <w:rsid w:val="00674F18"/>
    <w:rsid w:val="00675A49"/>
    <w:rsid w:val="006774A7"/>
    <w:rsid w:val="0067759B"/>
    <w:rsid w:val="006814DE"/>
    <w:rsid w:val="0068467B"/>
    <w:rsid w:val="00685F40"/>
    <w:rsid w:val="00686618"/>
    <w:rsid w:val="0068662C"/>
    <w:rsid w:val="006901D9"/>
    <w:rsid w:val="0069089B"/>
    <w:rsid w:val="0069342A"/>
    <w:rsid w:val="006955E0"/>
    <w:rsid w:val="00695DB6"/>
    <w:rsid w:val="006967C9"/>
    <w:rsid w:val="006A199F"/>
    <w:rsid w:val="006A2029"/>
    <w:rsid w:val="006A39B3"/>
    <w:rsid w:val="006A496E"/>
    <w:rsid w:val="006A5531"/>
    <w:rsid w:val="006A62E4"/>
    <w:rsid w:val="006B2C24"/>
    <w:rsid w:val="006B2E39"/>
    <w:rsid w:val="006B5AE0"/>
    <w:rsid w:val="006B5DF1"/>
    <w:rsid w:val="006B63C9"/>
    <w:rsid w:val="006B6AE8"/>
    <w:rsid w:val="006B7A9D"/>
    <w:rsid w:val="006C1A80"/>
    <w:rsid w:val="006C1E43"/>
    <w:rsid w:val="006C2E98"/>
    <w:rsid w:val="006C49A9"/>
    <w:rsid w:val="006C51AB"/>
    <w:rsid w:val="006D08C4"/>
    <w:rsid w:val="006D094D"/>
    <w:rsid w:val="006D3178"/>
    <w:rsid w:val="006D4318"/>
    <w:rsid w:val="006D44B1"/>
    <w:rsid w:val="006D78E4"/>
    <w:rsid w:val="006E049A"/>
    <w:rsid w:val="006E0F50"/>
    <w:rsid w:val="006E17FF"/>
    <w:rsid w:val="006E2971"/>
    <w:rsid w:val="006E5E35"/>
    <w:rsid w:val="006E67A9"/>
    <w:rsid w:val="006E756E"/>
    <w:rsid w:val="006F28EE"/>
    <w:rsid w:val="006F2BF1"/>
    <w:rsid w:val="006F3E8F"/>
    <w:rsid w:val="006F3EFA"/>
    <w:rsid w:val="006F4075"/>
    <w:rsid w:val="006F5301"/>
    <w:rsid w:val="006F6E53"/>
    <w:rsid w:val="006F772C"/>
    <w:rsid w:val="0070032D"/>
    <w:rsid w:val="00701C53"/>
    <w:rsid w:val="00704090"/>
    <w:rsid w:val="0070614A"/>
    <w:rsid w:val="00707C36"/>
    <w:rsid w:val="00710E1E"/>
    <w:rsid w:val="0071126C"/>
    <w:rsid w:val="007115AF"/>
    <w:rsid w:val="0071224C"/>
    <w:rsid w:val="00713754"/>
    <w:rsid w:val="00715B61"/>
    <w:rsid w:val="00716C1B"/>
    <w:rsid w:val="00716DDC"/>
    <w:rsid w:val="00717629"/>
    <w:rsid w:val="00717EC3"/>
    <w:rsid w:val="00717EE5"/>
    <w:rsid w:val="00720D08"/>
    <w:rsid w:val="0072114C"/>
    <w:rsid w:val="007213F0"/>
    <w:rsid w:val="007230E9"/>
    <w:rsid w:val="00724146"/>
    <w:rsid w:val="007249ED"/>
    <w:rsid w:val="00724B45"/>
    <w:rsid w:val="00724BBB"/>
    <w:rsid w:val="0072523C"/>
    <w:rsid w:val="00725FD0"/>
    <w:rsid w:val="00727392"/>
    <w:rsid w:val="00730950"/>
    <w:rsid w:val="0073255F"/>
    <w:rsid w:val="00732D33"/>
    <w:rsid w:val="00733FF8"/>
    <w:rsid w:val="00734573"/>
    <w:rsid w:val="007352A6"/>
    <w:rsid w:val="00735E23"/>
    <w:rsid w:val="00737A1B"/>
    <w:rsid w:val="00740CA8"/>
    <w:rsid w:val="00742627"/>
    <w:rsid w:val="007439C4"/>
    <w:rsid w:val="00744036"/>
    <w:rsid w:val="0074616F"/>
    <w:rsid w:val="00747B6C"/>
    <w:rsid w:val="00750A59"/>
    <w:rsid w:val="00750E0B"/>
    <w:rsid w:val="00755637"/>
    <w:rsid w:val="00757C37"/>
    <w:rsid w:val="0076089F"/>
    <w:rsid w:val="0076199E"/>
    <w:rsid w:val="00762429"/>
    <w:rsid w:val="0076403F"/>
    <w:rsid w:val="007653F9"/>
    <w:rsid w:val="007675AD"/>
    <w:rsid w:val="00770A8E"/>
    <w:rsid w:val="00774225"/>
    <w:rsid w:val="0077683F"/>
    <w:rsid w:val="007768BC"/>
    <w:rsid w:val="00776F8A"/>
    <w:rsid w:val="007800EE"/>
    <w:rsid w:val="007806E9"/>
    <w:rsid w:val="00780706"/>
    <w:rsid w:val="00781E2B"/>
    <w:rsid w:val="007824EF"/>
    <w:rsid w:val="00782BC1"/>
    <w:rsid w:val="00782CE5"/>
    <w:rsid w:val="00783938"/>
    <w:rsid w:val="00784364"/>
    <w:rsid w:val="007851AB"/>
    <w:rsid w:val="00787314"/>
    <w:rsid w:val="00790EC8"/>
    <w:rsid w:val="007915F2"/>
    <w:rsid w:val="00793F82"/>
    <w:rsid w:val="007946BC"/>
    <w:rsid w:val="00795343"/>
    <w:rsid w:val="00796D36"/>
    <w:rsid w:val="00796F34"/>
    <w:rsid w:val="007975D5"/>
    <w:rsid w:val="00797B2E"/>
    <w:rsid w:val="007A1DCE"/>
    <w:rsid w:val="007A6621"/>
    <w:rsid w:val="007A6F89"/>
    <w:rsid w:val="007A7E73"/>
    <w:rsid w:val="007B317F"/>
    <w:rsid w:val="007B7071"/>
    <w:rsid w:val="007B792E"/>
    <w:rsid w:val="007B7CC0"/>
    <w:rsid w:val="007B7DE3"/>
    <w:rsid w:val="007C335B"/>
    <w:rsid w:val="007C55AB"/>
    <w:rsid w:val="007C615C"/>
    <w:rsid w:val="007C7167"/>
    <w:rsid w:val="007C751D"/>
    <w:rsid w:val="007D0124"/>
    <w:rsid w:val="007D03C2"/>
    <w:rsid w:val="007D19D3"/>
    <w:rsid w:val="007D219A"/>
    <w:rsid w:val="007D3E4C"/>
    <w:rsid w:val="007D48C1"/>
    <w:rsid w:val="007D5961"/>
    <w:rsid w:val="007D5C96"/>
    <w:rsid w:val="007D5E3D"/>
    <w:rsid w:val="007D66DE"/>
    <w:rsid w:val="007E0BBE"/>
    <w:rsid w:val="007E1F33"/>
    <w:rsid w:val="007E1F84"/>
    <w:rsid w:val="007E2283"/>
    <w:rsid w:val="007E5568"/>
    <w:rsid w:val="007E61A9"/>
    <w:rsid w:val="007E6D92"/>
    <w:rsid w:val="007F1897"/>
    <w:rsid w:val="007F26F0"/>
    <w:rsid w:val="007F3D36"/>
    <w:rsid w:val="007F6401"/>
    <w:rsid w:val="0080112D"/>
    <w:rsid w:val="00802776"/>
    <w:rsid w:val="00804086"/>
    <w:rsid w:val="00804136"/>
    <w:rsid w:val="0080430D"/>
    <w:rsid w:val="00804EB5"/>
    <w:rsid w:val="008062E5"/>
    <w:rsid w:val="008065FF"/>
    <w:rsid w:val="008073D5"/>
    <w:rsid w:val="00807B12"/>
    <w:rsid w:val="008136C7"/>
    <w:rsid w:val="00814055"/>
    <w:rsid w:val="00814B49"/>
    <w:rsid w:val="00815335"/>
    <w:rsid w:val="0081685B"/>
    <w:rsid w:val="00817334"/>
    <w:rsid w:val="00817DCF"/>
    <w:rsid w:val="00817E9E"/>
    <w:rsid w:val="0082054A"/>
    <w:rsid w:val="00821940"/>
    <w:rsid w:val="0082266C"/>
    <w:rsid w:val="00822E89"/>
    <w:rsid w:val="0082346F"/>
    <w:rsid w:val="008238F9"/>
    <w:rsid w:val="00823A4E"/>
    <w:rsid w:val="00823C9C"/>
    <w:rsid w:val="0082617B"/>
    <w:rsid w:val="008262E1"/>
    <w:rsid w:val="008267C9"/>
    <w:rsid w:val="00831BBA"/>
    <w:rsid w:val="0083223E"/>
    <w:rsid w:val="0083263A"/>
    <w:rsid w:val="00835276"/>
    <w:rsid w:val="00836D1A"/>
    <w:rsid w:val="00836FC9"/>
    <w:rsid w:val="00840742"/>
    <w:rsid w:val="00840B5C"/>
    <w:rsid w:val="0084224B"/>
    <w:rsid w:val="00842262"/>
    <w:rsid w:val="00844256"/>
    <w:rsid w:val="00846194"/>
    <w:rsid w:val="00846B01"/>
    <w:rsid w:val="00847A21"/>
    <w:rsid w:val="00850133"/>
    <w:rsid w:val="00851AD4"/>
    <w:rsid w:val="00852440"/>
    <w:rsid w:val="00852E71"/>
    <w:rsid w:val="00854F71"/>
    <w:rsid w:val="00854FE9"/>
    <w:rsid w:val="00860644"/>
    <w:rsid w:val="008606BC"/>
    <w:rsid w:val="0086474F"/>
    <w:rsid w:val="00867073"/>
    <w:rsid w:val="008676E6"/>
    <w:rsid w:val="008679DC"/>
    <w:rsid w:val="00867AC7"/>
    <w:rsid w:val="00867ADB"/>
    <w:rsid w:val="00872A89"/>
    <w:rsid w:val="00875507"/>
    <w:rsid w:val="0087574C"/>
    <w:rsid w:val="00875F0F"/>
    <w:rsid w:val="00877118"/>
    <w:rsid w:val="0088064D"/>
    <w:rsid w:val="00882280"/>
    <w:rsid w:val="00882E6A"/>
    <w:rsid w:val="008841CF"/>
    <w:rsid w:val="00884217"/>
    <w:rsid w:val="00884807"/>
    <w:rsid w:val="008863B8"/>
    <w:rsid w:val="008876BB"/>
    <w:rsid w:val="0088788F"/>
    <w:rsid w:val="008901CA"/>
    <w:rsid w:val="00890508"/>
    <w:rsid w:val="00890E3E"/>
    <w:rsid w:val="00891372"/>
    <w:rsid w:val="00891538"/>
    <w:rsid w:val="00892BB6"/>
    <w:rsid w:val="0089428C"/>
    <w:rsid w:val="00894685"/>
    <w:rsid w:val="0089490A"/>
    <w:rsid w:val="008949D5"/>
    <w:rsid w:val="00895554"/>
    <w:rsid w:val="008965A6"/>
    <w:rsid w:val="00897128"/>
    <w:rsid w:val="0089717F"/>
    <w:rsid w:val="00897D14"/>
    <w:rsid w:val="008A1580"/>
    <w:rsid w:val="008A19D0"/>
    <w:rsid w:val="008A2610"/>
    <w:rsid w:val="008A35DE"/>
    <w:rsid w:val="008A55B4"/>
    <w:rsid w:val="008A6BEB"/>
    <w:rsid w:val="008A75D4"/>
    <w:rsid w:val="008A773F"/>
    <w:rsid w:val="008A788B"/>
    <w:rsid w:val="008A7FFC"/>
    <w:rsid w:val="008B045A"/>
    <w:rsid w:val="008B0A24"/>
    <w:rsid w:val="008B21B2"/>
    <w:rsid w:val="008B2ACB"/>
    <w:rsid w:val="008B646F"/>
    <w:rsid w:val="008B6777"/>
    <w:rsid w:val="008C06CB"/>
    <w:rsid w:val="008C48D9"/>
    <w:rsid w:val="008C4C5D"/>
    <w:rsid w:val="008C7CC8"/>
    <w:rsid w:val="008D0E35"/>
    <w:rsid w:val="008D0ED3"/>
    <w:rsid w:val="008D1582"/>
    <w:rsid w:val="008D1A2E"/>
    <w:rsid w:val="008D2A80"/>
    <w:rsid w:val="008D3114"/>
    <w:rsid w:val="008D34D5"/>
    <w:rsid w:val="008D7120"/>
    <w:rsid w:val="008D7EB9"/>
    <w:rsid w:val="008E0560"/>
    <w:rsid w:val="008E0A68"/>
    <w:rsid w:val="008E0B91"/>
    <w:rsid w:val="008E11FF"/>
    <w:rsid w:val="008E2ACF"/>
    <w:rsid w:val="008E3E09"/>
    <w:rsid w:val="008E4A69"/>
    <w:rsid w:val="008E679A"/>
    <w:rsid w:val="008E6CF2"/>
    <w:rsid w:val="008E7B13"/>
    <w:rsid w:val="008F1144"/>
    <w:rsid w:val="008F3EB2"/>
    <w:rsid w:val="008F5331"/>
    <w:rsid w:val="00900A18"/>
    <w:rsid w:val="009014EF"/>
    <w:rsid w:val="0090224D"/>
    <w:rsid w:val="00903C1A"/>
    <w:rsid w:val="00904195"/>
    <w:rsid w:val="00904E45"/>
    <w:rsid w:val="00905AE8"/>
    <w:rsid w:val="00905F0A"/>
    <w:rsid w:val="00906773"/>
    <w:rsid w:val="00906C90"/>
    <w:rsid w:val="00907E80"/>
    <w:rsid w:val="0091025F"/>
    <w:rsid w:val="0091056B"/>
    <w:rsid w:val="00911450"/>
    <w:rsid w:val="00914655"/>
    <w:rsid w:val="00915DAB"/>
    <w:rsid w:val="009168B9"/>
    <w:rsid w:val="00917A1B"/>
    <w:rsid w:val="0092097D"/>
    <w:rsid w:val="00926A77"/>
    <w:rsid w:val="00926DD0"/>
    <w:rsid w:val="00927280"/>
    <w:rsid w:val="00932154"/>
    <w:rsid w:val="009332E7"/>
    <w:rsid w:val="00933A68"/>
    <w:rsid w:val="00935473"/>
    <w:rsid w:val="00936D25"/>
    <w:rsid w:val="0093799E"/>
    <w:rsid w:val="0094072D"/>
    <w:rsid w:val="0095224F"/>
    <w:rsid w:val="00952653"/>
    <w:rsid w:val="00952E6C"/>
    <w:rsid w:val="009536DD"/>
    <w:rsid w:val="0095428E"/>
    <w:rsid w:val="0095786E"/>
    <w:rsid w:val="00957FF7"/>
    <w:rsid w:val="009605E8"/>
    <w:rsid w:val="00963E47"/>
    <w:rsid w:val="009649FB"/>
    <w:rsid w:val="0096599E"/>
    <w:rsid w:val="00965B6C"/>
    <w:rsid w:val="00965ECA"/>
    <w:rsid w:val="00966B45"/>
    <w:rsid w:val="00967EC1"/>
    <w:rsid w:val="00971B14"/>
    <w:rsid w:val="00972D14"/>
    <w:rsid w:val="00973309"/>
    <w:rsid w:val="00976318"/>
    <w:rsid w:val="00977C9A"/>
    <w:rsid w:val="00981D2F"/>
    <w:rsid w:val="00983327"/>
    <w:rsid w:val="00983A63"/>
    <w:rsid w:val="009859B7"/>
    <w:rsid w:val="00985FDA"/>
    <w:rsid w:val="00986147"/>
    <w:rsid w:val="009865C6"/>
    <w:rsid w:val="0098694C"/>
    <w:rsid w:val="00987403"/>
    <w:rsid w:val="00987EB5"/>
    <w:rsid w:val="00991167"/>
    <w:rsid w:val="009922E3"/>
    <w:rsid w:val="00993D40"/>
    <w:rsid w:val="00994589"/>
    <w:rsid w:val="00997513"/>
    <w:rsid w:val="00997646"/>
    <w:rsid w:val="009A4FD3"/>
    <w:rsid w:val="009A5642"/>
    <w:rsid w:val="009A7D46"/>
    <w:rsid w:val="009B1BE1"/>
    <w:rsid w:val="009B5617"/>
    <w:rsid w:val="009B6A7A"/>
    <w:rsid w:val="009B79E6"/>
    <w:rsid w:val="009C0798"/>
    <w:rsid w:val="009C2B2C"/>
    <w:rsid w:val="009C43D8"/>
    <w:rsid w:val="009C45A6"/>
    <w:rsid w:val="009C4730"/>
    <w:rsid w:val="009C5A18"/>
    <w:rsid w:val="009C6733"/>
    <w:rsid w:val="009C6D73"/>
    <w:rsid w:val="009C7E3E"/>
    <w:rsid w:val="009D0B09"/>
    <w:rsid w:val="009D0B6A"/>
    <w:rsid w:val="009D4564"/>
    <w:rsid w:val="009D4E01"/>
    <w:rsid w:val="009D6AE3"/>
    <w:rsid w:val="009D7CE4"/>
    <w:rsid w:val="009E4558"/>
    <w:rsid w:val="009E5968"/>
    <w:rsid w:val="009E5FDE"/>
    <w:rsid w:val="009E7F90"/>
    <w:rsid w:val="009F1942"/>
    <w:rsid w:val="009F1C11"/>
    <w:rsid w:val="009F45ED"/>
    <w:rsid w:val="009F46F6"/>
    <w:rsid w:val="009F61C4"/>
    <w:rsid w:val="009F6FDC"/>
    <w:rsid w:val="009F73EE"/>
    <w:rsid w:val="00A00457"/>
    <w:rsid w:val="00A0089A"/>
    <w:rsid w:val="00A01C0D"/>
    <w:rsid w:val="00A01D19"/>
    <w:rsid w:val="00A021EA"/>
    <w:rsid w:val="00A026DB"/>
    <w:rsid w:val="00A03E41"/>
    <w:rsid w:val="00A05B95"/>
    <w:rsid w:val="00A066D4"/>
    <w:rsid w:val="00A10666"/>
    <w:rsid w:val="00A13D8D"/>
    <w:rsid w:val="00A20985"/>
    <w:rsid w:val="00A20D6D"/>
    <w:rsid w:val="00A20FAF"/>
    <w:rsid w:val="00A21AF8"/>
    <w:rsid w:val="00A260E1"/>
    <w:rsid w:val="00A3043F"/>
    <w:rsid w:val="00A310D4"/>
    <w:rsid w:val="00A3112E"/>
    <w:rsid w:val="00A32DAE"/>
    <w:rsid w:val="00A3456B"/>
    <w:rsid w:val="00A35EFD"/>
    <w:rsid w:val="00A37E0E"/>
    <w:rsid w:val="00A435A7"/>
    <w:rsid w:val="00A43856"/>
    <w:rsid w:val="00A50507"/>
    <w:rsid w:val="00A52F2E"/>
    <w:rsid w:val="00A53E26"/>
    <w:rsid w:val="00A56515"/>
    <w:rsid w:val="00A5660A"/>
    <w:rsid w:val="00A56621"/>
    <w:rsid w:val="00A60268"/>
    <w:rsid w:val="00A6091F"/>
    <w:rsid w:val="00A6113D"/>
    <w:rsid w:val="00A61418"/>
    <w:rsid w:val="00A614A6"/>
    <w:rsid w:val="00A6389C"/>
    <w:rsid w:val="00A64259"/>
    <w:rsid w:val="00A64D9E"/>
    <w:rsid w:val="00A70858"/>
    <w:rsid w:val="00A7152F"/>
    <w:rsid w:val="00A71D81"/>
    <w:rsid w:val="00A72AB6"/>
    <w:rsid w:val="00A734D5"/>
    <w:rsid w:val="00A738E4"/>
    <w:rsid w:val="00A73920"/>
    <w:rsid w:val="00A76131"/>
    <w:rsid w:val="00A823E0"/>
    <w:rsid w:val="00A82C76"/>
    <w:rsid w:val="00A82DD3"/>
    <w:rsid w:val="00A859EB"/>
    <w:rsid w:val="00A875C7"/>
    <w:rsid w:val="00A9347E"/>
    <w:rsid w:val="00A95163"/>
    <w:rsid w:val="00AA2BC8"/>
    <w:rsid w:val="00AA62BA"/>
    <w:rsid w:val="00AA795F"/>
    <w:rsid w:val="00AB0702"/>
    <w:rsid w:val="00AB1146"/>
    <w:rsid w:val="00AB1BCE"/>
    <w:rsid w:val="00AB2BFC"/>
    <w:rsid w:val="00AB478C"/>
    <w:rsid w:val="00AB58D3"/>
    <w:rsid w:val="00AC0AA3"/>
    <w:rsid w:val="00AC1A43"/>
    <w:rsid w:val="00AC1E23"/>
    <w:rsid w:val="00AC2041"/>
    <w:rsid w:val="00AC2F2B"/>
    <w:rsid w:val="00AC3C15"/>
    <w:rsid w:val="00AC55C7"/>
    <w:rsid w:val="00AC561C"/>
    <w:rsid w:val="00AC5BC5"/>
    <w:rsid w:val="00AC6A20"/>
    <w:rsid w:val="00AD0729"/>
    <w:rsid w:val="00AD13DA"/>
    <w:rsid w:val="00AD3671"/>
    <w:rsid w:val="00AD3BF0"/>
    <w:rsid w:val="00AD4A6F"/>
    <w:rsid w:val="00AD559A"/>
    <w:rsid w:val="00AD607A"/>
    <w:rsid w:val="00AE03A8"/>
    <w:rsid w:val="00AE4126"/>
    <w:rsid w:val="00AE43E1"/>
    <w:rsid w:val="00AE4C3F"/>
    <w:rsid w:val="00AE4E6A"/>
    <w:rsid w:val="00AE5F3D"/>
    <w:rsid w:val="00AE63AE"/>
    <w:rsid w:val="00AE7548"/>
    <w:rsid w:val="00AF221B"/>
    <w:rsid w:val="00AF2314"/>
    <w:rsid w:val="00AF2A91"/>
    <w:rsid w:val="00AF2EC8"/>
    <w:rsid w:val="00AF5238"/>
    <w:rsid w:val="00B00108"/>
    <w:rsid w:val="00B01491"/>
    <w:rsid w:val="00B014E3"/>
    <w:rsid w:val="00B02037"/>
    <w:rsid w:val="00B02F40"/>
    <w:rsid w:val="00B041D8"/>
    <w:rsid w:val="00B04319"/>
    <w:rsid w:val="00B057C4"/>
    <w:rsid w:val="00B064E4"/>
    <w:rsid w:val="00B06B8E"/>
    <w:rsid w:val="00B072B5"/>
    <w:rsid w:val="00B0798A"/>
    <w:rsid w:val="00B10B9D"/>
    <w:rsid w:val="00B10BA6"/>
    <w:rsid w:val="00B10BD2"/>
    <w:rsid w:val="00B1245C"/>
    <w:rsid w:val="00B14D77"/>
    <w:rsid w:val="00B14EB1"/>
    <w:rsid w:val="00B1612A"/>
    <w:rsid w:val="00B171A0"/>
    <w:rsid w:val="00B20D29"/>
    <w:rsid w:val="00B2267C"/>
    <w:rsid w:val="00B22990"/>
    <w:rsid w:val="00B22A0B"/>
    <w:rsid w:val="00B260DC"/>
    <w:rsid w:val="00B27CCB"/>
    <w:rsid w:val="00B30346"/>
    <w:rsid w:val="00B30855"/>
    <w:rsid w:val="00B317B8"/>
    <w:rsid w:val="00B342D4"/>
    <w:rsid w:val="00B36988"/>
    <w:rsid w:val="00B37846"/>
    <w:rsid w:val="00B417D1"/>
    <w:rsid w:val="00B42DF3"/>
    <w:rsid w:val="00B4307C"/>
    <w:rsid w:val="00B43484"/>
    <w:rsid w:val="00B44B25"/>
    <w:rsid w:val="00B46084"/>
    <w:rsid w:val="00B462DB"/>
    <w:rsid w:val="00B46F05"/>
    <w:rsid w:val="00B50157"/>
    <w:rsid w:val="00B50252"/>
    <w:rsid w:val="00B50F45"/>
    <w:rsid w:val="00B52009"/>
    <w:rsid w:val="00B53ADA"/>
    <w:rsid w:val="00B54ABA"/>
    <w:rsid w:val="00B56EFA"/>
    <w:rsid w:val="00B6011C"/>
    <w:rsid w:val="00B64C46"/>
    <w:rsid w:val="00B671CE"/>
    <w:rsid w:val="00B70BEB"/>
    <w:rsid w:val="00B741B4"/>
    <w:rsid w:val="00B7432A"/>
    <w:rsid w:val="00B7482A"/>
    <w:rsid w:val="00B74AF7"/>
    <w:rsid w:val="00B7541A"/>
    <w:rsid w:val="00B757A4"/>
    <w:rsid w:val="00B834D2"/>
    <w:rsid w:val="00B842DF"/>
    <w:rsid w:val="00B853C1"/>
    <w:rsid w:val="00B85D21"/>
    <w:rsid w:val="00B912EE"/>
    <w:rsid w:val="00B94045"/>
    <w:rsid w:val="00B95221"/>
    <w:rsid w:val="00B9641B"/>
    <w:rsid w:val="00B97433"/>
    <w:rsid w:val="00BA05B4"/>
    <w:rsid w:val="00BA08F1"/>
    <w:rsid w:val="00BA4EC9"/>
    <w:rsid w:val="00BA608F"/>
    <w:rsid w:val="00BA61BA"/>
    <w:rsid w:val="00BB0572"/>
    <w:rsid w:val="00BB12EC"/>
    <w:rsid w:val="00BB3395"/>
    <w:rsid w:val="00BB5A8C"/>
    <w:rsid w:val="00BB602B"/>
    <w:rsid w:val="00BB624C"/>
    <w:rsid w:val="00BB7BC1"/>
    <w:rsid w:val="00BC1918"/>
    <w:rsid w:val="00BC3D5E"/>
    <w:rsid w:val="00BC50F1"/>
    <w:rsid w:val="00BC5502"/>
    <w:rsid w:val="00BC5946"/>
    <w:rsid w:val="00BC7CB1"/>
    <w:rsid w:val="00BD1176"/>
    <w:rsid w:val="00BD1843"/>
    <w:rsid w:val="00BD2DBF"/>
    <w:rsid w:val="00BD37D6"/>
    <w:rsid w:val="00BD38E5"/>
    <w:rsid w:val="00BD5C37"/>
    <w:rsid w:val="00BD7C99"/>
    <w:rsid w:val="00BE09C3"/>
    <w:rsid w:val="00BE0DDB"/>
    <w:rsid w:val="00BE4172"/>
    <w:rsid w:val="00BE4DC8"/>
    <w:rsid w:val="00BE5167"/>
    <w:rsid w:val="00BE6BCE"/>
    <w:rsid w:val="00BE72F9"/>
    <w:rsid w:val="00BF1CF1"/>
    <w:rsid w:val="00BF34ED"/>
    <w:rsid w:val="00BF3AAF"/>
    <w:rsid w:val="00BF42C1"/>
    <w:rsid w:val="00C00DA2"/>
    <w:rsid w:val="00C020C9"/>
    <w:rsid w:val="00C02C42"/>
    <w:rsid w:val="00C04C83"/>
    <w:rsid w:val="00C05327"/>
    <w:rsid w:val="00C06100"/>
    <w:rsid w:val="00C062B0"/>
    <w:rsid w:val="00C062FC"/>
    <w:rsid w:val="00C0756C"/>
    <w:rsid w:val="00C07994"/>
    <w:rsid w:val="00C130D7"/>
    <w:rsid w:val="00C14AA0"/>
    <w:rsid w:val="00C160F5"/>
    <w:rsid w:val="00C21760"/>
    <w:rsid w:val="00C22D6B"/>
    <w:rsid w:val="00C23C20"/>
    <w:rsid w:val="00C24275"/>
    <w:rsid w:val="00C246EC"/>
    <w:rsid w:val="00C24BED"/>
    <w:rsid w:val="00C25FA3"/>
    <w:rsid w:val="00C263FE"/>
    <w:rsid w:val="00C269DE"/>
    <w:rsid w:val="00C329E0"/>
    <w:rsid w:val="00C32F6C"/>
    <w:rsid w:val="00C36BC2"/>
    <w:rsid w:val="00C37AA7"/>
    <w:rsid w:val="00C4680D"/>
    <w:rsid w:val="00C50910"/>
    <w:rsid w:val="00C5198A"/>
    <w:rsid w:val="00C52800"/>
    <w:rsid w:val="00C54725"/>
    <w:rsid w:val="00C54DAB"/>
    <w:rsid w:val="00C55950"/>
    <w:rsid w:val="00C5742A"/>
    <w:rsid w:val="00C62782"/>
    <w:rsid w:val="00C64250"/>
    <w:rsid w:val="00C644CE"/>
    <w:rsid w:val="00C6470E"/>
    <w:rsid w:val="00C677D9"/>
    <w:rsid w:val="00C67F7D"/>
    <w:rsid w:val="00C7124A"/>
    <w:rsid w:val="00C72F8E"/>
    <w:rsid w:val="00C744EA"/>
    <w:rsid w:val="00C74FD3"/>
    <w:rsid w:val="00C757B0"/>
    <w:rsid w:val="00C77A92"/>
    <w:rsid w:val="00C8163D"/>
    <w:rsid w:val="00C825AD"/>
    <w:rsid w:val="00C8356E"/>
    <w:rsid w:val="00C84C82"/>
    <w:rsid w:val="00C8546E"/>
    <w:rsid w:val="00C87EE6"/>
    <w:rsid w:val="00C90482"/>
    <w:rsid w:val="00C90695"/>
    <w:rsid w:val="00C90989"/>
    <w:rsid w:val="00C933FA"/>
    <w:rsid w:val="00C959DC"/>
    <w:rsid w:val="00C970F9"/>
    <w:rsid w:val="00CA2F77"/>
    <w:rsid w:val="00CB0A9F"/>
    <w:rsid w:val="00CB0C87"/>
    <w:rsid w:val="00CB2794"/>
    <w:rsid w:val="00CB3219"/>
    <w:rsid w:val="00CB3575"/>
    <w:rsid w:val="00CB49F3"/>
    <w:rsid w:val="00CB5A34"/>
    <w:rsid w:val="00CB6236"/>
    <w:rsid w:val="00CB68CA"/>
    <w:rsid w:val="00CB6B20"/>
    <w:rsid w:val="00CB7738"/>
    <w:rsid w:val="00CC04FA"/>
    <w:rsid w:val="00CC15A1"/>
    <w:rsid w:val="00CC3E07"/>
    <w:rsid w:val="00CC66EF"/>
    <w:rsid w:val="00CD05D6"/>
    <w:rsid w:val="00CD1F5A"/>
    <w:rsid w:val="00CD336E"/>
    <w:rsid w:val="00CD4FC7"/>
    <w:rsid w:val="00CE42D4"/>
    <w:rsid w:val="00CE46AB"/>
    <w:rsid w:val="00CE5668"/>
    <w:rsid w:val="00CE6F1A"/>
    <w:rsid w:val="00CE7CA2"/>
    <w:rsid w:val="00CF0BDD"/>
    <w:rsid w:val="00CF0F0E"/>
    <w:rsid w:val="00CF102F"/>
    <w:rsid w:val="00CF16E9"/>
    <w:rsid w:val="00CF29F9"/>
    <w:rsid w:val="00CF50FF"/>
    <w:rsid w:val="00CF7158"/>
    <w:rsid w:val="00CF77A2"/>
    <w:rsid w:val="00CF7A02"/>
    <w:rsid w:val="00D002C1"/>
    <w:rsid w:val="00D0103A"/>
    <w:rsid w:val="00D029C7"/>
    <w:rsid w:val="00D055DA"/>
    <w:rsid w:val="00D1068D"/>
    <w:rsid w:val="00D10819"/>
    <w:rsid w:val="00D108D6"/>
    <w:rsid w:val="00D1096A"/>
    <w:rsid w:val="00D1122A"/>
    <w:rsid w:val="00D1171C"/>
    <w:rsid w:val="00D12640"/>
    <w:rsid w:val="00D1315B"/>
    <w:rsid w:val="00D137EF"/>
    <w:rsid w:val="00D146EA"/>
    <w:rsid w:val="00D15480"/>
    <w:rsid w:val="00D21230"/>
    <w:rsid w:val="00D274A6"/>
    <w:rsid w:val="00D33C5E"/>
    <w:rsid w:val="00D346E4"/>
    <w:rsid w:val="00D37E8B"/>
    <w:rsid w:val="00D40E3F"/>
    <w:rsid w:val="00D45551"/>
    <w:rsid w:val="00D50039"/>
    <w:rsid w:val="00D50464"/>
    <w:rsid w:val="00D536BC"/>
    <w:rsid w:val="00D55D80"/>
    <w:rsid w:val="00D56066"/>
    <w:rsid w:val="00D561D6"/>
    <w:rsid w:val="00D56341"/>
    <w:rsid w:val="00D56EA8"/>
    <w:rsid w:val="00D576C7"/>
    <w:rsid w:val="00D60867"/>
    <w:rsid w:val="00D618F3"/>
    <w:rsid w:val="00D63EFD"/>
    <w:rsid w:val="00D6697D"/>
    <w:rsid w:val="00D71072"/>
    <w:rsid w:val="00D712DB"/>
    <w:rsid w:val="00D719E0"/>
    <w:rsid w:val="00D71C53"/>
    <w:rsid w:val="00D73327"/>
    <w:rsid w:val="00D75E0E"/>
    <w:rsid w:val="00D75F86"/>
    <w:rsid w:val="00D7650E"/>
    <w:rsid w:val="00D76BCF"/>
    <w:rsid w:val="00D77A11"/>
    <w:rsid w:val="00D82A8C"/>
    <w:rsid w:val="00D844CF"/>
    <w:rsid w:val="00D84916"/>
    <w:rsid w:val="00D84CC4"/>
    <w:rsid w:val="00D90A36"/>
    <w:rsid w:val="00D90C58"/>
    <w:rsid w:val="00D96142"/>
    <w:rsid w:val="00D977C2"/>
    <w:rsid w:val="00D977E5"/>
    <w:rsid w:val="00D977FD"/>
    <w:rsid w:val="00DA3415"/>
    <w:rsid w:val="00DA4768"/>
    <w:rsid w:val="00DA4886"/>
    <w:rsid w:val="00DA4928"/>
    <w:rsid w:val="00DA4F78"/>
    <w:rsid w:val="00DA6DB4"/>
    <w:rsid w:val="00DB0BFA"/>
    <w:rsid w:val="00DB136F"/>
    <w:rsid w:val="00DB1598"/>
    <w:rsid w:val="00DB19C6"/>
    <w:rsid w:val="00DB1F26"/>
    <w:rsid w:val="00DB4461"/>
    <w:rsid w:val="00DB4BD3"/>
    <w:rsid w:val="00DB70D3"/>
    <w:rsid w:val="00DC0980"/>
    <w:rsid w:val="00DC32B4"/>
    <w:rsid w:val="00DC4FCB"/>
    <w:rsid w:val="00DC51C4"/>
    <w:rsid w:val="00DC56FF"/>
    <w:rsid w:val="00DC698F"/>
    <w:rsid w:val="00DC6A85"/>
    <w:rsid w:val="00DD034A"/>
    <w:rsid w:val="00DD189B"/>
    <w:rsid w:val="00DD1FCC"/>
    <w:rsid w:val="00DD2F40"/>
    <w:rsid w:val="00DD371B"/>
    <w:rsid w:val="00DD6BBE"/>
    <w:rsid w:val="00DD7738"/>
    <w:rsid w:val="00DD7935"/>
    <w:rsid w:val="00DE0FC0"/>
    <w:rsid w:val="00DE30B6"/>
    <w:rsid w:val="00DE3662"/>
    <w:rsid w:val="00DE5756"/>
    <w:rsid w:val="00DE7A40"/>
    <w:rsid w:val="00DF33A6"/>
    <w:rsid w:val="00DF3A9E"/>
    <w:rsid w:val="00DF423A"/>
    <w:rsid w:val="00DF428F"/>
    <w:rsid w:val="00DF42B1"/>
    <w:rsid w:val="00DF4A0B"/>
    <w:rsid w:val="00DF50F1"/>
    <w:rsid w:val="00DF5380"/>
    <w:rsid w:val="00E0106C"/>
    <w:rsid w:val="00E0598C"/>
    <w:rsid w:val="00E05DE5"/>
    <w:rsid w:val="00E077F3"/>
    <w:rsid w:val="00E124C5"/>
    <w:rsid w:val="00E137F3"/>
    <w:rsid w:val="00E1392C"/>
    <w:rsid w:val="00E13D0D"/>
    <w:rsid w:val="00E171A3"/>
    <w:rsid w:val="00E21768"/>
    <w:rsid w:val="00E22BB2"/>
    <w:rsid w:val="00E234E4"/>
    <w:rsid w:val="00E26629"/>
    <w:rsid w:val="00E32026"/>
    <w:rsid w:val="00E35408"/>
    <w:rsid w:val="00E3547A"/>
    <w:rsid w:val="00E3739C"/>
    <w:rsid w:val="00E37404"/>
    <w:rsid w:val="00E404E3"/>
    <w:rsid w:val="00E43AAD"/>
    <w:rsid w:val="00E4628B"/>
    <w:rsid w:val="00E52817"/>
    <w:rsid w:val="00E54366"/>
    <w:rsid w:val="00E54F0A"/>
    <w:rsid w:val="00E55AED"/>
    <w:rsid w:val="00E55F22"/>
    <w:rsid w:val="00E56F0F"/>
    <w:rsid w:val="00E61316"/>
    <w:rsid w:val="00E620FA"/>
    <w:rsid w:val="00E6576C"/>
    <w:rsid w:val="00E657D8"/>
    <w:rsid w:val="00E66F70"/>
    <w:rsid w:val="00E6707A"/>
    <w:rsid w:val="00E6716F"/>
    <w:rsid w:val="00E71973"/>
    <w:rsid w:val="00E71C1D"/>
    <w:rsid w:val="00E71E07"/>
    <w:rsid w:val="00E73CFE"/>
    <w:rsid w:val="00E7436B"/>
    <w:rsid w:val="00E751FF"/>
    <w:rsid w:val="00E77DC3"/>
    <w:rsid w:val="00E8455F"/>
    <w:rsid w:val="00E8545E"/>
    <w:rsid w:val="00E858FC"/>
    <w:rsid w:val="00E86974"/>
    <w:rsid w:val="00E91463"/>
    <w:rsid w:val="00E91993"/>
    <w:rsid w:val="00E92468"/>
    <w:rsid w:val="00E950A3"/>
    <w:rsid w:val="00E95EBA"/>
    <w:rsid w:val="00E96E4F"/>
    <w:rsid w:val="00EA28AA"/>
    <w:rsid w:val="00EA5359"/>
    <w:rsid w:val="00EA658F"/>
    <w:rsid w:val="00EB3236"/>
    <w:rsid w:val="00EB47ED"/>
    <w:rsid w:val="00EB5ADD"/>
    <w:rsid w:val="00EB65DA"/>
    <w:rsid w:val="00EB7839"/>
    <w:rsid w:val="00EC07A1"/>
    <w:rsid w:val="00EC2016"/>
    <w:rsid w:val="00EC4AA2"/>
    <w:rsid w:val="00EC79B4"/>
    <w:rsid w:val="00ED1352"/>
    <w:rsid w:val="00ED2566"/>
    <w:rsid w:val="00ED4381"/>
    <w:rsid w:val="00ED602C"/>
    <w:rsid w:val="00ED64D0"/>
    <w:rsid w:val="00EE00AE"/>
    <w:rsid w:val="00EE2B87"/>
    <w:rsid w:val="00EE3127"/>
    <w:rsid w:val="00EE4FF4"/>
    <w:rsid w:val="00EE52B7"/>
    <w:rsid w:val="00EE5735"/>
    <w:rsid w:val="00EE6EBD"/>
    <w:rsid w:val="00EE7922"/>
    <w:rsid w:val="00EE7F38"/>
    <w:rsid w:val="00EF1E7B"/>
    <w:rsid w:val="00EF2B57"/>
    <w:rsid w:val="00EF38B8"/>
    <w:rsid w:val="00EF42C3"/>
    <w:rsid w:val="00EF6BF8"/>
    <w:rsid w:val="00EF747F"/>
    <w:rsid w:val="00EF7B08"/>
    <w:rsid w:val="00F00163"/>
    <w:rsid w:val="00F0194D"/>
    <w:rsid w:val="00F0470C"/>
    <w:rsid w:val="00F0662C"/>
    <w:rsid w:val="00F06790"/>
    <w:rsid w:val="00F112A4"/>
    <w:rsid w:val="00F116D5"/>
    <w:rsid w:val="00F14145"/>
    <w:rsid w:val="00F1456A"/>
    <w:rsid w:val="00F17C51"/>
    <w:rsid w:val="00F209AF"/>
    <w:rsid w:val="00F20A59"/>
    <w:rsid w:val="00F21EE5"/>
    <w:rsid w:val="00F22D05"/>
    <w:rsid w:val="00F240B5"/>
    <w:rsid w:val="00F24575"/>
    <w:rsid w:val="00F2512C"/>
    <w:rsid w:val="00F25AB9"/>
    <w:rsid w:val="00F265E6"/>
    <w:rsid w:val="00F2678D"/>
    <w:rsid w:val="00F30CF2"/>
    <w:rsid w:val="00F325E3"/>
    <w:rsid w:val="00F334F7"/>
    <w:rsid w:val="00F4183B"/>
    <w:rsid w:val="00F42FAF"/>
    <w:rsid w:val="00F43BE2"/>
    <w:rsid w:val="00F44297"/>
    <w:rsid w:val="00F46C5A"/>
    <w:rsid w:val="00F47767"/>
    <w:rsid w:val="00F47A60"/>
    <w:rsid w:val="00F5169F"/>
    <w:rsid w:val="00F516BD"/>
    <w:rsid w:val="00F517D4"/>
    <w:rsid w:val="00F52E12"/>
    <w:rsid w:val="00F5332F"/>
    <w:rsid w:val="00F53AFE"/>
    <w:rsid w:val="00F567A9"/>
    <w:rsid w:val="00F61E72"/>
    <w:rsid w:val="00F6275C"/>
    <w:rsid w:val="00F62826"/>
    <w:rsid w:val="00F659C8"/>
    <w:rsid w:val="00F65CFE"/>
    <w:rsid w:val="00F674EA"/>
    <w:rsid w:val="00F72FFC"/>
    <w:rsid w:val="00F73252"/>
    <w:rsid w:val="00F73757"/>
    <w:rsid w:val="00F749F1"/>
    <w:rsid w:val="00F74B9A"/>
    <w:rsid w:val="00F74FF2"/>
    <w:rsid w:val="00F770F8"/>
    <w:rsid w:val="00F80633"/>
    <w:rsid w:val="00F809AC"/>
    <w:rsid w:val="00F813CB"/>
    <w:rsid w:val="00F8400F"/>
    <w:rsid w:val="00F86EB7"/>
    <w:rsid w:val="00F9009A"/>
    <w:rsid w:val="00F92EF8"/>
    <w:rsid w:val="00F9315A"/>
    <w:rsid w:val="00F93275"/>
    <w:rsid w:val="00F93FED"/>
    <w:rsid w:val="00F95F52"/>
    <w:rsid w:val="00F97A8E"/>
    <w:rsid w:val="00FA2294"/>
    <w:rsid w:val="00FA23CF"/>
    <w:rsid w:val="00FA2915"/>
    <w:rsid w:val="00FA2E42"/>
    <w:rsid w:val="00FA2E63"/>
    <w:rsid w:val="00FA420F"/>
    <w:rsid w:val="00FA6494"/>
    <w:rsid w:val="00FB618D"/>
    <w:rsid w:val="00FB6F14"/>
    <w:rsid w:val="00FB7757"/>
    <w:rsid w:val="00FC00FD"/>
    <w:rsid w:val="00FC0D6C"/>
    <w:rsid w:val="00FC1559"/>
    <w:rsid w:val="00FC19D3"/>
    <w:rsid w:val="00FC28B0"/>
    <w:rsid w:val="00FC39CC"/>
    <w:rsid w:val="00FC4BA7"/>
    <w:rsid w:val="00FC5422"/>
    <w:rsid w:val="00FC6BD3"/>
    <w:rsid w:val="00FC6E68"/>
    <w:rsid w:val="00FD05CB"/>
    <w:rsid w:val="00FD0BA6"/>
    <w:rsid w:val="00FD3FE1"/>
    <w:rsid w:val="00FD4C1E"/>
    <w:rsid w:val="00FD6AE9"/>
    <w:rsid w:val="00FD7B2B"/>
    <w:rsid w:val="00FD7DB2"/>
    <w:rsid w:val="00FE04C9"/>
    <w:rsid w:val="00FE0856"/>
    <w:rsid w:val="00FE25A7"/>
    <w:rsid w:val="00FE2E4B"/>
    <w:rsid w:val="00FE2FE6"/>
    <w:rsid w:val="00FE41EA"/>
    <w:rsid w:val="00FE4889"/>
    <w:rsid w:val="00FE6519"/>
    <w:rsid w:val="00FF1F76"/>
    <w:rsid w:val="00FF2F11"/>
    <w:rsid w:val="00FF31DC"/>
    <w:rsid w:val="00FF4949"/>
    <w:rsid w:val="00FF49DD"/>
    <w:rsid w:val="00FF4C73"/>
    <w:rsid w:val="00FF7C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style>
  <w:style w:type="paragraph" w:styleId="Heading1">
    <w:name w:val="heading 1"/>
    <w:aliases w:val="Report Title"/>
    <w:next w:val="Normal"/>
    <w:link w:val="Heading1Char"/>
    <w:uiPriority w:val="9"/>
    <w:qFormat/>
    <w:rsid w:val="00E0598C"/>
    <w:pPr>
      <w:keepNext/>
      <w:keepLines/>
      <w:spacing w:after="0" w:line="440" w:lineRule="exact"/>
      <w:outlineLvl w:val="0"/>
    </w:pPr>
    <w:rPr>
      <w:rFonts w:ascii="Georgia" w:eastAsiaTheme="majorEastAsia" w:hAnsi="Georgia" w:cstheme="majorBidi"/>
      <w:bCs/>
      <w:color w:val="6E7536" w:themeColor="accent1" w:themeShade="BF"/>
      <w:sz w:val="36"/>
      <w:szCs w:val="28"/>
    </w:rPr>
  </w:style>
  <w:style w:type="paragraph" w:styleId="Heading2">
    <w:name w:val="heading 2"/>
    <w:basedOn w:val="Normal"/>
    <w:next w:val="Normal"/>
    <w:link w:val="Heading2Char"/>
    <w:uiPriority w:val="9"/>
    <w:unhideWhenUsed/>
    <w:qFormat/>
    <w:rsid w:val="00E0598C"/>
    <w:pPr>
      <w:autoSpaceDE w:val="0"/>
      <w:autoSpaceDN w:val="0"/>
      <w:adjustRightInd w:val="0"/>
      <w:spacing w:after="0" w:line="320" w:lineRule="exact"/>
      <w:outlineLvl w:val="1"/>
    </w:pPr>
    <w:rPr>
      <w:rFonts w:ascii="Verdana" w:hAnsi="Verdana" w:cs="Trebuchet MS"/>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C25FA3"/>
    <w:pPr>
      <w:keepNext/>
      <w:keepLines/>
      <w:spacing w:after="240" w:line="240" w:lineRule="auto"/>
      <w:ind w:left="720" w:hanging="720"/>
    </w:pPr>
    <w:rPr>
      <w:rFonts w:ascii="Times New Roman" w:eastAsia="Times New Roman" w:hAnsi="Times New Roman" w:cs="Times New Roman"/>
      <w:szCs w:val="24"/>
    </w:rPr>
  </w:style>
  <w:style w:type="paragraph" w:customStyle="1" w:styleId="QuestionResponse">
    <w:name w:val="Question Response"/>
    <w:basedOn w:val="Question"/>
    <w:link w:val="QuestionResponseChar"/>
    <w:rsid w:val="00C25FA3"/>
    <w:pPr>
      <w:spacing w:after="0"/>
      <w:ind w:left="1440"/>
    </w:pPr>
  </w:style>
  <w:style w:type="paragraph" w:customStyle="1" w:styleId="QuestionResponseLast">
    <w:name w:val="Question Response (Last)"/>
    <w:basedOn w:val="QuestionResponse"/>
    <w:link w:val="QuestionResponseLastChar"/>
    <w:rsid w:val="00C25FA3"/>
    <w:pPr>
      <w:keepNext w:val="0"/>
      <w:spacing w:after="480"/>
    </w:pPr>
  </w:style>
  <w:style w:type="character" w:customStyle="1" w:styleId="QuestionResponseChar">
    <w:name w:val="Question Response Char"/>
    <w:basedOn w:val="DefaultParagraphFont"/>
    <w:link w:val="QuestionResponse"/>
    <w:rsid w:val="00C25FA3"/>
    <w:rPr>
      <w:rFonts w:ascii="Times New Roman" w:eastAsia="Times New Roman" w:hAnsi="Times New Roman" w:cs="Times New Roman"/>
      <w:szCs w:val="24"/>
    </w:rPr>
  </w:style>
  <w:style w:type="character" w:customStyle="1" w:styleId="QuestionResponseLastChar">
    <w:name w:val="Question Response (Last) Char"/>
    <w:basedOn w:val="DefaultParagraphFont"/>
    <w:link w:val="QuestionResponseLast"/>
    <w:rsid w:val="00C25FA3"/>
    <w:rPr>
      <w:rFonts w:ascii="Times New Roman" w:eastAsia="Times New Roman" w:hAnsi="Times New Roman" w:cs="Times New Roman"/>
      <w:szCs w:val="24"/>
    </w:rPr>
  </w:style>
  <w:style w:type="character" w:customStyle="1" w:styleId="QuestionChar">
    <w:name w:val="Question Char"/>
    <w:basedOn w:val="DefaultParagraphFont"/>
    <w:link w:val="Question"/>
    <w:rsid w:val="00C25FA3"/>
    <w:rPr>
      <w:rFonts w:ascii="Times New Roman" w:eastAsia="Times New Roman" w:hAnsi="Times New Roman" w:cs="Times New Roman"/>
      <w:szCs w:val="24"/>
    </w:rPr>
  </w:style>
  <w:style w:type="paragraph" w:customStyle="1" w:styleId="QuestionInstruction">
    <w:name w:val="Question Instruction"/>
    <w:basedOn w:val="Question"/>
    <w:link w:val="QuestionInstructionChar"/>
    <w:rsid w:val="00C25FA3"/>
    <w:pPr>
      <w:spacing w:before="60" w:after="60"/>
      <w:ind w:firstLine="0"/>
    </w:pPr>
    <w:rPr>
      <w:b/>
      <w:sz w:val="24"/>
      <w:szCs w:val="20"/>
    </w:rPr>
  </w:style>
  <w:style w:type="character" w:customStyle="1" w:styleId="QuestionInstructionChar">
    <w:name w:val="Question Instruction Char"/>
    <w:basedOn w:val="DefaultParagraphFont"/>
    <w:link w:val="QuestionInstruction"/>
    <w:rsid w:val="00C25FA3"/>
    <w:rPr>
      <w:rFonts w:ascii="Times New Roman" w:eastAsia="Times New Roman" w:hAnsi="Times New Roman" w:cs="Times New Roman"/>
      <w:b/>
      <w:sz w:val="24"/>
      <w:szCs w:val="20"/>
    </w:rPr>
  </w:style>
  <w:style w:type="paragraph" w:customStyle="1" w:styleId="QuestionList">
    <w:name w:val="Question List"/>
    <w:basedOn w:val="Question"/>
    <w:link w:val="QuestionListChar"/>
    <w:uiPriority w:val="99"/>
    <w:rsid w:val="00C25FA3"/>
    <w:pPr>
      <w:widowControl w:val="0"/>
      <w:autoSpaceDE w:val="0"/>
      <w:autoSpaceDN w:val="0"/>
      <w:adjustRightInd w:val="0"/>
      <w:spacing w:after="60"/>
      <w:ind w:left="1080" w:hanging="360"/>
    </w:pPr>
    <w:rPr>
      <w:sz w:val="20"/>
    </w:rPr>
  </w:style>
  <w:style w:type="character" w:customStyle="1" w:styleId="QuestionListChar">
    <w:name w:val="Question List Char"/>
    <w:basedOn w:val="DefaultParagraphFont"/>
    <w:link w:val="QuestionList"/>
    <w:uiPriority w:val="99"/>
    <w:rsid w:val="00C25FA3"/>
    <w:rPr>
      <w:rFonts w:ascii="Times New Roman" w:eastAsia="Times New Roman" w:hAnsi="Times New Roman" w:cs="Times New Roman"/>
      <w:sz w:val="20"/>
      <w:szCs w:val="24"/>
    </w:rPr>
  </w:style>
  <w:style w:type="paragraph" w:styleId="FootnoteText">
    <w:name w:val="footnote text"/>
    <w:basedOn w:val="Normal"/>
    <w:link w:val="FootnoteTextChar"/>
    <w:semiHidden/>
    <w:rsid w:val="0099764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997646"/>
    <w:rPr>
      <w:rFonts w:ascii="Times New Roman" w:eastAsia="Times New Roman" w:hAnsi="Times New Roman" w:cs="Times New Roman"/>
      <w:sz w:val="20"/>
      <w:szCs w:val="20"/>
    </w:rPr>
  </w:style>
  <w:style w:type="character" w:styleId="FootnoteReference">
    <w:name w:val="footnote reference"/>
    <w:semiHidden/>
    <w:rsid w:val="00997646"/>
    <w:rPr>
      <w:vertAlign w:val="superscript"/>
    </w:rPr>
  </w:style>
  <w:style w:type="paragraph" w:styleId="Header">
    <w:name w:val="header"/>
    <w:basedOn w:val="Normal"/>
    <w:link w:val="HeaderChar"/>
    <w:uiPriority w:val="99"/>
    <w:unhideWhenUsed/>
    <w:rsid w:val="00033E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E22"/>
  </w:style>
  <w:style w:type="paragraph" w:styleId="Footer">
    <w:name w:val="footer"/>
    <w:basedOn w:val="Normal"/>
    <w:link w:val="FooterChar"/>
    <w:uiPriority w:val="99"/>
    <w:unhideWhenUsed/>
    <w:rsid w:val="00033E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E22"/>
  </w:style>
  <w:style w:type="character" w:customStyle="1" w:styleId="QuestionChar1">
    <w:name w:val="Question Char1"/>
    <w:basedOn w:val="DefaultParagraphFont"/>
    <w:rsid w:val="00A310D4"/>
    <w:rPr>
      <w:sz w:val="22"/>
      <w:szCs w:val="24"/>
    </w:rPr>
  </w:style>
  <w:style w:type="paragraph" w:customStyle="1" w:styleId="QuestionListLast">
    <w:name w:val="Question List (Last)"/>
    <w:basedOn w:val="QuestionList"/>
    <w:rsid w:val="0003382C"/>
    <w:pPr>
      <w:widowControl/>
      <w:autoSpaceDE/>
      <w:autoSpaceDN/>
      <w:adjustRightInd/>
      <w:spacing w:after="240"/>
    </w:pPr>
    <w:rPr>
      <w:sz w:val="22"/>
    </w:rPr>
  </w:style>
  <w:style w:type="paragraph" w:styleId="ListParagraph">
    <w:name w:val="List Paragraph"/>
    <w:basedOn w:val="Normal"/>
    <w:uiPriority w:val="34"/>
    <w:qFormat/>
    <w:rsid w:val="008D3114"/>
    <w:pPr>
      <w:ind w:left="720"/>
      <w:contextualSpacing/>
    </w:pPr>
  </w:style>
  <w:style w:type="paragraph" w:styleId="BalloonText">
    <w:name w:val="Balloon Text"/>
    <w:basedOn w:val="Normal"/>
    <w:link w:val="BalloonTextChar"/>
    <w:uiPriority w:val="99"/>
    <w:semiHidden/>
    <w:unhideWhenUsed/>
    <w:rsid w:val="00D76B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BCF"/>
    <w:rPr>
      <w:rFonts w:ascii="Tahoma" w:hAnsi="Tahoma" w:cs="Tahoma"/>
      <w:sz w:val="16"/>
      <w:szCs w:val="16"/>
    </w:rPr>
  </w:style>
  <w:style w:type="character" w:customStyle="1" w:styleId="QuestionCharChar">
    <w:name w:val="Question Char Char"/>
    <w:basedOn w:val="DefaultParagraphFont"/>
    <w:rsid w:val="00747B6C"/>
    <w:rPr>
      <w:szCs w:val="24"/>
      <w:lang w:val="en-US" w:eastAsia="en-US" w:bidi="ar-SA"/>
    </w:rPr>
  </w:style>
  <w:style w:type="paragraph" w:customStyle="1" w:styleId="FolioPageNumberRotated">
    <w:name w:val="Folio Page Number (Rotated)"/>
    <w:basedOn w:val="Normal"/>
    <w:rsid w:val="00A56515"/>
    <w:pPr>
      <w:framePr w:w="360" w:h="720" w:hRule="exact" w:hSpace="180" w:vSpace="180" w:wrap="around" w:vAnchor="page" w:hAnchor="page" w:x="12601" w:y="11341"/>
      <w:spacing w:after="0" w:line="240" w:lineRule="auto"/>
      <w:jc w:val="center"/>
    </w:pPr>
    <w:rPr>
      <w:rFonts w:ascii="Tahoma" w:eastAsia="Times New Roman" w:hAnsi="Tahoma" w:cs="Times New Roman"/>
      <w:b/>
      <w:sz w:val="14"/>
      <w:szCs w:val="24"/>
    </w:rPr>
  </w:style>
  <w:style w:type="paragraph" w:customStyle="1" w:styleId="question0">
    <w:name w:val="question"/>
    <w:basedOn w:val="Normal"/>
    <w:link w:val="questionChar0"/>
    <w:uiPriority w:val="99"/>
    <w:rsid w:val="00B53ADA"/>
    <w:pPr>
      <w:keepNext/>
      <w:autoSpaceDE w:val="0"/>
      <w:autoSpaceDN w:val="0"/>
      <w:spacing w:after="240" w:line="240" w:lineRule="auto"/>
      <w:ind w:left="720" w:hanging="720"/>
    </w:pPr>
    <w:rPr>
      <w:rFonts w:ascii="Times New Roman" w:eastAsia="Times New Roman" w:hAnsi="Times New Roman" w:cs="Times New Roman"/>
      <w:sz w:val="24"/>
      <w:szCs w:val="24"/>
    </w:rPr>
  </w:style>
  <w:style w:type="character" w:customStyle="1" w:styleId="questionChar0">
    <w:name w:val="question Char"/>
    <w:link w:val="question0"/>
    <w:rsid w:val="00B53ADA"/>
    <w:rPr>
      <w:rFonts w:ascii="Times New Roman" w:eastAsia="Times New Roman" w:hAnsi="Times New Roman" w:cs="Times New Roman"/>
      <w:sz w:val="24"/>
      <w:szCs w:val="24"/>
    </w:rPr>
  </w:style>
  <w:style w:type="paragraph" w:customStyle="1" w:styleId="questionresponse0">
    <w:name w:val="questionresponse"/>
    <w:basedOn w:val="Normal"/>
    <w:uiPriority w:val="99"/>
    <w:rsid w:val="00B53ADA"/>
    <w:pPr>
      <w:keepNext/>
      <w:autoSpaceDE w:val="0"/>
      <w:autoSpaceDN w:val="0"/>
      <w:spacing w:after="0" w:line="240" w:lineRule="auto"/>
      <w:ind w:left="1440" w:hanging="720"/>
    </w:pPr>
    <w:rPr>
      <w:rFonts w:ascii="Times New Roman" w:eastAsia="Times New Roman" w:hAnsi="Times New Roman" w:cs="Times New Roman"/>
      <w:sz w:val="24"/>
      <w:szCs w:val="24"/>
    </w:rPr>
  </w:style>
  <w:style w:type="paragraph" w:customStyle="1" w:styleId="questionresponselast0">
    <w:name w:val="questionresponselast"/>
    <w:basedOn w:val="Normal"/>
    <w:uiPriority w:val="99"/>
    <w:rsid w:val="00B53ADA"/>
    <w:pPr>
      <w:autoSpaceDE w:val="0"/>
      <w:autoSpaceDN w:val="0"/>
      <w:spacing w:after="480" w:line="240" w:lineRule="auto"/>
      <w:ind w:left="1440" w:hanging="720"/>
    </w:pPr>
    <w:rPr>
      <w:rFonts w:ascii="Times New Roman" w:eastAsia="Times New Roman" w:hAnsi="Times New Roman" w:cs="Times New Roman"/>
      <w:sz w:val="24"/>
      <w:szCs w:val="24"/>
    </w:rPr>
  </w:style>
  <w:style w:type="character" w:customStyle="1" w:styleId="Heading1Char">
    <w:name w:val="Heading 1 Char"/>
    <w:aliases w:val="Report Title Char"/>
    <w:basedOn w:val="DefaultParagraphFont"/>
    <w:link w:val="Heading1"/>
    <w:uiPriority w:val="9"/>
    <w:rsid w:val="00E0598C"/>
    <w:rPr>
      <w:rFonts w:ascii="Georgia" w:eastAsiaTheme="majorEastAsia" w:hAnsi="Georgia" w:cstheme="majorBidi"/>
      <w:bCs/>
      <w:color w:val="6E7536" w:themeColor="accent1" w:themeShade="BF"/>
      <w:sz w:val="36"/>
      <w:szCs w:val="28"/>
    </w:rPr>
  </w:style>
  <w:style w:type="character" w:customStyle="1" w:styleId="Heading2Char">
    <w:name w:val="Heading 2 Char"/>
    <w:basedOn w:val="DefaultParagraphFont"/>
    <w:link w:val="Heading2"/>
    <w:uiPriority w:val="9"/>
    <w:rsid w:val="00E0598C"/>
    <w:rPr>
      <w:rFonts w:ascii="Verdana" w:hAnsi="Verdana" w:cs="Trebuchet MS"/>
      <w:b/>
      <w:bCs/>
      <w:szCs w:val="26"/>
    </w:rPr>
  </w:style>
  <w:style w:type="paragraph" w:styleId="Subtitle">
    <w:name w:val="Subtitle"/>
    <w:basedOn w:val="Normal"/>
    <w:next w:val="Normal"/>
    <w:link w:val="SubtitleChar"/>
    <w:uiPriority w:val="11"/>
    <w:qFormat/>
    <w:rsid w:val="00E0598C"/>
    <w:pPr>
      <w:spacing w:after="60" w:line="340" w:lineRule="exact"/>
    </w:pPr>
    <w:rPr>
      <w:rFonts w:ascii="Georgia" w:hAnsi="Georgia" w:cs="Trebuchet MS"/>
      <w:bCs/>
      <w:color w:val="7F7F7F" w:themeColor="text1" w:themeTint="80"/>
      <w:sz w:val="28"/>
      <w:szCs w:val="28"/>
    </w:rPr>
  </w:style>
  <w:style w:type="character" w:customStyle="1" w:styleId="SubtitleChar">
    <w:name w:val="Subtitle Char"/>
    <w:basedOn w:val="DefaultParagraphFont"/>
    <w:link w:val="Subtitle"/>
    <w:uiPriority w:val="11"/>
    <w:rsid w:val="00E0598C"/>
    <w:rPr>
      <w:rFonts w:ascii="Georgia" w:hAnsi="Georgia" w:cs="Trebuchet MS"/>
      <w:bCs/>
      <w:color w:val="7F7F7F" w:themeColor="text1" w:themeTint="80"/>
      <w:sz w:val="28"/>
      <w:szCs w:val="28"/>
    </w:rPr>
  </w:style>
  <w:style w:type="paragraph" w:customStyle="1" w:styleId="0ReportMainStyle">
    <w:name w:val="0 Report Main Style"/>
    <w:basedOn w:val="Normal"/>
    <w:qFormat/>
    <w:rsid w:val="00E0598C"/>
    <w:pPr>
      <w:autoSpaceDE w:val="0"/>
      <w:autoSpaceDN w:val="0"/>
      <w:adjustRightInd w:val="0"/>
      <w:spacing w:after="0" w:line="320" w:lineRule="exact"/>
    </w:pPr>
    <w:rPr>
      <w:rFonts w:ascii="Georgia" w:hAnsi="Georgia" w:cs="Times New Roman"/>
    </w:rPr>
  </w:style>
  <w:style w:type="paragraph" w:customStyle="1" w:styleId="1TableHeader">
    <w:name w:val="1 Table Header"/>
    <w:basedOn w:val="Normal"/>
    <w:qFormat/>
    <w:rsid w:val="00E0598C"/>
    <w:pPr>
      <w:spacing w:before="120" w:after="0"/>
    </w:pPr>
    <w:rPr>
      <w:rFonts w:ascii="Verdana" w:hAnsi="Verdana"/>
      <w:b/>
    </w:rPr>
  </w:style>
  <w:style w:type="paragraph" w:customStyle="1" w:styleId="2TableSubhead">
    <w:name w:val="2 Table Subhead"/>
    <w:basedOn w:val="Normal"/>
    <w:qFormat/>
    <w:rsid w:val="00E0598C"/>
    <w:pPr>
      <w:spacing w:before="120" w:after="60" w:line="240" w:lineRule="auto"/>
    </w:pPr>
    <w:rPr>
      <w:rFonts w:ascii="Georgia" w:hAnsi="Georgia"/>
      <w:i/>
      <w:sz w:val="18"/>
      <w:szCs w:val="18"/>
    </w:rPr>
  </w:style>
  <w:style w:type="paragraph" w:customStyle="1" w:styleId="3TableColumnHeader">
    <w:name w:val="3 Table Column Header"/>
    <w:basedOn w:val="Normal"/>
    <w:qFormat/>
    <w:rsid w:val="00E0598C"/>
    <w:pPr>
      <w:spacing w:after="20" w:line="240" w:lineRule="auto"/>
    </w:pPr>
    <w:rPr>
      <w:rFonts w:ascii="Verdana" w:eastAsia="Cambria" w:hAnsi="Verdana" w:cs="Times New Roman"/>
      <w:b/>
      <w:sz w:val="14"/>
      <w:szCs w:val="24"/>
    </w:rPr>
  </w:style>
  <w:style w:type="paragraph" w:customStyle="1" w:styleId="4TableRowHeaderBold">
    <w:name w:val="4 Table Row Header Bold"/>
    <w:basedOn w:val="Normal"/>
    <w:qFormat/>
    <w:rsid w:val="00E0598C"/>
    <w:pPr>
      <w:spacing w:after="0" w:line="240" w:lineRule="exact"/>
      <w:contextualSpacing/>
    </w:pPr>
    <w:rPr>
      <w:rFonts w:ascii="Verdana" w:eastAsia="Cambria" w:hAnsi="Verdana" w:cs="Times New Roman"/>
      <w:b/>
      <w:sz w:val="16"/>
      <w:szCs w:val="24"/>
    </w:rPr>
  </w:style>
  <w:style w:type="paragraph" w:customStyle="1" w:styleId="6TableContents">
    <w:name w:val="6 Table Contents"/>
    <w:basedOn w:val="Normal"/>
    <w:qFormat/>
    <w:rsid w:val="00E0598C"/>
    <w:pPr>
      <w:spacing w:after="0" w:line="240" w:lineRule="exact"/>
      <w:contextualSpacing/>
      <w:jc w:val="right"/>
    </w:pPr>
    <w:rPr>
      <w:rFonts w:ascii="Verdana" w:eastAsia="Cambria" w:hAnsi="Verdana" w:cs="Times New Roman"/>
      <w:sz w:val="16"/>
      <w:szCs w:val="24"/>
    </w:rPr>
  </w:style>
  <w:style w:type="paragraph" w:customStyle="1" w:styleId="7TableFooter">
    <w:name w:val="7 Table Footer"/>
    <w:basedOn w:val="Normal"/>
    <w:qFormat/>
    <w:rsid w:val="00E0598C"/>
    <w:pPr>
      <w:spacing w:before="120" w:after="120" w:line="180" w:lineRule="exact"/>
      <w:contextualSpacing/>
    </w:pPr>
    <w:rPr>
      <w:rFonts w:ascii="Verdana" w:eastAsia="Cambria" w:hAnsi="Verdana" w:cs="Times New Roman"/>
      <w:sz w:val="14"/>
      <w:szCs w:val="24"/>
    </w:rPr>
  </w:style>
  <w:style w:type="paragraph" w:customStyle="1" w:styleId="5TableRowHeader">
    <w:name w:val="5 Table Row Header"/>
    <w:basedOn w:val="4TableRowHeaderBold"/>
    <w:qFormat/>
    <w:rsid w:val="00E0598C"/>
    <w:rPr>
      <w:b w:val="0"/>
    </w:rPr>
  </w:style>
  <w:style w:type="paragraph" w:customStyle="1" w:styleId="00ReportFooter">
    <w:name w:val="00 Report Footer"/>
    <w:basedOn w:val="Normal"/>
    <w:qFormat/>
    <w:rsid w:val="00E0598C"/>
    <w:pPr>
      <w:autoSpaceDE w:val="0"/>
      <w:autoSpaceDN w:val="0"/>
      <w:adjustRightInd w:val="0"/>
      <w:spacing w:after="0" w:line="200" w:lineRule="exact"/>
    </w:pPr>
    <w:rPr>
      <w:rFonts w:ascii="Verdana" w:hAnsi="Verdana" w:cs="Times New Roman"/>
      <w:color w:val="595959" w:themeColor="text1" w:themeTint="A6"/>
      <w:sz w:val="14"/>
      <w:szCs w:val="14"/>
    </w:rPr>
  </w:style>
  <w:style w:type="paragraph" w:customStyle="1" w:styleId="7TOCpagetitles">
    <w:name w:val="_7 TOC page titles"/>
    <w:basedOn w:val="1TableHeader"/>
    <w:qFormat/>
    <w:rsid w:val="00E0598C"/>
    <w:pPr>
      <w:framePr w:hSpace="187" w:wrap="around" w:vAnchor="page" w:hAnchor="margin" w:y="3631"/>
      <w:spacing w:before="0" w:line="300" w:lineRule="exact"/>
    </w:pPr>
    <w:rPr>
      <w:b w:val="0"/>
    </w:rPr>
  </w:style>
  <w:style w:type="character" w:customStyle="1" w:styleId="6CoverContactboxgray">
    <w:name w:val="_6 Cover Contact box gray"/>
    <w:basedOn w:val="DefaultParagraphFont"/>
    <w:uiPriority w:val="1"/>
    <w:qFormat/>
    <w:rsid w:val="00E0598C"/>
    <w:rPr>
      <w:color w:val="808080" w:themeColor="background1" w:themeShade="80"/>
      <w:sz w:val="14"/>
      <w:szCs w:val="14"/>
    </w:rPr>
  </w:style>
  <w:style w:type="paragraph" w:customStyle="1" w:styleId="2Covertopheader">
    <w:name w:val="_2 Cover top header"/>
    <w:basedOn w:val="Normal"/>
    <w:qFormat/>
    <w:rsid w:val="00E0598C"/>
    <w:pPr>
      <w:spacing w:after="0" w:line="400" w:lineRule="exact"/>
    </w:pPr>
    <w:rPr>
      <w:rFonts w:ascii="Verdana" w:hAnsi="Verdana" w:cs="Trebuchet MS"/>
      <w:bCs/>
      <w:color w:val="7F7F7F" w:themeColor="text1" w:themeTint="80"/>
      <w:sz w:val="26"/>
      <w:szCs w:val="26"/>
    </w:rPr>
  </w:style>
  <w:style w:type="paragraph" w:customStyle="1" w:styleId="3Covermainheader">
    <w:name w:val="_3 Cover main header"/>
    <w:basedOn w:val="Normal"/>
    <w:qFormat/>
    <w:rsid w:val="00E0598C"/>
    <w:pPr>
      <w:spacing w:after="0" w:line="480" w:lineRule="exact"/>
    </w:pPr>
    <w:rPr>
      <w:rFonts w:ascii="Verdana" w:hAnsi="Verdana"/>
      <w:sz w:val="40"/>
      <w:szCs w:val="40"/>
    </w:rPr>
  </w:style>
  <w:style w:type="paragraph" w:customStyle="1" w:styleId="4Coversubheader">
    <w:name w:val="_4 Cover sub header"/>
    <w:basedOn w:val="Normal"/>
    <w:qFormat/>
    <w:rsid w:val="00E0598C"/>
    <w:pPr>
      <w:spacing w:after="0" w:line="300" w:lineRule="exact"/>
    </w:pPr>
    <w:rPr>
      <w:rFonts w:ascii="Verdana" w:hAnsi="Verdana"/>
      <w:sz w:val="24"/>
      <w:szCs w:val="24"/>
    </w:rPr>
  </w:style>
  <w:style w:type="paragraph" w:customStyle="1" w:styleId="0ReportHeaderStyle">
    <w:name w:val="0 Report Header Style"/>
    <w:basedOn w:val="Heading2"/>
    <w:qFormat/>
    <w:rsid w:val="00E0598C"/>
  </w:style>
  <w:style w:type="paragraph" w:customStyle="1" w:styleId="1Coverdate">
    <w:name w:val="_1 Cover date"/>
    <w:basedOn w:val="Normal"/>
    <w:qFormat/>
    <w:rsid w:val="00E0598C"/>
    <w:pPr>
      <w:spacing w:after="0" w:line="240" w:lineRule="exact"/>
    </w:pPr>
    <w:rPr>
      <w:rFonts w:ascii="Verdana" w:hAnsi="Verdana" w:cs="Trebuchet MS"/>
      <w:bCs/>
      <w:color w:val="8E2A1D" w:themeColor="accent6" w:themeShade="BF"/>
      <w:sz w:val="16"/>
      <w:szCs w:val="16"/>
    </w:rPr>
  </w:style>
  <w:style w:type="character" w:customStyle="1" w:styleId="5CoverContact">
    <w:name w:val="_5 Cover Contact"/>
    <w:basedOn w:val="DefaultParagraphFont"/>
    <w:uiPriority w:val="1"/>
    <w:qFormat/>
    <w:rsid w:val="00E0598C"/>
    <w:rPr>
      <w:rFonts w:ascii="Verdana" w:hAnsi="Verdana"/>
      <w:sz w:val="14"/>
    </w:rPr>
  </w:style>
  <w:style w:type="character" w:styleId="Hyperlink">
    <w:name w:val="Hyperlink"/>
    <w:basedOn w:val="DefaultParagraphFont"/>
    <w:uiPriority w:val="99"/>
    <w:unhideWhenUsed/>
    <w:rsid w:val="00E0598C"/>
    <w:rPr>
      <w:color w:val="A55A26" w:themeColor="hyperlink"/>
      <w:u w:val="single"/>
    </w:rPr>
  </w:style>
  <w:style w:type="paragraph" w:styleId="TOC1">
    <w:name w:val="toc 1"/>
    <w:basedOn w:val="Heading2"/>
    <w:next w:val="Normal"/>
    <w:autoRedefine/>
    <w:uiPriority w:val="39"/>
    <w:unhideWhenUsed/>
    <w:rsid w:val="00E0598C"/>
    <w:pPr>
      <w:spacing w:after="100"/>
    </w:pPr>
  </w:style>
  <w:style w:type="character" w:customStyle="1" w:styleId="AnswerCategoryChar">
    <w:name w:val="Answer Category Char"/>
    <w:basedOn w:val="DefaultParagraphFont"/>
    <w:link w:val="AnswerCategory"/>
    <w:uiPriority w:val="99"/>
    <w:locked/>
    <w:rsid w:val="003B4325"/>
    <w:rPr>
      <w:rFonts w:ascii="Tahoma" w:hAnsi="Tahoma" w:cs="Tahoma"/>
    </w:rPr>
  </w:style>
  <w:style w:type="paragraph" w:customStyle="1" w:styleId="AnswerCategory">
    <w:name w:val="Answer Category"/>
    <w:basedOn w:val="Normal"/>
    <w:link w:val="AnswerCategoryChar"/>
    <w:uiPriority w:val="99"/>
    <w:rsid w:val="003B4325"/>
    <w:pPr>
      <w:keepNext/>
      <w:spacing w:after="0" w:line="240" w:lineRule="auto"/>
      <w:ind w:left="1440" w:hanging="720"/>
    </w:pPr>
    <w:rPr>
      <w:rFonts w:ascii="Tahoma" w:hAnsi="Tahoma" w:cs="Tahoma"/>
    </w:rPr>
  </w:style>
  <w:style w:type="character" w:customStyle="1" w:styleId="QuestionChar2">
    <w:name w:val="Question Char2"/>
    <w:basedOn w:val="DefaultParagraphFont"/>
    <w:locked/>
    <w:rsid w:val="003B4325"/>
    <w:rPr>
      <w:rFonts w:ascii="Tahoma" w:hAnsi="Tahoma" w:cs="Tahoma"/>
    </w:rPr>
  </w:style>
  <w:style w:type="character" w:customStyle="1" w:styleId="FilterChar">
    <w:name w:val="Filter Char"/>
    <w:basedOn w:val="DefaultParagraphFont"/>
    <w:link w:val="Filter"/>
    <w:locked/>
    <w:rsid w:val="003B4325"/>
    <w:rPr>
      <w:rFonts w:ascii="Tahoma" w:hAnsi="Tahoma" w:cs="Tahoma"/>
      <w:b/>
      <w:bCs/>
    </w:rPr>
  </w:style>
  <w:style w:type="paragraph" w:customStyle="1" w:styleId="Filter">
    <w:name w:val="Filter"/>
    <w:basedOn w:val="Normal"/>
    <w:link w:val="FilterChar"/>
    <w:rsid w:val="003B4325"/>
    <w:pPr>
      <w:keepNext/>
      <w:spacing w:after="0" w:line="240" w:lineRule="auto"/>
      <w:ind w:left="720" w:hanging="720"/>
    </w:pPr>
    <w:rPr>
      <w:rFonts w:ascii="Tahoma" w:hAnsi="Tahoma" w:cs="Tahoma"/>
      <w:b/>
      <w:bCs/>
    </w:rPr>
  </w:style>
  <w:style w:type="character" w:customStyle="1" w:styleId="QuestionCha">
    <w:name w:val="Question Cha"/>
    <w:rsid w:val="00003DD5"/>
  </w:style>
  <w:style w:type="paragraph" w:customStyle="1" w:styleId="DocumentClient">
    <w:name w:val="Document Client"/>
    <w:basedOn w:val="Normal"/>
    <w:rsid w:val="00C959DC"/>
    <w:pPr>
      <w:framePr w:hSpace="180" w:wrap="around" w:vAnchor="page" w:hAnchor="text" w:y="1081"/>
      <w:spacing w:after="240" w:line="240" w:lineRule="auto"/>
      <w:ind w:left="720" w:right="2880"/>
    </w:pPr>
    <w:rPr>
      <w:rFonts w:ascii="Tahoma" w:eastAsia="Times New Roman" w:hAnsi="Tahoma" w:cs="Times New Roman"/>
      <w:sz w:val="18"/>
      <w:szCs w:val="24"/>
    </w:rPr>
  </w:style>
  <w:style w:type="paragraph" w:customStyle="1" w:styleId="Document">
    <w:name w:val="Document"/>
    <w:basedOn w:val="DocumentClient"/>
    <w:rsid w:val="00C959DC"/>
    <w:pPr>
      <w:framePr w:wrap="around"/>
      <w:spacing w:after="60"/>
    </w:pPr>
    <w:rPr>
      <w:sz w:val="26"/>
    </w:rPr>
  </w:style>
  <w:style w:type="paragraph" w:customStyle="1" w:styleId="DocumentProject">
    <w:name w:val="Document Project"/>
    <w:basedOn w:val="DocumentClient"/>
    <w:rsid w:val="00C959DC"/>
    <w:pPr>
      <w:framePr w:wrap="around"/>
    </w:pPr>
    <w:rPr>
      <w:b/>
      <w:w w:val="98"/>
      <w:sz w:val="28"/>
    </w:rPr>
  </w:style>
  <w:style w:type="paragraph" w:customStyle="1" w:styleId="DocumentDate">
    <w:name w:val="Document Date"/>
    <w:basedOn w:val="DocumentClient"/>
    <w:rsid w:val="00C959DC"/>
    <w:pPr>
      <w:framePr w:wrap="around"/>
      <w:spacing w:after="1440"/>
    </w:pPr>
    <w:rPr>
      <w:sz w:val="16"/>
    </w:rPr>
  </w:style>
  <w:style w:type="paragraph" w:customStyle="1" w:styleId="questioninstruction0">
    <w:name w:val="questioninstruction"/>
    <w:basedOn w:val="Normal"/>
    <w:uiPriority w:val="99"/>
    <w:rsid w:val="00CF50FF"/>
    <w:pPr>
      <w:keepNext/>
      <w:spacing w:before="60" w:after="60" w:line="240" w:lineRule="auto"/>
      <w:ind w:left="720"/>
    </w:pPr>
    <w:rPr>
      <w:rFonts w:ascii="Times New Roman" w:eastAsiaTheme="minorHAnsi" w:hAnsi="Times New Roman" w:cs="Times New Roman"/>
      <w:b/>
      <w:bCs/>
      <w:sz w:val="24"/>
      <w:szCs w:val="24"/>
    </w:rPr>
  </w:style>
  <w:style w:type="paragraph" w:customStyle="1" w:styleId="FolioPSRAName">
    <w:name w:val="Folio PSRA Name"/>
    <w:basedOn w:val="Normal"/>
    <w:rsid w:val="00F567A9"/>
    <w:pPr>
      <w:framePr w:hSpace="180" w:vSpace="180" w:wrap="around" w:vAnchor="page" w:hAnchor="margin" w:xAlign="center" w:y="15121"/>
      <w:spacing w:after="0" w:line="240" w:lineRule="auto"/>
      <w:jc w:val="center"/>
    </w:pPr>
    <w:rPr>
      <w:rFonts w:ascii="Times New Roman" w:eastAsia="Times New Roman" w:hAnsi="Times New Roman" w:cs="Times New Roman"/>
      <w:b/>
      <w:caps/>
      <w:spacing w:val="40"/>
      <w:sz w:val="10"/>
      <w:szCs w:val="24"/>
    </w:rPr>
  </w:style>
  <w:style w:type="character" w:styleId="CommentReference">
    <w:name w:val="annotation reference"/>
    <w:basedOn w:val="DefaultParagraphFont"/>
    <w:uiPriority w:val="99"/>
    <w:semiHidden/>
    <w:unhideWhenUsed/>
    <w:rsid w:val="00AD0729"/>
    <w:rPr>
      <w:sz w:val="16"/>
      <w:szCs w:val="16"/>
    </w:rPr>
  </w:style>
  <w:style w:type="paragraph" w:styleId="CommentText">
    <w:name w:val="annotation text"/>
    <w:basedOn w:val="Normal"/>
    <w:link w:val="CommentTextChar"/>
    <w:uiPriority w:val="99"/>
    <w:semiHidden/>
    <w:unhideWhenUsed/>
    <w:rsid w:val="00AD0729"/>
    <w:pPr>
      <w:spacing w:line="240" w:lineRule="auto"/>
    </w:pPr>
    <w:rPr>
      <w:sz w:val="20"/>
      <w:szCs w:val="20"/>
    </w:rPr>
  </w:style>
  <w:style w:type="character" w:customStyle="1" w:styleId="CommentTextChar">
    <w:name w:val="Comment Text Char"/>
    <w:basedOn w:val="DefaultParagraphFont"/>
    <w:link w:val="CommentText"/>
    <w:uiPriority w:val="99"/>
    <w:semiHidden/>
    <w:rsid w:val="00AD0729"/>
    <w:rPr>
      <w:sz w:val="20"/>
      <w:szCs w:val="20"/>
    </w:rPr>
  </w:style>
  <w:style w:type="paragraph" w:styleId="CommentSubject">
    <w:name w:val="annotation subject"/>
    <w:basedOn w:val="CommentText"/>
    <w:next w:val="CommentText"/>
    <w:link w:val="CommentSubjectChar"/>
    <w:uiPriority w:val="99"/>
    <w:semiHidden/>
    <w:unhideWhenUsed/>
    <w:rsid w:val="00AD0729"/>
    <w:rPr>
      <w:b/>
      <w:bCs/>
    </w:rPr>
  </w:style>
  <w:style w:type="character" w:customStyle="1" w:styleId="CommentSubjectChar">
    <w:name w:val="Comment Subject Char"/>
    <w:basedOn w:val="CommentTextChar"/>
    <w:link w:val="CommentSubject"/>
    <w:uiPriority w:val="99"/>
    <w:semiHidden/>
    <w:rsid w:val="00AD072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style>
  <w:style w:type="paragraph" w:styleId="Heading1">
    <w:name w:val="heading 1"/>
    <w:aliases w:val="Report Title"/>
    <w:next w:val="Normal"/>
    <w:link w:val="Heading1Char"/>
    <w:uiPriority w:val="9"/>
    <w:qFormat/>
    <w:rsid w:val="00E0598C"/>
    <w:pPr>
      <w:keepNext/>
      <w:keepLines/>
      <w:spacing w:after="0" w:line="440" w:lineRule="exact"/>
      <w:outlineLvl w:val="0"/>
    </w:pPr>
    <w:rPr>
      <w:rFonts w:ascii="Georgia" w:eastAsiaTheme="majorEastAsia" w:hAnsi="Georgia" w:cstheme="majorBidi"/>
      <w:bCs/>
      <w:color w:val="6E7536" w:themeColor="accent1" w:themeShade="BF"/>
      <w:sz w:val="36"/>
      <w:szCs w:val="28"/>
    </w:rPr>
  </w:style>
  <w:style w:type="paragraph" w:styleId="Heading2">
    <w:name w:val="heading 2"/>
    <w:basedOn w:val="Normal"/>
    <w:next w:val="Normal"/>
    <w:link w:val="Heading2Char"/>
    <w:uiPriority w:val="9"/>
    <w:unhideWhenUsed/>
    <w:qFormat/>
    <w:rsid w:val="00E0598C"/>
    <w:pPr>
      <w:autoSpaceDE w:val="0"/>
      <w:autoSpaceDN w:val="0"/>
      <w:adjustRightInd w:val="0"/>
      <w:spacing w:after="0" w:line="320" w:lineRule="exact"/>
      <w:outlineLvl w:val="1"/>
    </w:pPr>
    <w:rPr>
      <w:rFonts w:ascii="Verdana" w:hAnsi="Verdana" w:cs="Trebuchet MS"/>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link w:val="QuestionChar"/>
    <w:rsid w:val="00C25FA3"/>
    <w:pPr>
      <w:keepNext/>
      <w:keepLines/>
      <w:spacing w:after="240" w:line="240" w:lineRule="auto"/>
      <w:ind w:left="720" w:hanging="720"/>
    </w:pPr>
    <w:rPr>
      <w:rFonts w:ascii="Times New Roman" w:eastAsia="Times New Roman" w:hAnsi="Times New Roman" w:cs="Times New Roman"/>
      <w:szCs w:val="24"/>
    </w:rPr>
  </w:style>
  <w:style w:type="paragraph" w:customStyle="1" w:styleId="QuestionResponse">
    <w:name w:val="Question Response"/>
    <w:basedOn w:val="Question"/>
    <w:link w:val="QuestionResponseChar"/>
    <w:rsid w:val="00C25FA3"/>
    <w:pPr>
      <w:spacing w:after="0"/>
      <w:ind w:left="1440"/>
    </w:pPr>
  </w:style>
  <w:style w:type="paragraph" w:customStyle="1" w:styleId="QuestionResponseLast">
    <w:name w:val="Question Response (Last)"/>
    <w:basedOn w:val="QuestionResponse"/>
    <w:link w:val="QuestionResponseLastChar"/>
    <w:rsid w:val="00C25FA3"/>
    <w:pPr>
      <w:keepNext w:val="0"/>
      <w:spacing w:after="480"/>
    </w:pPr>
  </w:style>
  <w:style w:type="character" w:customStyle="1" w:styleId="QuestionResponseChar">
    <w:name w:val="Question Response Char"/>
    <w:basedOn w:val="DefaultParagraphFont"/>
    <w:link w:val="QuestionResponse"/>
    <w:rsid w:val="00C25FA3"/>
    <w:rPr>
      <w:rFonts w:ascii="Times New Roman" w:eastAsia="Times New Roman" w:hAnsi="Times New Roman" w:cs="Times New Roman"/>
      <w:szCs w:val="24"/>
    </w:rPr>
  </w:style>
  <w:style w:type="character" w:customStyle="1" w:styleId="QuestionResponseLastChar">
    <w:name w:val="Question Response (Last) Char"/>
    <w:basedOn w:val="DefaultParagraphFont"/>
    <w:link w:val="QuestionResponseLast"/>
    <w:rsid w:val="00C25FA3"/>
    <w:rPr>
      <w:rFonts w:ascii="Times New Roman" w:eastAsia="Times New Roman" w:hAnsi="Times New Roman" w:cs="Times New Roman"/>
      <w:szCs w:val="24"/>
    </w:rPr>
  </w:style>
  <w:style w:type="character" w:customStyle="1" w:styleId="QuestionChar">
    <w:name w:val="Question Char"/>
    <w:basedOn w:val="DefaultParagraphFont"/>
    <w:link w:val="Question"/>
    <w:rsid w:val="00C25FA3"/>
    <w:rPr>
      <w:rFonts w:ascii="Times New Roman" w:eastAsia="Times New Roman" w:hAnsi="Times New Roman" w:cs="Times New Roman"/>
      <w:szCs w:val="24"/>
    </w:rPr>
  </w:style>
  <w:style w:type="paragraph" w:customStyle="1" w:styleId="QuestionInstruction">
    <w:name w:val="Question Instruction"/>
    <w:basedOn w:val="Question"/>
    <w:link w:val="QuestionInstructionChar"/>
    <w:rsid w:val="00C25FA3"/>
    <w:pPr>
      <w:spacing w:before="60" w:after="60"/>
      <w:ind w:firstLine="0"/>
    </w:pPr>
    <w:rPr>
      <w:b/>
      <w:sz w:val="24"/>
      <w:szCs w:val="20"/>
    </w:rPr>
  </w:style>
  <w:style w:type="character" w:customStyle="1" w:styleId="QuestionInstructionChar">
    <w:name w:val="Question Instruction Char"/>
    <w:basedOn w:val="DefaultParagraphFont"/>
    <w:link w:val="QuestionInstruction"/>
    <w:rsid w:val="00C25FA3"/>
    <w:rPr>
      <w:rFonts w:ascii="Times New Roman" w:eastAsia="Times New Roman" w:hAnsi="Times New Roman" w:cs="Times New Roman"/>
      <w:b/>
      <w:sz w:val="24"/>
      <w:szCs w:val="20"/>
    </w:rPr>
  </w:style>
  <w:style w:type="paragraph" w:customStyle="1" w:styleId="QuestionList">
    <w:name w:val="Question List"/>
    <w:basedOn w:val="Question"/>
    <w:link w:val="QuestionListChar"/>
    <w:uiPriority w:val="99"/>
    <w:rsid w:val="00C25FA3"/>
    <w:pPr>
      <w:widowControl w:val="0"/>
      <w:autoSpaceDE w:val="0"/>
      <w:autoSpaceDN w:val="0"/>
      <w:adjustRightInd w:val="0"/>
      <w:spacing w:after="60"/>
      <w:ind w:left="1080" w:hanging="360"/>
    </w:pPr>
    <w:rPr>
      <w:sz w:val="20"/>
    </w:rPr>
  </w:style>
  <w:style w:type="character" w:customStyle="1" w:styleId="QuestionListChar">
    <w:name w:val="Question List Char"/>
    <w:basedOn w:val="DefaultParagraphFont"/>
    <w:link w:val="QuestionList"/>
    <w:uiPriority w:val="99"/>
    <w:rsid w:val="00C25FA3"/>
    <w:rPr>
      <w:rFonts w:ascii="Times New Roman" w:eastAsia="Times New Roman" w:hAnsi="Times New Roman" w:cs="Times New Roman"/>
      <w:sz w:val="20"/>
      <w:szCs w:val="24"/>
    </w:rPr>
  </w:style>
  <w:style w:type="paragraph" w:styleId="FootnoteText">
    <w:name w:val="footnote text"/>
    <w:basedOn w:val="Normal"/>
    <w:link w:val="FootnoteTextChar"/>
    <w:semiHidden/>
    <w:rsid w:val="0099764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997646"/>
    <w:rPr>
      <w:rFonts w:ascii="Times New Roman" w:eastAsia="Times New Roman" w:hAnsi="Times New Roman" w:cs="Times New Roman"/>
      <w:sz w:val="20"/>
      <w:szCs w:val="20"/>
    </w:rPr>
  </w:style>
  <w:style w:type="character" w:styleId="FootnoteReference">
    <w:name w:val="footnote reference"/>
    <w:semiHidden/>
    <w:rsid w:val="00997646"/>
    <w:rPr>
      <w:vertAlign w:val="superscript"/>
    </w:rPr>
  </w:style>
  <w:style w:type="paragraph" w:styleId="Header">
    <w:name w:val="header"/>
    <w:basedOn w:val="Normal"/>
    <w:link w:val="HeaderChar"/>
    <w:uiPriority w:val="99"/>
    <w:unhideWhenUsed/>
    <w:rsid w:val="00033E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3E22"/>
  </w:style>
  <w:style w:type="paragraph" w:styleId="Footer">
    <w:name w:val="footer"/>
    <w:basedOn w:val="Normal"/>
    <w:link w:val="FooterChar"/>
    <w:uiPriority w:val="99"/>
    <w:unhideWhenUsed/>
    <w:rsid w:val="00033E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3E22"/>
  </w:style>
  <w:style w:type="character" w:customStyle="1" w:styleId="QuestionChar1">
    <w:name w:val="Question Char1"/>
    <w:basedOn w:val="DefaultParagraphFont"/>
    <w:rsid w:val="00A310D4"/>
    <w:rPr>
      <w:sz w:val="22"/>
      <w:szCs w:val="24"/>
    </w:rPr>
  </w:style>
  <w:style w:type="paragraph" w:customStyle="1" w:styleId="QuestionListLast">
    <w:name w:val="Question List (Last)"/>
    <w:basedOn w:val="QuestionList"/>
    <w:rsid w:val="0003382C"/>
    <w:pPr>
      <w:widowControl/>
      <w:autoSpaceDE/>
      <w:autoSpaceDN/>
      <w:adjustRightInd/>
      <w:spacing w:after="240"/>
    </w:pPr>
    <w:rPr>
      <w:sz w:val="22"/>
    </w:rPr>
  </w:style>
  <w:style w:type="paragraph" w:styleId="ListParagraph">
    <w:name w:val="List Paragraph"/>
    <w:basedOn w:val="Normal"/>
    <w:uiPriority w:val="34"/>
    <w:qFormat/>
    <w:rsid w:val="008D3114"/>
    <w:pPr>
      <w:ind w:left="720"/>
      <w:contextualSpacing/>
    </w:pPr>
  </w:style>
  <w:style w:type="paragraph" w:styleId="BalloonText">
    <w:name w:val="Balloon Text"/>
    <w:basedOn w:val="Normal"/>
    <w:link w:val="BalloonTextChar"/>
    <w:uiPriority w:val="99"/>
    <w:semiHidden/>
    <w:unhideWhenUsed/>
    <w:rsid w:val="00D76B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BCF"/>
    <w:rPr>
      <w:rFonts w:ascii="Tahoma" w:hAnsi="Tahoma" w:cs="Tahoma"/>
      <w:sz w:val="16"/>
      <w:szCs w:val="16"/>
    </w:rPr>
  </w:style>
  <w:style w:type="character" w:customStyle="1" w:styleId="QuestionCharChar">
    <w:name w:val="Question Char Char"/>
    <w:basedOn w:val="DefaultParagraphFont"/>
    <w:rsid w:val="00747B6C"/>
    <w:rPr>
      <w:szCs w:val="24"/>
      <w:lang w:val="en-US" w:eastAsia="en-US" w:bidi="ar-SA"/>
    </w:rPr>
  </w:style>
  <w:style w:type="paragraph" w:customStyle="1" w:styleId="FolioPageNumberRotated">
    <w:name w:val="Folio Page Number (Rotated)"/>
    <w:basedOn w:val="Normal"/>
    <w:rsid w:val="00A56515"/>
    <w:pPr>
      <w:framePr w:w="360" w:h="720" w:hRule="exact" w:hSpace="180" w:vSpace="180" w:wrap="around" w:vAnchor="page" w:hAnchor="page" w:x="12601" w:y="11341"/>
      <w:spacing w:after="0" w:line="240" w:lineRule="auto"/>
      <w:jc w:val="center"/>
    </w:pPr>
    <w:rPr>
      <w:rFonts w:ascii="Tahoma" w:eastAsia="Times New Roman" w:hAnsi="Tahoma" w:cs="Times New Roman"/>
      <w:b/>
      <w:sz w:val="14"/>
      <w:szCs w:val="24"/>
    </w:rPr>
  </w:style>
  <w:style w:type="paragraph" w:customStyle="1" w:styleId="question0">
    <w:name w:val="question"/>
    <w:basedOn w:val="Normal"/>
    <w:link w:val="questionChar0"/>
    <w:uiPriority w:val="99"/>
    <w:rsid w:val="00B53ADA"/>
    <w:pPr>
      <w:keepNext/>
      <w:autoSpaceDE w:val="0"/>
      <w:autoSpaceDN w:val="0"/>
      <w:spacing w:after="240" w:line="240" w:lineRule="auto"/>
      <w:ind w:left="720" w:hanging="720"/>
    </w:pPr>
    <w:rPr>
      <w:rFonts w:ascii="Times New Roman" w:eastAsia="Times New Roman" w:hAnsi="Times New Roman" w:cs="Times New Roman"/>
      <w:sz w:val="24"/>
      <w:szCs w:val="24"/>
    </w:rPr>
  </w:style>
  <w:style w:type="character" w:customStyle="1" w:styleId="questionChar0">
    <w:name w:val="question Char"/>
    <w:link w:val="question0"/>
    <w:rsid w:val="00B53ADA"/>
    <w:rPr>
      <w:rFonts w:ascii="Times New Roman" w:eastAsia="Times New Roman" w:hAnsi="Times New Roman" w:cs="Times New Roman"/>
      <w:sz w:val="24"/>
      <w:szCs w:val="24"/>
    </w:rPr>
  </w:style>
  <w:style w:type="paragraph" w:customStyle="1" w:styleId="questionresponse0">
    <w:name w:val="questionresponse"/>
    <w:basedOn w:val="Normal"/>
    <w:uiPriority w:val="99"/>
    <w:rsid w:val="00B53ADA"/>
    <w:pPr>
      <w:keepNext/>
      <w:autoSpaceDE w:val="0"/>
      <w:autoSpaceDN w:val="0"/>
      <w:spacing w:after="0" w:line="240" w:lineRule="auto"/>
      <w:ind w:left="1440" w:hanging="720"/>
    </w:pPr>
    <w:rPr>
      <w:rFonts w:ascii="Times New Roman" w:eastAsia="Times New Roman" w:hAnsi="Times New Roman" w:cs="Times New Roman"/>
      <w:sz w:val="24"/>
      <w:szCs w:val="24"/>
    </w:rPr>
  </w:style>
  <w:style w:type="paragraph" w:customStyle="1" w:styleId="questionresponselast0">
    <w:name w:val="questionresponselast"/>
    <w:basedOn w:val="Normal"/>
    <w:uiPriority w:val="99"/>
    <w:rsid w:val="00B53ADA"/>
    <w:pPr>
      <w:autoSpaceDE w:val="0"/>
      <w:autoSpaceDN w:val="0"/>
      <w:spacing w:after="480" w:line="240" w:lineRule="auto"/>
      <w:ind w:left="1440" w:hanging="720"/>
    </w:pPr>
    <w:rPr>
      <w:rFonts w:ascii="Times New Roman" w:eastAsia="Times New Roman" w:hAnsi="Times New Roman" w:cs="Times New Roman"/>
      <w:sz w:val="24"/>
      <w:szCs w:val="24"/>
    </w:rPr>
  </w:style>
  <w:style w:type="character" w:customStyle="1" w:styleId="Heading1Char">
    <w:name w:val="Heading 1 Char"/>
    <w:aliases w:val="Report Title Char"/>
    <w:basedOn w:val="DefaultParagraphFont"/>
    <w:link w:val="Heading1"/>
    <w:uiPriority w:val="9"/>
    <w:rsid w:val="00E0598C"/>
    <w:rPr>
      <w:rFonts w:ascii="Georgia" w:eastAsiaTheme="majorEastAsia" w:hAnsi="Georgia" w:cstheme="majorBidi"/>
      <w:bCs/>
      <w:color w:val="6E7536" w:themeColor="accent1" w:themeShade="BF"/>
      <w:sz w:val="36"/>
      <w:szCs w:val="28"/>
    </w:rPr>
  </w:style>
  <w:style w:type="character" w:customStyle="1" w:styleId="Heading2Char">
    <w:name w:val="Heading 2 Char"/>
    <w:basedOn w:val="DefaultParagraphFont"/>
    <w:link w:val="Heading2"/>
    <w:uiPriority w:val="9"/>
    <w:rsid w:val="00E0598C"/>
    <w:rPr>
      <w:rFonts w:ascii="Verdana" w:hAnsi="Verdana" w:cs="Trebuchet MS"/>
      <w:b/>
      <w:bCs/>
      <w:szCs w:val="26"/>
    </w:rPr>
  </w:style>
  <w:style w:type="paragraph" w:styleId="Subtitle">
    <w:name w:val="Subtitle"/>
    <w:basedOn w:val="Normal"/>
    <w:next w:val="Normal"/>
    <w:link w:val="SubtitleChar"/>
    <w:uiPriority w:val="11"/>
    <w:qFormat/>
    <w:rsid w:val="00E0598C"/>
    <w:pPr>
      <w:spacing w:after="60" w:line="340" w:lineRule="exact"/>
    </w:pPr>
    <w:rPr>
      <w:rFonts w:ascii="Georgia" w:hAnsi="Georgia" w:cs="Trebuchet MS"/>
      <w:bCs/>
      <w:color w:val="7F7F7F" w:themeColor="text1" w:themeTint="80"/>
      <w:sz w:val="28"/>
      <w:szCs w:val="28"/>
    </w:rPr>
  </w:style>
  <w:style w:type="character" w:customStyle="1" w:styleId="SubtitleChar">
    <w:name w:val="Subtitle Char"/>
    <w:basedOn w:val="DefaultParagraphFont"/>
    <w:link w:val="Subtitle"/>
    <w:uiPriority w:val="11"/>
    <w:rsid w:val="00E0598C"/>
    <w:rPr>
      <w:rFonts w:ascii="Georgia" w:hAnsi="Georgia" w:cs="Trebuchet MS"/>
      <w:bCs/>
      <w:color w:val="7F7F7F" w:themeColor="text1" w:themeTint="80"/>
      <w:sz w:val="28"/>
      <w:szCs w:val="28"/>
    </w:rPr>
  </w:style>
  <w:style w:type="paragraph" w:customStyle="1" w:styleId="0ReportMainStyle">
    <w:name w:val="0 Report Main Style"/>
    <w:basedOn w:val="Normal"/>
    <w:qFormat/>
    <w:rsid w:val="00E0598C"/>
    <w:pPr>
      <w:autoSpaceDE w:val="0"/>
      <w:autoSpaceDN w:val="0"/>
      <w:adjustRightInd w:val="0"/>
      <w:spacing w:after="0" w:line="320" w:lineRule="exact"/>
    </w:pPr>
    <w:rPr>
      <w:rFonts w:ascii="Georgia" w:hAnsi="Georgia" w:cs="Times New Roman"/>
    </w:rPr>
  </w:style>
  <w:style w:type="paragraph" w:customStyle="1" w:styleId="1TableHeader">
    <w:name w:val="1 Table Header"/>
    <w:basedOn w:val="Normal"/>
    <w:qFormat/>
    <w:rsid w:val="00E0598C"/>
    <w:pPr>
      <w:spacing w:before="120" w:after="0"/>
    </w:pPr>
    <w:rPr>
      <w:rFonts w:ascii="Verdana" w:hAnsi="Verdana"/>
      <w:b/>
    </w:rPr>
  </w:style>
  <w:style w:type="paragraph" w:customStyle="1" w:styleId="2TableSubhead">
    <w:name w:val="2 Table Subhead"/>
    <w:basedOn w:val="Normal"/>
    <w:qFormat/>
    <w:rsid w:val="00E0598C"/>
    <w:pPr>
      <w:spacing w:before="120" w:after="60" w:line="240" w:lineRule="auto"/>
    </w:pPr>
    <w:rPr>
      <w:rFonts w:ascii="Georgia" w:hAnsi="Georgia"/>
      <w:i/>
      <w:sz w:val="18"/>
      <w:szCs w:val="18"/>
    </w:rPr>
  </w:style>
  <w:style w:type="paragraph" w:customStyle="1" w:styleId="3TableColumnHeader">
    <w:name w:val="3 Table Column Header"/>
    <w:basedOn w:val="Normal"/>
    <w:qFormat/>
    <w:rsid w:val="00E0598C"/>
    <w:pPr>
      <w:spacing w:after="20" w:line="240" w:lineRule="auto"/>
    </w:pPr>
    <w:rPr>
      <w:rFonts w:ascii="Verdana" w:eastAsia="Cambria" w:hAnsi="Verdana" w:cs="Times New Roman"/>
      <w:b/>
      <w:sz w:val="14"/>
      <w:szCs w:val="24"/>
    </w:rPr>
  </w:style>
  <w:style w:type="paragraph" w:customStyle="1" w:styleId="4TableRowHeaderBold">
    <w:name w:val="4 Table Row Header Bold"/>
    <w:basedOn w:val="Normal"/>
    <w:qFormat/>
    <w:rsid w:val="00E0598C"/>
    <w:pPr>
      <w:spacing w:after="0" w:line="240" w:lineRule="exact"/>
      <w:contextualSpacing/>
    </w:pPr>
    <w:rPr>
      <w:rFonts w:ascii="Verdana" w:eastAsia="Cambria" w:hAnsi="Verdana" w:cs="Times New Roman"/>
      <w:b/>
      <w:sz w:val="16"/>
      <w:szCs w:val="24"/>
    </w:rPr>
  </w:style>
  <w:style w:type="paragraph" w:customStyle="1" w:styleId="6TableContents">
    <w:name w:val="6 Table Contents"/>
    <w:basedOn w:val="Normal"/>
    <w:qFormat/>
    <w:rsid w:val="00E0598C"/>
    <w:pPr>
      <w:spacing w:after="0" w:line="240" w:lineRule="exact"/>
      <w:contextualSpacing/>
      <w:jc w:val="right"/>
    </w:pPr>
    <w:rPr>
      <w:rFonts w:ascii="Verdana" w:eastAsia="Cambria" w:hAnsi="Verdana" w:cs="Times New Roman"/>
      <w:sz w:val="16"/>
      <w:szCs w:val="24"/>
    </w:rPr>
  </w:style>
  <w:style w:type="paragraph" w:customStyle="1" w:styleId="7TableFooter">
    <w:name w:val="7 Table Footer"/>
    <w:basedOn w:val="Normal"/>
    <w:qFormat/>
    <w:rsid w:val="00E0598C"/>
    <w:pPr>
      <w:spacing w:before="120" w:after="120" w:line="180" w:lineRule="exact"/>
      <w:contextualSpacing/>
    </w:pPr>
    <w:rPr>
      <w:rFonts w:ascii="Verdana" w:eastAsia="Cambria" w:hAnsi="Verdana" w:cs="Times New Roman"/>
      <w:sz w:val="14"/>
      <w:szCs w:val="24"/>
    </w:rPr>
  </w:style>
  <w:style w:type="paragraph" w:customStyle="1" w:styleId="5TableRowHeader">
    <w:name w:val="5 Table Row Header"/>
    <w:basedOn w:val="4TableRowHeaderBold"/>
    <w:qFormat/>
    <w:rsid w:val="00E0598C"/>
    <w:rPr>
      <w:b w:val="0"/>
    </w:rPr>
  </w:style>
  <w:style w:type="paragraph" w:customStyle="1" w:styleId="00ReportFooter">
    <w:name w:val="00 Report Footer"/>
    <w:basedOn w:val="Normal"/>
    <w:qFormat/>
    <w:rsid w:val="00E0598C"/>
    <w:pPr>
      <w:autoSpaceDE w:val="0"/>
      <w:autoSpaceDN w:val="0"/>
      <w:adjustRightInd w:val="0"/>
      <w:spacing w:after="0" w:line="200" w:lineRule="exact"/>
    </w:pPr>
    <w:rPr>
      <w:rFonts w:ascii="Verdana" w:hAnsi="Verdana" w:cs="Times New Roman"/>
      <w:color w:val="595959" w:themeColor="text1" w:themeTint="A6"/>
      <w:sz w:val="14"/>
      <w:szCs w:val="14"/>
    </w:rPr>
  </w:style>
  <w:style w:type="paragraph" w:customStyle="1" w:styleId="7TOCpagetitles">
    <w:name w:val="_7 TOC page titles"/>
    <w:basedOn w:val="1TableHeader"/>
    <w:qFormat/>
    <w:rsid w:val="00E0598C"/>
    <w:pPr>
      <w:framePr w:hSpace="187" w:wrap="around" w:vAnchor="page" w:hAnchor="margin" w:y="3631"/>
      <w:spacing w:before="0" w:line="300" w:lineRule="exact"/>
    </w:pPr>
    <w:rPr>
      <w:b w:val="0"/>
    </w:rPr>
  </w:style>
  <w:style w:type="character" w:customStyle="1" w:styleId="6CoverContactboxgray">
    <w:name w:val="_6 Cover Contact box gray"/>
    <w:basedOn w:val="DefaultParagraphFont"/>
    <w:uiPriority w:val="1"/>
    <w:qFormat/>
    <w:rsid w:val="00E0598C"/>
    <w:rPr>
      <w:color w:val="808080" w:themeColor="background1" w:themeShade="80"/>
      <w:sz w:val="14"/>
      <w:szCs w:val="14"/>
    </w:rPr>
  </w:style>
  <w:style w:type="paragraph" w:customStyle="1" w:styleId="2Covertopheader">
    <w:name w:val="_2 Cover top header"/>
    <w:basedOn w:val="Normal"/>
    <w:qFormat/>
    <w:rsid w:val="00E0598C"/>
    <w:pPr>
      <w:spacing w:after="0" w:line="400" w:lineRule="exact"/>
    </w:pPr>
    <w:rPr>
      <w:rFonts w:ascii="Verdana" w:hAnsi="Verdana" w:cs="Trebuchet MS"/>
      <w:bCs/>
      <w:color w:val="7F7F7F" w:themeColor="text1" w:themeTint="80"/>
      <w:sz w:val="26"/>
      <w:szCs w:val="26"/>
    </w:rPr>
  </w:style>
  <w:style w:type="paragraph" w:customStyle="1" w:styleId="3Covermainheader">
    <w:name w:val="_3 Cover main header"/>
    <w:basedOn w:val="Normal"/>
    <w:qFormat/>
    <w:rsid w:val="00E0598C"/>
    <w:pPr>
      <w:spacing w:after="0" w:line="480" w:lineRule="exact"/>
    </w:pPr>
    <w:rPr>
      <w:rFonts w:ascii="Verdana" w:hAnsi="Verdana"/>
      <w:sz w:val="40"/>
      <w:szCs w:val="40"/>
    </w:rPr>
  </w:style>
  <w:style w:type="paragraph" w:customStyle="1" w:styleId="4Coversubheader">
    <w:name w:val="_4 Cover sub header"/>
    <w:basedOn w:val="Normal"/>
    <w:qFormat/>
    <w:rsid w:val="00E0598C"/>
    <w:pPr>
      <w:spacing w:after="0" w:line="300" w:lineRule="exact"/>
    </w:pPr>
    <w:rPr>
      <w:rFonts w:ascii="Verdana" w:hAnsi="Verdana"/>
      <w:sz w:val="24"/>
      <w:szCs w:val="24"/>
    </w:rPr>
  </w:style>
  <w:style w:type="paragraph" w:customStyle="1" w:styleId="0ReportHeaderStyle">
    <w:name w:val="0 Report Header Style"/>
    <w:basedOn w:val="Heading2"/>
    <w:qFormat/>
    <w:rsid w:val="00E0598C"/>
  </w:style>
  <w:style w:type="paragraph" w:customStyle="1" w:styleId="1Coverdate">
    <w:name w:val="_1 Cover date"/>
    <w:basedOn w:val="Normal"/>
    <w:qFormat/>
    <w:rsid w:val="00E0598C"/>
    <w:pPr>
      <w:spacing w:after="0" w:line="240" w:lineRule="exact"/>
    </w:pPr>
    <w:rPr>
      <w:rFonts w:ascii="Verdana" w:hAnsi="Verdana" w:cs="Trebuchet MS"/>
      <w:bCs/>
      <w:color w:val="8E2A1D" w:themeColor="accent6" w:themeShade="BF"/>
      <w:sz w:val="16"/>
      <w:szCs w:val="16"/>
    </w:rPr>
  </w:style>
  <w:style w:type="character" w:customStyle="1" w:styleId="5CoverContact">
    <w:name w:val="_5 Cover Contact"/>
    <w:basedOn w:val="DefaultParagraphFont"/>
    <w:uiPriority w:val="1"/>
    <w:qFormat/>
    <w:rsid w:val="00E0598C"/>
    <w:rPr>
      <w:rFonts w:ascii="Verdana" w:hAnsi="Verdana"/>
      <w:sz w:val="14"/>
    </w:rPr>
  </w:style>
  <w:style w:type="character" w:styleId="Hyperlink">
    <w:name w:val="Hyperlink"/>
    <w:basedOn w:val="DefaultParagraphFont"/>
    <w:uiPriority w:val="99"/>
    <w:unhideWhenUsed/>
    <w:rsid w:val="00E0598C"/>
    <w:rPr>
      <w:color w:val="A55A26" w:themeColor="hyperlink"/>
      <w:u w:val="single"/>
    </w:rPr>
  </w:style>
  <w:style w:type="paragraph" w:styleId="TOC1">
    <w:name w:val="toc 1"/>
    <w:basedOn w:val="Heading2"/>
    <w:next w:val="Normal"/>
    <w:autoRedefine/>
    <w:uiPriority w:val="39"/>
    <w:unhideWhenUsed/>
    <w:rsid w:val="00E0598C"/>
    <w:pPr>
      <w:spacing w:after="100"/>
    </w:pPr>
  </w:style>
  <w:style w:type="character" w:customStyle="1" w:styleId="AnswerCategoryChar">
    <w:name w:val="Answer Category Char"/>
    <w:basedOn w:val="DefaultParagraphFont"/>
    <w:link w:val="AnswerCategory"/>
    <w:uiPriority w:val="99"/>
    <w:locked/>
    <w:rsid w:val="003B4325"/>
    <w:rPr>
      <w:rFonts w:ascii="Tahoma" w:hAnsi="Tahoma" w:cs="Tahoma"/>
    </w:rPr>
  </w:style>
  <w:style w:type="paragraph" w:customStyle="1" w:styleId="AnswerCategory">
    <w:name w:val="Answer Category"/>
    <w:basedOn w:val="Normal"/>
    <w:link w:val="AnswerCategoryChar"/>
    <w:uiPriority w:val="99"/>
    <w:rsid w:val="003B4325"/>
    <w:pPr>
      <w:keepNext/>
      <w:spacing w:after="0" w:line="240" w:lineRule="auto"/>
      <w:ind w:left="1440" w:hanging="720"/>
    </w:pPr>
    <w:rPr>
      <w:rFonts w:ascii="Tahoma" w:hAnsi="Tahoma" w:cs="Tahoma"/>
    </w:rPr>
  </w:style>
  <w:style w:type="character" w:customStyle="1" w:styleId="QuestionChar2">
    <w:name w:val="Question Char2"/>
    <w:basedOn w:val="DefaultParagraphFont"/>
    <w:locked/>
    <w:rsid w:val="003B4325"/>
    <w:rPr>
      <w:rFonts w:ascii="Tahoma" w:hAnsi="Tahoma" w:cs="Tahoma"/>
    </w:rPr>
  </w:style>
  <w:style w:type="character" w:customStyle="1" w:styleId="FilterChar">
    <w:name w:val="Filter Char"/>
    <w:basedOn w:val="DefaultParagraphFont"/>
    <w:link w:val="Filter"/>
    <w:locked/>
    <w:rsid w:val="003B4325"/>
    <w:rPr>
      <w:rFonts w:ascii="Tahoma" w:hAnsi="Tahoma" w:cs="Tahoma"/>
      <w:b/>
      <w:bCs/>
    </w:rPr>
  </w:style>
  <w:style w:type="paragraph" w:customStyle="1" w:styleId="Filter">
    <w:name w:val="Filter"/>
    <w:basedOn w:val="Normal"/>
    <w:link w:val="FilterChar"/>
    <w:rsid w:val="003B4325"/>
    <w:pPr>
      <w:keepNext/>
      <w:spacing w:after="0" w:line="240" w:lineRule="auto"/>
      <w:ind w:left="720" w:hanging="720"/>
    </w:pPr>
    <w:rPr>
      <w:rFonts w:ascii="Tahoma" w:hAnsi="Tahoma" w:cs="Tahoma"/>
      <w:b/>
      <w:bCs/>
    </w:rPr>
  </w:style>
  <w:style w:type="character" w:customStyle="1" w:styleId="QuestionCha">
    <w:name w:val="Question Cha"/>
    <w:rsid w:val="00003DD5"/>
  </w:style>
  <w:style w:type="paragraph" w:customStyle="1" w:styleId="DocumentClient">
    <w:name w:val="Document Client"/>
    <w:basedOn w:val="Normal"/>
    <w:rsid w:val="00C959DC"/>
    <w:pPr>
      <w:framePr w:hSpace="180" w:wrap="around" w:vAnchor="page" w:hAnchor="text" w:y="1081"/>
      <w:spacing w:after="240" w:line="240" w:lineRule="auto"/>
      <w:ind w:left="720" w:right="2880"/>
    </w:pPr>
    <w:rPr>
      <w:rFonts w:ascii="Tahoma" w:eastAsia="Times New Roman" w:hAnsi="Tahoma" w:cs="Times New Roman"/>
      <w:sz w:val="18"/>
      <w:szCs w:val="24"/>
    </w:rPr>
  </w:style>
  <w:style w:type="paragraph" w:customStyle="1" w:styleId="Document">
    <w:name w:val="Document"/>
    <w:basedOn w:val="DocumentClient"/>
    <w:rsid w:val="00C959DC"/>
    <w:pPr>
      <w:framePr w:wrap="around"/>
      <w:spacing w:after="60"/>
    </w:pPr>
    <w:rPr>
      <w:sz w:val="26"/>
    </w:rPr>
  </w:style>
  <w:style w:type="paragraph" w:customStyle="1" w:styleId="DocumentProject">
    <w:name w:val="Document Project"/>
    <w:basedOn w:val="DocumentClient"/>
    <w:rsid w:val="00C959DC"/>
    <w:pPr>
      <w:framePr w:wrap="around"/>
    </w:pPr>
    <w:rPr>
      <w:b/>
      <w:w w:val="98"/>
      <w:sz w:val="28"/>
    </w:rPr>
  </w:style>
  <w:style w:type="paragraph" w:customStyle="1" w:styleId="DocumentDate">
    <w:name w:val="Document Date"/>
    <w:basedOn w:val="DocumentClient"/>
    <w:rsid w:val="00C959DC"/>
    <w:pPr>
      <w:framePr w:wrap="around"/>
      <w:spacing w:after="1440"/>
    </w:pPr>
    <w:rPr>
      <w:sz w:val="16"/>
    </w:rPr>
  </w:style>
  <w:style w:type="paragraph" w:customStyle="1" w:styleId="questioninstruction0">
    <w:name w:val="questioninstruction"/>
    <w:basedOn w:val="Normal"/>
    <w:uiPriority w:val="99"/>
    <w:rsid w:val="00CF50FF"/>
    <w:pPr>
      <w:keepNext/>
      <w:spacing w:before="60" w:after="60" w:line="240" w:lineRule="auto"/>
      <w:ind w:left="720"/>
    </w:pPr>
    <w:rPr>
      <w:rFonts w:ascii="Times New Roman" w:eastAsiaTheme="minorHAnsi" w:hAnsi="Times New Roman" w:cs="Times New Roman"/>
      <w:b/>
      <w:bCs/>
      <w:sz w:val="24"/>
      <w:szCs w:val="24"/>
    </w:rPr>
  </w:style>
  <w:style w:type="paragraph" w:customStyle="1" w:styleId="FolioPSRAName">
    <w:name w:val="Folio PSRA Name"/>
    <w:basedOn w:val="Normal"/>
    <w:rsid w:val="00F567A9"/>
    <w:pPr>
      <w:framePr w:hSpace="180" w:vSpace="180" w:wrap="around" w:vAnchor="page" w:hAnchor="margin" w:xAlign="center" w:y="15121"/>
      <w:spacing w:after="0" w:line="240" w:lineRule="auto"/>
      <w:jc w:val="center"/>
    </w:pPr>
    <w:rPr>
      <w:rFonts w:ascii="Times New Roman" w:eastAsia="Times New Roman" w:hAnsi="Times New Roman" w:cs="Times New Roman"/>
      <w:b/>
      <w:caps/>
      <w:spacing w:val="40"/>
      <w:sz w:val="10"/>
      <w:szCs w:val="24"/>
    </w:rPr>
  </w:style>
  <w:style w:type="character" w:styleId="CommentReference">
    <w:name w:val="annotation reference"/>
    <w:basedOn w:val="DefaultParagraphFont"/>
    <w:uiPriority w:val="99"/>
    <w:semiHidden/>
    <w:unhideWhenUsed/>
    <w:rsid w:val="00AD0729"/>
    <w:rPr>
      <w:sz w:val="16"/>
      <w:szCs w:val="16"/>
    </w:rPr>
  </w:style>
  <w:style w:type="paragraph" w:styleId="CommentText">
    <w:name w:val="annotation text"/>
    <w:basedOn w:val="Normal"/>
    <w:link w:val="CommentTextChar"/>
    <w:uiPriority w:val="99"/>
    <w:semiHidden/>
    <w:unhideWhenUsed/>
    <w:rsid w:val="00AD0729"/>
    <w:pPr>
      <w:spacing w:line="240" w:lineRule="auto"/>
    </w:pPr>
    <w:rPr>
      <w:sz w:val="20"/>
      <w:szCs w:val="20"/>
    </w:rPr>
  </w:style>
  <w:style w:type="character" w:customStyle="1" w:styleId="CommentTextChar">
    <w:name w:val="Comment Text Char"/>
    <w:basedOn w:val="DefaultParagraphFont"/>
    <w:link w:val="CommentText"/>
    <w:uiPriority w:val="99"/>
    <w:semiHidden/>
    <w:rsid w:val="00AD0729"/>
    <w:rPr>
      <w:sz w:val="20"/>
      <w:szCs w:val="20"/>
    </w:rPr>
  </w:style>
  <w:style w:type="paragraph" w:styleId="CommentSubject">
    <w:name w:val="annotation subject"/>
    <w:basedOn w:val="CommentText"/>
    <w:next w:val="CommentText"/>
    <w:link w:val="CommentSubjectChar"/>
    <w:uiPriority w:val="99"/>
    <w:semiHidden/>
    <w:unhideWhenUsed/>
    <w:rsid w:val="00AD0729"/>
    <w:rPr>
      <w:b/>
      <w:bCs/>
    </w:rPr>
  </w:style>
  <w:style w:type="character" w:customStyle="1" w:styleId="CommentSubjectChar">
    <w:name w:val="Comment Subject Char"/>
    <w:basedOn w:val="CommentTextChar"/>
    <w:link w:val="CommentSubject"/>
    <w:uiPriority w:val="99"/>
    <w:semiHidden/>
    <w:rsid w:val="00AD07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4957">
      <w:bodyDiv w:val="1"/>
      <w:marLeft w:val="0"/>
      <w:marRight w:val="0"/>
      <w:marTop w:val="0"/>
      <w:marBottom w:val="0"/>
      <w:divBdr>
        <w:top w:val="none" w:sz="0" w:space="0" w:color="auto"/>
        <w:left w:val="none" w:sz="0" w:space="0" w:color="auto"/>
        <w:bottom w:val="none" w:sz="0" w:space="0" w:color="auto"/>
        <w:right w:val="none" w:sz="0" w:space="0" w:color="auto"/>
      </w:divBdr>
    </w:div>
    <w:div w:id="18092524">
      <w:bodyDiv w:val="1"/>
      <w:marLeft w:val="0"/>
      <w:marRight w:val="0"/>
      <w:marTop w:val="0"/>
      <w:marBottom w:val="0"/>
      <w:divBdr>
        <w:top w:val="none" w:sz="0" w:space="0" w:color="auto"/>
        <w:left w:val="none" w:sz="0" w:space="0" w:color="auto"/>
        <w:bottom w:val="none" w:sz="0" w:space="0" w:color="auto"/>
        <w:right w:val="none" w:sz="0" w:space="0" w:color="auto"/>
      </w:divBdr>
    </w:div>
    <w:div w:id="70347630">
      <w:bodyDiv w:val="1"/>
      <w:marLeft w:val="0"/>
      <w:marRight w:val="0"/>
      <w:marTop w:val="0"/>
      <w:marBottom w:val="0"/>
      <w:divBdr>
        <w:top w:val="none" w:sz="0" w:space="0" w:color="auto"/>
        <w:left w:val="none" w:sz="0" w:space="0" w:color="auto"/>
        <w:bottom w:val="none" w:sz="0" w:space="0" w:color="auto"/>
        <w:right w:val="none" w:sz="0" w:space="0" w:color="auto"/>
      </w:divBdr>
    </w:div>
    <w:div w:id="553320807">
      <w:bodyDiv w:val="1"/>
      <w:marLeft w:val="0"/>
      <w:marRight w:val="0"/>
      <w:marTop w:val="0"/>
      <w:marBottom w:val="0"/>
      <w:divBdr>
        <w:top w:val="none" w:sz="0" w:space="0" w:color="auto"/>
        <w:left w:val="none" w:sz="0" w:space="0" w:color="auto"/>
        <w:bottom w:val="none" w:sz="0" w:space="0" w:color="auto"/>
        <w:right w:val="none" w:sz="0" w:space="0" w:color="auto"/>
      </w:divBdr>
    </w:div>
    <w:div w:id="640623692">
      <w:bodyDiv w:val="1"/>
      <w:marLeft w:val="0"/>
      <w:marRight w:val="0"/>
      <w:marTop w:val="0"/>
      <w:marBottom w:val="0"/>
      <w:divBdr>
        <w:top w:val="none" w:sz="0" w:space="0" w:color="auto"/>
        <w:left w:val="none" w:sz="0" w:space="0" w:color="auto"/>
        <w:bottom w:val="none" w:sz="0" w:space="0" w:color="auto"/>
        <w:right w:val="none" w:sz="0" w:space="0" w:color="auto"/>
      </w:divBdr>
      <w:divsChild>
        <w:div w:id="1737244173">
          <w:marLeft w:val="0"/>
          <w:marRight w:val="0"/>
          <w:marTop w:val="0"/>
          <w:marBottom w:val="0"/>
          <w:divBdr>
            <w:top w:val="none" w:sz="0" w:space="0" w:color="auto"/>
            <w:left w:val="none" w:sz="0" w:space="0" w:color="auto"/>
            <w:bottom w:val="none" w:sz="0" w:space="0" w:color="auto"/>
            <w:right w:val="none" w:sz="0" w:space="0" w:color="auto"/>
          </w:divBdr>
          <w:divsChild>
            <w:div w:id="1299338485">
              <w:marLeft w:val="0"/>
              <w:marRight w:val="0"/>
              <w:marTop w:val="0"/>
              <w:marBottom w:val="0"/>
              <w:divBdr>
                <w:top w:val="none" w:sz="0" w:space="0" w:color="auto"/>
                <w:left w:val="none" w:sz="0" w:space="0" w:color="auto"/>
                <w:bottom w:val="none" w:sz="0" w:space="0" w:color="auto"/>
                <w:right w:val="none" w:sz="0" w:space="0" w:color="auto"/>
              </w:divBdr>
              <w:divsChild>
                <w:div w:id="196309966">
                  <w:marLeft w:val="0"/>
                  <w:marRight w:val="0"/>
                  <w:marTop w:val="0"/>
                  <w:marBottom w:val="0"/>
                  <w:divBdr>
                    <w:top w:val="none" w:sz="0" w:space="0" w:color="auto"/>
                    <w:left w:val="none" w:sz="0" w:space="0" w:color="auto"/>
                    <w:bottom w:val="none" w:sz="0" w:space="0" w:color="auto"/>
                    <w:right w:val="none" w:sz="0" w:space="0" w:color="auto"/>
                  </w:divBdr>
                  <w:divsChild>
                    <w:div w:id="303237891">
                      <w:marLeft w:val="0"/>
                      <w:marRight w:val="0"/>
                      <w:marTop w:val="0"/>
                      <w:marBottom w:val="0"/>
                      <w:divBdr>
                        <w:top w:val="none" w:sz="0" w:space="0" w:color="auto"/>
                        <w:left w:val="none" w:sz="0" w:space="0" w:color="auto"/>
                        <w:bottom w:val="none" w:sz="0" w:space="0" w:color="auto"/>
                        <w:right w:val="none" w:sz="0" w:space="0" w:color="auto"/>
                      </w:divBdr>
                      <w:divsChild>
                        <w:div w:id="173113303">
                          <w:marLeft w:val="0"/>
                          <w:marRight w:val="0"/>
                          <w:marTop w:val="0"/>
                          <w:marBottom w:val="0"/>
                          <w:divBdr>
                            <w:top w:val="none" w:sz="0" w:space="0" w:color="auto"/>
                            <w:left w:val="none" w:sz="0" w:space="0" w:color="auto"/>
                            <w:bottom w:val="none" w:sz="0" w:space="0" w:color="auto"/>
                            <w:right w:val="none" w:sz="0" w:space="0" w:color="auto"/>
                          </w:divBdr>
                          <w:divsChild>
                            <w:div w:id="1613440737">
                              <w:marLeft w:val="0"/>
                              <w:marRight w:val="0"/>
                              <w:marTop w:val="0"/>
                              <w:marBottom w:val="0"/>
                              <w:divBdr>
                                <w:top w:val="none" w:sz="0" w:space="0" w:color="auto"/>
                                <w:left w:val="none" w:sz="0" w:space="0" w:color="auto"/>
                                <w:bottom w:val="none" w:sz="0" w:space="0" w:color="auto"/>
                                <w:right w:val="none" w:sz="0" w:space="0" w:color="auto"/>
                              </w:divBdr>
                              <w:divsChild>
                                <w:div w:id="570503921">
                                  <w:marLeft w:val="0"/>
                                  <w:marRight w:val="0"/>
                                  <w:marTop w:val="0"/>
                                  <w:marBottom w:val="0"/>
                                  <w:divBdr>
                                    <w:top w:val="none" w:sz="0" w:space="0" w:color="auto"/>
                                    <w:left w:val="none" w:sz="0" w:space="0" w:color="auto"/>
                                    <w:bottom w:val="none" w:sz="0" w:space="0" w:color="auto"/>
                                    <w:right w:val="none" w:sz="0" w:space="0" w:color="auto"/>
                                  </w:divBdr>
                                  <w:divsChild>
                                    <w:div w:id="1324745462">
                                      <w:marLeft w:val="0"/>
                                      <w:marRight w:val="0"/>
                                      <w:marTop w:val="0"/>
                                      <w:marBottom w:val="0"/>
                                      <w:divBdr>
                                        <w:top w:val="none" w:sz="0" w:space="0" w:color="auto"/>
                                        <w:left w:val="none" w:sz="0" w:space="0" w:color="auto"/>
                                        <w:bottom w:val="none" w:sz="0" w:space="0" w:color="auto"/>
                                        <w:right w:val="none" w:sz="0" w:space="0" w:color="auto"/>
                                      </w:divBdr>
                                      <w:divsChild>
                                        <w:div w:id="2019773270">
                                          <w:marLeft w:val="0"/>
                                          <w:marRight w:val="0"/>
                                          <w:marTop w:val="0"/>
                                          <w:marBottom w:val="0"/>
                                          <w:divBdr>
                                            <w:top w:val="none" w:sz="0" w:space="0" w:color="auto"/>
                                            <w:left w:val="none" w:sz="0" w:space="0" w:color="auto"/>
                                            <w:bottom w:val="none" w:sz="0" w:space="0" w:color="auto"/>
                                            <w:right w:val="none" w:sz="0" w:space="0" w:color="auto"/>
                                          </w:divBdr>
                                          <w:divsChild>
                                            <w:div w:id="1002051098">
                                              <w:marLeft w:val="0"/>
                                              <w:marRight w:val="0"/>
                                              <w:marTop w:val="0"/>
                                              <w:marBottom w:val="0"/>
                                              <w:divBdr>
                                                <w:top w:val="none" w:sz="0" w:space="0" w:color="auto"/>
                                                <w:left w:val="none" w:sz="0" w:space="0" w:color="auto"/>
                                                <w:bottom w:val="none" w:sz="0" w:space="0" w:color="auto"/>
                                                <w:right w:val="none" w:sz="0" w:space="0" w:color="auto"/>
                                              </w:divBdr>
                                              <w:divsChild>
                                                <w:div w:id="1540705597">
                                                  <w:marLeft w:val="0"/>
                                                  <w:marRight w:val="0"/>
                                                  <w:marTop w:val="0"/>
                                                  <w:marBottom w:val="0"/>
                                                  <w:divBdr>
                                                    <w:top w:val="none" w:sz="0" w:space="0" w:color="auto"/>
                                                    <w:left w:val="none" w:sz="0" w:space="0" w:color="auto"/>
                                                    <w:bottom w:val="none" w:sz="0" w:space="0" w:color="auto"/>
                                                    <w:right w:val="none" w:sz="0" w:space="0" w:color="auto"/>
                                                  </w:divBdr>
                                                  <w:divsChild>
                                                    <w:div w:id="746028507">
                                                      <w:marLeft w:val="0"/>
                                                      <w:marRight w:val="0"/>
                                                      <w:marTop w:val="0"/>
                                                      <w:marBottom w:val="0"/>
                                                      <w:divBdr>
                                                        <w:top w:val="none" w:sz="0" w:space="0" w:color="auto"/>
                                                        <w:left w:val="none" w:sz="0" w:space="0" w:color="auto"/>
                                                        <w:bottom w:val="none" w:sz="0" w:space="0" w:color="auto"/>
                                                        <w:right w:val="none" w:sz="0" w:space="0" w:color="auto"/>
                                                      </w:divBdr>
                                                      <w:divsChild>
                                                        <w:div w:id="667831906">
                                                          <w:marLeft w:val="0"/>
                                                          <w:marRight w:val="0"/>
                                                          <w:marTop w:val="0"/>
                                                          <w:marBottom w:val="0"/>
                                                          <w:divBdr>
                                                            <w:top w:val="none" w:sz="0" w:space="0" w:color="auto"/>
                                                            <w:left w:val="none" w:sz="0" w:space="0" w:color="auto"/>
                                                            <w:bottom w:val="none" w:sz="0" w:space="0" w:color="auto"/>
                                                            <w:right w:val="none" w:sz="0" w:space="0" w:color="auto"/>
                                                          </w:divBdr>
                                                          <w:divsChild>
                                                            <w:div w:id="2010519398">
                                                              <w:marLeft w:val="0"/>
                                                              <w:marRight w:val="150"/>
                                                              <w:marTop w:val="0"/>
                                                              <w:marBottom w:val="150"/>
                                                              <w:divBdr>
                                                                <w:top w:val="none" w:sz="0" w:space="0" w:color="auto"/>
                                                                <w:left w:val="none" w:sz="0" w:space="0" w:color="auto"/>
                                                                <w:bottom w:val="none" w:sz="0" w:space="0" w:color="auto"/>
                                                                <w:right w:val="none" w:sz="0" w:space="0" w:color="auto"/>
                                                              </w:divBdr>
                                                              <w:divsChild>
                                                                <w:div w:id="1910574231">
                                                                  <w:marLeft w:val="0"/>
                                                                  <w:marRight w:val="0"/>
                                                                  <w:marTop w:val="0"/>
                                                                  <w:marBottom w:val="0"/>
                                                                  <w:divBdr>
                                                                    <w:top w:val="none" w:sz="0" w:space="0" w:color="auto"/>
                                                                    <w:left w:val="none" w:sz="0" w:space="0" w:color="auto"/>
                                                                    <w:bottom w:val="none" w:sz="0" w:space="0" w:color="auto"/>
                                                                    <w:right w:val="none" w:sz="0" w:space="0" w:color="auto"/>
                                                                  </w:divBdr>
                                                                  <w:divsChild>
                                                                    <w:div w:id="1366247242">
                                                                      <w:marLeft w:val="0"/>
                                                                      <w:marRight w:val="0"/>
                                                                      <w:marTop w:val="0"/>
                                                                      <w:marBottom w:val="0"/>
                                                                      <w:divBdr>
                                                                        <w:top w:val="none" w:sz="0" w:space="0" w:color="auto"/>
                                                                        <w:left w:val="none" w:sz="0" w:space="0" w:color="auto"/>
                                                                        <w:bottom w:val="none" w:sz="0" w:space="0" w:color="auto"/>
                                                                        <w:right w:val="none" w:sz="0" w:space="0" w:color="auto"/>
                                                                      </w:divBdr>
                                                                      <w:divsChild>
                                                                        <w:div w:id="1468359529">
                                                                          <w:marLeft w:val="0"/>
                                                                          <w:marRight w:val="0"/>
                                                                          <w:marTop w:val="0"/>
                                                                          <w:marBottom w:val="0"/>
                                                                          <w:divBdr>
                                                                            <w:top w:val="none" w:sz="0" w:space="0" w:color="auto"/>
                                                                            <w:left w:val="none" w:sz="0" w:space="0" w:color="auto"/>
                                                                            <w:bottom w:val="none" w:sz="0" w:space="0" w:color="auto"/>
                                                                            <w:right w:val="none" w:sz="0" w:space="0" w:color="auto"/>
                                                                          </w:divBdr>
                                                                          <w:divsChild>
                                                                            <w:div w:id="930503518">
                                                                              <w:marLeft w:val="0"/>
                                                                              <w:marRight w:val="0"/>
                                                                              <w:marTop w:val="0"/>
                                                                              <w:marBottom w:val="0"/>
                                                                              <w:divBdr>
                                                                                <w:top w:val="none" w:sz="0" w:space="0" w:color="auto"/>
                                                                                <w:left w:val="none" w:sz="0" w:space="0" w:color="auto"/>
                                                                                <w:bottom w:val="none" w:sz="0" w:space="0" w:color="auto"/>
                                                                                <w:right w:val="none" w:sz="0" w:space="0" w:color="auto"/>
                                                                              </w:divBdr>
                                                                              <w:divsChild>
                                                                                <w:div w:id="1527863697">
                                                                                  <w:marLeft w:val="0"/>
                                                                                  <w:marRight w:val="0"/>
                                                                                  <w:marTop w:val="0"/>
                                                                                  <w:marBottom w:val="0"/>
                                                                                  <w:divBdr>
                                                                                    <w:top w:val="none" w:sz="0" w:space="0" w:color="auto"/>
                                                                                    <w:left w:val="none" w:sz="0" w:space="0" w:color="auto"/>
                                                                                    <w:bottom w:val="none" w:sz="0" w:space="0" w:color="auto"/>
                                                                                    <w:right w:val="none" w:sz="0" w:space="0" w:color="auto"/>
                                                                                  </w:divBdr>
                                                                                  <w:divsChild>
                                                                                    <w:div w:id="759066768">
                                                                                      <w:marLeft w:val="0"/>
                                                                                      <w:marRight w:val="0"/>
                                                                                      <w:marTop w:val="0"/>
                                                                                      <w:marBottom w:val="0"/>
                                                                                      <w:divBdr>
                                                                                        <w:top w:val="none" w:sz="0" w:space="0" w:color="auto"/>
                                                                                        <w:left w:val="none" w:sz="0" w:space="0" w:color="auto"/>
                                                                                        <w:bottom w:val="none" w:sz="0" w:space="0" w:color="auto"/>
                                                                                        <w:right w:val="none" w:sz="0" w:space="0" w:color="auto"/>
                                                                                      </w:divBdr>
                                                                                    </w:div>
                                                                                    <w:div w:id="1955550998">
                                                                                      <w:marLeft w:val="720"/>
                                                                                      <w:marRight w:val="0"/>
                                                                                      <w:marTop w:val="0"/>
                                                                                      <w:marBottom w:val="0"/>
                                                                                      <w:divBdr>
                                                                                        <w:top w:val="none" w:sz="0" w:space="0" w:color="auto"/>
                                                                                        <w:left w:val="none" w:sz="0" w:space="0" w:color="auto"/>
                                                                                        <w:bottom w:val="none" w:sz="0" w:space="0" w:color="auto"/>
                                                                                        <w:right w:val="none" w:sz="0" w:space="0" w:color="auto"/>
                                                                                      </w:divBdr>
                                                                                    </w:div>
                                                                                    <w:div w:id="95054016">
                                                                                      <w:marLeft w:val="0"/>
                                                                                      <w:marRight w:val="0"/>
                                                                                      <w:marTop w:val="0"/>
                                                                                      <w:marBottom w:val="0"/>
                                                                                      <w:divBdr>
                                                                                        <w:top w:val="none" w:sz="0" w:space="0" w:color="auto"/>
                                                                                        <w:left w:val="none" w:sz="0" w:space="0" w:color="auto"/>
                                                                                        <w:bottom w:val="none" w:sz="0" w:space="0" w:color="auto"/>
                                                                                        <w:right w:val="none" w:sz="0" w:space="0" w:color="auto"/>
                                                                                      </w:divBdr>
                                                                                    </w:div>
                                                                                    <w:div w:id="995258329">
                                                                                      <w:marLeft w:val="0"/>
                                                                                      <w:marRight w:val="0"/>
                                                                                      <w:marTop w:val="0"/>
                                                                                      <w:marBottom w:val="0"/>
                                                                                      <w:divBdr>
                                                                                        <w:top w:val="none" w:sz="0" w:space="0" w:color="auto"/>
                                                                                        <w:left w:val="none" w:sz="0" w:space="0" w:color="auto"/>
                                                                                        <w:bottom w:val="none" w:sz="0" w:space="0" w:color="auto"/>
                                                                                        <w:right w:val="none" w:sz="0" w:space="0" w:color="auto"/>
                                                                                      </w:divBdr>
                                                                                    </w:div>
                                                                                    <w:div w:id="2029673672">
                                                                                      <w:marLeft w:val="0"/>
                                                                                      <w:marRight w:val="0"/>
                                                                                      <w:marTop w:val="0"/>
                                                                                      <w:marBottom w:val="0"/>
                                                                                      <w:divBdr>
                                                                                        <w:top w:val="none" w:sz="0" w:space="0" w:color="auto"/>
                                                                                        <w:left w:val="none" w:sz="0" w:space="0" w:color="auto"/>
                                                                                        <w:bottom w:val="none" w:sz="0" w:space="0" w:color="auto"/>
                                                                                        <w:right w:val="none" w:sz="0" w:space="0" w:color="auto"/>
                                                                                      </w:divBdr>
                                                                                    </w:div>
                                                                                    <w:div w:id="168832119">
                                                                                      <w:marLeft w:val="1440"/>
                                                                                      <w:marRight w:val="0"/>
                                                                                      <w:marTop w:val="0"/>
                                                                                      <w:marBottom w:val="0"/>
                                                                                      <w:divBdr>
                                                                                        <w:top w:val="none" w:sz="0" w:space="0" w:color="auto"/>
                                                                                        <w:left w:val="none" w:sz="0" w:space="0" w:color="auto"/>
                                                                                        <w:bottom w:val="none" w:sz="0" w:space="0" w:color="auto"/>
                                                                                        <w:right w:val="none" w:sz="0" w:space="0" w:color="auto"/>
                                                                                      </w:divBdr>
                                                                                    </w:div>
                                                                                    <w:div w:id="1859925028">
                                                                                      <w:marLeft w:val="14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174280">
      <w:bodyDiv w:val="1"/>
      <w:marLeft w:val="0"/>
      <w:marRight w:val="0"/>
      <w:marTop w:val="0"/>
      <w:marBottom w:val="0"/>
      <w:divBdr>
        <w:top w:val="none" w:sz="0" w:space="0" w:color="auto"/>
        <w:left w:val="none" w:sz="0" w:space="0" w:color="auto"/>
        <w:bottom w:val="none" w:sz="0" w:space="0" w:color="auto"/>
        <w:right w:val="none" w:sz="0" w:space="0" w:color="auto"/>
      </w:divBdr>
    </w:div>
    <w:div w:id="689261038">
      <w:bodyDiv w:val="1"/>
      <w:marLeft w:val="0"/>
      <w:marRight w:val="0"/>
      <w:marTop w:val="0"/>
      <w:marBottom w:val="0"/>
      <w:divBdr>
        <w:top w:val="none" w:sz="0" w:space="0" w:color="auto"/>
        <w:left w:val="none" w:sz="0" w:space="0" w:color="auto"/>
        <w:bottom w:val="none" w:sz="0" w:space="0" w:color="auto"/>
        <w:right w:val="none" w:sz="0" w:space="0" w:color="auto"/>
      </w:divBdr>
    </w:div>
    <w:div w:id="840850985">
      <w:bodyDiv w:val="1"/>
      <w:marLeft w:val="0"/>
      <w:marRight w:val="0"/>
      <w:marTop w:val="0"/>
      <w:marBottom w:val="0"/>
      <w:divBdr>
        <w:top w:val="none" w:sz="0" w:space="0" w:color="auto"/>
        <w:left w:val="none" w:sz="0" w:space="0" w:color="auto"/>
        <w:bottom w:val="none" w:sz="0" w:space="0" w:color="auto"/>
        <w:right w:val="none" w:sz="0" w:space="0" w:color="auto"/>
      </w:divBdr>
    </w:div>
    <w:div w:id="996307030">
      <w:bodyDiv w:val="1"/>
      <w:marLeft w:val="0"/>
      <w:marRight w:val="0"/>
      <w:marTop w:val="0"/>
      <w:marBottom w:val="0"/>
      <w:divBdr>
        <w:top w:val="none" w:sz="0" w:space="0" w:color="auto"/>
        <w:left w:val="none" w:sz="0" w:space="0" w:color="auto"/>
        <w:bottom w:val="none" w:sz="0" w:space="0" w:color="auto"/>
        <w:right w:val="none" w:sz="0" w:space="0" w:color="auto"/>
      </w:divBdr>
    </w:div>
    <w:div w:id="1199776009">
      <w:bodyDiv w:val="1"/>
      <w:marLeft w:val="0"/>
      <w:marRight w:val="0"/>
      <w:marTop w:val="0"/>
      <w:marBottom w:val="0"/>
      <w:divBdr>
        <w:top w:val="none" w:sz="0" w:space="0" w:color="auto"/>
        <w:left w:val="none" w:sz="0" w:space="0" w:color="auto"/>
        <w:bottom w:val="none" w:sz="0" w:space="0" w:color="auto"/>
        <w:right w:val="none" w:sz="0" w:space="0" w:color="auto"/>
      </w:divBdr>
    </w:div>
    <w:div w:id="1241449856">
      <w:bodyDiv w:val="1"/>
      <w:marLeft w:val="0"/>
      <w:marRight w:val="0"/>
      <w:marTop w:val="0"/>
      <w:marBottom w:val="0"/>
      <w:divBdr>
        <w:top w:val="none" w:sz="0" w:space="0" w:color="auto"/>
        <w:left w:val="none" w:sz="0" w:space="0" w:color="auto"/>
        <w:bottom w:val="none" w:sz="0" w:space="0" w:color="auto"/>
        <w:right w:val="none" w:sz="0" w:space="0" w:color="auto"/>
      </w:divBdr>
    </w:div>
    <w:div w:id="1261600446">
      <w:bodyDiv w:val="1"/>
      <w:marLeft w:val="0"/>
      <w:marRight w:val="0"/>
      <w:marTop w:val="0"/>
      <w:marBottom w:val="0"/>
      <w:divBdr>
        <w:top w:val="none" w:sz="0" w:space="0" w:color="auto"/>
        <w:left w:val="none" w:sz="0" w:space="0" w:color="auto"/>
        <w:bottom w:val="none" w:sz="0" w:space="0" w:color="auto"/>
        <w:right w:val="none" w:sz="0" w:space="0" w:color="auto"/>
      </w:divBdr>
    </w:div>
    <w:div w:id="1323462725">
      <w:bodyDiv w:val="1"/>
      <w:marLeft w:val="0"/>
      <w:marRight w:val="0"/>
      <w:marTop w:val="0"/>
      <w:marBottom w:val="0"/>
      <w:divBdr>
        <w:top w:val="none" w:sz="0" w:space="0" w:color="auto"/>
        <w:left w:val="none" w:sz="0" w:space="0" w:color="auto"/>
        <w:bottom w:val="none" w:sz="0" w:space="0" w:color="auto"/>
        <w:right w:val="none" w:sz="0" w:space="0" w:color="auto"/>
      </w:divBdr>
    </w:div>
    <w:div w:id="1441022379">
      <w:bodyDiv w:val="1"/>
      <w:marLeft w:val="0"/>
      <w:marRight w:val="0"/>
      <w:marTop w:val="0"/>
      <w:marBottom w:val="0"/>
      <w:divBdr>
        <w:top w:val="none" w:sz="0" w:space="0" w:color="auto"/>
        <w:left w:val="none" w:sz="0" w:space="0" w:color="auto"/>
        <w:bottom w:val="none" w:sz="0" w:space="0" w:color="auto"/>
        <w:right w:val="none" w:sz="0" w:space="0" w:color="auto"/>
      </w:divBdr>
    </w:div>
    <w:div w:id="1472600726">
      <w:bodyDiv w:val="1"/>
      <w:marLeft w:val="0"/>
      <w:marRight w:val="0"/>
      <w:marTop w:val="0"/>
      <w:marBottom w:val="0"/>
      <w:divBdr>
        <w:top w:val="none" w:sz="0" w:space="0" w:color="auto"/>
        <w:left w:val="none" w:sz="0" w:space="0" w:color="auto"/>
        <w:bottom w:val="none" w:sz="0" w:space="0" w:color="auto"/>
        <w:right w:val="none" w:sz="0" w:space="0" w:color="auto"/>
      </w:divBdr>
      <w:divsChild>
        <w:div w:id="2142266621">
          <w:marLeft w:val="0"/>
          <w:marRight w:val="0"/>
          <w:marTop w:val="0"/>
          <w:marBottom w:val="0"/>
          <w:divBdr>
            <w:top w:val="none" w:sz="0" w:space="0" w:color="auto"/>
            <w:left w:val="none" w:sz="0" w:space="0" w:color="auto"/>
            <w:bottom w:val="none" w:sz="0" w:space="0" w:color="auto"/>
            <w:right w:val="none" w:sz="0" w:space="0" w:color="auto"/>
          </w:divBdr>
          <w:divsChild>
            <w:div w:id="576748199">
              <w:marLeft w:val="0"/>
              <w:marRight w:val="0"/>
              <w:marTop w:val="0"/>
              <w:marBottom w:val="0"/>
              <w:divBdr>
                <w:top w:val="none" w:sz="0" w:space="0" w:color="auto"/>
                <w:left w:val="none" w:sz="0" w:space="0" w:color="auto"/>
                <w:bottom w:val="none" w:sz="0" w:space="0" w:color="auto"/>
                <w:right w:val="none" w:sz="0" w:space="0" w:color="auto"/>
              </w:divBdr>
              <w:divsChild>
                <w:div w:id="1971012560">
                  <w:marLeft w:val="0"/>
                  <w:marRight w:val="0"/>
                  <w:marTop w:val="0"/>
                  <w:marBottom w:val="0"/>
                  <w:divBdr>
                    <w:top w:val="none" w:sz="0" w:space="0" w:color="auto"/>
                    <w:left w:val="none" w:sz="0" w:space="0" w:color="auto"/>
                    <w:bottom w:val="none" w:sz="0" w:space="0" w:color="auto"/>
                    <w:right w:val="none" w:sz="0" w:space="0" w:color="auto"/>
                  </w:divBdr>
                  <w:divsChild>
                    <w:div w:id="1189030394">
                      <w:marLeft w:val="0"/>
                      <w:marRight w:val="0"/>
                      <w:marTop w:val="0"/>
                      <w:marBottom w:val="0"/>
                      <w:divBdr>
                        <w:top w:val="none" w:sz="0" w:space="0" w:color="auto"/>
                        <w:left w:val="none" w:sz="0" w:space="0" w:color="auto"/>
                        <w:bottom w:val="none" w:sz="0" w:space="0" w:color="auto"/>
                        <w:right w:val="none" w:sz="0" w:space="0" w:color="auto"/>
                      </w:divBdr>
                      <w:divsChild>
                        <w:div w:id="14580383">
                          <w:marLeft w:val="0"/>
                          <w:marRight w:val="0"/>
                          <w:marTop w:val="0"/>
                          <w:marBottom w:val="0"/>
                          <w:divBdr>
                            <w:top w:val="none" w:sz="0" w:space="0" w:color="auto"/>
                            <w:left w:val="none" w:sz="0" w:space="0" w:color="auto"/>
                            <w:bottom w:val="none" w:sz="0" w:space="0" w:color="auto"/>
                            <w:right w:val="none" w:sz="0" w:space="0" w:color="auto"/>
                          </w:divBdr>
                          <w:divsChild>
                            <w:div w:id="74397636">
                              <w:marLeft w:val="0"/>
                              <w:marRight w:val="0"/>
                              <w:marTop w:val="0"/>
                              <w:marBottom w:val="0"/>
                              <w:divBdr>
                                <w:top w:val="none" w:sz="0" w:space="0" w:color="auto"/>
                                <w:left w:val="none" w:sz="0" w:space="0" w:color="auto"/>
                                <w:bottom w:val="none" w:sz="0" w:space="0" w:color="auto"/>
                                <w:right w:val="none" w:sz="0" w:space="0" w:color="auto"/>
                              </w:divBdr>
                              <w:divsChild>
                                <w:div w:id="993723025">
                                  <w:marLeft w:val="0"/>
                                  <w:marRight w:val="0"/>
                                  <w:marTop w:val="0"/>
                                  <w:marBottom w:val="0"/>
                                  <w:divBdr>
                                    <w:top w:val="none" w:sz="0" w:space="0" w:color="auto"/>
                                    <w:left w:val="none" w:sz="0" w:space="0" w:color="auto"/>
                                    <w:bottom w:val="none" w:sz="0" w:space="0" w:color="auto"/>
                                    <w:right w:val="none" w:sz="0" w:space="0" w:color="auto"/>
                                  </w:divBdr>
                                  <w:divsChild>
                                    <w:div w:id="819033241">
                                      <w:marLeft w:val="0"/>
                                      <w:marRight w:val="0"/>
                                      <w:marTop w:val="0"/>
                                      <w:marBottom w:val="0"/>
                                      <w:divBdr>
                                        <w:top w:val="none" w:sz="0" w:space="0" w:color="auto"/>
                                        <w:left w:val="none" w:sz="0" w:space="0" w:color="auto"/>
                                        <w:bottom w:val="none" w:sz="0" w:space="0" w:color="auto"/>
                                        <w:right w:val="none" w:sz="0" w:space="0" w:color="auto"/>
                                      </w:divBdr>
                                      <w:divsChild>
                                        <w:div w:id="1133870380">
                                          <w:marLeft w:val="0"/>
                                          <w:marRight w:val="0"/>
                                          <w:marTop w:val="0"/>
                                          <w:marBottom w:val="0"/>
                                          <w:divBdr>
                                            <w:top w:val="none" w:sz="0" w:space="0" w:color="auto"/>
                                            <w:left w:val="none" w:sz="0" w:space="0" w:color="auto"/>
                                            <w:bottom w:val="none" w:sz="0" w:space="0" w:color="auto"/>
                                            <w:right w:val="none" w:sz="0" w:space="0" w:color="auto"/>
                                          </w:divBdr>
                                          <w:divsChild>
                                            <w:div w:id="253243340">
                                              <w:marLeft w:val="0"/>
                                              <w:marRight w:val="0"/>
                                              <w:marTop w:val="0"/>
                                              <w:marBottom w:val="0"/>
                                              <w:divBdr>
                                                <w:top w:val="none" w:sz="0" w:space="0" w:color="auto"/>
                                                <w:left w:val="none" w:sz="0" w:space="0" w:color="auto"/>
                                                <w:bottom w:val="none" w:sz="0" w:space="0" w:color="auto"/>
                                                <w:right w:val="none" w:sz="0" w:space="0" w:color="auto"/>
                                              </w:divBdr>
                                              <w:divsChild>
                                                <w:div w:id="341661552">
                                                  <w:marLeft w:val="0"/>
                                                  <w:marRight w:val="0"/>
                                                  <w:marTop w:val="0"/>
                                                  <w:marBottom w:val="0"/>
                                                  <w:divBdr>
                                                    <w:top w:val="none" w:sz="0" w:space="0" w:color="auto"/>
                                                    <w:left w:val="none" w:sz="0" w:space="0" w:color="auto"/>
                                                    <w:bottom w:val="none" w:sz="0" w:space="0" w:color="auto"/>
                                                    <w:right w:val="none" w:sz="0" w:space="0" w:color="auto"/>
                                                  </w:divBdr>
                                                  <w:divsChild>
                                                    <w:div w:id="1210805583">
                                                      <w:marLeft w:val="0"/>
                                                      <w:marRight w:val="0"/>
                                                      <w:marTop w:val="0"/>
                                                      <w:marBottom w:val="0"/>
                                                      <w:divBdr>
                                                        <w:top w:val="none" w:sz="0" w:space="0" w:color="auto"/>
                                                        <w:left w:val="none" w:sz="0" w:space="0" w:color="auto"/>
                                                        <w:bottom w:val="none" w:sz="0" w:space="0" w:color="auto"/>
                                                        <w:right w:val="none" w:sz="0" w:space="0" w:color="auto"/>
                                                      </w:divBdr>
                                                      <w:divsChild>
                                                        <w:div w:id="735980379">
                                                          <w:marLeft w:val="0"/>
                                                          <w:marRight w:val="0"/>
                                                          <w:marTop w:val="0"/>
                                                          <w:marBottom w:val="0"/>
                                                          <w:divBdr>
                                                            <w:top w:val="none" w:sz="0" w:space="0" w:color="auto"/>
                                                            <w:left w:val="none" w:sz="0" w:space="0" w:color="auto"/>
                                                            <w:bottom w:val="none" w:sz="0" w:space="0" w:color="auto"/>
                                                            <w:right w:val="none" w:sz="0" w:space="0" w:color="auto"/>
                                                          </w:divBdr>
                                                          <w:divsChild>
                                                            <w:div w:id="1461024694">
                                                              <w:marLeft w:val="0"/>
                                                              <w:marRight w:val="150"/>
                                                              <w:marTop w:val="0"/>
                                                              <w:marBottom w:val="150"/>
                                                              <w:divBdr>
                                                                <w:top w:val="none" w:sz="0" w:space="0" w:color="auto"/>
                                                                <w:left w:val="none" w:sz="0" w:space="0" w:color="auto"/>
                                                                <w:bottom w:val="none" w:sz="0" w:space="0" w:color="auto"/>
                                                                <w:right w:val="none" w:sz="0" w:space="0" w:color="auto"/>
                                                              </w:divBdr>
                                                              <w:divsChild>
                                                                <w:div w:id="1223326170">
                                                                  <w:marLeft w:val="0"/>
                                                                  <w:marRight w:val="0"/>
                                                                  <w:marTop w:val="0"/>
                                                                  <w:marBottom w:val="0"/>
                                                                  <w:divBdr>
                                                                    <w:top w:val="none" w:sz="0" w:space="0" w:color="auto"/>
                                                                    <w:left w:val="none" w:sz="0" w:space="0" w:color="auto"/>
                                                                    <w:bottom w:val="none" w:sz="0" w:space="0" w:color="auto"/>
                                                                    <w:right w:val="none" w:sz="0" w:space="0" w:color="auto"/>
                                                                  </w:divBdr>
                                                                  <w:divsChild>
                                                                    <w:div w:id="2106341248">
                                                                      <w:marLeft w:val="0"/>
                                                                      <w:marRight w:val="0"/>
                                                                      <w:marTop w:val="0"/>
                                                                      <w:marBottom w:val="0"/>
                                                                      <w:divBdr>
                                                                        <w:top w:val="none" w:sz="0" w:space="0" w:color="auto"/>
                                                                        <w:left w:val="none" w:sz="0" w:space="0" w:color="auto"/>
                                                                        <w:bottom w:val="none" w:sz="0" w:space="0" w:color="auto"/>
                                                                        <w:right w:val="none" w:sz="0" w:space="0" w:color="auto"/>
                                                                      </w:divBdr>
                                                                      <w:divsChild>
                                                                        <w:div w:id="425080095">
                                                                          <w:marLeft w:val="0"/>
                                                                          <w:marRight w:val="0"/>
                                                                          <w:marTop w:val="0"/>
                                                                          <w:marBottom w:val="0"/>
                                                                          <w:divBdr>
                                                                            <w:top w:val="none" w:sz="0" w:space="0" w:color="auto"/>
                                                                            <w:left w:val="none" w:sz="0" w:space="0" w:color="auto"/>
                                                                            <w:bottom w:val="none" w:sz="0" w:space="0" w:color="auto"/>
                                                                            <w:right w:val="none" w:sz="0" w:space="0" w:color="auto"/>
                                                                          </w:divBdr>
                                                                          <w:divsChild>
                                                                            <w:div w:id="857932934">
                                                                              <w:marLeft w:val="0"/>
                                                                              <w:marRight w:val="0"/>
                                                                              <w:marTop w:val="0"/>
                                                                              <w:marBottom w:val="0"/>
                                                                              <w:divBdr>
                                                                                <w:top w:val="none" w:sz="0" w:space="0" w:color="auto"/>
                                                                                <w:left w:val="none" w:sz="0" w:space="0" w:color="auto"/>
                                                                                <w:bottom w:val="none" w:sz="0" w:space="0" w:color="auto"/>
                                                                                <w:right w:val="none" w:sz="0" w:space="0" w:color="auto"/>
                                                                              </w:divBdr>
                                                                              <w:divsChild>
                                                                                <w:div w:id="822620345">
                                                                                  <w:marLeft w:val="0"/>
                                                                                  <w:marRight w:val="0"/>
                                                                                  <w:marTop w:val="0"/>
                                                                                  <w:marBottom w:val="0"/>
                                                                                  <w:divBdr>
                                                                                    <w:top w:val="none" w:sz="0" w:space="0" w:color="auto"/>
                                                                                    <w:left w:val="none" w:sz="0" w:space="0" w:color="auto"/>
                                                                                    <w:bottom w:val="none" w:sz="0" w:space="0" w:color="auto"/>
                                                                                    <w:right w:val="none" w:sz="0" w:space="0" w:color="auto"/>
                                                                                  </w:divBdr>
                                                                                  <w:divsChild>
                                                                                    <w:div w:id="184103546">
                                                                                      <w:marLeft w:val="0"/>
                                                                                      <w:marRight w:val="0"/>
                                                                                      <w:marTop w:val="0"/>
                                                                                      <w:marBottom w:val="0"/>
                                                                                      <w:divBdr>
                                                                                        <w:top w:val="none" w:sz="0" w:space="0" w:color="auto"/>
                                                                                        <w:left w:val="none" w:sz="0" w:space="0" w:color="auto"/>
                                                                                        <w:bottom w:val="none" w:sz="0" w:space="0" w:color="auto"/>
                                                                                        <w:right w:val="none" w:sz="0" w:space="0" w:color="auto"/>
                                                                                      </w:divBdr>
                                                                                    </w:div>
                                                                                    <w:div w:id="386878668">
                                                                                      <w:marLeft w:val="0"/>
                                                                                      <w:marRight w:val="0"/>
                                                                                      <w:marTop w:val="0"/>
                                                                                      <w:marBottom w:val="0"/>
                                                                                      <w:divBdr>
                                                                                        <w:top w:val="none" w:sz="0" w:space="0" w:color="auto"/>
                                                                                        <w:left w:val="none" w:sz="0" w:space="0" w:color="auto"/>
                                                                                        <w:bottom w:val="none" w:sz="0" w:space="0" w:color="auto"/>
                                                                                        <w:right w:val="none" w:sz="0" w:space="0" w:color="auto"/>
                                                                                      </w:divBdr>
                                                                                    </w:div>
                                                                                    <w:div w:id="1208951347">
                                                                                      <w:marLeft w:val="0"/>
                                                                                      <w:marRight w:val="0"/>
                                                                                      <w:marTop w:val="0"/>
                                                                                      <w:marBottom w:val="0"/>
                                                                                      <w:divBdr>
                                                                                        <w:top w:val="none" w:sz="0" w:space="0" w:color="auto"/>
                                                                                        <w:left w:val="none" w:sz="0" w:space="0" w:color="auto"/>
                                                                                        <w:bottom w:val="none" w:sz="0" w:space="0" w:color="auto"/>
                                                                                        <w:right w:val="none" w:sz="0" w:space="0" w:color="auto"/>
                                                                                      </w:divBdr>
                                                                                    </w:div>
                                                                                    <w:div w:id="134611996">
                                                                                      <w:marLeft w:val="0"/>
                                                                                      <w:marRight w:val="0"/>
                                                                                      <w:marTop w:val="0"/>
                                                                                      <w:marBottom w:val="0"/>
                                                                                      <w:divBdr>
                                                                                        <w:top w:val="none" w:sz="0" w:space="0" w:color="auto"/>
                                                                                        <w:left w:val="none" w:sz="0" w:space="0" w:color="auto"/>
                                                                                        <w:bottom w:val="none" w:sz="0" w:space="0" w:color="auto"/>
                                                                                        <w:right w:val="none" w:sz="0" w:space="0" w:color="auto"/>
                                                                                      </w:divBdr>
                                                                                    </w:div>
                                                                                    <w:div w:id="709108658">
                                                                                      <w:marLeft w:val="0"/>
                                                                                      <w:marRight w:val="0"/>
                                                                                      <w:marTop w:val="0"/>
                                                                                      <w:marBottom w:val="0"/>
                                                                                      <w:divBdr>
                                                                                        <w:top w:val="none" w:sz="0" w:space="0" w:color="auto"/>
                                                                                        <w:left w:val="none" w:sz="0" w:space="0" w:color="auto"/>
                                                                                        <w:bottom w:val="none" w:sz="0" w:space="0" w:color="auto"/>
                                                                                        <w:right w:val="none" w:sz="0" w:space="0" w:color="auto"/>
                                                                                      </w:divBdr>
                                                                                    </w:div>
                                                                                    <w:div w:id="175597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269203">
      <w:bodyDiv w:val="1"/>
      <w:marLeft w:val="0"/>
      <w:marRight w:val="0"/>
      <w:marTop w:val="0"/>
      <w:marBottom w:val="0"/>
      <w:divBdr>
        <w:top w:val="none" w:sz="0" w:space="0" w:color="auto"/>
        <w:left w:val="none" w:sz="0" w:space="0" w:color="auto"/>
        <w:bottom w:val="none" w:sz="0" w:space="0" w:color="auto"/>
        <w:right w:val="none" w:sz="0" w:space="0" w:color="auto"/>
      </w:divBdr>
    </w:div>
    <w:div w:id="1972511218">
      <w:bodyDiv w:val="1"/>
      <w:marLeft w:val="0"/>
      <w:marRight w:val="0"/>
      <w:marTop w:val="0"/>
      <w:marBottom w:val="0"/>
      <w:divBdr>
        <w:top w:val="none" w:sz="0" w:space="0" w:color="auto"/>
        <w:left w:val="none" w:sz="0" w:space="0" w:color="auto"/>
        <w:bottom w:val="none" w:sz="0" w:space="0" w:color="auto"/>
        <w:right w:val="none" w:sz="0" w:space="0" w:color="auto"/>
      </w:divBdr>
    </w:div>
    <w:div w:id="208367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PRC">
  <a:themeElements>
    <a:clrScheme name="Custom 3">
      <a:dk1>
        <a:sysClr val="windowText" lastClr="000000"/>
      </a:dk1>
      <a:lt1>
        <a:sysClr val="window" lastClr="FFFFFF"/>
      </a:lt1>
      <a:dk2>
        <a:srgbClr val="436983"/>
      </a:dk2>
      <a:lt2>
        <a:srgbClr val="EFEDE4"/>
      </a:lt2>
      <a:accent1>
        <a:srgbClr val="949D49"/>
      </a:accent1>
      <a:accent2>
        <a:srgbClr val="74697D"/>
      </a:accent2>
      <a:accent3>
        <a:srgbClr val="A55A26"/>
      </a:accent3>
      <a:accent4>
        <a:srgbClr val="D1A732"/>
      </a:accent4>
      <a:accent5>
        <a:srgbClr val="E99D2D"/>
      </a:accent5>
      <a:accent6>
        <a:srgbClr val="BF3927"/>
      </a:accent6>
      <a:hlink>
        <a:srgbClr val="A55A26"/>
      </a:hlink>
      <a:folHlink>
        <a:srgbClr val="D1A73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3F3936-9E37-460F-9C36-4AF5BCF7E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7E2A5EB7.dotm</Template>
  <TotalTime>49</TotalTime>
  <Pages>74</Pages>
  <Words>13782</Words>
  <Characters>78564</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92162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Juliana Horowitz</dc:creator>
  <cp:lastModifiedBy>Jill Carle</cp:lastModifiedBy>
  <cp:revision>5</cp:revision>
  <cp:lastPrinted>2013-01-14T21:46:00Z</cp:lastPrinted>
  <dcterms:created xsi:type="dcterms:W3CDTF">2014-08-12T18:18:00Z</dcterms:created>
  <dcterms:modified xsi:type="dcterms:W3CDTF">2014-09-30T18:24:00Z</dcterms:modified>
</cp:coreProperties>
</file>