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511" w:rsidRDefault="00A34511" w:rsidP="00A34511">
      <w:pPr>
        <w:pStyle w:val="DocumentProject"/>
        <w:framePr w:hSpace="0" w:wrap="auto" w:vAnchor="margin" w:yAlign="inline"/>
        <w:spacing w:after="120"/>
      </w:pPr>
      <w:r>
        <w:t>Pew Research Center</w:t>
      </w:r>
    </w:p>
    <w:p w:rsidR="00A34511" w:rsidRDefault="00A34511" w:rsidP="00A34511">
      <w:pPr>
        <w:pStyle w:val="DocumentProject"/>
        <w:framePr w:hSpace="0" w:wrap="auto" w:vAnchor="margin" w:yAlign="inline"/>
        <w:spacing w:after="120"/>
      </w:pPr>
      <w:r>
        <w:t>Global Attitudes Project</w:t>
      </w:r>
    </w:p>
    <w:p w:rsidR="00345E5C" w:rsidRPr="00A34511" w:rsidRDefault="00A34511" w:rsidP="00A34511">
      <w:pPr>
        <w:pStyle w:val="DocumentProject"/>
        <w:framePr w:hSpace="0" w:wrap="auto" w:vAnchor="margin" w:yAlign="inline"/>
        <w:spacing w:after="60"/>
      </w:pPr>
      <w:r>
        <w:t>Winter</w:t>
      </w:r>
      <w:r w:rsidRPr="002B460C">
        <w:t xml:space="preserve"> 201</w:t>
      </w:r>
      <w:r w:rsidR="00140CD2">
        <w:t>4</w:t>
      </w:r>
      <w:r>
        <w:t xml:space="preserve"> India Final Questionnaire</w:t>
      </w:r>
    </w:p>
    <w:p w:rsidR="00A34511" w:rsidRDefault="00A34511" w:rsidP="00A53E26">
      <w:pPr>
        <w:pStyle w:val="QuestionInstruction"/>
        <w:spacing w:before="0" w:after="0"/>
      </w:pPr>
    </w:p>
    <w:p w:rsidR="00A53E26" w:rsidRPr="000B73EF" w:rsidRDefault="00A53E26" w:rsidP="00A53E26">
      <w:pPr>
        <w:pStyle w:val="QuestionInstruction"/>
        <w:spacing w:before="0" w:after="0"/>
      </w:pPr>
      <w:r w:rsidRPr="000B73EF">
        <w:t xml:space="preserve">ASK ALL   </w:t>
      </w:r>
    </w:p>
    <w:p w:rsidR="00A53E26" w:rsidRPr="000B73EF" w:rsidRDefault="000918A7" w:rsidP="00A53E26">
      <w:pPr>
        <w:pStyle w:val="Question"/>
        <w:rPr>
          <w:iCs/>
        </w:rPr>
      </w:pPr>
      <w:r w:rsidRPr="000B73EF">
        <w:rPr>
          <w:rFonts w:ascii="Tahoma" w:hAnsi="Tahoma" w:cs="Tahoma"/>
          <w:b/>
          <w:sz w:val="16"/>
        </w:rPr>
        <w:t>Q1</w:t>
      </w:r>
      <w:r w:rsidR="00A53E26" w:rsidRPr="000B73EF">
        <w:tab/>
        <w:t xml:space="preserve">Overall, are you satisfied or dissatisfied with the way things are going in our country today? </w:t>
      </w:r>
    </w:p>
    <w:p w:rsidR="00A53E26" w:rsidRPr="000B73EF" w:rsidRDefault="00A53E26" w:rsidP="00A53E26">
      <w:pPr>
        <w:pStyle w:val="QuestionResponse"/>
      </w:pPr>
      <w:r w:rsidRPr="000B73EF">
        <w:t>1</w:t>
      </w:r>
      <w:r w:rsidRPr="000B73EF">
        <w:tab/>
        <w:t>Satisfied</w:t>
      </w:r>
    </w:p>
    <w:p w:rsidR="00A53E26" w:rsidRPr="000B73EF" w:rsidRDefault="00A53E26" w:rsidP="00A53E26">
      <w:pPr>
        <w:pStyle w:val="QuestionResponse"/>
      </w:pPr>
      <w:r w:rsidRPr="000B73EF">
        <w:t>2</w:t>
      </w:r>
      <w:r w:rsidRPr="000B73EF">
        <w:tab/>
        <w:t>Dissatisfied</w:t>
      </w:r>
    </w:p>
    <w:p w:rsidR="00A53E26" w:rsidRPr="000B73EF" w:rsidRDefault="00A53E26" w:rsidP="00A53E26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A53E26" w:rsidRPr="000B73EF" w:rsidRDefault="00A53E26" w:rsidP="00A53E26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D75E0E" w:rsidRPr="00B671CE" w:rsidRDefault="00CD3AD5" w:rsidP="00B671CE">
      <w:pPr>
        <w:pStyle w:val="QuestionInstruction"/>
      </w:pPr>
      <w:r>
        <w:t>A</w:t>
      </w:r>
      <w:r w:rsidR="00D75E0E" w:rsidRPr="00B671CE">
        <w:t xml:space="preserve">SK ALL </w:t>
      </w:r>
    </w:p>
    <w:p w:rsidR="00D75E0E" w:rsidRPr="000B73EF" w:rsidRDefault="000918A7" w:rsidP="00D75E0E">
      <w:pPr>
        <w:pStyle w:val="Question"/>
        <w:rPr>
          <w:i/>
          <w:iCs/>
          <w:szCs w:val="22"/>
        </w:rPr>
      </w:pPr>
      <w:r w:rsidRPr="000B73EF">
        <w:rPr>
          <w:rFonts w:ascii="Tahoma" w:hAnsi="Tahoma" w:cs="Tahoma"/>
          <w:b/>
          <w:sz w:val="16"/>
        </w:rPr>
        <w:t>Q</w:t>
      </w:r>
      <w:r w:rsidR="00782BC1">
        <w:rPr>
          <w:rFonts w:ascii="Tahoma" w:hAnsi="Tahoma" w:cs="Tahoma"/>
          <w:b/>
          <w:sz w:val="16"/>
        </w:rPr>
        <w:t>4</w:t>
      </w:r>
      <w:r w:rsidR="00D75E0E" w:rsidRPr="000B73EF">
        <w:rPr>
          <w:szCs w:val="22"/>
        </w:rPr>
        <w:tab/>
        <w:t xml:space="preserve">Now thinking about our economic situation, how would you describe the current economic situation in </w:t>
      </w:r>
      <w:r w:rsidR="00B97885">
        <w:rPr>
          <w:szCs w:val="22"/>
        </w:rPr>
        <w:t>India</w:t>
      </w:r>
      <w:r w:rsidR="00D75E0E" w:rsidRPr="000B73EF">
        <w:rPr>
          <w:szCs w:val="22"/>
        </w:rPr>
        <w:t xml:space="preserve"> – is it very good, somewhat good, somewhat bad or very bad?  </w:t>
      </w:r>
    </w:p>
    <w:p w:rsidR="00D75E0E" w:rsidRPr="000B73EF" w:rsidRDefault="00D75E0E" w:rsidP="00D75E0E">
      <w:pPr>
        <w:pStyle w:val="QuestionResponse"/>
      </w:pPr>
      <w:r w:rsidRPr="000B73EF">
        <w:t>1</w:t>
      </w:r>
      <w:r w:rsidRPr="000B73EF">
        <w:tab/>
        <w:t>Very good</w:t>
      </w:r>
    </w:p>
    <w:p w:rsidR="00D75E0E" w:rsidRPr="000B73EF" w:rsidRDefault="00D75E0E" w:rsidP="00D75E0E">
      <w:pPr>
        <w:pStyle w:val="QuestionResponse"/>
      </w:pPr>
      <w:r w:rsidRPr="000B73EF">
        <w:t>2</w:t>
      </w:r>
      <w:r w:rsidRPr="000B73EF">
        <w:tab/>
        <w:t>Somewhat good</w:t>
      </w:r>
    </w:p>
    <w:p w:rsidR="00D75E0E" w:rsidRPr="000B73EF" w:rsidRDefault="00D75E0E" w:rsidP="00D75E0E">
      <w:pPr>
        <w:pStyle w:val="QuestionResponse"/>
      </w:pPr>
      <w:r w:rsidRPr="000B73EF">
        <w:t>3</w:t>
      </w:r>
      <w:r w:rsidRPr="000B73EF">
        <w:tab/>
        <w:t>Somewhat bad</w:t>
      </w:r>
    </w:p>
    <w:p w:rsidR="00D75E0E" w:rsidRPr="000B73EF" w:rsidRDefault="00D75E0E" w:rsidP="00F31078">
      <w:pPr>
        <w:pStyle w:val="QuestionResponse"/>
        <w:tabs>
          <w:tab w:val="left" w:pos="720"/>
          <w:tab w:val="left" w:pos="1440"/>
          <w:tab w:val="left" w:pos="2160"/>
          <w:tab w:val="left" w:pos="3641"/>
        </w:tabs>
      </w:pPr>
      <w:r w:rsidRPr="000B73EF">
        <w:t>4</w:t>
      </w:r>
      <w:r w:rsidRPr="000B73EF">
        <w:tab/>
        <w:t>Very bad</w:t>
      </w:r>
      <w:r w:rsidR="00F31078">
        <w:tab/>
      </w:r>
    </w:p>
    <w:p w:rsidR="00D75E0E" w:rsidRPr="000B73EF" w:rsidRDefault="00D75E0E" w:rsidP="00D75E0E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D75E0E" w:rsidRPr="000B73EF" w:rsidRDefault="00D75E0E" w:rsidP="00D75E0E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D75E0E" w:rsidRPr="00B671CE" w:rsidRDefault="00D75E0E" w:rsidP="00B671CE">
      <w:pPr>
        <w:pStyle w:val="QuestionInstruction"/>
      </w:pPr>
      <w:r w:rsidRPr="00B671CE">
        <w:t>ASK ALL</w:t>
      </w:r>
    </w:p>
    <w:p w:rsidR="00D75E0E" w:rsidRPr="000B73EF" w:rsidRDefault="000918A7" w:rsidP="00D75E0E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782BC1">
        <w:rPr>
          <w:rFonts w:ascii="Tahoma" w:hAnsi="Tahoma" w:cs="Tahoma"/>
          <w:b/>
          <w:sz w:val="16"/>
        </w:rPr>
        <w:t>5</w:t>
      </w:r>
      <w:r w:rsidR="00D75E0E" w:rsidRPr="000B73EF">
        <w:tab/>
        <w:t xml:space="preserve">And over the next 12 months do you expect the economic situation in our country to improve a lot, improve a little, remain the same, worsen a little or worsen a lot?  </w:t>
      </w:r>
    </w:p>
    <w:p w:rsidR="00D75E0E" w:rsidRPr="000B73EF" w:rsidRDefault="00D75E0E" w:rsidP="00D75E0E">
      <w:pPr>
        <w:pStyle w:val="QuestionResponse"/>
      </w:pPr>
      <w:r w:rsidRPr="000B73EF">
        <w:t>1</w:t>
      </w:r>
      <w:r w:rsidRPr="000B73EF">
        <w:tab/>
        <w:t>Improve a lot</w:t>
      </w:r>
    </w:p>
    <w:p w:rsidR="00D75E0E" w:rsidRPr="000B73EF" w:rsidRDefault="00D75E0E" w:rsidP="00D75E0E">
      <w:pPr>
        <w:pStyle w:val="QuestionResponse"/>
      </w:pPr>
      <w:r w:rsidRPr="000B73EF">
        <w:t>2</w:t>
      </w:r>
      <w:r w:rsidRPr="000B73EF">
        <w:tab/>
        <w:t>Improve a little</w:t>
      </w:r>
    </w:p>
    <w:p w:rsidR="00D75E0E" w:rsidRPr="000B73EF" w:rsidRDefault="00D75E0E" w:rsidP="00D75E0E">
      <w:pPr>
        <w:pStyle w:val="QuestionResponse"/>
      </w:pPr>
      <w:r w:rsidRPr="000B73EF">
        <w:t>3</w:t>
      </w:r>
      <w:r w:rsidRPr="000B73EF">
        <w:tab/>
        <w:t>Remain the same</w:t>
      </w:r>
    </w:p>
    <w:p w:rsidR="00D75E0E" w:rsidRPr="000B73EF" w:rsidRDefault="00D75E0E" w:rsidP="00D75E0E">
      <w:pPr>
        <w:pStyle w:val="QuestionResponse"/>
      </w:pPr>
      <w:r w:rsidRPr="000B73EF">
        <w:t>4</w:t>
      </w:r>
      <w:r w:rsidRPr="000B73EF">
        <w:tab/>
        <w:t>Worsen a little</w:t>
      </w:r>
    </w:p>
    <w:p w:rsidR="00D75E0E" w:rsidRPr="000B73EF" w:rsidRDefault="00D75E0E" w:rsidP="00D75E0E">
      <w:pPr>
        <w:pStyle w:val="QuestionResponse"/>
      </w:pPr>
      <w:r w:rsidRPr="000B73EF">
        <w:t>5</w:t>
      </w:r>
      <w:r w:rsidRPr="000B73EF">
        <w:tab/>
        <w:t>Worsen a lot</w:t>
      </w:r>
    </w:p>
    <w:p w:rsidR="00D75E0E" w:rsidRPr="000B73EF" w:rsidRDefault="00D75E0E" w:rsidP="00D75E0E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D75E0E" w:rsidRPr="000B73EF" w:rsidRDefault="00D75E0E" w:rsidP="00D75E0E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D75E0E" w:rsidRPr="000B73EF" w:rsidRDefault="00D75E0E" w:rsidP="00D75E0E">
      <w:pPr>
        <w:pStyle w:val="QuestionInstruction"/>
        <w:spacing w:after="0"/>
      </w:pPr>
      <w:r w:rsidRPr="000B73EF">
        <w:t xml:space="preserve">ASK ALL </w:t>
      </w:r>
    </w:p>
    <w:p w:rsidR="00D75E0E" w:rsidRPr="000B73EF" w:rsidRDefault="000918A7" w:rsidP="00D75E0E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782BC1">
        <w:rPr>
          <w:rFonts w:ascii="Tahoma" w:hAnsi="Tahoma" w:cs="Tahoma"/>
          <w:b/>
          <w:sz w:val="16"/>
        </w:rPr>
        <w:t>6</w:t>
      </w:r>
      <w:r w:rsidR="00D75E0E" w:rsidRPr="000B73EF">
        <w:rPr>
          <w:rFonts w:ascii="Tahoma" w:hAnsi="Tahoma" w:cs="Tahoma"/>
          <w:b/>
          <w:sz w:val="16"/>
          <w:szCs w:val="16"/>
        </w:rPr>
        <w:tab/>
      </w:r>
      <w:r w:rsidR="00D75E0E" w:rsidRPr="000B73EF">
        <w:t xml:space="preserve">Now thinking about your personal economic situation, how would you describe it – is it very good, somewhat good, somewhat bad or very bad?  </w:t>
      </w:r>
    </w:p>
    <w:p w:rsidR="00D75E0E" w:rsidRPr="000B73EF" w:rsidRDefault="00D75E0E" w:rsidP="00D75E0E">
      <w:pPr>
        <w:pStyle w:val="QuestionResponse"/>
      </w:pPr>
      <w:r w:rsidRPr="000B73EF">
        <w:t>1</w:t>
      </w:r>
      <w:r w:rsidRPr="000B73EF">
        <w:tab/>
        <w:t>Very good</w:t>
      </w:r>
    </w:p>
    <w:p w:rsidR="00D75E0E" w:rsidRPr="000B73EF" w:rsidRDefault="00D75E0E" w:rsidP="00D75E0E">
      <w:pPr>
        <w:pStyle w:val="QuestionResponse"/>
      </w:pPr>
      <w:r w:rsidRPr="000B73EF">
        <w:t>2</w:t>
      </w:r>
      <w:r w:rsidRPr="000B73EF">
        <w:tab/>
        <w:t>Somewhat good</w:t>
      </w:r>
    </w:p>
    <w:p w:rsidR="00D75E0E" w:rsidRPr="000B73EF" w:rsidRDefault="00D75E0E" w:rsidP="00D75E0E">
      <w:pPr>
        <w:pStyle w:val="QuestionResponse"/>
      </w:pPr>
      <w:r w:rsidRPr="000B73EF">
        <w:t>3</w:t>
      </w:r>
      <w:r w:rsidRPr="000B73EF">
        <w:tab/>
        <w:t>Somewhat bad</w:t>
      </w:r>
    </w:p>
    <w:p w:rsidR="00D75E0E" w:rsidRPr="000B73EF" w:rsidRDefault="00D75E0E" w:rsidP="00D75E0E">
      <w:pPr>
        <w:pStyle w:val="QuestionResponse"/>
      </w:pPr>
      <w:r w:rsidRPr="000B73EF">
        <w:t>4</w:t>
      </w:r>
      <w:r w:rsidRPr="000B73EF">
        <w:tab/>
        <w:t>Very bad</w:t>
      </w:r>
    </w:p>
    <w:p w:rsidR="00D75E0E" w:rsidRPr="000B73EF" w:rsidRDefault="00D75E0E" w:rsidP="00D75E0E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D75E0E" w:rsidRPr="000B73EF" w:rsidRDefault="00D75E0E" w:rsidP="00D75E0E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D75E0E" w:rsidRPr="004435F2" w:rsidRDefault="00D75E0E" w:rsidP="004435F2">
      <w:pPr>
        <w:pStyle w:val="QuestionInstruction"/>
      </w:pPr>
      <w:r w:rsidRPr="004435F2">
        <w:lastRenderedPageBreak/>
        <w:t>ASK ALL</w:t>
      </w:r>
    </w:p>
    <w:p w:rsidR="00D75E0E" w:rsidRPr="000B73EF" w:rsidRDefault="000918A7" w:rsidP="00D75E0E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782BC1">
        <w:rPr>
          <w:rFonts w:ascii="Tahoma" w:hAnsi="Tahoma" w:cs="Tahoma"/>
          <w:b/>
          <w:sz w:val="16"/>
        </w:rPr>
        <w:t>7</w:t>
      </w:r>
      <w:r w:rsidR="00D75E0E" w:rsidRPr="000B73EF">
        <w:tab/>
        <w:t>And over the next 12 months do you expect your personal economic situation to improve a lot, improve a little, remain the same, wo</w:t>
      </w:r>
      <w:r w:rsidR="00A34511">
        <w:t xml:space="preserve">rsen a little or worsen a lot? </w:t>
      </w:r>
    </w:p>
    <w:p w:rsidR="00D75E0E" w:rsidRPr="000B73EF" w:rsidRDefault="00D75E0E" w:rsidP="00D75E0E">
      <w:pPr>
        <w:pStyle w:val="QuestionResponse"/>
      </w:pPr>
      <w:r w:rsidRPr="000B73EF">
        <w:t>1</w:t>
      </w:r>
      <w:r w:rsidRPr="000B73EF">
        <w:tab/>
        <w:t>Improve a lot</w:t>
      </w:r>
    </w:p>
    <w:p w:rsidR="00D75E0E" w:rsidRPr="000B73EF" w:rsidRDefault="00D75E0E" w:rsidP="00D75E0E">
      <w:pPr>
        <w:pStyle w:val="QuestionResponse"/>
      </w:pPr>
      <w:r w:rsidRPr="000B73EF">
        <w:t>2</w:t>
      </w:r>
      <w:r w:rsidRPr="000B73EF">
        <w:tab/>
        <w:t>Improve a little</w:t>
      </w:r>
    </w:p>
    <w:p w:rsidR="00D75E0E" w:rsidRPr="000B73EF" w:rsidRDefault="00D75E0E" w:rsidP="00D75E0E">
      <w:pPr>
        <w:pStyle w:val="QuestionResponse"/>
      </w:pPr>
      <w:r w:rsidRPr="000B73EF">
        <w:t>3</w:t>
      </w:r>
      <w:r w:rsidRPr="000B73EF">
        <w:tab/>
        <w:t>Remain the same</w:t>
      </w:r>
    </w:p>
    <w:p w:rsidR="00D75E0E" w:rsidRPr="000B73EF" w:rsidRDefault="00D75E0E" w:rsidP="00D75E0E">
      <w:pPr>
        <w:pStyle w:val="QuestionResponse"/>
      </w:pPr>
      <w:r w:rsidRPr="000B73EF">
        <w:t>4</w:t>
      </w:r>
      <w:r w:rsidRPr="000B73EF">
        <w:tab/>
        <w:t>Worsen a little</w:t>
      </w:r>
    </w:p>
    <w:p w:rsidR="00D75E0E" w:rsidRPr="000B73EF" w:rsidRDefault="00D75E0E" w:rsidP="00D75E0E">
      <w:pPr>
        <w:pStyle w:val="QuestionResponse"/>
      </w:pPr>
      <w:r w:rsidRPr="000B73EF">
        <w:t>5</w:t>
      </w:r>
      <w:r w:rsidRPr="000B73EF">
        <w:tab/>
        <w:t>Worsen a lot</w:t>
      </w:r>
    </w:p>
    <w:p w:rsidR="00D75E0E" w:rsidRPr="000B73EF" w:rsidRDefault="00D75E0E" w:rsidP="00D75E0E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D75E0E" w:rsidRPr="000B73EF" w:rsidRDefault="00D75E0E" w:rsidP="00D75E0E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F61E72" w:rsidRPr="000B73EF" w:rsidRDefault="00F61E72" w:rsidP="00F61E72">
      <w:pPr>
        <w:pStyle w:val="QuestionInstruction"/>
        <w:spacing w:after="0"/>
      </w:pPr>
      <w:r w:rsidRPr="000B73EF">
        <w:t xml:space="preserve">ASK ALL </w:t>
      </w:r>
    </w:p>
    <w:p w:rsidR="00F61E72" w:rsidRPr="000B73EF" w:rsidRDefault="000918A7" w:rsidP="003A6971">
      <w:pPr>
        <w:pStyle w:val="Question"/>
        <w:rPr>
          <w:i/>
          <w:iCs/>
        </w:rPr>
      </w:pPr>
      <w:r w:rsidRPr="000B73EF">
        <w:rPr>
          <w:rFonts w:ascii="Tahoma" w:hAnsi="Tahoma" w:cs="Tahoma"/>
          <w:b/>
          <w:sz w:val="16"/>
        </w:rPr>
        <w:t>Q</w:t>
      </w:r>
      <w:r w:rsidR="00782BC1">
        <w:rPr>
          <w:rFonts w:ascii="Tahoma" w:hAnsi="Tahoma" w:cs="Tahoma"/>
          <w:b/>
          <w:sz w:val="16"/>
        </w:rPr>
        <w:t>8</w:t>
      </w:r>
      <w:r w:rsidR="00F61E72" w:rsidRPr="000B73EF">
        <w:tab/>
        <w:t xml:space="preserve">When children </w:t>
      </w:r>
      <w:r w:rsidR="00F61E72" w:rsidRPr="003A6971">
        <w:t>today</w:t>
      </w:r>
      <w:r w:rsidR="00F61E72" w:rsidRPr="000B73EF">
        <w:t xml:space="preserve"> in </w:t>
      </w:r>
      <w:r w:rsidR="00B97885">
        <w:t>India</w:t>
      </w:r>
      <w:r w:rsidR="00F61E72" w:rsidRPr="000B73EF">
        <w:t xml:space="preserve"> grow up, do you think they will be better off or worse off financially than their parents?</w:t>
      </w:r>
    </w:p>
    <w:p w:rsidR="00F61E72" w:rsidRPr="003A6971" w:rsidRDefault="00F61E72" w:rsidP="003A6971">
      <w:pPr>
        <w:pStyle w:val="QuestionResponse"/>
      </w:pPr>
      <w:r w:rsidRPr="003A6971">
        <w:t>1</w:t>
      </w:r>
      <w:r w:rsidRPr="003A6971">
        <w:tab/>
        <w:t>Better off</w:t>
      </w:r>
    </w:p>
    <w:p w:rsidR="00F61E72" w:rsidRPr="003A6971" w:rsidRDefault="00F61E72" w:rsidP="003A6971">
      <w:pPr>
        <w:pStyle w:val="QuestionResponse"/>
      </w:pPr>
      <w:r w:rsidRPr="003A6971">
        <w:t>2</w:t>
      </w:r>
      <w:r w:rsidRPr="003A6971">
        <w:tab/>
        <w:t>Worse off</w:t>
      </w:r>
    </w:p>
    <w:p w:rsidR="00F61E72" w:rsidRPr="003A6971" w:rsidRDefault="00F61E72" w:rsidP="003A6971">
      <w:pPr>
        <w:pStyle w:val="QuestionResponse"/>
      </w:pPr>
      <w:r w:rsidRPr="003A6971">
        <w:t>3</w:t>
      </w:r>
      <w:r w:rsidRPr="003A6971">
        <w:tab/>
        <w:t>Same (DO NOT READ)</w:t>
      </w:r>
    </w:p>
    <w:p w:rsidR="00F61E72" w:rsidRPr="003A6971" w:rsidRDefault="00F61E72" w:rsidP="003A6971">
      <w:pPr>
        <w:pStyle w:val="QuestionResponse"/>
      </w:pPr>
      <w:r w:rsidRPr="003A6971">
        <w:t>8</w:t>
      </w:r>
      <w:r w:rsidRPr="003A6971">
        <w:tab/>
        <w:t>Don’t know (DO NOT READ)</w:t>
      </w:r>
      <w:r w:rsidRPr="003A6971">
        <w:tab/>
      </w:r>
    </w:p>
    <w:p w:rsidR="00F61E72" w:rsidRPr="000B73EF" w:rsidRDefault="00F61E72" w:rsidP="003A6971">
      <w:pPr>
        <w:pStyle w:val="QuestionResponseLast"/>
      </w:pPr>
      <w:r w:rsidRPr="000B73EF">
        <w:t>9</w:t>
      </w:r>
      <w:r w:rsidRPr="000B73EF">
        <w:tab/>
      </w:r>
      <w:r w:rsidRPr="003A6971">
        <w:t>Refused</w:t>
      </w:r>
      <w:r w:rsidRPr="000B73EF">
        <w:t xml:space="preserve"> (DO NOT READ)</w:t>
      </w:r>
    </w:p>
    <w:p w:rsidR="00F61E72" w:rsidRPr="000B73EF" w:rsidRDefault="00F61E72" w:rsidP="00F61E72">
      <w:pPr>
        <w:pStyle w:val="QuestionInstruction"/>
        <w:rPr>
          <w:bCs/>
          <w:caps/>
        </w:rPr>
      </w:pPr>
      <w:r w:rsidRPr="000B73EF">
        <w:rPr>
          <w:bCs/>
          <w:caps/>
        </w:rPr>
        <w:t>ASK ALL</w:t>
      </w:r>
    </w:p>
    <w:p w:rsidR="005F54B8" w:rsidRPr="000B73EF" w:rsidRDefault="000918A7" w:rsidP="00A34511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BD38E5">
        <w:rPr>
          <w:rFonts w:ascii="Tahoma" w:hAnsi="Tahoma" w:cs="Tahoma"/>
          <w:b/>
          <w:sz w:val="16"/>
        </w:rPr>
        <w:t>9</w:t>
      </w:r>
      <w:r w:rsidR="00F61E72" w:rsidRPr="000B73EF">
        <w:tab/>
        <w:t xml:space="preserve">Please tell me if you have a very favorable, somewhat favorable, somewhat unfavorable or very unfavorable opinion of (INSERT)? </w:t>
      </w:r>
    </w:p>
    <w:p w:rsidR="00F61E72" w:rsidRPr="000B73EF" w:rsidRDefault="00F61E72" w:rsidP="005F54B8">
      <w:pPr>
        <w:pStyle w:val="QuestionList"/>
        <w:widowControl/>
        <w:numPr>
          <w:ilvl w:val="0"/>
          <w:numId w:val="11"/>
        </w:numPr>
        <w:autoSpaceDE/>
        <w:autoSpaceDN/>
        <w:adjustRightInd/>
      </w:pPr>
      <w:r w:rsidRPr="000B73EF">
        <w:t xml:space="preserve">The United States </w:t>
      </w:r>
    </w:p>
    <w:p w:rsidR="00F61E72" w:rsidRPr="000B73EF" w:rsidRDefault="00F61E72" w:rsidP="00F61E72">
      <w:pPr>
        <w:pStyle w:val="QuestionList"/>
        <w:widowControl/>
        <w:numPr>
          <w:ilvl w:val="0"/>
          <w:numId w:val="11"/>
        </w:numPr>
        <w:autoSpaceDE/>
        <w:autoSpaceDN/>
        <w:adjustRightInd/>
      </w:pPr>
      <w:r w:rsidRPr="000B73EF">
        <w:t xml:space="preserve">Americans </w:t>
      </w:r>
    </w:p>
    <w:p w:rsidR="00A34511" w:rsidRDefault="00F61E72" w:rsidP="00F61E72">
      <w:pPr>
        <w:pStyle w:val="QuestionList"/>
        <w:widowControl/>
        <w:numPr>
          <w:ilvl w:val="0"/>
          <w:numId w:val="11"/>
        </w:numPr>
        <w:autoSpaceDE/>
        <w:autoSpaceDN/>
        <w:adjustRightInd/>
        <w:rPr>
          <w:i/>
        </w:rPr>
      </w:pPr>
      <w:r w:rsidRPr="000B73EF">
        <w:t xml:space="preserve">China </w:t>
      </w:r>
    </w:p>
    <w:p w:rsidR="00F61E72" w:rsidRPr="00A34511" w:rsidRDefault="00F61E72" w:rsidP="00F61E72">
      <w:pPr>
        <w:pStyle w:val="QuestionList"/>
        <w:widowControl/>
        <w:numPr>
          <w:ilvl w:val="0"/>
          <w:numId w:val="11"/>
        </w:numPr>
        <w:autoSpaceDE/>
        <w:autoSpaceDN/>
        <w:adjustRightInd/>
        <w:rPr>
          <w:i/>
        </w:rPr>
      </w:pPr>
      <w:r w:rsidRPr="000B73EF">
        <w:t xml:space="preserve">Iran </w:t>
      </w:r>
    </w:p>
    <w:p w:rsidR="00F61E72" w:rsidRPr="000B73EF" w:rsidRDefault="00F61E72" w:rsidP="00F61E72">
      <w:pPr>
        <w:pStyle w:val="QuestionList"/>
        <w:widowControl/>
        <w:numPr>
          <w:ilvl w:val="0"/>
          <w:numId w:val="11"/>
        </w:numPr>
        <w:autoSpaceDE/>
        <w:autoSpaceDN/>
        <w:adjustRightInd/>
        <w:rPr>
          <w:i/>
        </w:rPr>
      </w:pPr>
      <w:r w:rsidRPr="000B73EF">
        <w:t xml:space="preserve">Russia </w:t>
      </w:r>
    </w:p>
    <w:p w:rsidR="00F61E72" w:rsidRPr="000B73EF" w:rsidRDefault="00F61E72" w:rsidP="00F61E72">
      <w:pPr>
        <w:pStyle w:val="QuestionList"/>
        <w:widowControl/>
        <w:numPr>
          <w:ilvl w:val="0"/>
          <w:numId w:val="11"/>
        </w:numPr>
        <w:autoSpaceDE/>
        <w:autoSpaceDN/>
        <w:adjustRightInd/>
        <w:rPr>
          <w:rFonts w:ascii="Tahoma" w:hAnsi="Tahoma" w:cs="Tahoma"/>
          <w:b/>
          <w:sz w:val="16"/>
          <w:szCs w:val="16"/>
        </w:rPr>
      </w:pPr>
      <w:r w:rsidRPr="000B73EF">
        <w:t>The European Union</w:t>
      </w:r>
      <w:r w:rsidRPr="000B73EF">
        <w:rPr>
          <w:rFonts w:ascii="Tahoma" w:hAnsi="Tahoma" w:cs="Tahoma"/>
          <w:b/>
          <w:sz w:val="16"/>
          <w:szCs w:val="16"/>
        </w:rPr>
        <w:t xml:space="preserve"> </w:t>
      </w:r>
    </w:p>
    <w:p w:rsidR="00F61E72" w:rsidRPr="000B73EF" w:rsidRDefault="00F61E72" w:rsidP="00F61E72">
      <w:pPr>
        <w:pStyle w:val="QuestionList"/>
        <w:widowControl/>
        <w:numPr>
          <w:ilvl w:val="0"/>
          <w:numId w:val="11"/>
        </w:numPr>
        <w:autoSpaceDE/>
        <w:autoSpaceDN/>
        <w:adjustRightInd/>
        <w:rPr>
          <w:i/>
        </w:rPr>
      </w:pPr>
      <w:r w:rsidRPr="000B73EF">
        <w:rPr>
          <w:iCs/>
        </w:rPr>
        <w:t xml:space="preserve">The United Nations </w:t>
      </w:r>
    </w:p>
    <w:p w:rsidR="00F61E72" w:rsidRPr="000B73EF" w:rsidRDefault="00CD3AD5" w:rsidP="00CD3AD5">
      <w:pPr>
        <w:pStyle w:val="QuestionList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88" w:lineRule="auto"/>
        <w:rPr>
          <w:szCs w:val="20"/>
        </w:rPr>
      </w:pPr>
      <w:r w:rsidRPr="00CD3AD5">
        <w:rPr>
          <w:b/>
          <w:bCs/>
          <w:szCs w:val="20"/>
        </w:rPr>
        <w:t>m.</w:t>
      </w:r>
      <w:r>
        <w:rPr>
          <w:szCs w:val="20"/>
        </w:rPr>
        <w:tab/>
      </w:r>
      <w:r w:rsidR="00F61E72" w:rsidRPr="000B73EF">
        <w:rPr>
          <w:szCs w:val="20"/>
        </w:rPr>
        <w:t xml:space="preserve">India </w:t>
      </w:r>
    </w:p>
    <w:p w:rsidR="00F61E72" w:rsidRPr="000B73EF" w:rsidRDefault="00F61E72" w:rsidP="00F61E72">
      <w:pPr>
        <w:pStyle w:val="QuestionList"/>
        <w:spacing w:after="0" w:line="288" w:lineRule="auto"/>
        <w:rPr>
          <w:i/>
          <w:szCs w:val="20"/>
        </w:rPr>
      </w:pPr>
      <w:r w:rsidRPr="00D111B7">
        <w:rPr>
          <w:b/>
          <w:szCs w:val="20"/>
        </w:rPr>
        <w:t>o.</w:t>
      </w:r>
      <w:r w:rsidRPr="00D111B7">
        <w:rPr>
          <w:szCs w:val="20"/>
        </w:rPr>
        <w:tab/>
      </w:r>
      <w:r w:rsidRPr="000B73EF">
        <w:t xml:space="preserve">Pakistan </w:t>
      </w:r>
    </w:p>
    <w:p w:rsidR="00F61E72" w:rsidRDefault="006B7A9D" w:rsidP="007E5568">
      <w:pPr>
        <w:pStyle w:val="QuestionListLast"/>
        <w:spacing w:after="120"/>
        <w:rPr>
          <w:i/>
          <w:sz w:val="20"/>
          <w:szCs w:val="20"/>
        </w:rPr>
      </w:pPr>
      <w:r w:rsidRPr="00D111B7">
        <w:rPr>
          <w:b/>
          <w:sz w:val="20"/>
          <w:szCs w:val="20"/>
        </w:rPr>
        <w:t>v</w:t>
      </w:r>
      <w:r w:rsidR="00F61E72" w:rsidRPr="00D111B7">
        <w:rPr>
          <w:b/>
          <w:sz w:val="20"/>
          <w:szCs w:val="20"/>
        </w:rPr>
        <w:t>.</w:t>
      </w:r>
      <w:r w:rsidR="00F61E72" w:rsidRPr="00A734D5">
        <w:rPr>
          <w:rFonts w:ascii="Tahoma" w:hAnsi="Tahoma" w:cs="Tahoma"/>
          <w:b/>
          <w:sz w:val="20"/>
          <w:szCs w:val="20"/>
        </w:rPr>
        <w:tab/>
      </w:r>
      <w:r w:rsidR="00F61E72" w:rsidRPr="00A734D5">
        <w:rPr>
          <w:sz w:val="20"/>
          <w:szCs w:val="20"/>
        </w:rPr>
        <w:t>Japan</w:t>
      </w:r>
      <w:r w:rsidR="002A4FD6">
        <w:rPr>
          <w:sz w:val="20"/>
          <w:szCs w:val="20"/>
        </w:rPr>
        <w:t xml:space="preserve"> </w:t>
      </w:r>
    </w:p>
    <w:p w:rsidR="009D005A" w:rsidRDefault="009D005A" w:rsidP="00A734D5">
      <w:pPr>
        <w:pStyle w:val="QuestionResponse"/>
      </w:pPr>
    </w:p>
    <w:p w:rsidR="00F61E72" w:rsidRPr="00A734D5" w:rsidRDefault="00F61E72" w:rsidP="00A734D5">
      <w:pPr>
        <w:pStyle w:val="QuestionResponse"/>
      </w:pPr>
      <w:r w:rsidRPr="00A734D5">
        <w:t>1</w:t>
      </w:r>
      <w:r w:rsidRPr="00A734D5">
        <w:tab/>
        <w:t>Very favorable</w:t>
      </w:r>
    </w:p>
    <w:p w:rsidR="00F61E72" w:rsidRPr="00A734D5" w:rsidRDefault="00F61E72" w:rsidP="00A734D5">
      <w:pPr>
        <w:pStyle w:val="QuestionResponse"/>
      </w:pPr>
      <w:r w:rsidRPr="00A734D5">
        <w:t>2</w:t>
      </w:r>
      <w:r w:rsidRPr="00A734D5">
        <w:tab/>
        <w:t>Somewhat favorable</w:t>
      </w:r>
    </w:p>
    <w:p w:rsidR="00F61E72" w:rsidRPr="00A734D5" w:rsidRDefault="00F61E72" w:rsidP="00A734D5">
      <w:pPr>
        <w:pStyle w:val="QuestionResponse"/>
      </w:pPr>
      <w:r w:rsidRPr="00A734D5">
        <w:t>3</w:t>
      </w:r>
      <w:r w:rsidRPr="00A734D5">
        <w:tab/>
        <w:t xml:space="preserve">Somewhat unfavorable </w:t>
      </w:r>
    </w:p>
    <w:p w:rsidR="00F61E72" w:rsidRPr="00A734D5" w:rsidRDefault="00F61E72" w:rsidP="00A734D5">
      <w:pPr>
        <w:pStyle w:val="QuestionResponse"/>
      </w:pPr>
      <w:r w:rsidRPr="00A734D5">
        <w:t>4</w:t>
      </w:r>
      <w:r w:rsidRPr="00A734D5">
        <w:tab/>
        <w:t xml:space="preserve">Very unfavorable </w:t>
      </w:r>
    </w:p>
    <w:p w:rsidR="00F61E72" w:rsidRPr="00A734D5" w:rsidRDefault="00F61E72" w:rsidP="00A734D5">
      <w:pPr>
        <w:pStyle w:val="QuestionResponse"/>
      </w:pPr>
      <w:r w:rsidRPr="00A734D5">
        <w:t>8</w:t>
      </w:r>
      <w:r w:rsidRPr="00A734D5">
        <w:tab/>
        <w:t>Don’t know (DO NOT READ)</w:t>
      </w:r>
    </w:p>
    <w:p w:rsidR="00F61E72" w:rsidRPr="000B73EF" w:rsidRDefault="00F61E72" w:rsidP="00A734D5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BD38E5" w:rsidRPr="00BD38E5" w:rsidRDefault="005F54B8" w:rsidP="00BD38E5">
      <w:pPr>
        <w:pStyle w:val="QuestionInstruction"/>
      </w:pPr>
      <w:r>
        <w:lastRenderedPageBreak/>
        <w:t>ASK ALL</w:t>
      </w:r>
    </w:p>
    <w:p w:rsidR="00BD38E5" w:rsidRPr="00BD38E5" w:rsidRDefault="00BD38E5" w:rsidP="00BD38E5">
      <w:pPr>
        <w:pStyle w:val="Question"/>
      </w:pPr>
      <w:r w:rsidRPr="00BD38E5">
        <w:rPr>
          <w:rFonts w:ascii="Tahoma" w:hAnsi="Tahoma" w:cs="Tahoma"/>
          <w:b/>
          <w:sz w:val="16"/>
        </w:rPr>
        <w:t>Q10</w:t>
      </w:r>
      <w:r w:rsidRPr="00BD38E5">
        <w:tab/>
        <w:t xml:space="preserve">Which statement </w:t>
      </w:r>
      <w:proofErr w:type="gramStart"/>
      <w:r w:rsidRPr="00BD38E5">
        <w:t>comes</w:t>
      </w:r>
      <w:proofErr w:type="gramEnd"/>
      <w:r w:rsidRPr="00BD38E5">
        <w:t xml:space="preserve"> closer to your own views, even if neither is exactly right? </w:t>
      </w:r>
      <w:r w:rsidR="00B97885">
        <w:t>India</w:t>
      </w:r>
      <w:r w:rsidRPr="00BD38E5">
        <w:t xml:space="preserve"> is as respected around the world as it should be OR </w:t>
      </w:r>
      <w:r w:rsidR="00B97885">
        <w:t>India</w:t>
      </w:r>
      <w:r w:rsidR="00B97885" w:rsidRPr="00BD38E5">
        <w:t xml:space="preserve"> </w:t>
      </w:r>
      <w:r w:rsidRPr="00BD38E5">
        <w:t xml:space="preserve">should be more respected around the world than it is?  </w:t>
      </w:r>
    </w:p>
    <w:p w:rsidR="00BD38E5" w:rsidRPr="00BD38E5" w:rsidRDefault="00BD38E5" w:rsidP="00BD38E5">
      <w:pPr>
        <w:pStyle w:val="QuestionResponse"/>
      </w:pPr>
      <w:r w:rsidRPr="00BD38E5">
        <w:t>1</w:t>
      </w:r>
      <w:r w:rsidRPr="00BD38E5">
        <w:tab/>
      </w:r>
      <w:r w:rsidR="00B97885">
        <w:t>India</w:t>
      </w:r>
      <w:r w:rsidRPr="00BD38E5">
        <w:rPr>
          <w:b/>
        </w:rPr>
        <w:t xml:space="preserve"> </w:t>
      </w:r>
      <w:r w:rsidRPr="00BD38E5">
        <w:t>is as respected around the world as it should be</w:t>
      </w:r>
    </w:p>
    <w:p w:rsidR="00BD38E5" w:rsidRPr="00BD38E5" w:rsidRDefault="00BD38E5" w:rsidP="00BD38E5">
      <w:pPr>
        <w:pStyle w:val="QuestionResponse"/>
      </w:pPr>
      <w:r w:rsidRPr="00BD38E5">
        <w:t>2</w:t>
      </w:r>
      <w:r w:rsidRPr="00BD38E5">
        <w:tab/>
      </w:r>
      <w:r w:rsidR="00B97885">
        <w:t>India</w:t>
      </w:r>
      <w:r w:rsidR="00B97885" w:rsidRPr="00BD38E5">
        <w:t xml:space="preserve"> </w:t>
      </w:r>
      <w:r w:rsidRPr="00BD38E5">
        <w:t>should be more respected around the world than it is</w:t>
      </w:r>
    </w:p>
    <w:p w:rsidR="00BD38E5" w:rsidRPr="00BD38E5" w:rsidRDefault="00BD38E5" w:rsidP="00BD38E5">
      <w:pPr>
        <w:pStyle w:val="QuestionResponse"/>
      </w:pPr>
      <w:r w:rsidRPr="00BD38E5">
        <w:t>3</w:t>
      </w:r>
      <w:r w:rsidRPr="00BD38E5">
        <w:tab/>
        <w:t>Both/Neither (DO NOT READ)</w:t>
      </w:r>
    </w:p>
    <w:p w:rsidR="00BD38E5" w:rsidRPr="00BD38E5" w:rsidRDefault="00BD38E5" w:rsidP="00BD38E5">
      <w:pPr>
        <w:pStyle w:val="QuestionResponse"/>
      </w:pPr>
      <w:r w:rsidRPr="00BD38E5">
        <w:t>8</w:t>
      </w:r>
      <w:r w:rsidRPr="00BD38E5">
        <w:tab/>
        <w:t>Don’t know (DO NOT READ)</w:t>
      </w:r>
    </w:p>
    <w:p w:rsidR="00BD38E5" w:rsidRDefault="00BD38E5" w:rsidP="00BD38E5">
      <w:pPr>
        <w:pStyle w:val="QuestionResponseLast"/>
      </w:pPr>
      <w:r w:rsidRPr="00BD38E5">
        <w:t>9</w:t>
      </w:r>
      <w:r w:rsidRPr="00BD38E5">
        <w:tab/>
        <w:t>Refused (DO NOT READ)</w:t>
      </w:r>
    </w:p>
    <w:p w:rsidR="00686618" w:rsidRPr="000B73EF" w:rsidRDefault="00686618" w:rsidP="00A734D5">
      <w:pPr>
        <w:pStyle w:val="QuestionInstruction"/>
      </w:pPr>
      <w:r w:rsidRPr="00631A8D">
        <w:t>ASK ALL</w:t>
      </w:r>
    </w:p>
    <w:p w:rsidR="00686618" w:rsidRPr="000B73EF" w:rsidRDefault="000918A7" w:rsidP="00A734D5">
      <w:pPr>
        <w:pStyle w:val="Question"/>
        <w:rPr>
          <w:b/>
          <w:bCs/>
        </w:rPr>
      </w:pPr>
      <w:r w:rsidRPr="000B73EF">
        <w:rPr>
          <w:rFonts w:ascii="Tahoma" w:hAnsi="Tahoma" w:cs="Tahoma"/>
          <w:b/>
          <w:sz w:val="16"/>
        </w:rPr>
        <w:t>Q1</w:t>
      </w:r>
      <w:r w:rsidR="00BD38E5">
        <w:rPr>
          <w:rFonts w:ascii="Tahoma" w:hAnsi="Tahoma" w:cs="Tahoma"/>
          <w:b/>
          <w:sz w:val="16"/>
        </w:rPr>
        <w:t>1</w:t>
      </w:r>
      <w:r w:rsidR="00686618" w:rsidRPr="000B73EF">
        <w:rPr>
          <w:b/>
          <w:sz w:val="20"/>
          <w:szCs w:val="20"/>
          <w:lang w:val="en-CA"/>
        </w:rPr>
        <w:tab/>
      </w:r>
      <w:r w:rsidR="00686618" w:rsidRPr="000B73EF">
        <w:t xml:space="preserve">I’d like your opinion about some possible international concerns for </w:t>
      </w:r>
      <w:r w:rsidR="00B97885">
        <w:t>India</w:t>
      </w:r>
      <w:r w:rsidR="00A734D5">
        <w:t xml:space="preserve">.  Do you </w:t>
      </w:r>
      <w:r w:rsidR="00686618" w:rsidRPr="000B73EF">
        <w:t xml:space="preserve">think that </w:t>
      </w:r>
      <w:r w:rsidR="00A734D5" w:rsidRPr="000B73EF">
        <w:t>(INSERT)</w:t>
      </w:r>
      <w:r w:rsidR="00A734D5">
        <w:t xml:space="preserve"> </w:t>
      </w:r>
      <w:r w:rsidR="00686618" w:rsidRPr="000B73EF">
        <w:t xml:space="preserve">is a major threat, a minor threat or not a threat to </w:t>
      </w:r>
      <w:r w:rsidR="00B97885">
        <w:t>India</w:t>
      </w:r>
      <w:r w:rsidR="00686618" w:rsidRPr="00780706">
        <w:t xml:space="preserve">? </w:t>
      </w:r>
      <w:r w:rsidR="00BD38E5" w:rsidRPr="00780706">
        <w:t>[</w:t>
      </w:r>
      <w:r w:rsidR="00A734D5" w:rsidRPr="00780706">
        <w:t>INTERVIEWER INSTRUCTION</w:t>
      </w:r>
      <w:r w:rsidR="00A734D5" w:rsidRPr="00A734D5">
        <w:t xml:space="preserve">: </w:t>
      </w:r>
      <w:r w:rsidR="00A734D5" w:rsidRPr="00A734D5">
        <w:rPr>
          <w:bCs/>
        </w:rPr>
        <w:t>R</w:t>
      </w:r>
      <w:r w:rsidR="00A734D5">
        <w:rPr>
          <w:bCs/>
        </w:rPr>
        <w:t>ead the answer choices as necessary after the first time:</w:t>
      </w:r>
      <w:r w:rsidR="00686618" w:rsidRPr="000B73EF">
        <w:rPr>
          <w:b/>
          <w:bCs/>
        </w:rPr>
        <w:t xml:space="preserve"> </w:t>
      </w:r>
      <w:r w:rsidR="00686618" w:rsidRPr="000B73EF">
        <w:rPr>
          <w:bCs/>
        </w:rPr>
        <w:t>“Is this a major t</w:t>
      </w:r>
      <w:r w:rsidR="00A734D5">
        <w:rPr>
          <w:bCs/>
        </w:rPr>
        <w:t xml:space="preserve">hreat, a minor threat or not a </w:t>
      </w:r>
      <w:r w:rsidR="00686618" w:rsidRPr="000B73EF">
        <w:rPr>
          <w:bCs/>
        </w:rPr>
        <w:t xml:space="preserve">threat to </w:t>
      </w:r>
      <w:r w:rsidR="00B97885">
        <w:t>India</w:t>
      </w:r>
      <w:r w:rsidR="00686618" w:rsidRPr="000B73EF">
        <w:rPr>
          <w:bCs/>
        </w:rPr>
        <w:t>”</w:t>
      </w:r>
      <w:r w:rsidR="00686618" w:rsidRPr="00EE3127">
        <w:rPr>
          <w:bCs/>
        </w:rPr>
        <w:t>]</w:t>
      </w:r>
      <w:r w:rsidR="00686618" w:rsidRPr="000B73EF">
        <w:rPr>
          <w:b/>
          <w:bCs/>
        </w:rPr>
        <w:t xml:space="preserve"> </w:t>
      </w:r>
    </w:p>
    <w:p w:rsidR="00686618" w:rsidRPr="00C07994" w:rsidRDefault="00A734D5" w:rsidP="00A734D5">
      <w:pPr>
        <w:pStyle w:val="QuestionList"/>
        <w:rPr>
          <w:i/>
          <w:szCs w:val="20"/>
        </w:rPr>
      </w:pPr>
      <w:r w:rsidRPr="00C07994">
        <w:rPr>
          <w:b/>
          <w:szCs w:val="20"/>
        </w:rPr>
        <w:t>a.</w:t>
      </w:r>
      <w:r w:rsidRPr="00C07994">
        <w:rPr>
          <w:szCs w:val="20"/>
        </w:rPr>
        <w:tab/>
      </w:r>
      <w:r w:rsidR="00686618" w:rsidRPr="00C07994">
        <w:rPr>
          <w:szCs w:val="20"/>
        </w:rPr>
        <w:t xml:space="preserve">China’s </w:t>
      </w:r>
      <w:r w:rsidR="006B7A9D" w:rsidRPr="00C07994">
        <w:rPr>
          <w:szCs w:val="20"/>
        </w:rPr>
        <w:t>power and influence</w:t>
      </w:r>
      <w:r w:rsidR="00686618" w:rsidRPr="00C07994">
        <w:rPr>
          <w:bCs/>
          <w:szCs w:val="20"/>
        </w:rPr>
        <w:t xml:space="preserve"> </w:t>
      </w:r>
    </w:p>
    <w:p w:rsidR="00686618" w:rsidRPr="00C07994" w:rsidRDefault="00686618" w:rsidP="00A734D5">
      <w:pPr>
        <w:pStyle w:val="QuestionList"/>
        <w:rPr>
          <w:bCs/>
          <w:szCs w:val="20"/>
        </w:rPr>
      </w:pPr>
      <w:proofErr w:type="gramStart"/>
      <w:r w:rsidRPr="00C07994">
        <w:rPr>
          <w:b/>
          <w:szCs w:val="20"/>
        </w:rPr>
        <w:t>b</w:t>
      </w:r>
      <w:proofErr w:type="gramEnd"/>
      <w:r w:rsidRPr="00C07994">
        <w:rPr>
          <w:b/>
          <w:szCs w:val="20"/>
        </w:rPr>
        <w:t>.</w:t>
      </w:r>
      <w:r w:rsidRPr="00C07994">
        <w:rPr>
          <w:szCs w:val="20"/>
        </w:rPr>
        <w:tab/>
      </w:r>
      <w:r w:rsidR="00A734D5" w:rsidRPr="00C07994">
        <w:rPr>
          <w:szCs w:val="20"/>
        </w:rPr>
        <w:t>t</w:t>
      </w:r>
      <w:r w:rsidR="006B7A9D" w:rsidRPr="00C07994">
        <w:rPr>
          <w:szCs w:val="20"/>
        </w:rPr>
        <w:t xml:space="preserve">he United States’ </w:t>
      </w:r>
      <w:r w:rsidRPr="00C07994">
        <w:rPr>
          <w:szCs w:val="20"/>
        </w:rPr>
        <w:t>power</w:t>
      </w:r>
      <w:r w:rsidR="006B7A9D" w:rsidRPr="00C07994">
        <w:rPr>
          <w:szCs w:val="20"/>
        </w:rPr>
        <w:t xml:space="preserve"> and influence</w:t>
      </w:r>
    </w:p>
    <w:p w:rsidR="00686618" w:rsidRPr="00C07994" w:rsidRDefault="00A734D5" w:rsidP="00A734D5">
      <w:pPr>
        <w:pStyle w:val="QuestionList"/>
        <w:rPr>
          <w:bCs/>
          <w:szCs w:val="20"/>
        </w:rPr>
      </w:pPr>
      <w:proofErr w:type="gramStart"/>
      <w:r w:rsidRPr="00C07994">
        <w:rPr>
          <w:b/>
          <w:szCs w:val="20"/>
        </w:rPr>
        <w:t>c</w:t>
      </w:r>
      <w:proofErr w:type="gramEnd"/>
      <w:r w:rsidRPr="00C07994">
        <w:rPr>
          <w:b/>
          <w:szCs w:val="20"/>
        </w:rPr>
        <w:t>.</w:t>
      </w:r>
      <w:r w:rsidRPr="00C07994">
        <w:rPr>
          <w:szCs w:val="20"/>
        </w:rPr>
        <w:tab/>
        <w:t>p</w:t>
      </w:r>
      <w:r w:rsidR="00686618" w:rsidRPr="00C07994">
        <w:rPr>
          <w:szCs w:val="20"/>
        </w:rPr>
        <w:t>olitical instability in Pakistan</w:t>
      </w:r>
    </w:p>
    <w:p w:rsidR="00686618" w:rsidRPr="00C07994" w:rsidRDefault="00A734D5" w:rsidP="00A734D5">
      <w:pPr>
        <w:pStyle w:val="QuestionList"/>
        <w:rPr>
          <w:bCs/>
          <w:szCs w:val="20"/>
        </w:rPr>
      </w:pPr>
      <w:r w:rsidRPr="00C07994">
        <w:rPr>
          <w:b/>
          <w:szCs w:val="20"/>
        </w:rPr>
        <w:t>d</w:t>
      </w:r>
      <w:r w:rsidRPr="00C07994">
        <w:rPr>
          <w:szCs w:val="20"/>
        </w:rPr>
        <w:t>.</w:t>
      </w:r>
      <w:r w:rsidRPr="00C07994">
        <w:rPr>
          <w:szCs w:val="20"/>
        </w:rPr>
        <w:tab/>
      </w:r>
      <w:r w:rsidR="00686618" w:rsidRPr="00C07994">
        <w:rPr>
          <w:szCs w:val="20"/>
        </w:rPr>
        <w:t>North Korea's nuclear program</w:t>
      </w:r>
    </w:p>
    <w:p w:rsidR="00686618" w:rsidRPr="00C07994" w:rsidRDefault="00A734D5" w:rsidP="00A734D5">
      <w:pPr>
        <w:pStyle w:val="QuestionList"/>
        <w:rPr>
          <w:bCs/>
          <w:szCs w:val="20"/>
        </w:rPr>
      </w:pPr>
      <w:r w:rsidRPr="00C07994">
        <w:rPr>
          <w:b/>
          <w:szCs w:val="20"/>
        </w:rPr>
        <w:t>e.</w:t>
      </w:r>
      <w:r w:rsidRPr="00C07994">
        <w:rPr>
          <w:szCs w:val="20"/>
        </w:rPr>
        <w:tab/>
      </w:r>
      <w:r w:rsidR="00686618" w:rsidRPr="00C07994">
        <w:rPr>
          <w:szCs w:val="20"/>
        </w:rPr>
        <w:t>Iran's nuclear program</w:t>
      </w:r>
    </w:p>
    <w:p w:rsidR="00686618" w:rsidRPr="00C07994" w:rsidRDefault="00A734D5" w:rsidP="00A734D5">
      <w:pPr>
        <w:pStyle w:val="QuestionList"/>
        <w:rPr>
          <w:i/>
          <w:szCs w:val="20"/>
        </w:rPr>
      </w:pPr>
      <w:r w:rsidRPr="00C07994">
        <w:rPr>
          <w:b/>
          <w:szCs w:val="20"/>
        </w:rPr>
        <w:t>f.</w:t>
      </w:r>
      <w:r w:rsidRPr="00C07994">
        <w:rPr>
          <w:szCs w:val="20"/>
        </w:rPr>
        <w:tab/>
      </w:r>
      <w:r w:rsidR="00686618" w:rsidRPr="00C07994">
        <w:rPr>
          <w:szCs w:val="20"/>
        </w:rPr>
        <w:t>International financial instability</w:t>
      </w:r>
    </w:p>
    <w:p w:rsidR="00686618" w:rsidRPr="00C07994" w:rsidRDefault="00A734D5" w:rsidP="00A734D5">
      <w:pPr>
        <w:pStyle w:val="QuestionList"/>
        <w:rPr>
          <w:szCs w:val="20"/>
        </w:rPr>
      </w:pPr>
      <w:proofErr w:type="gramStart"/>
      <w:r w:rsidRPr="00C07994">
        <w:rPr>
          <w:b/>
          <w:szCs w:val="20"/>
        </w:rPr>
        <w:t>g</w:t>
      </w:r>
      <w:proofErr w:type="gramEnd"/>
      <w:r w:rsidRPr="00C07994">
        <w:rPr>
          <w:b/>
          <w:szCs w:val="20"/>
        </w:rPr>
        <w:t>.</w:t>
      </w:r>
      <w:r w:rsidRPr="00C07994">
        <w:rPr>
          <w:szCs w:val="20"/>
        </w:rPr>
        <w:tab/>
        <w:t>g</w:t>
      </w:r>
      <w:r w:rsidR="00686618" w:rsidRPr="00C07994">
        <w:rPr>
          <w:szCs w:val="20"/>
        </w:rPr>
        <w:t>lobal climate change</w:t>
      </w:r>
    </w:p>
    <w:p w:rsidR="00686618" w:rsidRPr="00C07994" w:rsidRDefault="00686618" w:rsidP="00A734D5">
      <w:pPr>
        <w:pStyle w:val="QuestionListLast"/>
        <w:rPr>
          <w:b/>
          <w:sz w:val="20"/>
          <w:szCs w:val="20"/>
        </w:rPr>
      </w:pPr>
      <w:r w:rsidRPr="00C07994">
        <w:rPr>
          <w:b/>
          <w:sz w:val="20"/>
          <w:szCs w:val="20"/>
        </w:rPr>
        <w:t>h.</w:t>
      </w:r>
      <w:r w:rsidRPr="00C07994">
        <w:rPr>
          <w:sz w:val="20"/>
          <w:szCs w:val="20"/>
        </w:rPr>
        <w:tab/>
        <w:t>Islamic extremist groups</w:t>
      </w:r>
    </w:p>
    <w:p w:rsidR="00686618" w:rsidRPr="000B73EF" w:rsidRDefault="00686618" w:rsidP="00A734D5">
      <w:pPr>
        <w:pStyle w:val="QuestionResponse"/>
      </w:pPr>
      <w:r w:rsidRPr="000B73EF">
        <w:t>1</w:t>
      </w:r>
      <w:r w:rsidRPr="000B73EF">
        <w:tab/>
        <w:t>Major threat</w:t>
      </w:r>
    </w:p>
    <w:p w:rsidR="00686618" w:rsidRPr="000B73EF" w:rsidRDefault="00686618" w:rsidP="00A734D5">
      <w:pPr>
        <w:pStyle w:val="QuestionResponse"/>
      </w:pPr>
      <w:r w:rsidRPr="000B73EF">
        <w:t>2</w:t>
      </w:r>
      <w:r w:rsidRPr="000B73EF">
        <w:tab/>
        <w:t>Minor threat</w:t>
      </w:r>
    </w:p>
    <w:p w:rsidR="00686618" w:rsidRPr="000B73EF" w:rsidRDefault="00686618" w:rsidP="00A734D5">
      <w:pPr>
        <w:pStyle w:val="QuestionResponse"/>
      </w:pPr>
      <w:r w:rsidRPr="000B73EF">
        <w:t>3</w:t>
      </w:r>
      <w:r w:rsidRPr="000B73EF">
        <w:tab/>
        <w:t>Not a threat</w:t>
      </w:r>
    </w:p>
    <w:p w:rsidR="00686618" w:rsidRPr="000B73EF" w:rsidRDefault="00686618" w:rsidP="00A734D5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686618" w:rsidRDefault="00686618" w:rsidP="00A734D5">
      <w:pPr>
        <w:pStyle w:val="QuestionResponseLast"/>
      </w:pPr>
      <w:r w:rsidRPr="000B73EF">
        <w:t>9</w:t>
      </w:r>
      <w:r w:rsidRPr="000B73EF">
        <w:tab/>
      </w:r>
      <w:r w:rsidRPr="00A734D5">
        <w:t>Refused</w:t>
      </w:r>
      <w:r w:rsidRPr="000B73EF">
        <w:t xml:space="preserve"> (DO NOT READ)</w:t>
      </w:r>
    </w:p>
    <w:p w:rsidR="006E40D8" w:rsidRDefault="006E40D8">
      <w:pPr>
        <w:rPr>
          <w:rFonts w:ascii="Times New Roman" w:eastAsia="Times New Roman" w:hAnsi="Times New Roman" w:cs="Times New Roman"/>
          <w:b/>
          <w:sz w:val="24"/>
          <w:szCs w:val="20"/>
        </w:rPr>
      </w:pPr>
      <w:r>
        <w:br w:type="page"/>
      </w:r>
    </w:p>
    <w:p w:rsidR="004918C4" w:rsidRPr="005B1440" w:rsidRDefault="004918C4" w:rsidP="004918C4">
      <w:pPr>
        <w:pStyle w:val="QuestionResponseLast"/>
        <w:spacing w:after="0"/>
        <w:ind w:left="720"/>
        <w:rPr>
          <w:b/>
          <w:bCs/>
        </w:rPr>
      </w:pPr>
      <w:r w:rsidRPr="005B1440">
        <w:rPr>
          <w:b/>
          <w:bCs/>
        </w:rPr>
        <w:lastRenderedPageBreak/>
        <w:tab/>
        <w:t xml:space="preserve">ASK ALL </w:t>
      </w:r>
    </w:p>
    <w:p w:rsidR="004918C4" w:rsidRDefault="004918C4" w:rsidP="00BB526A">
      <w:pPr>
        <w:pStyle w:val="QuestionResponseLast"/>
        <w:spacing w:after="0"/>
        <w:ind w:left="720"/>
        <w:rPr>
          <w:i/>
        </w:rPr>
      </w:pPr>
      <w:r w:rsidRPr="005B1440">
        <w:rPr>
          <w:rFonts w:ascii="Tahoma" w:hAnsi="Tahoma"/>
          <w:b/>
          <w:bCs/>
          <w:sz w:val="16"/>
          <w:szCs w:val="16"/>
        </w:rPr>
        <w:t>QIND1</w:t>
      </w:r>
      <w:r w:rsidRPr="005B1440">
        <w:rPr>
          <w:rFonts w:ascii="Tahoma" w:hAnsi="Tahoma"/>
          <w:b/>
          <w:bCs/>
          <w:sz w:val="16"/>
          <w:szCs w:val="16"/>
        </w:rPr>
        <w:tab/>
      </w:r>
      <w:r w:rsidRPr="005B1440">
        <w:t xml:space="preserve">Now I am going to read you a list of possible problems in our country. Please tell me if, in your opinion, </w:t>
      </w:r>
      <w:r>
        <w:t>each one</w:t>
      </w:r>
      <w:r w:rsidRPr="005B1440">
        <w:t xml:space="preserve"> is a very big problem, a moderately big problem, a small p</w:t>
      </w:r>
      <w:r w:rsidR="00A34511">
        <w:t>roblem or not a problem at all.</w:t>
      </w:r>
    </w:p>
    <w:p w:rsidR="00BB526A" w:rsidRPr="005B1440" w:rsidRDefault="00BB526A" w:rsidP="00BB526A">
      <w:pPr>
        <w:pStyle w:val="QuestionResponseLast"/>
        <w:spacing w:after="0"/>
        <w:ind w:left="720"/>
        <w:rPr>
          <w:iCs/>
        </w:rPr>
      </w:pPr>
    </w:p>
    <w:p w:rsidR="004918C4" w:rsidRPr="005B1440" w:rsidRDefault="004918C4" w:rsidP="004918C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 w:hanging="720"/>
        <w:contextualSpacing/>
        <w:jc w:val="both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  <w:b/>
        </w:rPr>
        <w:t>a.</w:t>
      </w:r>
      <w:r w:rsidRPr="005B1440">
        <w:rPr>
          <w:rFonts w:ascii="Times New Roman" w:eastAsia="Times New Roman" w:hAnsi="Times New Roman"/>
        </w:rPr>
        <w:tab/>
        <w:t xml:space="preserve">The gap between rich and poor </w:t>
      </w:r>
    </w:p>
    <w:p w:rsidR="004918C4" w:rsidRPr="005B1440" w:rsidRDefault="004918C4" w:rsidP="004918C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  <w:b/>
        </w:rPr>
        <w:t>b.</w:t>
      </w:r>
      <w:r w:rsidRPr="005B1440">
        <w:rPr>
          <w:rFonts w:ascii="Times New Roman" w:eastAsia="Times New Roman" w:hAnsi="Times New Roman"/>
        </w:rPr>
        <w:tab/>
        <w:t xml:space="preserve">Corrupt business people </w:t>
      </w:r>
    </w:p>
    <w:p w:rsidR="004918C4" w:rsidRPr="005B1440" w:rsidRDefault="004918C4" w:rsidP="004918C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  <w:b/>
        </w:rPr>
        <w:t>c.</w:t>
      </w:r>
      <w:r w:rsidRPr="005B1440">
        <w:rPr>
          <w:rFonts w:ascii="Times New Roman" w:eastAsia="Times New Roman" w:hAnsi="Times New Roman"/>
          <w:b/>
        </w:rPr>
        <w:tab/>
      </w:r>
      <w:r w:rsidRPr="005B1440">
        <w:rPr>
          <w:rFonts w:ascii="Times New Roman" w:eastAsia="Times New Roman" w:hAnsi="Times New Roman"/>
        </w:rPr>
        <w:t>A lack of employment opportunities</w:t>
      </w:r>
    </w:p>
    <w:p w:rsidR="004918C4" w:rsidRPr="005B1440" w:rsidRDefault="004918C4" w:rsidP="004918C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  <w:b/>
        </w:rPr>
        <w:t>d.</w:t>
      </w:r>
      <w:r w:rsidRPr="005B1440">
        <w:rPr>
          <w:rFonts w:ascii="Times New Roman" w:eastAsia="Times New Roman" w:hAnsi="Times New Roman"/>
        </w:rPr>
        <w:tab/>
        <w:t xml:space="preserve">Rising prices </w:t>
      </w:r>
    </w:p>
    <w:p w:rsidR="004918C4" w:rsidRPr="005B1440" w:rsidRDefault="004918C4" w:rsidP="004918C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Times New Roman" w:eastAsia="Times New Roman" w:hAnsi="Times New Roman"/>
          <w:b/>
        </w:rPr>
      </w:pPr>
      <w:r w:rsidRPr="005B1440">
        <w:rPr>
          <w:rFonts w:ascii="Times New Roman" w:eastAsia="Times New Roman" w:hAnsi="Times New Roman"/>
          <w:b/>
        </w:rPr>
        <w:t>e.</w:t>
      </w:r>
      <w:r w:rsidRPr="005B1440">
        <w:rPr>
          <w:rFonts w:ascii="Times New Roman" w:eastAsia="Times New Roman" w:hAnsi="Times New Roman"/>
        </w:rPr>
        <w:tab/>
        <w:t xml:space="preserve">Corrupt officials </w:t>
      </w:r>
    </w:p>
    <w:p w:rsidR="004918C4" w:rsidRPr="005B1440" w:rsidRDefault="004918C4" w:rsidP="004918C4">
      <w:pPr>
        <w:keepNext/>
        <w:keepLines/>
        <w:spacing w:after="0" w:line="240" w:lineRule="auto"/>
        <w:ind w:left="1440" w:hanging="720"/>
        <w:contextualSpacing/>
        <w:rPr>
          <w:rFonts w:ascii="Times New Roman" w:eastAsia="Times New Roman" w:hAnsi="Times New Roman"/>
          <w:bCs/>
          <w:i/>
        </w:rPr>
      </w:pPr>
      <w:r w:rsidRPr="005B1440">
        <w:rPr>
          <w:rFonts w:ascii="Times New Roman" w:eastAsia="Times New Roman" w:hAnsi="Times New Roman"/>
          <w:b/>
          <w:bCs/>
        </w:rPr>
        <w:t>f.</w:t>
      </w:r>
      <w:r w:rsidRPr="005B1440">
        <w:rPr>
          <w:rFonts w:ascii="Times New Roman" w:eastAsia="Times New Roman" w:hAnsi="Times New Roman"/>
          <w:bCs/>
        </w:rPr>
        <w:tab/>
        <w:t xml:space="preserve">Political and parliamentary deadlock </w:t>
      </w:r>
    </w:p>
    <w:p w:rsidR="004918C4" w:rsidRPr="00E46BDF" w:rsidRDefault="004918C4" w:rsidP="00E46BDF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 w:hanging="720"/>
        <w:contextualSpacing/>
        <w:jc w:val="both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  <w:b/>
          <w:bCs/>
        </w:rPr>
        <w:t>g.</w:t>
      </w:r>
      <w:r w:rsidRPr="005B1440">
        <w:rPr>
          <w:rFonts w:ascii="Times New Roman" w:eastAsia="Times New Roman" w:hAnsi="Times New Roman"/>
          <w:bCs/>
        </w:rPr>
        <w:tab/>
        <w:t xml:space="preserve">Terrorism </w:t>
      </w:r>
    </w:p>
    <w:p w:rsidR="004918C4" w:rsidRPr="005B1440" w:rsidRDefault="004918C4" w:rsidP="004918C4">
      <w:pPr>
        <w:keepNext/>
        <w:keepLines/>
        <w:spacing w:after="0" w:line="240" w:lineRule="auto"/>
        <w:ind w:left="1080" w:hanging="360"/>
        <w:rPr>
          <w:rFonts w:ascii="Times New Roman" w:eastAsia="Times New Roman" w:hAnsi="Times New Roman"/>
          <w:szCs w:val="24"/>
        </w:rPr>
      </w:pPr>
    </w:p>
    <w:p w:rsidR="004918C4" w:rsidRPr="005B1440" w:rsidRDefault="004918C4" w:rsidP="004918C4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  <w:szCs w:val="24"/>
        </w:rPr>
      </w:pPr>
      <w:r w:rsidRPr="005B1440">
        <w:rPr>
          <w:rFonts w:ascii="Times New Roman" w:eastAsia="Times New Roman" w:hAnsi="Times New Roman"/>
          <w:szCs w:val="24"/>
        </w:rPr>
        <w:t>1</w:t>
      </w:r>
      <w:r w:rsidRPr="005B1440">
        <w:rPr>
          <w:rFonts w:ascii="Times New Roman" w:eastAsia="Times New Roman" w:hAnsi="Times New Roman"/>
          <w:szCs w:val="24"/>
        </w:rPr>
        <w:tab/>
        <w:t>Very big problem</w:t>
      </w:r>
    </w:p>
    <w:p w:rsidR="004918C4" w:rsidRPr="005B1440" w:rsidRDefault="004918C4" w:rsidP="004918C4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  <w:szCs w:val="24"/>
        </w:rPr>
      </w:pPr>
      <w:r w:rsidRPr="005B1440">
        <w:rPr>
          <w:rFonts w:ascii="Times New Roman" w:eastAsia="Times New Roman" w:hAnsi="Times New Roman"/>
          <w:szCs w:val="24"/>
        </w:rPr>
        <w:t>2</w:t>
      </w:r>
      <w:r w:rsidRPr="005B1440">
        <w:rPr>
          <w:rFonts w:ascii="Times New Roman" w:eastAsia="Times New Roman" w:hAnsi="Times New Roman"/>
          <w:szCs w:val="24"/>
        </w:rPr>
        <w:tab/>
        <w:t>Moderately big problem</w:t>
      </w:r>
    </w:p>
    <w:p w:rsidR="004918C4" w:rsidRPr="005B1440" w:rsidRDefault="004918C4" w:rsidP="004918C4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  <w:szCs w:val="24"/>
        </w:rPr>
      </w:pPr>
      <w:r w:rsidRPr="005B1440">
        <w:rPr>
          <w:rFonts w:ascii="Times New Roman" w:eastAsia="Times New Roman" w:hAnsi="Times New Roman"/>
          <w:szCs w:val="24"/>
        </w:rPr>
        <w:t>3</w:t>
      </w:r>
      <w:r w:rsidRPr="005B1440">
        <w:rPr>
          <w:rFonts w:ascii="Times New Roman" w:eastAsia="Times New Roman" w:hAnsi="Times New Roman"/>
          <w:szCs w:val="24"/>
        </w:rPr>
        <w:tab/>
        <w:t>Small problem</w:t>
      </w:r>
    </w:p>
    <w:p w:rsidR="004918C4" w:rsidRPr="005B1440" w:rsidRDefault="004918C4" w:rsidP="004918C4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  <w:szCs w:val="24"/>
        </w:rPr>
      </w:pPr>
      <w:r w:rsidRPr="005B1440">
        <w:rPr>
          <w:rFonts w:ascii="Times New Roman" w:eastAsia="Times New Roman" w:hAnsi="Times New Roman"/>
          <w:szCs w:val="24"/>
        </w:rPr>
        <w:t>4</w:t>
      </w:r>
      <w:r w:rsidRPr="005B1440">
        <w:rPr>
          <w:rFonts w:ascii="Times New Roman" w:eastAsia="Times New Roman" w:hAnsi="Times New Roman"/>
          <w:szCs w:val="24"/>
        </w:rPr>
        <w:tab/>
        <w:t>Not a problem at all</w:t>
      </w:r>
    </w:p>
    <w:p w:rsidR="004918C4" w:rsidRPr="005B1440" w:rsidRDefault="004918C4" w:rsidP="004918C4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  <w:szCs w:val="24"/>
        </w:rPr>
      </w:pPr>
      <w:r w:rsidRPr="005B1440">
        <w:rPr>
          <w:rFonts w:ascii="Times New Roman" w:eastAsia="Times New Roman" w:hAnsi="Times New Roman"/>
          <w:szCs w:val="24"/>
        </w:rPr>
        <w:t>8</w:t>
      </w:r>
      <w:r w:rsidRPr="005B1440">
        <w:rPr>
          <w:rFonts w:ascii="Times New Roman" w:eastAsia="Times New Roman" w:hAnsi="Times New Roman"/>
          <w:szCs w:val="24"/>
        </w:rPr>
        <w:tab/>
        <w:t>Don’t know (DO NOT READ)</w:t>
      </w:r>
    </w:p>
    <w:p w:rsidR="004918C4" w:rsidRPr="005B1440" w:rsidRDefault="004918C4" w:rsidP="004918C4">
      <w:pPr>
        <w:keepLines/>
        <w:spacing w:after="0" w:line="240" w:lineRule="auto"/>
        <w:ind w:left="1440" w:hanging="720"/>
        <w:rPr>
          <w:rFonts w:ascii="Times New Roman" w:eastAsia="Times New Roman" w:hAnsi="Times New Roman"/>
          <w:szCs w:val="24"/>
        </w:rPr>
      </w:pPr>
      <w:r w:rsidRPr="005B1440">
        <w:rPr>
          <w:rFonts w:ascii="Times New Roman" w:eastAsia="Times New Roman" w:hAnsi="Times New Roman"/>
          <w:szCs w:val="24"/>
        </w:rPr>
        <w:t>9</w:t>
      </w:r>
      <w:r w:rsidRPr="005B1440">
        <w:rPr>
          <w:rFonts w:ascii="Times New Roman" w:eastAsia="Times New Roman" w:hAnsi="Times New Roman"/>
          <w:szCs w:val="24"/>
        </w:rPr>
        <w:tab/>
        <w:t>Refused (DO NOT READ)</w:t>
      </w:r>
    </w:p>
    <w:p w:rsidR="00EF20E2" w:rsidRDefault="00EF20E2" w:rsidP="00DF428F">
      <w:pPr>
        <w:pStyle w:val="Question"/>
      </w:pPr>
    </w:p>
    <w:p w:rsidR="004918C4" w:rsidRPr="005B1440" w:rsidRDefault="004918C4" w:rsidP="004918C4">
      <w:pPr>
        <w:spacing w:after="0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B1440">
        <w:rPr>
          <w:rFonts w:ascii="Times New Roman" w:eastAsia="Times New Roman" w:hAnsi="Times New Roman"/>
          <w:b/>
          <w:bCs/>
          <w:sz w:val="24"/>
          <w:szCs w:val="24"/>
        </w:rPr>
        <w:t>ASK ALL</w:t>
      </w:r>
    </w:p>
    <w:p w:rsidR="004918C4" w:rsidRPr="005B1440" w:rsidRDefault="004918C4" w:rsidP="004918C4">
      <w:pPr>
        <w:spacing w:after="0" w:line="240" w:lineRule="auto"/>
        <w:ind w:left="720" w:hanging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B1440">
        <w:rPr>
          <w:rFonts w:ascii="Tahoma" w:eastAsia="Times New Roman" w:hAnsi="Tahoma" w:cs="Tahoma"/>
          <w:b/>
          <w:bCs/>
          <w:sz w:val="16"/>
          <w:szCs w:val="16"/>
        </w:rPr>
        <w:t>QIND2</w:t>
      </w:r>
      <w:r w:rsidRPr="005B1440">
        <w:rPr>
          <w:rFonts w:ascii="Tahoma" w:eastAsia="Times New Roman" w:hAnsi="Tahoma" w:cs="Tahoma"/>
          <w:b/>
          <w:bCs/>
          <w:sz w:val="16"/>
          <w:szCs w:val="16"/>
        </w:rPr>
        <w:tab/>
      </w:r>
      <w:r w:rsidRPr="005B1440">
        <w:rPr>
          <w:rFonts w:ascii="Times New Roman" w:eastAsia="Times New Roman" w:hAnsi="Times New Roman"/>
        </w:rPr>
        <w:t xml:space="preserve">Please tell me if, in your opinion, the </w:t>
      </w:r>
      <w:proofErr w:type="spellStart"/>
      <w:r w:rsidRPr="005B1440">
        <w:rPr>
          <w:rFonts w:ascii="Times New Roman" w:eastAsia="Times New Roman" w:hAnsi="Times New Roman"/>
        </w:rPr>
        <w:t>Bharatiya</w:t>
      </w:r>
      <w:proofErr w:type="spellEnd"/>
      <w:r w:rsidRPr="005B1440">
        <w:rPr>
          <w:rFonts w:ascii="Times New Roman" w:eastAsia="Times New Roman" w:hAnsi="Times New Roman"/>
        </w:rPr>
        <w:t xml:space="preserve"> Janata Party (BJP) or the Indian National Congress (INC) party could do a better job in each of the following areas. Which party could do a better job of [INSERT ITEM]? </w:t>
      </w:r>
    </w:p>
    <w:p w:rsidR="004918C4" w:rsidRPr="005B1440" w:rsidRDefault="004918C4" w:rsidP="004918C4">
      <w:pPr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</w:p>
    <w:p w:rsidR="004918C4" w:rsidRPr="005B1440" w:rsidRDefault="004918C4" w:rsidP="004918C4">
      <w:pPr>
        <w:keepNext/>
        <w:keepLines/>
        <w:widowControl w:val="0"/>
        <w:autoSpaceDE w:val="0"/>
        <w:autoSpaceDN w:val="0"/>
        <w:adjustRightInd w:val="0"/>
        <w:spacing w:after="60" w:line="240" w:lineRule="auto"/>
        <w:ind w:left="1440" w:hanging="720"/>
        <w:contextualSpacing/>
        <w:rPr>
          <w:rFonts w:ascii="Times New Roman" w:eastAsia="Verdana" w:hAnsi="Times New Roman"/>
        </w:rPr>
      </w:pPr>
      <w:r w:rsidRPr="005B1440">
        <w:rPr>
          <w:rFonts w:ascii="Times New Roman" w:eastAsia="Verdana" w:hAnsi="Times New Roman"/>
          <w:b/>
        </w:rPr>
        <w:t>a.</w:t>
      </w:r>
      <w:r w:rsidR="00A46FA7">
        <w:rPr>
          <w:rFonts w:ascii="Times New Roman" w:eastAsia="Verdana" w:hAnsi="Times New Roman"/>
        </w:rPr>
        <w:tab/>
        <w:t xml:space="preserve">Creating employment </w:t>
      </w:r>
      <w:r w:rsidRPr="005B1440">
        <w:rPr>
          <w:rFonts w:ascii="Times New Roman" w:eastAsia="Verdana" w:hAnsi="Times New Roman"/>
        </w:rPr>
        <w:t>opportunities</w:t>
      </w:r>
    </w:p>
    <w:p w:rsidR="004918C4" w:rsidRPr="005B1440" w:rsidRDefault="004918C4" w:rsidP="004918C4">
      <w:pPr>
        <w:keepNext/>
        <w:keepLines/>
        <w:widowControl w:val="0"/>
        <w:autoSpaceDE w:val="0"/>
        <w:autoSpaceDN w:val="0"/>
        <w:adjustRightInd w:val="0"/>
        <w:spacing w:after="60" w:line="240" w:lineRule="auto"/>
        <w:ind w:left="1440" w:hanging="720"/>
        <w:contextualSpacing/>
        <w:rPr>
          <w:rFonts w:ascii="Times New Roman" w:eastAsia="Verdana" w:hAnsi="Times New Roman"/>
        </w:rPr>
      </w:pPr>
      <w:r w:rsidRPr="005B1440">
        <w:rPr>
          <w:rFonts w:ascii="Times New Roman" w:eastAsia="Verdana" w:hAnsi="Times New Roman"/>
          <w:b/>
        </w:rPr>
        <w:t>b.</w:t>
      </w:r>
      <w:r w:rsidRPr="005B1440">
        <w:rPr>
          <w:rFonts w:ascii="Times New Roman" w:eastAsia="Verdana" w:hAnsi="Times New Roman"/>
        </w:rPr>
        <w:tab/>
        <w:t>Reducing terrorism</w:t>
      </w:r>
    </w:p>
    <w:p w:rsidR="004918C4" w:rsidRPr="005B1440" w:rsidRDefault="004918C4" w:rsidP="004918C4">
      <w:pPr>
        <w:keepNext/>
        <w:keepLines/>
        <w:widowControl w:val="0"/>
        <w:autoSpaceDE w:val="0"/>
        <w:autoSpaceDN w:val="0"/>
        <w:adjustRightInd w:val="0"/>
        <w:spacing w:after="60" w:line="240" w:lineRule="auto"/>
        <w:ind w:left="1440" w:hanging="720"/>
        <w:contextualSpacing/>
        <w:rPr>
          <w:rFonts w:ascii="Times New Roman" w:eastAsia="Verdana" w:hAnsi="Times New Roman"/>
        </w:rPr>
      </w:pPr>
      <w:r w:rsidRPr="005B1440">
        <w:rPr>
          <w:rFonts w:ascii="Times New Roman" w:eastAsia="Verdana" w:hAnsi="Times New Roman"/>
          <w:b/>
          <w:bCs/>
        </w:rPr>
        <w:t>c.</w:t>
      </w:r>
      <w:r w:rsidRPr="005B1440">
        <w:rPr>
          <w:rFonts w:ascii="Times New Roman" w:eastAsia="Verdana" w:hAnsi="Times New Roman"/>
          <w:b/>
          <w:bCs/>
        </w:rPr>
        <w:tab/>
      </w:r>
      <w:r w:rsidRPr="005B1440">
        <w:rPr>
          <w:rFonts w:ascii="Times New Roman" w:eastAsia="Verdana" w:hAnsi="Times New Roman"/>
          <w:bCs/>
        </w:rPr>
        <w:t xml:space="preserve">Combating </w:t>
      </w:r>
      <w:r w:rsidRPr="005B1440">
        <w:rPr>
          <w:rFonts w:ascii="Times New Roman" w:eastAsia="Verdana" w:hAnsi="Times New Roman"/>
        </w:rPr>
        <w:t>corruption</w:t>
      </w:r>
    </w:p>
    <w:p w:rsidR="004918C4" w:rsidRPr="005B1440" w:rsidRDefault="004918C4" w:rsidP="004918C4">
      <w:pPr>
        <w:keepNext/>
        <w:keepLines/>
        <w:widowControl w:val="0"/>
        <w:autoSpaceDE w:val="0"/>
        <w:autoSpaceDN w:val="0"/>
        <w:adjustRightInd w:val="0"/>
        <w:spacing w:after="60" w:line="240" w:lineRule="auto"/>
        <w:ind w:left="1440" w:hanging="720"/>
        <w:contextualSpacing/>
        <w:rPr>
          <w:rFonts w:ascii="Times New Roman" w:eastAsia="Verdana" w:hAnsi="Times New Roman"/>
          <w:bCs/>
        </w:rPr>
      </w:pPr>
      <w:r w:rsidRPr="005B1440">
        <w:rPr>
          <w:rFonts w:ascii="Times New Roman" w:eastAsia="Verdana" w:hAnsi="Times New Roman"/>
          <w:b/>
          <w:bCs/>
        </w:rPr>
        <w:t>d.</w:t>
      </w:r>
      <w:r w:rsidRPr="005B1440">
        <w:rPr>
          <w:rFonts w:ascii="Times New Roman" w:eastAsia="Verdana" w:hAnsi="Times New Roman"/>
          <w:b/>
          <w:bCs/>
        </w:rPr>
        <w:tab/>
      </w:r>
      <w:r w:rsidRPr="005B1440">
        <w:rPr>
          <w:rFonts w:ascii="Times New Roman" w:eastAsia="Verdana" w:hAnsi="Times New Roman"/>
          <w:bCs/>
        </w:rPr>
        <w:t>Limiting rising prices</w:t>
      </w:r>
    </w:p>
    <w:p w:rsidR="004918C4" w:rsidRPr="005B1440" w:rsidRDefault="004918C4" w:rsidP="004918C4">
      <w:pPr>
        <w:keepNext/>
        <w:keepLines/>
        <w:widowControl w:val="0"/>
        <w:autoSpaceDE w:val="0"/>
        <w:autoSpaceDN w:val="0"/>
        <w:adjustRightInd w:val="0"/>
        <w:spacing w:after="60" w:line="240" w:lineRule="auto"/>
        <w:ind w:left="1440" w:hanging="720"/>
        <w:contextualSpacing/>
        <w:rPr>
          <w:rFonts w:ascii="Times New Roman" w:eastAsia="Verdana" w:hAnsi="Times New Roman"/>
          <w:bCs/>
        </w:rPr>
      </w:pPr>
      <w:r w:rsidRPr="005B1440">
        <w:rPr>
          <w:rFonts w:ascii="Times New Roman" w:eastAsia="Verdana" w:hAnsi="Times New Roman"/>
          <w:b/>
          <w:bCs/>
        </w:rPr>
        <w:t>e.</w:t>
      </w:r>
      <w:r w:rsidRPr="005B1440">
        <w:rPr>
          <w:rFonts w:ascii="Times New Roman" w:eastAsia="Verdana" w:hAnsi="Times New Roman"/>
          <w:bCs/>
        </w:rPr>
        <w:tab/>
        <w:t>Ending political deadlock</w:t>
      </w:r>
    </w:p>
    <w:p w:rsidR="004918C4" w:rsidRPr="005B1440" w:rsidRDefault="004918C4" w:rsidP="004918C4">
      <w:pPr>
        <w:keepNext/>
        <w:keepLines/>
        <w:widowControl w:val="0"/>
        <w:autoSpaceDE w:val="0"/>
        <w:autoSpaceDN w:val="0"/>
        <w:adjustRightInd w:val="0"/>
        <w:spacing w:after="60" w:line="240" w:lineRule="auto"/>
        <w:ind w:left="1440" w:hanging="720"/>
        <w:contextualSpacing/>
        <w:rPr>
          <w:rFonts w:ascii="Times New Roman" w:eastAsia="Verdana" w:hAnsi="Times New Roman"/>
          <w:bCs/>
        </w:rPr>
      </w:pPr>
      <w:r w:rsidRPr="005B1440">
        <w:rPr>
          <w:rFonts w:ascii="Times New Roman" w:eastAsia="Verdana" w:hAnsi="Times New Roman"/>
          <w:b/>
        </w:rPr>
        <w:t>f.</w:t>
      </w:r>
      <w:r w:rsidRPr="005B1440">
        <w:rPr>
          <w:rFonts w:ascii="Times New Roman" w:eastAsia="Verdana" w:hAnsi="Times New Roman"/>
        </w:rPr>
        <w:tab/>
        <w:t xml:space="preserve">Helping the poor </w:t>
      </w:r>
    </w:p>
    <w:p w:rsidR="004918C4" w:rsidRPr="005B1440" w:rsidRDefault="004918C4" w:rsidP="004918C4">
      <w:pPr>
        <w:keepLines/>
        <w:spacing w:after="0" w:line="240" w:lineRule="auto"/>
        <w:ind w:left="720"/>
        <w:rPr>
          <w:rFonts w:ascii="Times New Roman" w:eastAsia="Times New Roman" w:hAnsi="Times New Roman"/>
        </w:rPr>
      </w:pPr>
    </w:p>
    <w:p w:rsidR="004918C4" w:rsidRPr="005B1440" w:rsidRDefault="004918C4" w:rsidP="004918C4">
      <w:pPr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1</w:t>
      </w:r>
      <w:r w:rsidRPr="005B1440">
        <w:rPr>
          <w:rFonts w:ascii="Times New Roman" w:eastAsia="Times New Roman" w:hAnsi="Times New Roman"/>
        </w:rPr>
        <w:tab/>
        <w:t xml:space="preserve">BJP </w:t>
      </w:r>
    </w:p>
    <w:p w:rsidR="004918C4" w:rsidRPr="005B1440" w:rsidRDefault="004918C4" w:rsidP="004918C4">
      <w:pPr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2</w:t>
      </w:r>
      <w:r w:rsidRPr="005B1440">
        <w:rPr>
          <w:rFonts w:ascii="Times New Roman" w:eastAsia="Times New Roman" w:hAnsi="Times New Roman"/>
        </w:rPr>
        <w:tab/>
        <w:t>INC</w:t>
      </w:r>
    </w:p>
    <w:p w:rsidR="004918C4" w:rsidRPr="005B1440" w:rsidRDefault="004918C4" w:rsidP="004918C4">
      <w:pPr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3</w:t>
      </w:r>
      <w:r w:rsidRPr="005B1440">
        <w:rPr>
          <w:rFonts w:ascii="Times New Roman" w:eastAsia="Times New Roman" w:hAnsi="Times New Roman"/>
        </w:rPr>
        <w:tab/>
        <w:t>Other (DO NOT READ)</w:t>
      </w:r>
    </w:p>
    <w:p w:rsidR="004918C4" w:rsidRPr="005B1440" w:rsidRDefault="004918C4" w:rsidP="004918C4">
      <w:pPr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4</w:t>
      </w:r>
      <w:r w:rsidRPr="005B1440">
        <w:rPr>
          <w:rFonts w:ascii="Times New Roman" w:eastAsia="Times New Roman" w:hAnsi="Times New Roman"/>
        </w:rPr>
        <w:tab/>
        <w:t>None (DO NOT READ)</w:t>
      </w:r>
    </w:p>
    <w:p w:rsidR="004918C4" w:rsidRPr="005B1440" w:rsidRDefault="004918C4" w:rsidP="004918C4">
      <w:pPr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8</w:t>
      </w:r>
      <w:r w:rsidRPr="005B1440">
        <w:rPr>
          <w:rFonts w:ascii="Times New Roman" w:eastAsia="Times New Roman" w:hAnsi="Times New Roman"/>
        </w:rPr>
        <w:tab/>
        <w:t>Don’t know (DO NOT READ)</w:t>
      </w:r>
    </w:p>
    <w:p w:rsidR="004918C4" w:rsidRPr="005B1440" w:rsidRDefault="004918C4" w:rsidP="004918C4">
      <w:pPr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9</w:t>
      </w:r>
      <w:r w:rsidRPr="005B1440">
        <w:rPr>
          <w:rFonts w:ascii="Times New Roman" w:eastAsia="Times New Roman" w:hAnsi="Times New Roman"/>
        </w:rPr>
        <w:tab/>
        <w:t>Refused (DO NOT READ)</w:t>
      </w:r>
    </w:p>
    <w:p w:rsidR="008C3449" w:rsidRDefault="008C3449">
      <w:pPr>
        <w:rPr>
          <w:rFonts w:ascii="Times New Roman" w:eastAsia="Times New Roman" w:hAnsi="Times New Roman" w:cs="Times New Roman"/>
          <w:b/>
          <w:sz w:val="24"/>
          <w:szCs w:val="20"/>
        </w:rPr>
      </w:pPr>
      <w:r>
        <w:br w:type="page"/>
      </w:r>
    </w:p>
    <w:p w:rsidR="00C3231D" w:rsidRDefault="00C3231D" w:rsidP="00140CD2">
      <w:pPr>
        <w:pStyle w:val="QuestionInstruction"/>
        <w:ind w:firstLine="720"/>
      </w:pPr>
      <w:r>
        <w:lastRenderedPageBreak/>
        <w:t>ASK ALL</w:t>
      </w:r>
    </w:p>
    <w:p w:rsidR="00C3231D" w:rsidRDefault="00C3231D" w:rsidP="00140CD2">
      <w:pPr>
        <w:pStyle w:val="Question"/>
        <w:ind w:left="1440" w:hanging="1440"/>
      </w:pPr>
      <w:r>
        <w:rPr>
          <w:rFonts w:ascii="Tahoma" w:hAnsi="Tahoma" w:cs="Tahoma"/>
          <w:b/>
          <w:bCs/>
          <w:sz w:val="16"/>
          <w:szCs w:val="16"/>
        </w:rPr>
        <w:t>Q12INDIA</w:t>
      </w:r>
      <w:r>
        <w:rPr>
          <w:rFonts w:ascii="Tahoma" w:hAnsi="Tahoma" w:cs="Tahoma"/>
          <w:b/>
          <w:bCs/>
          <w:sz w:val="16"/>
          <w:szCs w:val="16"/>
        </w:rPr>
        <w:tab/>
      </w:r>
      <w:r>
        <w:t xml:space="preserve">Thinking about our country, do you think rape is a very big problem in India, a moderately big problem, a small problem or not a problem at all? </w:t>
      </w:r>
    </w:p>
    <w:p w:rsidR="00C3231D" w:rsidRDefault="00C3231D" w:rsidP="005F68F6">
      <w:pPr>
        <w:pStyle w:val="QuestionResponse"/>
        <w:ind w:firstLine="0"/>
      </w:pPr>
      <w:r>
        <w:t>1</w:t>
      </w:r>
      <w:r>
        <w:tab/>
        <w:t>Very big problem</w:t>
      </w:r>
    </w:p>
    <w:p w:rsidR="00C3231D" w:rsidRDefault="00C3231D" w:rsidP="005F68F6">
      <w:pPr>
        <w:pStyle w:val="QuestionResponse"/>
        <w:ind w:firstLine="0"/>
      </w:pPr>
      <w:r>
        <w:t>2</w:t>
      </w:r>
      <w:r>
        <w:tab/>
        <w:t>Moderately big problem</w:t>
      </w:r>
    </w:p>
    <w:p w:rsidR="00C3231D" w:rsidRDefault="00C3231D" w:rsidP="005F68F6">
      <w:pPr>
        <w:pStyle w:val="QuestionResponse"/>
        <w:ind w:firstLine="0"/>
      </w:pPr>
      <w:r>
        <w:t>3</w:t>
      </w:r>
      <w:r>
        <w:tab/>
        <w:t>Small problem</w:t>
      </w:r>
    </w:p>
    <w:p w:rsidR="00C3231D" w:rsidRDefault="00C3231D" w:rsidP="005F68F6">
      <w:pPr>
        <w:pStyle w:val="QuestionResponse"/>
        <w:ind w:firstLine="0"/>
      </w:pPr>
      <w:r>
        <w:t>4</w:t>
      </w:r>
      <w:r>
        <w:tab/>
        <w:t>Not a problem at all</w:t>
      </w:r>
    </w:p>
    <w:p w:rsidR="00C3231D" w:rsidRDefault="00C3231D" w:rsidP="005F68F6">
      <w:pPr>
        <w:pStyle w:val="QuestionResponse"/>
        <w:ind w:firstLine="0"/>
      </w:pPr>
      <w:r>
        <w:t>8</w:t>
      </w:r>
      <w:r>
        <w:tab/>
        <w:t xml:space="preserve">Don’t know (DO NOT READ) </w:t>
      </w:r>
    </w:p>
    <w:p w:rsidR="00C3231D" w:rsidRDefault="00C3231D" w:rsidP="005F68F6">
      <w:pPr>
        <w:pStyle w:val="QuestionResponseLast"/>
        <w:ind w:firstLine="0"/>
      </w:pPr>
      <w:r>
        <w:t>9</w:t>
      </w:r>
      <w:r>
        <w:tab/>
        <w:t>Refused (DO NOT READ)</w:t>
      </w:r>
    </w:p>
    <w:p w:rsidR="00C3231D" w:rsidRDefault="00C3231D" w:rsidP="0099417A">
      <w:pPr>
        <w:pStyle w:val="QuestionInstruction"/>
        <w:ind w:firstLine="720"/>
      </w:pPr>
      <w:r>
        <w:t xml:space="preserve">ASK ALL </w:t>
      </w:r>
    </w:p>
    <w:p w:rsidR="00C3231D" w:rsidRDefault="00C3231D" w:rsidP="00C3231D">
      <w:pPr>
        <w:pStyle w:val="Question"/>
      </w:pPr>
      <w:r>
        <w:rPr>
          <w:rFonts w:ascii="Tahoma" w:hAnsi="Tahoma" w:cs="Tahoma"/>
          <w:b/>
          <w:bCs/>
          <w:sz w:val="16"/>
          <w:szCs w:val="16"/>
        </w:rPr>
        <w:t>Q13INDIA</w:t>
      </w:r>
      <w:r>
        <w:rPr>
          <w:rFonts w:ascii="Tahoma" w:hAnsi="Tahoma" w:cs="Tahoma"/>
          <w:b/>
          <w:bCs/>
          <w:sz w:val="16"/>
          <w:szCs w:val="16"/>
        </w:rPr>
        <w:tab/>
      </w:r>
      <w:r>
        <w:t xml:space="preserve">Do you think rape is a growing problem in India or not? </w:t>
      </w:r>
    </w:p>
    <w:p w:rsidR="00C3231D" w:rsidRDefault="00C3231D" w:rsidP="005F68F6">
      <w:pPr>
        <w:pStyle w:val="QuestionResponse"/>
        <w:ind w:firstLine="0"/>
      </w:pPr>
      <w:r>
        <w:t>1</w:t>
      </w:r>
      <w:r>
        <w:tab/>
        <w:t>Growing problem</w:t>
      </w:r>
    </w:p>
    <w:p w:rsidR="00C3231D" w:rsidRDefault="00C3231D" w:rsidP="005F68F6">
      <w:pPr>
        <w:pStyle w:val="QuestionResponse"/>
        <w:ind w:firstLine="0"/>
      </w:pPr>
      <w:r>
        <w:t>2</w:t>
      </w:r>
      <w:r>
        <w:tab/>
        <w:t>Not a growing problem</w:t>
      </w:r>
    </w:p>
    <w:p w:rsidR="00C3231D" w:rsidRDefault="00C3231D" w:rsidP="005F68F6">
      <w:pPr>
        <w:pStyle w:val="QuestionResponse"/>
        <w:ind w:firstLine="0"/>
      </w:pPr>
      <w:r>
        <w:t>8</w:t>
      </w:r>
      <w:r>
        <w:tab/>
        <w:t>Don’t know (DO NOT READ)</w:t>
      </w:r>
    </w:p>
    <w:p w:rsidR="00C3231D" w:rsidRDefault="00C3231D" w:rsidP="005F68F6">
      <w:pPr>
        <w:pStyle w:val="QuestionResponseLast"/>
        <w:ind w:firstLine="0"/>
      </w:pPr>
      <w:r>
        <w:t>9</w:t>
      </w:r>
      <w:r>
        <w:tab/>
        <w:t>Refused (DO NOT READ)</w:t>
      </w:r>
    </w:p>
    <w:p w:rsidR="00164D2A" w:rsidRPr="005B1440" w:rsidRDefault="00164D2A" w:rsidP="0099417A">
      <w:pPr>
        <w:pStyle w:val="QuestionInstruction"/>
        <w:ind w:firstLine="720"/>
      </w:pPr>
      <w:r w:rsidRPr="005B1440">
        <w:t xml:space="preserve">ASK ALL </w:t>
      </w:r>
    </w:p>
    <w:p w:rsidR="00164D2A" w:rsidRPr="005B1440" w:rsidRDefault="00164D2A" w:rsidP="00140CD2">
      <w:pPr>
        <w:pStyle w:val="Question"/>
        <w:ind w:left="1440" w:hanging="1440"/>
      </w:pPr>
      <w:r w:rsidRPr="005B1440">
        <w:rPr>
          <w:rFonts w:ascii="Tahoma" w:hAnsi="Tahoma" w:cs="Tahoma"/>
          <w:b/>
          <w:bCs/>
          <w:sz w:val="16"/>
          <w:szCs w:val="16"/>
        </w:rPr>
        <w:t>Q14aINDIA</w:t>
      </w:r>
      <w:r w:rsidRPr="005B1440">
        <w:rPr>
          <w:rFonts w:ascii="Tahoma" w:hAnsi="Tahoma" w:cs="Tahoma"/>
          <w:b/>
          <w:bCs/>
          <w:sz w:val="16"/>
          <w:szCs w:val="16"/>
        </w:rPr>
        <w:tab/>
      </w:r>
      <w:r w:rsidRPr="005B1440">
        <w:t xml:space="preserve">In your opinion, are India’s </w:t>
      </w:r>
      <w:r w:rsidRPr="005B1440">
        <w:rPr>
          <w:szCs w:val="20"/>
        </w:rPr>
        <w:t>laws</w:t>
      </w:r>
      <w:r w:rsidRPr="005B1440">
        <w:rPr>
          <w:b/>
          <w:bCs/>
        </w:rPr>
        <w:t xml:space="preserve"> </w:t>
      </w:r>
      <w:r w:rsidRPr="005B1440">
        <w:t xml:space="preserve">too tough, not tough enough, or about right when it comes </w:t>
      </w:r>
      <w:r w:rsidR="00A34511">
        <w:t>to punishing the crime of rape?</w:t>
      </w:r>
    </w:p>
    <w:p w:rsidR="00164D2A" w:rsidRPr="005B1440" w:rsidRDefault="00164D2A" w:rsidP="005F68F6">
      <w:pPr>
        <w:pStyle w:val="QuestionResponse"/>
        <w:ind w:firstLine="0"/>
      </w:pPr>
      <w:r w:rsidRPr="005B1440">
        <w:t>1</w:t>
      </w:r>
      <w:r w:rsidRPr="005B1440">
        <w:tab/>
        <w:t>Too tough</w:t>
      </w:r>
    </w:p>
    <w:p w:rsidR="00164D2A" w:rsidRPr="005B1440" w:rsidRDefault="00164D2A" w:rsidP="005F68F6">
      <w:pPr>
        <w:pStyle w:val="QuestionResponse"/>
        <w:ind w:firstLine="0"/>
      </w:pPr>
      <w:r w:rsidRPr="005B1440">
        <w:t>2</w:t>
      </w:r>
      <w:r w:rsidRPr="005B1440">
        <w:tab/>
        <w:t>Not tough enough</w:t>
      </w:r>
    </w:p>
    <w:p w:rsidR="00164D2A" w:rsidRPr="005B1440" w:rsidRDefault="00164D2A" w:rsidP="005F68F6">
      <w:pPr>
        <w:pStyle w:val="QuestionResponse"/>
        <w:ind w:firstLine="0"/>
      </w:pPr>
      <w:r w:rsidRPr="005B1440">
        <w:t>3</w:t>
      </w:r>
      <w:r w:rsidRPr="005B1440">
        <w:tab/>
        <w:t>About right</w:t>
      </w:r>
    </w:p>
    <w:p w:rsidR="00164D2A" w:rsidRPr="005B1440" w:rsidRDefault="00164D2A" w:rsidP="005F68F6">
      <w:pPr>
        <w:pStyle w:val="QuestionResponse"/>
        <w:ind w:firstLine="0"/>
      </w:pPr>
      <w:r w:rsidRPr="005B1440">
        <w:t>8</w:t>
      </w:r>
      <w:r w:rsidRPr="005B1440">
        <w:tab/>
        <w:t xml:space="preserve">Don’t know (DO NOT READ) </w:t>
      </w:r>
    </w:p>
    <w:p w:rsidR="00164D2A" w:rsidRPr="005B1440" w:rsidRDefault="00164D2A" w:rsidP="005F68F6">
      <w:pPr>
        <w:pStyle w:val="QuestionResponseLast"/>
        <w:ind w:firstLine="0"/>
      </w:pPr>
      <w:r w:rsidRPr="005B1440">
        <w:t>9</w:t>
      </w:r>
      <w:r w:rsidRPr="005B1440">
        <w:tab/>
        <w:t>Refused (DO NOT READ)</w:t>
      </w:r>
    </w:p>
    <w:p w:rsidR="00164D2A" w:rsidRPr="005B1440" w:rsidRDefault="00164D2A" w:rsidP="00164D2A">
      <w:pPr>
        <w:pStyle w:val="QuestionInstruction"/>
        <w:ind w:left="0"/>
      </w:pPr>
      <w:r w:rsidRPr="005B1440">
        <w:tab/>
      </w:r>
      <w:r w:rsidR="0099417A">
        <w:tab/>
      </w:r>
      <w:r w:rsidRPr="005B1440">
        <w:t xml:space="preserve">ASK ALL </w:t>
      </w:r>
    </w:p>
    <w:p w:rsidR="00164D2A" w:rsidRPr="005B1440" w:rsidRDefault="00164D2A" w:rsidP="005F68F6">
      <w:pPr>
        <w:pStyle w:val="QuestionResponseLast"/>
        <w:spacing w:after="360"/>
        <w:ind w:hanging="1440"/>
      </w:pPr>
      <w:r w:rsidRPr="005B1440">
        <w:rPr>
          <w:rFonts w:ascii="Tahoma" w:hAnsi="Tahoma" w:cs="Tahoma"/>
          <w:b/>
          <w:bCs/>
          <w:sz w:val="16"/>
          <w:szCs w:val="16"/>
        </w:rPr>
        <w:t>Q14bINDIA</w:t>
      </w:r>
      <w:r w:rsidRPr="005B1440">
        <w:rPr>
          <w:rFonts w:ascii="Tahoma" w:hAnsi="Tahoma" w:cs="Tahoma"/>
          <w:b/>
          <w:bCs/>
          <w:sz w:val="16"/>
          <w:szCs w:val="16"/>
        </w:rPr>
        <w:tab/>
      </w:r>
      <w:r w:rsidRPr="005B1440">
        <w:t>In your opinion, are India’s police</w:t>
      </w:r>
      <w:r w:rsidRPr="005B1440">
        <w:rPr>
          <w:b/>
          <w:bCs/>
        </w:rPr>
        <w:t xml:space="preserve"> </w:t>
      </w:r>
      <w:r w:rsidRPr="005B1440">
        <w:t>too tough, not tough enough, or about right when it comes to investigating cases of rape?</w:t>
      </w:r>
    </w:p>
    <w:p w:rsidR="00164D2A" w:rsidRPr="005B1440" w:rsidRDefault="00164D2A" w:rsidP="005F68F6">
      <w:pPr>
        <w:pStyle w:val="QuestionResponse"/>
        <w:ind w:left="720" w:firstLine="0"/>
      </w:pPr>
      <w:r w:rsidRPr="005B1440">
        <w:tab/>
        <w:t>1</w:t>
      </w:r>
      <w:r w:rsidRPr="005B1440">
        <w:tab/>
        <w:t>Too tough</w:t>
      </w:r>
    </w:p>
    <w:p w:rsidR="00164D2A" w:rsidRPr="005B1440" w:rsidRDefault="00164D2A" w:rsidP="005F68F6">
      <w:pPr>
        <w:pStyle w:val="QuestionResponse"/>
        <w:ind w:left="720" w:firstLine="0"/>
      </w:pPr>
      <w:r w:rsidRPr="005B1440">
        <w:tab/>
        <w:t>2</w:t>
      </w:r>
      <w:r w:rsidRPr="005B1440">
        <w:tab/>
        <w:t>Not tough enough</w:t>
      </w:r>
    </w:p>
    <w:p w:rsidR="00164D2A" w:rsidRPr="005B1440" w:rsidRDefault="00164D2A" w:rsidP="005F68F6">
      <w:pPr>
        <w:pStyle w:val="QuestionResponse"/>
        <w:ind w:left="720" w:firstLine="0"/>
      </w:pPr>
      <w:r w:rsidRPr="005B1440">
        <w:tab/>
        <w:t>3</w:t>
      </w:r>
      <w:r w:rsidRPr="005B1440">
        <w:tab/>
        <w:t>About right</w:t>
      </w:r>
    </w:p>
    <w:p w:rsidR="00164D2A" w:rsidRPr="005B1440" w:rsidRDefault="00164D2A" w:rsidP="005F68F6">
      <w:pPr>
        <w:pStyle w:val="QuestionResponse"/>
        <w:ind w:left="720" w:firstLine="0"/>
      </w:pPr>
      <w:r w:rsidRPr="005B1440">
        <w:tab/>
        <w:t>8</w:t>
      </w:r>
      <w:r w:rsidRPr="005B1440">
        <w:tab/>
        <w:t xml:space="preserve">Don’t know (DO NOT READ) </w:t>
      </w:r>
    </w:p>
    <w:p w:rsidR="00164D2A" w:rsidRPr="005B1440" w:rsidRDefault="00164D2A" w:rsidP="005F68F6">
      <w:pPr>
        <w:pStyle w:val="QuestionResponseLast"/>
        <w:ind w:left="720" w:firstLine="0"/>
      </w:pPr>
      <w:r w:rsidRPr="005B1440">
        <w:tab/>
        <w:t>9</w:t>
      </w:r>
      <w:r w:rsidRPr="005B1440">
        <w:tab/>
        <w:t>Refused (DO NOT READ)</w:t>
      </w:r>
    </w:p>
    <w:p w:rsidR="00C3231D" w:rsidRDefault="00C3231D" w:rsidP="00C3231D">
      <w:pPr>
        <w:rPr>
          <w:rFonts w:ascii="Times New Roman" w:eastAsia="Times New Roman" w:hAnsi="Times New Roman" w:cs="Times New Roman"/>
          <w:b/>
          <w:bCs/>
          <w:szCs w:val="24"/>
          <w:highlight w:val="yellow"/>
        </w:rPr>
      </w:pPr>
      <w:r>
        <w:rPr>
          <w:b/>
          <w:bCs/>
          <w:highlight w:val="yellow"/>
        </w:rPr>
        <w:br w:type="page"/>
      </w:r>
    </w:p>
    <w:p w:rsidR="00131438" w:rsidRPr="000B73EF" w:rsidRDefault="00131438" w:rsidP="00131438">
      <w:pPr>
        <w:keepNext/>
        <w:keepLines/>
        <w:spacing w:before="60" w:after="60" w:line="240" w:lineRule="auto"/>
        <w:ind w:left="720"/>
        <w:rPr>
          <w:rFonts w:ascii="Times New Roman" w:eastAsia="Times New Roman" w:hAnsi="Times New Roman" w:cs="Times New Roman"/>
          <w:b/>
          <w:szCs w:val="24"/>
        </w:rPr>
      </w:pPr>
      <w:r w:rsidRPr="000B73EF">
        <w:rPr>
          <w:rFonts w:ascii="Times New Roman" w:eastAsia="Times New Roman" w:hAnsi="Times New Roman" w:cs="Times New Roman"/>
          <w:b/>
          <w:szCs w:val="24"/>
        </w:rPr>
        <w:lastRenderedPageBreak/>
        <w:t>ASK ALL</w:t>
      </w:r>
    </w:p>
    <w:p w:rsidR="00131438" w:rsidRPr="000B73EF" w:rsidRDefault="000918A7" w:rsidP="00F47767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850133" w:rsidRPr="000B73EF">
        <w:rPr>
          <w:rFonts w:ascii="Tahoma" w:hAnsi="Tahoma" w:cs="Tahoma"/>
          <w:b/>
          <w:sz w:val="16"/>
        </w:rPr>
        <w:t>24</w:t>
      </w:r>
      <w:r w:rsidR="00131438" w:rsidRPr="000B73EF">
        <w:rPr>
          <w:rFonts w:ascii="Tahoma" w:hAnsi="Tahoma" w:cs="Tahoma"/>
          <w:b/>
          <w:sz w:val="16"/>
        </w:rPr>
        <w:tab/>
      </w:r>
      <w:r w:rsidR="00131438" w:rsidRPr="000B73EF">
        <w:t xml:space="preserve">Do you think the gap between the rich and the poor in </w:t>
      </w:r>
      <w:r w:rsidR="00B97885">
        <w:t>India</w:t>
      </w:r>
      <w:r w:rsidR="00131438" w:rsidRPr="000B73EF">
        <w:t xml:space="preserve"> has increased, decreased, or stayed t</w:t>
      </w:r>
      <w:r w:rsidR="00A34511">
        <w:t>he same in the last five years?</w:t>
      </w:r>
    </w:p>
    <w:p w:rsidR="00131438" w:rsidRPr="000B73EF" w:rsidRDefault="00F47767" w:rsidP="00F47767">
      <w:pPr>
        <w:pStyle w:val="QuestionResponse"/>
      </w:pPr>
      <w:r>
        <w:t>1</w:t>
      </w:r>
      <w:r>
        <w:tab/>
      </w:r>
      <w:r w:rsidR="00131438" w:rsidRPr="000B73EF">
        <w:t>Increased</w:t>
      </w:r>
    </w:p>
    <w:p w:rsidR="00131438" w:rsidRPr="000B73EF" w:rsidRDefault="00F47767" w:rsidP="00F47767">
      <w:pPr>
        <w:pStyle w:val="QuestionResponse"/>
      </w:pPr>
      <w:r>
        <w:t>2</w:t>
      </w:r>
      <w:r>
        <w:tab/>
      </w:r>
      <w:r w:rsidR="00131438" w:rsidRPr="000B73EF">
        <w:t>Decreased</w:t>
      </w:r>
    </w:p>
    <w:p w:rsidR="00131438" w:rsidRPr="000B73EF" w:rsidRDefault="00F47767" w:rsidP="00F47767">
      <w:pPr>
        <w:pStyle w:val="QuestionResponse"/>
      </w:pPr>
      <w:r>
        <w:t>3</w:t>
      </w:r>
      <w:r>
        <w:tab/>
      </w:r>
      <w:r w:rsidR="00131438" w:rsidRPr="000B73EF">
        <w:t>Stayed the same</w:t>
      </w:r>
    </w:p>
    <w:p w:rsidR="00131438" w:rsidRPr="000B73EF" w:rsidRDefault="00131438" w:rsidP="00F47767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131438" w:rsidRPr="000B73EF" w:rsidRDefault="00131438" w:rsidP="00F47767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86474F" w:rsidRPr="002E41AB" w:rsidRDefault="0086474F" w:rsidP="002E41AB">
      <w:pPr>
        <w:pStyle w:val="QuestionInstruction"/>
        <w:rPr>
          <w:caps/>
        </w:rPr>
      </w:pPr>
      <w:r w:rsidRPr="002E41AB">
        <w:rPr>
          <w:caps/>
        </w:rPr>
        <w:t xml:space="preserve">ASK ALL </w:t>
      </w:r>
    </w:p>
    <w:p w:rsidR="0086474F" w:rsidRPr="000B73EF" w:rsidRDefault="000918A7" w:rsidP="0086474F">
      <w:pPr>
        <w:pStyle w:val="Question"/>
      </w:pPr>
      <w:r w:rsidRPr="000B73EF">
        <w:rPr>
          <w:rFonts w:ascii="Tahoma" w:hAnsi="Tahoma" w:cs="Tahoma"/>
          <w:b/>
          <w:sz w:val="16"/>
        </w:rPr>
        <w:t>Q</w:t>
      </w:r>
      <w:r w:rsidR="00850133" w:rsidRPr="000B73EF">
        <w:rPr>
          <w:rFonts w:ascii="Tahoma" w:hAnsi="Tahoma" w:cs="Tahoma"/>
          <w:b/>
          <w:sz w:val="16"/>
        </w:rPr>
        <w:t>2</w:t>
      </w:r>
      <w:r w:rsidR="00C90482">
        <w:rPr>
          <w:rFonts w:ascii="Tahoma" w:hAnsi="Tahoma" w:cs="Tahoma"/>
          <w:b/>
          <w:sz w:val="16"/>
        </w:rPr>
        <w:t>6</w:t>
      </w:r>
      <w:r w:rsidR="0086474F" w:rsidRPr="000B73EF">
        <w:tab/>
        <w:t xml:space="preserve">Which one of these comes closest to your opinion, number 1 or number 2?  </w:t>
      </w:r>
      <w:r w:rsidR="00286C22" w:rsidRPr="0044382C">
        <w:rPr>
          <w:i/>
        </w:rPr>
        <w:t>(READ)</w:t>
      </w:r>
      <w:r w:rsidR="00286C22" w:rsidRPr="000B73EF">
        <w:t xml:space="preserve"> </w:t>
      </w:r>
      <w:r w:rsidR="0086474F" w:rsidRPr="000B73EF">
        <w:rPr>
          <w:i/>
        </w:rPr>
        <w:t>(SHOW CARD)</w:t>
      </w:r>
    </w:p>
    <w:p w:rsidR="0086474F" w:rsidRPr="000B73EF" w:rsidRDefault="0086474F" w:rsidP="0086474F">
      <w:pPr>
        <w:pStyle w:val="QuestionResponse"/>
      </w:pPr>
      <w:r w:rsidRPr="000B73EF">
        <w:t>1</w:t>
      </w:r>
      <w:r w:rsidRPr="000B73EF">
        <w:tab/>
        <w:t>Number 1 – It is not necessary to believe in God in order to be moral and have good values</w:t>
      </w:r>
    </w:p>
    <w:p w:rsidR="0086474F" w:rsidRPr="000B73EF" w:rsidRDefault="0086474F" w:rsidP="0086474F">
      <w:pPr>
        <w:pStyle w:val="QuestionResponse"/>
      </w:pPr>
      <w:r w:rsidRPr="000B73EF">
        <w:t>2</w:t>
      </w:r>
      <w:r w:rsidRPr="000B73EF">
        <w:tab/>
        <w:t>Number 2 – It is necessary to believe in God in order to be moral and have good values</w:t>
      </w:r>
    </w:p>
    <w:p w:rsidR="0086474F" w:rsidRPr="000B73EF" w:rsidRDefault="0086474F" w:rsidP="0086474F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86474F" w:rsidRPr="000B73EF" w:rsidRDefault="0086474F" w:rsidP="0044382C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86474F" w:rsidRPr="000B73EF" w:rsidRDefault="0086474F" w:rsidP="0086474F">
      <w:pPr>
        <w:pStyle w:val="QuestionInstruction"/>
      </w:pPr>
      <w:r w:rsidRPr="000B73EF">
        <w:t>ASK ALL</w:t>
      </w:r>
    </w:p>
    <w:p w:rsidR="0086474F" w:rsidRPr="000B73EF" w:rsidRDefault="000918A7" w:rsidP="00286C22">
      <w:pPr>
        <w:pStyle w:val="Question"/>
      </w:pPr>
      <w:r w:rsidRPr="000B73EF">
        <w:rPr>
          <w:rFonts w:ascii="Tahoma" w:hAnsi="Tahoma" w:cs="Tahoma"/>
          <w:b/>
          <w:sz w:val="16"/>
        </w:rPr>
        <w:t>Q</w:t>
      </w:r>
      <w:r w:rsidR="00850133" w:rsidRPr="000B73EF">
        <w:rPr>
          <w:rFonts w:ascii="Tahoma" w:hAnsi="Tahoma" w:cs="Tahoma"/>
          <w:b/>
          <w:sz w:val="16"/>
        </w:rPr>
        <w:t>2</w:t>
      </w:r>
      <w:r w:rsidR="00C90482">
        <w:rPr>
          <w:rFonts w:ascii="Tahoma" w:hAnsi="Tahoma" w:cs="Tahoma"/>
          <w:b/>
          <w:sz w:val="16"/>
        </w:rPr>
        <w:t>7</w:t>
      </w:r>
      <w:r w:rsidR="0086474F" w:rsidRPr="000B73EF">
        <w:tab/>
        <w:t xml:space="preserve">And which one of these comes closer to your opinion, number 1 or number 2? </w:t>
      </w:r>
      <w:r w:rsidR="0086474F" w:rsidRPr="00286C22">
        <w:rPr>
          <w:i/>
        </w:rPr>
        <w:t xml:space="preserve">(READ) (SHOW CARD) </w:t>
      </w:r>
      <w:r w:rsidR="0086474F" w:rsidRPr="000B73EF">
        <w:t xml:space="preserve"> </w:t>
      </w:r>
    </w:p>
    <w:p w:rsidR="0086474F" w:rsidRPr="000B73EF" w:rsidRDefault="0086474F" w:rsidP="0086474F">
      <w:pPr>
        <w:pStyle w:val="QuestionResponse"/>
      </w:pPr>
      <w:r w:rsidRPr="000B73EF">
        <w:t>1</w:t>
      </w:r>
      <w:r w:rsidRPr="000B73EF">
        <w:tab/>
        <w:t>Number 1 – Homosexuality should be accepted by society</w:t>
      </w:r>
    </w:p>
    <w:p w:rsidR="0086474F" w:rsidRPr="000B73EF" w:rsidRDefault="0086474F" w:rsidP="0086474F">
      <w:pPr>
        <w:pStyle w:val="QuestionResponse"/>
      </w:pPr>
      <w:r w:rsidRPr="000B73EF">
        <w:t>2</w:t>
      </w:r>
      <w:r w:rsidRPr="000B73EF">
        <w:tab/>
        <w:t>Number 2 – Homosexuality should not be accepted by society</w:t>
      </w:r>
    </w:p>
    <w:p w:rsidR="0086474F" w:rsidRPr="000B73EF" w:rsidRDefault="0086474F" w:rsidP="0086474F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86474F" w:rsidRPr="000B73EF" w:rsidRDefault="0086474F" w:rsidP="0086474F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86474F" w:rsidRPr="000B73EF" w:rsidRDefault="008B52B5" w:rsidP="0086474F">
      <w:pPr>
        <w:pStyle w:val="QuestionInstruction"/>
      </w:pPr>
      <w:r>
        <w:t>ASK ALL</w:t>
      </w:r>
    </w:p>
    <w:p w:rsidR="0086474F" w:rsidRPr="000B73EF" w:rsidRDefault="000918A7" w:rsidP="0086474F">
      <w:pPr>
        <w:pStyle w:val="Question"/>
        <w:rPr>
          <w:iCs/>
        </w:rPr>
      </w:pPr>
      <w:r w:rsidRPr="000B73EF">
        <w:rPr>
          <w:rFonts w:ascii="Tahoma" w:hAnsi="Tahoma" w:cs="Tahoma"/>
          <w:b/>
          <w:sz w:val="16"/>
        </w:rPr>
        <w:t>Q</w:t>
      </w:r>
      <w:r w:rsidR="00850133" w:rsidRPr="000B73EF">
        <w:rPr>
          <w:rFonts w:ascii="Tahoma" w:hAnsi="Tahoma" w:cs="Tahoma"/>
          <w:b/>
          <w:sz w:val="16"/>
        </w:rPr>
        <w:t>2</w:t>
      </w:r>
      <w:r w:rsidR="00C90482">
        <w:rPr>
          <w:rFonts w:ascii="Tahoma" w:hAnsi="Tahoma" w:cs="Tahoma"/>
          <w:b/>
          <w:sz w:val="16"/>
        </w:rPr>
        <w:t>8</w:t>
      </w:r>
      <w:r w:rsidR="0086474F" w:rsidRPr="000B73EF">
        <w:tab/>
        <w:t xml:space="preserve">Do you think that an increase in trade and business ties between </w:t>
      </w:r>
      <w:r w:rsidR="00B97885">
        <w:t>India</w:t>
      </w:r>
      <w:r w:rsidR="0086474F" w:rsidRPr="000B73EF">
        <w:t xml:space="preserve"> and Pakistan</w:t>
      </w:r>
      <w:r w:rsidR="00E2370A">
        <w:rPr>
          <w:b/>
        </w:rPr>
        <w:t xml:space="preserve"> </w:t>
      </w:r>
      <w:r w:rsidR="0086474F" w:rsidRPr="000B73EF">
        <w:t xml:space="preserve">would be a very good thing, somewhat good, somewhat bad or a very bad thing for our country?  </w:t>
      </w:r>
    </w:p>
    <w:p w:rsidR="0086474F" w:rsidRPr="000B73EF" w:rsidRDefault="0086474F" w:rsidP="0086474F">
      <w:pPr>
        <w:pStyle w:val="QuestionResponse"/>
      </w:pPr>
      <w:r w:rsidRPr="000B73EF">
        <w:t>1</w:t>
      </w:r>
      <w:r w:rsidRPr="000B73EF">
        <w:tab/>
        <w:t>Very good</w:t>
      </w:r>
    </w:p>
    <w:p w:rsidR="0086474F" w:rsidRPr="000B73EF" w:rsidRDefault="0086474F" w:rsidP="0086474F">
      <w:pPr>
        <w:pStyle w:val="QuestionResponse"/>
      </w:pPr>
      <w:r w:rsidRPr="000B73EF">
        <w:t>2</w:t>
      </w:r>
      <w:r w:rsidRPr="000B73EF">
        <w:tab/>
        <w:t>Somewhat good</w:t>
      </w:r>
    </w:p>
    <w:p w:rsidR="0086474F" w:rsidRPr="000B73EF" w:rsidRDefault="0086474F" w:rsidP="0086474F">
      <w:pPr>
        <w:pStyle w:val="QuestionResponse"/>
      </w:pPr>
      <w:r w:rsidRPr="000B73EF">
        <w:t>3</w:t>
      </w:r>
      <w:r w:rsidRPr="000B73EF">
        <w:tab/>
        <w:t>Somewhat bad</w:t>
      </w:r>
    </w:p>
    <w:p w:rsidR="0086474F" w:rsidRPr="000B73EF" w:rsidRDefault="0086474F" w:rsidP="0086474F">
      <w:pPr>
        <w:pStyle w:val="QuestionResponse"/>
      </w:pPr>
      <w:r w:rsidRPr="000B73EF">
        <w:t>4</w:t>
      </w:r>
      <w:r w:rsidRPr="000B73EF">
        <w:tab/>
        <w:t>Very bad</w:t>
      </w:r>
    </w:p>
    <w:p w:rsidR="0086474F" w:rsidRPr="000B73EF" w:rsidRDefault="0086474F" w:rsidP="0086474F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86474F" w:rsidRPr="000B73EF" w:rsidRDefault="0086474F" w:rsidP="0086474F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86474F" w:rsidRPr="00E95EBA" w:rsidRDefault="0086474F" w:rsidP="00E95EBA">
      <w:pPr>
        <w:pStyle w:val="QuestionInstruction"/>
      </w:pPr>
      <w:r w:rsidRPr="00E95EBA">
        <w:lastRenderedPageBreak/>
        <w:t>ASK ALL</w:t>
      </w:r>
    </w:p>
    <w:p w:rsidR="0086474F" w:rsidRPr="000B73EF" w:rsidRDefault="000918A7" w:rsidP="00582CC3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C90482">
        <w:rPr>
          <w:rFonts w:ascii="Tahoma" w:hAnsi="Tahoma" w:cs="Tahoma"/>
          <w:b/>
          <w:sz w:val="16"/>
        </w:rPr>
        <w:t>29</w:t>
      </w:r>
      <w:r w:rsidR="0086474F" w:rsidRPr="000B73EF">
        <w:tab/>
        <w:t xml:space="preserve">Today, which </w:t>
      </w:r>
      <w:r w:rsidR="0086474F" w:rsidRPr="00582CC3">
        <w:t>ONE</w:t>
      </w:r>
      <w:r w:rsidR="0086474F" w:rsidRPr="000B73EF">
        <w:t xml:space="preserve"> of the following do you think is the world’s leading economic power? </w:t>
      </w:r>
    </w:p>
    <w:p w:rsidR="0086474F" w:rsidRPr="000B73EF" w:rsidRDefault="0086474F" w:rsidP="0086474F">
      <w:pPr>
        <w:pStyle w:val="QuestionResponse"/>
        <w:rPr>
          <w:szCs w:val="22"/>
        </w:rPr>
      </w:pPr>
      <w:r w:rsidRPr="000B73EF">
        <w:rPr>
          <w:szCs w:val="22"/>
        </w:rPr>
        <w:t>1</w:t>
      </w:r>
      <w:r w:rsidRPr="000B73EF">
        <w:rPr>
          <w:szCs w:val="22"/>
        </w:rPr>
        <w:tab/>
        <w:t>The United States</w:t>
      </w:r>
    </w:p>
    <w:p w:rsidR="0086474F" w:rsidRPr="000B73EF" w:rsidRDefault="0086474F" w:rsidP="0086474F">
      <w:pPr>
        <w:pStyle w:val="QuestionResponse"/>
        <w:rPr>
          <w:szCs w:val="22"/>
        </w:rPr>
      </w:pPr>
      <w:r w:rsidRPr="000B73EF">
        <w:rPr>
          <w:szCs w:val="22"/>
        </w:rPr>
        <w:t>2</w:t>
      </w:r>
      <w:r w:rsidRPr="000B73EF">
        <w:rPr>
          <w:szCs w:val="22"/>
        </w:rPr>
        <w:tab/>
        <w:t>China</w:t>
      </w:r>
    </w:p>
    <w:p w:rsidR="0086474F" w:rsidRPr="000B73EF" w:rsidRDefault="0086474F" w:rsidP="0086474F">
      <w:pPr>
        <w:pStyle w:val="QuestionResponse"/>
        <w:rPr>
          <w:szCs w:val="22"/>
        </w:rPr>
      </w:pPr>
      <w:r w:rsidRPr="000B73EF">
        <w:rPr>
          <w:szCs w:val="22"/>
        </w:rPr>
        <w:t>3</w:t>
      </w:r>
      <w:r w:rsidRPr="000B73EF">
        <w:rPr>
          <w:szCs w:val="22"/>
        </w:rPr>
        <w:tab/>
        <w:t>Japan OR</w:t>
      </w:r>
    </w:p>
    <w:p w:rsidR="0086474F" w:rsidRPr="000B73EF" w:rsidRDefault="0086474F" w:rsidP="0086474F">
      <w:pPr>
        <w:pStyle w:val="QuestionResponse"/>
        <w:rPr>
          <w:szCs w:val="22"/>
        </w:rPr>
      </w:pPr>
      <w:r w:rsidRPr="000B73EF">
        <w:rPr>
          <w:szCs w:val="22"/>
        </w:rPr>
        <w:t>4</w:t>
      </w:r>
      <w:r w:rsidRPr="000B73EF">
        <w:rPr>
          <w:szCs w:val="22"/>
        </w:rPr>
        <w:tab/>
        <w:t>The countries of the European Union</w:t>
      </w:r>
    </w:p>
    <w:p w:rsidR="0086474F" w:rsidRPr="000B73EF" w:rsidRDefault="0086474F" w:rsidP="0086474F">
      <w:pPr>
        <w:pStyle w:val="QuestionResponse"/>
        <w:rPr>
          <w:szCs w:val="22"/>
        </w:rPr>
      </w:pPr>
      <w:r w:rsidRPr="000B73EF">
        <w:rPr>
          <w:szCs w:val="22"/>
        </w:rPr>
        <w:t>5</w:t>
      </w:r>
      <w:r w:rsidRPr="000B73EF">
        <w:rPr>
          <w:szCs w:val="22"/>
        </w:rPr>
        <w:tab/>
        <w:t xml:space="preserve">Other (DO NOT READ) </w:t>
      </w:r>
    </w:p>
    <w:p w:rsidR="0086474F" w:rsidRPr="000B73EF" w:rsidRDefault="0086474F" w:rsidP="0086474F">
      <w:pPr>
        <w:pStyle w:val="QuestionResponse"/>
        <w:rPr>
          <w:szCs w:val="22"/>
        </w:rPr>
      </w:pPr>
      <w:r w:rsidRPr="000B73EF">
        <w:rPr>
          <w:szCs w:val="22"/>
        </w:rPr>
        <w:t>97</w:t>
      </w:r>
      <w:r w:rsidRPr="000B73EF">
        <w:rPr>
          <w:szCs w:val="22"/>
        </w:rPr>
        <w:tab/>
        <w:t xml:space="preserve">None / There is no leading economic power (DO NOT READ) </w:t>
      </w:r>
    </w:p>
    <w:p w:rsidR="0086474F" w:rsidRPr="000B73EF" w:rsidRDefault="0086474F" w:rsidP="0086474F">
      <w:pPr>
        <w:pStyle w:val="QuestionResponse"/>
        <w:rPr>
          <w:szCs w:val="22"/>
        </w:rPr>
      </w:pPr>
      <w:r w:rsidRPr="000B73EF">
        <w:rPr>
          <w:szCs w:val="22"/>
        </w:rPr>
        <w:t>98</w:t>
      </w:r>
      <w:r w:rsidRPr="000B73EF">
        <w:rPr>
          <w:szCs w:val="22"/>
        </w:rPr>
        <w:tab/>
        <w:t>Don’t know (DO NOT READ)</w:t>
      </w:r>
    </w:p>
    <w:p w:rsidR="0086474F" w:rsidRPr="000B73EF" w:rsidRDefault="0086474F" w:rsidP="00E95EBA">
      <w:pPr>
        <w:pStyle w:val="QuestionResponseLast"/>
      </w:pPr>
      <w:r w:rsidRPr="000B73EF">
        <w:t>99</w:t>
      </w:r>
      <w:r w:rsidRPr="000B73EF">
        <w:tab/>
        <w:t xml:space="preserve">Refused (DO </w:t>
      </w:r>
      <w:r w:rsidRPr="00E95EBA">
        <w:t>NOT</w:t>
      </w:r>
      <w:r w:rsidRPr="000B73EF">
        <w:t xml:space="preserve"> READ)</w:t>
      </w:r>
    </w:p>
    <w:p w:rsidR="0086474F" w:rsidRPr="00E95EBA" w:rsidRDefault="0086474F" w:rsidP="00E95EBA">
      <w:pPr>
        <w:pStyle w:val="QuestionInstruction"/>
      </w:pPr>
      <w:r w:rsidRPr="00E95EBA">
        <w:t xml:space="preserve">ASK ALL </w:t>
      </w:r>
    </w:p>
    <w:p w:rsidR="0086474F" w:rsidRPr="000B73EF" w:rsidRDefault="000918A7" w:rsidP="0086474F">
      <w:pPr>
        <w:pStyle w:val="Question"/>
        <w:rPr>
          <w:iCs/>
          <w:szCs w:val="22"/>
        </w:rPr>
      </w:pPr>
      <w:r w:rsidRPr="000B73EF">
        <w:rPr>
          <w:rFonts w:ascii="Tahoma" w:hAnsi="Tahoma" w:cs="Tahoma"/>
          <w:b/>
          <w:sz w:val="16"/>
        </w:rPr>
        <w:t>Q</w:t>
      </w:r>
      <w:r w:rsidR="00850133" w:rsidRPr="000B73EF">
        <w:rPr>
          <w:rFonts w:ascii="Tahoma" w:hAnsi="Tahoma" w:cs="Tahoma"/>
          <w:b/>
          <w:sz w:val="16"/>
        </w:rPr>
        <w:t>3</w:t>
      </w:r>
      <w:r w:rsidR="00C90482">
        <w:rPr>
          <w:rFonts w:ascii="Tahoma" w:hAnsi="Tahoma" w:cs="Tahoma"/>
          <w:b/>
          <w:sz w:val="16"/>
        </w:rPr>
        <w:t>0</w:t>
      </w:r>
      <w:r w:rsidR="0086474F" w:rsidRPr="000B73EF">
        <w:rPr>
          <w:b/>
          <w:sz w:val="20"/>
          <w:szCs w:val="20"/>
        </w:rPr>
        <w:tab/>
      </w:r>
      <w:r w:rsidR="0086474F" w:rsidRPr="000B73EF">
        <w:rPr>
          <w:szCs w:val="22"/>
        </w:rPr>
        <w:t xml:space="preserve">Which comes closest to your view – China will eventually replace the U.S. as the world’s leading superpower; China has already replaced the U.S. as the world’s leading superpower; or China will never replace the U.S. as the world’s leading superpower? </w:t>
      </w:r>
    </w:p>
    <w:p w:rsidR="0086474F" w:rsidRPr="000B73EF" w:rsidRDefault="0086474F" w:rsidP="0086474F">
      <w:pPr>
        <w:pStyle w:val="QuestionResponse"/>
        <w:rPr>
          <w:szCs w:val="22"/>
        </w:rPr>
      </w:pPr>
      <w:r w:rsidRPr="000B73EF">
        <w:rPr>
          <w:szCs w:val="22"/>
        </w:rPr>
        <w:t>1</w:t>
      </w:r>
      <w:r w:rsidRPr="000B73EF">
        <w:rPr>
          <w:szCs w:val="22"/>
        </w:rPr>
        <w:tab/>
        <w:t>Will eventually replace U.S.</w:t>
      </w:r>
    </w:p>
    <w:p w:rsidR="0086474F" w:rsidRPr="000B73EF" w:rsidRDefault="0086474F" w:rsidP="0086474F">
      <w:pPr>
        <w:pStyle w:val="QuestionResponse"/>
        <w:rPr>
          <w:szCs w:val="22"/>
        </w:rPr>
      </w:pPr>
      <w:r w:rsidRPr="000B73EF">
        <w:rPr>
          <w:szCs w:val="22"/>
        </w:rPr>
        <w:t>2</w:t>
      </w:r>
      <w:r w:rsidRPr="000B73EF">
        <w:rPr>
          <w:szCs w:val="22"/>
        </w:rPr>
        <w:tab/>
        <w:t>Has already replaced U.S.</w:t>
      </w:r>
    </w:p>
    <w:p w:rsidR="0086474F" w:rsidRPr="000B73EF" w:rsidRDefault="0086474F" w:rsidP="0086474F">
      <w:pPr>
        <w:pStyle w:val="QuestionResponse"/>
        <w:rPr>
          <w:szCs w:val="22"/>
        </w:rPr>
      </w:pPr>
      <w:r w:rsidRPr="000B73EF">
        <w:rPr>
          <w:szCs w:val="22"/>
        </w:rPr>
        <w:t>3</w:t>
      </w:r>
      <w:r w:rsidRPr="000B73EF">
        <w:rPr>
          <w:szCs w:val="22"/>
        </w:rPr>
        <w:tab/>
        <w:t>Will never replace U.S.</w:t>
      </w:r>
    </w:p>
    <w:p w:rsidR="0086474F" w:rsidRPr="000B73EF" w:rsidRDefault="0086474F" w:rsidP="0086474F">
      <w:pPr>
        <w:pStyle w:val="QuestionResponse"/>
        <w:rPr>
          <w:szCs w:val="22"/>
        </w:rPr>
      </w:pPr>
      <w:r w:rsidRPr="000B73EF">
        <w:rPr>
          <w:szCs w:val="22"/>
        </w:rPr>
        <w:t>8</w:t>
      </w:r>
      <w:r w:rsidRPr="000B73EF">
        <w:rPr>
          <w:szCs w:val="22"/>
        </w:rPr>
        <w:tab/>
        <w:t>Don’t know (DO NOT READ)</w:t>
      </w:r>
    </w:p>
    <w:p w:rsidR="00EF20E2" w:rsidRDefault="0086474F" w:rsidP="00257AD4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152C92" w:rsidRPr="000B73EF" w:rsidRDefault="00152C92" w:rsidP="00152C92">
      <w:pPr>
        <w:pStyle w:val="QuestionInstruction"/>
        <w:spacing w:after="0"/>
        <w:ind w:left="0" w:firstLine="720"/>
        <w:rPr>
          <w:b w:val="0"/>
        </w:rPr>
      </w:pPr>
      <w:r w:rsidRPr="000B73EF">
        <w:t xml:space="preserve">ASK ALL </w:t>
      </w:r>
    </w:p>
    <w:p w:rsidR="00152C92" w:rsidRPr="000B73EF" w:rsidRDefault="000918A7" w:rsidP="005C5DC4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850133" w:rsidRPr="000B73EF">
        <w:rPr>
          <w:rFonts w:ascii="Tahoma" w:hAnsi="Tahoma" w:cs="Tahoma"/>
          <w:b/>
          <w:sz w:val="16"/>
        </w:rPr>
        <w:t>38</w:t>
      </w:r>
      <w:r w:rsidR="00152C92" w:rsidRPr="000B73EF">
        <w:tab/>
        <w:t>How much confidence</w:t>
      </w:r>
      <w:r w:rsidR="00560BC1">
        <w:t xml:space="preserve"> do</w:t>
      </w:r>
      <w:r w:rsidR="00152C92" w:rsidRPr="000B73EF">
        <w:t xml:space="preserve"> you have in U.S. President Barack Obama to do the right thing regarding world </w:t>
      </w:r>
      <w:r w:rsidR="00152C92" w:rsidRPr="005C5DC4">
        <w:t>affairs</w:t>
      </w:r>
      <w:r w:rsidR="00152C92" w:rsidRPr="000B73EF">
        <w:t xml:space="preserve"> – a lot of confidence, some confidence, not too much confidence, or no confidence at </w:t>
      </w:r>
      <w:proofErr w:type="gramStart"/>
      <w:r w:rsidR="00152C92" w:rsidRPr="000B73EF">
        <w:t>al</w:t>
      </w:r>
      <w:r w:rsidR="00152C92" w:rsidRPr="001E1F63">
        <w:t>l.</w:t>
      </w:r>
      <w:proofErr w:type="gramEnd"/>
      <w:r w:rsidR="00152C92" w:rsidRPr="001E1F63">
        <w:t xml:space="preserve"> </w:t>
      </w:r>
    </w:p>
    <w:p w:rsidR="00152C92" w:rsidRPr="000B73EF" w:rsidRDefault="00152C92" w:rsidP="00152C92">
      <w:pPr>
        <w:pStyle w:val="QuestionResponse"/>
        <w:rPr>
          <w:szCs w:val="22"/>
        </w:rPr>
      </w:pPr>
      <w:r w:rsidRPr="000B73EF">
        <w:rPr>
          <w:szCs w:val="22"/>
        </w:rPr>
        <w:t>1</w:t>
      </w:r>
      <w:r w:rsidRPr="000B73EF">
        <w:rPr>
          <w:szCs w:val="22"/>
        </w:rPr>
        <w:tab/>
        <w:t>A lot of confidence</w:t>
      </w:r>
    </w:p>
    <w:p w:rsidR="00152C92" w:rsidRPr="000B73EF" w:rsidRDefault="00152C92" w:rsidP="00152C92">
      <w:pPr>
        <w:pStyle w:val="QuestionResponse"/>
        <w:rPr>
          <w:szCs w:val="22"/>
        </w:rPr>
      </w:pPr>
      <w:r w:rsidRPr="000B73EF">
        <w:rPr>
          <w:szCs w:val="22"/>
        </w:rPr>
        <w:t>2</w:t>
      </w:r>
      <w:r w:rsidRPr="000B73EF">
        <w:rPr>
          <w:szCs w:val="22"/>
        </w:rPr>
        <w:tab/>
        <w:t>Some confidence</w:t>
      </w:r>
    </w:p>
    <w:p w:rsidR="00152C92" w:rsidRPr="000B73EF" w:rsidRDefault="00152C92" w:rsidP="00152C92">
      <w:pPr>
        <w:pStyle w:val="QuestionResponse"/>
        <w:rPr>
          <w:szCs w:val="22"/>
        </w:rPr>
      </w:pPr>
      <w:r w:rsidRPr="000B73EF">
        <w:rPr>
          <w:szCs w:val="22"/>
        </w:rPr>
        <w:t>3</w:t>
      </w:r>
      <w:r w:rsidRPr="000B73EF">
        <w:rPr>
          <w:szCs w:val="22"/>
        </w:rPr>
        <w:tab/>
        <w:t>Not too much confidence</w:t>
      </w:r>
    </w:p>
    <w:p w:rsidR="00152C92" w:rsidRPr="000B73EF" w:rsidRDefault="00152C92" w:rsidP="00152C92">
      <w:pPr>
        <w:pStyle w:val="QuestionResponse"/>
        <w:rPr>
          <w:szCs w:val="22"/>
        </w:rPr>
      </w:pPr>
      <w:r w:rsidRPr="000B73EF">
        <w:rPr>
          <w:szCs w:val="22"/>
        </w:rPr>
        <w:t>4</w:t>
      </w:r>
      <w:r w:rsidRPr="000B73EF">
        <w:rPr>
          <w:szCs w:val="22"/>
        </w:rPr>
        <w:tab/>
        <w:t>No confidence at all</w:t>
      </w:r>
    </w:p>
    <w:p w:rsidR="00152C92" w:rsidRPr="000B73EF" w:rsidRDefault="00152C92" w:rsidP="00152C92">
      <w:pPr>
        <w:pStyle w:val="QuestionResponse"/>
        <w:rPr>
          <w:szCs w:val="22"/>
        </w:rPr>
      </w:pPr>
      <w:r w:rsidRPr="000B73EF">
        <w:rPr>
          <w:szCs w:val="22"/>
        </w:rPr>
        <w:t>8</w:t>
      </w:r>
      <w:r w:rsidRPr="000B73EF">
        <w:rPr>
          <w:szCs w:val="22"/>
        </w:rPr>
        <w:tab/>
        <w:t>Don’t know (DO NOT READ)</w:t>
      </w:r>
    </w:p>
    <w:p w:rsidR="00152C92" w:rsidRDefault="00152C92" w:rsidP="00152C92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9F078F" w:rsidRDefault="009F078F">
      <w:pPr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br w:type="page"/>
      </w:r>
    </w:p>
    <w:p w:rsidR="000263B2" w:rsidRPr="005B1440" w:rsidRDefault="000263B2" w:rsidP="000263B2">
      <w:pPr>
        <w:spacing w:after="0"/>
        <w:ind w:left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B1440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ASK ALL</w:t>
      </w:r>
    </w:p>
    <w:p w:rsidR="000263B2" w:rsidRPr="005B1440" w:rsidRDefault="000263B2" w:rsidP="000263B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/>
        </w:rPr>
      </w:pPr>
      <w:r w:rsidRPr="005B1440">
        <w:rPr>
          <w:rFonts w:ascii="Tahoma" w:eastAsia="Times New Roman" w:hAnsi="Tahoma"/>
          <w:b/>
          <w:bCs/>
          <w:sz w:val="16"/>
          <w:szCs w:val="16"/>
        </w:rPr>
        <w:t>QIND3</w:t>
      </w:r>
      <w:r w:rsidRPr="005B1440">
        <w:rPr>
          <w:rFonts w:ascii="Tahoma" w:eastAsia="Times New Roman" w:hAnsi="Tahoma"/>
          <w:b/>
          <w:bCs/>
          <w:sz w:val="16"/>
          <w:szCs w:val="16"/>
        </w:rPr>
        <w:tab/>
      </w:r>
      <w:r w:rsidRPr="005B1440">
        <w:rPr>
          <w:rFonts w:ascii="Times New Roman" w:eastAsia="Times New Roman" w:hAnsi="Times New Roman"/>
        </w:rPr>
        <w:t>Now I am going to read you a list of groups and organizations. Please tell me how much confidence you have in each group to do the right thing for India - a lot of confidence, some confidence, not too much conf</w:t>
      </w:r>
      <w:r w:rsidR="00EE273B">
        <w:rPr>
          <w:rFonts w:ascii="Times New Roman" w:eastAsia="Times New Roman" w:hAnsi="Times New Roman"/>
        </w:rPr>
        <w:t>idence, or no confidence at all</w:t>
      </w:r>
      <w:r w:rsidR="00EE273B">
        <w:rPr>
          <w:rFonts w:ascii="Times New Roman" w:eastAsia="Times New Roman" w:hAnsi="Times New Roman"/>
          <w:i/>
        </w:rPr>
        <w:t>.</w:t>
      </w:r>
    </w:p>
    <w:p w:rsidR="000263B2" w:rsidRPr="005B1440" w:rsidRDefault="000263B2" w:rsidP="000263B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/>
        <w:contextualSpacing/>
        <w:rPr>
          <w:rFonts w:ascii="Times New Roman" w:eastAsia="Times New Roman" w:hAnsi="Times New Roman"/>
        </w:rPr>
      </w:pPr>
    </w:p>
    <w:p w:rsidR="000263B2" w:rsidRPr="005B1440" w:rsidRDefault="000263B2" w:rsidP="000263B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Times New Roman" w:eastAsia="Times New Roman" w:hAnsi="Times New Roman"/>
        </w:rPr>
      </w:pPr>
      <w:proofErr w:type="gramStart"/>
      <w:r w:rsidRPr="005B1440">
        <w:rPr>
          <w:rFonts w:ascii="Times New Roman" w:eastAsia="Times New Roman" w:hAnsi="Times New Roman"/>
          <w:b/>
        </w:rPr>
        <w:t>a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</w:r>
      <w:proofErr w:type="spellStart"/>
      <w:r w:rsidRPr="005B1440">
        <w:rPr>
          <w:rFonts w:ascii="Times New Roman" w:eastAsia="Times New Roman" w:hAnsi="Times New Roman"/>
        </w:rPr>
        <w:t>Lok</w:t>
      </w:r>
      <w:proofErr w:type="spellEnd"/>
      <w:r w:rsidRPr="005B1440">
        <w:rPr>
          <w:rFonts w:ascii="Times New Roman" w:eastAsia="Times New Roman" w:hAnsi="Times New Roman"/>
        </w:rPr>
        <w:t xml:space="preserve"> Sabha </w:t>
      </w:r>
    </w:p>
    <w:p w:rsidR="000263B2" w:rsidRPr="005B1440" w:rsidRDefault="000263B2" w:rsidP="000263B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Times New Roman" w:eastAsia="Times New Roman" w:hAnsi="Times New Roman"/>
        </w:rPr>
      </w:pPr>
      <w:proofErr w:type="gramStart"/>
      <w:r w:rsidRPr="005B1440">
        <w:rPr>
          <w:rFonts w:ascii="Times New Roman" w:eastAsia="Times New Roman" w:hAnsi="Times New Roman"/>
          <w:b/>
        </w:rPr>
        <w:t>b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  <w:t xml:space="preserve">our national government </w:t>
      </w:r>
    </w:p>
    <w:p w:rsidR="000263B2" w:rsidRPr="005B1440" w:rsidRDefault="000263B2" w:rsidP="000263B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Times New Roman" w:eastAsia="Times New Roman" w:hAnsi="Times New Roman"/>
        </w:rPr>
      </w:pPr>
      <w:proofErr w:type="gramStart"/>
      <w:r w:rsidRPr="005B1440">
        <w:rPr>
          <w:rFonts w:ascii="Times New Roman" w:eastAsia="Times New Roman" w:hAnsi="Times New Roman"/>
          <w:b/>
        </w:rPr>
        <w:t>c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  <w:t xml:space="preserve">state governments </w:t>
      </w:r>
    </w:p>
    <w:p w:rsidR="000263B2" w:rsidRPr="005B1440" w:rsidRDefault="000263B2" w:rsidP="000263B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Times New Roman" w:eastAsia="Times New Roman" w:hAnsi="Times New Roman"/>
          <w:i/>
          <w:sz w:val="20"/>
        </w:rPr>
      </w:pPr>
      <w:proofErr w:type="gramStart"/>
      <w:r w:rsidRPr="005B1440">
        <w:rPr>
          <w:rFonts w:ascii="Times New Roman" w:eastAsia="Times New Roman" w:hAnsi="Times New Roman"/>
          <w:b/>
        </w:rPr>
        <w:t>d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  <w:t xml:space="preserve">the military </w:t>
      </w:r>
    </w:p>
    <w:p w:rsidR="000263B2" w:rsidRPr="005B1440" w:rsidRDefault="000263B2" w:rsidP="000263B2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1440" w:hanging="720"/>
        <w:contextualSpacing/>
        <w:rPr>
          <w:rFonts w:ascii="Times New Roman" w:eastAsia="Times New Roman" w:hAnsi="Times New Roman"/>
          <w:b/>
        </w:rPr>
      </w:pPr>
      <w:proofErr w:type="gramStart"/>
      <w:r w:rsidRPr="005B1440">
        <w:rPr>
          <w:rFonts w:ascii="Times New Roman" w:eastAsia="Times New Roman" w:hAnsi="Times New Roman"/>
          <w:b/>
        </w:rPr>
        <w:t>e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  <w:t>courts</w:t>
      </w:r>
      <w:r w:rsidRPr="005B1440">
        <w:rPr>
          <w:rFonts w:ascii="Times New Roman" w:eastAsia="Times New Roman" w:hAnsi="Times New Roman"/>
          <w:b/>
        </w:rPr>
        <w:t xml:space="preserve"> </w:t>
      </w:r>
    </w:p>
    <w:p w:rsidR="000263B2" w:rsidRPr="005B1440" w:rsidRDefault="000263B2" w:rsidP="000263B2">
      <w:pPr>
        <w:keepNext/>
        <w:keepLines/>
        <w:spacing w:after="0" w:line="240" w:lineRule="auto"/>
        <w:ind w:left="1080" w:hanging="360"/>
        <w:rPr>
          <w:rFonts w:ascii="Times New Roman" w:eastAsia="Times New Roman" w:hAnsi="Times New Roman"/>
        </w:rPr>
      </w:pPr>
    </w:p>
    <w:p w:rsidR="000263B2" w:rsidRPr="005B1440" w:rsidRDefault="000263B2" w:rsidP="000263B2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1</w:t>
      </w:r>
      <w:r w:rsidRPr="005B1440">
        <w:rPr>
          <w:rFonts w:ascii="Times New Roman" w:eastAsia="Times New Roman" w:hAnsi="Times New Roman"/>
        </w:rPr>
        <w:tab/>
        <w:t>A lot of confidence</w:t>
      </w:r>
    </w:p>
    <w:p w:rsidR="000263B2" w:rsidRPr="005B1440" w:rsidRDefault="000263B2" w:rsidP="000263B2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2</w:t>
      </w:r>
      <w:r w:rsidRPr="005B1440">
        <w:rPr>
          <w:rFonts w:ascii="Times New Roman" w:eastAsia="Times New Roman" w:hAnsi="Times New Roman"/>
        </w:rPr>
        <w:tab/>
        <w:t>Some confidence</w:t>
      </w:r>
    </w:p>
    <w:p w:rsidR="000263B2" w:rsidRPr="005B1440" w:rsidRDefault="000263B2" w:rsidP="000263B2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3</w:t>
      </w:r>
      <w:r w:rsidRPr="005B1440">
        <w:rPr>
          <w:rFonts w:ascii="Times New Roman" w:eastAsia="Times New Roman" w:hAnsi="Times New Roman"/>
        </w:rPr>
        <w:tab/>
        <w:t xml:space="preserve">Not too much confidence </w:t>
      </w:r>
    </w:p>
    <w:p w:rsidR="000263B2" w:rsidRPr="005B1440" w:rsidRDefault="000263B2" w:rsidP="000263B2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4</w:t>
      </w:r>
      <w:r w:rsidRPr="005B1440">
        <w:rPr>
          <w:rFonts w:ascii="Times New Roman" w:eastAsia="Times New Roman" w:hAnsi="Times New Roman"/>
        </w:rPr>
        <w:tab/>
        <w:t>No confidence at all</w:t>
      </w:r>
    </w:p>
    <w:p w:rsidR="000263B2" w:rsidRPr="005B1440" w:rsidRDefault="000263B2" w:rsidP="000263B2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8</w:t>
      </w:r>
      <w:r w:rsidRPr="005B1440">
        <w:rPr>
          <w:rFonts w:ascii="Times New Roman" w:eastAsia="Times New Roman" w:hAnsi="Times New Roman"/>
        </w:rPr>
        <w:tab/>
        <w:t>Don’t know (DO NOT READ)</w:t>
      </w:r>
    </w:p>
    <w:p w:rsidR="000263B2" w:rsidRPr="009A6C21" w:rsidRDefault="009A6C21" w:rsidP="009A6C21">
      <w:pPr>
        <w:keepLines/>
        <w:spacing w:after="480" w:line="240" w:lineRule="auto"/>
        <w:ind w:left="1440" w:hanging="72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9</w:t>
      </w:r>
      <w:r>
        <w:rPr>
          <w:rFonts w:ascii="Times New Roman" w:eastAsia="Times New Roman" w:hAnsi="Times New Roman"/>
        </w:rPr>
        <w:tab/>
        <w:t>Refused (DO NOT READ)</w:t>
      </w:r>
    </w:p>
    <w:p w:rsidR="000263B2" w:rsidRPr="005B1440" w:rsidRDefault="000263B2" w:rsidP="000263B2">
      <w:pPr>
        <w:spacing w:after="0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B1440">
        <w:rPr>
          <w:rFonts w:ascii="Times New Roman" w:eastAsia="Times New Roman" w:hAnsi="Times New Roman"/>
          <w:b/>
          <w:bCs/>
          <w:sz w:val="24"/>
          <w:szCs w:val="24"/>
        </w:rPr>
        <w:t xml:space="preserve">ASK ALL </w:t>
      </w:r>
    </w:p>
    <w:p w:rsidR="000263B2" w:rsidRPr="005B1440" w:rsidRDefault="000263B2" w:rsidP="000263B2">
      <w:pPr>
        <w:pStyle w:val="Question"/>
        <w:spacing w:after="0"/>
      </w:pPr>
      <w:r w:rsidRPr="005B1440">
        <w:rPr>
          <w:rFonts w:ascii="Tahoma" w:hAnsi="Tahoma"/>
          <w:b/>
          <w:bCs/>
          <w:sz w:val="16"/>
          <w:szCs w:val="16"/>
        </w:rPr>
        <w:t>QIND4</w:t>
      </w:r>
      <w:r w:rsidRPr="005B1440">
        <w:rPr>
          <w:rFonts w:ascii="Tahoma" w:hAnsi="Tahoma"/>
          <w:b/>
          <w:bCs/>
          <w:sz w:val="16"/>
          <w:szCs w:val="16"/>
        </w:rPr>
        <w:tab/>
      </w:r>
      <w:r w:rsidRPr="005B1440">
        <w:rPr>
          <w:rFonts w:cstheme="minorBidi"/>
          <w:szCs w:val="22"/>
        </w:rPr>
        <w:t>Now I’d like to ask your views about some political leaders in our country. Please tell me if you have a very favorable, somewhat favorable, somewhat unfavorable, or very unfavorable opinion of (INSERT)?</w:t>
      </w:r>
      <w:r w:rsidRPr="005B1440">
        <w:rPr>
          <w:i/>
          <w:iCs/>
        </w:rPr>
        <w:t xml:space="preserve"> </w:t>
      </w:r>
    </w:p>
    <w:p w:rsidR="000263B2" w:rsidRPr="005B1440" w:rsidRDefault="000263B2" w:rsidP="000263B2">
      <w:pPr>
        <w:keepLines/>
        <w:spacing w:after="0" w:line="240" w:lineRule="auto"/>
        <w:ind w:left="720" w:hanging="720"/>
        <w:rPr>
          <w:rFonts w:ascii="Times New Roman" w:eastAsia="Times New Roman" w:hAnsi="Times New Roman"/>
          <w:i/>
        </w:rPr>
      </w:pPr>
    </w:p>
    <w:p w:rsidR="000263B2" w:rsidRPr="005B1440" w:rsidRDefault="000263B2" w:rsidP="000263B2">
      <w:pPr>
        <w:keepLines/>
        <w:spacing w:after="0" w:line="240" w:lineRule="auto"/>
        <w:ind w:left="720"/>
        <w:contextualSpacing/>
        <w:rPr>
          <w:rFonts w:ascii="Times New Roman" w:eastAsia="Times New Roman" w:hAnsi="Times New Roman"/>
          <w:i/>
        </w:rPr>
      </w:pPr>
      <w:proofErr w:type="gramStart"/>
      <w:r w:rsidRPr="005B1440">
        <w:rPr>
          <w:rFonts w:ascii="Times New Roman" w:eastAsia="Times New Roman" w:hAnsi="Times New Roman"/>
          <w:b/>
        </w:rPr>
        <w:t>a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</w:r>
      <w:proofErr w:type="spellStart"/>
      <w:r w:rsidRPr="005B1440">
        <w:rPr>
          <w:rFonts w:ascii="Times New Roman" w:eastAsia="Times New Roman" w:hAnsi="Times New Roman"/>
        </w:rPr>
        <w:t>Manmohan</w:t>
      </w:r>
      <w:proofErr w:type="spellEnd"/>
      <w:r w:rsidRPr="005B1440">
        <w:rPr>
          <w:rFonts w:ascii="Times New Roman" w:eastAsia="Times New Roman" w:hAnsi="Times New Roman"/>
        </w:rPr>
        <w:t xml:space="preserve"> Singh</w:t>
      </w:r>
    </w:p>
    <w:p w:rsidR="000263B2" w:rsidRPr="005B1440" w:rsidRDefault="000263B2" w:rsidP="000263B2">
      <w:pPr>
        <w:keepLines/>
        <w:spacing w:after="0" w:line="240" w:lineRule="auto"/>
        <w:ind w:left="720"/>
        <w:contextualSpacing/>
        <w:rPr>
          <w:rFonts w:ascii="Times New Roman" w:eastAsia="Times New Roman" w:hAnsi="Times New Roman"/>
          <w:i/>
        </w:rPr>
      </w:pPr>
      <w:proofErr w:type="gramStart"/>
      <w:r w:rsidRPr="005B1440">
        <w:rPr>
          <w:rFonts w:ascii="Times New Roman" w:eastAsia="Times New Roman" w:hAnsi="Times New Roman"/>
          <w:b/>
        </w:rPr>
        <w:t>b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  <w:t xml:space="preserve">Sonia Gandhi </w:t>
      </w:r>
    </w:p>
    <w:p w:rsidR="000263B2" w:rsidRPr="005B1440" w:rsidRDefault="000263B2" w:rsidP="000263B2">
      <w:pPr>
        <w:keepLines/>
        <w:spacing w:after="0" w:line="240" w:lineRule="auto"/>
        <w:ind w:left="720"/>
        <w:contextualSpacing/>
        <w:rPr>
          <w:rFonts w:ascii="Times New Roman" w:eastAsia="Times New Roman" w:hAnsi="Times New Roman"/>
          <w:i/>
        </w:rPr>
      </w:pPr>
      <w:proofErr w:type="gramStart"/>
      <w:r w:rsidRPr="005B1440">
        <w:rPr>
          <w:rFonts w:ascii="Times New Roman" w:eastAsia="Times New Roman" w:hAnsi="Times New Roman"/>
          <w:b/>
        </w:rPr>
        <w:t>c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</w:r>
      <w:proofErr w:type="spellStart"/>
      <w:r w:rsidRPr="005B1440">
        <w:rPr>
          <w:rFonts w:ascii="Times New Roman" w:eastAsia="Times New Roman" w:hAnsi="Times New Roman"/>
        </w:rPr>
        <w:t>Rajnath</w:t>
      </w:r>
      <w:proofErr w:type="spellEnd"/>
      <w:r w:rsidRPr="005B1440">
        <w:rPr>
          <w:rFonts w:ascii="Times New Roman" w:eastAsia="Times New Roman" w:hAnsi="Times New Roman"/>
        </w:rPr>
        <w:t xml:space="preserve"> Singh </w:t>
      </w:r>
    </w:p>
    <w:p w:rsidR="000263B2" w:rsidRPr="005B1440" w:rsidRDefault="000263B2" w:rsidP="000263B2">
      <w:pPr>
        <w:keepLines/>
        <w:spacing w:after="0" w:line="240" w:lineRule="auto"/>
        <w:ind w:left="720"/>
        <w:contextualSpacing/>
        <w:rPr>
          <w:rFonts w:ascii="Times New Roman" w:eastAsia="Times New Roman" w:hAnsi="Times New Roman"/>
          <w:i/>
        </w:rPr>
      </w:pPr>
      <w:proofErr w:type="gramStart"/>
      <w:r w:rsidRPr="005B1440">
        <w:rPr>
          <w:rFonts w:ascii="Times New Roman" w:eastAsia="Times New Roman" w:hAnsi="Times New Roman"/>
          <w:b/>
        </w:rPr>
        <w:t>d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  <w:t xml:space="preserve">Rahul Gandhi </w:t>
      </w:r>
    </w:p>
    <w:p w:rsidR="000263B2" w:rsidRPr="005B1440" w:rsidRDefault="000263B2" w:rsidP="000263B2">
      <w:pPr>
        <w:keepLines/>
        <w:spacing w:after="0" w:line="240" w:lineRule="auto"/>
        <w:ind w:left="720"/>
        <w:contextualSpacing/>
        <w:rPr>
          <w:rFonts w:ascii="Times New Roman" w:eastAsia="Times New Roman" w:hAnsi="Times New Roman"/>
        </w:rPr>
      </w:pPr>
      <w:proofErr w:type="gramStart"/>
      <w:r w:rsidRPr="005B1440">
        <w:rPr>
          <w:rFonts w:ascii="Times New Roman" w:eastAsia="Times New Roman" w:hAnsi="Times New Roman"/>
          <w:b/>
        </w:rPr>
        <w:t>e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</w:r>
      <w:proofErr w:type="spellStart"/>
      <w:r w:rsidRPr="005B1440">
        <w:rPr>
          <w:rFonts w:ascii="Times New Roman" w:eastAsia="Times New Roman" w:hAnsi="Times New Roman"/>
        </w:rPr>
        <w:t>Narendra</w:t>
      </w:r>
      <w:proofErr w:type="spellEnd"/>
      <w:r w:rsidRPr="005B1440">
        <w:rPr>
          <w:rFonts w:ascii="Times New Roman" w:eastAsia="Times New Roman" w:hAnsi="Times New Roman"/>
        </w:rPr>
        <w:t xml:space="preserve"> </w:t>
      </w:r>
      <w:proofErr w:type="spellStart"/>
      <w:r w:rsidRPr="005B1440">
        <w:rPr>
          <w:rFonts w:ascii="Times New Roman" w:eastAsia="Times New Roman" w:hAnsi="Times New Roman"/>
        </w:rPr>
        <w:t>Modi</w:t>
      </w:r>
      <w:proofErr w:type="spellEnd"/>
      <w:r w:rsidRPr="005B1440">
        <w:rPr>
          <w:rFonts w:ascii="Times New Roman" w:eastAsia="Times New Roman" w:hAnsi="Times New Roman"/>
        </w:rPr>
        <w:t xml:space="preserve"> </w:t>
      </w:r>
    </w:p>
    <w:p w:rsidR="000263B2" w:rsidRPr="005B1440" w:rsidRDefault="000263B2" w:rsidP="000263B2">
      <w:pPr>
        <w:keepLines/>
        <w:spacing w:after="0" w:line="240" w:lineRule="auto"/>
        <w:ind w:left="720"/>
        <w:contextualSpacing/>
        <w:rPr>
          <w:rFonts w:ascii="Times New Roman" w:eastAsia="Times New Roman" w:hAnsi="Times New Roman"/>
        </w:rPr>
      </w:pPr>
      <w:proofErr w:type="gramStart"/>
      <w:r w:rsidRPr="005B1440">
        <w:rPr>
          <w:rFonts w:ascii="Times New Roman" w:eastAsia="Times New Roman" w:hAnsi="Times New Roman"/>
          <w:b/>
        </w:rPr>
        <w:t>f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  <w:t xml:space="preserve">P. Chidambaram </w:t>
      </w:r>
    </w:p>
    <w:p w:rsidR="009A6C21" w:rsidRDefault="000263B2" w:rsidP="009A6C21">
      <w:pPr>
        <w:keepLines/>
        <w:spacing w:after="0" w:line="240" w:lineRule="auto"/>
        <w:ind w:left="720"/>
        <w:contextualSpacing/>
        <w:rPr>
          <w:rFonts w:ascii="Times New Roman" w:eastAsia="Times New Roman" w:hAnsi="Times New Roman"/>
        </w:rPr>
      </w:pPr>
      <w:proofErr w:type="gramStart"/>
      <w:r w:rsidRPr="005B1440">
        <w:rPr>
          <w:rFonts w:ascii="Times New Roman" w:eastAsia="Times New Roman" w:hAnsi="Times New Roman"/>
          <w:b/>
        </w:rPr>
        <w:t>g</w:t>
      </w:r>
      <w:proofErr w:type="gramEnd"/>
      <w:r w:rsidRPr="005B1440">
        <w:rPr>
          <w:rFonts w:ascii="Times New Roman" w:eastAsia="Times New Roman" w:hAnsi="Times New Roman"/>
          <w:b/>
        </w:rPr>
        <w:t>.</w:t>
      </w:r>
      <w:r w:rsidRPr="005B1440">
        <w:rPr>
          <w:rFonts w:ascii="Times New Roman" w:eastAsia="Times New Roman" w:hAnsi="Times New Roman"/>
        </w:rPr>
        <w:tab/>
        <w:t xml:space="preserve">Anna </w:t>
      </w:r>
      <w:proofErr w:type="spellStart"/>
      <w:r w:rsidRPr="005B1440">
        <w:rPr>
          <w:rFonts w:ascii="Times New Roman" w:eastAsia="Times New Roman" w:hAnsi="Times New Roman"/>
        </w:rPr>
        <w:t>Hazare</w:t>
      </w:r>
      <w:proofErr w:type="spellEnd"/>
      <w:r w:rsidRPr="005B1440">
        <w:rPr>
          <w:rFonts w:ascii="Times New Roman" w:eastAsia="Times New Roman" w:hAnsi="Times New Roman"/>
        </w:rPr>
        <w:t xml:space="preserve"> </w:t>
      </w:r>
    </w:p>
    <w:p w:rsidR="009A6C21" w:rsidRDefault="009A6C21" w:rsidP="009A6C21">
      <w:pPr>
        <w:keepLines/>
        <w:spacing w:after="0" w:line="240" w:lineRule="auto"/>
        <w:ind w:left="720"/>
        <w:contextualSpacing/>
        <w:rPr>
          <w:rFonts w:ascii="Times New Roman" w:eastAsia="Times New Roman" w:hAnsi="Times New Roman"/>
        </w:rPr>
      </w:pPr>
    </w:p>
    <w:p w:rsidR="009A6C21" w:rsidRPr="005B1440" w:rsidRDefault="009A6C21" w:rsidP="009A6C21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  <w:szCs w:val="24"/>
        </w:rPr>
      </w:pPr>
      <w:r w:rsidRPr="005B1440">
        <w:rPr>
          <w:rFonts w:ascii="Times New Roman" w:eastAsia="Times New Roman" w:hAnsi="Times New Roman"/>
          <w:szCs w:val="24"/>
        </w:rPr>
        <w:t>1</w:t>
      </w:r>
      <w:r w:rsidRPr="005B1440">
        <w:rPr>
          <w:rFonts w:ascii="Times New Roman" w:eastAsia="Times New Roman" w:hAnsi="Times New Roman"/>
          <w:szCs w:val="24"/>
        </w:rPr>
        <w:tab/>
        <w:t>Very favorable</w:t>
      </w:r>
    </w:p>
    <w:p w:rsidR="009A6C21" w:rsidRPr="005B1440" w:rsidRDefault="009A6C21" w:rsidP="009A6C21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  <w:szCs w:val="24"/>
        </w:rPr>
      </w:pPr>
      <w:r w:rsidRPr="005B1440">
        <w:rPr>
          <w:rFonts w:ascii="Times New Roman" w:eastAsia="Times New Roman" w:hAnsi="Times New Roman"/>
          <w:szCs w:val="24"/>
        </w:rPr>
        <w:t>2</w:t>
      </w:r>
      <w:r w:rsidRPr="005B1440">
        <w:rPr>
          <w:rFonts w:ascii="Times New Roman" w:eastAsia="Times New Roman" w:hAnsi="Times New Roman"/>
          <w:szCs w:val="24"/>
        </w:rPr>
        <w:tab/>
        <w:t>Somewhat favorable</w:t>
      </w:r>
    </w:p>
    <w:p w:rsidR="009A6C21" w:rsidRPr="005B1440" w:rsidRDefault="009A6C21" w:rsidP="009A6C21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  <w:szCs w:val="24"/>
        </w:rPr>
      </w:pPr>
      <w:r w:rsidRPr="005B1440">
        <w:rPr>
          <w:rFonts w:ascii="Times New Roman" w:eastAsia="Times New Roman" w:hAnsi="Times New Roman"/>
          <w:szCs w:val="24"/>
        </w:rPr>
        <w:t>3</w:t>
      </w:r>
      <w:r w:rsidRPr="005B1440">
        <w:rPr>
          <w:rFonts w:ascii="Times New Roman" w:eastAsia="Times New Roman" w:hAnsi="Times New Roman"/>
          <w:szCs w:val="24"/>
        </w:rPr>
        <w:tab/>
        <w:t xml:space="preserve">Somewhat unfavorable </w:t>
      </w:r>
    </w:p>
    <w:p w:rsidR="009A6C21" w:rsidRPr="005B1440" w:rsidRDefault="009A6C21" w:rsidP="009A6C21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  <w:szCs w:val="24"/>
        </w:rPr>
      </w:pPr>
      <w:r w:rsidRPr="005B1440">
        <w:rPr>
          <w:rFonts w:ascii="Times New Roman" w:eastAsia="Times New Roman" w:hAnsi="Times New Roman"/>
          <w:szCs w:val="24"/>
        </w:rPr>
        <w:t>4</w:t>
      </w:r>
      <w:r w:rsidRPr="005B1440">
        <w:rPr>
          <w:rFonts w:ascii="Times New Roman" w:eastAsia="Times New Roman" w:hAnsi="Times New Roman"/>
          <w:szCs w:val="24"/>
        </w:rPr>
        <w:tab/>
        <w:t xml:space="preserve">Very unfavorable </w:t>
      </w:r>
    </w:p>
    <w:p w:rsidR="009A6C21" w:rsidRPr="009A6C21" w:rsidRDefault="009A6C21" w:rsidP="009A6C21">
      <w:pPr>
        <w:keepNext/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9A6C21">
        <w:rPr>
          <w:rFonts w:ascii="Times New Roman" w:eastAsia="Times New Roman" w:hAnsi="Times New Roman"/>
        </w:rPr>
        <w:t>8</w:t>
      </w:r>
      <w:r w:rsidRPr="009A6C21">
        <w:rPr>
          <w:rFonts w:ascii="Times New Roman" w:eastAsia="Times New Roman" w:hAnsi="Times New Roman"/>
        </w:rPr>
        <w:tab/>
        <w:t>Don’t know (DO NOT READ)</w:t>
      </w:r>
    </w:p>
    <w:p w:rsidR="009A6C21" w:rsidRPr="009A6C21" w:rsidRDefault="009A6C21" w:rsidP="00A36ECD">
      <w:pPr>
        <w:keepNext/>
        <w:keepLines/>
        <w:spacing w:after="120" w:line="240" w:lineRule="auto"/>
        <w:ind w:left="720"/>
        <w:rPr>
          <w:rFonts w:ascii="Times New Roman" w:eastAsia="Times New Roman" w:hAnsi="Times New Roman"/>
        </w:rPr>
      </w:pPr>
      <w:r w:rsidRPr="009A6C21">
        <w:rPr>
          <w:rFonts w:ascii="Times New Roman" w:eastAsia="Times New Roman" w:hAnsi="Times New Roman"/>
        </w:rPr>
        <w:t>9</w:t>
      </w:r>
      <w:r w:rsidRPr="009A6C21">
        <w:rPr>
          <w:rFonts w:ascii="Times New Roman" w:eastAsia="Times New Roman" w:hAnsi="Times New Roman"/>
        </w:rPr>
        <w:tab/>
        <w:t>Refused (DO NOT READ)</w:t>
      </w:r>
    </w:p>
    <w:p w:rsidR="00A36ECD" w:rsidRDefault="00A36ECD" w:rsidP="009A6C21">
      <w:pPr>
        <w:pStyle w:val="QuestionInstruction"/>
      </w:pPr>
    </w:p>
    <w:p w:rsidR="00A36ECD" w:rsidRDefault="00A36ECD" w:rsidP="009A6C21">
      <w:pPr>
        <w:pStyle w:val="QuestionInstruction"/>
      </w:pPr>
    </w:p>
    <w:p w:rsidR="00A36ECD" w:rsidRDefault="00A36ECD" w:rsidP="009A6C21">
      <w:pPr>
        <w:pStyle w:val="QuestionInstruction"/>
      </w:pPr>
    </w:p>
    <w:p w:rsidR="00A36ECD" w:rsidRDefault="00A36ECD" w:rsidP="009A6C21">
      <w:pPr>
        <w:pStyle w:val="QuestionInstruction"/>
      </w:pPr>
    </w:p>
    <w:p w:rsidR="00A36ECD" w:rsidRDefault="00A36ECD" w:rsidP="009A6C21">
      <w:pPr>
        <w:pStyle w:val="QuestionInstruction"/>
      </w:pPr>
    </w:p>
    <w:p w:rsidR="00A36ECD" w:rsidRDefault="00A36ECD" w:rsidP="009A6C21">
      <w:pPr>
        <w:pStyle w:val="QuestionInstruction"/>
      </w:pPr>
    </w:p>
    <w:p w:rsidR="00A36ECD" w:rsidRDefault="00A36ECD" w:rsidP="009A6C21">
      <w:pPr>
        <w:pStyle w:val="QuestionInstruction"/>
      </w:pPr>
      <w:r>
        <w:br w:type="page"/>
      </w:r>
    </w:p>
    <w:p w:rsidR="009A6C21" w:rsidRPr="000B73EF" w:rsidRDefault="009A6C21" w:rsidP="009A6C21">
      <w:pPr>
        <w:pStyle w:val="QuestionInstruction"/>
      </w:pPr>
      <w:r w:rsidRPr="000B73EF">
        <w:lastRenderedPageBreak/>
        <w:t>READ TO ALL</w:t>
      </w:r>
      <w:r w:rsidRPr="000B73EF">
        <w:rPr>
          <w:caps/>
        </w:rPr>
        <w:t xml:space="preserve"> </w:t>
      </w:r>
    </w:p>
    <w:p w:rsidR="009A6C21" w:rsidRPr="000B73EF" w:rsidRDefault="009A6C21" w:rsidP="009A6C21">
      <w:pPr>
        <w:pStyle w:val="Question"/>
        <w:ind w:firstLine="0"/>
      </w:pPr>
      <w:r w:rsidRPr="000B73EF">
        <w:t>Now a few questions about the United States…</w:t>
      </w:r>
    </w:p>
    <w:p w:rsidR="009A6C21" w:rsidRPr="00E95EBA" w:rsidRDefault="009A6C21" w:rsidP="009A6C21">
      <w:pPr>
        <w:pStyle w:val="QuestionInstruction"/>
        <w:rPr>
          <w:caps/>
        </w:rPr>
      </w:pPr>
      <w:r w:rsidRPr="00E95EBA">
        <w:rPr>
          <w:caps/>
        </w:rPr>
        <w:t xml:space="preserve">ask </w:t>
      </w:r>
      <w:r>
        <w:rPr>
          <w:caps/>
        </w:rPr>
        <w:t xml:space="preserve">all </w:t>
      </w:r>
    </w:p>
    <w:p w:rsidR="009A6C21" w:rsidRPr="009A6C21" w:rsidRDefault="009A6C21" w:rsidP="009A6C21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Q47</w:t>
      </w:r>
      <w:r w:rsidRPr="000B73EF">
        <w:rPr>
          <w:szCs w:val="22"/>
        </w:rPr>
        <w:tab/>
        <w:t xml:space="preserve">In making international policy decisions, to what extent do you think the United States takes into account the interests of countries like </w:t>
      </w:r>
      <w:r w:rsidR="00B97885">
        <w:t>India</w:t>
      </w:r>
      <w:r w:rsidRPr="000B73EF">
        <w:rPr>
          <w:szCs w:val="22"/>
        </w:rPr>
        <w:t xml:space="preserve"> – a great deal, a fair amount, not too much, or not at all?  </w:t>
      </w:r>
      <w:r w:rsidRPr="000B73EF">
        <w:rPr>
          <w:i/>
          <w:szCs w:val="22"/>
        </w:rPr>
        <w:t>(SHOW CARD)</w:t>
      </w:r>
      <w:r w:rsidRPr="000B73EF">
        <w:rPr>
          <w:szCs w:val="22"/>
        </w:rPr>
        <w:t xml:space="preserve"> </w:t>
      </w:r>
    </w:p>
    <w:p w:rsidR="00003DD5" w:rsidRPr="000B73EF" w:rsidRDefault="00003DD5" w:rsidP="00003DD5">
      <w:pPr>
        <w:pStyle w:val="QuestionResponse"/>
        <w:rPr>
          <w:szCs w:val="22"/>
        </w:rPr>
      </w:pPr>
      <w:r w:rsidRPr="000B73EF">
        <w:rPr>
          <w:szCs w:val="22"/>
        </w:rPr>
        <w:t>1</w:t>
      </w:r>
      <w:r w:rsidRPr="000B73EF">
        <w:rPr>
          <w:szCs w:val="22"/>
        </w:rPr>
        <w:tab/>
        <w:t>Great deal</w:t>
      </w:r>
    </w:p>
    <w:p w:rsidR="00003DD5" w:rsidRPr="000B73EF" w:rsidRDefault="00003DD5" w:rsidP="00003DD5">
      <w:pPr>
        <w:pStyle w:val="QuestionResponse"/>
        <w:rPr>
          <w:szCs w:val="22"/>
        </w:rPr>
      </w:pPr>
      <w:r w:rsidRPr="000B73EF">
        <w:rPr>
          <w:szCs w:val="22"/>
        </w:rPr>
        <w:t>2</w:t>
      </w:r>
      <w:r w:rsidRPr="000B73EF">
        <w:rPr>
          <w:szCs w:val="22"/>
        </w:rPr>
        <w:tab/>
        <w:t>Fair amount</w:t>
      </w:r>
    </w:p>
    <w:p w:rsidR="00003DD5" w:rsidRPr="000B73EF" w:rsidRDefault="00003DD5" w:rsidP="00003DD5">
      <w:pPr>
        <w:pStyle w:val="QuestionResponse"/>
        <w:rPr>
          <w:szCs w:val="22"/>
        </w:rPr>
      </w:pPr>
      <w:r w:rsidRPr="000B73EF">
        <w:rPr>
          <w:szCs w:val="22"/>
        </w:rPr>
        <w:t xml:space="preserve">3 </w:t>
      </w:r>
      <w:r w:rsidRPr="000B73EF">
        <w:rPr>
          <w:szCs w:val="22"/>
        </w:rPr>
        <w:tab/>
        <w:t>Not too much</w:t>
      </w:r>
    </w:p>
    <w:p w:rsidR="00003DD5" w:rsidRPr="000B73EF" w:rsidRDefault="00003DD5" w:rsidP="00003DD5">
      <w:pPr>
        <w:pStyle w:val="QuestionResponse"/>
        <w:rPr>
          <w:szCs w:val="22"/>
        </w:rPr>
      </w:pPr>
      <w:r w:rsidRPr="000B73EF">
        <w:rPr>
          <w:szCs w:val="22"/>
        </w:rPr>
        <w:t>4</w:t>
      </w:r>
      <w:r w:rsidRPr="000B73EF">
        <w:rPr>
          <w:szCs w:val="22"/>
        </w:rPr>
        <w:tab/>
        <w:t>Not at all</w:t>
      </w:r>
      <w:r w:rsidRPr="000B73EF">
        <w:rPr>
          <w:szCs w:val="22"/>
        </w:rPr>
        <w:tab/>
      </w:r>
    </w:p>
    <w:p w:rsidR="00003DD5" w:rsidRPr="000B73EF" w:rsidRDefault="00003DD5" w:rsidP="00003DD5">
      <w:pPr>
        <w:pStyle w:val="QuestionResponse"/>
        <w:rPr>
          <w:szCs w:val="22"/>
        </w:rPr>
      </w:pPr>
      <w:r w:rsidRPr="000B73EF">
        <w:rPr>
          <w:szCs w:val="22"/>
        </w:rPr>
        <w:t>8</w:t>
      </w:r>
      <w:r w:rsidRPr="000B73EF">
        <w:rPr>
          <w:szCs w:val="22"/>
        </w:rPr>
        <w:tab/>
        <w:t>Don’t know (DO NOT READ)</w:t>
      </w:r>
    </w:p>
    <w:p w:rsidR="00003DD5" w:rsidRPr="000B73EF" w:rsidRDefault="00003DD5" w:rsidP="00840B5C">
      <w:pPr>
        <w:pStyle w:val="QuestionResponseLast"/>
      </w:pPr>
      <w:r w:rsidRPr="000B73EF">
        <w:t>9</w:t>
      </w:r>
      <w:r w:rsidRPr="000B73EF">
        <w:tab/>
      </w:r>
      <w:r w:rsidRPr="00840B5C">
        <w:t>Refused</w:t>
      </w:r>
      <w:r w:rsidRPr="000B73EF">
        <w:t xml:space="preserve"> (DO NOT READ)</w:t>
      </w:r>
    </w:p>
    <w:p w:rsidR="00003DD5" w:rsidRPr="00B27CCB" w:rsidRDefault="00003DD5" w:rsidP="00003DD5">
      <w:pPr>
        <w:pStyle w:val="QuestionInstruction"/>
        <w:rPr>
          <w:caps/>
        </w:rPr>
      </w:pPr>
      <w:r w:rsidRPr="00B27CCB">
        <w:rPr>
          <w:caps/>
        </w:rPr>
        <w:t xml:space="preserve">ask ALL </w:t>
      </w:r>
    </w:p>
    <w:p w:rsidR="00003DD5" w:rsidRPr="00B27CCB" w:rsidRDefault="000918A7" w:rsidP="00003DD5">
      <w:pPr>
        <w:pStyle w:val="Question"/>
      </w:pPr>
      <w:r w:rsidRPr="00B27CCB">
        <w:rPr>
          <w:rFonts w:ascii="Tahoma" w:hAnsi="Tahoma" w:cs="Tahoma"/>
          <w:b/>
          <w:sz w:val="16"/>
        </w:rPr>
        <w:t>Q</w:t>
      </w:r>
      <w:r w:rsidR="00850133" w:rsidRPr="00B27CCB">
        <w:rPr>
          <w:rFonts w:ascii="Tahoma" w:hAnsi="Tahoma" w:cs="Tahoma"/>
          <w:b/>
          <w:sz w:val="16"/>
        </w:rPr>
        <w:t>5</w:t>
      </w:r>
      <w:r w:rsidR="002E28C8" w:rsidRPr="00B27CCB">
        <w:rPr>
          <w:rFonts w:ascii="Tahoma" w:hAnsi="Tahoma" w:cs="Tahoma"/>
          <w:b/>
          <w:sz w:val="16"/>
        </w:rPr>
        <w:t>3</w:t>
      </w:r>
      <w:r w:rsidR="00003DD5" w:rsidRPr="00B27CCB">
        <w:rPr>
          <w:rFonts w:ascii="Tahoma" w:hAnsi="Tahoma"/>
          <w:b/>
          <w:sz w:val="16"/>
        </w:rPr>
        <w:tab/>
      </w:r>
      <w:r w:rsidR="00003DD5" w:rsidRPr="00B27CCB">
        <w:rPr>
          <w:szCs w:val="22"/>
        </w:rPr>
        <w:t>D</w:t>
      </w:r>
      <w:r w:rsidR="00003DD5" w:rsidRPr="00B27CCB">
        <w:t xml:space="preserve">o you approve or disapprove of the United States conducting missile strikes from pilotless aircraft called drones to target extremists in countries such as Pakistan, Yemen and Somalia? </w:t>
      </w:r>
    </w:p>
    <w:p w:rsidR="00003DD5" w:rsidRPr="00B27CCB" w:rsidRDefault="00003DD5" w:rsidP="00003DD5">
      <w:pPr>
        <w:pStyle w:val="QuestionResponse"/>
      </w:pPr>
      <w:r w:rsidRPr="00B27CCB">
        <w:t>1</w:t>
      </w:r>
      <w:r w:rsidRPr="00B27CCB">
        <w:tab/>
        <w:t>Approve</w:t>
      </w:r>
    </w:p>
    <w:p w:rsidR="00003DD5" w:rsidRPr="00B27CCB" w:rsidRDefault="00003DD5" w:rsidP="00003DD5">
      <w:pPr>
        <w:pStyle w:val="QuestionResponse"/>
      </w:pPr>
      <w:r w:rsidRPr="00B27CCB">
        <w:t>2</w:t>
      </w:r>
      <w:r w:rsidRPr="00B27CCB">
        <w:tab/>
        <w:t>Disapprove</w:t>
      </w:r>
    </w:p>
    <w:p w:rsidR="00003DD5" w:rsidRPr="00B27CCB" w:rsidRDefault="00003DD5" w:rsidP="00003DD5">
      <w:pPr>
        <w:pStyle w:val="QuestionResponse"/>
      </w:pPr>
      <w:r w:rsidRPr="00B27CCB">
        <w:t>8</w:t>
      </w:r>
      <w:r w:rsidRPr="00B27CCB">
        <w:tab/>
        <w:t>Don’t know (DO NOT READ)</w:t>
      </w:r>
    </w:p>
    <w:p w:rsidR="00003DD5" w:rsidRPr="00B27CCB" w:rsidRDefault="00003DD5" w:rsidP="00003DD5">
      <w:pPr>
        <w:pStyle w:val="QuestionResponseLast"/>
      </w:pPr>
      <w:r w:rsidRPr="00B27CCB">
        <w:t>9</w:t>
      </w:r>
      <w:r w:rsidRPr="00B27CCB">
        <w:tab/>
        <w:t>Refused (DO NOT READ)</w:t>
      </w:r>
    </w:p>
    <w:p w:rsidR="00A81BE8" w:rsidRPr="000B73EF" w:rsidRDefault="00A81BE8" w:rsidP="00F01CBD">
      <w:pPr>
        <w:pStyle w:val="QuestionInstruction"/>
        <w:ind w:firstLine="360"/>
      </w:pPr>
      <w:r>
        <w:t>ASK ALL</w:t>
      </w:r>
    </w:p>
    <w:p w:rsidR="00A81BE8" w:rsidRPr="000B73EF" w:rsidRDefault="00A81BE8" w:rsidP="00F01CBD">
      <w:pPr>
        <w:pStyle w:val="Question"/>
        <w:ind w:left="1080" w:hanging="1080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>
        <w:rPr>
          <w:rFonts w:ascii="Tahoma" w:hAnsi="Tahoma" w:cs="Tahoma"/>
          <w:b/>
          <w:sz w:val="16"/>
        </w:rPr>
        <w:t>55INDIA</w:t>
      </w:r>
      <w:r w:rsidR="00F01CBD">
        <w:tab/>
      </w:r>
      <w:r>
        <w:t>I have a quick question on religion. Do you consider yourself as belonging to a particular religion</w:t>
      </w:r>
      <w:r w:rsidRPr="000B73EF">
        <w:t>?</w:t>
      </w:r>
      <w:r w:rsidR="00F01CBD">
        <w:t xml:space="preserve"> IF</w:t>
      </w:r>
      <w:r>
        <w:t xml:space="preserve"> </w:t>
      </w:r>
      <w:r w:rsidR="00F01CBD">
        <w:t>YES</w:t>
      </w:r>
      <w:r>
        <w:t>, which one?</w:t>
      </w:r>
      <w:r w:rsidRPr="000B73EF">
        <w:t xml:space="preserve"> </w:t>
      </w:r>
    </w:p>
    <w:p w:rsidR="00A81BE8" w:rsidRPr="000B73EF" w:rsidRDefault="00A81BE8" w:rsidP="00F01CBD">
      <w:pPr>
        <w:pStyle w:val="QuestionResponse"/>
        <w:ind w:hanging="360"/>
      </w:pPr>
      <w:r w:rsidRPr="000B73EF">
        <w:t>1</w:t>
      </w:r>
      <w:r w:rsidRPr="000B73EF">
        <w:tab/>
      </w:r>
      <w:r>
        <w:t>Hindu</w:t>
      </w:r>
    </w:p>
    <w:p w:rsidR="00A81BE8" w:rsidRPr="000B73EF" w:rsidRDefault="00A81BE8" w:rsidP="00F01CBD">
      <w:pPr>
        <w:pStyle w:val="QuestionResponse"/>
        <w:ind w:hanging="360"/>
      </w:pPr>
      <w:r w:rsidRPr="000B73EF">
        <w:t>2</w:t>
      </w:r>
      <w:r w:rsidRPr="000B73EF">
        <w:tab/>
        <w:t>M</w:t>
      </w:r>
      <w:r>
        <w:t>uslim</w:t>
      </w:r>
    </w:p>
    <w:p w:rsidR="00A81BE8" w:rsidRPr="000B73EF" w:rsidRDefault="00A81BE8" w:rsidP="00F01CBD">
      <w:pPr>
        <w:pStyle w:val="QuestionResponse"/>
        <w:ind w:hanging="360"/>
      </w:pPr>
      <w:r w:rsidRPr="000B73EF">
        <w:t>3</w:t>
      </w:r>
      <w:r w:rsidRPr="000B73EF">
        <w:tab/>
      </w:r>
      <w:r>
        <w:t>Christian</w:t>
      </w:r>
    </w:p>
    <w:p w:rsidR="00A81BE8" w:rsidRDefault="00A81BE8" w:rsidP="00F01CBD">
      <w:pPr>
        <w:pStyle w:val="QuestionResponse"/>
        <w:ind w:hanging="360"/>
      </w:pPr>
      <w:r w:rsidRPr="000B73EF">
        <w:t>4</w:t>
      </w:r>
      <w:r w:rsidRPr="000B73EF">
        <w:tab/>
      </w:r>
      <w:r>
        <w:t>Jain</w:t>
      </w:r>
    </w:p>
    <w:p w:rsidR="00A81BE8" w:rsidRDefault="00A81BE8" w:rsidP="00F01CBD">
      <w:pPr>
        <w:pStyle w:val="QuestionResponse"/>
        <w:ind w:hanging="360"/>
      </w:pPr>
      <w:r>
        <w:t>5</w:t>
      </w:r>
      <w:r>
        <w:tab/>
        <w:t>Sikh</w:t>
      </w:r>
    </w:p>
    <w:p w:rsidR="00A81BE8" w:rsidRDefault="00A81BE8" w:rsidP="00F01CBD">
      <w:pPr>
        <w:pStyle w:val="QuestionResponse"/>
        <w:ind w:hanging="360"/>
      </w:pPr>
      <w:r>
        <w:t>6</w:t>
      </w:r>
      <w:r>
        <w:tab/>
        <w:t>Buddhist</w:t>
      </w:r>
    </w:p>
    <w:p w:rsidR="00A81BE8" w:rsidRDefault="00A81BE8" w:rsidP="00F01CBD">
      <w:pPr>
        <w:pStyle w:val="QuestionResponse"/>
        <w:ind w:hanging="360"/>
      </w:pPr>
      <w:r>
        <w:t>7</w:t>
      </w:r>
      <w:r>
        <w:tab/>
        <w:t>Other religion (DO NOT READ)</w:t>
      </w:r>
    </w:p>
    <w:p w:rsidR="00A81BE8" w:rsidRPr="000B73EF" w:rsidRDefault="00A81BE8" w:rsidP="00F01CBD">
      <w:pPr>
        <w:pStyle w:val="QuestionResponse"/>
        <w:ind w:hanging="360"/>
      </w:pPr>
      <w:r>
        <w:t>8</w:t>
      </w:r>
      <w:r>
        <w:tab/>
        <w:t>No religion/Not a believer/Atheist/Agnostic (DO NOT READ)</w:t>
      </w:r>
    </w:p>
    <w:p w:rsidR="00A81BE8" w:rsidRPr="000B73EF" w:rsidRDefault="00A81BE8" w:rsidP="00F01CBD">
      <w:pPr>
        <w:pStyle w:val="QuestionResponse"/>
        <w:ind w:hanging="360"/>
      </w:pPr>
      <w:r>
        <w:t>9</w:t>
      </w:r>
      <w:r w:rsidRPr="000B73EF">
        <w:t>8</w:t>
      </w:r>
      <w:r w:rsidRPr="000B73EF">
        <w:tab/>
        <w:t>Don’t know (DO NOT READ)</w:t>
      </w:r>
      <w:r w:rsidRPr="000B73EF">
        <w:tab/>
      </w:r>
    </w:p>
    <w:p w:rsidR="00A81BE8" w:rsidRPr="000B73EF" w:rsidRDefault="00A81BE8" w:rsidP="00F01CBD">
      <w:pPr>
        <w:pStyle w:val="QuestionResponseLast"/>
        <w:ind w:hanging="360"/>
      </w:pPr>
      <w:r>
        <w:t>9</w:t>
      </w:r>
      <w:r w:rsidRPr="000B73EF">
        <w:t>9</w:t>
      </w:r>
      <w:r w:rsidRPr="000B73EF">
        <w:tab/>
      </w:r>
      <w:r w:rsidRPr="00BE09C3">
        <w:t>Refused</w:t>
      </w:r>
      <w:r w:rsidRPr="000B73EF">
        <w:t xml:space="preserve"> (DO NOT READ)</w:t>
      </w:r>
    </w:p>
    <w:p w:rsidR="009C6D73" w:rsidRPr="000B73EF" w:rsidRDefault="008D5442" w:rsidP="00D01775">
      <w:pPr>
        <w:pStyle w:val="QuestionInstruction"/>
        <w:ind w:firstLine="360"/>
      </w:pPr>
      <w:r>
        <w:lastRenderedPageBreak/>
        <w:t>ASK ALL</w:t>
      </w:r>
    </w:p>
    <w:p w:rsidR="009C6D73" w:rsidRPr="000B73EF" w:rsidRDefault="009C6D73" w:rsidP="00D01775">
      <w:pPr>
        <w:pStyle w:val="Question"/>
        <w:ind w:left="1080" w:hanging="1080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>
        <w:rPr>
          <w:rFonts w:ascii="Tahoma" w:hAnsi="Tahoma" w:cs="Tahoma"/>
          <w:b/>
          <w:sz w:val="16"/>
        </w:rPr>
        <w:t>5</w:t>
      </w:r>
      <w:r w:rsidRPr="000B73EF">
        <w:rPr>
          <w:rFonts w:ascii="Tahoma" w:hAnsi="Tahoma" w:cs="Tahoma"/>
          <w:b/>
          <w:sz w:val="16"/>
        </w:rPr>
        <w:t>6</w:t>
      </w:r>
      <w:r>
        <w:rPr>
          <w:rFonts w:ascii="Tahoma" w:hAnsi="Tahoma" w:cs="Tahoma"/>
          <w:b/>
          <w:sz w:val="16"/>
        </w:rPr>
        <w:t>INDIA</w:t>
      </w:r>
      <w:r w:rsidRPr="000B73EF">
        <w:tab/>
        <w:t>Do you think Pakistani influence in Afghanistan is a very big probl</w:t>
      </w:r>
      <w:r w:rsidR="008D5442">
        <w:t xml:space="preserve">em </w:t>
      </w:r>
      <w:r>
        <w:t xml:space="preserve">for India, a moderately big </w:t>
      </w:r>
      <w:r w:rsidRPr="000B73EF">
        <w:t xml:space="preserve">problem, a small problem or not a problem at all? </w:t>
      </w:r>
    </w:p>
    <w:p w:rsidR="009C6D73" w:rsidRPr="000B73EF" w:rsidRDefault="009C6D73" w:rsidP="00D01775">
      <w:pPr>
        <w:pStyle w:val="QuestionResponse"/>
        <w:ind w:left="1710" w:hanging="630"/>
      </w:pPr>
      <w:r w:rsidRPr="000B73EF">
        <w:t>1</w:t>
      </w:r>
      <w:r w:rsidRPr="000B73EF">
        <w:tab/>
        <w:t>Very big problem</w:t>
      </w:r>
    </w:p>
    <w:p w:rsidR="009C6D73" w:rsidRPr="000B73EF" w:rsidRDefault="009C6D73" w:rsidP="00D01775">
      <w:pPr>
        <w:pStyle w:val="QuestionResponse"/>
        <w:ind w:left="1710" w:hanging="630"/>
      </w:pPr>
      <w:r w:rsidRPr="000B73EF">
        <w:t>2</w:t>
      </w:r>
      <w:r w:rsidRPr="000B73EF">
        <w:tab/>
        <w:t>Moderately big problem</w:t>
      </w:r>
    </w:p>
    <w:p w:rsidR="009C6D73" w:rsidRPr="000B73EF" w:rsidRDefault="009C6D73" w:rsidP="00D01775">
      <w:pPr>
        <w:pStyle w:val="QuestionResponse"/>
        <w:ind w:left="1710" w:hanging="630"/>
      </w:pPr>
      <w:r w:rsidRPr="000B73EF">
        <w:t>3</w:t>
      </w:r>
      <w:r w:rsidRPr="000B73EF">
        <w:tab/>
        <w:t>Small problem</w:t>
      </w:r>
    </w:p>
    <w:p w:rsidR="009C6D73" w:rsidRPr="000B73EF" w:rsidRDefault="009C6D73" w:rsidP="00D01775">
      <w:pPr>
        <w:pStyle w:val="QuestionResponse"/>
        <w:ind w:left="1710" w:hanging="630"/>
      </w:pPr>
      <w:r w:rsidRPr="000B73EF">
        <w:t>4</w:t>
      </w:r>
      <w:r w:rsidRPr="000B73EF">
        <w:tab/>
        <w:t>Not a problem at all</w:t>
      </w:r>
    </w:p>
    <w:p w:rsidR="009C6D73" w:rsidRPr="000B73EF" w:rsidRDefault="009C6D73" w:rsidP="00D01775">
      <w:pPr>
        <w:pStyle w:val="QuestionResponse"/>
        <w:ind w:left="1710" w:hanging="630"/>
      </w:pPr>
      <w:r w:rsidRPr="000B73EF">
        <w:t>8</w:t>
      </w:r>
      <w:r w:rsidRPr="000B73EF">
        <w:tab/>
        <w:t>Don’t know (DO NOT READ)</w:t>
      </w:r>
      <w:r w:rsidRPr="000B73EF">
        <w:tab/>
      </w:r>
    </w:p>
    <w:p w:rsidR="009C6D73" w:rsidRPr="000B73EF" w:rsidRDefault="009C6D73" w:rsidP="00D01775">
      <w:pPr>
        <w:pStyle w:val="QuestionResponseLast"/>
        <w:ind w:left="1710" w:hanging="630"/>
      </w:pPr>
      <w:r w:rsidRPr="000B73EF">
        <w:t>9</w:t>
      </w:r>
      <w:r w:rsidRPr="000B73EF">
        <w:tab/>
      </w:r>
      <w:r w:rsidRPr="00BE09C3">
        <w:t>Refused</w:t>
      </w:r>
      <w:r w:rsidRPr="000B73EF">
        <w:t xml:space="preserve"> (DO NOT READ)</w:t>
      </w:r>
    </w:p>
    <w:p w:rsidR="00131438" w:rsidRPr="000B73EF" w:rsidRDefault="00131438" w:rsidP="00602753">
      <w:pPr>
        <w:pStyle w:val="QuestionInstruction"/>
      </w:pPr>
      <w:r w:rsidRPr="000B73EF">
        <w:t>ASK ALL</w:t>
      </w:r>
      <w:r w:rsidR="00782CE5">
        <w:t xml:space="preserve"> </w:t>
      </w:r>
    </w:p>
    <w:p w:rsidR="00131438" w:rsidRPr="000B73EF" w:rsidRDefault="0054085C" w:rsidP="001E6782">
      <w:pPr>
        <w:pStyle w:val="Question"/>
      </w:pPr>
      <w:r w:rsidRPr="000B73EF">
        <w:rPr>
          <w:rFonts w:ascii="Tahoma" w:hAnsi="Tahoma" w:cs="Tahoma"/>
          <w:b/>
          <w:sz w:val="16"/>
        </w:rPr>
        <w:t>Q</w:t>
      </w:r>
      <w:r w:rsidR="00850133" w:rsidRPr="000B73EF">
        <w:rPr>
          <w:rFonts w:ascii="Tahoma" w:hAnsi="Tahoma" w:cs="Tahoma"/>
          <w:b/>
          <w:sz w:val="16"/>
        </w:rPr>
        <w:t>5</w:t>
      </w:r>
      <w:r w:rsidR="002E28C8" w:rsidRPr="000B73EF">
        <w:rPr>
          <w:rFonts w:ascii="Tahoma" w:hAnsi="Tahoma" w:cs="Tahoma"/>
          <w:b/>
          <w:sz w:val="16"/>
        </w:rPr>
        <w:t>6</w:t>
      </w:r>
      <w:r w:rsidRPr="000B73EF">
        <w:rPr>
          <w:rFonts w:ascii="Tahoma" w:hAnsi="Tahoma" w:cs="Tahoma"/>
          <w:b/>
          <w:sz w:val="16"/>
        </w:rPr>
        <w:tab/>
      </w:r>
      <w:r w:rsidR="00131438" w:rsidRPr="000B73EF">
        <w:t xml:space="preserve">Do you think the </w:t>
      </w:r>
      <w:r w:rsidR="00B97885">
        <w:t>Indian</w:t>
      </w:r>
      <w:r w:rsidR="00131438" w:rsidRPr="000B73EF">
        <w:t xml:space="preserve"> economic system generally favor</w:t>
      </w:r>
      <w:r w:rsidR="001E6782">
        <w:t xml:space="preserve">s the wealthy or is it fair to </w:t>
      </w:r>
      <w:r w:rsidR="00131438" w:rsidRPr="000B73EF">
        <w:t xml:space="preserve">most </w:t>
      </w:r>
      <w:r w:rsidR="00B97885">
        <w:t>Indians</w:t>
      </w:r>
      <w:r w:rsidR="00534F3A" w:rsidRPr="00534F3A">
        <w:t>?</w:t>
      </w:r>
      <w:r w:rsidR="00131438" w:rsidRPr="000B73EF">
        <w:rPr>
          <w:b/>
        </w:rPr>
        <w:t xml:space="preserve"> </w:t>
      </w:r>
    </w:p>
    <w:p w:rsidR="00131438" w:rsidRPr="000B73EF" w:rsidRDefault="001E6782" w:rsidP="001E6782">
      <w:pPr>
        <w:pStyle w:val="QuestionResponse"/>
      </w:pPr>
      <w:r>
        <w:t>1</w:t>
      </w:r>
      <w:r>
        <w:tab/>
      </w:r>
      <w:r w:rsidR="00131438" w:rsidRPr="000B73EF">
        <w:t>Favors the wealthy</w:t>
      </w:r>
    </w:p>
    <w:p w:rsidR="00131438" w:rsidRPr="000B73EF" w:rsidRDefault="001E6782" w:rsidP="001E6782">
      <w:pPr>
        <w:pStyle w:val="QuestionResponse"/>
      </w:pPr>
      <w:r>
        <w:t>2</w:t>
      </w:r>
      <w:r>
        <w:tab/>
      </w:r>
      <w:r w:rsidR="00131438" w:rsidRPr="000B73EF">
        <w:t>Fair to most</w:t>
      </w:r>
    </w:p>
    <w:p w:rsidR="00131438" w:rsidRPr="000B73EF" w:rsidRDefault="00131438" w:rsidP="001E6782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131438" w:rsidRPr="000B73EF" w:rsidRDefault="00131438" w:rsidP="001E6782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647625" w:rsidRPr="000B73EF" w:rsidRDefault="00647625" w:rsidP="001E6782">
      <w:pPr>
        <w:pStyle w:val="QuestionInstruction"/>
      </w:pPr>
      <w:r w:rsidRPr="000B73EF">
        <w:t xml:space="preserve">READ TO ALL </w:t>
      </w:r>
    </w:p>
    <w:p w:rsidR="00647625" w:rsidRPr="000B73EF" w:rsidRDefault="00647625" w:rsidP="001E6782">
      <w:pPr>
        <w:pStyle w:val="Question"/>
      </w:pPr>
      <w:r w:rsidRPr="000B73EF">
        <w:tab/>
        <w:t>Turning to China…</w:t>
      </w:r>
    </w:p>
    <w:p w:rsidR="00647625" w:rsidRPr="000B73EF" w:rsidRDefault="00647625" w:rsidP="00647625">
      <w:pPr>
        <w:pStyle w:val="QuestionInstruction"/>
      </w:pPr>
      <w:r w:rsidRPr="000B73EF">
        <w:t>ASK</w:t>
      </w:r>
      <w:r w:rsidR="00F42FAF">
        <w:t xml:space="preserve"> ALL</w:t>
      </w:r>
      <w:r w:rsidRPr="000B73EF">
        <w:t xml:space="preserve"> </w:t>
      </w:r>
    </w:p>
    <w:p w:rsidR="003428E4" w:rsidRPr="000B73EF" w:rsidRDefault="0054085C" w:rsidP="003428E4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850133" w:rsidRPr="000B73EF">
        <w:rPr>
          <w:rFonts w:ascii="Tahoma" w:hAnsi="Tahoma" w:cs="Tahoma"/>
          <w:b/>
          <w:sz w:val="16"/>
        </w:rPr>
        <w:t>59</w:t>
      </w:r>
      <w:r w:rsidR="00647625" w:rsidRPr="000B73EF">
        <w:tab/>
        <w:t xml:space="preserve">In making international policy decisions, to what extent do you think China takes into account the interests of </w:t>
      </w:r>
      <w:r w:rsidR="00647625" w:rsidRPr="001E6782">
        <w:t>countries</w:t>
      </w:r>
      <w:r w:rsidR="00647625" w:rsidRPr="000B73EF">
        <w:t xml:space="preserve"> like </w:t>
      </w:r>
      <w:r w:rsidR="00B97885">
        <w:t>India</w:t>
      </w:r>
      <w:r w:rsidR="00B97885" w:rsidRPr="00BD38E5">
        <w:t xml:space="preserve"> </w:t>
      </w:r>
      <w:r w:rsidR="00647625" w:rsidRPr="000B73EF">
        <w:t xml:space="preserve">– a great deal, a fair amount, not too much, or not at all?  </w:t>
      </w:r>
    </w:p>
    <w:p w:rsidR="00647625" w:rsidRPr="000B73EF" w:rsidRDefault="00647625" w:rsidP="001E6782">
      <w:pPr>
        <w:pStyle w:val="QuestionResponse"/>
      </w:pPr>
      <w:r w:rsidRPr="000B73EF">
        <w:t>1</w:t>
      </w:r>
      <w:r w:rsidRPr="000B73EF">
        <w:tab/>
        <w:t>Great deal</w:t>
      </w:r>
    </w:p>
    <w:p w:rsidR="00647625" w:rsidRPr="000B73EF" w:rsidRDefault="00647625" w:rsidP="00647625">
      <w:pPr>
        <w:pStyle w:val="QuestionResponse"/>
      </w:pPr>
      <w:r w:rsidRPr="000B73EF">
        <w:t>2</w:t>
      </w:r>
      <w:r w:rsidRPr="000B73EF">
        <w:tab/>
        <w:t>Fair amount</w:t>
      </w:r>
    </w:p>
    <w:p w:rsidR="00647625" w:rsidRPr="000B73EF" w:rsidRDefault="00647625" w:rsidP="00647625">
      <w:pPr>
        <w:pStyle w:val="QuestionResponse"/>
      </w:pPr>
      <w:r w:rsidRPr="000B73EF">
        <w:t xml:space="preserve">3 </w:t>
      </w:r>
      <w:r w:rsidRPr="000B73EF">
        <w:tab/>
        <w:t>Not too much</w:t>
      </w:r>
    </w:p>
    <w:p w:rsidR="00647625" w:rsidRPr="000B73EF" w:rsidRDefault="00647625" w:rsidP="00647625">
      <w:pPr>
        <w:pStyle w:val="QuestionResponse"/>
      </w:pPr>
      <w:r w:rsidRPr="000B73EF">
        <w:t>4</w:t>
      </w:r>
      <w:r w:rsidRPr="000B73EF">
        <w:tab/>
        <w:t>Not at all</w:t>
      </w:r>
      <w:r w:rsidRPr="000B73EF">
        <w:tab/>
      </w:r>
    </w:p>
    <w:p w:rsidR="00647625" w:rsidRPr="000B73EF" w:rsidRDefault="00647625" w:rsidP="00647625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647625" w:rsidRPr="000B73EF" w:rsidRDefault="00647625" w:rsidP="00647625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647625" w:rsidRPr="00C933FA" w:rsidRDefault="00647625" w:rsidP="00C933FA">
      <w:pPr>
        <w:pStyle w:val="QuestionInstruction"/>
        <w:rPr>
          <w:caps/>
        </w:rPr>
      </w:pPr>
      <w:r w:rsidRPr="00C933FA">
        <w:rPr>
          <w:caps/>
        </w:rPr>
        <w:t xml:space="preserve">ASK ALL </w:t>
      </w:r>
    </w:p>
    <w:p w:rsidR="00647625" w:rsidRPr="000B73EF" w:rsidRDefault="0054085C" w:rsidP="00647625">
      <w:pPr>
        <w:pStyle w:val="Question"/>
        <w:rPr>
          <w:iCs/>
          <w:szCs w:val="22"/>
        </w:rPr>
      </w:pPr>
      <w:r w:rsidRPr="000B73EF">
        <w:rPr>
          <w:rFonts w:ascii="Tahoma" w:hAnsi="Tahoma" w:cs="Tahoma"/>
          <w:b/>
          <w:sz w:val="16"/>
        </w:rPr>
        <w:t>Q</w:t>
      </w:r>
      <w:r w:rsidR="005A1AB9" w:rsidRPr="000B73EF">
        <w:rPr>
          <w:rFonts w:ascii="Tahoma" w:hAnsi="Tahoma" w:cs="Tahoma"/>
          <w:b/>
          <w:sz w:val="16"/>
        </w:rPr>
        <w:t>64</w:t>
      </w:r>
      <w:r w:rsidR="00647625" w:rsidRPr="000B73EF">
        <w:rPr>
          <w:szCs w:val="22"/>
        </w:rPr>
        <w:tab/>
        <w:t>Overall, do you think that China’s growing military power is a good thing or a bad thing for our country?</w:t>
      </w:r>
      <w:r w:rsidR="00647625" w:rsidRPr="000B73EF">
        <w:rPr>
          <w:iCs/>
          <w:szCs w:val="22"/>
        </w:rPr>
        <w:t xml:space="preserve"> </w:t>
      </w:r>
    </w:p>
    <w:p w:rsidR="00647625" w:rsidRPr="000B73EF" w:rsidRDefault="00647625" w:rsidP="00647625">
      <w:pPr>
        <w:pStyle w:val="Question"/>
        <w:spacing w:after="0"/>
        <w:ind w:firstLine="0"/>
        <w:rPr>
          <w:szCs w:val="22"/>
        </w:rPr>
      </w:pPr>
      <w:r w:rsidRPr="000B73EF">
        <w:rPr>
          <w:szCs w:val="22"/>
        </w:rPr>
        <w:t>1</w:t>
      </w:r>
      <w:r w:rsidRPr="000B73EF">
        <w:rPr>
          <w:szCs w:val="22"/>
        </w:rPr>
        <w:tab/>
        <w:t>Good thing</w:t>
      </w:r>
    </w:p>
    <w:p w:rsidR="00647625" w:rsidRPr="000B73EF" w:rsidRDefault="00647625" w:rsidP="00647625">
      <w:pPr>
        <w:pStyle w:val="QuestionResponse"/>
        <w:rPr>
          <w:szCs w:val="22"/>
        </w:rPr>
      </w:pPr>
      <w:r w:rsidRPr="000B73EF">
        <w:rPr>
          <w:szCs w:val="22"/>
        </w:rPr>
        <w:t>2</w:t>
      </w:r>
      <w:r w:rsidRPr="000B73EF">
        <w:rPr>
          <w:szCs w:val="22"/>
        </w:rPr>
        <w:tab/>
        <w:t xml:space="preserve">Bad thing </w:t>
      </w:r>
    </w:p>
    <w:p w:rsidR="00647625" w:rsidRPr="000B73EF" w:rsidRDefault="00647625" w:rsidP="00647625">
      <w:pPr>
        <w:pStyle w:val="QuestionResponse"/>
        <w:rPr>
          <w:szCs w:val="22"/>
        </w:rPr>
      </w:pPr>
      <w:r w:rsidRPr="000B73EF">
        <w:rPr>
          <w:szCs w:val="22"/>
        </w:rPr>
        <w:t>8</w:t>
      </w:r>
      <w:r w:rsidRPr="000B73EF">
        <w:rPr>
          <w:szCs w:val="22"/>
        </w:rPr>
        <w:tab/>
        <w:t>Don’t know (DO NOT READ)</w:t>
      </w:r>
    </w:p>
    <w:p w:rsidR="00647625" w:rsidRPr="000B73EF" w:rsidRDefault="00647625" w:rsidP="001E6782">
      <w:pPr>
        <w:pStyle w:val="QuestionResponseLast"/>
      </w:pPr>
      <w:r w:rsidRPr="000B73EF">
        <w:t>9</w:t>
      </w:r>
      <w:r w:rsidRPr="000B73EF">
        <w:tab/>
      </w:r>
      <w:r w:rsidRPr="001E6782">
        <w:t>Refused</w:t>
      </w:r>
      <w:r w:rsidRPr="000B73EF">
        <w:t xml:space="preserve"> (DO NOT READ)</w:t>
      </w:r>
    </w:p>
    <w:p w:rsidR="00F659C8" w:rsidRPr="00C933FA" w:rsidRDefault="00F659C8" w:rsidP="00C933FA">
      <w:pPr>
        <w:pStyle w:val="QuestionInstruction"/>
        <w:rPr>
          <w:caps/>
        </w:rPr>
      </w:pPr>
      <w:r w:rsidRPr="00C933FA">
        <w:rPr>
          <w:caps/>
        </w:rPr>
        <w:lastRenderedPageBreak/>
        <w:t xml:space="preserve">ASK ALL </w:t>
      </w:r>
    </w:p>
    <w:p w:rsidR="00F659C8" w:rsidRPr="000B73EF" w:rsidRDefault="0054085C" w:rsidP="00F659C8">
      <w:pPr>
        <w:pStyle w:val="Question"/>
      </w:pPr>
      <w:r w:rsidRPr="000B73EF">
        <w:rPr>
          <w:rFonts w:ascii="Tahoma" w:hAnsi="Tahoma" w:cs="Tahoma"/>
          <w:b/>
          <w:sz w:val="16"/>
        </w:rPr>
        <w:t>Q</w:t>
      </w:r>
      <w:r w:rsidR="005A1AB9" w:rsidRPr="000B73EF">
        <w:rPr>
          <w:rFonts w:ascii="Tahoma" w:hAnsi="Tahoma" w:cs="Tahoma"/>
          <w:b/>
          <w:sz w:val="16"/>
        </w:rPr>
        <w:t>66</w:t>
      </w:r>
      <w:r w:rsidR="00F659C8" w:rsidRPr="000B73EF">
        <w:tab/>
        <w:t xml:space="preserve">Do you use the </w:t>
      </w:r>
      <w:r w:rsidR="00B36988" w:rsidRPr="000B73EF">
        <w:t>i</w:t>
      </w:r>
      <w:r w:rsidR="00F659C8" w:rsidRPr="000B73EF">
        <w:t xml:space="preserve">nternet, at least occasionally? </w:t>
      </w:r>
    </w:p>
    <w:p w:rsidR="00F659C8" w:rsidRPr="000B73EF" w:rsidRDefault="00F659C8" w:rsidP="00F659C8">
      <w:pPr>
        <w:pStyle w:val="QuestionResponse"/>
      </w:pPr>
      <w:r w:rsidRPr="000B73EF">
        <w:t>1</w:t>
      </w:r>
      <w:r w:rsidRPr="000B73EF">
        <w:tab/>
        <w:t>Yes</w:t>
      </w:r>
    </w:p>
    <w:p w:rsidR="00F659C8" w:rsidRPr="000B73EF" w:rsidRDefault="00F659C8" w:rsidP="00F659C8">
      <w:pPr>
        <w:pStyle w:val="QuestionResponse"/>
      </w:pPr>
      <w:r w:rsidRPr="000B73EF">
        <w:t>2</w:t>
      </w:r>
      <w:r w:rsidRPr="000B73EF">
        <w:tab/>
        <w:t>No</w:t>
      </w:r>
    </w:p>
    <w:p w:rsidR="00F659C8" w:rsidRPr="000B73EF" w:rsidRDefault="00F659C8" w:rsidP="00F659C8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F659C8" w:rsidRPr="000B73EF" w:rsidRDefault="00F659C8" w:rsidP="00F659C8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FA2E63" w:rsidRPr="000B73EF" w:rsidRDefault="00FA2E63" w:rsidP="00FA2E63">
      <w:pPr>
        <w:pStyle w:val="QuestionInstruction"/>
      </w:pPr>
      <w:r w:rsidRPr="000B73EF">
        <w:t xml:space="preserve">ASK IF </w:t>
      </w:r>
      <w:r w:rsidR="001E6782">
        <w:t>USES THE INTERNET (</w:t>
      </w:r>
      <w:r w:rsidRPr="000B73EF">
        <w:t>Q66=1</w:t>
      </w:r>
      <w:r w:rsidR="001E6782">
        <w:t>)</w:t>
      </w:r>
    </w:p>
    <w:p w:rsidR="00FA2E63" w:rsidRPr="000B73EF" w:rsidRDefault="00FA2E63" w:rsidP="00FA2E63">
      <w:pPr>
        <w:pStyle w:val="Question"/>
      </w:pPr>
      <w:r w:rsidRPr="000B73EF">
        <w:rPr>
          <w:rFonts w:ascii="Tahoma" w:hAnsi="Tahoma" w:cs="Tahoma"/>
          <w:b/>
          <w:sz w:val="16"/>
        </w:rPr>
        <w:t>Q66b</w:t>
      </w:r>
      <w:r w:rsidRPr="000B73EF">
        <w:tab/>
        <w:t>Overall, how often do you use the internet – several times a day, once a day, at least once a week</w:t>
      </w:r>
      <w:r w:rsidR="004779DD" w:rsidRPr="000B73EF">
        <w:t>, or less often</w:t>
      </w:r>
      <w:r w:rsidRPr="000B73EF">
        <w:t xml:space="preserve">? </w:t>
      </w:r>
    </w:p>
    <w:p w:rsidR="00FA2E63" w:rsidRPr="000B73EF" w:rsidRDefault="00FA2E63" w:rsidP="00FA2E63">
      <w:pPr>
        <w:pStyle w:val="QuestionResponse"/>
      </w:pPr>
      <w:r w:rsidRPr="000B73EF">
        <w:t>1</w:t>
      </w:r>
      <w:r w:rsidRPr="000B73EF">
        <w:tab/>
      </w:r>
      <w:r w:rsidR="004779DD" w:rsidRPr="000B73EF">
        <w:t>Several times a day</w:t>
      </w:r>
    </w:p>
    <w:p w:rsidR="00FA2E63" w:rsidRPr="000B73EF" w:rsidRDefault="004779DD" w:rsidP="00FA2E63">
      <w:pPr>
        <w:pStyle w:val="QuestionResponse"/>
      </w:pPr>
      <w:r w:rsidRPr="000B73EF">
        <w:t>2</w:t>
      </w:r>
      <w:r w:rsidRPr="000B73EF">
        <w:tab/>
        <w:t>Once a day</w:t>
      </w:r>
    </w:p>
    <w:p w:rsidR="004779DD" w:rsidRPr="000B73EF" w:rsidRDefault="004779DD" w:rsidP="00FA2E63">
      <w:pPr>
        <w:pStyle w:val="QuestionResponse"/>
      </w:pPr>
      <w:r w:rsidRPr="000B73EF">
        <w:t>3</w:t>
      </w:r>
      <w:r w:rsidRPr="000B73EF">
        <w:tab/>
        <w:t>At least once a week</w:t>
      </w:r>
    </w:p>
    <w:p w:rsidR="004779DD" w:rsidRPr="000B73EF" w:rsidRDefault="004779DD" w:rsidP="00FA2E63">
      <w:pPr>
        <w:pStyle w:val="QuestionResponse"/>
      </w:pPr>
      <w:r w:rsidRPr="000B73EF">
        <w:t>4</w:t>
      </w:r>
      <w:r w:rsidRPr="000B73EF">
        <w:tab/>
        <w:t>Less often</w:t>
      </w:r>
    </w:p>
    <w:p w:rsidR="00FA2E63" w:rsidRPr="000B73EF" w:rsidRDefault="00FA2E63" w:rsidP="00FA2E63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FA2E63" w:rsidRPr="000B73EF" w:rsidRDefault="00FA2E63" w:rsidP="00FA2E63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F659C8" w:rsidRPr="000B73EF" w:rsidRDefault="00F659C8" w:rsidP="00F659C8">
      <w:pPr>
        <w:pStyle w:val="QuestionInstruction"/>
        <w:rPr>
          <w:caps/>
        </w:rPr>
      </w:pPr>
      <w:r w:rsidRPr="000B73EF">
        <w:rPr>
          <w:caps/>
        </w:rPr>
        <w:t xml:space="preserve">ASK ALL </w:t>
      </w:r>
    </w:p>
    <w:p w:rsidR="00F659C8" w:rsidRPr="000B73EF" w:rsidRDefault="0054085C" w:rsidP="00F659C8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5A1AB9" w:rsidRPr="000B73EF">
        <w:rPr>
          <w:rFonts w:ascii="Tahoma" w:hAnsi="Tahoma" w:cs="Tahoma"/>
          <w:b/>
          <w:sz w:val="16"/>
        </w:rPr>
        <w:t>67</w:t>
      </w:r>
      <w:r w:rsidR="009A6C21">
        <w:tab/>
        <w:t>Do you own a cell phone?</w:t>
      </w:r>
    </w:p>
    <w:p w:rsidR="00F659C8" w:rsidRPr="000B73EF" w:rsidRDefault="00F659C8" w:rsidP="00F659C8">
      <w:pPr>
        <w:pStyle w:val="QuestionResponse"/>
      </w:pPr>
      <w:r w:rsidRPr="000B73EF">
        <w:t>1</w:t>
      </w:r>
      <w:r w:rsidRPr="000B73EF">
        <w:tab/>
        <w:t>Yes</w:t>
      </w:r>
    </w:p>
    <w:p w:rsidR="00F659C8" w:rsidRPr="000B73EF" w:rsidRDefault="00F659C8" w:rsidP="00F659C8">
      <w:pPr>
        <w:pStyle w:val="QuestionResponse"/>
      </w:pPr>
      <w:r w:rsidRPr="000B73EF">
        <w:t>2</w:t>
      </w:r>
      <w:r w:rsidRPr="000B73EF">
        <w:tab/>
        <w:t>No</w:t>
      </w:r>
    </w:p>
    <w:p w:rsidR="00F659C8" w:rsidRPr="000B73EF" w:rsidRDefault="00F659C8" w:rsidP="00F659C8">
      <w:pPr>
        <w:pStyle w:val="QuestionResponse"/>
        <w:rPr>
          <w:b/>
          <w:bCs/>
          <w:szCs w:val="22"/>
        </w:rPr>
      </w:pPr>
      <w:r w:rsidRPr="000B73EF">
        <w:rPr>
          <w:szCs w:val="22"/>
        </w:rPr>
        <w:t>8</w:t>
      </w:r>
      <w:r w:rsidRPr="000B73EF">
        <w:rPr>
          <w:szCs w:val="22"/>
        </w:rPr>
        <w:tab/>
        <w:t>Don’t know (DO NOT READ)</w:t>
      </w:r>
    </w:p>
    <w:p w:rsidR="00F659C8" w:rsidRPr="000B73EF" w:rsidRDefault="00F659C8" w:rsidP="00F659C8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F659C8" w:rsidRPr="000B73EF" w:rsidRDefault="00F659C8" w:rsidP="001E6782">
      <w:pPr>
        <w:pStyle w:val="QuestionInstruction"/>
      </w:pPr>
      <w:r w:rsidRPr="000B73EF">
        <w:t xml:space="preserve">ASK ALL CELL PHONE </w:t>
      </w:r>
      <w:r w:rsidRPr="00C933FA">
        <w:t xml:space="preserve">OWNERS </w:t>
      </w:r>
      <w:r w:rsidRPr="000B73EF">
        <w:t>(</w:t>
      </w:r>
      <w:r w:rsidR="005A1AB9" w:rsidRPr="000B73EF">
        <w:t>Q67</w:t>
      </w:r>
      <w:r w:rsidRPr="000B73EF">
        <w:t>=1)</w:t>
      </w:r>
    </w:p>
    <w:p w:rsidR="00F659C8" w:rsidRPr="000B73EF" w:rsidRDefault="0054085C" w:rsidP="00F659C8">
      <w:pPr>
        <w:pStyle w:val="Question"/>
      </w:pPr>
      <w:r w:rsidRPr="000B73EF">
        <w:rPr>
          <w:rFonts w:ascii="Tahoma" w:hAnsi="Tahoma" w:cs="Tahoma"/>
          <w:b/>
          <w:sz w:val="16"/>
        </w:rPr>
        <w:t>Q</w:t>
      </w:r>
      <w:r w:rsidR="005A1AB9" w:rsidRPr="000B73EF">
        <w:rPr>
          <w:rFonts w:ascii="Tahoma" w:hAnsi="Tahoma" w:cs="Tahoma"/>
          <w:b/>
          <w:sz w:val="16"/>
        </w:rPr>
        <w:t>68</w:t>
      </w:r>
      <w:r w:rsidR="00F659C8" w:rsidRPr="000B73EF">
        <w:tab/>
        <w:t xml:space="preserve">Some cell phones are called “smartphones” because they can access the internet and apps. Is your cell phone a smartphone, such as an iPhone, a Blackberry? </w:t>
      </w:r>
    </w:p>
    <w:p w:rsidR="00F659C8" w:rsidRPr="00580A6D" w:rsidRDefault="001E6782" w:rsidP="001E6782">
      <w:pPr>
        <w:pStyle w:val="QuestionResponse"/>
      </w:pPr>
      <w:r>
        <w:t>1</w:t>
      </w:r>
      <w:r>
        <w:tab/>
      </w:r>
      <w:r w:rsidR="00F659C8" w:rsidRPr="000B73EF">
        <w:t xml:space="preserve">Yes, </w:t>
      </w:r>
      <w:r w:rsidR="00F659C8" w:rsidRPr="00580A6D">
        <w:t>smartphone</w:t>
      </w:r>
    </w:p>
    <w:p w:rsidR="00F659C8" w:rsidRPr="00580A6D" w:rsidRDefault="00F659C8" w:rsidP="001E6782">
      <w:pPr>
        <w:pStyle w:val="QuestionResponse"/>
      </w:pPr>
      <w:r w:rsidRPr="00580A6D">
        <w:t>2</w:t>
      </w:r>
      <w:r w:rsidR="001E6782" w:rsidRPr="00580A6D">
        <w:tab/>
      </w:r>
      <w:r w:rsidRPr="00580A6D">
        <w:t>No, not a smartphone</w:t>
      </w:r>
    </w:p>
    <w:p w:rsidR="00F659C8" w:rsidRPr="00580A6D" w:rsidRDefault="00F659C8" w:rsidP="001E6782">
      <w:pPr>
        <w:pStyle w:val="QuestionResponse"/>
        <w:rPr>
          <w:b/>
          <w:bCs/>
          <w:szCs w:val="22"/>
        </w:rPr>
      </w:pPr>
      <w:r w:rsidRPr="00580A6D">
        <w:rPr>
          <w:szCs w:val="22"/>
        </w:rPr>
        <w:t>8</w:t>
      </w:r>
      <w:r w:rsidRPr="00580A6D">
        <w:rPr>
          <w:szCs w:val="22"/>
        </w:rPr>
        <w:tab/>
        <w:t>Don’t know (DO NOT READ)</w:t>
      </w:r>
    </w:p>
    <w:p w:rsidR="00F659C8" w:rsidRPr="00580A6D" w:rsidRDefault="00F659C8" w:rsidP="001E6782">
      <w:pPr>
        <w:pStyle w:val="QuestionResponseLast"/>
      </w:pPr>
      <w:r w:rsidRPr="00580A6D">
        <w:t>9</w:t>
      </w:r>
      <w:r w:rsidRPr="00580A6D">
        <w:tab/>
        <w:t>Refused (DO NOT READ)</w:t>
      </w:r>
    </w:p>
    <w:p w:rsidR="00F659C8" w:rsidRPr="000B73EF" w:rsidRDefault="00F659C8" w:rsidP="00F659C8">
      <w:pPr>
        <w:pStyle w:val="QuestionInstruction"/>
      </w:pPr>
      <w:r w:rsidRPr="000B73EF">
        <w:t>ASK ALL INTERNET USERS</w:t>
      </w:r>
      <w:r w:rsidR="00A7152F" w:rsidRPr="000B73EF">
        <w:t xml:space="preserve"> AND SMARTPHONE USERS</w:t>
      </w:r>
      <w:r w:rsidRPr="000B73EF">
        <w:t xml:space="preserve"> (</w:t>
      </w:r>
      <w:r w:rsidR="005A1AB9" w:rsidRPr="000B73EF">
        <w:t>Q66</w:t>
      </w:r>
      <w:r w:rsidRPr="000B73EF">
        <w:t>=1</w:t>
      </w:r>
      <w:r w:rsidR="00A7152F" w:rsidRPr="000B73EF">
        <w:t xml:space="preserve"> OR </w:t>
      </w:r>
      <w:r w:rsidR="005A1AB9" w:rsidRPr="000B73EF">
        <w:t>Q68</w:t>
      </w:r>
      <w:r w:rsidR="00A7152F" w:rsidRPr="000B73EF">
        <w:t>=1</w:t>
      </w:r>
      <w:r w:rsidRPr="000B73EF">
        <w:t>)</w:t>
      </w:r>
    </w:p>
    <w:p w:rsidR="00F659C8" w:rsidRPr="000B73EF" w:rsidRDefault="0054085C" w:rsidP="00F659C8">
      <w:pPr>
        <w:pStyle w:val="Question"/>
      </w:pPr>
      <w:r w:rsidRPr="000B73EF">
        <w:rPr>
          <w:rFonts w:ascii="Tahoma" w:hAnsi="Tahoma" w:cs="Tahoma"/>
          <w:b/>
          <w:sz w:val="16"/>
        </w:rPr>
        <w:t>Q</w:t>
      </w:r>
      <w:r w:rsidR="005A1AB9" w:rsidRPr="000B73EF">
        <w:rPr>
          <w:rFonts w:ascii="Tahoma" w:hAnsi="Tahoma" w:cs="Tahoma"/>
          <w:b/>
          <w:sz w:val="16"/>
        </w:rPr>
        <w:t>72</w:t>
      </w:r>
      <w:r w:rsidR="00F659C8" w:rsidRPr="000B73EF">
        <w:rPr>
          <w:b/>
        </w:rPr>
        <w:tab/>
      </w:r>
      <w:r w:rsidR="00F659C8" w:rsidRPr="000B73EF">
        <w:t xml:space="preserve">Do you ever use online social networking sites </w:t>
      </w:r>
      <w:r w:rsidR="00F659C8" w:rsidRPr="00070666">
        <w:t xml:space="preserve">like </w:t>
      </w:r>
      <w:r w:rsidR="00070666">
        <w:t xml:space="preserve">Facebook, Orkut, Hi5.com, Friendster, </w:t>
      </w:r>
      <w:proofErr w:type="gramStart"/>
      <w:r w:rsidR="00070666">
        <w:t>Twitter</w:t>
      </w:r>
      <w:proofErr w:type="gramEnd"/>
      <w:r w:rsidR="00F659C8" w:rsidRPr="000B73EF">
        <w:t xml:space="preserve">? </w:t>
      </w:r>
    </w:p>
    <w:p w:rsidR="00F659C8" w:rsidRPr="000B73EF" w:rsidRDefault="00F659C8" w:rsidP="00F659C8">
      <w:pPr>
        <w:pStyle w:val="QuestionResponse"/>
      </w:pPr>
      <w:r w:rsidRPr="000B73EF">
        <w:t>1</w:t>
      </w:r>
      <w:r w:rsidRPr="000B73EF">
        <w:tab/>
        <w:t>Yes</w:t>
      </w:r>
    </w:p>
    <w:p w:rsidR="00F659C8" w:rsidRPr="000B73EF" w:rsidRDefault="00F659C8" w:rsidP="00F659C8">
      <w:pPr>
        <w:pStyle w:val="QuestionResponse"/>
      </w:pPr>
      <w:r w:rsidRPr="000B73EF">
        <w:t>2</w:t>
      </w:r>
      <w:r w:rsidRPr="000B73EF">
        <w:tab/>
        <w:t>No</w:t>
      </w:r>
    </w:p>
    <w:p w:rsidR="00F659C8" w:rsidRPr="000B73EF" w:rsidRDefault="00F659C8" w:rsidP="00F659C8">
      <w:pPr>
        <w:pStyle w:val="QuestionResponse"/>
        <w:rPr>
          <w:b/>
          <w:bCs/>
          <w:szCs w:val="22"/>
        </w:rPr>
      </w:pPr>
      <w:r w:rsidRPr="000B73EF">
        <w:rPr>
          <w:szCs w:val="22"/>
        </w:rPr>
        <w:t>8</w:t>
      </w:r>
      <w:r w:rsidRPr="000B73EF">
        <w:rPr>
          <w:szCs w:val="22"/>
        </w:rPr>
        <w:tab/>
        <w:t>Don’t know (DO NOT READ)</w:t>
      </w:r>
    </w:p>
    <w:p w:rsidR="00F659C8" w:rsidRPr="000B73EF" w:rsidRDefault="00F659C8" w:rsidP="00F659C8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F659C8" w:rsidRPr="000B73EF" w:rsidRDefault="00F659C8" w:rsidP="00F659C8">
      <w:pPr>
        <w:pStyle w:val="QuestionInstruction"/>
        <w:rPr>
          <w:caps/>
        </w:rPr>
      </w:pPr>
      <w:r w:rsidRPr="000B73EF">
        <w:rPr>
          <w:caps/>
        </w:rPr>
        <w:lastRenderedPageBreak/>
        <w:t>ASK IF USES SOCIAL NETWORKING SITES (</w:t>
      </w:r>
      <w:r w:rsidR="005A1AB9" w:rsidRPr="000B73EF">
        <w:rPr>
          <w:caps/>
        </w:rPr>
        <w:t>Q72</w:t>
      </w:r>
      <w:r w:rsidRPr="000B73EF">
        <w:rPr>
          <w:caps/>
        </w:rPr>
        <w:t>=1)</w:t>
      </w:r>
    </w:p>
    <w:p w:rsidR="00F659C8" w:rsidRPr="000B73EF" w:rsidRDefault="0054085C" w:rsidP="00F659C8">
      <w:pPr>
        <w:pStyle w:val="Question"/>
        <w:rPr>
          <w:i/>
          <w:iCs/>
        </w:rPr>
      </w:pPr>
      <w:r w:rsidRPr="000B73EF">
        <w:rPr>
          <w:rFonts w:ascii="Tahoma" w:hAnsi="Tahoma" w:cs="Tahoma"/>
          <w:b/>
          <w:sz w:val="16"/>
        </w:rPr>
        <w:t>Q</w:t>
      </w:r>
      <w:r w:rsidR="005A1AB9" w:rsidRPr="000B73EF">
        <w:rPr>
          <w:rFonts w:ascii="Tahoma" w:hAnsi="Tahoma" w:cs="Tahoma"/>
          <w:b/>
          <w:sz w:val="16"/>
        </w:rPr>
        <w:t>73</w:t>
      </w:r>
      <w:r w:rsidR="00F659C8" w:rsidRPr="000B73EF">
        <w:tab/>
        <w:t xml:space="preserve">Do you ever use social networking sites like </w:t>
      </w:r>
      <w:r w:rsidR="00070666">
        <w:t>Facebook, Orkut, Hi5.com, Friendster, Twitter</w:t>
      </w:r>
      <w:r w:rsidR="00F659C8" w:rsidRPr="000B73EF">
        <w:t xml:space="preserve"> to stay in touch with family and friends or not? </w:t>
      </w:r>
    </w:p>
    <w:p w:rsidR="00F659C8" w:rsidRPr="000B73EF" w:rsidRDefault="00F659C8" w:rsidP="00F659C8">
      <w:pPr>
        <w:pStyle w:val="QuestionResponse"/>
      </w:pPr>
      <w:r w:rsidRPr="000B73EF">
        <w:t>1</w:t>
      </w:r>
      <w:r w:rsidRPr="000B73EF">
        <w:tab/>
        <w:t>Yes</w:t>
      </w:r>
    </w:p>
    <w:p w:rsidR="00F659C8" w:rsidRPr="000B73EF" w:rsidRDefault="00F659C8" w:rsidP="00F659C8">
      <w:pPr>
        <w:pStyle w:val="QuestionResponse"/>
      </w:pPr>
      <w:r w:rsidRPr="000B73EF">
        <w:t>2</w:t>
      </w:r>
      <w:r w:rsidRPr="000B73EF">
        <w:tab/>
        <w:t>No</w:t>
      </w:r>
    </w:p>
    <w:p w:rsidR="00F659C8" w:rsidRPr="000B73EF" w:rsidRDefault="00F659C8" w:rsidP="00F659C8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F659C8" w:rsidRPr="000B73EF" w:rsidRDefault="00F659C8" w:rsidP="00F659C8">
      <w:pPr>
        <w:pStyle w:val="QuestionResponseLast"/>
        <w:rPr>
          <w:szCs w:val="22"/>
        </w:rPr>
      </w:pPr>
      <w:r w:rsidRPr="000B73EF">
        <w:rPr>
          <w:szCs w:val="22"/>
        </w:rPr>
        <w:t>9</w:t>
      </w:r>
      <w:r w:rsidRPr="000B73EF">
        <w:rPr>
          <w:szCs w:val="22"/>
        </w:rPr>
        <w:tab/>
        <w:t>Refused (DO NOT READ)</w:t>
      </w:r>
    </w:p>
    <w:p w:rsidR="00F659C8" w:rsidRPr="000B73EF" w:rsidRDefault="00F659C8" w:rsidP="00F659C8">
      <w:pPr>
        <w:pStyle w:val="QuestionInstruction"/>
        <w:rPr>
          <w:caps/>
        </w:rPr>
      </w:pPr>
      <w:r w:rsidRPr="000B73EF">
        <w:rPr>
          <w:caps/>
        </w:rPr>
        <w:t>ASK IF USES SOCIAL NETWORKING SITES (</w:t>
      </w:r>
      <w:r w:rsidR="005A1AB9" w:rsidRPr="000B73EF">
        <w:rPr>
          <w:caps/>
        </w:rPr>
        <w:t>Q72</w:t>
      </w:r>
      <w:r w:rsidRPr="000B73EF">
        <w:rPr>
          <w:caps/>
        </w:rPr>
        <w:t>=1)</w:t>
      </w:r>
    </w:p>
    <w:p w:rsidR="00F659C8" w:rsidRPr="000B73EF" w:rsidRDefault="0054085C" w:rsidP="00F659C8">
      <w:pPr>
        <w:pStyle w:val="Question"/>
        <w:rPr>
          <w:i/>
          <w:iCs/>
        </w:rPr>
      </w:pPr>
      <w:r w:rsidRPr="000B73EF">
        <w:rPr>
          <w:rFonts w:ascii="Tahoma" w:hAnsi="Tahoma" w:cs="Tahoma"/>
          <w:b/>
          <w:sz w:val="16"/>
        </w:rPr>
        <w:t>Q</w:t>
      </w:r>
      <w:r w:rsidR="005A1AB9" w:rsidRPr="000B73EF">
        <w:rPr>
          <w:rFonts w:ascii="Tahoma" w:hAnsi="Tahoma" w:cs="Tahoma"/>
          <w:b/>
          <w:sz w:val="16"/>
        </w:rPr>
        <w:t>74</w:t>
      </w:r>
      <w:r w:rsidR="00F659C8" w:rsidRPr="000B73EF">
        <w:tab/>
        <w:t xml:space="preserve">And do you ever use social networking sites like Facebook, </w:t>
      </w:r>
      <w:r w:rsidR="00070666">
        <w:t>Orkut, Hi5.com, Friendster, Twitter</w:t>
      </w:r>
      <w:r w:rsidR="00070666" w:rsidRPr="000B73EF">
        <w:t xml:space="preserve"> </w:t>
      </w:r>
      <w:r w:rsidR="00F659C8" w:rsidRPr="000B73EF">
        <w:t xml:space="preserve">to share your views about (INSERT) or not? </w:t>
      </w:r>
    </w:p>
    <w:p w:rsidR="00F659C8" w:rsidRPr="000B73EF" w:rsidRDefault="00F659C8" w:rsidP="00F659C8">
      <w:pPr>
        <w:pStyle w:val="QuestionList"/>
      </w:pPr>
      <w:proofErr w:type="gramStart"/>
      <w:r w:rsidRPr="001E6782">
        <w:rPr>
          <w:b/>
        </w:rPr>
        <w:t>a</w:t>
      </w:r>
      <w:proofErr w:type="gramEnd"/>
      <w:r w:rsidRPr="001E6782">
        <w:rPr>
          <w:b/>
        </w:rPr>
        <w:t>.</w:t>
      </w:r>
      <w:r w:rsidRPr="000B73EF">
        <w:tab/>
        <w:t>religion</w:t>
      </w:r>
    </w:p>
    <w:p w:rsidR="00F659C8" w:rsidRPr="000B73EF" w:rsidRDefault="00F659C8" w:rsidP="00F659C8">
      <w:pPr>
        <w:pStyle w:val="QuestionList"/>
      </w:pPr>
      <w:proofErr w:type="gramStart"/>
      <w:r w:rsidRPr="001E6782">
        <w:rPr>
          <w:b/>
        </w:rPr>
        <w:t>b</w:t>
      </w:r>
      <w:proofErr w:type="gramEnd"/>
      <w:r w:rsidRPr="001E6782">
        <w:rPr>
          <w:b/>
        </w:rPr>
        <w:t>.</w:t>
      </w:r>
      <w:r w:rsidRPr="000B73EF">
        <w:tab/>
        <w:t>politics</w:t>
      </w:r>
    </w:p>
    <w:p w:rsidR="00F659C8" w:rsidRPr="001E6782" w:rsidRDefault="00F659C8" w:rsidP="001E6782">
      <w:pPr>
        <w:pStyle w:val="QuestionListLast"/>
        <w:rPr>
          <w:sz w:val="20"/>
          <w:szCs w:val="20"/>
        </w:rPr>
      </w:pPr>
      <w:proofErr w:type="gramStart"/>
      <w:r w:rsidRPr="001E6782">
        <w:rPr>
          <w:b/>
          <w:sz w:val="20"/>
          <w:szCs w:val="20"/>
        </w:rPr>
        <w:t>c</w:t>
      </w:r>
      <w:proofErr w:type="gramEnd"/>
      <w:r w:rsidRPr="001E6782">
        <w:rPr>
          <w:b/>
          <w:sz w:val="20"/>
          <w:szCs w:val="20"/>
        </w:rPr>
        <w:t>.</w:t>
      </w:r>
      <w:r w:rsidRPr="001E6782">
        <w:rPr>
          <w:sz w:val="20"/>
          <w:szCs w:val="20"/>
        </w:rPr>
        <w:tab/>
        <w:t>music and movies</w:t>
      </w:r>
    </w:p>
    <w:p w:rsidR="00F659C8" w:rsidRPr="000B73EF" w:rsidRDefault="00F659C8" w:rsidP="00F659C8">
      <w:pPr>
        <w:pStyle w:val="QuestionResponse"/>
      </w:pPr>
      <w:r w:rsidRPr="000B73EF">
        <w:t>1</w:t>
      </w:r>
      <w:r w:rsidRPr="000B73EF">
        <w:tab/>
        <w:t>Yes</w:t>
      </w:r>
    </w:p>
    <w:p w:rsidR="00F659C8" w:rsidRPr="000B73EF" w:rsidRDefault="00F659C8" w:rsidP="00F659C8">
      <w:pPr>
        <w:pStyle w:val="QuestionResponse"/>
      </w:pPr>
      <w:r w:rsidRPr="000B73EF">
        <w:t>2</w:t>
      </w:r>
      <w:r w:rsidRPr="000B73EF">
        <w:tab/>
        <w:t>No</w:t>
      </w:r>
    </w:p>
    <w:p w:rsidR="00F659C8" w:rsidRPr="000B73EF" w:rsidRDefault="00F659C8" w:rsidP="00F659C8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F659C8" w:rsidRPr="000B73EF" w:rsidRDefault="00F659C8" w:rsidP="00F659C8">
      <w:pPr>
        <w:pStyle w:val="QuestionResponseLast"/>
        <w:rPr>
          <w:szCs w:val="22"/>
        </w:rPr>
      </w:pPr>
      <w:r w:rsidRPr="000B73EF">
        <w:rPr>
          <w:szCs w:val="22"/>
        </w:rPr>
        <w:t>9</w:t>
      </w:r>
      <w:r w:rsidRPr="000B73EF">
        <w:rPr>
          <w:szCs w:val="22"/>
        </w:rPr>
        <w:tab/>
        <w:t>Refused (DO NOT READ)</w:t>
      </w:r>
    </w:p>
    <w:p w:rsidR="00F659C8" w:rsidRPr="009B5617" w:rsidRDefault="00F659C8" w:rsidP="009B5617">
      <w:pPr>
        <w:pStyle w:val="QuestionInstruction"/>
        <w:rPr>
          <w:caps/>
        </w:rPr>
      </w:pPr>
      <w:r w:rsidRPr="009B5617">
        <w:rPr>
          <w:caps/>
        </w:rPr>
        <w:t>ASK ALL CELL PHONE OWNERS (</w:t>
      </w:r>
      <w:r w:rsidR="005A1AB9" w:rsidRPr="009B5617">
        <w:rPr>
          <w:caps/>
        </w:rPr>
        <w:t>Q67</w:t>
      </w:r>
      <w:r w:rsidRPr="009B5617">
        <w:rPr>
          <w:caps/>
        </w:rPr>
        <w:t>=1)</w:t>
      </w:r>
    </w:p>
    <w:p w:rsidR="00F659C8" w:rsidRPr="000B73EF" w:rsidRDefault="0054085C" w:rsidP="00F659C8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5A1AB9" w:rsidRPr="000B73EF">
        <w:rPr>
          <w:rFonts w:ascii="Tahoma" w:hAnsi="Tahoma" w:cs="Tahoma"/>
          <w:b/>
          <w:sz w:val="16"/>
        </w:rPr>
        <w:t>7</w:t>
      </w:r>
      <w:r w:rsidR="00796D36">
        <w:rPr>
          <w:rFonts w:ascii="Tahoma" w:hAnsi="Tahoma" w:cs="Tahoma"/>
          <w:b/>
          <w:sz w:val="16"/>
        </w:rPr>
        <w:t>6</w:t>
      </w:r>
      <w:r w:rsidR="00F659C8" w:rsidRPr="000B73EF">
        <w:rPr>
          <w:b/>
        </w:rPr>
        <w:tab/>
      </w:r>
      <w:r w:rsidR="00F659C8" w:rsidRPr="000B73EF">
        <w:t xml:space="preserve">I am going to read you a list of things people do on cell phones, other than making calls. For each, please tell me if this is something you do regularly or not? </w:t>
      </w:r>
    </w:p>
    <w:p w:rsidR="009A6C21" w:rsidRDefault="00F659C8" w:rsidP="00F659C8">
      <w:pPr>
        <w:pStyle w:val="QuestionList"/>
        <w:rPr>
          <w:i/>
        </w:rPr>
      </w:pPr>
      <w:r w:rsidRPr="000B73EF">
        <w:rPr>
          <w:rFonts w:ascii="Tahoma" w:hAnsi="Tahoma" w:cs="Tahoma"/>
          <w:b/>
          <w:sz w:val="16"/>
          <w:szCs w:val="16"/>
        </w:rPr>
        <w:t>a.</w:t>
      </w:r>
      <w:r w:rsidRPr="000B73EF">
        <w:rPr>
          <w:rFonts w:ascii="Tahoma" w:hAnsi="Tahoma" w:cs="Tahoma"/>
          <w:b/>
          <w:sz w:val="16"/>
          <w:szCs w:val="16"/>
        </w:rPr>
        <w:tab/>
      </w:r>
      <w:r w:rsidRPr="000B73EF">
        <w:t>Send text messages</w:t>
      </w:r>
      <w:r w:rsidR="00BB1FD7">
        <w:t xml:space="preserve"> </w:t>
      </w:r>
    </w:p>
    <w:p w:rsidR="00F659C8" w:rsidRPr="000B73EF" w:rsidRDefault="00422188" w:rsidP="00F659C8">
      <w:pPr>
        <w:pStyle w:val="QuestionList"/>
      </w:pPr>
      <w:r w:rsidRPr="000B73EF">
        <w:rPr>
          <w:b/>
        </w:rPr>
        <w:t>b</w:t>
      </w:r>
      <w:r w:rsidR="00F659C8" w:rsidRPr="000B73EF">
        <w:rPr>
          <w:b/>
        </w:rPr>
        <w:t>.</w:t>
      </w:r>
      <w:r w:rsidR="00F659C8" w:rsidRPr="000B73EF">
        <w:tab/>
        <w:t>Take pictures or video</w:t>
      </w:r>
      <w:r w:rsidR="00BB1FD7">
        <w:t xml:space="preserve"> </w:t>
      </w:r>
    </w:p>
    <w:p w:rsidR="00F659C8" w:rsidRPr="00DD371B" w:rsidRDefault="00422188" w:rsidP="00F659C8">
      <w:pPr>
        <w:pStyle w:val="QuestionListLast"/>
        <w:tabs>
          <w:tab w:val="left" w:pos="720"/>
          <w:tab w:val="left" w:pos="1440"/>
          <w:tab w:val="left" w:pos="2160"/>
          <w:tab w:val="left" w:pos="2880"/>
          <w:tab w:val="left" w:pos="6690"/>
        </w:tabs>
        <w:spacing w:after="60"/>
        <w:rPr>
          <w:i/>
          <w:sz w:val="20"/>
          <w:szCs w:val="20"/>
        </w:rPr>
      </w:pPr>
      <w:r w:rsidRPr="00C52800">
        <w:rPr>
          <w:b/>
          <w:sz w:val="20"/>
          <w:szCs w:val="20"/>
        </w:rPr>
        <w:t>c</w:t>
      </w:r>
      <w:r w:rsidR="00F659C8" w:rsidRPr="00C52800">
        <w:rPr>
          <w:b/>
          <w:sz w:val="20"/>
          <w:szCs w:val="20"/>
        </w:rPr>
        <w:t>.</w:t>
      </w:r>
      <w:r w:rsidR="00F659C8" w:rsidRPr="00C52800">
        <w:rPr>
          <w:sz w:val="20"/>
          <w:szCs w:val="20"/>
        </w:rPr>
        <w:tab/>
        <w:t>Get political news and information</w:t>
      </w:r>
      <w:r w:rsidR="00BB1FD7">
        <w:rPr>
          <w:sz w:val="20"/>
          <w:szCs w:val="20"/>
        </w:rPr>
        <w:t xml:space="preserve"> </w:t>
      </w:r>
    </w:p>
    <w:p w:rsidR="00F659C8" w:rsidRPr="000B73EF" w:rsidRDefault="00422188" w:rsidP="00F659C8">
      <w:pPr>
        <w:pStyle w:val="QuestionList"/>
        <w:rPr>
          <w:b/>
        </w:rPr>
      </w:pPr>
      <w:r w:rsidRPr="000B73EF">
        <w:rPr>
          <w:b/>
        </w:rPr>
        <w:t>d</w:t>
      </w:r>
      <w:r w:rsidR="00F659C8" w:rsidRPr="000B73EF">
        <w:rPr>
          <w:b/>
        </w:rPr>
        <w:t>.</w:t>
      </w:r>
      <w:r w:rsidR="00F659C8" w:rsidRPr="000B73EF">
        <w:rPr>
          <w:b/>
        </w:rPr>
        <w:tab/>
      </w:r>
      <w:r w:rsidR="00F659C8" w:rsidRPr="000B73EF">
        <w:t>Access a social networking site</w:t>
      </w:r>
      <w:r w:rsidR="00BB1FD7">
        <w:t xml:space="preserve"> </w:t>
      </w:r>
    </w:p>
    <w:p w:rsidR="00F659C8" w:rsidRPr="000B73EF" w:rsidRDefault="00422188" w:rsidP="00F659C8">
      <w:pPr>
        <w:pStyle w:val="QuestionList"/>
      </w:pPr>
      <w:r w:rsidRPr="000B73EF">
        <w:rPr>
          <w:b/>
        </w:rPr>
        <w:t>e</w:t>
      </w:r>
      <w:r w:rsidR="00F659C8" w:rsidRPr="000B73EF">
        <w:rPr>
          <w:b/>
        </w:rPr>
        <w:t>.</w:t>
      </w:r>
      <w:r w:rsidR="00F659C8" w:rsidRPr="000B73EF">
        <w:rPr>
          <w:b/>
        </w:rPr>
        <w:tab/>
      </w:r>
      <w:r w:rsidR="00F659C8" w:rsidRPr="000B73EF">
        <w:t>Get consumer information such as prices or availability of products</w:t>
      </w:r>
      <w:r w:rsidR="00BB1FD7">
        <w:t xml:space="preserve"> </w:t>
      </w:r>
    </w:p>
    <w:p w:rsidR="00F659C8" w:rsidRPr="000B73EF" w:rsidRDefault="00422188" w:rsidP="00F659C8">
      <w:pPr>
        <w:pStyle w:val="QuestionList"/>
        <w:rPr>
          <w:i/>
        </w:rPr>
      </w:pPr>
      <w:r w:rsidRPr="000B73EF">
        <w:rPr>
          <w:b/>
        </w:rPr>
        <w:t>f</w:t>
      </w:r>
      <w:r w:rsidR="00F659C8" w:rsidRPr="000B73EF">
        <w:rPr>
          <w:b/>
        </w:rPr>
        <w:t>.</w:t>
      </w:r>
      <w:r w:rsidR="00F659C8" w:rsidRPr="000B73EF">
        <w:rPr>
          <w:b/>
        </w:rPr>
        <w:tab/>
      </w:r>
      <w:r w:rsidR="00F659C8" w:rsidRPr="000B73EF">
        <w:t xml:space="preserve">Get information about health and medicine for you or your family </w:t>
      </w:r>
    </w:p>
    <w:p w:rsidR="00F659C8" w:rsidRPr="00C52800" w:rsidRDefault="00422188" w:rsidP="00C52800">
      <w:pPr>
        <w:pStyle w:val="QuestionListLast"/>
        <w:rPr>
          <w:i/>
          <w:sz w:val="20"/>
          <w:szCs w:val="20"/>
        </w:rPr>
      </w:pPr>
      <w:r w:rsidRPr="00C52800">
        <w:rPr>
          <w:b/>
          <w:sz w:val="20"/>
          <w:szCs w:val="20"/>
        </w:rPr>
        <w:t>g</w:t>
      </w:r>
      <w:r w:rsidR="00F659C8" w:rsidRPr="00C52800">
        <w:rPr>
          <w:b/>
          <w:sz w:val="20"/>
          <w:szCs w:val="20"/>
        </w:rPr>
        <w:t xml:space="preserve">. </w:t>
      </w:r>
      <w:r w:rsidR="00F659C8" w:rsidRPr="00C52800">
        <w:rPr>
          <w:b/>
          <w:sz w:val="20"/>
          <w:szCs w:val="20"/>
        </w:rPr>
        <w:tab/>
      </w:r>
      <w:r w:rsidR="00F659C8" w:rsidRPr="00C52800">
        <w:rPr>
          <w:sz w:val="20"/>
          <w:szCs w:val="20"/>
        </w:rPr>
        <w:t xml:space="preserve">Make or receive payments </w:t>
      </w:r>
    </w:p>
    <w:p w:rsidR="00F659C8" w:rsidRPr="000B73EF" w:rsidRDefault="00F659C8" w:rsidP="00F659C8">
      <w:pPr>
        <w:pStyle w:val="QuestionResponse"/>
      </w:pPr>
      <w:r w:rsidRPr="000B73EF">
        <w:t>1</w:t>
      </w:r>
      <w:r w:rsidRPr="000B73EF">
        <w:tab/>
        <w:t>Yes</w:t>
      </w:r>
    </w:p>
    <w:p w:rsidR="00F659C8" w:rsidRPr="000B73EF" w:rsidRDefault="00F659C8" w:rsidP="00F659C8">
      <w:pPr>
        <w:pStyle w:val="QuestionResponse"/>
      </w:pPr>
      <w:r w:rsidRPr="000B73EF">
        <w:t>2</w:t>
      </w:r>
      <w:r w:rsidRPr="000B73EF">
        <w:tab/>
        <w:t>No</w:t>
      </w:r>
    </w:p>
    <w:p w:rsidR="00F659C8" w:rsidRPr="000B73EF" w:rsidRDefault="00F659C8" w:rsidP="00F659C8">
      <w:pPr>
        <w:pStyle w:val="QuestionResponse"/>
        <w:rPr>
          <w:b/>
          <w:bCs/>
          <w:szCs w:val="22"/>
        </w:rPr>
      </w:pPr>
      <w:r w:rsidRPr="000B73EF">
        <w:rPr>
          <w:szCs w:val="22"/>
        </w:rPr>
        <w:t>8</w:t>
      </w:r>
      <w:r w:rsidRPr="000B73EF">
        <w:rPr>
          <w:szCs w:val="22"/>
        </w:rPr>
        <w:tab/>
        <w:t>Don’t know (DO NOT READ)</w:t>
      </w:r>
    </w:p>
    <w:p w:rsidR="00F659C8" w:rsidRPr="000B73EF" w:rsidRDefault="00F659C8" w:rsidP="00F659C8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2050BA" w:rsidRPr="000B73EF" w:rsidRDefault="002050BA" w:rsidP="00AA2BC8">
      <w:pPr>
        <w:pStyle w:val="QuestionInstruction"/>
      </w:pPr>
      <w:r w:rsidRPr="000B73EF">
        <w:lastRenderedPageBreak/>
        <w:t xml:space="preserve">ASK ALL </w:t>
      </w:r>
    </w:p>
    <w:p w:rsidR="002050BA" w:rsidRPr="000B73EF" w:rsidRDefault="0054085C" w:rsidP="002050BA">
      <w:pPr>
        <w:pStyle w:val="Question"/>
      </w:pPr>
      <w:r w:rsidRPr="000B73EF">
        <w:rPr>
          <w:rFonts w:ascii="Tahoma" w:hAnsi="Tahoma" w:cs="Tahoma"/>
          <w:b/>
          <w:sz w:val="16"/>
        </w:rPr>
        <w:t>Q</w:t>
      </w:r>
      <w:r w:rsidR="00CD05D6" w:rsidRPr="000B73EF">
        <w:rPr>
          <w:rFonts w:ascii="Tahoma" w:hAnsi="Tahoma" w:cs="Tahoma"/>
          <w:b/>
          <w:sz w:val="16"/>
        </w:rPr>
        <w:t>8</w:t>
      </w:r>
      <w:r w:rsidR="00B22A0B">
        <w:rPr>
          <w:rFonts w:ascii="Tahoma" w:hAnsi="Tahoma" w:cs="Tahoma"/>
          <w:b/>
          <w:sz w:val="16"/>
        </w:rPr>
        <w:t>2</w:t>
      </w:r>
      <w:r w:rsidR="002050BA" w:rsidRPr="000B73EF">
        <w:tab/>
        <w:t xml:space="preserve">Is it more important for </w:t>
      </w:r>
      <w:r w:rsidR="00B97885">
        <w:t>India</w:t>
      </w:r>
      <w:r w:rsidR="002050BA" w:rsidRPr="000B73EF">
        <w:t xml:space="preserve"> to have strong ties with China or with the United States?</w:t>
      </w:r>
    </w:p>
    <w:p w:rsidR="002050BA" w:rsidRPr="000B73EF" w:rsidRDefault="002050BA" w:rsidP="002050BA">
      <w:pPr>
        <w:pStyle w:val="QuestionResponse"/>
      </w:pPr>
      <w:r w:rsidRPr="000B73EF">
        <w:t>1</w:t>
      </w:r>
      <w:r w:rsidRPr="000B73EF">
        <w:tab/>
        <w:t>China</w:t>
      </w:r>
    </w:p>
    <w:p w:rsidR="002050BA" w:rsidRPr="000B73EF" w:rsidRDefault="002050BA" w:rsidP="002050BA">
      <w:pPr>
        <w:pStyle w:val="QuestionResponse"/>
      </w:pPr>
      <w:r w:rsidRPr="000B73EF">
        <w:t>2</w:t>
      </w:r>
      <w:r w:rsidRPr="000B73EF">
        <w:tab/>
        <w:t>The United States</w:t>
      </w:r>
    </w:p>
    <w:p w:rsidR="002050BA" w:rsidRPr="000B73EF" w:rsidRDefault="002050BA" w:rsidP="002050BA">
      <w:pPr>
        <w:pStyle w:val="QuestionResponse"/>
      </w:pPr>
      <w:r w:rsidRPr="000B73EF">
        <w:t>3</w:t>
      </w:r>
      <w:r w:rsidRPr="000B73EF">
        <w:tab/>
      </w:r>
      <w:r w:rsidRPr="000B73EF">
        <w:rPr>
          <w:bCs/>
        </w:rPr>
        <w:t>Both e</w:t>
      </w:r>
      <w:r w:rsidRPr="000B73EF">
        <w:t>qually important (DO NOT READ)</w:t>
      </w:r>
    </w:p>
    <w:p w:rsidR="002050BA" w:rsidRPr="000B73EF" w:rsidRDefault="002050BA" w:rsidP="002050BA">
      <w:pPr>
        <w:pStyle w:val="QuestionResponse"/>
      </w:pPr>
      <w:r w:rsidRPr="000B73EF">
        <w:t>4</w:t>
      </w:r>
      <w:r w:rsidRPr="000B73EF">
        <w:tab/>
        <w:t>Neither (DO NOT READ)</w:t>
      </w:r>
    </w:p>
    <w:p w:rsidR="002050BA" w:rsidRPr="000B73EF" w:rsidRDefault="002050BA" w:rsidP="002050BA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2050BA" w:rsidRPr="000B73EF" w:rsidRDefault="002050BA" w:rsidP="002050BA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B22A0B" w:rsidRDefault="00B22A0B" w:rsidP="001E586A">
      <w:pPr>
        <w:pStyle w:val="QuestionInstruction"/>
        <w:rPr>
          <w:caps/>
        </w:rPr>
      </w:pPr>
      <w:r>
        <w:rPr>
          <w:caps/>
        </w:rPr>
        <w:t>READ TO ALL</w:t>
      </w:r>
    </w:p>
    <w:p w:rsidR="00B22A0B" w:rsidRDefault="00B22A0B" w:rsidP="00B22A0B">
      <w:pPr>
        <w:pStyle w:val="Question"/>
      </w:pPr>
      <w:r>
        <w:tab/>
      </w:r>
      <w:proofErr w:type="gramStart"/>
      <w:r>
        <w:t>On a different subject…</w:t>
      </w:r>
      <w:proofErr w:type="gramEnd"/>
    </w:p>
    <w:p w:rsidR="00B22A0B" w:rsidRPr="000B73EF" w:rsidRDefault="00B22A0B" w:rsidP="00B22A0B">
      <w:pPr>
        <w:pStyle w:val="QuestionInstruction"/>
      </w:pPr>
      <w:r w:rsidRPr="000B73EF">
        <w:t>ASK ALL</w:t>
      </w:r>
    </w:p>
    <w:p w:rsidR="00B22A0B" w:rsidRDefault="00B22A0B" w:rsidP="00B22A0B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>
        <w:rPr>
          <w:rFonts w:ascii="Tahoma" w:hAnsi="Tahoma" w:cs="Tahoma"/>
          <w:b/>
          <w:sz w:val="16"/>
        </w:rPr>
        <w:t>84</w:t>
      </w:r>
      <w:r w:rsidRPr="000B73EF">
        <w:tab/>
        <w:t>Do you personally believe that</w:t>
      </w:r>
      <w:r w:rsidRPr="000B73EF">
        <w:rPr>
          <w:b/>
        </w:rPr>
        <w:t xml:space="preserve"> </w:t>
      </w:r>
      <w:r w:rsidR="00A20985" w:rsidRPr="000B73EF">
        <w:t>(INSERT)</w:t>
      </w:r>
      <w:r w:rsidR="00A20985">
        <w:t xml:space="preserve"> </w:t>
      </w:r>
      <w:r w:rsidRPr="000B73EF">
        <w:t xml:space="preserve">is morally acceptable, morally </w:t>
      </w:r>
      <w:r w:rsidR="00A72AB6">
        <w:t>unacceptable</w:t>
      </w:r>
      <w:r w:rsidR="004F1401">
        <w:t>, or is it not a moral issue?</w:t>
      </w:r>
    </w:p>
    <w:p w:rsidR="00B22A0B" w:rsidRPr="00AA2BC8" w:rsidRDefault="00B22A0B" w:rsidP="00B22A0B">
      <w:pPr>
        <w:pStyle w:val="QuestionList"/>
        <w:rPr>
          <w:color w:val="7F7F7F" w:themeColor="text1" w:themeTint="80"/>
          <w:szCs w:val="20"/>
        </w:rPr>
      </w:pPr>
      <w:r w:rsidRPr="00AA2BC8">
        <w:rPr>
          <w:b/>
          <w:szCs w:val="20"/>
        </w:rPr>
        <w:t>a.</w:t>
      </w:r>
      <w:r w:rsidRPr="00AA2BC8">
        <w:rPr>
          <w:szCs w:val="20"/>
        </w:rPr>
        <w:tab/>
        <w:t xml:space="preserve">Using contraceptives </w:t>
      </w:r>
    </w:p>
    <w:p w:rsidR="00B22A0B" w:rsidRPr="00AA2BC8" w:rsidRDefault="00B22A0B" w:rsidP="00B22A0B">
      <w:pPr>
        <w:pStyle w:val="QuestionList"/>
        <w:rPr>
          <w:szCs w:val="20"/>
        </w:rPr>
      </w:pPr>
      <w:r w:rsidRPr="00AA2BC8">
        <w:rPr>
          <w:b/>
          <w:szCs w:val="20"/>
        </w:rPr>
        <w:t>b.</w:t>
      </w:r>
      <w:r w:rsidRPr="00AA2BC8">
        <w:rPr>
          <w:szCs w:val="20"/>
        </w:rPr>
        <w:tab/>
        <w:t>Getting a divorce</w:t>
      </w:r>
      <w:r w:rsidRPr="00AA2BC8">
        <w:rPr>
          <w:color w:val="7F7F7F" w:themeColor="text1" w:themeTint="80"/>
          <w:szCs w:val="20"/>
        </w:rPr>
        <w:t xml:space="preserve"> </w:t>
      </w:r>
    </w:p>
    <w:p w:rsidR="00B22A0B" w:rsidRPr="00AA2BC8" w:rsidRDefault="00B22A0B" w:rsidP="00B22A0B">
      <w:pPr>
        <w:pStyle w:val="QuestionList"/>
        <w:rPr>
          <w:szCs w:val="20"/>
        </w:rPr>
      </w:pPr>
      <w:r w:rsidRPr="00AA2BC8">
        <w:rPr>
          <w:b/>
          <w:szCs w:val="20"/>
        </w:rPr>
        <w:t>c.</w:t>
      </w:r>
      <w:r w:rsidRPr="00AA2BC8">
        <w:rPr>
          <w:szCs w:val="20"/>
        </w:rPr>
        <w:tab/>
        <w:t xml:space="preserve">Having an abortion </w:t>
      </w:r>
    </w:p>
    <w:p w:rsidR="00B22A0B" w:rsidRPr="00AA2BC8" w:rsidRDefault="00B22A0B" w:rsidP="00B22A0B">
      <w:pPr>
        <w:pStyle w:val="QuestionList"/>
        <w:rPr>
          <w:szCs w:val="20"/>
        </w:rPr>
      </w:pPr>
      <w:r w:rsidRPr="00AA2BC8">
        <w:rPr>
          <w:b/>
          <w:szCs w:val="20"/>
        </w:rPr>
        <w:t>d.</w:t>
      </w:r>
      <w:r>
        <w:rPr>
          <w:szCs w:val="20"/>
        </w:rPr>
        <w:tab/>
        <w:t>Homosexuality</w:t>
      </w:r>
    </w:p>
    <w:p w:rsidR="00B22A0B" w:rsidRPr="00AA2BC8" w:rsidRDefault="00B22A0B" w:rsidP="00B22A0B">
      <w:pPr>
        <w:pStyle w:val="QuestionList"/>
        <w:rPr>
          <w:szCs w:val="20"/>
        </w:rPr>
      </w:pPr>
      <w:r w:rsidRPr="00AA2BC8">
        <w:rPr>
          <w:b/>
          <w:szCs w:val="20"/>
        </w:rPr>
        <w:t>e.</w:t>
      </w:r>
      <w:r w:rsidRPr="00AA2BC8">
        <w:rPr>
          <w:szCs w:val="20"/>
        </w:rPr>
        <w:tab/>
        <w:t xml:space="preserve">Drinking alcohol </w:t>
      </w:r>
    </w:p>
    <w:p w:rsidR="00B22A0B" w:rsidRPr="00AA2BC8" w:rsidRDefault="00B22A0B" w:rsidP="00B22A0B">
      <w:pPr>
        <w:pStyle w:val="QuestionList"/>
        <w:rPr>
          <w:szCs w:val="20"/>
        </w:rPr>
      </w:pPr>
      <w:r w:rsidRPr="00AA2BC8">
        <w:rPr>
          <w:b/>
          <w:szCs w:val="20"/>
        </w:rPr>
        <w:t>f.</w:t>
      </w:r>
      <w:r w:rsidRPr="00AA2BC8">
        <w:rPr>
          <w:szCs w:val="20"/>
        </w:rPr>
        <w:tab/>
        <w:t>Married people having an affair</w:t>
      </w:r>
    </w:p>
    <w:p w:rsidR="00B22A0B" w:rsidRPr="00AA2BC8" w:rsidRDefault="00B22A0B" w:rsidP="00B22A0B">
      <w:pPr>
        <w:pStyle w:val="QuestionList"/>
        <w:rPr>
          <w:szCs w:val="20"/>
        </w:rPr>
      </w:pPr>
      <w:r w:rsidRPr="00AA2BC8">
        <w:rPr>
          <w:b/>
          <w:szCs w:val="20"/>
        </w:rPr>
        <w:t>g.</w:t>
      </w:r>
      <w:r w:rsidRPr="00AA2BC8">
        <w:rPr>
          <w:szCs w:val="20"/>
        </w:rPr>
        <w:tab/>
        <w:t>Gambling</w:t>
      </w:r>
    </w:p>
    <w:p w:rsidR="00B22A0B" w:rsidRPr="00AA2BC8" w:rsidRDefault="00B22A0B" w:rsidP="00B22A0B">
      <w:pPr>
        <w:pStyle w:val="QuestionListLast"/>
        <w:rPr>
          <w:sz w:val="20"/>
          <w:szCs w:val="20"/>
        </w:rPr>
      </w:pPr>
      <w:r>
        <w:rPr>
          <w:b/>
          <w:sz w:val="20"/>
          <w:szCs w:val="20"/>
        </w:rPr>
        <w:t>h</w:t>
      </w:r>
      <w:r w:rsidRPr="00AA2BC8">
        <w:rPr>
          <w:b/>
          <w:sz w:val="20"/>
          <w:szCs w:val="20"/>
        </w:rPr>
        <w:t>.</w:t>
      </w:r>
      <w:r w:rsidRPr="00AA2BC8">
        <w:rPr>
          <w:sz w:val="20"/>
          <w:szCs w:val="20"/>
        </w:rPr>
        <w:tab/>
        <w:t>Sex between unmarried adults</w:t>
      </w:r>
    </w:p>
    <w:p w:rsidR="00B22A0B" w:rsidRPr="000B73EF" w:rsidRDefault="00B22A0B" w:rsidP="00B22A0B">
      <w:pPr>
        <w:pStyle w:val="QuestionResponse"/>
      </w:pPr>
      <w:r w:rsidRPr="000B73EF">
        <w:t>1</w:t>
      </w:r>
      <w:r w:rsidRPr="000B73EF">
        <w:tab/>
        <w:t>Morally acceptable</w:t>
      </w:r>
    </w:p>
    <w:p w:rsidR="00B22A0B" w:rsidRPr="000B73EF" w:rsidRDefault="00B22A0B" w:rsidP="00B22A0B">
      <w:pPr>
        <w:pStyle w:val="QuestionResponse"/>
      </w:pPr>
      <w:r w:rsidRPr="000B73EF">
        <w:t>2</w:t>
      </w:r>
      <w:r w:rsidRPr="000B73EF">
        <w:tab/>
        <w:t xml:space="preserve">Morally </w:t>
      </w:r>
      <w:r w:rsidR="00A72AB6">
        <w:t>unacceptable</w:t>
      </w:r>
    </w:p>
    <w:p w:rsidR="00B22A0B" w:rsidRPr="000B73EF" w:rsidRDefault="00B22A0B" w:rsidP="00B22A0B">
      <w:pPr>
        <w:pStyle w:val="QuestionResponse"/>
      </w:pPr>
      <w:r w:rsidRPr="000B73EF">
        <w:t>3</w:t>
      </w:r>
      <w:r w:rsidRPr="000B73EF">
        <w:tab/>
        <w:t>Not a moral issue</w:t>
      </w:r>
    </w:p>
    <w:p w:rsidR="00B22A0B" w:rsidRPr="000B73EF" w:rsidRDefault="00B22A0B" w:rsidP="00B22A0B">
      <w:pPr>
        <w:pStyle w:val="QuestionResponse"/>
      </w:pPr>
      <w:r w:rsidRPr="000B73EF">
        <w:t>4</w:t>
      </w:r>
      <w:r w:rsidRPr="000B73EF">
        <w:tab/>
        <w:t>Depend</w:t>
      </w:r>
      <w:r w:rsidR="00B0798A">
        <w:t>s</w:t>
      </w:r>
      <w:r w:rsidRPr="000B73EF">
        <w:t xml:space="preserve"> on situation (DO NOT READ)</w:t>
      </w:r>
    </w:p>
    <w:p w:rsidR="00B22A0B" w:rsidRPr="000B73EF" w:rsidRDefault="00B22A0B" w:rsidP="00B22A0B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B22A0B" w:rsidRDefault="00B22A0B" w:rsidP="00B22A0B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8965A6" w:rsidRPr="000B73EF" w:rsidRDefault="00183924" w:rsidP="008965A6">
      <w:pPr>
        <w:pStyle w:val="QuestionInstruction"/>
      </w:pPr>
      <w:r>
        <w:t>ASK ALL</w:t>
      </w:r>
    </w:p>
    <w:p w:rsidR="008965A6" w:rsidRPr="000B73EF" w:rsidRDefault="0054085C" w:rsidP="008965A6">
      <w:pPr>
        <w:pStyle w:val="Question"/>
      </w:pPr>
      <w:r w:rsidRPr="000B73EF">
        <w:rPr>
          <w:rFonts w:ascii="Tahoma" w:hAnsi="Tahoma" w:cs="Tahoma"/>
          <w:b/>
          <w:sz w:val="16"/>
        </w:rPr>
        <w:t>Q</w:t>
      </w:r>
      <w:r w:rsidR="00CD05D6" w:rsidRPr="000B73EF">
        <w:rPr>
          <w:rFonts w:ascii="Tahoma" w:hAnsi="Tahoma" w:cs="Tahoma"/>
          <w:b/>
          <w:sz w:val="16"/>
        </w:rPr>
        <w:t>9</w:t>
      </w:r>
      <w:r w:rsidR="004666D0">
        <w:rPr>
          <w:rFonts w:ascii="Tahoma" w:hAnsi="Tahoma" w:cs="Tahoma"/>
          <w:b/>
          <w:sz w:val="16"/>
        </w:rPr>
        <w:t>7</w:t>
      </w:r>
      <w:r w:rsidR="008965A6" w:rsidRPr="000B73EF">
        <w:tab/>
      </w:r>
      <w:r w:rsidR="00375E25">
        <w:t>Now thinking about India, d</w:t>
      </w:r>
      <w:r w:rsidR="00604CC5">
        <w:t>o</w:t>
      </w:r>
      <w:r w:rsidR="008965A6" w:rsidRPr="000B73EF">
        <w:t xml:space="preserve"> you think relations between India and the U.S. have im</w:t>
      </w:r>
      <w:r w:rsidR="008965A6" w:rsidRPr="000B73EF">
        <w:rPr>
          <w:rStyle w:val="QuestionChar"/>
        </w:rPr>
        <w:t>p</w:t>
      </w:r>
      <w:r w:rsidR="008965A6" w:rsidRPr="000B73EF">
        <w:t>roved in recent years, or don’t you think so?</w:t>
      </w:r>
      <w:r w:rsidR="008965A6" w:rsidRPr="000B73EF">
        <w:rPr>
          <w:rFonts w:ascii="Tahoma" w:hAnsi="Tahoma"/>
          <w:i/>
          <w:vertAlign w:val="superscript"/>
        </w:rPr>
        <w:t xml:space="preserve"> </w:t>
      </w:r>
      <w:r w:rsidR="008965A6" w:rsidRPr="000B73EF">
        <w:t xml:space="preserve"> </w:t>
      </w:r>
    </w:p>
    <w:p w:rsidR="008965A6" w:rsidRPr="000B73EF" w:rsidRDefault="008965A6" w:rsidP="008965A6">
      <w:pPr>
        <w:pStyle w:val="QuestionResponse"/>
      </w:pPr>
      <w:r w:rsidRPr="000B73EF">
        <w:t>1</w:t>
      </w:r>
      <w:r w:rsidRPr="000B73EF">
        <w:tab/>
        <w:t>Yes – have improved</w:t>
      </w:r>
    </w:p>
    <w:p w:rsidR="008965A6" w:rsidRPr="000B73EF" w:rsidRDefault="008965A6" w:rsidP="008965A6">
      <w:pPr>
        <w:pStyle w:val="QuestionResponse"/>
      </w:pPr>
      <w:proofErr w:type="gramStart"/>
      <w:r w:rsidRPr="000B73EF">
        <w:t>2</w:t>
      </w:r>
      <w:r w:rsidRPr="000B73EF">
        <w:tab/>
        <w:t>No – have not improved</w:t>
      </w:r>
      <w:proofErr w:type="gramEnd"/>
    </w:p>
    <w:p w:rsidR="008965A6" w:rsidRPr="000B73EF" w:rsidRDefault="008965A6" w:rsidP="008965A6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8965A6" w:rsidRPr="000B73EF" w:rsidRDefault="008965A6" w:rsidP="008965A6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8965A6" w:rsidRPr="000B73EF" w:rsidRDefault="00183924" w:rsidP="008965A6">
      <w:pPr>
        <w:pStyle w:val="QuestionInstruction"/>
      </w:pPr>
      <w:r>
        <w:lastRenderedPageBreak/>
        <w:t>ASK ALL</w:t>
      </w:r>
    </w:p>
    <w:p w:rsidR="008965A6" w:rsidRPr="000B73EF" w:rsidRDefault="0054085C" w:rsidP="008965A6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CD05D6" w:rsidRPr="000B73EF">
        <w:rPr>
          <w:rFonts w:ascii="Tahoma" w:hAnsi="Tahoma" w:cs="Tahoma"/>
          <w:b/>
          <w:sz w:val="16"/>
        </w:rPr>
        <w:t>9</w:t>
      </w:r>
      <w:r w:rsidR="004666D0">
        <w:rPr>
          <w:rFonts w:ascii="Tahoma" w:hAnsi="Tahoma" w:cs="Tahoma"/>
          <w:b/>
          <w:sz w:val="16"/>
        </w:rPr>
        <w:t>8</w:t>
      </w:r>
      <w:r w:rsidR="008965A6" w:rsidRPr="000B73EF">
        <w:rPr>
          <w:b/>
        </w:rPr>
        <w:tab/>
      </w:r>
      <w:r w:rsidR="008965A6" w:rsidRPr="000B73EF">
        <w:t xml:space="preserve">How important is it that relations improve between Pakistan and India, very important, somewhat important, not too important, or not at all important? </w:t>
      </w:r>
    </w:p>
    <w:p w:rsidR="008965A6" w:rsidRPr="000B73EF" w:rsidRDefault="008965A6" w:rsidP="008965A6">
      <w:pPr>
        <w:pStyle w:val="QuestionResponse"/>
      </w:pPr>
      <w:r w:rsidRPr="000B73EF">
        <w:t>1</w:t>
      </w:r>
      <w:r w:rsidRPr="000B73EF">
        <w:tab/>
        <w:t>Very important</w:t>
      </w:r>
    </w:p>
    <w:p w:rsidR="008965A6" w:rsidRPr="000B73EF" w:rsidRDefault="008965A6" w:rsidP="008965A6">
      <w:pPr>
        <w:pStyle w:val="QuestionResponse"/>
      </w:pPr>
      <w:r w:rsidRPr="000B73EF">
        <w:t>2</w:t>
      </w:r>
      <w:r w:rsidRPr="000B73EF">
        <w:tab/>
        <w:t>Somewhat important</w:t>
      </w:r>
    </w:p>
    <w:p w:rsidR="008965A6" w:rsidRPr="000B73EF" w:rsidRDefault="008965A6" w:rsidP="008965A6">
      <w:pPr>
        <w:pStyle w:val="QuestionResponse"/>
      </w:pPr>
      <w:r w:rsidRPr="000B73EF">
        <w:t>3</w:t>
      </w:r>
      <w:r w:rsidRPr="000B73EF">
        <w:tab/>
        <w:t>Not too important</w:t>
      </w:r>
    </w:p>
    <w:p w:rsidR="008965A6" w:rsidRPr="000B73EF" w:rsidRDefault="008965A6" w:rsidP="008965A6">
      <w:pPr>
        <w:pStyle w:val="QuestionResponse"/>
      </w:pPr>
      <w:r w:rsidRPr="000B73EF">
        <w:t>4</w:t>
      </w:r>
      <w:r w:rsidRPr="000B73EF">
        <w:tab/>
        <w:t>Not at all important</w:t>
      </w:r>
    </w:p>
    <w:p w:rsidR="008965A6" w:rsidRPr="000B73EF" w:rsidRDefault="008965A6" w:rsidP="008965A6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8965A6" w:rsidRPr="000B73EF" w:rsidRDefault="008965A6" w:rsidP="008965A6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8965A6" w:rsidRPr="000B73EF" w:rsidRDefault="008965A6" w:rsidP="008965A6">
      <w:pPr>
        <w:pStyle w:val="QuestionInstruction"/>
      </w:pPr>
      <w:r w:rsidRPr="000B73EF">
        <w:t>A</w:t>
      </w:r>
      <w:r w:rsidR="00183924">
        <w:t>SK ALL</w:t>
      </w:r>
    </w:p>
    <w:p w:rsidR="008965A6" w:rsidRPr="000B73EF" w:rsidRDefault="0054085C" w:rsidP="008965A6">
      <w:pPr>
        <w:pStyle w:val="Question"/>
        <w:rPr>
          <w:b/>
          <w:i/>
        </w:rPr>
      </w:pPr>
      <w:r w:rsidRPr="000B73EF">
        <w:rPr>
          <w:rFonts w:ascii="Tahoma" w:hAnsi="Tahoma" w:cs="Tahoma"/>
          <w:b/>
          <w:sz w:val="16"/>
        </w:rPr>
        <w:t>Q</w:t>
      </w:r>
      <w:r w:rsidR="004666D0">
        <w:rPr>
          <w:rFonts w:ascii="Tahoma" w:hAnsi="Tahoma" w:cs="Tahoma"/>
          <w:b/>
          <w:sz w:val="16"/>
        </w:rPr>
        <w:t>99</w:t>
      </w:r>
      <w:r w:rsidR="008965A6" w:rsidRPr="000B73EF">
        <w:rPr>
          <w:b/>
        </w:rPr>
        <w:tab/>
      </w:r>
      <w:r w:rsidR="008965A6" w:rsidRPr="000B73EF">
        <w:t xml:space="preserve">How important is it that the dispute over Kashmir be resolved, very important, somewhat important, not too important, or not at all important? </w:t>
      </w:r>
    </w:p>
    <w:p w:rsidR="008965A6" w:rsidRPr="000B73EF" w:rsidRDefault="008965A6" w:rsidP="008965A6">
      <w:pPr>
        <w:pStyle w:val="QuestionResponse"/>
      </w:pPr>
      <w:r w:rsidRPr="000B73EF">
        <w:t>1</w:t>
      </w:r>
      <w:r w:rsidRPr="000B73EF">
        <w:tab/>
        <w:t>Very important</w:t>
      </w:r>
    </w:p>
    <w:p w:rsidR="008965A6" w:rsidRPr="000B73EF" w:rsidRDefault="008965A6" w:rsidP="008965A6">
      <w:pPr>
        <w:pStyle w:val="QuestionResponse"/>
      </w:pPr>
      <w:r w:rsidRPr="000B73EF">
        <w:t>2</w:t>
      </w:r>
      <w:r w:rsidRPr="000B73EF">
        <w:tab/>
        <w:t>Somewhat important</w:t>
      </w:r>
    </w:p>
    <w:p w:rsidR="008965A6" w:rsidRPr="000B73EF" w:rsidRDefault="008965A6" w:rsidP="008965A6">
      <w:pPr>
        <w:pStyle w:val="QuestionResponse"/>
      </w:pPr>
      <w:r w:rsidRPr="000B73EF">
        <w:t>3</w:t>
      </w:r>
      <w:r w:rsidRPr="000B73EF">
        <w:tab/>
        <w:t>Not too important</w:t>
      </w:r>
    </w:p>
    <w:p w:rsidR="008965A6" w:rsidRPr="000B73EF" w:rsidRDefault="008965A6" w:rsidP="008965A6">
      <w:pPr>
        <w:pStyle w:val="QuestionResponse"/>
      </w:pPr>
      <w:r w:rsidRPr="000B73EF">
        <w:t>4</w:t>
      </w:r>
      <w:r w:rsidRPr="000B73EF">
        <w:tab/>
        <w:t>Not at all important</w:t>
      </w:r>
    </w:p>
    <w:p w:rsidR="008965A6" w:rsidRPr="000B73EF" w:rsidRDefault="008965A6" w:rsidP="008965A6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8965A6" w:rsidRPr="000B73EF" w:rsidRDefault="008965A6" w:rsidP="008965A6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8965A6" w:rsidRPr="000B73EF" w:rsidRDefault="008965A6" w:rsidP="008965A6">
      <w:pPr>
        <w:pStyle w:val="QuestionInstruction"/>
      </w:pPr>
      <w:r w:rsidRPr="000B73EF">
        <w:t xml:space="preserve">ASK ALL </w:t>
      </w:r>
    </w:p>
    <w:p w:rsidR="008965A6" w:rsidRPr="000B73EF" w:rsidRDefault="0054085C" w:rsidP="008965A6">
      <w:pPr>
        <w:pStyle w:val="Question"/>
        <w:rPr>
          <w:iCs/>
        </w:rPr>
      </w:pPr>
      <w:r w:rsidRPr="000B73EF">
        <w:rPr>
          <w:rFonts w:ascii="Tahoma" w:hAnsi="Tahoma" w:cs="Tahoma"/>
          <w:b/>
          <w:sz w:val="16"/>
        </w:rPr>
        <w:t>Q1</w:t>
      </w:r>
      <w:r w:rsidR="00CD05D6" w:rsidRPr="000B73EF">
        <w:rPr>
          <w:rFonts w:ascii="Tahoma" w:hAnsi="Tahoma" w:cs="Tahoma"/>
          <w:b/>
          <w:sz w:val="16"/>
        </w:rPr>
        <w:t>0</w:t>
      </w:r>
      <w:r w:rsidR="004666D0">
        <w:rPr>
          <w:rFonts w:ascii="Tahoma" w:hAnsi="Tahoma" w:cs="Tahoma"/>
          <w:b/>
          <w:sz w:val="16"/>
        </w:rPr>
        <w:t>0</w:t>
      </w:r>
      <w:r w:rsidR="00343CE7">
        <w:tab/>
      </w:r>
      <w:r w:rsidR="008965A6" w:rsidRPr="000B73EF">
        <w:t xml:space="preserve">Would you favor or oppose further talks between </w:t>
      </w:r>
      <w:r w:rsidR="00B97885">
        <w:t>India</w:t>
      </w:r>
      <w:r w:rsidR="008965A6" w:rsidRPr="000B73EF">
        <w:t xml:space="preserve"> and </w:t>
      </w:r>
      <w:r w:rsidR="00183924">
        <w:t>Pakistan</w:t>
      </w:r>
      <w:r w:rsidR="008965A6" w:rsidRPr="000B73EF">
        <w:t xml:space="preserve"> to try to reduce tensi</w:t>
      </w:r>
      <w:r w:rsidR="00346A3E">
        <w:t xml:space="preserve">ons between the two countries? </w:t>
      </w:r>
    </w:p>
    <w:p w:rsidR="008965A6" w:rsidRPr="000B73EF" w:rsidRDefault="008965A6" w:rsidP="008965A6">
      <w:pPr>
        <w:pStyle w:val="QuestionResponse"/>
      </w:pPr>
      <w:r w:rsidRPr="000B73EF">
        <w:t>1</w:t>
      </w:r>
      <w:r w:rsidRPr="000B73EF">
        <w:tab/>
        <w:t>Favor</w:t>
      </w:r>
    </w:p>
    <w:p w:rsidR="008965A6" w:rsidRPr="000B73EF" w:rsidRDefault="008965A6" w:rsidP="008965A6">
      <w:pPr>
        <w:pStyle w:val="QuestionResponse"/>
      </w:pPr>
      <w:r w:rsidRPr="000B73EF">
        <w:t>2</w:t>
      </w:r>
      <w:r w:rsidRPr="000B73EF">
        <w:tab/>
        <w:t>Oppose</w:t>
      </w:r>
    </w:p>
    <w:p w:rsidR="008965A6" w:rsidRPr="000B73EF" w:rsidRDefault="008965A6" w:rsidP="008965A6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8965A6" w:rsidRPr="000B73EF" w:rsidRDefault="008965A6" w:rsidP="008965A6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8965A6" w:rsidRPr="000B73EF" w:rsidRDefault="00183924" w:rsidP="008965A6">
      <w:pPr>
        <w:pStyle w:val="QuestionInstruction"/>
      </w:pPr>
      <w:r>
        <w:t>ASK ALL</w:t>
      </w:r>
    </w:p>
    <w:p w:rsidR="008965A6" w:rsidRPr="000B73EF" w:rsidRDefault="0054085C" w:rsidP="008965A6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Q1</w:t>
      </w:r>
      <w:r w:rsidR="00CD05D6" w:rsidRPr="000B73EF">
        <w:rPr>
          <w:rFonts w:ascii="Tahoma" w:hAnsi="Tahoma" w:cs="Tahoma"/>
          <w:b/>
          <w:sz w:val="16"/>
        </w:rPr>
        <w:t>0</w:t>
      </w:r>
      <w:r w:rsidR="004666D0">
        <w:rPr>
          <w:rFonts w:ascii="Tahoma" w:hAnsi="Tahoma" w:cs="Tahoma"/>
          <w:b/>
          <w:sz w:val="16"/>
        </w:rPr>
        <w:t>1</w:t>
      </w:r>
      <w:r w:rsidR="008965A6" w:rsidRPr="000B73EF">
        <w:rPr>
          <w:b/>
        </w:rPr>
        <w:tab/>
      </w:r>
      <w:r w:rsidR="008965A6" w:rsidRPr="000B73EF">
        <w:t>What’s your opinion of U.S. policies toward India and Pakistan – would you say they are fair or do they favor India too much or d</w:t>
      </w:r>
      <w:r w:rsidR="00346A3E">
        <w:t>o they favor Pakistan too much?</w:t>
      </w:r>
    </w:p>
    <w:p w:rsidR="008965A6" w:rsidRPr="000B73EF" w:rsidRDefault="008965A6" w:rsidP="008965A6">
      <w:pPr>
        <w:pStyle w:val="QuestionResponse"/>
      </w:pPr>
      <w:r w:rsidRPr="000B73EF">
        <w:t>1</w:t>
      </w:r>
      <w:r w:rsidRPr="000B73EF">
        <w:tab/>
        <w:t>Fair</w:t>
      </w:r>
    </w:p>
    <w:p w:rsidR="008965A6" w:rsidRPr="000B73EF" w:rsidRDefault="008965A6" w:rsidP="008965A6">
      <w:pPr>
        <w:pStyle w:val="QuestionResponse"/>
      </w:pPr>
      <w:r w:rsidRPr="000B73EF">
        <w:t>2</w:t>
      </w:r>
      <w:r w:rsidRPr="000B73EF">
        <w:tab/>
        <w:t>Favor India</w:t>
      </w:r>
    </w:p>
    <w:p w:rsidR="008965A6" w:rsidRPr="000B73EF" w:rsidRDefault="008965A6" w:rsidP="008965A6">
      <w:pPr>
        <w:pStyle w:val="QuestionResponse"/>
      </w:pPr>
      <w:r w:rsidRPr="000B73EF">
        <w:t>3</w:t>
      </w:r>
      <w:r w:rsidRPr="000B73EF">
        <w:tab/>
        <w:t>Favor Pakistan</w:t>
      </w:r>
    </w:p>
    <w:p w:rsidR="008965A6" w:rsidRPr="000B73EF" w:rsidRDefault="008965A6" w:rsidP="008965A6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8965A6" w:rsidRPr="000B73EF" w:rsidRDefault="008965A6" w:rsidP="008965A6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F749F1" w:rsidRPr="00383F36" w:rsidRDefault="00F749F1" w:rsidP="001A7694">
      <w:pPr>
        <w:pStyle w:val="QuestionInstruction"/>
      </w:pPr>
      <w:r w:rsidRPr="00383F36">
        <w:lastRenderedPageBreak/>
        <w:t>READ TO ALL</w:t>
      </w:r>
      <w:r w:rsidR="00420755" w:rsidRPr="00383F36">
        <w:t xml:space="preserve"> </w:t>
      </w:r>
    </w:p>
    <w:p w:rsidR="00F749F1" w:rsidRPr="000B73EF" w:rsidRDefault="00F749F1" w:rsidP="001A7694">
      <w:pPr>
        <w:pStyle w:val="Question"/>
      </w:pPr>
      <w:r w:rsidRPr="00383F36">
        <w:tab/>
        <w:t>Now, I want to ask you about U.S. President Barack Obama…</w:t>
      </w:r>
    </w:p>
    <w:p w:rsidR="00F749F1" w:rsidRPr="000B73EF" w:rsidRDefault="00F749F1" w:rsidP="00F749F1">
      <w:pPr>
        <w:pStyle w:val="QuestionInstruction"/>
        <w:rPr>
          <w:u w:val="single"/>
        </w:rPr>
      </w:pPr>
      <w:r w:rsidRPr="000B73EF">
        <w:t>ASK ALL</w:t>
      </w:r>
    </w:p>
    <w:p w:rsidR="00F749F1" w:rsidRPr="000B73EF" w:rsidRDefault="00F749F1" w:rsidP="00F749F1">
      <w:pPr>
        <w:pStyle w:val="Question"/>
      </w:pPr>
      <w:r w:rsidRPr="000B73EF">
        <w:rPr>
          <w:rFonts w:ascii="Tahoma" w:hAnsi="Tahoma" w:cs="Tahoma"/>
          <w:b/>
          <w:sz w:val="16"/>
        </w:rPr>
        <w:t xml:space="preserve"> </w:t>
      </w:r>
      <w:r w:rsidR="0054085C" w:rsidRPr="000B73EF">
        <w:rPr>
          <w:rFonts w:ascii="Tahoma" w:hAnsi="Tahoma" w:cs="Tahoma"/>
          <w:b/>
          <w:sz w:val="16"/>
        </w:rPr>
        <w:t>Q1</w:t>
      </w:r>
      <w:r w:rsidR="00CD05D6" w:rsidRPr="000B73EF">
        <w:rPr>
          <w:rFonts w:ascii="Tahoma" w:hAnsi="Tahoma" w:cs="Tahoma"/>
          <w:b/>
          <w:sz w:val="16"/>
        </w:rPr>
        <w:t>0</w:t>
      </w:r>
      <w:r w:rsidR="004666D0">
        <w:rPr>
          <w:rFonts w:ascii="Tahoma" w:hAnsi="Tahoma" w:cs="Tahoma"/>
          <w:b/>
          <w:sz w:val="16"/>
        </w:rPr>
        <w:t>3</w:t>
      </w:r>
      <w:r w:rsidRPr="000B73EF">
        <w:rPr>
          <w:rFonts w:ascii="Tahoma" w:hAnsi="Tahoma"/>
          <w:b/>
          <w:sz w:val="16"/>
        </w:rPr>
        <w:tab/>
      </w:r>
      <w:r w:rsidRPr="000B73EF">
        <w:t>Overall, do you approve or disapprov</w:t>
      </w:r>
      <w:r w:rsidR="00343CE7">
        <w:t xml:space="preserve">e of the international policies </w:t>
      </w:r>
      <w:r w:rsidRPr="000B73EF">
        <w:t xml:space="preserve">of President Barack Obama? </w:t>
      </w:r>
    </w:p>
    <w:p w:rsidR="00F749F1" w:rsidRPr="000B73EF" w:rsidRDefault="00F749F1" w:rsidP="00F749F1">
      <w:pPr>
        <w:pStyle w:val="QuestionResponse"/>
      </w:pPr>
      <w:r w:rsidRPr="000B73EF">
        <w:t>1</w:t>
      </w:r>
      <w:r w:rsidRPr="000B73EF">
        <w:tab/>
        <w:t>Approve</w:t>
      </w:r>
    </w:p>
    <w:p w:rsidR="00F749F1" w:rsidRPr="000B73EF" w:rsidRDefault="00F749F1" w:rsidP="00F749F1">
      <w:pPr>
        <w:pStyle w:val="QuestionResponse"/>
      </w:pPr>
      <w:r w:rsidRPr="000B73EF">
        <w:t>2</w:t>
      </w:r>
      <w:r w:rsidRPr="000B73EF">
        <w:tab/>
        <w:t>Disapprove</w:t>
      </w:r>
    </w:p>
    <w:p w:rsidR="00F749F1" w:rsidRPr="000B73EF" w:rsidRDefault="00F749F1" w:rsidP="00F749F1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F749F1" w:rsidRPr="000B73EF" w:rsidRDefault="00F749F1" w:rsidP="00F749F1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D96142" w:rsidRPr="000B73EF" w:rsidRDefault="00B9641B" w:rsidP="00B9641B">
      <w:pPr>
        <w:pStyle w:val="QuestionInstruction"/>
      </w:pPr>
      <w:r>
        <w:t>ASK</w:t>
      </w:r>
      <w:r w:rsidR="00D96142" w:rsidRPr="000B73EF">
        <w:t xml:space="preserve"> </w:t>
      </w:r>
      <w:r w:rsidR="00D96142" w:rsidRPr="00B9641B">
        <w:t>ALL</w:t>
      </w:r>
    </w:p>
    <w:p w:rsidR="00D96142" w:rsidRPr="000B73EF" w:rsidRDefault="0054085C" w:rsidP="00D96142">
      <w:pPr>
        <w:pStyle w:val="Question"/>
      </w:pPr>
      <w:r w:rsidRPr="000B73EF">
        <w:rPr>
          <w:rFonts w:ascii="Tahoma" w:hAnsi="Tahoma" w:cs="Tahoma"/>
          <w:b/>
          <w:sz w:val="16"/>
        </w:rPr>
        <w:t>Q1</w:t>
      </w:r>
      <w:r w:rsidR="002D4A1C">
        <w:rPr>
          <w:rFonts w:ascii="Tahoma" w:hAnsi="Tahoma" w:cs="Tahoma"/>
          <w:b/>
          <w:sz w:val="16"/>
        </w:rPr>
        <w:t>19</w:t>
      </w:r>
      <w:r w:rsidR="00D96142" w:rsidRPr="000B73EF">
        <w:rPr>
          <w:rFonts w:ascii="Tahoma" w:hAnsi="Tahoma" w:cs="Tahoma"/>
          <w:b/>
          <w:sz w:val="16"/>
          <w:szCs w:val="16"/>
        </w:rPr>
        <w:tab/>
      </w:r>
      <w:r w:rsidR="00D96142" w:rsidRPr="000B73EF">
        <w:t xml:space="preserve">Overall, do you think of China as more of a partner of </w:t>
      </w:r>
      <w:r w:rsidR="00B97885">
        <w:t>India</w:t>
      </w:r>
      <w:r w:rsidR="00D96142" w:rsidRPr="000B73EF">
        <w:t xml:space="preserve">, more of an enemy of </w:t>
      </w:r>
      <w:r w:rsidR="00B97885">
        <w:t>India</w:t>
      </w:r>
      <w:r w:rsidR="00D96142" w:rsidRPr="000B73EF">
        <w:t xml:space="preserve">, or neither? </w:t>
      </w:r>
    </w:p>
    <w:p w:rsidR="00D96142" w:rsidRPr="000B73EF" w:rsidRDefault="00D96142" w:rsidP="00D96142">
      <w:pPr>
        <w:pStyle w:val="QuestionResponse"/>
      </w:pPr>
      <w:r w:rsidRPr="000B73EF">
        <w:t>1</w:t>
      </w:r>
      <w:r w:rsidRPr="000B73EF">
        <w:tab/>
        <w:t>More of a partner</w:t>
      </w:r>
    </w:p>
    <w:p w:rsidR="00D96142" w:rsidRPr="000B73EF" w:rsidRDefault="00D96142" w:rsidP="00D96142">
      <w:pPr>
        <w:pStyle w:val="QuestionResponse"/>
      </w:pPr>
      <w:r w:rsidRPr="000B73EF">
        <w:t>2</w:t>
      </w:r>
      <w:r w:rsidRPr="000B73EF">
        <w:tab/>
        <w:t>More of an enemy</w:t>
      </w:r>
    </w:p>
    <w:p w:rsidR="00D96142" w:rsidRPr="000B73EF" w:rsidRDefault="00D96142" w:rsidP="00D96142">
      <w:pPr>
        <w:pStyle w:val="QuestionResponse"/>
      </w:pPr>
      <w:r w:rsidRPr="000B73EF">
        <w:t>3</w:t>
      </w:r>
      <w:r w:rsidRPr="000B73EF">
        <w:tab/>
        <w:t>Neither</w:t>
      </w:r>
    </w:p>
    <w:p w:rsidR="00D96142" w:rsidRPr="000B73EF" w:rsidRDefault="00D96142" w:rsidP="00D96142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D96142" w:rsidRPr="000B73EF" w:rsidRDefault="00D96142" w:rsidP="00D96142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D96142" w:rsidRPr="00B9641B" w:rsidRDefault="00B9641B" w:rsidP="00B9641B">
      <w:pPr>
        <w:pStyle w:val="QuestionInstruction"/>
      </w:pPr>
      <w:r>
        <w:t>ASK</w:t>
      </w:r>
      <w:r w:rsidR="00D96142" w:rsidRPr="00B9641B">
        <w:t xml:space="preserve"> ALL</w:t>
      </w:r>
      <w:r w:rsidR="00BC5946">
        <w:t xml:space="preserve"> </w:t>
      </w:r>
    </w:p>
    <w:p w:rsidR="00D96142" w:rsidRPr="000B73EF" w:rsidRDefault="0054085C" w:rsidP="00D96142">
      <w:pPr>
        <w:pStyle w:val="Question"/>
        <w:rPr>
          <w:i/>
          <w:szCs w:val="22"/>
        </w:rPr>
      </w:pPr>
      <w:r w:rsidRPr="000B73EF">
        <w:rPr>
          <w:rFonts w:ascii="Tahoma" w:hAnsi="Tahoma" w:cs="Tahoma"/>
          <w:b/>
          <w:sz w:val="16"/>
        </w:rPr>
        <w:t>Q1</w:t>
      </w:r>
      <w:r w:rsidR="002D4A1C">
        <w:rPr>
          <w:rFonts w:ascii="Tahoma" w:hAnsi="Tahoma" w:cs="Tahoma"/>
          <w:b/>
          <w:sz w:val="16"/>
        </w:rPr>
        <w:t>20</w:t>
      </w:r>
      <w:r w:rsidR="00D96142" w:rsidRPr="000B73EF">
        <w:rPr>
          <w:b/>
          <w:szCs w:val="22"/>
        </w:rPr>
        <w:tab/>
      </w:r>
      <w:r w:rsidR="00D96142" w:rsidRPr="000B73EF">
        <w:rPr>
          <w:szCs w:val="22"/>
        </w:rPr>
        <w:t xml:space="preserve">Overall, do you think of the U.S. as more of a partner of </w:t>
      </w:r>
      <w:r w:rsidR="00B97885">
        <w:t>India</w:t>
      </w:r>
      <w:r w:rsidR="00D96142" w:rsidRPr="000B73EF">
        <w:rPr>
          <w:szCs w:val="22"/>
        </w:rPr>
        <w:t xml:space="preserve">, more of an enemy of </w:t>
      </w:r>
      <w:r w:rsidR="00B97885">
        <w:t>India</w:t>
      </w:r>
      <w:r w:rsidR="00D96142" w:rsidRPr="000B73EF">
        <w:rPr>
          <w:szCs w:val="22"/>
        </w:rPr>
        <w:t xml:space="preserve">, or neither?  </w:t>
      </w:r>
    </w:p>
    <w:p w:rsidR="00D96142" w:rsidRPr="000B73EF" w:rsidRDefault="00D96142" w:rsidP="00D96142">
      <w:pPr>
        <w:pStyle w:val="QuestionResponse"/>
        <w:rPr>
          <w:szCs w:val="22"/>
        </w:rPr>
      </w:pPr>
      <w:r w:rsidRPr="000B73EF">
        <w:rPr>
          <w:szCs w:val="22"/>
        </w:rPr>
        <w:t>1</w:t>
      </w:r>
      <w:r w:rsidRPr="000B73EF">
        <w:rPr>
          <w:szCs w:val="22"/>
        </w:rPr>
        <w:tab/>
        <w:t>More of a partner</w:t>
      </w:r>
    </w:p>
    <w:p w:rsidR="00D96142" w:rsidRPr="000B73EF" w:rsidRDefault="00D96142" w:rsidP="00D96142">
      <w:pPr>
        <w:pStyle w:val="QuestionResponse"/>
        <w:rPr>
          <w:szCs w:val="22"/>
        </w:rPr>
      </w:pPr>
      <w:r w:rsidRPr="000B73EF">
        <w:rPr>
          <w:szCs w:val="22"/>
        </w:rPr>
        <w:t>2</w:t>
      </w:r>
      <w:r w:rsidRPr="000B73EF">
        <w:rPr>
          <w:szCs w:val="22"/>
        </w:rPr>
        <w:tab/>
        <w:t>More of an enemy</w:t>
      </w:r>
    </w:p>
    <w:p w:rsidR="00D96142" w:rsidRPr="000B73EF" w:rsidRDefault="00D96142" w:rsidP="00D96142">
      <w:pPr>
        <w:pStyle w:val="QuestionResponse"/>
        <w:rPr>
          <w:szCs w:val="22"/>
        </w:rPr>
      </w:pPr>
      <w:r w:rsidRPr="000B73EF">
        <w:rPr>
          <w:szCs w:val="22"/>
        </w:rPr>
        <w:t>3</w:t>
      </w:r>
      <w:r w:rsidRPr="000B73EF">
        <w:rPr>
          <w:szCs w:val="22"/>
        </w:rPr>
        <w:tab/>
        <w:t>Neither</w:t>
      </w:r>
    </w:p>
    <w:p w:rsidR="00D96142" w:rsidRPr="000B73EF" w:rsidRDefault="00D96142" w:rsidP="00D96142">
      <w:pPr>
        <w:pStyle w:val="QuestionResponse"/>
        <w:rPr>
          <w:szCs w:val="22"/>
        </w:rPr>
      </w:pPr>
      <w:r w:rsidRPr="000B73EF">
        <w:rPr>
          <w:szCs w:val="22"/>
        </w:rPr>
        <w:t>8</w:t>
      </w:r>
      <w:r w:rsidRPr="000B73EF">
        <w:rPr>
          <w:szCs w:val="22"/>
        </w:rPr>
        <w:tab/>
        <w:t>Don’t know (DO NOT READ)</w:t>
      </w:r>
    </w:p>
    <w:p w:rsidR="00D96142" w:rsidRPr="000B73EF" w:rsidRDefault="00D96142" w:rsidP="00B9641B">
      <w:pPr>
        <w:pStyle w:val="QuestionResponseLast"/>
      </w:pPr>
      <w:r w:rsidRPr="000B73EF">
        <w:t>9</w:t>
      </w:r>
      <w:r w:rsidRPr="000B73EF">
        <w:tab/>
      </w:r>
      <w:r w:rsidRPr="00B9641B">
        <w:t>Refused</w:t>
      </w:r>
      <w:r w:rsidRPr="000B73EF">
        <w:t xml:space="preserve"> (DO NOT READ)</w:t>
      </w:r>
    </w:p>
    <w:p w:rsidR="00795343" w:rsidRPr="008D1582" w:rsidRDefault="00795343" w:rsidP="008D1582">
      <w:pPr>
        <w:pStyle w:val="QuestionInstruction"/>
      </w:pPr>
      <w:r w:rsidRPr="008D1582">
        <w:t xml:space="preserve">ASK ALL </w:t>
      </w:r>
    </w:p>
    <w:p w:rsidR="00795343" w:rsidRPr="000B73EF" w:rsidRDefault="0054085C" w:rsidP="00795343">
      <w:pPr>
        <w:pStyle w:val="Question"/>
        <w:rPr>
          <w:i/>
          <w:szCs w:val="22"/>
        </w:rPr>
      </w:pPr>
      <w:r w:rsidRPr="000B73EF">
        <w:rPr>
          <w:rFonts w:ascii="Tahoma" w:hAnsi="Tahoma" w:cs="Tahoma"/>
          <w:b/>
          <w:sz w:val="16"/>
        </w:rPr>
        <w:t>Q1</w:t>
      </w:r>
      <w:r w:rsidR="00CD05D6" w:rsidRPr="000B73EF">
        <w:rPr>
          <w:rFonts w:ascii="Tahoma" w:hAnsi="Tahoma" w:cs="Tahoma"/>
          <w:b/>
          <w:sz w:val="16"/>
        </w:rPr>
        <w:t>27</w:t>
      </w:r>
      <w:r w:rsidR="00795343" w:rsidRPr="000B73EF">
        <w:rPr>
          <w:b/>
          <w:sz w:val="20"/>
          <w:szCs w:val="20"/>
        </w:rPr>
        <w:tab/>
      </w:r>
      <w:r w:rsidR="00795343" w:rsidRPr="000B73EF">
        <w:rPr>
          <w:szCs w:val="22"/>
        </w:rPr>
        <w:t xml:space="preserve">Do you think the government of </w:t>
      </w:r>
      <w:r w:rsidR="00A20985" w:rsidRPr="000B73EF">
        <w:t>(INSERT)</w:t>
      </w:r>
      <w:r w:rsidR="00A20985">
        <w:t xml:space="preserve"> </w:t>
      </w:r>
      <w:r w:rsidR="00795343" w:rsidRPr="000B73EF">
        <w:rPr>
          <w:szCs w:val="22"/>
        </w:rPr>
        <w:t xml:space="preserve">respects the personal freedoms of its people, or don’t you think so? </w:t>
      </w:r>
    </w:p>
    <w:p w:rsidR="002A359C" w:rsidRPr="001D36C2" w:rsidRDefault="002A359C" w:rsidP="002A359C">
      <w:pPr>
        <w:pStyle w:val="QuestionList"/>
        <w:spacing w:after="0" w:line="288" w:lineRule="auto"/>
        <w:rPr>
          <w:szCs w:val="20"/>
        </w:rPr>
      </w:pPr>
      <w:r w:rsidRPr="001D36C2">
        <w:rPr>
          <w:b/>
          <w:szCs w:val="20"/>
        </w:rPr>
        <w:t>a.</w:t>
      </w:r>
      <w:r w:rsidRPr="001D36C2">
        <w:rPr>
          <w:szCs w:val="20"/>
        </w:rPr>
        <w:tab/>
        <w:t xml:space="preserve">Iran </w:t>
      </w:r>
    </w:p>
    <w:p w:rsidR="002A359C" w:rsidRPr="001D36C2" w:rsidRDefault="002A359C" w:rsidP="002A359C">
      <w:pPr>
        <w:pStyle w:val="QuestionList"/>
        <w:spacing w:after="0" w:line="288" w:lineRule="auto"/>
        <w:rPr>
          <w:rFonts w:ascii="Tahoma" w:hAnsi="Tahoma" w:cs="Tahoma"/>
          <w:b/>
          <w:i/>
          <w:sz w:val="16"/>
          <w:szCs w:val="16"/>
        </w:rPr>
      </w:pPr>
      <w:r w:rsidRPr="001D36C2">
        <w:rPr>
          <w:b/>
          <w:szCs w:val="20"/>
        </w:rPr>
        <w:t>b.</w:t>
      </w:r>
      <w:r w:rsidRPr="000B73EF">
        <w:tab/>
        <w:t xml:space="preserve">China </w:t>
      </w:r>
    </w:p>
    <w:p w:rsidR="002A359C" w:rsidRPr="000B73EF" w:rsidRDefault="002A359C" w:rsidP="002A359C">
      <w:pPr>
        <w:pStyle w:val="QuestionList"/>
        <w:spacing w:after="0" w:line="288" w:lineRule="auto"/>
        <w:rPr>
          <w:rFonts w:ascii="Tahoma" w:hAnsi="Tahoma" w:cs="Tahoma"/>
          <w:i/>
          <w:sz w:val="16"/>
          <w:szCs w:val="16"/>
        </w:rPr>
      </w:pPr>
      <w:r w:rsidRPr="001D36C2">
        <w:rPr>
          <w:b/>
          <w:szCs w:val="20"/>
        </w:rPr>
        <w:t>c.</w:t>
      </w:r>
      <w:r w:rsidRPr="000B73EF">
        <w:tab/>
        <w:t xml:space="preserve">The United States </w:t>
      </w:r>
    </w:p>
    <w:p w:rsidR="002A359C" w:rsidRPr="008D1582" w:rsidRDefault="002A359C" w:rsidP="008D1582">
      <w:pPr>
        <w:pStyle w:val="QuestionListLast"/>
        <w:rPr>
          <w:sz w:val="20"/>
          <w:szCs w:val="20"/>
        </w:rPr>
      </w:pPr>
      <w:r w:rsidRPr="001D36C2">
        <w:rPr>
          <w:b/>
          <w:sz w:val="20"/>
          <w:szCs w:val="20"/>
        </w:rPr>
        <w:t>d.</w:t>
      </w:r>
      <w:r w:rsidR="00E91463">
        <w:rPr>
          <w:sz w:val="20"/>
          <w:szCs w:val="20"/>
        </w:rPr>
        <w:tab/>
        <w:t>Saudi Arabia</w:t>
      </w:r>
    </w:p>
    <w:p w:rsidR="00795343" w:rsidRPr="000B73EF" w:rsidRDefault="00795343" w:rsidP="00795343">
      <w:pPr>
        <w:pStyle w:val="QuestionResponse"/>
        <w:rPr>
          <w:szCs w:val="22"/>
        </w:rPr>
      </w:pPr>
      <w:r w:rsidRPr="000B73EF">
        <w:rPr>
          <w:szCs w:val="22"/>
        </w:rPr>
        <w:t>1</w:t>
      </w:r>
      <w:r w:rsidRPr="000B73EF">
        <w:rPr>
          <w:szCs w:val="22"/>
        </w:rPr>
        <w:tab/>
        <w:t xml:space="preserve">Yes </w:t>
      </w:r>
      <w:r w:rsidR="006A7BE0" w:rsidRPr="000B73EF">
        <w:rPr>
          <w:szCs w:val="22"/>
        </w:rPr>
        <w:t>–</w:t>
      </w:r>
      <w:r w:rsidRPr="000B73EF">
        <w:rPr>
          <w:szCs w:val="22"/>
        </w:rPr>
        <w:t xml:space="preserve"> respects personal freedoms</w:t>
      </w:r>
    </w:p>
    <w:p w:rsidR="00795343" w:rsidRPr="000B73EF" w:rsidRDefault="00795343" w:rsidP="00795343">
      <w:pPr>
        <w:pStyle w:val="QuestionResponse"/>
        <w:rPr>
          <w:szCs w:val="22"/>
        </w:rPr>
      </w:pPr>
      <w:r w:rsidRPr="000B73EF">
        <w:rPr>
          <w:szCs w:val="22"/>
        </w:rPr>
        <w:t>2</w:t>
      </w:r>
      <w:r w:rsidRPr="000B73EF">
        <w:rPr>
          <w:szCs w:val="22"/>
        </w:rPr>
        <w:tab/>
        <w:t xml:space="preserve">No – does not respect personal freedoms </w:t>
      </w:r>
    </w:p>
    <w:p w:rsidR="00795343" w:rsidRPr="000B73EF" w:rsidRDefault="00795343" w:rsidP="00795343">
      <w:pPr>
        <w:pStyle w:val="QuestionResponse"/>
        <w:rPr>
          <w:szCs w:val="22"/>
        </w:rPr>
      </w:pPr>
      <w:r w:rsidRPr="000B73EF">
        <w:rPr>
          <w:szCs w:val="22"/>
        </w:rPr>
        <w:t>8</w:t>
      </w:r>
      <w:r w:rsidRPr="000B73EF">
        <w:rPr>
          <w:szCs w:val="22"/>
        </w:rPr>
        <w:tab/>
        <w:t>Don’t know (DO NOT READ)</w:t>
      </w:r>
    </w:p>
    <w:p w:rsidR="00043F8E" w:rsidRDefault="00795343" w:rsidP="00383F36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E8545E" w:rsidRPr="000B73EF" w:rsidRDefault="00547CA3" w:rsidP="00E8545E">
      <w:pPr>
        <w:pStyle w:val="QuestionInstruction"/>
      </w:pPr>
      <w:r>
        <w:lastRenderedPageBreak/>
        <w:t>ASK ALL</w:t>
      </w:r>
    </w:p>
    <w:p w:rsidR="00E8545E" w:rsidRPr="000B73EF" w:rsidRDefault="0054085C" w:rsidP="00E8545E">
      <w:pPr>
        <w:pStyle w:val="Question"/>
      </w:pPr>
      <w:r w:rsidRPr="000B73EF">
        <w:rPr>
          <w:rFonts w:ascii="Tahoma" w:hAnsi="Tahoma" w:cs="Tahoma"/>
          <w:b/>
          <w:sz w:val="16"/>
        </w:rPr>
        <w:t>Q1</w:t>
      </w:r>
      <w:r w:rsidR="00176F89" w:rsidRPr="000B73EF">
        <w:rPr>
          <w:rFonts w:ascii="Tahoma" w:hAnsi="Tahoma" w:cs="Tahoma"/>
          <w:b/>
          <w:sz w:val="16"/>
        </w:rPr>
        <w:t>44</w:t>
      </w:r>
      <w:r w:rsidR="00E8545E" w:rsidRPr="000B73EF">
        <w:rPr>
          <w:b/>
        </w:rPr>
        <w:tab/>
      </w:r>
      <w:r w:rsidR="00E8545E" w:rsidRPr="000B73EF">
        <w:t xml:space="preserve">How serious of a threat is (INSERT) to our country? Is it a very serious threat, a somewhat serious threat, a minor threat or not a threat at all? </w:t>
      </w:r>
    </w:p>
    <w:p w:rsidR="00E8545E" w:rsidRPr="00BF34ED" w:rsidRDefault="00E8545E" w:rsidP="00E8545E">
      <w:pPr>
        <w:pStyle w:val="QuestionList"/>
        <w:rPr>
          <w:szCs w:val="20"/>
        </w:rPr>
      </w:pPr>
      <w:r w:rsidRPr="00BF34ED">
        <w:rPr>
          <w:b/>
          <w:szCs w:val="20"/>
        </w:rPr>
        <w:t>a.</w:t>
      </w:r>
      <w:r w:rsidRPr="00BF34ED">
        <w:rPr>
          <w:b/>
          <w:szCs w:val="20"/>
        </w:rPr>
        <w:tab/>
      </w:r>
      <w:r w:rsidRPr="00BF34ED">
        <w:rPr>
          <w:szCs w:val="20"/>
        </w:rPr>
        <w:t>Lashkar-e-</w:t>
      </w:r>
      <w:proofErr w:type="spellStart"/>
      <w:r w:rsidRPr="00BF34ED">
        <w:rPr>
          <w:szCs w:val="20"/>
        </w:rPr>
        <w:t>Taiba</w:t>
      </w:r>
      <w:proofErr w:type="spellEnd"/>
    </w:p>
    <w:p w:rsidR="00E8545E" w:rsidRPr="00BF34ED" w:rsidRDefault="00E8545E" w:rsidP="00E8545E">
      <w:pPr>
        <w:pStyle w:val="QuestionList"/>
        <w:rPr>
          <w:szCs w:val="20"/>
        </w:rPr>
      </w:pPr>
      <w:r w:rsidRPr="00BF34ED">
        <w:rPr>
          <w:b/>
          <w:szCs w:val="20"/>
        </w:rPr>
        <w:t>b.</w:t>
      </w:r>
      <w:r w:rsidRPr="00BF34ED">
        <w:rPr>
          <w:szCs w:val="20"/>
        </w:rPr>
        <w:tab/>
        <w:t>Pakistan</w:t>
      </w:r>
    </w:p>
    <w:p w:rsidR="00E8545E" w:rsidRPr="00BF34ED" w:rsidRDefault="00E8545E" w:rsidP="00E8545E">
      <w:pPr>
        <w:pStyle w:val="QuestionList"/>
        <w:rPr>
          <w:szCs w:val="20"/>
        </w:rPr>
      </w:pPr>
      <w:r w:rsidRPr="00BF34ED">
        <w:rPr>
          <w:b/>
          <w:szCs w:val="20"/>
        </w:rPr>
        <w:t>c.</w:t>
      </w:r>
      <w:r w:rsidRPr="00BF34ED">
        <w:rPr>
          <w:szCs w:val="20"/>
        </w:rPr>
        <w:tab/>
      </w:r>
      <w:proofErr w:type="spellStart"/>
      <w:r w:rsidRPr="00BF34ED">
        <w:rPr>
          <w:szCs w:val="20"/>
        </w:rPr>
        <w:t>Naxalites</w:t>
      </w:r>
      <w:proofErr w:type="spellEnd"/>
    </w:p>
    <w:p w:rsidR="00E8545E" w:rsidRPr="00BF34ED" w:rsidRDefault="00E8545E" w:rsidP="00E8545E">
      <w:pPr>
        <w:pStyle w:val="QuestionListLast"/>
        <w:rPr>
          <w:sz w:val="20"/>
          <w:szCs w:val="20"/>
        </w:rPr>
      </w:pPr>
      <w:r w:rsidRPr="00BF34ED">
        <w:rPr>
          <w:b/>
          <w:sz w:val="20"/>
          <w:szCs w:val="20"/>
        </w:rPr>
        <w:t>d.</w:t>
      </w:r>
      <w:r w:rsidRPr="00BF34ED">
        <w:rPr>
          <w:b/>
          <w:sz w:val="20"/>
          <w:szCs w:val="20"/>
        </w:rPr>
        <w:tab/>
      </w:r>
      <w:r w:rsidRPr="00BF34ED">
        <w:rPr>
          <w:sz w:val="20"/>
          <w:szCs w:val="20"/>
        </w:rPr>
        <w:t>China</w:t>
      </w:r>
    </w:p>
    <w:p w:rsidR="00E8545E" w:rsidRPr="000B73EF" w:rsidRDefault="00E8545E" w:rsidP="00E8545E">
      <w:pPr>
        <w:pStyle w:val="QuestionResponse"/>
      </w:pPr>
      <w:r w:rsidRPr="000B73EF">
        <w:t>1</w:t>
      </w:r>
      <w:r w:rsidRPr="000B73EF">
        <w:tab/>
        <w:t>Very serious threat</w:t>
      </w:r>
    </w:p>
    <w:p w:rsidR="00E8545E" w:rsidRPr="000B73EF" w:rsidRDefault="00E8545E" w:rsidP="00E8545E">
      <w:pPr>
        <w:pStyle w:val="QuestionResponse"/>
      </w:pPr>
      <w:r w:rsidRPr="000B73EF">
        <w:t>2</w:t>
      </w:r>
      <w:r w:rsidRPr="000B73EF">
        <w:tab/>
        <w:t>Somewhat serious threat</w:t>
      </w:r>
    </w:p>
    <w:p w:rsidR="00E8545E" w:rsidRPr="000B73EF" w:rsidRDefault="00E8545E" w:rsidP="00E8545E">
      <w:pPr>
        <w:pStyle w:val="QuestionResponse"/>
      </w:pPr>
      <w:r w:rsidRPr="000B73EF">
        <w:t>3</w:t>
      </w:r>
      <w:r w:rsidRPr="000B73EF">
        <w:tab/>
        <w:t>Minor threat</w:t>
      </w:r>
    </w:p>
    <w:p w:rsidR="00E8545E" w:rsidRPr="000B73EF" w:rsidRDefault="00E8545E" w:rsidP="00E8545E">
      <w:pPr>
        <w:pStyle w:val="QuestionResponse"/>
      </w:pPr>
      <w:r w:rsidRPr="000B73EF">
        <w:t>4</w:t>
      </w:r>
      <w:r w:rsidRPr="000B73EF">
        <w:tab/>
        <w:t>No threat at all</w:t>
      </w:r>
    </w:p>
    <w:p w:rsidR="00E8545E" w:rsidRPr="000B73EF" w:rsidRDefault="00E8545E" w:rsidP="00E8545E">
      <w:pPr>
        <w:pStyle w:val="QuestionResponse"/>
        <w:rPr>
          <w:b/>
        </w:rPr>
      </w:pPr>
      <w:r w:rsidRPr="000B73EF">
        <w:t>8</w:t>
      </w:r>
      <w:r w:rsidRPr="000B73EF">
        <w:tab/>
        <w:t>Don’t know (DO NOT READ)</w:t>
      </w:r>
    </w:p>
    <w:p w:rsidR="00E8545E" w:rsidRPr="000B73EF" w:rsidRDefault="00E8545E" w:rsidP="00E8545E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E8545E" w:rsidRPr="000B73EF" w:rsidRDefault="00E8545E" w:rsidP="00E8545E">
      <w:pPr>
        <w:pStyle w:val="QuestionInstruction"/>
      </w:pPr>
      <w:r w:rsidRPr="000B73EF">
        <w:t xml:space="preserve">ASK ALL </w:t>
      </w:r>
    </w:p>
    <w:p w:rsidR="00E8545E" w:rsidRPr="000B73EF" w:rsidRDefault="0054085C" w:rsidP="00E8545E">
      <w:pPr>
        <w:pStyle w:val="Question"/>
      </w:pPr>
      <w:r w:rsidRPr="000B73EF">
        <w:rPr>
          <w:rFonts w:ascii="Tahoma" w:hAnsi="Tahoma" w:cs="Tahoma"/>
          <w:b/>
          <w:sz w:val="16"/>
        </w:rPr>
        <w:t>Q1</w:t>
      </w:r>
      <w:r w:rsidR="00176F89" w:rsidRPr="000B73EF">
        <w:rPr>
          <w:rFonts w:ascii="Tahoma" w:hAnsi="Tahoma" w:cs="Tahoma"/>
          <w:b/>
          <w:sz w:val="16"/>
        </w:rPr>
        <w:t>45</w:t>
      </w:r>
      <w:r w:rsidR="00E8545E" w:rsidRPr="000B73EF">
        <w:rPr>
          <w:b/>
        </w:rPr>
        <w:tab/>
      </w:r>
      <w:r w:rsidR="00E8545E" w:rsidRPr="000B73EF">
        <w:t xml:space="preserve">Of all of these threats I have named, which of these is the greatest threat to our country? </w:t>
      </w:r>
    </w:p>
    <w:p w:rsidR="00E8545E" w:rsidRPr="000B73EF" w:rsidRDefault="00D53F5C" w:rsidP="00E8545E">
      <w:pPr>
        <w:pStyle w:val="QuestionResponse"/>
      </w:pPr>
      <w:r>
        <w:t>1</w:t>
      </w:r>
      <w:r>
        <w:tab/>
        <w:t>Lashkar -</w:t>
      </w:r>
      <w:r w:rsidR="00E8545E" w:rsidRPr="000B73EF">
        <w:t xml:space="preserve">e- </w:t>
      </w:r>
      <w:proofErr w:type="spellStart"/>
      <w:r w:rsidR="00E8545E" w:rsidRPr="000B73EF">
        <w:t>Taiba</w:t>
      </w:r>
      <w:proofErr w:type="spellEnd"/>
    </w:p>
    <w:p w:rsidR="00E8545E" w:rsidRPr="000B73EF" w:rsidRDefault="00E8545E" w:rsidP="00E8545E">
      <w:pPr>
        <w:pStyle w:val="QuestionResponse"/>
      </w:pPr>
      <w:r w:rsidRPr="000B73EF">
        <w:t>2</w:t>
      </w:r>
      <w:r w:rsidRPr="000B73EF">
        <w:tab/>
        <w:t>Pakistan</w:t>
      </w:r>
    </w:p>
    <w:p w:rsidR="00E8545E" w:rsidRPr="000B73EF" w:rsidRDefault="00E8545E" w:rsidP="00E8545E">
      <w:pPr>
        <w:pStyle w:val="QuestionResponse"/>
      </w:pPr>
      <w:r w:rsidRPr="000B73EF">
        <w:t>3</w:t>
      </w:r>
      <w:r w:rsidRPr="000B73EF">
        <w:tab/>
      </w:r>
      <w:proofErr w:type="spellStart"/>
      <w:r w:rsidRPr="000B73EF">
        <w:t>Naxalites</w:t>
      </w:r>
      <w:proofErr w:type="spellEnd"/>
      <w:r w:rsidRPr="000B73EF">
        <w:t xml:space="preserve"> </w:t>
      </w:r>
    </w:p>
    <w:p w:rsidR="00E8545E" w:rsidRPr="000B73EF" w:rsidRDefault="00E8545E" w:rsidP="00E8545E">
      <w:pPr>
        <w:pStyle w:val="QuestionResponse"/>
      </w:pPr>
      <w:r w:rsidRPr="000B73EF">
        <w:t>4</w:t>
      </w:r>
      <w:r w:rsidRPr="000B73EF">
        <w:tab/>
        <w:t>China</w:t>
      </w:r>
    </w:p>
    <w:p w:rsidR="00E8545E" w:rsidRPr="000B73EF" w:rsidRDefault="00E8545E" w:rsidP="00E8545E">
      <w:pPr>
        <w:pStyle w:val="QuestionResponse"/>
      </w:pPr>
      <w:r w:rsidRPr="000B73EF">
        <w:t>96</w:t>
      </w:r>
      <w:r w:rsidRPr="000B73EF">
        <w:tab/>
        <w:t>All of these (DO NOT READ)</w:t>
      </w:r>
    </w:p>
    <w:p w:rsidR="00E8545E" w:rsidRPr="000B73EF" w:rsidRDefault="00E8545E" w:rsidP="00E8545E">
      <w:pPr>
        <w:pStyle w:val="QuestionResponse"/>
      </w:pPr>
      <w:proofErr w:type="gramStart"/>
      <w:r w:rsidRPr="000B73EF">
        <w:t>97</w:t>
      </w:r>
      <w:r w:rsidRPr="000B73EF">
        <w:tab/>
        <w:t>None of these (DO NOT READ)</w:t>
      </w:r>
      <w:proofErr w:type="gramEnd"/>
    </w:p>
    <w:p w:rsidR="00E8545E" w:rsidRPr="000B73EF" w:rsidRDefault="00E8545E" w:rsidP="00E8545E">
      <w:pPr>
        <w:pStyle w:val="QuestionResponse"/>
      </w:pPr>
      <w:r w:rsidRPr="000B73EF">
        <w:t>98</w:t>
      </w:r>
      <w:r w:rsidRPr="000B73EF">
        <w:tab/>
        <w:t>Don’t know (DO NOT READ)</w:t>
      </w:r>
    </w:p>
    <w:p w:rsidR="00E8545E" w:rsidRPr="000B73EF" w:rsidRDefault="00E8545E" w:rsidP="00E8545E">
      <w:pPr>
        <w:pStyle w:val="QuestionResponseLast"/>
        <w:rPr>
          <w:b/>
        </w:rPr>
      </w:pPr>
      <w:r w:rsidRPr="000B73EF">
        <w:t>99</w:t>
      </w:r>
      <w:r w:rsidRPr="000B73EF">
        <w:tab/>
        <w:t>Refused (DO NOT READ)</w:t>
      </w:r>
    </w:p>
    <w:p w:rsidR="00E8545E" w:rsidRPr="000B73EF" w:rsidRDefault="00547CA3" w:rsidP="00E8545E">
      <w:pPr>
        <w:pStyle w:val="QuestionInstruction"/>
      </w:pPr>
      <w:r>
        <w:t>ASK ALL</w:t>
      </w:r>
    </w:p>
    <w:p w:rsidR="00E8545E" w:rsidRPr="000B73EF" w:rsidRDefault="0054085C" w:rsidP="00E8545E">
      <w:pPr>
        <w:pStyle w:val="Question"/>
      </w:pPr>
      <w:r w:rsidRPr="000B73EF">
        <w:rPr>
          <w:rFonts w:ascii="Tahoma" w:hAnsi="Tahoma" w:cs="Tahoma"/>
          <w:b/>
          <w:sz w:val="16"/>
        </w:rPr>
        <w:t>Q1</w:t>
      </w:r>
      <w:r w:rsidR="00176F89" w:rsidRPr="000B73EF">
        <w:rPr>
          <w:rFonts w:ascii="Tahoma" w:hAnsi="Tahoma" w:cs="Tahoma"/>
          <w:b/>
          <w:sz w:val="16"/>
        </w:rPr>
        <w:t>46</w:t>
      </w:r>
      <w:r w:rsidR="00E8545E" w:rsidRPr="000B73EF">
        <w:tab/>
        <w:t>How worried are you, if at all, that extremist groups could take control of Pakistan?</w:t>
      </w:r>
      <w:r w:rsidR="00E8545E" w:rsidRPr="000B73EF">
        <w:rPr>
          <w:i/>
        </w:rPr>
        <w:t xml:space="preserve">  </w:t>
      </w:r>
    </w:p>
    <w:p w:rsidR="00E8545E" w:rsidRPr="000B73EF" w:rsidRDefault="00E8545E" w:rsidP="00E8545E">
      <w:pPr>
        <w:pStyle w:val="QuestionResponse"/>
      </w:pPr>
      <w:r w:rsidRPr="000B73EF">
        <w:t>1</w:t>
      </w:r>
      <w:r w:rsidRPr="000B73EF">
        <w:tab/>
        <w:t>Very worried</w:t>
      </w:r>
    </w:p>
    <w:p w:rsidR="00E8545E" w:rsidRPr="000B73EF" w:rsidRDefault="00E8545E" w:rsidP="00E8545E">
      <w:pPr>
        <w:pStyle w:val="QuestionResponse"/>
      </w:pPr>
      <w:r w:rsidRPr="000B73EF">
        <w:t>2</w:t>
      </w:r>
      <w:r w:rsidRPr="000B73EF">
        <w:tab/>
        <w:t>Somewhat worried</w:t>
      </w:r>
    </w:p>
    <w:p w:rsidR="00E8545E" w:rsidRPr="000B73EF" w:rsidRDefault="00E8545E" w:rsidP="00E8545E">
      <w:pPr>
        <w:pStyle w:val="QuestionResponse"/>
      </w:pPr>
      <w:r w:rsidRPr="000B73EF">
        <w:t>3</w:t>
      </w:r>
      <w:r w:rsidRPr="000B73EF">
        <w:tab/>
        <w:t>Not too worried</w:t>
      </w:r>
    </w:p>
    <w:p w:rsidR="00E8545E" w:rsidRPr="000B73EF" w:rsidRDefault="00E8545E" w:rsidP="00E8545E">
      <w:pPr>
        <w:pStyle w:val="QuestionResponse"/>
      </w:pPr>
      <w:r w:rsidRPr="000B73EF">
        <w:t>4</w:t>
      </w:r>
      <w:r w:rsidRPr="000B73EF">
        <w:tab/>
        <w:t>Not at all worried</w:t>
      </w:r>
    </w:p>
    <w:p w:rsidR="00E8545E" w:rsidRPr="000B73EF" w:rsidRDefault="00E8545E" w:rsidP="00E8545E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E8545E" w:rsidRPr="000B73EF" w:rsidRDefault="00E8545E" w:rsidP="00E8545E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DA4768" w:rsidRPr="000B73EF" w:rsidRDefault="00DA4768" w:rsidP="00DA4768">
      <w:pPr>
        <w:pStyle w:val="QuestionInstruction"/>
      </w:pPr>
      <w:r w:rsidRPr="000B73EF">
        <w:lastRenderedPageBreak/>
        <w:t xml:space="preserve">ASK ALL </w:t>
      </w:r>
    </w:p>
    <w:p w:rsidR="00DA4768" w:rsidRPr="000B73EF" w:rsidRDefault="00DA4768" w:rsidP="00DA4768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</w:rPr>
        <w:t>Q</w:t>
      </w:r>
      <w:r>
        <w:rPr>
          <w:rFonts w:ascii="Tahoma" w:hAnsi="Tahoma" w:cs="Tahoma"/>
          <w:b/>
          <w:sz w:val="16"/>
        </w:rPr>
        <w:t>163</w:t>
      </w:r>
      <w:r w:rsidRPr="000B73EF">
        <w:tab/>
        <w:t xml:space="preserve">In general, do you think territorial disputes between </w:t>
      </w:r>
      <w:r w:rsidR="00B97885">
        <w:t>India</w:t>
      </w:r>
      <w:r w:rsidRPr="000B73EF">
        <w:t xml:space="preserve"> and China are a very big problem, a </w:t>
      </w:r>
      <w:r w:rsidRPr="001E6782">
        <w:t>big</w:t>
      </w:r>
      <w:r w:rsidRPr="000B73EF">
        <w:t xml:space="preserve"> problem, a small problem, or not a problem for </w:t>
      </w:r>
      <w:r w:rsidR="00B97885">
        <w:t>India</w:t>
      </w:r>
      <w:r w:rsidRPr="000B73EF">
        <w:t xml:space="preserve">? </w:t>
      </w:r>
    </w:p>
    <w:p w:rsidR="00DA4768" w:rsidRPr="000B73EF" w:rsidRDefault="00DA4768" w:rsidP="00DA4768">
      <w:pPr>
        <w:pStyle w:val="Question"/>
        <w:spacing w:after="0"/>
        <w:ind w:firstLine="0"/>
      </w:pPr>
      <w:r w:rsidRPr="000B73EF">
        <w:t>1</w:t>
      </w:r>
      <w:r w:rsidRPr="000B73EF">
        <w:tab/>
        <w:t>Very big problem</w:t>
      </w:r>
    </w:p>
    <w:p w:rsidR="00DA4768" w:rsidRPr="000B73EF" w:rsidRDefault="00DA4768" w:rsidP="00DA4768">
      <w:pPr>
        <w:pStyle w:val="QuestionResponse"/>
      </w:pPr>
      <w:r w:rsidRPr="000B73EF">
        <w:t>2</w:t>
      </w:r>
      <w:r w:rsidRPr="000B73EF">
        <w:tab/>
        <w:t>Big problem</w:t>
      </w:r>
    </w:p>
    <w:p w:rsidR="00DA4768" w:rsidRPr="000B73EF" w:rsidRDefault="00DA4768" w:rsidP="00DA4768">
      <w:pPr>
        <w:pStyle w:val="QuestionResponse"/>
      </w:pPr>
      <w:r w:rsidRPr="000B73EF">
        <w:t>3</w:t>
      </w:r>
      <w:r w:rsidRPr="000B73EF">
        <w:tab/>
        <w:t>Small problem</w:t>
      </w:r>
    </w:p>
    <w:p w:rsidR="00DA4768" w:rsidRPr="000B73EF" w:rsidRDefault="00DA4768" w:rsidP="00DA4768">
      <w:pPr>
        <w:pStyle w:val="QuestionResponse"/>
      </w:pPr>
      <w:r w:rsidRPr="000B73EF">
        <w:t>4</w:t>
      </w:r>
      <w:r w:rsidRPr="000B73EF">
        <w:tab/>
        <w:t>Not a problem</w:t>
      </w:r>
    </w:p>
    <w:p w:rsidR="00DA4768" w:rsidRPr="000B73EF" w:rsidRDefault="00DA4768" w:rsidP="00DA4768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A25D1C" w:rsidRPr="00D53F5C" w:rsidRDefault="00DA4768" w:rsidP="00D53F5C">
      <w:pPr>
        <w:pStyle w:val="QuestionResponseLast"/>
      </w:pPr>
      <w:r w:rsidRPr="000B73EF">
        <w:t>9</w:t>
      </w:r>
      <w:r w:rsidRPr="000B73EF">
        <w:tab/>
      </w:r>
      <w:r w:rsidRPr="001E6782">
        <w:t>Refused</w:t>
      </w:r>
      <w:r w:rsidRPr="000B73EF">
        <w:t xml:space="preserve"> (DO NOT READ)</w:t>
      </w:r>
    </w:p>
    <w:p w:rsidR="00CB2C02" w:rsidRPr="005B1440" w:rsidRDefault="00CB2C02" w:rsidP="00CB2C02">
      <w:pPr>
        <w:spacing w:after="0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B1440">
        <w:rPr>
          <w:rFonts w:ascii="Times New Roman" w:eastAsia="Times New Roman" w:hAnsi="Times New Roman"/>
          <w:b/>
          <w:bCs/>
          <w:sz w:val="24"/>
          <w:szCs w:val="24"/>
        </w:rPr>
        <w:t>ASK ALL</w:t>
      </w:r>
    </w:p>
    <w:p w:rsidR="00CB2C02" w:rsidRPr="005B1440" w:rsidRDefault="00CB2C02" w:rsidP="00CB2C02">
      <w:pPr>
        <w:spacing w:after="0" w:line="240" w:lineRule="auto"/>
        <w:ind w:left="720" w:hanging="720"/>
        <w:rPr>
          <w:rFonts w:ascii="Times New Roman" w:eastAsia="Times New Roman" w:hAnsi="Times New Roman"/>
          <w:b/>
          <w:bCs/>
          <w:sz w:val="24"/>
          <w:szCs w:val="24"/>
        </w:rPr>
      </w:pPr>
      <w:r w:rsidRPr="005B1440">
        <w:rPr>
          <w:rFonts w:ascii="Tahoma" w:eastAsia="Times New Roman" w:hAnsi="Tahoma" w:cs="Tahoma"/>
          <w:b/>
          <w:bCs/>
          <w:sz w:val="16"/>
          <w:szCs w:val="16"/>
        </w:rPr>
        <w:t>QIND5</w:t>
      </w:r>
      <w:r w:rsidRPr="005B1440">
        <w:rPr>
          <w:rFonts w:ascii="Tahoma" w:eastAsia="Times New Roman" w:hAnsi="Tahoma" w:cs="Tahoma"/>
          <w:b/>
          <w:bCs/>
          <w:sz w:val="16"/>
          <w:szCs w:val="16"/>
        </w:rPr>
        <w:tab/>
      </w:r>
      <w:r w:rsidRPr="005B1440">
        <w:rPr>
          <w:rFonts w:ascii="Times New Roman" w:eastAsia="Times New Roman" w:hAnsi="Times New Roman"/>
        </w:rPr>
        <w:t xml:space="preserve">As you may know, national parliamentary elections are scheduled for next year. What party would you like to lead the next government – the </w:t>
      </w:r>
      <w:proofErr w:type="spellStart"/>
      <w:r w:rsidRPr="005B1440">
        <w:rPr>
          <w:rFonts w:ascii="Times New Roman" w:eastAsia="Times New Roman" w:hAnsi="Times New Roman"/>
        </w:rPr>
        <w:t>Bharatiya</w:t>
      </w:r>
      <w:proofErr w:type="spellEnd"/>
      <w:r w:rsidRPr="005B1440">
        <w:rPr>
          <w:rFonts w:ascii="Times New Roman" w:eastAsia="Times New Roman" w:hAnsi="Times New Roman"/>
        </w:rPr>
        <w:t xml:space="preserve"> Janata Party (BJP), the Indian National Congress (INC) party, another party or none of the above? (</w:t>
      </w:r>
      <w:r w:rsidRPr="005B1440">
        <w:rPr>
          <w:rFonts w:ascii="Times New Roman" w:eastAsia="Times New Roman" w:hAnsi="Times New Roman"/>
          <w:i/>
          <w:iCs/>
        </w:rPr>
        <w:t>SHOW CARD</w:t>
      </w:r>
      <w:r w:rsidRPr="005B1440">
        <w:rPr>
          <w:rFonts w:ascii="Times New Roman" w:eastAsia="Times New Roman" w:hAnsi="Times New Roman"/>
        </w:rPr>
        <w:t xml:space="preserve">) </w:t>
      </w:r>
    </w:p>
    <w:p w:rsidR="00CB2C02" w:rsidRPr="005B1440" w:rsidRDefault="00CB2C02" w:rsidP="00CB2C02">
      <w:pPr>
        <w:keepLines/>
        <w:spacing w:after="0" w:line="240" w:lineRule="auto"/>
        <w:ind w:left="1440" w:hanging="720"/>
        <w:jc w:val="center"/>
        <w:rPr>
          <w:rFonts w:ascii="Times New Roman" w:eastAsia="Times New Roman" w:hAnsi="Times New Roman"/>
        </w:rPr>
      </w:pPr>
    </w:p>
    <w:p w:rsidR="00CB2C02" w:rsidRPr="005B1440" w:rsidRDefault="00CB2C02" w:rsidP="00CB2C02">
      <w:pPr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1</w:t>
      </w:r>
      <w:r w:rsidRPr="005B1440">
        <w:rPr>
          <w:rFonts w:ascii="Times New Roman" w:eastAsia="Times New Roman" w:hAnsi="Times New Roman"/>
        </w:rPr>
        <w:tab/>
        <w:t xml:space="preserve">BJP </w:t>
      </w:r>
    </w:p>
    <w:p w:rsidR="00CB2C02" w:rsidRPr="005B1440" w:rsidRDefault="00CB2C02" w:rsidP="00CB2C02">
      <w:pPr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2</w:t>
      </w:r>
      <w:r w:rsidRPr="005B1440">
        <w:rPr>
          <w:rFonts w:ascii="Times New Roman" w:eastAsia="Times New Roman" w:hAnsi="Times New Roman"/>
        </w:rPr>
        <w:tab/>
        <w:t>INC</w:t>
      </w:r>
    </w:p>
    <w:p w:rsidR="00CB2C02" w:rsidRPr="005B1440" w:rsidRDefault="00CB2C02" w:rsidP="00CB2C02">
      <w:pPr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3</w:t>
      </w:r>
      <w:r w:rsidRPr="005B1440">
        <w:rPr>
          <w:rFonts w:ascii="Times New Roman" w:eastAsia="Times New Roman" w:hAnsi="Times New Roman"/>
        </w:rPr>
        <w:tab/>
        <w:t>Other</w:t>
      </w:r>
    </w:p>
    <w:p w:rsidR="00CB2C02" w:rsidRPr="005B1440" w:rsidRDefault="00CB2C02" w:rsidP="00CB2C02">
      <w:pPr>
        <w:keepLines/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4</w:t>
      </w:r>
      <w:r w:rsidRPr="005B1440">
        <w:rPr>
          <w:rFonts w:ascii="Times New Roman" w:eastAsia="Times New Roman" w:hAnsi="Times New Roman"/>
        </w:rPr>
        <w:tab/>
        <w:t>None</w:t>
      </w:r>
    </w:p>
    <w:p w:rsidR="00CB2C02" w:rsidRPr="005B1440" w:rsidRDefault="00CB2C02" w:rsidP="00CB2C02">
      <w:pPr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8</w:t>
      </w:r>
      <w:r w:rsidRPr="005B1440">
        <w:rPr>
          <w:rFonts w:ascii="Times New Roman" w:eastAsia="Times New Roman" w:hAnsi="Times New Roman"/>
        </w:rPr>
        <w:tab/>
        <w:t>Don’t know (DO NOT READ)</w:t>
      </w:r>
    </w:p>
    <w:p w:rsidR="00CB2C02" w:rsidRPr="005B1440" w:rsidRDefault="00CB2C02" w:rsidP="00CB2C02">
      <w:pPr>
        <w:spacing w:after="0" w:line="240" w:lineRule="auto"/>
        <w:ind w:left="1440" w:hanging="720"/>
        <w:rPr>
          <w:rFonts w:ascii="Times New Roman" w:eastAsia="Times New Roman" w:hAnsi="Times New Roman"/>
        </w:rPr>
      </w:pPr>
      <w:r w:rsidRPr="005B1440">
        <w:rPr>
          <w:rFonts w:ascii="Times New Roman" w:eastAsia="Times New Roman" w:hAnsi="Times New Roman"/>
        </w:rPr>
        <w:t>9</w:t>
      </w:r>
      <w:r w:rsidRPr="005B1440">
        <w:rPr>
          <w:rFonts w:ascii="Times New Roman" w:eastAsia="Times New Roman" w:hAnsi="Times New Roman"/>
        </w:rPr>
        <w:tab/>
        <w:t>Refused (DO NOT READ)</w:t>
      </w:r>
    </w:p>
    <w:p w:rsidR="00A25D1C" w:rsidRPr="00A25D1C" w:rsidRDefault="00A25D1C" w:rsidP="00A25D1C">
      <w:pPr>
        <w:spacing w:after="0" w:line="240" w:lineRule="auto"/>
        <w:rPr>
          <w:rFonts w:ascii="Times New Roman" w:eastAsia="Verdana" w:hAnsi="Times New Roman"/>
          <w:b/>
          <w:sz w:val="24"/>
          <w:szCs w:val="24"/>
          <w:highlight w:val="yellow"/>
        </w:rPr>
      </w:pPr>
    </w:p>
    <w:p w:rsidR="00051C9C" w:rsidRPr="005B1440" w:rsidRDefault="00051C9C" w:rsidP="00051C9C">
      <w:pPr>
        <w:pStyle w:val="QuestionInstruction"/>
      </w:pPr>
      <w:r w:rsidRPr="005B1440">
        <w:t>ASK ALL</w:t>
      </w:r>
      <w:r w:rsidRPr="005B1440">
        <w:tab/>
      </w:r>
    </w:p>
    <w:p w:rsidR="00051C9C" w:rsidRPr="005B1440" w:rsidRDefault="00051C9C" w:rsidP="00051C9C">
      <w:pPr>
        <w:spacing w:after="0" w:line="240" w:lineRule="auto"/>
        <w:ind w:left="720" w:hanging="720"/>
        <w:rPr>
          <w:rFonts w:ascii="Times New Roman" w:eastAsia="Verdana" w:hAnsi="Times New Roman"/>
          <w:i/>
        </w:rPr>
      </w:pPr>
      <w:r w:rsidRPr="005B1440">
        <w:rPr>
          <w:rFonts w:ascii="Tahoma" w:eastAsia="Times New Roman" w:hAnsi="Tahoma" w:cs="Tahoma"/>
          <w:b/>
          <w:bCs/>
          <w:sz w:val="16"/>
          <w:szCs w:val="16"/>
        </w:rPr>
        <w:t>QIND6</w:t>
      </w:r>
      <w:r w:rsidRPr="005B1440">
        <w:rPr>
          <w:rFonts w:ascii="Times New Roman" w:eastAsia="Verdana" w:hAnsi="Times New Roman"/>
        </w:rPr>
        <w:tab/>
        <w:t xml:space="preserve">In your opinion, has the National Rural Employment Guarantee Act (NREGA) been a good thing for India or a bad thing for India? </w:t>
      </w:r>
    </w:p>
    <w:p w:rsidR="00051C9C" w:rsidRPr="005B1440" w:rsidRDefault="00051C9C" w:rsidP="00051C9C">
      <w:pPr>
        <w:spacing w:after="0" w:line="240" w:lineRule="auto"/>
        <w:rPr>
          <w:rFonts w:ascii="Times New Roman" w:eastAsia="Verdana" w:hAnsi="Times New Roman"/>
          <w:i/>
        </w:rPr>
      </w:pPr>
    </w:p>
    <w:p w:rsidR="00051C9C" w:rsidRPr="005B1440" w:rsidRDefault="00051C9C" w:rsidP="00051C9C">
      <w:pPr>
        <w:spacing w:after="0" w:line="240" w:lineRule="auto"/>
        <w:rPr>
          <w:rFonts w:ascii="Times New Roman" w:eastAsia="Verdana" w:hAnsi="Times New Roman"/>
        </w:rPr>
      </w:pPr>
      <w:r w:rsidRPr="005B1440">
        <w:rPr>
          <w:rFonts w:ascii="Times New Roman" w:eastAsia="Verdana" w:hAnsi="Times New Roman"/>
        </w:rPr>
        <w:tab/>
        <w:t>1</w:t>
      </w:r>
      <w:r w:rsidRPr="005B1440">
        <w:rPr>
          <w:rFonts w:ascii="Times New Roman" w:eastAsia="Verdana" w:hAnsi="Times New Roman"/>
        </w:rPr>
        <w:tab/>
        <w:t>A good thing for India</w:t>
      </w:r>
    </w:p>
    <w:p w:rsidR="00051C9C" w:rsidRPr="005B1440" w:rsidRDefault="00051C9C" w:rsidP="00051C9C">
      <w:pPr>
        <w:spacing w:after="0" w:line="240" w:lineRule="auto"/>
        <w:rPr>
          <w:rFonts w:ascii="Times New Roman" w:eastAsia="Verdana" w:hAnsi="Times New Roman"/>
        </w:rPr>
      </w:pPr>
      <w:r w:rsidRPr="005B1440">
        <w:rPr>
          <w:rFonts w:ascii="Times New Roman" w:eastAsia="Verdana" w:hAnsi="Times New Roman"/>
        </w:rPr>
        <w:tab/>
        <w:t>2</w:t>
      </w:r>
      <w:r w:rsidRPr="005B1440">
        <w:rPr>
          <w:rFonts w:ascii="Times New Roman" w:eastAsia="Verdana" w:hAnsi="Times New Roman"/>
        </w:rPr>
        <w:tab/>
        <w:t>A bad thing for India</w:t>
      </w:r>
    </w:p>
    <w:p w:rsidR="00051C9C" w:rsidRPr="005B1440" w:rsidRDefault="00051C9C" w:rsidP="00051C9C">
      <w:pPr>
        <w:spacing w:after="0" w:line="240" w:lineRule="auto"/>
        <w:rPr>
          <w:rFonts w:ascii="Times New Roman" w:eastAsia="Verdana" w:hAnsi="Times New Roman"/>
        </w:rPr>
      </w:pPr>
      <w:r w:rsidRPr="005B1440">
        <w:rPr>
          <w:rFonts w:ascii="Times New Roman" w:eastAsia="Verdana" w:hAnsi="Times New Roman"/>
        </w:rPr>
        <w:tab/>
        <w:t>8</w:t>
      </w:r>
      <w:r w:rsidRPr="005B1440">
        <w:rPr>
          <w:rFonts w:ascii="Times New Roman" w:eastAsia="Verdana" w:hAnsi="Times New Roman"/>
        </w:rPr>
        <w:tab/>
        <w:t>Don’t know (DO NOT READ)</w:t>
      </w:r>
      <w:r w:rsidRPr="005B1440">
        <w:rPr>
          <w:rFonts w:ascii="Times New Roman" w:eastAsia="Verdana" w:hAnsi="Times New Roman"/>
        </w:rPr>
        <w:br/>
      </w:r>
      <w:r w:rsidRPr="005B1440">
        <w:rPr>
          <w:rFonts w:ascii="Times New Roman" w:eastAsia="Verdana" w:hAnsi="Times New Roman"/>
        </w:rPr>
        <w:tab/>
        <w:t>9</w:t>
      </w:r>
      <w:r w:rsidRPr="005B1440">
        <w:rPr>
          <w:rFonts w:ascii="Times New Roman" w:eastAsia="Verdana" w:hAnsi="Times New Roman"/>
        </w:rPr>
        <w:tab/>
        <w:t>Refused (DO NOT READ)</w:t>
      </w:r>
    </w:p>
    <w:p w:rsidR="00A25D1C" w:rsidRPr="00A25D1C" w:rsidRDefault="00A25D1C" w:rsidP="00A25D1C">
      <w:pPr>
        <w:spacing w:after="0" w:line="240" w:lineRule="auto"/>
        <w:ind w:left="720"/>
        <w:rPr>
          <w:rFonts w:ascii="Times New Roman" w:eastAsia="Times New Roman" w:hAnsi="Times New Roman"/>
          <w:b/>
          <w:bCs/>
          <w:sz w:val="24"/>
          <w:szCs w:val="24"/>
          <w:highlight w:val="yellow"/>
        </w:rPr>
      </w:pPr>
    </w:p>
    <w:p w:rsidR="00EE17E6" w:rsidRPr="005B1440" w:rsidRDefault="00EE17E6" w:rsidP="00EE17E6">
      <w:pPr>
        <w:pStyle w:val="QuestionInstruction"/>
      </w:pPr>
      <w:r w:rsidRPr="005B1440">
        <w:t>ASK ALL</w:t>
      </w:r>
    </w:p>
    <w:p w:rsidR="00EE17E6" w:rsidRPr="005B1440" w:rsidRDefault="00EE17E6" w:rsidP="00EE17E6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5B1440">
        <w:rPr>
          <w:rFonts w:ascii="Tahoma" w:eastAsia="Times New Roman" w:hAnsi="Tahoma" w:cs="Tahoma"/>
          <w:b/>
          <w:bCs/>
          <w:sz w:val="16"/>
          <w:szCs w:val="16"/>
        </w:rPr>
        <w:t>QIND7</w:t>
      </w:r>
      <w:r w:rsidRPr="005B1440">
        <w:rPr>
          <w:rFonts w:ascii="Times New Roman" w:eastAsia="Verdana" w:hAnsi="Times New Roman"/>
          <w:b/>
        </w:rPr>
        <w:t xml:space="preserve"> </w:t>
      </w:r>
      <w:r w:rsidRPr="005B1440">
        <w:rPr>
          <w:rFonts w:ascii="Times New Roman" w:eastAsia="Verdana" w:hAnsi="Times New Roman"/>
          <w:b/>
        </w:rPr>
        <w:tab/>
      </w:r>
      <w:r w:rsidRPr="005B1440">
        <w:rPr>
          <w:rFonts w:ascii="Times New Roman" w:eastAsia="Verdana" w:hAnsi="Times New Roman"/>
        </w:rPr>
        <w:t xml:space="preserve">In your opinion, is the National Food Security Bill a good thing for </w:t>
      </w:r>
      <w:r w:rsidR="00346A3E">
        <w:rPr>
          <w:rFonts w:ascii="Times New Roman" w:eastAsia="Verdana" w:hAnsi="Times New Roman"/>
        </w:rPr>
        <w:t>India or a bad thing for India?</w:t>
      </w:r>
      <w:r w:rsidRPr="005B1440">
        <w:rPr>
          <w:rFonts w:ascii="Times New Roman" w:eastAsia="Verdana" w:hAnsi="Times New Roman"/>
        </w:rPr>
        <w:tab/>
      </w:r>
    </w:p>
    <w:p w:rsidR="00EE17E6" w:rsidRPr="005B1440" w:rsidRDefault="00EE17E6" w:rsidP="00EE17E6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EE17E6" w:rsidRPr="005B1440" w:rsidRDefault="00EE17E6" w:rsidP="00EE17E6">
      <w:pPr>
        <w:spacing w:after="0" w:line="240" w:lineRule="auto"/>
        <w:rPr>
          <w:rFonts w:ascii="Times New Roman" w:eastAsia="Verdana" w:hAnsi="Times New Roman"/>
        </w:rPr>
      </w:pPr>
      <w:r w:rsidRPr="005B1440">
        <w:rPr>
          <w:rFonts w:ascii="Times New Roman" w:eastAsia="Times New Roman" w:hAnsi="Times New Roman"/>
          <w:sz w:val="20"/>
          <w:szCs w:val="20"/>
        </w:rPr>
        <w:tab/>
      </w:r>
      <w:r w:rsidRPr="005B1440">
        <w:rPr>
          <w:rFonts w:ascii="Times New Roman" w:eastAsia="Verdana" w:hAnsi="Times New Roman"/>
        </w:rPr>
        <w:t>1</w:t>
      </w:r>
      <w:r w:rsidRPr="005B1440">
        <w:rPr>
          <w:rFonts w:ascii="Times New Roman" w:eastAsia="Verdana" w:hAnsi="Times New Roman"/>
        </w:rPr>
        <w:tab/>
        <w:t>A good thing for India</w:t>
      </w:r>
    </w:p>
    <w:p w:rsidR="00EE17E6" w:rsidRPr="005B1440" w:rsidRDefault="00EE17E6" w:rsidP="00EE17E6">
      <w:pPr>
        <w:spacing w:after="0" w:line="240" w:lineRule="auto"/>
        <w:rPr>
          <w:rFonts w:ascii="Times New Roman" w:eastAsia="Verdana" w:hAnsi="Times New Roman"/>
        </w:rPr>
      </w:pPr>
      <w:r w:rsidRPr="005B1440">
        <w:rPr>
          <w:rFonts w:ascii="Times New Roman" w:eastAsia="Verdana" w:hAnsi="Times New Roman"/>
        </w:rPr>
        <w:tab/>
        <w:t>2</w:t>
      </w:r>
      <w:r w:rsidRPr="005B1440">
        <w:rPr>
          <w:rFonts w:ascii="Times New Roman" w:eastAsia="Verdana" w:hAnsi="Times New Roman"/>
        </w:rPr>
        <w:tab/>
        <w:t>A bad thing for India</w:t>
      </w:r>
    </w:p>
    <w:p w:rsidR="00EE17E6" w:rsidRPr="005B1440" w:rsidRDefault="00EE17E6" w:rsidP="00EE17E6">
      <w:pPr>
        <w:spacing w:after="0" w:line="240" w:lineRule="auto"/>
        <w:rPr>
          <w:rFonts w:ascii="Times New Roman" w:eastAsia="Verdana" w:hAnsi="Times New Roman"/>
        </w:rPr>
      </w:pPr>
      <w:r w:rsidRPr="005B1440">
        <w:rPr>
          <w:rFonts w:ascii="Times New Roman" w:eastAsia="Verdana" w:hAnsi="Times New Roman"/>
        </w:rPr>
        <w:tab/>
        <w:t>8</w:t>
      </w:r>
      <w:r w:rsidRPr="005B1440">
        <w:rPr>
          <w:rFonts w:ascii="Times New Roman" w:eastAsia="Verdana" w:hAnsi="Times New Roman"/>
        </w:rPr>
        <w:tab/>
        <w:t>Don’t know (DO NOT READ)</w:t>
      </w:r>
    </w:p>
    <w:p w:rsidR="00EE17E6" w:rsidRPr="005B1440" w:rsidRDefault="00EE17E6" w:rsidP="00EE17E6">
      <w:pPr>
        <w:spacing w:after="0" w:line="240" w:lineRule="auto"/>
        <w:rPr>
          <w:rFonts w:ascii="Times New Roman" w:eastAsia="Verdana" w:hAnsi="Times New Roman"/>
        </w:rPr>
      </w:pPr>
      <w:r w:rsidRPr="005B1440">
        <w:rPr>
          <w:rFonts w:ascii="Times New Roman" w:eastAsia="Verdana" w:hAnsi="Times New Roman"/>
        </w:rPr>
        <w:tab/>
        <w:t>9</w:t>
      </w:r>
      <w:r w:rsidRPr="005B1440">
        <w:rPr>
          <w:rFonts w:ascii="Times New Roman" w:eastAsia="Verdana" w:hAnsi="Times New Roman"/>
        </w:rPr>
        <w:tab/>
        <w:t>Refused (DO NOT READ)</w:t>
      </w:r>
    </w:p>
    <w:p w:rsidR="00D53F5C" w:rsidRDefault="00D53F5C" w:rsidP="00A25D1C">
      <w:pPr>
        <w:spacing w:after="0" w:line="240" w:lineRule="auto"/>
        <w:rPr>
          <w:rFonts w:ascii="Times New Roman" w:eastAsia="Verdana" w:hAnsi="Times New Roman"/>
        </w:rPr>
      </w:pPr>
    </w:p>
    <w:p w:rsidR="00573AD2" w:rsidRPr="000B73EF" w:rsidRDefault="00573AD2" w:rsidP="00573AD2">
      <w:pPr>
        <w:pStyle w:val="QuestionInstruction"/>
      </w:pPr>
      <w:r w:rsidRPr="000B73EF">
        <w:lastRenderedPageBreak/>
        <w:t>READ TO ALL</w:t>
      </w:r>
    </w:p>
    <w:p w:rsidR="00573AD2" w:rsidRPr="000B73EF" w:rsidRDefault="00573AD2" w:rsidP="00573AD2">
      <w:pPr>
        <w:pStyle w:val="Question"/>
        <w:ind w:firstLine="0"/>
      </w:pPr>
      <w:r w:rsidRPr="000B73EF">
        <w:t xml:space="preserve">Now, I would like to ask some questions about your background.  </w:t>
      </w:r>
    </w:p>
    <w:p w:rsidR="00573AD2" w:rsidRPr="000B73EF" w:rsidRDefault="00573AD2" w:rsidP="00573AD2">
      <w:pPr>
        <w:pStyle w:val="QuestionInstruction"/>
      </w:pPr>
      <w:r w:rsidRPr="000B73EF">
        <w:t xml:space="preserve">ASK ALL </w:t>
      </w:r>
    </w:p>
    <w:p w:rsidR="00573AD2" w:rsidRPr="000B73EF" w:rsidRDefault="00573AD2" w:rsidP="00573AD2">
      <w:pPr>
        <w:pStyle w:val="Question"/>
      </w:pPr>
      <w:r w:rsidRPr="000B73EF">
        <w:rPr>
          <w:rFonts w:ascii="Tahoma" w:hAnsi="Tahoma" w:cs="Tahoma"/>
          <w:b/>
          <w:sz w:val="16"/>
          <w:szCs w:val="16"/>
        </w:rPr>
        <w:t>Q1</w:t>
      </w:r>
      <w:r w:rsidR="00D977C2" w:rsidRPr="000B73EF">
        <w:rPr>
          <w:rFonts w:ascii="Tahoma" w:hAnsi="Tahoma" w:cs="Tahoma"/>
          <w:b/>
          <w:sz w:val="16"/>
          <w:szCs w:val="16"/>
        </w:rPr>
        <w:t>64</w:t>
      </w:r>
      <w:r w:rsidRPr="000B73EF">
        <w:tab/>
      </w:r>
      <w:r w:rsidR="00D719E0">
        <w:rPr>
          <w:i/>
        </w:rPr>
        <w:t xml:space="preserve">Gender </w:t>
      </w:r>
      <w:r w:rsidRPr="000B73EF">
        <w:rPr>
          <w:i/>
        </w:rPr>
        <w:t>(</w:t>
      </w:r>
      <w:r w:rsidR="00D719E0" w:rsidRPr="00D719E0">
        <w:rPr>
          <w:i/>
          <w:caps/>
        </w:rPr>
        <w:t>R</w:t>
      </w:r>
      <w:r w:rsidRPr="00D719E0">
        <w:rPr>
          <w:i/>
          <w:caps/>
        </w:rPr>
        <w:t>ecord by observation</w:t>
      </w:r>
      <w:r w:rsidRPr="000B73EF">
        <w:rPr>
          <w:i/>
        </w:rPr>
        <w:t xml:space="preserve">) </w:t>
      </w:r>
    </w:p>
    <w:p w:rsidR="00573AD2" w:rsidRPr="000B73EF" w:rsidRDefault="00573AD2" w:rsidP="00573AD2">
      <w:pPr>
        <w:pStyle w:val="QuestionResponse"/>
      </w:pPr>
      <w:r w:rsidRPr="000B73EF">
        <w:t>1</w:t>
      </w:r>
      <w:r w:rsidRPr="000B73EF">
        <w:tab/>
        <w:t>Male</w:t>
      </w:r>
    </w:p>
    <w:p w:rsidR="00573AD2" w:rsidRPr="000B73EF" w:rsidRDefault="00573AD2" w:rsidP="00573AD2">
      <w:pPr>
        <w:pStyle w:val="QuestionResponseLast"/>
      </w:pPr>
      <w:r w:rsidRPr="000B73EF">
        <w:t>2</w:t>
      </w:r>
      <w:r w:rsidRPr="000B73EF">
        <w:tab/>
        <w:t>Female</w:t>
      </w:r>
    </w:p>
    <w:p w:rsidR="00573AD2" w:rsidRPr="000B73EF" w:rsidRDefault="00573AD2" w:rsidP="00573AD2">
      <w:pPr>
        <w:pStyle w:val="QuestionInstruction"/>
      </w:pPr>
      <w:r w:rsidRPr="000B73EF">
        <w:t xml:space="preserve">ASK ALL </w:t>
      </w:r>
    </w:p>
    <w:p w:rsidR="00573AD2" w:rsidRPr="000B73EF" w:rsidRDefault="00573AD2" w:rsidP="00573AD2">
      <w:pPr>
        <w:pStyle w:val="Question"/>
      </w:pPr>
      <w:r w:rsidRPr="000B73EF">
        <w:rPr>
          <w:rFonts w:ascii="Tahoma" w:hAnsi="Tahoma" w:cs="Tahoma"/>
          <w:b/>
          <w:sz w:val="16"/>
          <w:szCs w:val="16"/>
        </w:rPr>
        <w:t>Q</w:t>
      </w:r>
      <w:r w:rsidR="00D977C2" w:rsidRPr="000B73EF">
        <w:rPr>
          <w:rFonts w:ascii="Tahoma" w:hAnsi="Tahoma" w:cs="Tahoma"/>
          <w:b/>
          <w:sz w:val="16"/>
          <w:szCs w:val="16"/>
        </w:rPr>
        <w:t>165</w:t>
      </w:r>
      <w:r w:rsidRPr="000B73EF">
        <w:tab/>
        <w:t xml:space="preserve">How old were you at your last birthday? </w:t>
      </w:r>
    </w:p>
    <w:p w:rsidR="00573AD2" w:rsidRPr="000B73EF" w:rsidRDefault="00573AD2" w:rsidP="00573AD2">
      <w:pPr>
        <w:pStyle w:val="QuestionResponse"/>
      </w:pPr>
      <w:r w:rsidRPr="000B73EF">
        <w:t xml:space="preserve">________ </w:t>
      </w:r>
      <w:proofErr w:type="gramStart"/>
      <w:r w:rsidRPr="000B73EF">
        <w:t>years</w:t>
      </w:r>
      <w:proofErr w:type="gramEnd"/>
      <w:r w:rsidRPr="000B73EF">
        <w:t xml:space="preserve"> (RECORD AGE IN YEARS)</w:t>
      </w:r>
    </w:p>
    <w:p w:rsidR="00573AD2" w:rsidRPr="000B73EF" w:rsidRDefault="00573AD2" w:rsidP="00573AD2">
      <w:pPr>
        <w:pStyle w:val="QuestionResponse"/>
      </w:pPr>
      <w:r w:rsidRPr="000B73EF">
        <w:t>97</w:t>
      </w:r>
      <w:r w:rsidRPr="000B73EF">
        <w:tab/>
        <w:t>97 or older</w:t>
      </w:r>
    </w:p>
    <w:p w:rsidR="00573AD2" w:rsidRPr="000B73EF" w:rsidRDefault="00573AD2" w:rsidP="00573AD2">
      <w:pPr>
        <w:pStyle w:val="QuestionResponse"/>
      </w:pPr>
      <w:r w:rsidRPr="000B73EF">
        <w:t>98</w:t>
      </w:r>
      <w:r w:rsidRPr="000B73EF">
        <w:tab/>
        <w:t>Don’t know (DO NOT READ)</w:t>
      </w:r>
    </w:p>
    <w:p w:rsidR="00573AD2" w:rsidRPr="000B73EF" w:rsidRDefault="00573AD2" w:rsidP="00573AD2">
      <w:pPr>
        <w:pStyle w:val="QuestionResponseLast"/>
      </w:pPr>
      <w:r w:rsidRPr="000B73EF">
        <w:t>99</w:t>
      </w:r>
      <w:r w:rsidRPr="000B73EF">
        <w:tab/>
        <w:t>Refused (DO NOT READ)</w:t>
      </w:r>
    </w:p>
    <w:p w:rsidR="00573AD2" w:rsidRPr="00A3456B" w:rsidRDefault="00573AD2" w:rsidP="00547CA3">
      <w:pPr>
        <w:pStyle w:val="QuestionInstruction"/>
        <w:rPr>
          <w:caps/>
        </w:rPr>
      </w:pPr>
      <w:r w:rsidRPr="00A3456B">
        <w:rPr>
          <w:caps/>
        </w:rPr>
        <w:t xml:space="preserve">ASK ALL </w:t>
      </w:r>
    </w:p>
    <w:p w:rsidR="00573AD2" w:rsidRPr="000B73EF" w:rsidRDefault="009649FB" w:rsidP="00573AD2">
      <w:pPr>
        <w:pStyle w:val="Question"/>
      </w:pPr>
      <w:r w:rsidRPr="000B73EF">
        <w:rPr>
          <w:rFonts w:ascii="Tahoma" w:hAnsi="Tahoma" w:cs="Tahoma"/>
          <w:b/>
          <w:sz w:val="16"/>
          <w:szCs w:val="16"/>
        </w:rPr>
        <w:t>Q176</w:t>
      </w:r>
      <w:r w:rsidR="00573AD2" w:rsidRPr="000B73EF">
        <w:tab/>
        <w:t>People practice their religion in different ways.  Outside of attending religious services, do you pray several times a day, once a day, a few times a week, o</w:t>
      </w:r>
      <w:r w:rsidR="00B71D14">
        <w:t xml:space="preserve">nce a week or less, or never? </w:t>
      </w:r>
    </w:p>
    <w:p w:rsidR="00573AD2" w:rsidRPr="000B73EF" w:rsidRDefault="00573AD2" w:rsidP="00573AD2">
      <w:pPr>
        <w:pStyle w:val="QuestionResponse"/>
      </w:pPr>
      <w:r w:rsidRPr="000B73EF">
        <w:t>1</w:t>
      </w:r>
      <w:r w:rsidRPr="000B73EF">
        <w:tab/>
        <w:t>Several times a day</w:t>
      </w:r>
    </w:p>
    <w:p w:rsidR="00573AD2" w:rsidRPr="000B73EF" w:rsidRDefault="00573AD2" w:rsidP="00573AD2">
      <w:pPr>
        <w:pStyle w:val="QuestionResponse"/>
      </w:pPr>
      <w:r w:rsidRPr="000B73EF">
        <w:t>2</w:t>
      </w:r>
      <w:r w:rsidRPr="000B73EF">
        <w:tab/>
        <w:t>Once a day</w:t>
      </w:r>
    </w:p>
    <w:p w:rsidR="00573AD2" w:rsidRPr="000B73EF" w:rsidRDefault="00573AD2" w:rsidP="00573AD2">
      <w:pPr>
        <w:pStyle w:val="QuestionResponse"/>
      </w:pPr>
      <w:r w:rsidRPr="000B73EF">
        <w:t>3</w:t>
      </w:r>
      <w:r w:rsidRPr="000B73EF">
        <w:tab/>
        <w:t>A few times a week</w:t>
      </w:r>
    </w:p>
    <w:p w:rsidR="00573AD2" w:rsidRPr="000B73EF" w:rsidRDefault="00573AD2" w:rsidP="00573AD2">
      <w:pPr>
        <w:pStyle w:val="QuestionResponse"/>
      </w:pPr>
      <w:r w:rsidRPr="000B73EF">
        <w:t>4</w:t>
      </w:r>
      <w:r w:rsidRPr="000B73EF">
        <w:tab/>
        <w:t>Once a week or less</w:t>
      </w:r>
    </w:p>
    <w:p w:rsidR="00573AD2" w:rsidRPr="000B73EF" w:rsidRDefault="00573AD2" w:rsidP="00573AD2">
      <w:pPr>
        <w:pStyle w:val="QuestionResponse"/>
      </w:pPr>
      <w:r w:rsidRPr="000B73EF">
        <w:t>5</w:t>
      </w:r>
      <w:r w:rsidRPr="000B73EF">
        <w:tab/>
        <w:t>Never</w:t>
      </w:r>
    </w:p>
    <w:p w:rsidR="00573AD2" w:rsidRPr="000B73EF" w:rsidRDefault="00573AD2" w:rsidP="00573AD2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573AD2" w:rsidRPr="000B73EF" w:rsidRDefault="00573AD2" w:rsidP="00573AD2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573AD2" w:rsidRPr="004A7CCC" w:rsidRDefault="00573AD2" w:rsidP="004A7CCC">
      <w:pPr>
        <w:pStyle w:val="QuestionInstruction"/>
        <w:rPr>
          <w:caps/>
        </w:rPr>
      </w:pPr>
      <w:r w:rsidRPr="004A7CCC">
        <w:rPr>
          <w:caps/>
        </w:rPr>
        <w:t xml:space="preserve">ASK ALL </w:t>
      </w:r>
    </w:p>
    <w:p w:rsidR="00573AD2" w:rsidRPr="000B73EF" w:rsidRDefault="009649FB" w:rsidP="00573AD2">
      <w:pPr>
        <w:pStyle w:val="Question"/>
      </w:pPr>
      <w:r w:rsidRPr="000B73EF">
        <w:rPr>
          <w:rFonts w:ascii="Tahoma" w:hAnsi="Tahoma" w:cs="Tahoma"/>
          <w:b/>
          <w:sz w:val="16"/>
          <w:szCs w:val="16"/>
        </w:rPr>
        <w:t>Q178</w:t>
      </w:r>
      <w:r w:rsidR="00573AD2" w:rsidRPr="000B73EF">
        <w:tab/>
        <w:t>How important is religion in your life – very important, somewhat important, not too impor</w:t>
      </w:r>
      <w:r w:rsidR="00346A3E">
        <w:t xml:space="preserve">tant, or not at all important? </w:t>
      </w:r>
    </w:p>
    <w:p w:rsidR="00573AD2" w:rsidRPr="000B73EF" w:rsidRDefault="00573AD2" w:rsidP="00573AD2">
      <w:pPr>
        <w:pStyle w:val="QuestionResponse"/>
      </w:pPr>
      <w:r w:rsidRPr="000B73EF">
        <w:t>1</w:t>
      </w:r>
      <w:r w:rsidRPr="000B73EF">
        <w:tab/>
        <w:t>Very important</w:t>
      </w:r>
    </w:p>
    <w:p w:rsidR="00573AD2" w:rsidRPr="000B73EF" w:rsidRDefault="00573AD2" w:rsidP="00573AD2">
      <w:pPr>
        <w:pStyle w:val="QuestionResponse"/>
      </w:pPr>
      <w:r w:rsidRPr="000B73EF">
        <w:t>2</w:t>
      </w:r>
      <w:r w:rsidRPr="000B73EF">
        <w:tab/>
        <w:t>Somewhat important</w:t>
      </w:r>
    </w:p>
    <w:p w:rsidR="00573AD2" w:rsidRPr="000B73EF" w:rsidRDefault="00573AD2" w:rsidP="00573AD2">
      <w:pPr>
        <w:pStyle w:val="QuestionResponse"/>
      </w:pPr>
      <w:r w:rsidRPr="000B73EF">
        <w:t>3</w:t>
      </w:r>
      <w:r w:rsidRPr="000B73EF">
        <w:tab/>
        <w:t>Not too important</w:t>
      </w:r>
    </w:p>
    <w:p w:rsidR="00573AD2" w:rsidRPr="000B73EF" w:rsidRDefault="00573AD2" w:rsidP="00573AD2">
      <w:pPr>
        <w:pStyle w:val="QuestionResponse"/>
      </w:pPr>
      <w:r w:rsidRPr="000B73EF">
        <w:t>4</w:t>
      </w:r>
      <w:r w:rsidRPr="000B73EF">
        <w:tab/>
        <w:t>Not at all important</w:t>
      </w:r>
    </w:p>
    <w:p w:rsidR="00573AD2" w:rsidRPr="000B73EF" w:rsidRDefault="00573AD2" w:rsidP="00573AD2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573AD2" w:rsidRPr="000B73EF" w:rsidRDefault="00573AD2" w:rsidP="00573AD2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3B1BB5" w:rsidRPr="000B73EF" w:rsidRDefault="003B1BB5" w:rsidP="003B1BB5">
      <w:pPr>
        <w:pStyle w:val="QuestionInstruction"/>
      </w:pPr>
      <w:r w:rsidRPr="000B73EF">
        <w:lastRenderedPageBreak/>
        <w:t xml:space="preserve">ASK IF NOT MUSLIM </w:t>
      </w:r>
    </w:p>
    <w:p w:rsidR="00573AD2" w:rsidRPr="000B73EF" w:rsidRDefault="00573AD2" w:rsidP="00573AD2">
      <w:pPr>
        <w:pStyle w:val="Question"/>
        <w:rPr>
          <w:i/>
        </w:rPr>
      </w:pPr>
      <w:r w:rsidRPr="000B73EF">
        <w:rPr>
          <w:rFonts w:ascii="Tahoma" w:hAnsi="Tahoma" w:cs="Tahoma"/>
          <w:b/>
          <w:sz w:val="16"/>
          <w:szCs w:val="16"/>
        </w:rPr>
        <w:t>Q1</w:t>
      </w:r>
      <w:r w:rsidR="009649FB" w:rsidRPr="000B73EF">
        <w:rPr>
          <w:rFonts w:ascii="Tahoma" w:hAnsi="Tahoma" w:cs="Tahoma"/>
          <w:b/>
          <w:sz w:val="16"/>
          <w:szCs w:val="16"/>
        </w:rPr>
        <w:t>79</w:t>
      </w:r>
      <w:r w:rsidRPr="000B73EF">
        <w:rPr>
          <w:szCs w:val="16"/>
        </w:rPr>
        <w:tab/>
      </w:r>
      <w:r w:rsidRPr="000B73EF">
        <w:t xml:space="preserve">Aside from weddings and funerals how often do you attend religious services... more than once a week, once a week, once or twice a month, a few times a year, seldom, or never? </w:t>
      </w:r>
    </w:p>
    <w:p w:rsidR="00573AD2" w:rsidRPr="000B73EF" w:rsidRDefault="00573AD2" w:rsidP="00573AD2">
      <w:pPr>
        <w:pStyle w:val="QuestionResponse"/>
      </w:pPr>
      <w:r w:rsidRPr="000B73EF">
        <w:t>1</w:t>
      </w:r>
      <w:r w:rsidRPr="000B73EF">
        <w:tab/>
        <w:t>More than once a week</w:t>
      </w:r>
    </w:p>
    <w:p w:rsidR="00573AD2" w:rsidRPr="000B73EF" w:rsidRDefault="00573AD2" w:rsidP="00573AD2">
      <w:pPr>
        <w:pStyle w:val="QuestionResponse"/>
      </w:pPr>
      <w:r w:rsidRPr="000B73EF">
        <w:t>2</w:t>
      </w:r>
      <w:r w:rsidRPr="000B73EF">
        <w:tab/>
        <w:t>Once a week</w:t>
      </w:r>
    </w:p>
    <w:p w:rsidR="00573AD2" w:rsidRPr="000B73EF" w:rsidRDefault="00573AD2" w:rsidP="00573AD2">
      <w:pPr>
        <w:pStyle w:val="QuestionResponse"/>
      </w:pPr>
      <w:r w:rsidRPr="000B73EF">
        <w:t>3</w:t>
      </w:r>
      <w:r w:rsidRPr="000B73EF">
        <w:tab/>
        <w:t>Once or twice a month</w:t>
      </w:r>
    </w:p>
    <w:p w:rsidR="00573AD2" w:rsidRPr="000B73EF" w:rsidRDefault="00573AD2" w:rsidP="00573AD2">
      <w:pPr>
        <w:pStyle w:val="QuestionResponse"/>
      </w:pPr>
      <w:r w:rsidRPr="000B73EF">
        <w:t>4</w:t>
      </w:r>
      <w:r w:rsidRPr="000B73EF">
        <w:tab/>
        <w:t>A few times a year</w:t>
      </w:r>
    </w:p>
    <w:p w:rsidR="00573AD2" w:rsidRPr="000B73EF" w:rsidRDefault="00573AD2" w:rsidP="00573AD2">
      <w:pPr>
        <w:pStyle w:val="QuestionResponse"/>
      </w:pPr>
      <w:r w:rsidRPr="000B73EF">
        <w:t>5</w:t>
      </w:r>
      <w:r w:rsidRPr="000B73EF">
        <w:tab/>
        <w:t>Seldom</w:t>
      </w:r>
    </w:p>
    <w:p w:rsidR="00573AD2" w:rsidRPr="000B73EF" w:rsidRDefault="00573AD2" w:rsidP="00573AD2">
      <w:pPr>
        <w:pStyle w:val="QuestionResponse"/>
      </w:pPr>
      <w:r w:rsidRPr="000B73EF">
        <w:t>6</w:t>
      </w:r>
      <w:r w:rsidRPr="000B73EF">
        <w:tab/>
        <w:t>Never</w:t>
      </w:r>
    </w:p>
    <w:p w:rsidR="00573AD2" w:rsidRPr="000B73EF" w:rsidRDefault="00573AD2" w:rsidP="00573AD2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573AD2" w:rsidRPr="000B73EF" w:rsidRDefault="00573AD2" w:rsidP="00573AD2">
      <w:pPr>
        <w:pStyle w:val="QuestionResponseLast"/>
        <w:rPr>
          <w:b/>
        </w:rPr>
      </w:pPr>
      <w:r w:rsidRPr="000B73EF">
        <w:t>9</w:t>
      </w:r>
      <w:r w:rsidRPr="000B73EF">
        <w:tab/>
        <w:t>Refused (DO NOT READ)</w:t>
      </w:r>
    </w:p>
    <w:p w:rsidR="003B1BB5" w:rsidRPr="000B73EF" w:rsidRDefault="003B1BB5" w:rsidP="003B1BB5">
      <w:pPr>
        <w:pStyle w:val="QuestionInstruction"/>
      </w:pPr>
      <w:r w:rsidRPr="000B73EF">
        <w:t xml:space="preserve">ASK ALL </w:t>
      </w:r>
    </w:p>
    <w:p w:rsidR="008B30BC" w:rsidRPr="008B4160" w:rsidRDefault="003B1BB5" w:rsidP="008B4160">
      <w:pPr>
        <w:pStyle w:val="Question"/>
      </w:pPr>
      <w:r w:rsidRPr="000B73EF">
        <w:rPr>
          <w:rFonts w:ascii="Tahoma" w:hAnsi="Tahoma" w:cs="Tahoma"/>
          <w:b/>
          <w:sz w:val="16"/>
          <w:szCs w:val="16"/>
        </w:rPr>
        <w:t>Q1</w:t>
      </w:r>
      <w:r w:rsidR="009649FB" w:rsidRPr="000B73EF">
        <w:rPr>
          <w:rFonts w:ascii="Tahoma" w:hAnsi="Tahoma" w:cs="Tahoma"/>
          <w:b/>
          <w:sz w:val="16"/>
          <w:szCs w:val="16"/>
        </w:rPr>
        <w:t>80</w:t>
      </w:r>
      <w:r w:rsidR="008B4160">
        <w:rPr>
          <w:rFonts w:ascii="Tahoma" w:hAnsi="Tahoma" w:cs="Tahoma"/>
          <w:b/>
          <w:sz w:val="16"/>
          <w:szCs w:val="16"/>
        </w:rPr>
        <w:t>INDIA</w:t>
      </w:r>
      <w:r w:rsidRPr="000B73EF">
        <w:tab/>
      </w:r>
      <w:r w:rsidR="008B30BC">
        <w:t>What is the highest level of education that you have completed</w:t>
      </w:r>
      <w:r w:rsidR="008B30BC" w:rsidRPr="000B73EF">
        <w:t xml:space="preserve">? </w:t>
      </w:r>
      <w:r w:rsidR="008B4160" w:rsidRPr="0044382C">
        <w:rPr>
          <w:i/>
        </w:rPr>
        <w:t>(READ)</w:t>
      </w:r>
      <w:r w:rsidR="008B4160" w:rsidRPr="000B73EF">
        <w:t xml:space="preserve"> </w:t>
      </w:r>
      <w:r w:rsidR="008B4160" w:rsidRPr="000B73EF">
        <w:rPr>
          <w:i/>
        </w:rPr>
        <w:t>(SHOW CARD)</w:t>
      </w:r>
    </w:p>
    <w:p w:rsidR="008B30BC" w:rsidRPr="000B73EF" w:rsidRDefault="008B30BC" w:rsidP="008B30BC">
      <w:pPr>
        <w:pStyle w:val="QuestionResponse"/>
      </w:pPr>
      <w:r w:rsidRPr="000B73EF">
        <w:t>1</w:t>
      </w:r>
      <w:r w:rsidRPr="000B73EF">
        <w:tab/>
      </w:r>
      <w:r>
        <w:t>Illiterate</w:t>
      </w:r>
    </w:p>
    <w:p w:rsidR="008B30BC" w:rsidRPr="000B73EF" w:rsidRDefault="008B30BC" w:rsidP="008B30BC">
      <w:pPr>
        <w:pStyle w:val="QuestionResponse"/>
      </w:pPr>
      <w:r w:rsidRPr="000B73EF">
        <w:t>2</w:t>
      </w:r>
      <w:r w:rsidRPr="000B73EF">
        <w:tab/>
      </w:r>
      <w:r>
        <w:t>Literate but not formal schooling</w:t>
      </w:r>
    </w:p>
    <w:p w:rsidR="008B30BC" w:rsidRPr="000B73EF" w:rsidRDefault="008B30BC" w:rsidP="008B30BC">
      <w:pPr>
        <w:pStyle w:val="QuestionResponse"/>
      </w:pPr>
      <w:r w:rsidRPr="000B73EF">
        <w:t>3</w:t>
      </w:r>
      <w:r w:rsidRPr="000B73EF">
        <w:tab/>
      </w:r>
      <w:r>
        <w:t>School up to 4 years</w:t>
      </w:r>
    </w:p>
    <w:p w:rsidR="008B30BC" w:rsidRPr="000B73EF" w:rsidRDefault="008B30BC" w:rsidP="008B30BC">
      <w:pPr>
        <w:pStyle w:val="QuestionResponse"/>
      </w:pPr>
      <w:r w:rsidRPr="000B73EF">
        <w:t>4</w:t>
      </w:r>
      <w:r w:rsidRPr="000B73EF">
        <w:tab/>
      </w:r>
      <w:r>
        <w:t>School up to 5 to 9 years</w:t>
      </w:r>
    </w:p>
    <w:p w:rsidR="008B30BC" w:rsidRPr="000B73EF" w:rsidRDefault="008B30BC" w:rsidP="008B30BC">
      <w:pPr>
        <w:pStyle w:val="QuestionResponse"/>
      </w:pPr>
      <w:r w:rsidRPr="000B73EF">
        <w:t>5</w:t>
      </w:r>
      <w:r w:rsidRPr="000B73EF">
        <w:tab/>
      </w:r>
      <w:r>
        <w:t>SSC/HSC</w:t>
      </w:r>
    </w:p>
    <w:p w:rsidR="008B30BC" w:rsidRDefault="008B30BC" w:rsidP="008B30BC">
      <w:pPr>
        <w:pStyle w:val="QuestionResponse"/>
      </w:pPr>
      <w:r w:rsidRPr="000B73EF">
        <w:t>6</w:t>
      </w:r>
      <w:r w:rsidRPr="000B73EF">
        <w:tab/>
      </w:r>
      <w:r>
        <w:t>Some college but not graduated</w:t>
      </w:r>
    </w:p>
    <w:p w:rsidR="008B30BC" w:rsidRDefault="008B30BC" w:rsidP="008B30BC">
      <w:pPr>
        <w:pStyle w:val="QuestionResponse"/>
      </w:pPr>
      <w:r>
        <w:t>7</w:t>
      </w:r>
      <w:r>
        <w:tab/>
        <w:t>Graduate/Post grad - General (BA, MSc, BCOM, etc.)</w:t>
      </w:r>
    </w:p>
    <w:p w:rsidR="008B30BC" w:rsidRPr="000B73EF" w:rsidRDefault="008B30BC" w:rsidP="008B30BC">
      <w:pPr>
        <w:pStyle w:val="QuestionResponse"/>
      </w:pPr>
      <w:r>
        <w:t>8</w:t>
      </w:r>
      <w:r>
        <w:tab/>
        <w:t xml:space="preserve">Graduate/Post grad – Professional (BE, </w:t>
      </w:r>
      <w:proofErr w:type="spellStart"/>
      <w:r>
        <w:t>MTech</w:t>
      </w:r>
      <w:proofErr w:type="spellEnd"/>
      <w:r>
        <w:t xml:space="preserve">, MBA, </w:t>
      </w:r>
      <w:proofErr w:type="spellStart"/>
      <w:r>
        <w:t>MBBS</w:t>
      </w:r>
      <w:proofErr w:type="spellEnd"/>
      <w:r>
        <w:t>, etc.)</w:t>
      </w:r>
    </w:p>
    <w:p w:rsidR="008B30BC" w:rsidRPr="000B73EF" w:rsidRDefault="008B30BC" w:rsidP="008B30BC">
      <w:pPr>
        <w:pStyle w:val="QuestionResponse"/>
      </w:pPr>
      <w:r>
        <w:t>9</w:t>
      </w:r>
      <w:r w:rsidRPr="000B73EF">
        <w:t>8</w:t>
      </w:r>
      <w:r w:rsidRPr="000B73EF">
        <w:tab/>
        <w:t>Don’t know (DO NOT READ)</w:t>
      </w:r>
    </w:p>
    <w:p w:rsidR="008B30BC" w:rsidRDefault="008B30BC" w:rsidP="008B30BC">
      <w:pPr>
        <w:pStyle w:val="QuestionResponseLast"/>
      </w:pPr>
      <w:r>
        <w:t>9</w:t>
      </w:r>
      <w:r w:rsidRPr="000B73EF">
        <w:t>9</w:t>
      </w:r>
      <w:r w:rsidRPr="000B73EF">
        <w:tab/>
        <w:t>Refused (DO NOT READ)</w:t>
      </w:r>
    </w:p>
    <w:p w:rsidR="008B30BC" w:rsidRPr="008B30BC" w:rsidRDefault="008B30BC" w:rsidP="008B30BC">
      <w:pPr>
        <w:pStyle w:val="QuestionInstruction"/>
      </w:pPr>
      <w:r>
        <w:t xml:space="preserve">ASK ALL </w:t>
      </w:r>
    </w:p>
    <w:p w:rsidR="003B1BB5" w:rsidRPr="000B73EF" w:rsidRDefault="003B1BB5" w:rsidP="003B1BB5">
      <w:pPr>
        <w:pStyle w:val="Question"/>
      </w:pPr>
      <w:r w:rsidRPr="000B73EF">
        <w:rPr>
          <w:rFonts w:ascii="Tahoma" w:hAnsi="Tahoma" w:cs="Tahoma"/>
          <w:b/>
          <w:sz w:val="16"/>
          <w:szCs w:val="16"/>
        </w:rPr>
        <w:t>Q1</w:t>
      </w:r>
      <w:r w:rsidR="009649FB" w:rsidRPr="000B73EF">
        <w:rPr>
          <w:rFonts w:ascii="Tahoma" w:hAnsi="Tahoma" w:cs="Tahoma"/>
          <w:b/>
          <w:sz w:val="16"/>
          <w:szCs w:val="16"/>
        </w:rPr>
        <w:t>81</w:t>
      </w:r>
      <w:r w:rsidRPr="000B73EF">
        <w:tab/>
      </w:r>
      <w:r w:rsidR="0080430D">
        <w:t xml:space="preserve">Are you employed now or not? </w:t>
      </w:r>
    </w:p>
    <w:p w:rsidR="003B1BB5" w:rsidRPr="000B73EF" w:rsidRDefault="003B1BB5" w:rsidP="003B1BB5">
      <w:pPr>
        <w:pStyle w:val="QuestionResponse"/>
      </w:pPr>
      <w:r w:rsidRPr="000B73EF">
        <w:t>1</w:t>
      </w:r>
      <w:r w:rsidRPr="000B73EF">
        <w:tab/>
      </w:r>
      <w:r w:rsidR="0080430D">
        <w:t>Yes, employed</w:t>
      </w:r>
    </w:p>
    <w:p w:rsidR="003B1BB5" w:rsidRPr="000B73EF" w:rsidRDefault="003B1BB5" w:rsidP="003B1BB5">
      <w:pPr>
        <w:pStyle w:val="QuestionResponse"/>
      </w:pPr>
      <w:r w:rsidRPr="000B73EF">
        <w:t>2</w:t>
      </w:r>
      <w:r w:rsidRPr="000B73EF">
        <w:tab/>
      </w:r>
      <w:r w:rsidR="0080430D">
        <w:t>No, not</w:t>
      </w:r>
      <w:r w:rsidRPr="000B73EF">
        <w:t xml:space="preserve"> employed</w:t>
      </w:r>
    </w:p>
    <w:p w:rsidR="003B1BB5" w:rsidRPr="000B73EF" w:rsidRDefault="003B1BB5" w:rsidP="003B1BB5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3B1BB5" w:rsidRDefault="003B1BB5" w:rsidP="003B1BB5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80430D" w:rsidRPr="0080430D" w:rsidRDefault="0080430D" w:rsidP="0080430D">
      <w:pPr>
        <w:pStyle w:val="QuestionInstruction"/>
      </w:pPr>
      <w:r w:rsidRPr="0080430D">
        <w:t>ASK IF NOT EMPLOYED (Q181=2)</w:t>
      </w:r>
    </w:p>
    <w:p w:rsidR="0080430D" w:rsidRPr="0080430D" w:rsidRDefault="0080430D" w:rsidP="0080430D">
      <w:pPr>
        <w:pStyle w:val="Question"/>
      </w:pPr>
      <w:r w:rsidRPr="0080430D">
        <w:rPr>
          <w:rFonts w:ascii="Tahoma" w:hAnsi="Tahoma" w:cs="Tahoma"/>
          <w:b/>
          <w:sz w:val="16"/>
          <w:szCs w:val="16"/>
        </w:rPr>
        <w:t>Q181b</w:t>
      </w:r>
      <w:r w:rsidRPr="0080430D">
        <w:tab/>
        <w:t xml:space="preserve">Are you currently looking for work or not? </w:t>
      </w:r>
    </w:p>
    <w:p w:rsidR="0080430D" w:rsidRPr="0080430D" w:rsidRDefault="0080430D" w:rsidP="0080430D">
      <w:pPr>
        <w:pStyle w:val="QuestionResponse"/>
      </w:pPr>
      <w:r w:rsidRPr="0080430D">
        <w:t>1</w:t>
      </w:r>
      <w:r w:rsidRPr="0080430D">
        <w:tab/>
        <w:t>Yes</w:t>
      </w:r>
    </w:p>
    <w:p w:rsidR="0080430D" w:rsidRPr="0080430D" w:rsidRDefault="0080430D" w:rsidP="0080430D">
      <w:pPr>
        <w:pStyle w:val="QuestionResponse"/>
      </w:pPr>
      <w:r w:rsidRPr="0080430D">
        <w:t>2</w:t>
      </w:r>
      <w:r w:rsidRPr="0080430D">
        <w:tab/>
        <w:t>No</w:t>
      </w:r>
    </w:p>
    <w:p w:rsidR="0080430D" w:rsidRPr="0080430D" w:rsidRDefault="0080430D" w:rsidP="0080430D">
      <w:pPr>
        <w:pStyle w:val="QuestionResponse"/>
      </w:pPr>
      <w:r w:rsidRPr="0080430D">
        <w:t>8</w:t>
      </w:r>
      <w:r w:rsidRPr="0080430D">
        <w:tab/>
        <w:t>Don’t know (DO NOT READ)</w:t>
      </w:r>
    </w:p>
    <w:p w:rsidR="0080430D" w:rsidRPr="000F4E14" w:rsidRDefault="0080430D" w:rsidP="0080430D">
      <w:pPr>
        <w:pStyle w:val="QuestionResponseLast"/>
      </w:pPr>
      <w:r w:rsidRPr="0080430D">
        <w:t>9</w:t>
      </w:r>
      <w:r w:rsidRPr="0080430D">
        <w:tab/>
        <w:t>Refused (DO NOT READ)</w:t>
      </w:r>
    </w:p>
    <w:p w:rsidR="00F62850" w:rsidRDefault="00F62850" w:rsidP="00F62850">
      <w:pPr>
        <w:pStyle w:val="QuestionInstruction"/>
        <w:keepNext w:val="0"/>
        <w:keepLines w:val="0"/>
        <w:widowControl w:val="0"/>
      </w:pPr>
    </w:p>
    <w:p w:rsidR="00F62850" w:rsidRDefault="00F62850" w:rsidP="00F62850">
      <w:pPr>
        <w:pStyle w:val="QuestionInstruction"/>
        <w:keepNext w:val="0"/>
        <w:keepLines w:val="0"/>
        <w:widowControl w:val="0"/>
      </w:pPr>
    </w:p>
    <w:p w:rsidR="003B1BB5" w:rsidRPr="000B73EF" w:rsidRDefault="003B1BB5" w:rsidP="00F62850">
      <w:pPr>
        <w:pStyle w:val="QuestionInstruction"/>
        <w:keepNext w:val="0"/>
        <w:keepLines w:val="0"/>
        <w:widowControl w:val="0"/>
      </w:pPr>
      <w:r w:rsidRPr="000B73EF">
        <w:lastRenderedPageBreak/>
        <w:t xml:space="preserve">ASK ALL </w:t>
      </w:r>
    </w:p>
    <w:p w:rsidR="00383F36" w:rsidRPr="00503220" w:rsidRDefault="009649FB" w:rsidP="00F62850">
      <w:pPr>
        <w:pStyle w:val="Question"/>
        <w:keepNext w:val="0"/>
        <w:keepLines w:val="0"/>
        <w:widowControl w:val="0"/>
        <w:rPr>
          <w:i/>
        </w:rPr>
      </w:pPr>
      <w:r w:rsidRPr="000B73EF">
        <w:rPr>
          <w:rFonts w:ascii="Tahoma" w:hAnsi="Tahoma" w:cs="Tahoma"/>
          <w:b/>
          <w:sz w:val="16"/>
        </w:rPr>
        <w:t>Q182</w:t>
      </w:r>
      <w:r w:rsidR="00503220">
        <w:rPr>
          <w:rFonts w:ascii="Tahoma" w:hAnsi="Tahoma" w:cs="Tahoma"/>
          <w:b/>
          <w:sz w:val="16"/>
        </w:rPr>
        <w:t>a</w:t>
      </w:r>
      <w:r w:rsidR="003B1BB5" w:rsidRPr="000B73EF">
        <w:rPr>
          <w:szCs w:val="16"/>
        </w:rPr>
        <w:tab/>
      </w:r>
      <w:r w:rsidR="003B1BB5" w:rsidRPr="000B73EF">
        <w:t xml:space="preserve">Have there been times during the last year when you did not have enough money </w:t>
      </w:r>
      <w:r w:rsidR="00503220" w:rsidRPr="00BF34ED">
        <w:rPr>
          <w:szCs w:val="20"/>
        </w:rPr>
        <w:t>to buy food your family needed</w:t>
      </w:r>
      <w:r w:rsidR="003B1BB5" w:rsidRPr="000B73EF">
        <w:t xml:space="preserve">? </w:t>
      </w:r>
    </w:p>
    <w:p w:rsidR="003B1BB5" w:rsidRPr="000B73EF" w:rsidRDefault="003B1BB5" w:rsidP="00F62850">
      <w:pPr>
        <w:pStyle w:val="QuestionResponse"/>
        <w:keepNext w:val="0"/>
        <w:keepLines w:val="0"/>
        <w:widowControl w:val="0"/>
      </w:pPr>
      <w:r w:rsidRPr="000B73EF">
        <w:t>1</w:t>
      </w:r>
      <w:r w:rsidRPr="000B73EF">
        <w:tab/>
        <w:t>Yes</w:t>
      </w:r>
    </w:p>
    <w:p w:rsidR="003B1BB5" w:rsidRPr="000B73EF" w:rsidRDefault="003B1BB5" w:rsidP="00F62850">
      <w:pPr>
        <w:pStyle w:val="QuestionResponse"/>
        <w:keepNext w:val="0"/>
        <w:keepLines w:val="0"/>
        <w:widowControl w:val="0"/>
        <w:numPr>
          <w:ilvl w:val="0"/>
          <w:numId w:val="24"/>
        </w:numPr>
      </w:pPr>
      <w:r w:rsidRPr="000B73EF">
        <w:tab/>
        <w:t>No</w:t>
      </w:r>
    </w:p>
    <w:p w:rsidR="003B1BB5" w:rsidRPr="000B73EF" w:rsidRDefault="003B1BB5" w:rsidP="00F62850">
      <w:pPr>
        <w:pStyle w:val="QuestionResponse"/>
        <w:keepNext w:val="0"/>
        <w:keepLines w:val="0"/>
        <w:widowControl w:val="0"/>
        <w:ind w:left="720" w:firstLine="0"/>
      </w:pPr>
      <w:r w:rsidRPr="000B73EF">
        <w:t>8</w:t>
      </w:r>
      <w:r w:rsidRPr="000B73EF">
        <w:tab/>
        <w:t>Don’t know (DO NOT READ)</w:t>
      </w:r>
    </w:p>
    <w:p w:rsidR="00F62850" w:rsidRDefault="003B1BB5" w:rsidP="00F62850">
      <w:pPr>
        <w:pStyle w:val="QuestionResponseLast"/>
        <w:keepLines w:val="0"/>
        <w:widowControl w:val="0"/>
      </w:pPr>
      <w:r w:rsidRPr="000B73EF">
        <w:t>9</w:t>
      </w:r>
      <w:r w:rsidRPr="000B73EF">
        <w:tab/>
        <w:t>Refused (DO NOT READ)</w:t>
      </w:r>
    </w:p>
    <w:p w:rsidR="00F62850" w:rsidRPr="000B73EF" w:rsidRDefault="00F62850" w:rsidP="00C77153">
      <w:pPr>
        <w:pStyle w:val="QuestionInstruction"/>
        <w:keepNext w:val="0"/>
        <w:keepLines w:val="0"/>
        <w:widowControl w:val="0"/>
        <w:ind w:firstLine="720"/>
      </w:pPr>
      <w:r w:rsidRPr="000B73EF">
        <w:t xml:space="preserve">ASK ALL </w:t>
      </w:r>
    </w:p>
    <w:p w:rsidR="00F62850" w:rsidRPr="008B4160" w:rsidRDefault="00F62850" w:rsidP="00F62850">
      <w:pPr>
        <w:pStyle w:val="Question"/>
        <w:keepNext w:val="0"/>
        <w:keepLines w:val="0"/>
        <w:widowControl w:val="0"/>
        <w:ind w:left="1440" w:hanging="1440"/>
      </w:pPr>
      <w:r w:rsidRPr="000B73EF">
        <w:rPr>
          <w:rFonts w:ascii="Tahoma" w:hAnsi="Tahoma" w:cs="Tahoma"/>
          <w:b/>
          <w:sz w:val="16"/>
          <w:szCs w:val="16"/>
        </w:rPr>
        <w:t>Q183</w:t>
      </w:r>
      <w:r>
        <w:rPr>
          <w:rFonts w:ascii="Tahoma" w:hAnsi="Tahoma" w:cs="Tahoma"/>
          <w:b/>
          <w:sz w:val="16"/>
          <w:szCs w:val="16"/>
        </w:rPr>
        <w:t>INDIA</w:t>
      </w:r>
      <w:r w:rsidRPr="000B73EF">
        <w:tab/>
      </w:r>
      <w:r>
        <w:t>Here is a list of monthly household incomes. Which of these does your household fall into counting all wages, salaries, pensions and other incomes that come in</w:t>
      </w:r>
      <w:r w:rsidRPr="000B73EF">
        <w:t xml:space="preserve">? </w:t>
      </w:r>
      <w:r w:rsidRPr="0044382C">
        <w:rPr>
          <w:i/>
        </w:rPr>
        <w:t>(READ)</w:t>
      </w:r>
      <w:r w:rsidRPr="000B73EF">
        <w:t xml:space="preserve"> </w:t>
      </w:r>
      <w:r w:rsidRPr="000B73EF">
        <w:rPr>
          <w:i/>
        </w:rPr>
        <w:t>(SHOW CARD)</w:t>
      </w:r>
    </w:p>
    <w:p w:rsidR="00F62850" w:rsidRPr="000B73EF" w:rsidRDefault="00F62850" w:rsidP="00F62850">
      <w:pPr>
        <w:pStyle w:val="QuestionResponse"/>
        <w:keepNext w:val="0"/>
        <w:keepLines w:val="0"/>
        <w:widowControl w:val="0"/>
      </w:pPr>
      <w:r w:rsidRPr="000B73EF">
        <w:t>1</w:t>
      </w:r>
      <w:r w:rsidRPr="000B73EF">
        <w:tab/>
      </w:r>
      <w:r>
        <w:t xml:space="preserve">Up to </w:t>
      </w:r>
      <w:proofErr w:type="spellStart"/>
      <w:r>
        <w:t>Rs</w:t>
      </w:r>
      <w:proofErr w:type="spellEnd"/>
      <w:r>
        <w:t>. 500 per month</w:t>
      </w:r>
    </w:p>
    <w:p w:rsidR="00F62850" w:rsidRPr="000B73EF" w:rsidRDefault="00F62850" w:rsidP="00F62850">
      <w:pPr>
        <w:pStyle w:val="QuestionResponse"/>
        <w:keepNext w:val="0"/>
        <w:keepLines w:val="0"/>
        <w:widowControl w:val="0"/>
      </w:pPr>
      <w:r w:rsidRPr="000B73EF">
        <w:t>2</w:t>
      </w:r>
      <w:r w:rsidRPr="000B73EF">
        <w:tab/>
      </w:r>
      <w:proofErr w:type="spellStart"/>
      <w:r>
        <w:t>Rs</w:t>
      </w:r>
      <w:proofErr w:type="spellEnd"/>
      <w:r>
        <w:t xml:space="preserve">. 501 – </w:t>
      </w:r>
      <w:proofErr w:type="spellStart"/>
      <w:r>
        <w:t>Rs</w:t>
      </w:r>
      <w:proofErr w:type="spellEnd"/>
      <w:r>
        <w:t>. 750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 w:rsidRPr="000B73EF">
        <w:t>3</w:t>
      </w:r>
      <w:r w:rsidRPr="000B73EF">
        <w:tab/>
      </w:r>
      <w:proofErr w:type="spellStart"/>
      <w:r>
        <w:t>Rs</w:t>
      </w:r>
      <w:proofErr w:type="spellEnd"/>
      <w:r>
        <w:t xml:space="preserve">. 751 – </w:t>
      </w:r>
      <w:proofErr w:type="spellStart"/>
      <w:r>
        <w:t>Rs</w:t>
      </w:r>
      <w:proofErr w:type="spellEnd"/>
      <w:r>
        <w:t>. 1000</w:t>
      </w:r>
    </w:p>
    <w:p w:rsidR="00F62850" w:rsidRPr="000B73EF" w:rsidRDefault="00F62850" w:rsidP="00F62850">
      <w:pPr>
        <w:pStyle w:val="QuestionResponse"/>
        <w:keepNext w:val="0"/>
        <w:keepLines w:val="0"/>
        <w:widowControl w:val="0"/>
      </w:pPr>
      <w:r w:rsidRPr="000B73EF">
        <w:t>4</w:t>
      </w:r>
      <w:r w:rsidRPr="000B73EF">
        <w:tab/>
      </w:r>
      <w:proofErr w:type="spellStart"/>
      <w:r>
        <w:t>Rs</w:t>
      </w:r>
      <w:proofErr w:type="spellEnd"/>
      <w:r>
        <w:t xml:space="preserve">. 1001 – </w:t>
      </w:r>
      <w:proofErr w:type="spellStart"/>
      <w:r>
        <w:t>Rs</w:t>
      </w:r>
      <w:proofErr w:type="spellEnd"/>
      <w:r>
        <w:t>. 1500</w:t>
      </w:r>
    </w:p>
    <w:p w:rsidR="00F62850" w:rsidRPr="000B73EF" w:rsidRDefault="00F62850" w:rsidP="00F62850">
      <w:pPr>
        <w:pStyle w:val="QuestionResponse"/>
        <w:keepNext w:val="0"/>
        <w:keepLines w:val="0"/>
        <w:widowControl w:val="0"/>
      </w:pPr>
      <w:r w:rsidRPr="000B73EF">
        <w:t>5</w:t>
      </w:r>
      <w:r w:rsidRPr="000B73EF">
        <w:tab/>
      </w:r>
      <w:proofErr w:type="spellStart"/>
      <w:r>
        <w:t>Rs</w:t>
      </w:r>
      <w:proofErr w:type="spellEnd"/>
      <w:r>
        <w:t xml:space="preserve">. 1501 – </w:t>
      </w:r>
      <w:proofErr w:type="spellStart"/>
      <w:r>
        <w:t>Rs</w:t>
      </w:r>
      <w:proofErr w:type="spellEnd"/>
      <w:r>
        <w:t>. 2000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 w:rsidRPr="000B73EF">
        <w:t>6</w:t>
      </w:r>
      <w:r w:rsidRPr="000B73EF">
        <w:tab/>
      </w:r>
      <w:proofErr w:type="spellStart"/>
      <w:r>
        <w:t>Rs</w:t>
      </w:r>
      <w:proofErr w:type="spellEnd"/>
      <w:r>
        <w:t xml:space="preserve">. 2001 – </w:t>
      </w:r>
      <w:proofErr w:type="spellStart"/>
      <w:r>
        <w:t>Rs</w:t>
      </w:r>
      <w:proofErr w:type="spellEnd"/>
      <w:r>
        <w:t>. 2500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>
        <w:t>7</w:t>
      </w:r>
      <w:r>
        <w:tab/>
      </w:r>
      <w:proofErr w:type="spellStart"/>
      <w:r>
        <w:t>Rs</w:t>
      </w:r>
      <w:proofErr w:type="spellEnd"/>
      <w:r>
        <w:t xml:space="preserve">. 2501 – </w:t>
      </w:r>
      <w:proofErr w:type="spellStart"/>
      <w:r>
        <w:t>Rs</w:t>
      </w:r>
      <w:proofErr w:type="spellEnd"/>
      <w:r>
        <w:t>. 3000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>
        <w:t>8</w:t>
      </w:r>
      <w:r>
        <w:tab/>
      </w:r>
      <w:proofErr w:type="spellStart"/>
      <w:r>
        <w:t>Rs</w:t>
      </w:r>
      <w:proofErr w:type="spellEnd"/>
      <w:r>
        <w:t xml:space="preserve">. 3001 – </w:t>
      </w:r>
      <w:proofErr w:type="spellStart"/>
      <w:r>
        <w:t>Rs</w:t>
      </w:r>
      <w:proofErr w:type="spellEnd"/>
      <w:r>
        <w:t>. 4000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>
        <w:t>9</w:t>
      </w:r>
      <w:r>
        <w:tab/>
      </w:r>
      <w:proofErr w:type="spellStart"/>
      <w:r>
        <w:t>Rs</w:t>
      </w:r>
      <w:proofErr w:type="spellEnd"/>
      <w:r>
        <w:t xml:space="preserve">. 4001 – </w:t>
      </w:r>
      <w:proofErr w:type="spellStart"/>
      <w:r>
        <w:t>Rs</w:t>
      </w:r>
      <w:proofErr w:type="spellEnd"/>
      <w:r>
        <w:t>. 5000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>
        <w:t>10</w:t>
      </w:r>
      <w:r>
        <w:tab/>
      </w:r>
      <w:proofErr w:type="spellStart"/>
      <w:r>
        <w:t>Rs</w:t>
      </w:r>
      <w:proofErr w:type="spellEnd"/>
      <w:r>
        <w:t xml:space="preserve">. 5001 – </w:t>
      </w:r>
      <w:proofErr w:type="spellStart"/>
      <w:r>
        <w:t>Rs</w:t>
      </w:r>
      <w:proofErr w:type="spellEnd"/>
      <w:r>
        <w:t>. 6000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>
        <w:t>11</w:t>
      </w:r>
      <w:r>
        <w:tab/>
      </w:r>
      <w:proofErr w:type="spellStart"/>
      <w:r>
        <w:t>Rs</w:t>
      </w:r>
      <w:proofErr w:type="spellEnd"/>
      <w:r>
        <w:t xml:space="preserve">. 6001 – </w:t>
      </w:r>
      <w:proofErr w:type="spellStart"/>
      <w:r>
        <w:t>Rs</w:t>
      </w:r>
      <w:proofErr w:type="spellEnd"/>
      <w:r>
        <w:t>. 10000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>
        <w:t>12</w:t>
      </w:r>
      <w:r>
        <w:tab/>
      </w:r>
      <w:proofErr w:type="spellStart"/>
      <w:r>
        <w:t>Rs</w:t>
      </w:r>
      <w:proofErr w:type="spellEnd"/>
      <w:r>
        <w:t xml:space="preserve">. 10001 – </w:t>
      </w:r>
      <w:proofErr w:type="spellStart"/>
      <w:r>
        <w:t>Rs</w:t>
      </w:r>
      <w:proofErr w:type="spellEnd"/>
      <w:r>
        <w:t>. 15000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>
        <w:t>13</w:t>
      </w:r>
      <w:r>
        <w:tab/>
      </w:r>
      <w:proofErr w:type="spellStart"/>
      <w:r>
        <w:t>Rs</w:t>
      </w:r>
      <w:proofErr w:type="spellEnd"/>
      <w:r>
        <w:t xml:space="preserve">. 15001 – </w:t>
      </w:r>
      <w:proofErr w:type="spellStart"/>
      <w:r>
        <w:t>Rs</w:t>
      </w:r>
      <w:proofErr w:type="spellEnd"/>
      <w:r>
        <w:t>. 20000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>
        <w:t>14</w:t>
      </w:r>
      <w:r>
        <w:tab/>
      </w:r>
      <w:proofErr w:type="spellStart"/>
      <w:r>
        <w:t>Rs</w:t>
      </w:r>
      <w:proofErr w:type="spellEnd"/>
      <w:r>
        <w:t xml:space="preserve">. 20001 – </w:t>
      </w:r>
      <w:proofErr w:type="spellStart"/>
      <w:r>
        <w:t>Rs</w:t>
      </w:r>
      <w:proofErr w:type="spellEnd"/>
      <w:r>
        <w:t>. 30000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>
        <w:t>15</w:t>
      </w:r>
      <w:r>
        <w:tab/>
      </w:r>
      <w:proofErr w:type="spellStart"/>
      <w:r>
        <w:t>Rs</w:t>
      </w:r>
      <w:proofErr w:type="spellEnd"/>
      <w:r>
        <w:t xml:space="preserve">. 30001 – </w:t>
      </w:r>
      <w:proofErr w:type="spellStart"/>
      <w:r>
        <w:t>Rs</w:t>
      </w:r>
      <w:proofErr w:type="spellEnd"/>
      <w:r>
        <w:t>. 40000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>
        <w:t>16</w:t>
      </w:r>
      <w:r>
        <w:tab/>
      </w:r>
      <w:proofErr w:type="spellStart"/>
      <w:r>
        <w:t>Rs</w:t>
      </w:r>
      <w:proofErr w:type="spellEnd"/>
      <w:r>
        <w:t xml:space="preserve">. 40001 – </w:t>
      </w:r>
      <w:proofErr w:type="spellStart"/>
      <w:r>
        <w:t>Rs</w:t>
      </w:r>
      <w:proofErr w:type="spellEnd"/>
      <w:r>
        <w:t>. 50000</w:t>
      </w:r>
    </w:p>
    <w:p w:rsidR="00F62850" w:rsidRDefault="00F62850" w:rsidP="00F62850">
      <w:pPr>
        <w:pStyle w:val="QuestionResponse"/>
        <w:keepNext w:val="0"/>
        <w:keepLines w:val="0"/>
        <w:widowControl w:val="0"/>
      </w:pPr>
      <w:r>
        <w:t>17</w:t>
      </w:r>
      <w:r>
        <w:tab/>
      </w:r>
      <w:proofErr w:type="spellStart"/>
      <w:r>
        <w:t>Rs</w:t>
      </w:r>
      <w:proofErr w:type="spellEnd"/>
      <w:r>
        <w:t xml:space="preserve">. 50001 – </w:t>
      </w:r>
      <w:proofErr w:type="spellStart"/>
      <w:r>
        <w:t>Rs</w:t>
      </w:r>
      <w:proofErr w:type="spellEnd"/>
      <w:r>
        <w:t>. 100000</w:t>
      </w:r>
    </w:p>
    <w:p w:rsidR="00F62850" w:rsidRPr="000B73EF" w:rsidRDefault="00F62850" w:rsidP="00F62850">
      <w:pPr>
        <w:pStyle w:val="QuestionResponse"/>
        <w:keepNext w:val="0"/>
        <w:keepLines w:val="0"/>
        <w:widowControl w:val="0"/>
      </w:pPr>
      <w:r>
        <w:t>18</w:t>
      </w:r>
      <w:r>
        <w:tab/>
      </w:r>
      <w:proofErr w:type="spellStart"/>
      <w:r>
        <w:t>Rs</w:t>
      </w:r>
      <w:proofErr w:type="spellEnd"/>
      <w:r>
        <w:t>. 100001 and above</w:t>
      </w:r>
    </w:p>
    <w:p w:rsidR="00F62850" w:rsidRPr="000B73EF" w:rsidRDefault="00F62850" w:rsidP="00F62850">
      <w:pPr>
        <w:pStyle w:val="QuestionResponse"/>
        <w:keepNext w:val="0"/>
        <w:keepLines w:val="0"/>
        <w:widowControl w:val="0"/>
      </w:pPr>
      <w:r>
        <w:t>9</w:t>
      </w:r>
      <w:r w:rsidRPr="000B73EF">
        <w:t>8</w:t>
      </w:r>
      <w:r w:rsidRPr="000B73EF">
        <w:tab/>
        <w:t>Don’t know (DO NOT READ)</w:t>
      </w:r>
    </w:p>
    <w:p w:rsidR="00F62850" w:rsidRPr="00F62850" w:rsidRDefault="00F62850" w:rsidP="00F62850">
      <w:pPr>
        <w:pStyle w:val="Question"/>
        <w:keepNext w:val="0"/>
        <w:keepLines w:val="0"/>
        <w:widowControl w:val="0"/>
        <w:spacing w:after="480"/>
        <w:ind w:firstLine="0"/>
        <w:rPr>
          <w:i/>
        </w:rPr>
      </w:pPr>
      <w:r>
        <w:t>9</w:t>
      </w:r>
      <w:r w:rsidRPr="000B73EF">
        <w:t>9</w:t>
      </w:r>
      <w:r w:rsidRPr="000B73EF">
        <w:tab/>
        <w:t>Refused (DO NOT READ)</w:t>
      </w:r>
    </w:p>
    <w:p w:rsidR="003B1BB5" w:rsidRPr="000B73EF" w:rsidRDefault="00144061" w:rsidP="00C77153">
      <w:pPr>
        <w:pStyle w:val="QuestionInstruction"/>
        <w:keepNext w:val="0"/>
        <w:keepLines w:val="0"/>
        <w:widowControl w:val="0"/>
        <w:ind w:firstLine="720"/>
      </w:pPr>
      <w:r>
        <w:t>ASK ALL</w:t>
      </w:r>
    </w:p>
    <w:p w:rsidR="003B1BB5" w:rsidRPr="00DF7490" w:rsidRDefault="003B1BB5" w:rsidP="00F62850">
      <w:pPr>
        <w:widowControl w:val="0"/>
        <w:spacing w:after="240" w:line="240" w:lineRule="auto"/>
        <w:ind w:left="1440" w:hanging="1440"/>
        <w:rPr>
          <w:rStyle w:val="QuestionChar"/>
          <w:rFonts w:eastAsia="Verdana"/>
          <w:i/>
        </w:rPr>
      </w:pPr>
      <w:proofErr w:type="spellStart"/>
      <w:r w:rsidRPr="000B73EF">
        <w:rPr>
          <w:rFonts w:ascii="Tahoma" w:hAnsi="Tahoma" w:cs="Tahoma"/>
          <w:b/>
          <w:sz w:val="16"/>
          <w:szCs w:val="16"/>
        </w:rPr>
        <w:t>Q1</w:t>
      </w:r>
      <w:r w:rsidR="009649FB" w:rsidRPr="000B73EF">
        <w:rPr>
          <w:rFonts w:ascii="Tahoma" w:hAnsi="Tahoma" w:cs="Tahoma"/>
          <w:b/>
          <w:sz w:val="16"/>
          <w:szCs w:val="16"/>
        </w:rPr>
        <w:t>86</w:t>
      </w:r>
      <w:r w:rsidR="00DF7490">
        <w:rPr>
          <w:rFonts w:ascii="Tahoma" w:hAnsi="Tahoma" w:cs="Tahoma"/>
          <w:b/>
          <w:sz w:val="16"/>
          <w:szCs w:val="16"/>
        </w:rPr>
        <w:t>INDIA</w:t>
      </w:r>
      <w:proofErr w:type="spellEnd"/>
      <w:r w:rsidRPr="000B73EF">
        <w:rPr>
          <w:rFonts w:ascii="Times New Roman" w:hAnsi="Times New Roman"/>
          <w:szCs w:val="24"/>
        </w:rPr>
        <w:tab/>
      </w:r>
      <w:proofErr w:type="gramStart"/>
      <w:r w:rsidR="00070666">
        <w:rPr>
          <w:rFonts w:ascii="Times New Roman" w:hAnsi="Times New Roman" w:cs="Times New Roman"/>
        </w:rPr>
        <w:t>Which group do</w:t>
      </w:r>
      <w:proofErr w:type="gramEnd"/>
      <w:r w:rsidR="00070666">
        <w:rPr>
          <w:rFonts w:ascii="Times New Roman" w:hAnsi="Times New Roman" w:cs="Times New Roman"/>
        </w:rPr>
        <w:t xml:space="preserve"> you belong to?</w:t>
      </w:r>
    </w:p>
    <w:p w:rsidR="00DF7490" w:rsidRPr="000B73EF" w:rsidRDefault="00DF7490" w:rsidP="00F62850">
      <w:pPr>
        <w:pStyle w:val="QuestionResponse"/>
        <w:keepNext w:val="0"/>
        <w:keepLines w:val="0"/>
        <w:widowControl w:val="0"/>
      </w:pPr>
      <w:r w:rsidRPr="000B73EF">
        <w:t>1</w:t>
      </w:r>
      <w:r w:rsidRPr="000B73EF">
        <w:tab/>
      </w:r>
      <w:r>
        <w:t>Indo-Arya</w:t>
      </w:r>
    </w:p>
    <w:p w:rsidR="00DF7490" w:rsidRPr="000B73EF" w:rsidRDefault="00DF7490" w:rsidP="00F62850">
      <w:pPr>
        <w:pStyle w:val="QuestionResponse"/>
        <w:keepNext w:val="0"/>
        <w:keepLines w:val="0"/>
        <w:widowControl w:val="0"/>
      </w:pPr>
      <w:r w:rsidRPr="000B73EF">
        <w:t>2</w:t>
      </w:r>
      <w:r w:rsidRPr="000B73EF">
        <w:tab/>
      </w:r>
      <w:r>
        <w:t>Dravidian</w:t>
      </w:r>
    </w:p>
    <w:p w:rsidR="00DF7490" w:rsidRDefault="00DF7490" w:rsidP="00F62850">
      <w:pPr>
        <w:pStyle w:val="QuestionResponse"/>
        <w:keepNext w:val="0"/>
        <w:keepLines w:val="0"/>
        <w:widowControl w:val="0"/>
      </w:pPr>
      <w:r w:rsidRPr="000B73EF">
        <w:t>3</w:t>
      </w:r>
      <w:r w:rsidRPr="000B73EF">
        <w:tab/>
      </w:r>
      <w:r>
        <w:t>Mongoloid</w:t>
      </w:r>
    </w:p>
    <w:p w:rsidR="00DF7490" w:rsidRPr="000B73EF" w:rsidRDefault="00DF7490" w:rsidP="00F62850">
      <w:pPr>
        <w:pStyle w:val="QuestionResponse"/>
        <w:keepNext w:val="0"/>
        <w:keepLines w:val="0"/>
        <w:widowControl w:val="0"/>
      </w:pPr>
      <w:r w:rsidRPr="000B73EF">
        <w:t>8</w:t>
      </w:r>
      <w:r w:rsidRPr="000B73EF">
        <w:tab/>
        <w:t>Don’t know (DO NOT READ)</w:t>
      </w:r>
    </w:p>
    <w:p w:rsidR="00DF7490" w:rsidRPr="00140CD2" w:rsidRDefault="00DF7490" w:rsidP="00F62850">
      <w:pPr>
        <w:pStyle w:val="Question"/>
        <w:keepNext w:val="0"/>
        <w:keepLines w:val="0"/>
        <w:widowControl w:val="0"/>
        <w:spacing w:after="480"/>
        <w:ind w:firstLine="0"/>
        <w:rPr>
          <w:i/>
        </w:rPr>
      </w:pPr>
      <w:r w:rsidRPr="000B73EF">
        <w:t>9</w:t>
      </w:r>
      <w:r w:rsidRPr="000B73EF">
        <w:tab/>
        <w:t>Refused (DO NOT READ)</w:t>
      </w:r>
    </w:p>
    <w:p w:rsidR="00323DEC" w:rsidRPr="00F13DA2" w:rsidRDefault="00323DEC" w:rsidP="00323DEC">
      <w:pPr>
        <w:pStyle w:val="QuestionInstruction"/>
      </w:pPr>
      <w:r w:rsidRPr="00F13DA2">
        <w:lastRenderedPageBreak/>
        <w:t xml:space="preserve">ASK ALL </w:t>
      </w:r>
    </w:p>
    <w:p w:rsidR="003B1BB5" w:rsidRPr="000B73EF" w:rsidRDefault="003B1BB5" w:rsidP="003B1BB5">
      <w:pPr>
        <w:pStyle w:val="Question"/>
        <w:rPr>
          <w:b/>
        </w:rPr>
      </w:pPr>
      <w:r w:rsidRPr="000B73EF">
        <w:rPr>
          <w:rFonts w:ascii="Tahoma" w:hAnsi="Tahoma" w:cs="Tahoma"/>
          <w:b/>
          <w:sz w:val="16"/>
          <w:szCs w:val="16"/>
        </w:rPr>
        <w:t>Q1</w:t>
      </w:r>
      <w:r w:rsidR="009649FB" w:rsidRPr="000B73EF">
        <w:rPr>
          <w:rFonts w:ascii="Tahoma" w:hAnsi="Tahoma" w:cs="Tahoma"/>
          <w:b/>
          <w:sz w:val="16"/>
          <w:szCs w:val="16"/>
        </w:rPr>
        <w:t>87</w:t>
      </w:r>
      <w:r w:rsidRPr="000B73EF">
        <w:rPr>
          <w:b/>
          <w:sz w:val="17"/>
        </w:rPr>
        <w:tab/>
      </w:r>
      <w:r w:rsidRPr="000B73EF">
        <w:t xml:space="preserve">Are you currently married, living with a partner, widowed, divorced, separated, </w:t>
      </w:r>
      <w:r w:rsidR="009D7976">
        <w:t>or have you never been married?</w:t>
      </w:r>
    </w:p>
    <w:p w:rsidR="003B1BB5" w:rsidRPr="000B73EF" w:rsidRDefault="003B1BB5" w:rsidP="003B1BB5">
      <w:pPr>
        <w:pStyle w:val="QuestionResponse"/>
      </w:pPr>
      <w:r w:rsidRPr="000B73EF">
        <w:t>1</w:t>
      </w:r>
      <w:r w:rsidRPr="000B73EF">
        <w:tab/>
        <w:t xml:space="preserve">Married </w:t>
      </w:r>
    </w:p>
    <w:p w:rsidR="003B1BB5" w:rsidRPr="000B73EF" w:rsidRDefault="003B1BB5" w:rsidP="003B1BB5">
      <w:pPr>
        <w:pStyle w:val="QuestionResponse"/>
      </w:pPr>
      <w:r w:rsidRPr="000B73EF">
        <w:t>2</w:t>
      </w:r>
      <w:r w:rsidRPr="000B73EF">
        <w:tab/>
        <w:t xml:space="preserve">Living with a partner  </w:t>
      </w:r>
    </w:p>
    <w:p w:rsidR="003B1BB5" w:rsidRPr="000B73EF" w:rsidRDefault="003B1BB5" w:rsidP="003B1BB5">
      <w:pPr>
        <w:pStyle w:val="QuestionResponse"/>
      </w:pPr>
      <w:r w:rsidRPr="000B73EF">
        <w:t>3</w:t>
      </w:r>
      <w:r w:rsidRPr="000B73EF">
        <w:tab/>
        <w:t>Widowed</w:t>
      </w:r>
    </w:p>
    <w:p w:rsidR="003B1BB5" w:rsidRPr="000B73EF" w:rsidRDefault="003B1BB5" w:rsidP="003B1BB5">
      <w:pPr>
        <w:pStyle w:val="QuestionResponse"/>
      </w:pPr>
      <w:r w:rsidRPr="000B73EF">
        <w:t>4</w:t>
      </w:r>
      <w:r w:rsidRPr="000B73EF">
        <w:tab/>
        <w:t>Divorced</w:t>
      </w:r>
    </w:p>
    <w:p w:rsidR="003B1BB5" w:rsidRPr="000B73EF" w:rsidRDefault="003B1BB5" w:rsidP="003B1BB5">
      <w:pPr>
        <w:pStyle w:val="QuestionResponse"/>
      </w:pPr>
      <w:r w:rsidRPr="000B73EF">
        <w:t>5</w:t>
      </w:r>
      <w:r w:rsidRPr="000B73EF">
        <w:tab/>
        <w:t>Separated</w:t>
      </w:r>
    </w:p>
    <w:p w:rsidR="003B1BB5" w:rsidRPr="000B73EF" w:rsidRDefault="003B1BB5" w:rsidP="003B1BB5">
      <w:pPr>
        <w:pStyle w:val="QuestionResponse"/>
      </w:pPr>
      <w:r w:rsidRPr="000B73EF">
        <w:t>6</w:t>
      </w:r>
      <w:r w:rsidRPr="000B73EF">
        <w:tab/>
        <w:t>Never been married</w:t>
      </w:r>
    </w:p>
    <w:p w:rsidR="003B1BB5" w:rsidRPr="000B73EF" w:rsidRDefault="003B1BB5" w:rsidP="003B1BB5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3B1BB5" w:rsidRPr="000B73EF" w:rsidRDefault="003B1BB5" w:rsidP="003B1BB5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3B1BB5" w:rsidRPr="000B73EF" w:rsidRDefault="00144061" w:rsidP="003B1BB5">
      <w:pPr>
        <w:pStyle w:val="QuestionInstruction"/>
      </w:pPr>
      <w:r>
        <w:t>ASK ALL</w:t>
      </w:r>
    </w:p>
    <w:p w:rsidR="003B1BB5" w:rsidRPr="000B73EF" w:rsidRDefault="003B1BB5" w:rsidP="003B1BB5">
      <w:pPr>
        <w:pStyle w:val="Question"/>
        <w:rPr>
          <w:b/>
        </w:rPr>
      </w:pPr>
      <w:r w:rsidRPr="000B73EF">
        <w:rPr>
          <w:rFonts w:ascii="Tahoma" w:hAnsi="Tahoma" w:cs="Tahoma"/>
          <w:b/>
          <w:sz w:val="16"/>
          <w:szCs w:val="16"/>
        </w:rPr>
        <w:t>Q1</w:t>
      </w:r>
      <w:r w:rsidR="009649FB" w:rsidRPr="000B73EF">
        <w:rPr>
          <w:rFonts w:ascii="Tahoma" w:hAnsi="Tahoma" w:cs="Tahoma"/>
          <w:b/>
          <w:sz w:val="16"/>
          <w:szCs w:val="16"/>
        </w:rPr>
        <w:t>88</w:t>
      </w:r>
      <w:r w:rsidRPr="000B73EF">
        <w:rPr>
          <w:b/>
          <w:sz w:val="16"/>
        </w:rPr>
        <w:tab/>
      </w:r>
      <w:r w:rsidRPr="000B73EF">
        <w:t>And how many children under the age of 18 currently live in your household</w:t>
      </w:r>
      <w:r w:rsidRPr="000B73EF">
        <w:rPr>
          <w:i/>
        </w:rPr>
        <w:t xml:space="preserve">?  </w:t>
      </w:r>
    </w:p>
    <w:p w:rsidR="003B1BB5" w:rsidRPr="000B73EF" w:rsidRDefault="003B1BB5" w:rsidP="003B1BB5">
      <w:pPr>
        <w:pStyle w:val="QuestionResponse"/>
      </w:pPr>
      <w:r w:rsidRPr="000B73EF">
        <w:t xml:space="preserve">______ </w:t>
      </w:r>
      <w:proofErr w:type="gramStart"/>
      <w:r w:rsidRPr="000B73EF">
        <w:t>children  (</w:t>
      </w:r>
      <w:proofErr w:type="gramEnd"/>
      <w:r w:rsidRPr="000B73EF">
        <w:t>RECORD NUMBER)</w:t>
      </w:r>
    </w:p>
    <w:p w:rsidR="003B1BB5" w:rsidRPr="000B73EF" w:rsidRDefault="003B1BB5" w:rsidP="003B1BB5">
      <w:pPr>
        <w:pStyle w:val="QuestionResponse"/>
      </w:pPr>
      <w:r w:rsidRPr="000B73EF">
        <w:t>98</w:t>
      </w:r>
      <w:r w:rsidRPr="000B73EF">
        <w:tab/>
        <w:t>Don’t know (DO NOT READ)</w:t>
      </w:r>
    </w:p>
    <w:p w:rsidR="003B1BB5" w:rsidRPr="000B73EF" w:rsidRDefault="003B1BB5" w:rsidP="003B1BB5">
      <w:pPr>
        <w:pStyle w:val="QuestionResponseLast"/>
      </w:pPr>
      <w:r w:rsidRPr="000B73EF">
        <w:t>99</w:t>
      </w:r>
      <w:r w:rsidRPr="000B73EF">
        <w:tab/>
        <w:t>Refused (DO NOT READ)</w:t>
      </w:r>
    </w:p>
    <w:p w:rsidR="003B1BB5" w:rsidRPr="000B73EF" w:rsidRDefault="00144061" w:rsidP="003B1BB5">
      <w:pPr>
        <w:pStyle w:val="QuestionInstruction"/>
      </w:pPr>
      <w:r>
        <w:t>ASK ALL</w:t>
      </w:r>
    </w:p>
    <w:p w:rsidR="003B1BB5" w:rsidRPr="000B73EF" w:rsidRDefault="003B1BB5" w:rsidP="003B1BB5">
      <w:pPr>
        <w:pStyle w:val="Question"/>
      </w:pPr>
      <w:r w:rsidRPr="000B73EF">
        <w:rPr>
          <w:rFonts w:ascii="Tahoma" w:hAnsi="Tahoma" w:cs="Tahoma"/>
          <w:b/>
          <w:sz w:val="16"/>
          <w:szCs w:val="16"/>
        </w:rPr>
        <w:t>Q1</w:t>
      </w:r>
      <w:r w:rsidR="009649FB" w:rsidRPr="000B73EF">
        <w:rPr>
          <w:rFonts w:ascii="Tahoma" w:hAnsi="Tahoma" w:cs="Tahoma"/>
          <w:b/>
          <w:sz w:val="16"/>
          <w:szCs w:val="16"/>
        </w:rPr>
        <w:t>89</w:t>
      </w:r>
      <w:r w:rsidRPr="000B73EF">
        <w:rPr>
          <w:b/>
          <w:sz w:val="16"/>
          <w:szCs w:val="16"/>
        </w:rPr>
        <w:tab/>
      </w:r>
      <w:r w:rsidRPr="000B73EF">
        <w:t xml:space="preserve">How many people live in your household including yourself? </w:t>
      </w:r>
    </w:p>
    <w:p w:rsidR="003B1BB5" w:rsidRPr="000B73EF" w:rsidRDefault="003B1BB5" w:rsidP="003B1BB5">
      <w:pPr>
        <w:pStyle w:val="QuestionResponse"/>
      </w:pPr>
      <w:r w:rsidRPr="000B73EF">
        <w:t>RECORD NUMBER</w:t>
      </w:r>
    </w:p>
    <w:p w:rsidR="003B1BB5" w:rsidRPr="000B73EF" w:rsidRDefault="003B1BB5" w:rsidP="003B1BB5">
      <w:pPr>
        <w:pStyle w:val="QuestionResponse"/>
      </w:pPr>
      <w:r w:rsidRPr="000B73EF">
        <w:t>98</w:t>
      </w:r>
      <w:r w:rsidRPr="000B73EF">
        <w:tab/>
        <w:t>Don’t know (DO NOT READ)</w:t>
      </w:r>
    </w:p>
    <w:p w:rsidR="003B1BB5" w:rsidRPr="000B73EF" w:rsidRDefault="003B1BB5" w:rsidP="00324A86">
      <w:pPr>
        <w:pStyle w:val="QuestionResponseLast"/>
        <w:spacing w:after="240"/>
      </w:pPr>
      <w:r w:rsidRPr="000B73EF">
        <w:t>99</w:t>
      </w:r>
      <w:r w:rsidRPr="000B73EF">
        <w:tab/>
      </w:r>
      <w:r w:rsidRPr="004844CD">
        <w:t>Refused</w:t>
      </w:r>
      <w:r w:rsidRPr="000B73EF">
        <w:t xml:space="preserve"> (DO NOT READ) </w:t>
      </w:r>
      <w:r w:rsidRPr="000B73EF">
        <w:rPr>
          <w:b/>
        </w:rPr>
        <w:tab/>
      </w:r>
    </w:p>
    <w:p w:rsidR="003B1BB5" w:rsidRPr="002668B3" w:rsidRDefault="003B1BB5" w:rsidP="009B56E6">
      <w:pPr>
        <w:pStyle w:val="QuestionInstruction"/>
        <w:ind w:firstLine="720"/>
      </w:pPr>
      <w:r w:rsidRPr="002668B3">
        <w:lastRenderedPageBreak/>
        <w:t>ASK ALL</w:t>
      </w:r>
    </w:p>
    <w:p w:rsidR="003A28D6" w:rsidRPr="008B4160" w:rsidRDefault="003B1BB5" w:rsidP="003A28D6">
      <w:pPr>
        <w:pStyle w:val="Question"/>
        <w:ind w:left="1440" w:hanging="1440"/>
      </w:pPr>
      <w:r w:rsidRPr="000B73EF">
        <w:rPr>
          <w:rFonts w:ascii="Tahoma" w:hAnsi="Tahoma" w:cs="Tahoma"/>
          <w:b/>
          <w:sz w:val="16"/>
          <w:szCs w:val="16"/>
        </w:rPr>
        <w:t>Q1</w:t>
      </w:r>
      <w:r w:rsidR="009649FB" w:rsidRPr="000B73EF">
        <w:rPr>
          <w:rFonts w:ascii="Tahoma" w:hAnsi="Tahoma" w:cs="Tahoma"/>
          <w:b/>
          <w:sz w:val="16"/>
          <w:szCs w:val="16"/>
        </w:rPr>
        <w:t>90</w:t>
      </w:r>
      <w:r w:rsidR="003A28D6">
        <w:rPr>
          <w:rFonts w:ascii="Tahoma" w:hAnsi="Tahoma" w:cs="Tahoma"/>
          <w:b/>
          <w:sz w:val="16"/>
          <w:szCs w:val="16"/>
        </w:rPr>
        <w:t>INDIA</w:t>
      </w:r>
      <w:r w:rsidRPr="000B73EF">
        <w:rPr>
          <w:sz w:val="16"/>
          <w:szCs w:val="16"/>
        </w:rPr>
        <w:tab/>
      </w:r>
      <w:r w:rsidR="003A28D6">
        <w:t>Which political party, if any, do you support?</w:t>
      </w:r>
    </w:p>
    <w:p w:rsidR="003A28D6" w:rsidRPr="000B73EF" w:rsidRDefault="003A28D6" w:rsidP="003A28D6">
      <w:pPr>
        <w:pStyle w:val="QuestionResponse"/>
      </w:pPr>
      <w:r w:rsidRPr="000B73EF">
        <w:t>1</w:t>
      </w:r>
      <w:r w:rsidRPr="000B73EF">
        <w:tab/>
      </w:r>
      <w:r>
        <w:t xml:space="preserve">BJP: </w:t>
      </w:r>
      <w:proofErr w:type="spellStart"/>
      <w:r>
        <w:t>Bharatiya</w:t>
      </w:r>
      <w:proofErr w:type="spellEnd"/>
      <w:r>
        <w:t xml:space="preserve"> Janata Party</w:t>
      </w:r>
    </w:p>
    <w:p w:rsidR="003A28D6" w:rsidRPr="000B73EF" w:rsidRDefault="003A28D6" w:rsidP="003A28D6">
      <w:pPr>
        <w:pStyle w:val="QuestionResponse"/>
      </w:pPr>
      <w:r w:rsidRPr="000B73EF">
        <w:t>2</w:t>
      </w:r>
      <w:r w:rsidRPr="000B73EF">
        <w:tab/>
      </w:r>
      <w:r>
        <w:t>Congress Party</w:t>
      </w:r>
    </w:p>
    <w:p w:rsidR="003A28D6" w:rsidRDefault="003A28D6" w:rsidP="003A28D6">
      <w:pPr>
        <w:pStyle w:val="QuestionResponse"/>
      </w:pPr>
      <w:r w:rsidRPr="000B73EF">
        <w:t>3</w:t>
      </w:r>
      <w:r w:rsidRPr="000B73EF">
        <w:tab/>
      </w:r>
      <w:r>
        <w:t>CPI (M): Communist Party of India (Marxist)</w:t>
      </w:r>
    </w:p>
    <w:p w:rsidR="003A28D6" w:rsidRPr="000B73EF" w:rsidRDefault="003A28D6" w:rsidP="003A28D6">
      <w:pPr>
        <w:pStyle w:val="QuestionResponse"/>
      </w:pPr>
      <w:r w:rsidRPr="000B73EF">
        <w:t>4</w:t>
      </w:r>
      <w:r w:rsidRPr="000B73EF">
        <w:tab/>
      </w:r>
      <w:proofErr w:type="spellStart"/>
      <w:r>
        <w:t>Trinamul</w:t>
      </w:r>
      <w:proofErr w:type="spellEnd"/>
      <w:r>
        <w:t xml:space="preserve"> Congress</w:t>
      </w:r>
    </w:p>
    <w:p w:rsidR="003A28D6" w:rsidRPr="000B73EF" w:rsidRDefault="003A28D6" w:rsidP="003A28D6">
      <w:pPr>
        <w:pStyle w:val="QuestionResponse"/>
      </w:pPr>
      <w:r w:rsidRPr="000B73EF">
        <w:t>5</w:t>
      </w:r>
      <w:r w:rsidRPr="000B73EF">
        <w:tab/>
      </w:r>
      <w:proofErr w:type="spellStart"/>
      <w:r>
        <w:t>BSP</w:t>
      </w:r>
      <w:proofErr w:type="spellEnd"/>
      <w:r>
        <w:t xml:space="preserve">: </w:t>
      </w:r>
      <w:proofErr w:type="spellStart"/>
      <w:r>
        <w:t>Bahujan</w:t>
      </w:r>
      <w:proofErr w:type="spellEnd"/>
      <w:r>
        <w:t xml:space="preserve"> </w:t>
      </w:r>
      <w:proofErr w:type="spellStart"/>
      <w:r>
        <w:t>Samaj</w:t>
      </w:r>
      <w:proofErr w:type="spellEnd"/>
      <w:r>
        <w:t xml:space="preserve"> Party</w:t>
      </w:r>
    </w:p>
    <w:p w:rsidR="003A28D6" w:rsidRDefault="003A28D6" w:rsidP="003A28D6">
      <w:pPr>
        <w:pStyle w:val="QuestionResponse"/>
      </w:pPr>
      <w:r w:rsidRPr="000B73EF">
        <w:t>6</w:t>
      </w:r>
      <w:r w:rsidRPr="000B73EF">
        <w:tab/>
      </w:r>
      <w:proofErr w:type="spellStart"/>
      <w:r>
        <w:t>SP</w:t>
      </w:r>
      <w:proofErr w:type="spellEnd"/>
      <w:r>
        <w:t xml:space="preserve">: </w:t>
      </w:r>
      <w:proofErr w:type="spellStart"/>
      <w:r>
        <w:t>Samajwadi</w:t>
      </w:r>
      <w:proofErr w:type="spellEnd"/>
      <w:r>
        <w:t xml:space="preserve"> Party</w:t>
      </w:r>
    </w:p>
    <w:p w:rsidR="003A28D6" w:rsidRDefault="003A28D6" w:rsidP="003A28D6">
      <w:pPr>
        <w:pStyle w:val="QuestionResponse"/>
      </w:pPr>
      <w:r>
        <w:t>7</w:t>
      </w:r>
      <w:r>
        <w:tab/>
        <w:t xml:space="preserve">Shiv </w:t>
      </w:r>
      <w:proofErr w:type="spellStart"/>
      <w:r>
        <w:t>Sena</w:t>
      </w:r>
      <w:proofErr w:type="spellEnd"/>
    </w:p>
    <w:p w:rsidR="003A28D6" w:rsidRDefault="003A28D6" w:rsidP="003A28D6">
      <w:pPr>
        <w:pStyle w:val="QuestionResponse"/>
      </w:pPr>
      <w:r>
        <w:t>8</w:t>
      </w:r>
      <w:r>
        <w:tab/>
        <w:t>Nationalist Congress Party</w:t>
      </w:r>
    </w:p>
    <w:p w:rsidR="003A28D6" w:rsidRDefault="003A28D6" w:rsidP="003A28D6">
      <w:pPr>
        <w:pStyle w:val="QuestionResponse"/>
      </w:pPr>
      <w:r>
        <w:t>9</w:t>
      </w:r>
      <w:r>
        <w:tab/>
        <w:t xml:space="preserve">Maharashtra </w:t>
      </w:r>
      <w:proofErr w:type="spellStart"/>
      <w:r>
        <w:t>Nav</w:t>
      </w:r>
      <w:proofErr w:type="spellEnd"/>
      <w:r>
        <w:t xml:space="preserve"> </w:t>
      </w:r>
      <w:proofErr w:type="spellStart"/>
      <w:r>
        <w:t>Nirman</w:t>
      </w:r>
      <w:proofErr w:type="spellEnd"/>
      <w:r>
        <w:t xml:space="preserve"> </w:t>
      </w:r>
      <w:proofErr w:type="spellStart"/>
      <w:r>
        <w:t>Sena</w:t>
      </w:r>
      <w:proofErr w:type="spellEnd"/>
      <w:r>
        <w:t xml:space="preserve"> (</w:t>
      </w:r>
      <w:proofErr w:type="spellStart"/>
      <w:r>
        <w:t>MNS</w:t>
      </w:r>
      <w:proofErr w:type="spellEnd"/>
      <w:r>
        <w:t>)</w:t>
      </w:r>
    </w:p>
    <w:p w:rsidR="003A28D6" w:rsidRDefault="003A28D6" w:rsidP="003A28D6">
      <w:pPr>
        <w:pStyle w:val="QuestionResponse"/>
      </w:pPr>
      <w:r>
        <w:t>10</w:t>
      </w:r>
      <w:r>
        <w:tab/>
      </w:r>
      <w:proofErr w:type="spellStart"/>
      <w:r>
        <w:t>Rashtriya</w:t>
      </w:r>
      <w:proofErr w:type="spellEnd"/>
      <w:r>
        <w:t xml:space="preserve"> Janata Dal (</w:t>
      </w:r>
      <w:proofErr w:type="spellStart"/>
      <w:r>
        <w:t>RJD</w:t>
      </w:r>
      <w:proofErr w:type="spellEnd"/>
      <w:r>
        <w:t>)</w:t>
      </w:r>
    </w:p>
    <w:p w:rsidR="003A28D6" w:rsidRDefault="003A28D6" w:rsidP="003A28D6">
      <w:pPr>
        <w:pStyle w:val="QuestionResponse"/>
      </w:pPr>
      <w:r>
        <w:t>11</w:t>
      </w:r>
      <w:r>
        <w:tab/>
        <w:t>Janata Dal United (JDU)</w:t>
      </w:r>
    </w:p>
    <w:p w:rsidR="00070666" w:rsidRDefault="00070666" w:rsidP="003A28D6">
      <w:pPr>
        <w:pStyle w:val="QuestionResponse"/>
      </w:pPr>
      <w:r>
        <w:t>12</w:t>
      </w:r>
      <w:r>
        <w:tab/>
      </w:r>
      <w:proofErr w:type="spellStart"/>
      <w:r>
        <w:t>Lok</w:t>
      </w:r>
      <w:proofErr w:type="spellEnd"/>
      <w:r>
        <w:t xml:space="preserve"> </w:t>
      </w:r>
      <w:proofErr w:type="spellStart"/>
      <w:r>
        <w:t>JanShakti</w:t>
      </w:r>
      <w:proofErr w:type="spellEnd"/>
      <w:r>
        <w:t xml:space="preserve"> Party (</w:t>
      </w:r>
      <w:proofErr w:type="spellStart"/>
      <w:r>
        <w:t>LJP</w:t>
      </w:r>
      <w:proofErr w:type="spellEnd"/>
      <w:r>
        <w:t>)</w:t>
      </w:r>
    </w:p>
    <w:p w:rsidR="003A28D6" w:rsidRDefault="003A28D6" w:rsidP="003A28D6">
      <w:pPr>
        <w:pStyle w:val="QuestionResponse"/>
      </w:pPr>
      <w:r>
        <w:t>1</w:t>
      </w:r>
      <w:r w:rsidR="00070666">
        <w:t>3</w:t>
      </w:r>
      <w:r>
        <w:tab/>
      </w:r>
      <w:proofErr w:type="spellStart"/>
      <w:r>
        <w:t>Telegu</w:t>
      </w:r>
      <w:proofErr w:type="spellEnd"/>
      <w:r>
        <w:t xml:space="preserve"> </w:t>
      </w:r>
      <w:proofErr w:type="spellStart"/>
      <w:r>
        <w:t>Dasham</w:t>
      </w:r>
      <w:proofErr w:type="spellEnd"/>
      <w:r>
        <w:t xml:space="preserve"> Party (</w:t>
      </w:r>
      <w:proofErr w:type="spellStart"/>
      <w:r>
        <w:t>TDP</w:t>
      </w:r>
      <w:proofErr w:type="spellEnd"/>
      <w:r>
        <w:t>)</w:t>
      </w:r>
    </w:p>
    <w:p w:rsidR="003A28D6" w:rsidRDefault="003A28D6" w:rsidP="003A28D6">
      <w:pPr>
        <w:pStyle w:val="QuestionResponse"/>
      </w:pPr>
      <w:r>
        <w:t>1</w:t>
      </w:r>
      <w:r w:rsidR="00070666">
        <w:t>4</w:t>
      </w:r>
      <w:r>
        <w:tab/>
      </w:r>
      <w:proofErr w:type="spellStart"/>
      <w:r>
        <w:t>Telangana</w:t>
      </w:r>
      <w:proofErr w:type="spellEnd"/>
      <w:r>
        <w:t xml:space="preserve"> </w:t>
      </w:r>
      <w:proofErr w:type="spellStart"/>
      <w:r>
        <w:t>Rashtra</w:t>
      </w:r>
      <w:proofErr w:type="spellEnd"/>
      <w:r>
        <w:t xml:space="preserve"> </w:t>
      </w:r>
      <w:proofErr w:type="spellStart"/>
      <w:r>
        <w:t>Samithi</w:t>
      </w:r>
      <w:proofErr w:type="spellEnd"/>
    </w:p>
    <w:p w:rsidR="000D2498" w:rsidRDefault="000D2498" w:rsidP="003A28D6">
      <w:pPr>
        <w:pStyle w:val="QuestionResponse"/>
      </w:pPr>
      <w:r>
        <w:t>15</w:t>
      </w:r>
      <w:r>
        <w:tab/>
      </w:r>
      <w:proofErr w:type="spellStart"/>
      <w:r>
        <w:t>Dravida</w:t>
      </w:r>
      <w:proofErr w:type="spellEnd"/>
      <w:r>
        <w:t xml:space="preserve"> </w:t>
      </w:r>
      <w:proofErr w:type="spellStart"/>
      <w:r>
        <w:t>Munnetra</w:t>
      </w:r>
      <w:proofErr w:type="spellEnd"/>
      <w:r>
        <w:t xml:space="preserve"> </w:t>
      </w:r>
      <w:proofErr w:type="spellStart"/>
      <w:r>
        <w:t>Kazhagam</w:t>
      </w:r>
      <w:proofErr w:type="spellEnd"/>
      <w:r>
        <w:t xml:space="preserve"> (</w:t>
      </w:r>
      <w:proofErr w:type="spellStart"/>
      <w:r>
        <w:t>DMK</w:t>
      </w:r>
      <w:proofErr w:type="spellEnd"/>
      <w:r>
        <w:t>)</w:t>
      </w:r>
    </w:p>
    <w:p w:rsidR="003A28D6" w:rsidRDefault="003A28D6" w:rsidP="003A28D6">
      <w:pPr>
        <w:pStyle w:val="QuestionResponse"/>
      </w:pPr>
      <w:r>
        <w:t>1</w:t>
      </w:r>
      <w:r w:rsidR="000D2498">
        <w:t>6</w:t>
      </w:r>
      <w:r>
        <w:tab/>
      </w:r>
      <w:r w:rsidRPr="003A28D6">
        <w:t xml:space="preserve">All India Anna </w:t>
      </w:r>
      <w:proofErr w:type="spellStart"/>
      <w:r w:rsidRPr="003A28D6">
        <w:t>Dravida</w:t>
      </w:r>
      <w:proofErr w:type="spellEnd"/>
      <w:r w:rsidRPr="003A28D6">
        <w:t xml:space="preserve"> </w:t>
      </w:r>
      <w:proofErr w:type="spellStart"/>
      <w:r w:rsidRPr="003A28D6">
        <w:t>Munnetra</w:t>
      </w:r>
      <w:proofErr w:type="spellEnd"/>
      <w:r w:rsidRPr="003A28D6">
        <w:t xml:space="preserve"> </w:t>
      </w:r>
      <w:proofErr w:type="spellStart"/>
      <w:r w:rsidRPr="003A28D6">
        <w:t>Kazhagam</w:t>
      </w:r>
      <w:proofErr w:type="spellEnd"/>
      <w:r w:rsidRPr="003A28D6">
        <w:t xml:space="preserve"> (</w:t>
      </w:r>
      <w:proofErr w:type="spellStart"/>
      <w:r w:rsidRPr="003A28D6">
        <w:t>AIADMK</w:t>
      </w:r>
      <w:proofErr w:type="spellEnd"/>
      <w:r w:rsidRPr="003A28D6">
        <w:t>)</w:t>
      </w:r>
    </w:p>
    <w:p w:rsidR="000D2498" w:rsidRDefault="003A28D6" w:rsidP="003A28D6">
      <w:pPr>
        <w:pStyle w:val="QuestionResponse"/>
      </w:pPr>
      <w:r>
        <w:t>1</w:t>
      </w:r>
      <w:r w:rsidR="000D2498">
        <w:t>7</w:t>
      </w:r>
      <w:r>
        <w:tab/>
      </w:r>
      <w:r w:rsidR="000D2498">
        <w:t xml:space="preserve">All India </w:t>
      </w:r>
      <w:proofErr w:type="spellStart"/>
      <w:r w:rsidR="000D2498">
        <w:t>Majlis</w:t>
      </w:r>
      <w:proofErr w:type="spellEnd"/>
      <w:r w:rsidR="000D2498">
        <w:t>-e-</w:t>
      </w:r>
      <w:proofErr w:type="spellStart"/>
      <w:r w:rsidR="000D2498">
        <w:t>Ittehadul</w:t>
      </w:r>
      <w:proofErr w:type="spellEnd"/>
      <w:r w:rsidR="000D2498">
        <w:t xml:space="preserve"> </w:t>
      </w:r>
      <w:proofErr w:type="spellStart"/>
      <w:r w:rsidR="000D2498">
        <w:t>Muslimeen</w:t>
      </w:r>
      <w:proofErr w:type="spellEnd"/>
      <w:r w:rsidR="000D2498">
        <w:t xml:space="preserve"> (</w:t>
      </w:r>
      <w:proofErr w:type="spellStart"/>
      <w:r w:rsidR="000D2498">
        <w:t>AIMIM</w:t>
      </w:r>
      <w:proofErr w:type="spellEnd"/>
      <w:r w:rsidR="000D2498">
        <w:t>/</w:t>
      </w:r>
      <w:proofErr w:type="spellStart"/>
      <w:r w:rsidR="000D2498">
        <w:t>MIM</w:t>
      </w:r>
      <w:proofErr w:type="spellEnd"/>
      <w:r w:rsidR="000D2498">
        <w:t>)</w:t>
      </w:r>
    </w:p>
    <w:p w:rsidR="003A28D6" w:rsidRDefault="000D2498" w:rsidP="003A28D6">
      <w:pPr>
        <w:pStyle w:val="QuestionResponse"/>
      </w:pPr>
      <w:r>
        <w:t>18</w:t>
      </w:r>
      <w:r>
        <w:tab/>
      </w:r>
      <w:proofErr w:type="spellStart"/>
      <w:r w:rsidR="003A28D6" w:rsidRPr="003A28D6">
        <w:t>Yuvajana</w:t>
      </w:r>
      <w:proofErr w:type="spellEnd"/>
      <w:r w:rsidR="003A28D6" w:rsidRPr="003A28D6">
        <w:t xml:space="preserve"> </w:t>
      </w:r>
      <w:proofErr w:type="spellStart"/>
      <w:r w:rsidR="003A28D6" w:rsidRPr="003A28D6">
        <w:t>Sramika</w:t>
      </w:r>
      <w:proofErr w:type="spellEnd"/>
      <w:r w:rsidR="003A28D6" w:rsidRPr="003A28D6">
        <w:t xml:space="preserve"> </w:t>
      </w:r>
      <w:proofErr w:type="spellStart"/>
      <w:r w:rsidR="003A28D6" w:rsidRPr="003A28D6">
        <w:t>Rythu</w:t>
      </w:r>
      <w:proofErr w:type="spellEnd"/>
      <w:r w:rsidR="003A28D6" w:rsidRPr="003A28D6">
        <w:t xml:space="preserve"> Congress Party (YSR Congress Party)</w:t>
      </w:r>
    </w:p>
    <w:p w:rsidR="003A28D6" w:rsidRDefault="003A28D6" w:rsidP="003A28D6">
      <w:pPr>
        <w:pStyle w:val="QuestionResponse"/>
      </w:pPr>
      <w:r>
        <w:t>1</w:t>
      </w:r>
      <w:r w:rsidR="000D2498">
        <w:t>9</w:t>
      </w:r>
      <w:r>
        <w:tab/>
      </w:r>
      <w:r w:rsidR="00D561FB" w:rsidRPr="00D561FB">
        <w:t xml:space="preserve">Jharkhand </w:t>
      </w:r>
      <w:proofErr w:type="spellStart"/>
      <w:r w:rsidR="00D561FB" w:rsidRPr="00D561FB">
        <w:t>Mukti</w:t>
      </w:r>
      <w:proofErr w:type="spellEnd"/>
      <w:r w:rsidR="00D561FB" w:rsidRPr="00D561FB">
        <w:t xml:space="preserve"> </w:t>
      </w:r>
      <w:proofErr w:type="spellStart"/>
      <w:r w:rsidR="00D561FB" w:rsidRPr="00D561FB">
        <w:t>Morcha</w:t>
      </w:r>
      <w:proofErr w:type="spellEnd"/>
      <w:r w:rsidR="00D561FB" w:rsidRPr="00D561FB">
        <w:t xml:space="preserve"> (</w:t>
      </w:r>
      <w:proofErr w:type="spellStart"/>
      <w:r w:rsidR="00D561FB" w:rsidRPr="00D561FB">
        <w:t>JMM</w:t>
      </w:r>
      <w:proofErr w:type="spellEnd"/>
      <w:r w:rsidR="00D561FB" w:rsidRPr="00D561FB">
        <w:t>)</w:t>
      </w:r>
    </w:p>
    <w:p w:rsidR="00D561FB" w:rsidRDefault="000D2498" w:rsidP="003A28D6">
      <w:pPr>
        <w:pStyle w:val="QuestionResponse"/>
      </w:pPr>
      <w:r>
        <w:t>20</w:t>
      </w:r>
      <w:r w:rsidR="003A28D6">
        <w:tab/>
      </w:r>
      <w:proofErr w:type="spellStart"/>
      <w:r w:rsidR="00D561FB">
        <w:t>DMDK</w:t>
      </w:r>
      <w:proofErr w:type="spellEnd"/>
    </w:p>
    <w:p w:rsidR="00D561FB" w:rsidRDefault="000D2498" w:rsidP="003A28D6">
      <w:pPr>
        <w:pStyle w:val="QuestionResponse"/>
      </w:pPr>
      <w:r>
        <w:t>21</w:t>
      </w:r>
      <w:r w:rsidR="003A28D6">
        <w:tab/>
      </w:r>
      <w:r w:rsidR="00D561FB" w:rsidRPr="00D561FB">
        <w:t xml:space="preserve">Janata Dal (Secular) (JD (S)) </w:t>
      </w:r>
    </w:p>
    <w:p w:rsidR="00D561FB" w:rsidRDefault="000D2498" w:rsidP="003A28D6">
      <w:pPr>
        <w:pStyle w:val="QuestionResponse"/>
      </w:pPr>
      <w:r>
        <w:t>22</w:t>
      </w:r>
      <w:r w:rsidR="00D561FB">
        <w:tab/>
      </w:r>
      <w:proofErr w:type="spellStart"/>
      <w:r w:rsidR="00D561FB" w:rsidRPr="00D561FB">
        <w:t>Akali</w:t>
      </w:r>
      <w:proofErr w:type="spellEnd"/>
      <w:r w:rsidR="00D561FB" w:rsidRPr="00D561FB">
        <w:t xml:space="preserve"> Dal</w:t>
      </w:r>
    </w:p>
    <w:p w:rsidR="00D561FB" w:rsidRDefault="000D2498" w:rsidP="003A28D6">
      <w:pPr>
        <w:pStyle w:val="QuestionResponse"/>
      </w:pPr>
      <w:r>
        <w:t>23</w:t>
      </w:r>
      <w:r w:rsidR="00D561FB">
        <w:tab/>
      </w:r>
      <w:proofErr w:type="spellStart"/>
      <w:r w:rsidR="00D561FB" w:rsidRPr="00D561FB">
        <w:t>Biju</w:t>
      </w:r>
      <w:proofErr w:type="spellEnd"/>
      <w:r w:rsidR="00D561FB" w:rsidRPr="00D561FB">
        <w:t xml:space="preserve"> Janata Dal (</w:t>
      </w:r>
      <w:proofErr w:type="spellStart"/>
      <w:r w:rsidR="00D561FB" w:rsidRPr="00D561FB">
        <w:t>BJD</w:t>
      </w:r>
      <w:proofErr w:type="spellEnd"/>
      <w:r w:rsidR="00D561FB" w:rsidRPr="00D561FB">
        <w:t>)</w:t>
      </w:r>
    </w:p>
    <w:p w:rsidR="00D561FB" w:rsidRDefault="00D561FB" w:rsidP="003A28D6">
      <w:pPr>
        <w:pStyle w:val="QuestionResponse"/>
      </w:pPr>
      <w:r>
        <w:t>2</w:t>
      </w:r>
      <w:r w:rsidR="000D2498">
        <w:t>4</w:t>
      </w:r>
      <w:r>
        <w:tab/>
      </w:r>
      <w:r w:rsidRPr="00D561FB">
        <w:t>Communist Party of India (CPI)</w:t>
      </w:r>
    </w:p>
    <w:p w:rsidR="00D561FB" w:rsidRDefault="000D2498" w:rsidP="003A28D6">
      <w:pPr>
        <w:pStyle w:val="QuestionResponse"/>
      </w:pPr>
      <w:r>
        <w:t>96</w:t>
      </w:r>
      <w:r w:rsidR="00D561FB">
        <w:tab/>
      </w:r>
      <w:r w:rsidR="00D561FB" w:rsidRPr="00D561FB">
        <w:t>Other (</w:t>
      </w:r>
      <w:r w:rsidR="00D561FB">
        <w:t>DO NOT READ</w:t>
      </w:r>
      <w:r w:rsidR="00D561FB" w:rsidRPr="00D561FB">
        <w:t>)</w:t>
      </w:r>
    </w:p>
    <w:p w:rsidR="00D561FB" w:rsidRDefault="000D2498" w:rsidP="00D561FB">
      <w:pPr>
        <w:pStyle w:val="QuestionResponse"/>
      </w:pPr>
      <w:r>
        <w:t>97</w:t>
      </w:r>
      <w:r w:rsidR="00D561FB">
        <w:tab/>
        <w:t>None/No party (DO NOT READ</w:t>
      </w:r>
      <w:r w:rsidR="00D561FB" w:rsidRPr="00D561FB">
        <w:t>)</w:t>
      </w:r>
    </w:p>
    <w:p w:rsidR="003A28D6" w:rsidRPr="000B73EF" w:rsidRDefault="003A28D6" w:rsidP="003A28D6">
      <w:pPr>
        <w:pStyle w:val="QuestionResponse"/>
      </w:pPr>
      <w:r>
        <w:t>9</w:t>
      </w:r>
      <w:r w:rsidRPr="000B73EF">
        <w:t>8</w:t>
      </w:r>
      <w:r w:rsidRPr="000B73EF">
        <w:tab/>
        <w:t>Don’t know (DO NOT READ)</w:t>
      </w:r>
    </w:p>
    <w:p w:rsidR="003A28D6" w:rsidRPr="00140CD2" w:rsidRDefault="003A28D6" w:rsidP="003A28D6">
      <w:pPr>
        <w:pStyle w:val="Question"/>
        <w:spacing w:after="480"/>
        <w:ind w:firstLine="0"/>
        <w:rPr>
          <w:i/>
        </w:rPr>
      </w:pPr>
      <w:r>
        <w:t>9</w:t>
      </w:r>
      <w:r w:rsidRPr="000B73EF">
        <w:t>9</w:t>
      </w:r>
      <w:r w:rsidRPr="000B73EF">
        <w:tab/>
        <w:t>Refused (DO NOT READ)</w:t>
      </w:r>
    </w:p>
    <w:p w:rsidR="003B1BB5" w:rsidRPr="00D561FB" w:rsidRDefault="003B1BB5" w:rsidP="0044659B">
      <w:pPr>
        <w:pStyle w:val="Question"/>
        <w:spacing w:after="120"/>
        <w:ind w:firstLine="0"/>
        <w:rPr>
          <w:b/>
          <w:caps/>
        </w:rPr>
      </w:pPr>
      <w:r w:rsidRPr="00D561FB">
        <w:rPr>
          <w:b/>
          <w:caps/>
        </w:rPr>
        <w:t xml:space="preserve">ASK ALL </w:t>
      </w:r>
    </w:p>
    <w:p w:rsidR="003B1BB5" w:rsidRPr="000B73EF" w:rsidRDefault="003B1BB5" w:rsidP="003B1BB5">
      <w:pPr>
        <w:pStyle w:val="Question"/>
      </w:pPr>
      <w:r w:rsidRPr="000B73EF">
        <w:rPr>
          <w:rFonts w:ascii="Tahoma" w:hAnsi="Tahoma" w:cs="Tahoma"/>
          <w:b/>
          <w:sz w:val="16"/>
          <w:szCs w:val="16"/>
        </w:rPr>
        <w:t>Q1</w:t>
      </w:r>
      <w:r w:rsidR="009649FB" w:rsidRPr="000B73EF">
        <w:rPr>
          <w:rFonts w:ascii="Tahoma" w:hAnsi="Tahoma" w:cs="Tahoma"/>
          <w:b/>
          <w:sz w:val="16"/>
          <w:szCs w:val="16"/>
        </w:rPr>
        <w:t>92</w:t>
      </w:r>
      <w:r w:rsidRPr="000B73EF">
        <w:tab/>
        <w:t xml:space="preserve">Do you have a working landline telephone in your house or not? </w:t>
      </w:r>
    </w:p>
    <w:p w:rsidR="003B1BB5" w:rsidRPr="000B73EF" w:rsidRDefault="003B1BB5" w:rsidP="003B1BB5">
      <w:pPr>
        <w:pStyle w:val="QuestionResponse"/>
      </w:pPr>
      <w:r w:rsidRPr="000B73EF">
        <w:t>1</w:t>
      </w:r>
      <w:r w:rsidRPr="000B73EF">
        <w:tab/>
        <w:t>Yes, have landline phone</w:t>
      </w:r>
    </w:p>
    <w:p w:rsidR="003B1BB5" w:rsidRPr="000B73EF" w:rsidRDefault="003B1BB5" w:rsidP="003B1BB5">
      <w:pPr>
        <w:pStyle w:val="QuestionResponse"/>
      </w:pPr>
      <w:r w:rsidRPr="000B73EF">
        <w:t>2</w:t>
      </w:r>
      <w:r w:rsidRPr="000B73EF">
        <w:tab/>
        <w:t>No, do not</w:t>
      </w:r>
    </w:p>
    <w:p w:rsidR="003B1BB5" w:rsidRPr="000B73EF" w:rsidRDefault="003B1BB5" w:rsidP="003B1BB5">
      <w:pPr>
        <w:pStyle w:val="QuestionResponse"/>
      </w:pPr>
      <w:r w:rsidRPr="000B73EF">
        <w:t>8</w:t>
      </w:r>
      <w:r w:rsidRPr="000B73EF">
        <w:tab/>
        <w:t>Don’t know (DO NOT READ)</w:t>
      </w:r>
    </w:p>
    <w:p w:rsidR="003B1BB5" w:rsidRDefault="003B1BB5" w:rsidP="003B1BB5">
      <w:pPr>
        <w:pStyle w:val="QuestionResponseLast"/>
      </w:pPr>
      <w:r w:rsidRPr="000B73EF">
        <w:t>9</w:t>
      </w:r>
      <w:r w:rsidRPr="000B73EF">
        <w:tab/>
        <w:t>Refused (DO NOT READ)</w:t>
      </w:r>
    </w:p>
    <w:p w:rsidR="003B1BB5" w:rsidRPr="000B73EF" w:rsidRDefault="003B1BB5" w:rsidP="00F76741">
      <w:pPr>
        <w:pStyle w:val="QuestionInstruction"/>
        <w:ind w:firstLine="720"/>
      </w:pPr>
      <w:r w:rsidRPr="000B73EF">
        <w:lastRenderedPageBreak/>
        <w:t>INCLUDE IN FINAL DATASET</w:t>
      </w:r>
    </w:p>
    <w:p w:rsidR="00D561FB" w:rsidRPr="008B4160" w:rsidRDefault="003B1BB5" w:rsidP="00D561FB">
      <w:pPr>
        <w:pStyle w:val="Question"/>
        <w:ind w:left="1440" w:hanging="1440"/>
      </w:pPr>
      <w:r w:rsidRPr="000B73EF">
        <w:rPr>
          <w:rFonts w:ascii="Tahoma" w:hAnsi="Tahoma" w:cs="Tahoma"/>
          <w:b/>
          <w:sz w:val="16"/>
          <w:szCs w:val="16"/>
        </w:rPr>
        <w:t>Q</w:t>
      </w:r>
      <w:r w:rsidR="00C72F8E">
        <w:rPr>
          <w:rFonts w:ascii="Tahoma" w:hAnsi="Tahoma" w:cs="Tahoma"/>
          <w:b/>
          <w:sz w:val="16"/>
          <w:szCs w:val="16"/>
        </w:rPr>
        <w:t>196</w:t>
      </w:r>
      <w:r w:rsidR="00D561FB">
        <w:rPr>
          <w:rFonts w:ascii="Tahoma" w:hAnsi="Tahoma" w:cs="Tahoma"/>
          <w:b/>
          <w:sz w:val="16"/>
          <w:szCs w:val="16"/>
        </w:rPr>
        <w:t>INDIA</w:t>
      </w:r>
      <w:r w:rsidRPr="000B73EF">
        <w:rPr>
          <w:b/>
          <w:sz w:val="17"/>
        </w:rPr>
        <w:tab/>
      </w:r>
      <w:r w:rsidR="00D561FB">
        <w:t>Language in which interview was conducted.</w:t>
      </w:r>
    </w:p>
    <w:p w:rsidR="00D561FB" w:rsidRPr="000B73EF" w:rsidRDefault="00D561FB" w:rsidP="00D561FB">
      <w:pPr>
        <w:pStyle w:val="QuestionResponse"/>
      </w:pPr>
      <w:r w:rsidRPr="000B73EF">
        <w:t>1</w:t>
      </w:r>
      <w:r w:rsidRPr="000B73EF">
        <w:tab/>
      </w:r>
      <w:r>
        <w:t>Hindi</w:t>
      </w:r>
    </w:p>
    <w:p w:rsidR="00D561FB" w:rsidRPr="000B73EF" w:rsidRDefault="00D561FB" w:rsidP="00D561FB">
      <w:pPr>
        <w:pStyle w:val="QuestionResponse"/>
      </w:pPr>
      <w:r w:rsidRPr="000B73EF">
        <w:t>2</w:t>
      </w:r>
      <w:r w:rsidRPr="000B73EF">
        <w:tab/>
      </w:r>
      <w:r>
        <w:t>Bengali</w:t>
      </w:r>
    </w:p>
    <w:p w:rsidR="00D561FB" w:rsidRDefault="00D561FB" w:rsidP="00D561FB">
      <w:pPr>
        <w:pStyle w:val="QuestionResponse"/>
      </w:pPr>
      <w:r w:rsidRPr="000B73EF">
        <w:t>3</w:t>
      </w:r>
      <w:r w:rsidRPr="000B73EF">
        <w:tab/>
      </w:r>
      <w:r>
        <w:t>Tamil</w:t>
      </w:r>
    </w:p>
    <w:p w:rsidR="00D561FB" w:rsidRPr="000B73EF" w:rsidRDefault="00D561FB" w:rsidP="00D561FB">
      <w:pPr>
        <w:pStyle w:val="QuestionResponse"/>
      </w:pPr>
      <w:r w:rsidRPr="000B73EF">
        <w:t>4</w:t>
      </w:r>
      <w:r w:rsidRPr="000B73EF">
        <w:tab/>
      </w:r>
      <w:r>
        <w:t>Tel</w:t>
      </w:r>
      <w:r w:rsidR="00C42CB6">
        <w:t>u</w:t>
      </w:r>
      <w:r>
        <w:t>gu</w:t>
      </w:r>
    </w:p>
    <w:p w:rsidR="00D561FB" w:rsidRPr="000B73EF" w:rsidRDefault="00D561FB" w:rsidP="00D561FB">
      <w:pPr>
        <w:pStyle w:val="QuestionResponse"/>
      </w:pPr>
      <w:r w:rsidRPr="000B73EF">
        <w:t>5</w:t>
      </w:r>
      <w:r w:rsidRPr="000B73EF">
        <w:tab/>
      </w:r>
      <w:r>
        <w:t>Gujarati</w:t>
      </w:r>
    </w:p>
    <w:p w:rsidR="00D561FB" w:rsidRDefault="00D561FB" w:rsidP="00D561FB">
      <w:pPr>
        <w:pStyle w:val="QuestionResponse"/>
      </w:pPr>
      <w:r w:rsidRPr="000B73EF">
        <w:t>6</w:t>
      </w:r>
      <w:r w:rsidRPr="000B73EF">
        <w:tab/>
      </w:r>
      <w:proofErr w:type="spellStart"/>
      <w:r w:rsidR="00C42CB6">
        <w:t>O</w:t>
      </w:r>
      <w:r w:rsidR="00AA58AF">
        <w:t>d</w:t>
      </w:r>
      <w:r w:rsidR="00C42CB6">
        <w:t>i</w:t>
      </w:r>
      <w:r>
        <w:t>a</w:t>
      </w:r>
      <w:proofErr w:type="spellEnd"/>
    </w:p>
    <w:p w:rsidR="00D561FB" w:rsidRDefault="00D561FB" w:rsidP="00D561FB">
      <w:pPr>
        <w:pStyle w:val="QuestionResponse"/>
      </w:pPr>
      <w:r>
        <w:t>7</w:t>
      </w:r>
      <w:r>
        <w:tab/>
        <w:t>Kannad</w:t>
      </w:r>
      <w:r w:rsidR="00C42CB6">
        <w:t>a</w:t>
      </w:r>
    </w:p>
    <w:p w:rsidR="00D561FB" w:rsidRDefault="00D561FB" w:rsidP="00D561FB">
      <w:pPr>
        <w:pStyle w:val="QuestionResponse"/>
      </w:pPr>
      <w:r>
        <w:t>8</w:t>
      </w:r>
      <w:r>
        <w:tab/>
        <w:t>Marathi</w:t>
      </w:r>
    </w:p>
    <w:p w:rsidR="00D561FB" w:rsidRDefault="00D561FB" w:rsidP="00775513">
      <w:pPr>
        <w:pStyle w:val="QuestionResponse"/>
        <w:spacing w:after="480"/>
      </w:pPr>
      <w:r>
        <w:t>9</w:t>
      </w:r>
      <w:r>
        <w:tab/>
        <w:t>English</w:t>
      </w:r>
    </w:p>
    <w:p w:rsidR="003B1BB5" w:rsidRPr="000B73EF" w:rsidRDefault="003B1BB5" w:rsidP="003B1BB5">
      <w:pPr>
        <w:pStyle w:val="QuestionInstruction"/>
      </w:pPr>
      <w:r w:rsidRPr="000B73EF">
        <w:t>INCLUDE IN FINAL DATASET</w:t>
      </w:r>
    </w:p>
    <w:p w:rsidR="003B1BB5" w:rsidRPr="000B73EF" w:rsidRDefault="003B1BB5" w:rsidP="003B1BB5">
      <w:pPr>
        <w:pStyle w:val="Question"/>
      </w:pPr>
      <w:r w:rsidRPr="000B73EF">
        <w:rPr>
          <w:rFonts w:ascii="Tahoma" w:hAnsi="Tahoma" w:cs="Tahoma"/>
          <w:b/>
          <w:sz w:val="16"/>
          <w:szCs w:val="16"/>
        </w:rPr>
        <w:t>Q</w:t>
      </w:r>
      <w:r w:rsidR="00C72F8E">
        <w:rPr>
          <w:rFonts w:ascii="Tahoma" w:hAnsi="Tahoma" w:cs="Tahoma"/>
          <w:b/>
          <w:sz w:val="16"/>
          <w:szCs w:val="16"/>
        </w:rPr>
        <w:t>197</w:t>
      </w:r>
      <w:r w:rsidRPr="000B73EF">
        <w:tab/>
        <w:t>Date of intervie</w:t>
      </w:r>
      <w:bookmarkStart w:id="0" w:name="_GoBack"/>
      <w:bookmarkEnd w:id="0"/>
      <w:r w:rsidRPr="000B73EF">
        <w:t xml:space="preserve">w </w:t>
      </w:r>
    </w:p>
    <w:p w:rsidR="003B1BB5" w:rsidRPr="000B73EF" w:rsidRDefault="00F76741" w:rsidP="003B1BB5">
      <w:pPr>
        <w:pStyle w:val="QuestionResponseLast"/>
      </w:pPr>
      <w:r>
        <w:t>Day/month/year [00/00/201X</w:t>
      </w:r>
      <w:r w:rsidR="003B1BB5" w:rsidRPr="000B73EF">
        <w:t>] ________________</w:t>
      </w:r>
    </w:p>
    <w:p w:rsidR="00B37846" w:rsidRPr="000B73EF" w:rsidRDefault="00B37846" w:rsidP="00850650">
      <w:pPr>
        <w:pStyle w:val="QuestionInstruction"/>
        <w:keepNext w:val="0"/>
        <w:keepLines w:val="0"/>
        <w:widowControl w:val="0"/>
        <w:ind w:firstLine="720"/>
      </w:pPr>
      <w:r w:rsidRPr="000B73EF">
        <w:t xml:space="preserve">INCLUDE IN FINAL DATASET </w:t>
      </w:r>
    </w:p>
    <w:p w:rsidR="00775513" w:rsidRPr="008B4160" w:rsidRDefault="00B37846" w:rsidP="00850650">
      <w:pPr>
        <w:pStyle w:val="Question"/>
        <w:keepNext w:val="0"/>
        <w:keepLines w:val="0"/>
        <w:widowControl w:val="0"/>
        <w:ind w:left="1440" w:hanging="1440"/>
      </w:pPr>
      <w:proofErr w:type="gramStart"/>
      <w:r w:rsidRPr="000B73EF">
        <w:rPr>
          <w:rFonts w:ascii="Tahoma" w:hAnsi="Tahoma" w:cs="Tahoma"/>
          <w:b/>
          <w:sz w:val="16"/>
          <w:szCs w:val="16"/>
        </w:rPr>
        <w:t>Q</w:t>
      </w:r>
      <w:r w:rsidR="00C72F8E">
        <w:rPr>
          <w:rFonts w:ascii="Tahoma" w:hAnsi="Tahoma" w:cs="Tahoma"/>
          <w:b/>
          <w:sz w:val="16"/>
          <w:szCs w:val="16"/>
        </w:rPr>
        <w:t>207</w:t>
      </w:r>
      <w:r w:rsidR="00D561FB">
        <w:rPr>
          <w:rFonts w:ascii="Tahoma" w:hAnsi="Tahoma" w:cs="Tahoma"/>
          <w:b/>
          <w:sz w:val="16"/>
          <w:szCs w:val="16"/>
        </w:rPr>
        <w:t>INDIA</w:t>
      </w:r>
      <w:r w:rsidR="00D561FB">
        <w:rPr>
          <w:rFonts w:ascii="Tahoma" w:hAnsi="Tahoma" w:cs="Tahoma"/>
          <w:b/>
          <w:sz w:val="16"/>
          <w:szCs w:val="16"/>
        </w:rPr>
        <w:tab/>
      </w:r>
      <w:r w:rsidR="008C30F2">
        <w:t>Region.</w:t>
      </w:r>
      <w:proofErr w:type="gramEnd"/>
    </w:p>
    <w:p w:rsidR="00775513" w:rsidRPr="000B73EF" w:rsidRDefault="00775513" w:rsidP="00850650">
      <w:pPr>
        <w:pStyle w:val="QuestionResponse"/>
        <w:keepNext w:val="0"/>
        <w:keepLines w:val="0"/>
        <w:widowControl w:val="0"/>
        <w:ind w:firstLine="0"/>
      </w:pPr>
      <w:r w:rsidRPr="000B73EF">
        <w:t>1</w:t>
      </w:r>
      <w:r w:rsidRPr="000B73EF">
        <w:tab/>
      </w:r>
      <w:r>
        <w:t>North</w:t>
      </w:r>
    </w:p>
    <w:p w:rsidR="00775513" w:rsidRPr="000B73EF" w:rsidRDefault="00775513" w:rsidP="00850650">
      <w:pPr>
        <w:pStyle w:val="QuestionResponse"/>
        <w:keepNext w:val="0"/>
        <w:keepLines w:val="0"/>
        <w:widowControl w:val="0"/>
        <w:ind w:firstLine="0"/>
      </w:pPr>
      <w:r w:rsidRPr="000B73EF">
        <w:t>2</w:t>
      </w:r>
      <w:r w:rsidRPr="000B73EF">
        <w:tab/>
      </w:r>
      <w:r>
        <w:t>East</w:t>
      </w:r>
    </w:p>
    <w:p w:rsidR="00775513" w:rsidRDefault="00775513" w:rsidP="00850650">
      <w:pPr>
        <w:pStyle w:val="QuestionResponse"/>
        <w:keepNext w:val="0"/>
        <w:keepLines w:val="0"/>
        <w:widowControl w:val="0"/>
        <w:ind w:firstLine="0"/>
      </w:pPr>
      <w:r w:rsidRPr="000B73EF">
        <w:t>3</w:t>
      </w:r>
      <w:r w:rsidRPr="000B73EF">
        <w:tab/>
      </w:r>
      <w:r>
        <w:t>West</w:t>
      </w:r>
    </w:p>
    <w:p w:rsidR="00775513" w:rsidRPr="000B73EF" w:rsidRDefault="00775513" w:rsidP="00850650">
      <w:pPr>
        <w:pStyle w:val="QuestionResponse"/>
        <w:keepNext w:val="0"/>
        <w:keepLines w:val="0"/>
        <w:widowControl w:val="0"/>
        <w:spacing w:after="480"/>
        <w:ind w:firstLine="0"/>
      </w:pPr>
      <w:r w:rsidRPr="000B73EF">
        <w:t>4</w:t>
      </w:r>
      <w:r w:rsidRPr="000B73EF">
        <w:tab/>
      </w:r>
      <w:r>
        <w:t>South</w:t>
      </w:r>
    </w:p>
    <w:p w:rsidR="008C30F2" w:rsidRPr="000B73EF" w:rsidRDefault="008C30F2" w:rsidP="00850650">
      <w:pPr>
        <w:pStyle w:val="QuestionInstruction"/>
        <w:keepNext w:val="0"/>
        <w:keepLines w:val="0"/>
        <w:widowControl w:val="0"/>
        <w:ind w:firstLine="720"/>
      </w:pPr>
      <w:r w:rsidRPr="000B73EF">
        <w:t xml:space="preserve">INCLUDE IN FINAL DATASET </w:t>
      </w:r>
    </w:p>
    <w:p w:rsidR="008C30F2" w:rsidRPr="008B4160" w:rsidRDefault="008C30F2" w:rsidP="00850650">
      <w:pPr>
        <w:pStyle w:val="Question"/>
        <w:keepNext w:val="0"/>
        <w:keepLines w:val="0"/>
        <w:widowControl w:val="0"/>
        <w:ind w:left="1440" w:hanging="1440"/>
      </w:pPr>
      <w:r w:rsidRPr="000B73EF">
        <w:rPr>
          <w:rFonts w:ascii="Tahoma" w:hAnsi="Tahoma" w:cs="Tahoma"/>
          <w:b/>
          <w:sz w:val="16"/>
          <w:szCs w:val="16"/>
        </w:rPr>
        <w:t>Q</w:t>
      </w:r>
      <w:r>
        <w:rPr>
          <w:rFonts w:ascii="Tahoma" w:hAnsi="Tahoma" w:cs="Tahoma"/>
          <w:b/>
          <w:sz w:val="16"/>
          <w:szCs w:val="16"/>
        </w:rPr>
        <w:t>216INDIA</w:t>
      </w:r>
      <w:r>
        <w:rPr>
          <w:rFonts w:ascii="Tahoma" w:hAnsi="Tahoma" w:cs="Tahoma"/>
          <w:b/>
          <w:sz w:val="16"/>
          <w:szCs w:val="16"/>
        </w:rPr>
        <w:tab/>
      </w:r>
      <w:r>
        <w:t>Detailed Urbanity.</w:t>
      </w:r>
    </w:p>
    <w:p w:rsidR="008C30F2" w:rsidRPr="000B73EF" w:rsidRDefault="008C30F2" w:rsidP="00850650">
      <w:pPr>
        <w:pStyle w:val="QuestionResponse"/>
        <w:keepNext w:val="0"/>
        <w:keepLines w:val="0"/>
        <w:widowControl w:val="0"/>
        <w:ind w:firstLine="0"/>
      </w:pPr>
      <w:r w:rsidRPr="000B73EF">
        <w:t>1</w:t>
      </w:r>
      <w:r w:rsidRPr="000B73EF">
        <w:tab/>
      </w:r>
      <w:r>
        <w:t>Metro cities</w:t>
      </w:r>
      <w:r w:rsidR="00C42CB6">
        <w:t xml:space="preserve"> (4 million plus)</w:t>
      </w:r>
    </w:p>
    <w:p w:rsidR="008C30F2" w:rsidRPr="000B73EF" w:rsidRDefault="008C30F2" w:rsidP="00850650">
      <w:pPr>
        <w:pStyle w:val="QuestionResponse"/>
        <w:keepNext w:val="0"/>
        <w:keepLines w:val="0"/>
        <w:widowControl w:val="0"/>
        <w:ind w:firstLine="0"/>
      </w:pPr>
      <w:r w:rsidRPr="000B73EF">
        <w:t>2</w:t>
      </w:r>
      <w:r w:rsidRPr="000B73EF">
        <w:tab/>
      </w:r>
      <w:r>
        <w:t>City Tier I</w:t>
      </w:r>
      <w:r w:rsidR="00C42CB6">
        <w:t xml:space="preserve"> (1 to 4 million)</w:t>
      </w:r>
    </w:p>
    <w:p w:rsidR="008C30F2" w:rsidRDefault="008C30F2" w:rsidP="00850650">
      <w:pPr>
        <w:pStyle w:val="QuestionResponse"/>
        <w:keepNext w:val="0"/>
        <w:keepLines w:val="0"/>
        <w:widowControl w:val="0"/>
        <w:ind w:firstLine="0"/>
      </w:pPr>
      <w:r w:rsidRPr="000B73EF">
        <w:t>3</w:t>
      </w:r>
      <w:r w:rsidRPr="000B73EF">
        <w:tab/>
      </w:r>
      <w:r>
        <w:t>City Tier II</w:t>
      </w:r>
      <w:r w:rsidR="00C42CB6">
        <w:t xml:space="preserve"> (500,000 to 1 million)</w:t>
      </w:r>
    </w:p>
    <w:p w:rsidR="008C30F2" w:rsidRDefault="008C30F2" w:rsidP="00850650">
      <w:pPr>
        <w:pStyle w:val="QuestionResponse"/>
        <w:keepNext w:val="0"/>
        <w:keepLines w:val="0"/>
        <w:widowControl w:val="0"/>
        <w:ind w:firstLine="0"/>
      </w:pPr>
      <w:r>
        <w:t>4</w:t>
      </w:r>
      <w:r w:rsidRPr="000B73EF">
        <w:tab/>
      </w:r>
      <w:r>
        <w:t>City Tier III</w:t>
      </w:r>
      <w:r w:rsidR="00C42CB6">
        <w:t xml:space="preserve"> (100,000 to 500,000)</w:t>
      </w:r>
    </w:p>
    <w:p w:rsidR="008C30F2" w:rsidRDefault="008C30F2" w:rsidP="00850650">
      <w:pPr>
        <w:pStyle w:val="QuestionResponse"/>
        <w:keepNext w:val="0"/>
        <w:keepLines w:val="0"/>
        <w:widowControl w:val="0"/>
        <w:ind w:firstLine="0"/>
      </w:pPr>
      <w:r>
        <w:t>5</w:t>
      </w:r>
      <w:r w:rsidRPr="000B73EF">
        <w:tab/>
      </w:r>
      <w:r>
        <w:t>City Tier IV</w:t>
      </w:r>
      <w:r w:rsidR="00C42CB6">
        <w:t xml:space="preserve"> (less than 100,000)</w:t>
      </w:r>
    </w:p>
    <w:p w:rsidR="008C30F2" w:rsidRDefault="008C30F2" w:rsidP="00850650">
      <w:pPr>
        <w:pStyle w:val="QuestionResponse"/>
        <w:keepNext w:val="0"/>
        <w:keepLines w:val="0"/>
        <w:widowControl w:val="0"/>
        <w:spacing w:after="480"/>
        <w:ind w:firstLine="0"/>
      </w:pPr>
      <w:r>
        <w:t>6</w:t>
      </w:r>
      <w:r w:rsidRPr="000B73EF">
        <w:tab/>
      </w:r>
      <w:r>
        <w:t>Rural Villages</w:t>
      </w:r>
    </w:p>
    <w:p w:rsidR="008C30F2" w:rsidRPr="000B73EF" w:rsidRDefault="008C30F2" w:rsidP="00850650">
      <w:pPr>
        <w:pStyle w:val="QuestionInstruction"/>
        <w:keepNext w:val="0"/>
        <w:keepLines w:val="0"/>
        <w:widowControl w:val="0"/>
        <w:ind w:firstLine="720"/>
      </w:pPr>
      <w:r w:rsidRPr="000B73EF">
        <w:t xml:space="preserve">INCLUDE IN FINAL DATASET </w:t>
      </w:r>
    </w:p>
    <w:p w:rsidR="008C30F2" w:rsidRPr="008B4160" w:rsidRDefault="008C30F2" w:rsidP="00850650">
      <w:pPr>
        <w:pStyle w:val="Question"/>
        <w:keepNext w:val="0"/>
        <w:keepLines w:val="0"/>
        <w:widowControl w:val="0"/>
        <w:ind w:left="1440" w:hanging="1440"/>
      </w:pPr>
      <w:proofErr w:type="gramStart"/>
      <w:r w:rsidRPr="000B73EF">
        <w:rPr>
          <w:rFonts w:ascii="Tahoma" w:hAnsi="Tahoma" w:cs="Tahoma"/>
          <w:b/>
          <w:sz w:val="16"/>
          <w:szCs w:val="16"/>
        </w:rPr>
        <w:t>Q</w:t>
      </w:r>
      <w:r>
        <w:rPr>
          <w:rFonts w:ascii="Tahoma" w:hAnsi="Tahoma" w:cs="Tahoma"/>
          <w:b/>
          <w:sz w:val="16"/>
          <w:szCs w:val="16"/>
        </w:rPr>
        <w:t>217INDIA</w:t>
      </w:r>
      <w:r>
        <w:rPr>
          <w:rFonts w:ascii="Tahoma" w:hAnsi="Tahoma" w:cs="Tahoma"/>
          <w:b/>
          <w:sz w:val="16"/>
          <w:szCs w:val="16"/>
        </w:rPr>
        <w:tab/>
      </w:r>
      <w:r>
        <w:t>Urbanity.</w:t>
      </w:r>
      <w:proofErr w:type="gramEnd"/>
    </w:p>
    <w:p w:rsidR="008C30F2" w:rsidRPr="000B73EF" w:rsidRDefault="008C30F2" w:rsidP="00850650">
      <w:pPr>
        <w:pStyle w:val="QuestionResponse"/>
        <w:keepNext w:val="0"/>
        <w:keepLines w:val="0"/>
        <w:widowControl w:val="0"/>
        <w:ind w:firstLine="0"/>
      </w:pPr>
      <w:r w:rsidRPr="000B73EF">
        <w:t>1</w:t>
      </w:r>
      <w:r w:rsidRPr="000B73EF">
        <w:tab/>
      </w:r>
      <w:r>
        <w:t>Urban</w:t>
      </w:r>
    </w:p>
    <w:p w:rsidR="00DF25F7" w:rsidRPr="004F6D8D" w:rsidRDefault="008C30F2" w:rsidP="00850650">
      <w:pPr>
        <w:pStyle w:val="QuestionResponse"/>
        <w:keepNext w:val="0"/>
        <w:keepLines w:val="0"/>
        <w:widowControl w:val="0"/>
        <w:ind w:left="720" w:firstLine="720"/>
        <w:rPr>
          <w:b/>
          <w:sz w:val="26"/>
          <w:szCs w:val="26"/>
        </w:rPr>
      </w:pPr>
      <w:r>
        <w:t>2</w:t>
      </w:r>
      <w:r w:rsidRPr="000B73EF">
        <w:tab/>
      </w:r>
      <w:r>
        <w:t>Rural</w:t>
      </w:r>
    </w:p>
    <w:sectPr w:rsidR="00DF25F7" w:rsidRPr="004F6D8D" w:rsidSect="008073D5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666" w:rsidRDefault="00070666" w:rsidP="00997646">
      <w:pPr>
        <w:spacing w:after="0" w:line="240" w:lineRule="auto"/>
      </w:pPr>
      <w:r>
        <w:separator/>
      </w:r>
    </w:p>
  </w:endnote>
  <w:endnote w:type="continuationSeparator" w:id="0">
    <w:p w:rsidR="00070666" w:rsidRDefault="00070666" w:rsidP="0099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2809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0666" w:rsidRPr="00F31078" w:rsidRDefault="00070666">
        <w:pPr>
          <w:pStyle w:val="Footer"/>
          <w:jc w:val="center"/>
        </w:pPr>
        <w:r w:rsidRPr="00F31078">
          <w:rPr>
            <w:sz w:val="20"/>
            <w:szCs w:val="20"/>
          </w:rPr>
          <w:fldChar w:fldCharType="begin"/>
        </w:r>
        <w:r w:rsidRPr="00F31078">
          <w:rPr>
            <w:sz w:val="20"/>
            <w:szCs w:val="20"/>
          </w:rPr>
          <w:instrText xml:space="preserve"> PAGE   \* MERGEFORMAT </w:instrText>
        </w:r>
        <w:r w:rsidRPr="00F31078">
          <w:rPr>
            <w:sz w:val="20"/>
            <w:szCs w:val="20"/>
          </w:rPr>
          <w:fldChar w:fldCharType="separate"/>
        </w:r>
        <w:r w:rsidR="00AA58AF">
          <w:rPr>
            <w:noProof/>
            <w:sz w:val="20"/>
            <w:szCs w:val="20"/>
          </w:rPr>
          <w:t>23</w:t>
        </w:r>
        <w:r w:rsidRPr="00F31078">
          <w:rPr>
            <w:noProof/>
            <w:sz w:val="20"/>
            <w:szCs w:val="20"/>
          </w:rPr>
          <w:fldChar w:fldCharType="end"/>
        </w:r>
      </w:p>
    </w:sdtContent>
  </w:sdt>
  <w:p w:rsidR="00070666" w:rsidRDefault="0007066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666" w:rsidRDefault="00070666" w:rsidP="00997646">
      <w:pPr>
        <w:spacing w:after="0" w:line="240" w:lineRule="auto"/>
      </w:pPr>
      <w:r>
        <w:separator/>
      </w:r>
    </w:p>
  </w:footnote>
  <w:footnote w:type="continuationSeparator" w:id="0">
    <w:p w:rsidR="00070666" w:rsidRDefault="00070666" w:rsidP="00997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666" w:rsidRPr="00FD674D" w:rsidRDefault="00070666" w:rsidP="0047210A">
    <w:pPr>
      <w:pStyle w:val="FolioPSRAName"/>
      <w:framePr w:hSpace="0" w:vSpace="0" w:wrap="auto" w:vAnchor="margin" w:hAnchor="text" w:xAlign="left" w:yAlign="inline"/>
      <w:rPr>
        <w:sz w:val="14"/>
        <w:szCs w:val="14"/>
      </w:rPr>
    </w:pPr>
    <w:r w:rsidRPr="00FD674D">
      <w:rPr>
        <w:sz w:val="14"/>
        <w:szCs w:val="14"/>
      </w:rPr>
      <w:t>PEW RESEARCH CENTER’S GLOBAL ATT</w:t>
    </w:r>
    <w:r>
      <w:rPr>
        <w:sz w:val="14"/>
        <w:szCs w:val="14"/>
      </w:rPr>
      <w:t>it</w:t>
    </w:r>
    <w:r w:rsidRPr="00FD674D">
      <w:rPr>
        <w:sz w:val="14"/>
        <w:szCs w:val="14"/>
      </w:rPr>
      <w:t>UDES PROJECT</w:t>
    </w:r>
  </w:p>
  <w:p w:rsidR="00070666" w:rsidRDefault="00070666" w:rsidP="0047210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5B0"/>
    <w:multiLevelType w:val="hybridMultilevel"/>
    <w:tmpl w:val="94784670"/>
    <w:lvl w:ilvl="0" w:tplc="7F3483E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164C83"/>
    <w:multiLevelType w:val="hybridMultilevel"/>
    <w:tmpl w:val="EC64578E"/>
    <w:lvl w:ilvl="0" w:tplc="06DA192C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FE6BF0"/>
    <w:multiLevelType w:val="hybridMultilevel"/>
    <w:tmpl w:val="7AAC925C"/>
    <w:lvl w:ilvl="0" w:tplc="0409000F">
      <w:start w:val="8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D33BA"/>
    <w:multiLevelType w:val="hybridMultilevel"/>
    <w:tmpl w:val="D938E01C"/>
    <w:lvl w:ilvl="0" w:tplc="0C5095D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FB269E"/>
    <w:multiLevelType w:val="hybridMultilevel"/>
    <w:tmpl w:val="637E44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04083"/>
    <w:multiLevelType w:val="hybridMultilevel"/>
    <w:tmpl w:val="92A8C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297E68"/>
    <w:multiLevelType w:val="hybridMultilevel"/>
    <w:tmpl w:val="6868E92A"/>
    <w:lvl w:ilvl="0" w:tplc="0409000F">
      <w:start w:val="8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842F8A"/>
    <w:multiLevelType w:val="hybridMultilevel"/>
    <w:tmpl w:val="DF36AA3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F74B40"/>
    <w:multiLevelType w:val="hybridMultilevel"/>
    <w:tmpl w:val="9C200288"/>
    <w:lvl w:ilvl="0" w:tplc="AA146C28">
      <w:start w:val="1"/>
      <w:numFmt w:val="decimal"/>
      <w:lvlText w:val="%1"/>
      <w:lvlJc w:val="left"/>
      <w:pPr>
        <w:ind w:left="437" w:hanging="62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3" w:hanging="360"/>
      </w:pPr>
    </w:lvl>
    <w:lvl w:ilvl="2" w:tplc="0409001B" w:tentative="1">
      <w:start w:val="1"/>
      <w:numFmt w:val="lowerRoman"/>
      <w:lvlText w:val="%3."/>
      <w:lvlJc w:val="right"/>
      <w:pPr>
        <w:ind w:left="1613" w:hanging="180"/>
      </w:pPr>
    </w:lvl>
    <w:lvl w:ilvl="3" w:tplc="0409000F" w:tentative="1">
      <w:start w:val="1"/>
      <w:numFmt w:val="decimal"/>
      <w:lvlText w:val="%4."/>
      <w:lvlJc w:val="left"/>
      <w:pPr>
        <w:ind w:left="2333" w:hanging="360"/>
      </w:pPr>
    </w:lvl>
    <w:lvl w:ilvl="4" w:tplc="04090019" w:tentative="1">
      <w:start w:val="1"/>
      <w:numFmt w:val="lowerLetter"/>
      <w:lvlText w:val="%5."/>
      <w:lvlJc w:val="left"/>
      <w:pPr>
        <w:ind w:left="3053" w:hanging="360"/>
      </w:pPr>
    </w:lvl>
    <w:lvl w:ilvl="5" w:tplc="0409001B" w:tentative="1">
      <w:start w:val="1"/>
      <w:numFmt w:val="lowerRoman"/>
      <w:lvlText w:val="%6."/>
      <w:lvlJc w:val="right"/>
      <w:pPr>
        <w:ind w:left="3773" w:hanging="180"/>
      </w:pPr>
    </w:lvl>
    <w:lvl w:ilvl="6" w:tplc="0409000F" w:tentative="1">
      <w:start w:val="1"/>
      <w:numFmt w:val="decimal"/>
      <w:lvlText w:val="%7."/>
      <w:lvlJc w:val="left"/>
      <w:pPr>
        <w:ind w:left="4493" w:hanging="360"/>
      </w:pPr>
    </w:lvl>
    <w:lvl w:ilvl="7" w:tplc="04090019" w:tentative="1">
      <w:start w:val="1"/>
      <w:numFmt w:val="lowerLetter"/>
      <w:lvlText w:val="%8."/>
      <w:lvlJc w:val="left"/>
      <w:pPr>
        <w:ind w:left="5213" w:hanging="360"/>
      </w:pPr>
    </w:lvl>
    <w:lvl w:ilvl="8" w:tplc="0409001B" w:tentative="1">
      <w:start w:val="1"/>
      <w:numFmt w:val="lowerRoman"/>
      <w:lvlText w:val="%9."/>
      <w:lvlJc w:val="right"/>
      <w:pPr>
        <w:ind w:left="5933" w:hanging="180"/>
      </w:pPr>
    </w:lvl>
  </w:abstractNum>
  <w:abstractNum w:abstractNumId="9">
    <w:nsid w:val="29B545ED"/>
    <w:multiLevelType w:val="hybridMultilevel"/>
    <w:tmpl w:val="DD92D99C"/>
    <w:lvl w:ilvl="0" w:tplc="DAD8407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D94BAC"/>
    <w:multiLevelType w:val="hybridMultilevel"/>
    <w:tmpl w:val="A0042A5C"/>
    <w:lvl w:ilvl="0" w:tplc="8F6827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b/>
        <w:i w:val="0"/>
        <w:sz w:val="20"/>
        <w:szCs w:val="20"/>
      </w:rPr>
    </w:lvl>
    <w:lvl w:ilvl="1" w:tplc="97980B28">
      <w:start w:val="1"/>
      <w:numFmt w:val="lowerRoman"/>
      <w:lvlText w:val="%2."/>
      <w:lvlJc w:val="left"/>
      <w:pPr>
        <w:tabs>
          <w:tab w:val="num" w:pos="1080"/>
        </w:tabs>
        <w:ind w:left="1080" w:hanging="720"/>
      </w:pPr>
      <w:rPr>
        <w:rFonts w:ascii="Tahoma" w:hAnsi="Tahoma" w:cs="Tahoma" w:hint="default"/>
        <w:b/>
        <w:i w:val="0"/>
        <w:sz w:val="16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30AB5F41"/>
    <w:multiLevelType w:val="hybridMultilevel"/>
    <w:tmpl w:val="F3A80568"/>
    <w:lvl w:ilvl="0" w:tplc="DDBADEB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DF6980"/>
    <w:multiLevelType w:val="hybridMultilevel"/>
    <w:tmpl w:val="7258180C"/>
    <w:lvl w:ilvl="0" w:tplc="567AF3B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2F0AAC"/>
    <w:multiLevelType w:val="hybridMultilevel"/>
    <w:tmpl w:val="01B84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C01AC0"/>
    <w:multiLevelType w:val="hybridMultilevel"/>
    <w:tmpl w:val="F828CB68"/>
    <w:lvl w:ilvl="0" w:tplc="07EA07C0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611104"/>
    <w:multiLevelType w:val="hybridMultilevel"/>
    <w:tmpl w:val="A69AE2DC"/>
    <w:lvl w:ilvl="0" w:tplc="B84AA7D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b/>
        <w:i w:val="0"/>
        <w:sz w:val="16"/>
        <w:szCs w:val="16"/>
      </w:rPr>
    </w:lvl>
    <w:lvl w:ilvl="1" w:tplc="97980B28">
      <w:start w:val="1"/>
      <w:numFmt w:val="lowerRoman"/>
      <w:lvlText w:val="%2."/>
      <w:lvlJc w:val="left"/>
      <w:pPr>
        <w:tabs>
          <w:tab w:val="num" w:pos="1080"/>
        </w:tabs>
        <w:ind w:left="1080" w:hanging="720"/>
      </w:pPr>
      <w:rPr>
        <w:rFonts w:ascii="Tahoma" w:hAnsi="Tahoma" w:cs="Tahoma" w:hint="default"/>
        <w:b/>
        <w:i w:val="0"/>
        <w:sz w:val="16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44E82EAC"/>
    <w:multiLevelType w:val="hybridMultilevel"/>
    <w:tmpl w:val="EC64578E"/>
    <w:lvl w:ilvl="0" w:tplc="06DA192C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AEF687A"/>
    <w:multiLevelType w:val="hybridMultilevel"/>
    <w:tmpl w:val="AE7EB88A"/>
    <w:lvl w:ilvl="0" w:tplc="FFFFFFFF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E170E39"/>
    <w:multiLevelType w:val="hybridMultilevel"/>
    <w:tmpl w:val="B77CC702"/>
    <w:lvl w:ilvl="0" w:tplc="414EDF5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6DC6F70"/>
    <w:multiLevelType w:val="hybridMultilevel"/>
    <w:tmpl w:val="EC64578E"/>
    <w:lvl w:ilvl="0" w:tplc="06DA192C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CBD0184"/>
    <w:multiLevelType w:val="hybridMultilevel"/>
    <w:tmpl w:val="F1725AE2"/>
    <w:lvl w:ilvl="0" w:tplc="EE7E1C66">
      <w:start w:val="1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>
    <w:nsid w:val="625A7061"/>
    <w:multiLevelType w:val="hybridMultilevel"/>
    <w:tmpl w:val="F8A6C14C"/>
    <w:lvl w:ilvl="0" w:tplc="11EC0F4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2">
    <w:nsid w:val="63533601"/>
    <w:multiLevelType w:val="hybridMultilevel"/>
    <w:tmpl w:val="EC64578E"/>
    <w:lvl w:ilvl="0" w:tplc="06DA192C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4972F1A"/>
    <w:multiLevelType w:val="hybridMultilevel"/>
    <w:tmpl w:val="8E24881C"/>
    <w:lvl w:ilvl="0" w:tplc="A0845D8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ED5E1F"/>
    <w:multiLevelType w:val="hybridMultilevel"/>
    <w:tmpl w:val="EC64578E"/>
    <w:lvl w:ilvl="0" w:tplc="06DA192C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7480F4C"/>
    <w:multiLevelType w:val="hybridMultilevel"/>
    <w:tmpl w:val="BB2280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D255FF"/>
    <w:multiLevelType w:val="hybridMultilevel"/>
    <w:tmpl w:val="5D6A47D0"/>
    <w:lvl w:ilvl="0" w:tplc="EDE61844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340D2"/>
    <w:multiLevelType w:val="hybridMultilevel"/>
    <w:tmpl w:val="EFC288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4821D9"/>
    <w:multiLevelType w:val="hybridMultilevel"/>
    <w:tmpl w:val="92A8C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F072FFC"/>
    <w:multiLevelType w:val="hybridMultilevel"/>
    <w:tmpl w:val="EC64578E"/>
    <w:lvl w:ilvl="0" w:tplc="06DA192C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107606B"/>
    <w:multiLevelType w:val="hybridMultilevel"/>
    <w:tmpl w:val="EC64578E"/>
    <w:lvl w:ilvl="0" w:tplc="06DA192C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4EC5F3D"/>
    <w:multiLevelType w:val="hybridMultilevel"/>
    <w:tmpl w:val="B77CC702"/>
    <w:lvl w:ilvl="0" w:tplc="414EDF5E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910AFE"/>
    <w:multiLevelType w:val="hybridMultilevel"/>
    <w:tmpl w:val="14403E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74617BD"/>
    <w:multiLevelType w:val="hybridMultilevel"/>
    <w:tmpl w:val="433CD474"/>
    <w:lvl w:ilvl="0" w:tplc="2C169B96">
      <w:start w:val="9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4F4B48"/>
    <w:multiLevelType w:val="hybridMultilevel"/>
    <w:tmpl w:val="92DA45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B960114"/>
    <w:multiLevelType w:val="hybridMultilevel"/>
    <w:tmpl w:val="EDE88BDE"/>
    <w:lvl w:ilvl="0" w:tplc="1DEE89E8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080179"/>
    <w:multiLevelType w:val="hybridMultilevel"/>
    <w:tmpl w:val="A0042A5C"/>
    <w:lvl w:ilvl="0" w:tplc="8F6827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  <w:b/>
        <w:i w:val="0"/>
        <w:sz w:val="20"/>
        <w:szCs w:val="20"/>
      </w:rPr>
    </w:lvl>
    <w:lvl w:ilvl="1" w:tplc="97980B28">
      <w:start w:val="1"/>
      <w:numFmt w:val="lowerRoman"/>
      <w:lvlText w:val="%2."/>
      <w:lvlJc w:val="left"/>
      <w:pPr>
        <w:tabs>
          <w:tab w:val="num" w:pos="1080"/>
        </w:tabs>
        <w:ind w:left="1080" w:hanging="720"/>
      </w:pPr>
      <w:rPr>
        <w:rFonts w:ascii="Tahoma" w:hAnsi="Tahoma" w:cs="Tahoma" w:hint="default"/>
        <w:b/>
        <w:i w:val="0"/>
        <w:sz w:val="16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7EE27B88"/>
    <w:multiLevelType w:val="hybridMultilevel"/>
    <w:tmpl w:val="A99A1A00"/>
    <w:lvl w:ilvl="0" w:tplc="07BE671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F204FD8"/>
    <w:multiLevelType w:val="hybridMultilevel"/>
    <w:tmpl w:val="0FD842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676844"/>
    <w:multiLevelType w:val="hybridMultilevel"/>
    <w:tmpl w:val="A510D83C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31"/>
  </w:num>
  <w:num w:numId="3">
    <w:abstractNumId w:val="26"/>
  </w:num>
  <w:num w:numId="4">
    <w:abstractNumId w:val="33"/>
  </w:num>
  <w:num w:numId="5">
    <w:abstractNumId w:val="17"/>
  </w:num>
  <w:num w:numId="6">
    <w:abstractNumId w:val="9"/>
  </w:num>
  <w:num w:numId="7">
    <w:abstractNumId w:val="25"/>
  </w:num>
  <w:num w:numId="8">
    <w:abstractNumId w:val="8"/>
  </w:num>
  <w:num w:numId="9">
    <w:abstractNumId w:val="15"/>
  </w:num>
  <w:num w:numId="10">
    <w:abstractNumId w:val="1"/>
  </w:num>
  <w:num w:numId="11">
    <w:abstractNumId w:val="21"/>
  </w:num>
  <w:num w:numId="12">
    <w:abstractNumId w:val="10"/>
  </w:num>
  <w:num w:numId="13">
    <w:abstractNumId w:val="36"/>
  </w:num>
  <w:num w:numId="14">
    <w:abstractNumId w:val="14"/>
  </w:num>
  <w:num w:numId="15">
    <w:abstractNumId w:val="4"/>
  </w:num>
  <w:num w:numId="16">
    <w:abstractNumId w:val="20"/>
  </w:num>
  <w:num w:numId="17">
    <w:abstractNumId w:val="38"/>
  </w:num>
  <w:num w:numId="18">
    <w:abstractNumId w:val="16"/>
  </w:num>
  <w:num w:numId="19">
    <w:abstractNumId w:val="24"/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5"/>
  </w:num>
  <w:num w:numId="24">
    <w:abstractNumId w:val="11"/>
  </w:num>
  <w:num w:numId="25">
    <w:abstractNumId w:val="23"/>
  </w:num>
  <w:num w:numId="26">
    <w:abstractNumId w:val="29"/>
  </w:num>
  <w:num w:numId="27">
    <w:abstractNumId w:val="19"/>
  </w:num>
  <w:num w:numId="28">
    <w:abstractNumId w:val="3"/>
  </w:num>
  <w:num w:numId="29">
    <w:abstractNumId w:val="13"/>
  </w:num>
  <w:num w:numId="30">
    <w:abstractNumId w:val="12"/>
  </w:num>
  <w:num w:numId="31">
    <w:abstractNumId w:val="22"/>
  </w:num>
  <w:num w:numId="32">
    <w:abstractNumId w:val="0"/>
  </w:num>
  <w:num w:numId="33">
    <w:abstractNumId w:val="30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4"/>
  </w:num>
  <w:num w:numId="40">
    <w:abstractNumId w:val="27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433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A9"/>
    <w:rsid w:val="000003DF"/>
    <w:rsid w:val="000008D2"/>
    <w:rsid w:val="000012B9"/>
    <w:rsid w:val="000015E3"/>
    <w:rsid w:val="00002BB8"/>
    <w:rsid w:val="00003DD5"/>
    <w:rsid w:val="00004AF8"/>
    <w:rsid w:val="0000582A"/>
    <w:rsid w:val="0001011A"/>
    <w:rsid w:val="0001048B"/>
    <w:rsid w:val="00012257"/>
    <w:rsid w:val="000149AE"/>
    <w:rsid w:val="00014BD8"/>
    <w:rsid w:val="000158BD"/>
    <w:rsid w:val="000219DE"/>
    <w:rsid w:val="000220AA"/>
    <w:rsid w:val="00022121"/>
    <w:rsid w:val="0002268F"/>
    <w:rsid w:val="00022DD7"/>
    <w:rsid w:val="00025A02"/>
    <w:rsid w:val="000263B2"/>
    <w:rsid w:val="00027DD7"/>
    <w:rsid w:val="000311E7"/>
    <w:rsid w:val="0003382C"/>
    <w:rsid w:val="00033E22"/>
    <w:rsid w:val="00034CD7"/>
    <w:rsid w:val="000356A9"/>
    <w:rsid w:val="00035AB4"/>
    <w:rsid w:val="00035C13"/>
    <w:rsid w:val="00036572"/>
    <w:rsid w:val="00037112"/>
    <w:rsid w:val="0004140A"/>
    <w:rsid w:val="000417B3"/>
    <w:rsid w:val="00042FFC"/>
    <w:rsid w:val="00043052"/>
    <w:rsid w:val="00043589"/>
    <w:rsid w:val="00043DC4"/>
    <w:rsid w:val="00043F8E"/>
    <w:rsid w:val="00043FA6"/>
    <w:rsid w:val="0004466E"/>
    <w:rsid w:val="00051925"/>
    <w:rsid w:val="00051C9C"/>
    <w:rsid w:val="00051FBF"/>
    <w:rsid w:val="000534AD"/>
    <w:rsid w:val="000535B9"/>
    <w:rsid w:val="00055894"/>
    <w:rsid w:val="00055CAB"/>
    <w:rsid w:val="00055DC1"/>
    <w:rsid w:val="0006032F"/>
    <w:rsid w:val="0006127C"/>
    <w:rsid w:val="00063492"/>
    <w:rsid w:val="0006504A"/>
    <w:rsid w:val="00065441"/>
    <w:rsid w:val="00065F80"/>
    <w:rsid w:val="00066883"/>
    <w:rsid w:val="000705F4"/>
    <w:rsid w:val="00070666"/>
    <w:rsid w:val="0007252F"/>
    <w:rsid w:val="000735BC"/>
    <w:rsid w:val="00074F62"/>
    <w:rsid w:val="00074FD3"/>
    <w:rsid w:val="00077E30"/>
    <w:rsid w:val="000804EE"/>
    <w:rsid w:val="00080A1F"/>
    <w:rsid w:val="00083BE1"/>
    <w:rsid w:val="00086C82"/>
    <w:rsid w:val="00090F01"/>
    <w:rsid w:val="00091185"/>
    <w:rsid w:val="0009133F"/>
    <w:rsid w:val="00091613"/>
    <w:rsid w:val="000918A7"/>
    <w:rsid w:val="0009247F"/>
    <w:rsid w:val="00092B7D"/>
    <w:rsid w:val="00092DD8"/>
    <w:rsid w:val="00092FE1"/>
    <w:rsid w:val="00093C39"/>
    <w:rsid w:val="00096BCA"/>
    <w:rsid w:val="00096D05"/>
    <w:rsid w:val="000A084E"/>
    <w:rsid w:val="000A08D1"/>
    <w:rsid w:val="000A1313"/>
    <w:rsid w:val="000A4076"/>
    <w:rsid w:val="000A50BD"/>
    <w:rsid w:val="000A790D"/>
    <w:rsid w:val="000B2EF1"/>
    <w:rsid w:val="000B4947"/>
    <w:rsid w:val="000B6989"/>
    <w:rsid w:val="000B7079"/>
    <w:rsid w:val="000B73EF"/>
    <w:rsid w:val="000B7700"/>
    <w:rsid w:val="000C2005"/>
    <w:rsid w:val="000C262E"/>
    <w:rsid w:val="000C363A"/>
    <w:rsid w:val="000C397C"/>
    <w:rsid w:val="000C40DD"/>
    <w:rsid w:val="000C5A12"/>
    <w:rsid w:val="000C7034"/>
    <w:rsid w:val="000C791F"/>
    <w:rsid w:val="000D2498"/>
    <w:rsid w:val="000D29A4"/>
    <w:rsid w:val="000D32FD"/>
    <w:rsid w:val="000D3E00"/>
    <w:rsid w:val="000D475F"/>
    <w:rsid w:val="000D545E"/>
    <w:rsid w:val="000D5F69"/>
    <w:rsid w:val="000D71C9"/>
    <w:rsid w:val="000E21E0"/>
    <w:rsid w:val="000E2F7B"/>
    <w:rsid w:val="000E302C"/>
    <w:rsid w:val="000E49A3"/>
    <w:rsid w:val="000E4D77"/>
    <w:rsid w:val="000E4E1F"/>
    <w:rsid w:val="000E55DA"/>
    <w:rsid w:val="000E629E"/>
    <w:rsid w:val="000F1C3C"/>
    <w:rsid w:val="000F1D63"/>
    <w:rsid w:val="000F2840"/>
    <w:rsid w:val="000F2D44"/>
    <w:rsid w:val="000F3350"/>
    <w:rsid w:val="000F421D"/>
    <w:rsid w:val="000F4593"/>
    <w:rsid w:val="000F4D9F"/>
    <w:rsid w:val="000F5C55"/>
    <w:rsid w:val="000F642E"/>
    <w:rsid w:val="00100C85"/>
    <w:rsid w:val="001012A4"/>
    <w:rsid w:val="00103039"/>
    <w:rsid w:val="00105A4F"/>
    <w:rsid w:val="001060A7"/>
    <w:rsid w:val="001067B4"/>
    <w:rsid w:val="0010688A"/>
    <w:rsid w:val="00107D4D"/>
    <w:rsid w:val="00110225"/>
    <w:rsid w:val="00110C26"/>
    <w:rsid w:val="0011189B"/>
    <w:rsid w:val="001119BD"/>
    <w:rsid w:val="00112BD8"/>
    <w:rsid w:val="001132A0"/>
    <w:rsid w:val="00113CF0"/>
    <w:rsid w:val="00113D05"/>
    <w:rsid w:val="00113D22"/>
    <w:rsid w:val="00113FC1"/>
    <w:rsid w:val="001165F2"/>
    <w:rsid w:val="0011786E"/>
    <w:rsid w:val="00120E56"/>
    <w:rsid w:val="00121145"/>
    <w:rsid w:val="00122B33"/>
    <w:rsid w:val="00123EE7"/>
    <w:rsid w:val="00125DF4"/>
    <w:rsid w:val="001272FC"/>
    <w:rsid w:val="00131438"/>
    <w:rsid w:val="0013426F"/>
    <w:rsid w:val="00134F10"/>
    <w:rsid w:val="001356E0"/>
    <w:rsid w:val="001357D4"/>
    <w:rsid w:val="001358FC"/>
    <w:rsid w:val="0014029D"/>
    <w:rsid w:val="00140A5C"/>
    <w:rsid w:val="00140CD2"/>
    <w:rsid w:val="00144061"/>
    <w:rsid w:val="001450A1"/>
    <w:rsid w:val="001461BE"/>
    <w:rsid w:val="00146A83"/>
    <w:rsid w:val="00147DED"/>
    <w:rsid w:val="001506C3"/>
    <w:rsid w:val="00150849"/>
    <w:rsid w:val="001508F7"/>
    <w:rsid w:val="00152975"/>
    <w:rsid w:val="00152C92"/>
    <w:rsid w:val="00156774"/>
    <w:rsid w:val="00156B59"/>
    <w:rsid w:val="00163C88"/>
    <w:rsid w:val="00164D2A"/>
    <w:rsid w:val="00164D85"/>
    <w:rsid w:val="00165DD6"/>
    <w:rsid w:val="0016688C"/>
    <w:rsid w:val="00167081"/>
    <w:rsid w:val="00170F36"/>
    <w:rsid w:val="00171379"/>
    <w:rsid w:val="00172791"/>
    <w:rsid w:val="00175888"/>
    <w:rsid w:val="0017661A"/>
    <w:rsid w:val="00176BBB"/>
    <w:rsid w:val="00176CFC"/>
    <w:rsid w:val="00176F89"/>
    <w:rsid w:val="001816BC"/>
    <w:rsid w:val="00183924"/>
    <w:rsid w:val="00183FD5"/>
    <w:rsid w:val="00184B71"/>
    <w:rsid w:val="0018557F"/>
    <w:rsid w:val="0018563A"/>
    <w:rsid w:val="001864B1"/>
    <w:rsid w:val="001878B0"/>
    <w:rsid w:val="00190AA7"/>
    <w:rsid w:val="00190F41"/>
    <w:rsid w:val="00191639"/>
    <w:rsid w:val="001921CD"/>
    <w:rsid w:val="001934F6"/>
    <w:rsid w:val="00193EC8"/>
    <w:rsid w:val="00194FF2"/>
    <w:rsid w:val="001977ED"/>
    <w:rsid w:val="001A0CE9"/>
    <w:rsid w:val="001A2134"/>
    <w:rsid w:val="001A25F3"/>
    <w:rsid w:val="001A261E"/>
    <w:rsid w:val="001A4798"/>
    <w:rsid w:val="001A4900"/>
    <w:rsid w:val="001A5B37"/>
    <w:rsid w:val="001A5FBF"/>
    <w:rsid w:val="001A7694"/>
    <w:rsid w:val="001B3393"/>
    <w:rsid w:val="001B360E"/>
    <w:rsid w:val="001B46C3"/>
    <w:rsid w:val="001B4707"/>
    <w:rsid w:val="001B4908"/>
    <w:rsid w:val="001B5365"/>
    <w:rsid w:val="001B630E"/>
    <w:rsid w:val="001B6532"/>
    <w:rsid w:val="001C012E"/>
    <w:rsid w:val="001C0152"/>
    <w:rsid w:val="001C1279"/>
    <w:rsid w:val="001C1D7A"/>
    <w:rsid w:val="001C2703"/>
    <w:rsid w:val="001C2D07"/>
    <w:rsid w:val="001C32EC"/>
    <w:rsid w:val="001C735E"/>
    <w:rsid w:val="001C76D8"/>
    <w:rsid w:val="001D14FC"/>
    <w:rsid w:val="001D1E7E"/>
    <w:rsid w:val="001D2605"/>
    <w:rsid w:val="001D2D94"/>
    <w:rsid w:val="001D36C2"/>
    <w:rsid w:val="001D3EB5"/>
    <w:rsid w:val="001D5205"/>
    <w:rsid w:val="001D67D9"/>
    <w:rsid w:val="001D69CF"/>
    <w:rsid w:val="001E0A31"/>
    <w:rsid w:val="001E125F"/>
    <w:rsid w:val="001E19E5"/>
    <w:rsid w:val="001E1F63"/>
    <w:rsid w:val="001E5351"/>
    <w:rsid w:val="001E586A"/>
    <w:rsid w:val="001E5E85"/>
    <w:rsid w:val="001E6782"/>
    <w:rsid w:val="001F3EA7"/>
    <w:rsid w:val="001F4A51"/>
    <w:rsid w:val="001F5521"/>
    <w:rsid w:val="001F7997"/>
    <w:rsid w:val="001F7C0E"/>
    <w:rsid w:val="002000DC"/>
    <w:rsid w:val="00200381"/>
    <w:rsid w:val="002006D0"/>
    <w:rsid w:val="00200BF7"/>
    <w:rsid w:val="002011C5"/>
    <w:rsid w:val="00202D5D"/>
    <w:rsid w:val="00203B81"/>
    <w:rsid w:val="002050BA"/>
    <w:rsid w:val="002059E2"/>
    <w:rsid w:val="00210FE8"/>
    <w:rsid w:val="00212A3E"/>
    <w:rsid w:val="0021429A"/>
    <w:rsid w:val="00214916"/>
    <w:rsid w:val="0021563D"/>
    <w:rsid w:val="0021686E"/>
    <w:rsid w:val="00220F36"/>
    <w:rsid w:val="00221602"/>
    <w:rsid w:val="00222995"/>
    <w:rsid w:val="00222D3E"/>
    <w:rsid w:val="00223630"/>
    <w:rsid w:val="00223782"/>
    <w:rsid w:val="00223AE3"/>
    <w:rsid w:val="00223F6E"/>
    <w:rsid w:val="00223FEE"/>
    <w:rsid w:val="00224A8F"/>
    <w:rsid w:val="00226CF2"/>
    <w:rsid w:val="00230841"/>
    <w:rsid w:val="002315FC"/>
    <w:rsid w:val="00232FAD"/>
    <w:rsid w:val="00233A72"/>
    <w:rsid w:val="00234637"/>
    <w:rsid w:val="002410FE"/>
    <w:rsid w:val="00243B89"/>
    <w:rsid w:val="00246C62"/>
    <w:rsid w:val="0025059B"/>
    <w:rsid w:val="002506BC"/>
    <w:rsid w:val="002519AA"/>
    <w:rsid w:val="0025226A"/>
    <w:rsid w:val="0025263D"/>
    <w:rsid w:val="00253867"/>
    <w:rsid w:val="00255B4C"/>
    <w:rsid w:val="00257AD4"/>
    <w:rsid w:val="0026090C"/>
    <w:rsid w:val="00261597"/>
    <w:rsid w:val="002617B8"/>
    <w:rsid w:val="002618D4"/>
    <w:rsid w:val="00261BDE"/>
    <w:rsid w:val="00261D87"/>
    <w:rsid w:val="00261E08"/>
    <w:rsid w:val="00264F71"/>
    <w:rsid w:val="002668B3"/>
    <w:rsid w:val="00271683"/>
    <w:rsid w:val="00271BA7"/>
    <w:rsid w:val="00272ED2"/>
    <w:rsid w:val="002732DA"/>
    <w:rsid w:val="00273C52"/>
    <w:rsid w:val="00275708"/>
    <w:rsid w:val="00277FF3"/>
    <w:rsid w:val="0028031F"/>
    <w:rsid w:val="0028132B"/>
    <w:rsid w:val="00281588"/>
    <w:rsid w:val="00281621"/>
    <w:rsid w:val="00282EA5"/>
    <w:rsid w:val="00282FBF"/>
    <w:rsid w:val="00283C98"/>
    <w:rsid w:val="00284588"/>
    <w:rsid w:val="00286A96"/>
    <w:rsid w:val="00286C22"/>
    <w:rsid w:val="002908B0"/>
    <w:rsid w:val="00291113"/>
    <w:rsid w:val="00291726"/>
    <w:rsid w:val="00292B98"/>
    <w:rsid w:val="002956E8"/>
    <w:rsid w:val="00295B49"/>
    <w:rsid w:val="00296212"/>
    <w:rsid w:val="00296713"/>
    <w:rsid w:val="002A06F3"/>
    <w:rsid w:val="002A2A29"/>
    <w:rsid w:val="002A3033"/>
    <w:rsid w:val="002A359C"/>
    <w:rsid w:val="002A4AAC"/>
    <w:rsid w:val="002A4FD6"/>
    <w:rsid w:val="002A5FA9"/>
    <w:rsid w:val="002B142B"/>
    <w:rsid w:val="002B3A6C"/>
    <w:rsid w:val="002B50EA"/>
    <w:rsid w:val="002B599E"/>
    <w:rsid w:val="002B60D7"/>
    <w:rsid w:val="002B7474"/>
    <w:rsid w:val="002C6540"/>
    <w:rsid w:val="002D036B"/>
    <w:rsid w:val="002D0B7D"/>
    <w:rsid w:val="002D1772"/>
    <w:rsid w:val="002D217E"/>
    <w:rsid w:val="002D3471"/>
    <w:rsid w:val="002D3C9F"/>
    <w:rsid w:val="002D4A1C"/>
    <w:rsid w:val="002D75A1"/>
    <w:rsid w:val="002D7939"/>
    <w:rsid w:val="002D7D1F"/>
    <w:rsid w:val="002E035C"/>
    <w:rsid w:val="002E0370"/>
    <w:rsid w:val="002E0D58"/>
    <w:rsid w:val="002E28C8"/>
    <w:rsid w:val="002E33F6"/>
    <w:rsid w:val="002E41AB"/>
    <w:rsid w:val="002E430F"/>
    <w:rsid w:val="002E4794"/>
    <w:rsid w:val="002E5A38"/>
    <w:rsid w:val="002E5B53"/>
    <w:rsid w:val="002E7948"/>
    <w:rsid w:val="002F2402"/>
    <w:rsid w:val="002F37A8"/>
    <w:rsid w:val="003003FF"/>
    <w:rsid w:val="003009F1"/>
    <w:rsid w:val="00300B3A"/>
    <w:rsid w:val="003018A4"/>
    <w:rsid w:val="003038D8"/>
    <w:rsid w:val="00304417"/>
    <w:rsid w:val="00305DAE"/>
    <w:rsid w:val="00306E51"/>
    <w:rsid w:val="00307821"/>
    <w:rsid w:val="00310BBD"/>
    <w:rsid w:val="00312DC2"/>
    <w:rsid w:val="00314E00"/>
    <w:rsid w:val="003151E6"/>
    <w:rsid w:val="0031593A"/>
    <w:rsid w:val="003166E4"/>
    <w:rsid w:val="003169DD"/>
    <w:rsid w:val="00316D70"/>
    <w:rsid w:val="00316F49"/>
    <w:rsid w:val="003171FA"/>
    <w:rsid w:val="00317713"/>
    <w:rsid w:val="00317D11"/>
    <w:rsid w:val="00317F85"/>
    <w:rsid w:val="00320F99"/>
    <w:rsid w:val="003218AE"/>
    <w:rsid w:val="003223F8"/>
    <w:rsid w:val="00323DEC"/>
    <w:rsid w:val="00324A86"/>
    <w:rsid w:val="00324F8F"/>
    <w:rsid w:val="00326C3A"/>
    <w:rsid w:val="00327D50"/>
    <w:rsid w:val="0033092D"/>
    <w:rsid w:val="0033392C"/>
    <w:rsid w:val="00333C6C"/>
    <w:rsid w:val="00336AEE"/>
    <w:rsid w:val="00336F98"/>
    <w:rsid w:val="003418C7"/>
    <w:rsid w:val="0034249D"/>
    <w:rsid w:val="003428E4"/>
    <w:rsid w:val="00343353"/>
    <w:rsid w:val="003433F7"/>
    <w:rsid w:val="003435F1"/>
    <w:rsid w:val="00343CE7"/>
    <w:rsid w:val="00343E6E"/>
    <w:rsid w:val="003455B2"/>
    <w:rsid w:val="00345A9C"/>
    <w:rsid w:val="00345E5C"/>
    <w:rsid w:val="0034609D"/>
    <w:rsid w:val="00346A3E"/>
    <w:rsid w:val="00350564"/>
    <w:rsid w:val="00351AC9"/>
    <w:rsid w:val="00353107"/>
    <w:rsid w:val="00353872"/>
    <w:rsid w:val="00353B8E"/>
    <w:rsid w:val="00353D7D"/>
    <w:rsid w:val="0035401E"/>
    <w:rsid w:val="00354DBE"/>
    <w:rsid w:val="00355142"/>
    <w:rsid w:val="00355A3D"/>
    <w:rsid w:val="00355CEE"/>
    <w:rsid w:val="00356102"/>
    <w:rsid w:val="0035746D"/>
    <w:rsid w:val="00357F8F"/>
    <w:rsid w:val="003601A0"/>
    <w:rsid w:val="00361D66"/>
    <w:rsid w:val="00361E38"/>
    <w:rsid w:val="00362D20"/>
    <w:rsid w:val="00365923"/>
    <w:rsid w:val="00365D0D"/>
    <w:rsid w:val="00365F65"/>
    <w:rsid w:val="003673AC"/>
    <w:rsid w:val="00370E4A"/>
    <w:rsid w:val="00371C3C"/>
    <w:rsid w:val="00371FE6"/>
    <w:rsid w:val="00373433"/>
    <w:rsid w:val="00373EC5"/>
    <w:rsid w:val="00374FEF"/>
    <w:rsid w:val="00375E25"/>
    <w:rsid w:val="00380CCB"/>
    <w:rsid w:val="00382A5C"/>
    <w:rsid w:val="00383E3A"/>
    <w:rsid w:val="00383F36"/>
    <w:rsid w:val="00385A7F"/>
    <w:rsid w:val="0039005F"/>
    <w:rsid w:val="00390087"/>
    <w:rsid w:val="003901A3"/>
    <w:rsid w:val="00392438"/>
    <w:rsid w:val="00394D62"/>
    <w:rsid w:val="0039510D"/>
    <w:rsid w:val="00395939"/>
    <w:rsid w:val="00397533"/>
    <w:rsid w:val="003A12F9"/>
    <w:rsid w:val="003A19D3"/>
    <w:rsid w:val="003A1BF8"/>
    <w:rsid w:val="003A1E39"/>
    <w:rsid w:val="003A28D6"/>
    <w:rsid w:val="003A462C"/>
    <w:rsid w:val="003A5EE4"/>
    <w:rsid w:val="003A6971"/>
    <w:rsid w:val="003A75FC"/>
    <w:rsid w:val="003A7AA4"/>
    <w:rsid w:val="003B1082"/>
    <w:rsid w:val="003B1BB5"/>
    <w:rsid w:val="003B2C1C"/>
    <w:rsid w:val="003B4325"/>
    <w:rsid w:val="003B452E"/>
    <w:rsid w:val="003B4F43"/>
    <w:rsid w:val="003C089D"/>
    <w:rsid w:val="003C1801"/>
    <w:rsid w:val="003C6883"/>
    <w:rsid w:val="003C6ADC"/>
    <w:rsid w:val="003C79F9"/>
    <w:rsid w:val="003D1626"/>
    <w:rsid w:val="003D1AC4"/>
    <w:rsid w:val="003D2AB9"/>
    <w:rsid w:val="003D2FF4"/>
    <w:rsid w:val="003D3C04"/>
    <w:rsid w:val="003D4C80"/>
    <w:rsid w:val="003D4DB4"/>
    <w:rsid w:val="003D54BC"/>
    <w:rsid w:val="003E569E"/>
    <w:rsid w:val="003E5EDD"/>
    <w:rsid w:val="003F1197"/>
    <w:rsid w:val="003F1486"/>
    <w:rsid w:val="003F2BBE"/>
    <w:rsid w:val="003F7307"/>
    <w:rsid w:val="00402CDB"/>
    <w:rsid w:val="004042FA"/>
    <w:rsid w:val="00405221"/>
    <w:rsid w:val="004077C9"/>
    <w:rsid w:val="004118E8"/>
    <w:rsid w:val="00411CF3"/>
    <w:rsid w:val="00411FF4"/>
    <w:rsid w:val="00413161"/>
    <w:rsid w:val="00413843"/>
    <w:rsid w:val="0041595C"/>
    <w:rsid w:val="0041619F"/>
    <w:rsid w:val="00416598"/>
    <w:rsid w:val="00416B9B"/>
    <w:rsid w:val="00417EEE"/>
    <w:rsid w:val="00420755"/>
    <w:rsid w:val="00420F57"/>
    <w:rsid w:val="00422188"/>
    <w:rsid w:val="00423EC0"/>
    <w:rsid w:val="00423F59"/>
    <w:rsid w:val="00425AA2"/>
    <w:rsid w:val="00426586"/>
    <w:rsid w:val="004267B4"/>
    <w:rsid w:val="00426B60"/>
    <w:rsid w:val="00426E11"/>
    <w:rsid w:val="004278D7"/>
    <w:rsid w:val="004313C8"/>
    <w:rsid w:val="0043155F"/>
    <w:rsid w:val="00431890"/>
    <w:rsid w:val="00433580"/>
    <w:rsid w:val="004336DC"/>
    <w:rsid w:val="00433736"/>
    <w:rsid w:val="00434896"/>
    <w:rsid w:val="004359B4"/>
    <w:rsid w:val="00435E4C"/>
    <w:rsid w:val="00440C00"/>
    <w:rsid w:val="00440FFE"/>
    <w:rsid w:val="004416FB"/>
    <w:rsid w:val="00441C01"/>
    <w:rsid w:val="004435F2"/>
    <w:rsid w:val="00443695"/>
    <w:rsid w:val="004437DA"/>
    <w:rsid w:val="0044382C"/>
    <w:rsid w:val="004462DF"/>
    <w:rsid w:val="0044659B"/>
    <w:rsid w:val="004519F1"/>
    <w:rsid w:val="00451C08"/>
    <w:rsid w:val="00452D97"/>
    <w:rsid w:val="00454261"/>
    <w:rsid w:val="00454BAD"/>
    <w:rsid w:val="00455800"/>
    <w:rsid w:val="00456917"/>
    <w:rsid w:val="004569C9"/>
    <w:rsid w:val="00457360"/>
    <w:rsid w:val="00457443"/>
    <w:rsid w:val="004609EA"/>
    <w:rsid w:val="00461173"/>
    <w:rsid w:val="004617BD"/>
    <w:rsid w:val="00461AEC"/>
    <w:rsid w:val="0046233A"/>
    <w:rsid w:val="00463A27"/>
    <w:rsid w:val="00463B59"/>
    <w:rsid w:val="004643A3"/>
    <w:rsid w:val="00464A73"/>
    <w:rsid w:val="00465446"/>
    <w:rsid w:val="0046557C"/>
    <w:rsid w:val="004666D0"/>
    <w:rsid w:val="0047210A"/>
    <w:rsid w:val="00474251"/>
    <w:rsid w:val="00474AC7"/>
    <w:rsid w:val="00475978"/>
    <w:rsid w:val="00475A1B"/>
    <w:rsid w:val="00475F4D"/>
    <w:rsid w:val="004779DD"/>
    <w:rsid w:val="004800E5"/>
    <w:rsid w:val="0048240F"/>
    <w:rsid w:val="004844CD"/>
    <w:rsid w:val="00484E42"/>
    <w:rsid w:val="00484E74"/>
    <w:rsid w:val="00485D92"/>
    <w:rsid w:val="00485F6F"/>
    <w:rsid w:val="00486779"/>
    <w:rsid w:val="004918C4"/>
    <w:rsid w:val="00492BF7"/>
    <w:rsid w:val="00493E4D"/>
    <w:rsid w:val="0049585F"/>
    <w:rsid w:val="00496D9B"/>
    <w:rsid w:val="004A31A5"/>
    <w:rsid w:val="004A327C"/>
    <w:rsid w:val="004A58EE"/>
    <w:rsid w:val="004A5E3D"/>
    <w:rsid w:val="004A61C6"/>
    <w:rsid w:val="004A61D7"/>
    <w:rsid w:val="004A73FC"/>
    <w:rsid w:val="004A7CCC"/>
    <w:rsid w:val="004B0ED0"/>
    <w:rsid w:val="004B0F15"/>
    <w:rsid w:val="004B1EA5"/>
    <w:rsid w:val="004B2386"/>
    <w:rsid w:val="004B285F"/>
    <w:rsid w:val="004B36E6"/>
    <w:rsid w:val="004B5576"/>
    <w:rsid w:val="004B5DBC"/>
    <w:rsid w:val="004B7233"/>
    <w:rsid w:val="004C09C7"/>
    <w:rsid w:val="004C45E8"/>
    <w:rsid w:val="004C7351"/>
    <w:rsid w:val="004D3A8F"/>
    <w:rsid w:val="004D49A8"/>
    <w:rsid w:val="004D50BF"/>
    <w:rsid w:val="004E3202"/>
    <w:rsid w:val="004E35C2"/>
    <w:rsid w:val="004E4B0F"/>
    <w:rsid w:val="004E60AE"/>
    <w:rsid w:val="004E6552"/>
    <w:rsid w:val="004E6CF1"/>
    <w:rsid w:val="004F08DA"/>
    <w:rsid w:val="004F1401"/>
    <w:rsid w:val="004F359C"/>
    <w:rsid w:val="004F35CB"/>
    <w:rsid w:val="004F40AC"/>
    <w:rsid w:val="004F4E48"/>
    <w:rsid w:val="004F4E94"/>
    <w:rsid w:val="004F508F"/>
    <w:rsid w:val="004F51E2"/>
    <w:rsid w:val="004F6BD9"/>
    <w:rsid w:val="004F6D8D"/>
    <w:rsid w:val="004F779D"/>
    <w:rsid w:val="00500988"/>
    <w:rsid w:val="00500C08"/>
    <w:rsid w:val="00503220"/>
    <w:rsid w:val="00505B76"/>
    <w:rsid w:val="00507321"/>
    <w:rsid w:val="00507A4C"/>
    <w:rsid w:val="00507B56"/>
    <w:rsid w:val="00507ECC"/>
    <w:rsid w:val="005116C1"/>
    <w:rsid w:val="00511913"/>
    <w:rsid w:val="00512324"/>
    <w:rsid w:val="00512F2D"/>
    <w:rsid w:val="00512FFA"/>
    <w:rsid w:val="0051501A"/>
    <w:rsid w:val="00517A39"/>
    <w:rsid w:val="00520906"/>
    <w:rsid w:val="00521462"/>
    <w:rsid w:val="005221A3"/>
    <w:rsid w:val="00524B21"/>
    <w:rsid w:val="00525488"/>
    <w:rsid w:val="00525CC9"/>
    <w:rsid w:val="00527425"/>
    <w:rsid w:val="00530365"/>
    <w:rsid w:val="005308E3"/>
    <w:rsid w:val="005313F6"/>
    <w:rsid w:val="00531E52"/>
    <w:rsid w:val="00532BD5"/>
    <w:rsid w:val="0053328F"/>
    <w:rsid w:val="00534F3A"/>
    <w:rsid w:val="00536A08"/>
    <w:rsid w:val="00537ADC"/>
    <w:rsid w:val="00537B8E"/>
    <w:rsid w:val="0054085C"/>
    <w:rsid w:val="00544C02"/>
    <w:rsid w:val="00545500"/>
    <w:rsid w:val="00545EE6"/>
    <w:rsid w:val="00545FA1"/>
    <w:rsid w:val="0054667F"/>
    <w:rsid w:val="00546C99"/>
    <w:rsid w:val="005479B2"/>
    <w:rsid w:val="00547CA3"/>
    <w:rsid w:val="0055008D"/>
    <w:rsid w:val="0055025A"/>
    <w:rsid w:val="00550FC0"/>
    <w:rsid w:val="005515FF"/>
    <w:rsid w:val="00553438"/>
    <w:rsid w:val="00553A26"/>
    <w:rsid w:val="00556482"/>
    <w:rsid w:val="00557A5E"/>
    <w:rsid w:val="00560BC1"/>
    <w:rsid w:val="005611EF"/>
    <w:rsid w:val="00562AFB"/>
    <w:rsid w:val="00564058"/>
    <w:rsid w:val="00565FFF"/>
    <w:rsid w:val="00566746"/>
    <w:rsid w:val="005673CF"/>
    <w:rsid w:val="005674F7"/>
    <w:rsid w:val="0056797A"/>
    <w:rsid w:val="00570687"/>
    <w:rsid w:val="00570D3B"/>
    <w:rsid w:val="00571249"/>
    <w:rsid w:val="005715ED"/>
    <w:rsid w:val="00572136"/>
    <w:rsid w:val="00572C9D"/>
    <w:rsid w:val="00573AD2"/>
    <w:rsid w:val="00576DB1"/>
    <w:rsid w:val="0058040B"/>
    <w:rsid w:val="00580A6D"/>
    <w:rsid w:val="00582CC3"/>
    <w:rsid w:val="00585E0F"/>
    <w:rsid w:val="00586845"/>
    <w:rsid w:val="00587D5E"/>
    <w:rsid w:val="00590937"/>
    <w:rsid w:val="005A14D2"/>
    <w:rsid w:val="005A1AB9"/>
    <w:rsid w:val="005A3D9B"/>
    <w:rsid w:val="005A4DFD"/>
    <w:rsid w:val="005A5F47"/>
    <w:rsid w:val="005A6F4E"/>
    <w:rsid w:val="005B004F"/>
    <w:rsid w:val="005B072B"/>
    <w:rsid w:val="005B2042"/>
    <w:rsid w:val="005B353F"/>
    <w:rsid w:val="005B3E08"/>
    <w:rsid w:val="005B5CB3"/>
    <w:rsid w:val="005B67A0"/>
    <w:rsid w:val="005C5DC4"/>
    <w:rsid w:val="005D0671"/>
    <w:rsid w:val="005D1C01"/>
    <w:rsid w:val="005D1DB1"/>
    <w:rsid w:val="005D2F94"/>
    <w:rsid w:val="005D5424"/>
    <w:rsid w:val="005D752D"/>
    <w:rsid w:val="005E1CBF"/>
    <w:rsid w:val="005E209D"/>
    <w:rsid w:val="005E2816"/>
    <w:rsid w:val="005E3C56"/>
    <w:rsid w:val="005F2DFF"/>
    <w:rsid w:val="005F3085"/>
    <w:rsid w:val="005F498D"/>
    <w:rsid w:val="005F54B8"/>
    <w:rsid w:val="005F68F6"/>
    <w:rsid w:val="005F778F"/>
    <w:rsid w:val="006022D5"/>
    <w:rsid w:val="00602753"/>
    <w:rsid w:val="00604CC5"/>
    <w:rsid w:val="00610082"/>
    <w:rsid w:val="006101BE"/>
    <w:rsid w:val="006122E8"/>
    <w:rsid w:val="00614945"/>
    <w:rsid w:val="0061518A"/>
    <w:rsid w:val="0061619A"/>
    <w:rsid w:val="00616254"/>
    <w:rsid w:val="00616F81"/>
    <w:rsid w:val="006172F3"/>
    <w:rsid w:val="00617325"/>
    <w:rsid w:val="00622340"/>
    <w:rsid w:val="00623DC9"/>
    <w:rsid w:val="00627345"/>
    <w:rsid w:val="00627557"/>
    <w:rsid w:val="00631A8D"/>
    <w:rsid w:val="006339A0"/>
    <w:rsid w:val="00635A7E"/>
    <w:rsid w:val="00635CE0"/>
    <w:rsid w:val="00636473"/>
    <w:rsid w:val="006366CA"/>
    <w:rsid w:val="00636C85"/>
    <w:rsid w:val="006372D6"/>
    <w:rsid w:val="00640A15"/>
    <w:rsid w:val="00641A63"/>
    <w:rsid w:val="00643592"/>
    <w:rsid w:val="006436E3"/>
    <w:rsid w:val="0064388A"/>
    <w:rsid w:val="00644BA7"/>
    <w:rsid w:val="00644DDF"/>
    <w:rsid w:val="00646A5F"/>
    <w:rsid w:val="00646B4B"/>
    <w:rsid w:val="00647359"/>
    <w:rsid w:val="00647625"/>
    <w:rsid w:val="00647D23"/>
    <w:rsid w:val="00650D29"/>
    <w:rsid w:val="00651590"/>
    <w:rsid w:val="0065244C"/>
    <w:rsid w:val="00654095"/>
    <w:rsid w:val="006543D4"/>
    <w:rsid w:val="00656B82"/>
    <w:rsid w:val="00656D9D"/>
    <w:rsid w:val="00660FA0"/>
    <w:rsid w:val="00663A65"/>
    <w:rsid w:val="006646AF"/>
    <w:rsid w:val="00664F3A"/>
    <w:rsid w:val="006676D6"/>
    <w:rsid w:val="00667874"/>
    <w:rsid w:val="00667EB4"/>
    <w:rsid w:val="00670134"/>
    <w:rsid w:val="00670305"/>
    <w:rsid w:val="00671080"/>
    <w:rsid w:val="00671DDB"/>
    <w:rsid w:val="00673F78"/>
    <w:rsid w:val="006744B2"/>
    <w:rsid w:val="00674F18"/>
    <w:rsid w:val="00675A49"/>
    <w:rsid w:val="006774A7"/>
    <w:rsid w:val="0067759B"/>
    <w:rsid w:val="0067781F"/>
    <w:rsid w:val="006814DE"/>
    <w:rsid w:val="0068467B"/>
    <w:rsid w:val="00685F40"/>
    <w:rsid w:val="00686618"/>
    <w:rsid w:val="0068662C"/>
    <w:rsid w:val="006901D9"/>
    <w:rsid w:val="0069089B"/>
    <w:rsid w:val="0069342A"/>
    <w:rsid w:val="006955E0"/>
    <w:rsid w:val="00695DB6"/>
    <w:rsid w:val="006967C9"/>
    <w:rsid w:val="006A199F"/>
    <w:rsid w:val="006A2029"/>
    <w:rsid w:val="006A39B3"/>
    <w:rsid w:val="006A496E"/>
    <w:rsid w:val="006A5531"/>
    <w:rsid w:val="006A62E4"/>
    <w:rsid w:val="006A7BE0"/>
    <w:rsid w:val="006B2B7B"/>
    <w:rsid w:val="006B2C24"/>
    <w:rsid w:val="006B2E39"/>
    <w:rsid w:val="006B5AE0"/>
    <w:rsid w:val="006B5DF1"/>
    <w:rsid w:val="006B63C9"/>
    <w:rsid w:val="006B6AE8"/>
    <w:rsid w:val="006B7A9D"/>
    <w:rsid w:val="006C1A80"/>
    <w:rsid w:val="006C1E43"/>
    <w:rsid w:val="006C2E98"/>
    <w:rsid w:val="006C3D4D"/>
    <w:rsid w:val="006C49A9"/>
    <w:rsid w:val="006C51AB"/>
    <w:rsid w:val="006D0767"/>
    <w:rsid w:val="006D08C4"/>
    <w:rsid w:val="006D094D"/>
    <w:rsid w:val="006D3178"/>
    <w:rsid w:val="006D4318"/>
    <w:rsid w:val="006D44B1"/>
    <w:rsid w:val="006D4CC3"/>
    <w:rsid w:val="006D78E4"/>
    <w:rsid w:val="006E049A"/>
    <w:rsid w:val="006E0F50"/>
    <w:rsid w:val="006E17FF"/>
    <w:rsid w:val="006E2971"/>
    <w:rsid w:val="006E2C5D"/>
    <w:rsid w:val="006E3616"/>
    <w:rsid w:val="006E40D8"/>
    <w:rsid w:val="006E5E35"/>
    <w:rsid w:val="006E67A9"/>
    <w:rsid w:val="006E756E"/>
    <w:rsid w:val="006F28EE"/>
    <w:rsid w:val="006F2BF1"/>
    <w:rsid w:val="006F3E8F"/>
    <w:rsid w:val="006F3EFA"/>
    <w:rsid w:val="006F4075"/>
    <w:rsid w:val="006F5301"/>
    <w:rsid w:val="006F6E53"/>
    <w:rsid w:val="006F772C"/>
    <w:rsid w:val="0070032D"/>
    <w:rsid w:val="00701C53"/>
    <w:rsid w:val="00703A79"/>
    <w:rsid w:val="00704090"/>
    <w:rsid w:val="00707C36"/>
    <w:rsid w:val="00710E1E"/>
    <w:rsid w:val="0071126C"/>
    <w:rsid w:val="007115AF"/>
    <w:rsid w:val="0071224C"/>
    <w:rsid w:val="00712EF4"/>
    <w:rsid w:val="00713754"/>
    <w:rsid w:val="00715B61"/>
    <w:rsid w:val="0071698A"/>
    <w:rsid w:val="00716C1B"/>
    <w:rsid w:val="00716DDC"/>
    <w:rsid w:val="00717629"/>
    <w:rsid w:val="00717EC3"/>
    <w:rsid w:val="00717EE5"/>
    <w:rsid w:val="00720D08"/>
    <w:rsid w:val="0072114C"/>
    <w:rsid w:val="007213F0"/>
    <w:rsid w:val="007230E9"/>
    <w:rsid w:val="00724146"/>
    <w:rsid w:val="007249ED"/>
    <w:rsid w:val="00724B45"/>
    <w:rsid w:val="00724BBB"/>
    <w:rsid w:val="0072523C"/>
    <w:rsid w:val="00725FD0"/>
    <w:rsid w:val="00727392"/>
    <w:rsid w:val="00730950"/>
    <w:rsid w:val="0073255F"/>
    <w:rsid w:val="00732D33"/>
    <w:rsid w:val="00733FF8"/>
    <w:rsid w:val="00734573"/>
    <w:rsid w:val="007352A6"/>
    <w:rsid w:val="00735A3F"/>
    <w:rsid w:val="00735E23"/>
    <w:rsid w:val="00737A1B"/>
    <w:rsid w:val="00740CA8"/>
    <w:rsid w:val="00742389"/>
    <w:rsid w:val="00742627"/>
    <w:rsid w:val="007439C4"/>
    <w:rsid w:val="0074616F"/>
    <w:rsid w:val="00747B6C"/>
    <w:rsid w:val="00747DA6"/>
    <w:rsid w:val="00750A59"/>
    <w:rsid w:val="00750E0B"/>
    <w:rsid w:val="00755270"/>
    <w:rsid w:val="00755637"/>
    <w:rsid w:val="00757C37"/>
    <w:rsid w:val="0076089F"/>
    <w:rsid w:val="0076199E"/>
    <w:rsid w:val="00762429"/>
    <w:rsid w:val="0076403F"/>
    <w:rsid w:val="007653F9"/>
    <w:rsid w:val="007675AD"/>
    <w:rsid w:val="00770A8E"/>
    <w:rsid w:val="00774225"/>
    <w:rsid w:val="00775513"/>
    <w:rsid w:val="0077683F"/>
    <w:rsid w:val="007768BC"/>
    <w:rsid w:val="00776F8A"/>
    <w:rsid w:val="007800EE"/>
    <w:rsid w:val="007806E9"/>
    <w:rsid w:val="00780706"/>
    <w:rsid w:val="00781E2B"/>
    <w:rsid w:val="007824EF"/>
    <w:rsid w:val="00782BC1"/>
    <w:rsid w:val="00782CE5"/>
    <w:rsid w:val="00783938"/>
    <w:rsid w:val="00784364"/>
    <w:rsid w:val="007851AB"/>
    <w:rsid w:val="00787314"/>
    <w:rsid w:val="00790EC8"/>
    <w:rsid w:val="007915F2"/>
    <w:rsid w:val="00793F82"/>
    <w:rsid w:val="007946BC"/>
    <w:rsid w:val="00795343"/>
    <w:rsid w:val="00796D36"/>
    <w:rsid w:val="00796F34"/>
    <w:rsid w:val="007975D5"/>
    <w:rsid w:val="00797B2E"/>
    <w:rsid w:val="007A1DCE"/>
    <w:rsid w:val="007A6621"/>
    <w:rsid w:val="007A6F89"/>
    <w:rsid w:val="007A7E73"/>
    <w:rsid w:val="007B317F"/>
    <w:rsid w:val="007B7071"/>
    <w:rsid w:val="007B792E"/>
    <w:rsid w:val="007B7CC0"/>
    <w:rsid w:val="007B7DE3"/>
    <w:rsid w:val="007C335B"/>
    <w:rsid w:val="007C55AB"/>
    <w:rsid w:val="007C615C"/>
    <w:rsid w:val="007C7167"/>
    <w:rsid w:val="007C751D"/>
    <w:rsid w:val="007D0124"/>
    <w:rsid w:val="007D03C2"/>
    <w:rsid w:val="007D1651"/>
    <w:rsid w:val="007D19D3"/>
    <w:rsid w:val="007D219A"/>
    <w:rsid w:val="007D3E4C"/>
    <w:rsid w:val="007D48C1"/>
    <w:rsid w:val="007D5961"/>
    <w:rsid w:val="007D5C96"/>
    <w:rsid w:val="007D5E3D"/>
    <w:rsid w:val="007D66DE"/>
    <w:rsid w:val="007E0BBE"/>
    <w:rsid w:val="007E1F33"/>
    <w:rsid w:val="007E1F84"/>
    <w:rsid w:val="007E2283"/>
    <w:rsid w:val="007E5568"/>
    <w:rsid w:val="007E61A9"/>
    <w:rsid w:val="007E6D92"/>
    <w:rsid w:val="007F1897"/>
    <w:rsid w:val="007F26F0"/>
    <w:rsid w:val="007F3D36"/>
    <w:rsid w:val="007F6401"/>
    <w:rsid w:val="0080112D"/>
    <w:rsid w:val="00802776"/>
    <w:rsid w:val="00804086"/>
    <w:rsid w:val="0080430D"/>
    <w:rsid w:val="00804EB5"/>
    <w:rsid w:val="008062E5"/>
    <w:rsid w:val="008065FF"/>
    <w:rsid w:val="008073D5"/>
    <w:rsid w:val="00807B12"/>
    <w:rsid w:val="008136C7"/>
    <w:rsid w:val="00814055"/>
    <w:rsid w:val="00814B49"/>
    <w:rsid w:val="00815335"/>
    <w:rsid w:val="0081685B"/>
    <w:rsid w:val="00817334"/>
    <w:rsid w:val="00817DCF"/>
    <w:rsid w:val="00817E9E"/>
    <w:rsid w:val="0082054A"/>
    <w:rsid w:val="00821940"/>
    <w:rsid w:val="0082266C"/>
    <w:rsid w:val="00822E89"/>
    <w:rsid w:val="0082346F"/>
    <w:rsid w:val="008238F9"/>
    <w:rsid w:val="00823A4E"/>
    <w:rsid w:val="00823C9C"/>
    <w:rsid w:val="0082617B"/>
    <w:rsid w:val="008262E1"/>
    <w:rsid w:val="008267C9"/>
    <w:rsid w:val="00831BBA"/>
    <w:rsid w:val="0083223E"/>
    <w:rsid w:val="0083263A"/>
    <w:rsid w:val="00835276"/>
    <w:rsid w:val="00836D1A"/>
    <w:rsid w:val="00836FC9"/>
    <w:rsid w:val="00840742"/>
    <w:rsid w:val="00840B5C"/>
    <w:rsid w:val="0084224B"/>
    <w:rsid w:val="00844256"/>
    <w:rsid w:val="00846194"/>
    <w:rsid w:val="00846B01"/>
    <w:rsid w:val="00847A21"/>
    <w:rsid w:val="00850133"/>
    <w:rsid w:val="0085057C"/>
    <w:rsid w:val="00850650"/>
    <w:rsid w:val="00851AD4"/>
    <w:rsid w:val="00852440"/>
    <w:rsid w:val="00852E71"/>
    <w:rsid w:val="00854F71"/>
    <w:rsid w:val="00854FE9"/>
    <w:rsid w:val="00860644"/>
    <w:rsid w:val="008606BC"/>
    <w:rsid w:val="0086474F"/>
    <w:rsid w:val="00865A4C"/>
    <w:rsid w:val="00865D23"/>
    <w:rsid w:val="00867073"/>
    <w:rsid w:val="008676E6"/>
    <w:rsid w:val="008679DC"/>
    <w:rsid w:val="00867AC7"/>
    <w:rsid w:val="00867ADB"/>
    <w:rsid w:val="00872A89"/>
    <w:rsid w:val="00875507"/>
    <w:rsid w:val="0087574C"/>
    <w:rsid w:val="00875F0F"/>
    <w:rsid w:val="00877879"/>
    <w:rsid w:val="0088064D"/>
    <w:rsid w:val="00882280"/>
    <w:rsid w:val="00882E6A"/>
    <w:rsid w:val="008841CF"/>
    <w:rsid w:val="00884217"/>
    <w:rsid w:val="00884807"/>
    <w:rsid w:val="008863B8"/>
    <w:rsid w:val="008876BB"/>
    <w:rsid w:val="0088788F"/>
    <w:rsid w:val="008901CA"/>
    <w:rsid w:val="00890508"/>
    <w:rsid w:val="00890E3E"/>
    <w:rsid w:val="00891372"/>
    <w:rsid w:val="00891538"/>
    <w:rsid w:val="00892BB6"/>
    <w:rsid w:val="00893CFF"/>
    <w:rsid w:val="0089428C"/>
    <w:rsid w:val="00894685"/>
    <w:rsid w:val="0089490A"/>
    <w:rsid w:val="008949D5"/>
    <w:rsid w:val="00894F33"/>
    <w:rsid w:val="00895554"/>
    <w:rsid w:val="008965A6"/>
    <w:rsid w:val="00897128"/>
    <w:rsid w:val="0089717F"/>
    <w:rsid w:val="00897D14"/>
    <w:rsid w:val="008A19D0"/>
    <w:rsid w:val="008A2610"/>
    <w:rsid w:val="008A28B5"/>
    <w:rsid w:val="008A31D7"/>
    <w:rsid w:val="008A35DE"/>
    <w:rsid w:val="008A55B4"/>
    <w:rsid w:val="008A6BEB"/>
    <w:rsid w:val="008A75D4"/>
    <w:rsid w:val="008A773F"/>
    <w:rsid w:val="008A788B"/>
    <w:rsid w:val="008A7FFC"/>
    <w:rsid w:val="008B045A"/>
    <w:rsid w:val="008B0A24"/>
    <w:rsid w:val="008B21B2"/>
    <w:rsid w:val="008B2ACB"/>
    <w:rsid w:val="008B30BC"/>
    <w:rsid w:val="008B345E"/>
    <w:rsid w:val="008B4160"/>
    <w:rsid w:val="008B4B1F"/>
    <w:rsid w:val="008B52B5"/>
    <w:rsid w:val="008B646F"/>
    <w:rsid w:val="008C06CB"/>
    <w:rsid w:val="008C2438"/>
    <w:rsid w:val="008C30F2"/>
    <w:rsid w:val="008C3449"/>
    <w:rsid w:val="008C354F"/>
    <w:rsid w:val="008C48D9"/>
    <w:rsid w:val="008C4C5D"/>
    <w:rsid w:val="008C7CC8"/>
    <w:rsid w:val="008D0351"/>
    <w:rsid w:val="008D0E35"/>
    <w:rsid w:val="008D0ED3"/>
    <w:rsid w:val="008D1582"/>
    <w:rsid w:val="008D1A2E"/>
    <w:rsid w:val="008D2A80"/>
    <w:rsid w:val="008D3114"/>
    <w:rsid w:val="008D34D5"/>
    <w:rsid w:val="008D5442"/>
    <w:rsid w:val="008D7120"/>
    <w:rsid w:val="008D7EB9"/>
    <w:rsid w:val="008E0560"/>
    <w:rsid w:val="008E0A68"/>
    <w:rsid w:val="008E0B91"/>
    <w:rsid w:val="008E11FF"/>
    <w:rsid w:val="008E190A"/>
    <w:rsid w:val="008E2ACF"/>
    <w:rsid w:val="008E3E09"/>
    <w:rsid w:val="008E4A69"/>
    <w:rsid w:val="008E679A"/>
    <w:rsid w:val="008E7B13"/>
    <w:rsid w:val="008F1144"/>
    <w:rsid w:val="008F3EB2"/>
    <w:rsid w:val="008F4DE1"/>
    <w:rsid w:val="008F5331"/>
    <w:rsid w:val="00900A18"/>
    <w:rsid w:val="009014EF"/>
    <w:rsid w:val="0090224D"/>
    <w:rsid w:val="00903C1A"/>
    <w:rsid w:val="0090403C"/>
    <w:rsid w:val="00904195"/>
    <w:rsid w:val="00904E45"/>
    <w:rsid w:val="00905AE8"/>
    <w:rsid w:val="00905B8D"/>
    <w:rsid w:val="00905F0A"/>
    <w:rsid w:val="00906773"/>
    <w:rsid w:val="00906C90"/>
    <w:rsid w:val="00907B96"/>
    <w:rsid w:val="00907E80"/>
    <w:rsid w:val="0091025F"/>
    <w:rsid w:val="0091056B"/>
    <w:rsid w:val="00911450"/>
    <w:rsid w:val="009114FF"/>
    <w:rsid w:val="00914655"/>
    <w:rsid w:val="00915DAB"/>
    <w:rsid w:val="009168B9"/>
    <w:rsid w:val="00917A1B"/>
    <w:rsid w:val="0092097D"/>
    <w:rsid w:val="00926A77"/>
    <w:rsid w:val="00926DD0"/>
    <w:rsid w:val="00927280"/>
    <w:rsid w:val="009307FF"/>
    <w:rsid w:val="00932154"/>
    <w:rsid w:val="009332E7"/>
    <w:rsid w:val="00933A68"/>
    <w:rsid w:val="00935473"/>
    <w:rsid w:val="0094072D"/>
    <w:rsid w:val="00950F9E"/>
    <w:rsid w:val="0095224F"/>
    <w:rsid w:val="00952653"/>
    <w:rsid w:val="009536DD"/>
    <w:rsid w:val="009565E0"/>
    <w:rsid w:val="0095786E"/>
    <w:rsid w:val="00957F61"/>
    <w:rsid w:val="00957FF7"/>
    <w:rsid w:val="009605E8"/>
    <w:rsid w:val="00963101"/>
    <w:rsid w:val="00963E47"/>
    <w:rsid w:val="009649FB"/>
    <w:rsid w:val="0096599E"/>
    <w:rsid w:val="00965B6C"/>
    <w:rsid w:val="00965ECA"/>
    <w:rsid w:val="00966842"/>
    <w:rsid w:val="00966B45"/>
    <w:rsid w:val="00967220"/>
    <w:rsid w:val="00967EC1"/>
    <w:rsid w:val="00971B14"/>
    <w:rsid w:val="00972D14"/>
    <w:rsid w:val="00973309"/>
    <w:rsid w:val="00973C0B"/>
    <w:rsid w:val="00976318"/>
    <w:rsid w:val="00977C9A"/>
    <w:rsid w:val="00981D2F"/>
    <w:rsid w:val="00983327"/>
    <w:rsid w:val="00983A63"/>
    <w:rsid w:val="00984704"/>
    <w:rsid w:val="009859B7"/>
    <w:rsid w:val="00985FDA"/>
    <w:rsid w:val="00986147"/>
    <w:rsid w:val="009865C6"/>
    <w:rsid w:val="0098694C"/>
    <w:rsid w:val="00987013"/>
    <w:rsid w:val="00987403"/>
    <w:rsid w:val="00987EB5"/>
    <w:rsid w:val="00991167"/>
    <w:rsid w:val="009922E3"/>
    <w:rsid w:val="00993D40"/>
    <w:rsid w:val="0099417A"/>
    <w:rsid w:val="00994589"/>
    <w:rsid w:val="00997513"/>
    <w:rsid w:val="00997646"/>
    <w:rsid w:val="009A47FD"/>
    <w:rsid w:val="009A48CE"/>
    <w:rsid w:val="009A4FD3"/>
    <w:rsid w:val="009A5642"/>
    <w:rsid w:val="009A6C21"/>
    <w:rsid w:val="009A7999"/>
    <w:rsid w:val="009A7D46"/>
    <w:rsid w:val="009B1BE1"/>
    <w:rsid w:val="009B5617"/>
    <w:rsid w:val="009B56E6"/>
    <w:rsid w:val="009B6A7A"/>
    <w:rsid w:val="009B79E6"/>
    <w:rsid w:val="009C0798"/>
    <w:rsid w:val="009C2B2C"/>
    <w:rsid w:val="009C3CAE"/>
    <w:rsid w:val="009C43D8"/>
    <w:rsid w:val="009C45A6"/>
    <w:rsid w:val="009C4730"/>
    <w:rsid w:val="009C5A18"/>
    <w:rsid w:val="009C6733"/>
    <w:rsid w:val="009C6D73"/>
    <w:rsid w:val="009C7E3E"/>
    <w:rsid w:val="009D005A"/>
    <w:rsid w:val="009D0B09"/>
    <w:rsid w:val="009D0B6A"/>
    <w:rsid w:val="009D4564"/>
    <w:rsid w:val="009D4E01"/>
    <w:rsid w:val="009D6AE3"/>
    <w:rsid w:val="009D7976"/>
    <w:rsid w:val="009D7CE4"/>
    <w:rsid w:val="009E422E"/>
    <w:rsid w:val="009E4558"/>
    <w:rsid w:val="009E5FDE"/>
    <w:rsid w:val="009E7F90"/>
    <w:rsid w:val="009F078F"/>
    <w:rsid w:val="009F1942"/>
    <w:rsid w:val="009F1C11"/>
    <w:rsid w:val="009F45ED"/>
    <w:rsid w:val="009F46F6"/>
    <w:rsid w:val="009F61C4"/>
    <w:rsid w:val="009F6FDC"/>
    <w:rsid w:val="009F73EE"/>
    <w:rsid w:val="00A00457"/>
    <w:rsid w:val="00A0089A"/>
    <w:rsid w:val="00A01C0D"/>
    <w:rsid w:val="00A01D19"/>
    <w:rsid w:val="00A021EA"/>
    <w:rsid w:val="00A026DB"/>
    <w:rsid w:val="00A03E41"/>
    <w:rsid w:val="00A05B95"/>
    <w:rsid w:val="00A06887"/>
    <w:rsid w:val="00A10666"/>
    <w:rsid w:val="00A13D8D"/>
    <w:rsid w:val="00A20985"/>
    <w:rsid w:val="00A20D6D"/>
    <w:rsid w:val="00A20FAF"/>
    <w:rsid w:val="00A21AF8"/>
    <w:rsid w:val="00A25D1C"/>
    <w:rsid w:val="00A3043F"/>
    <w:rsid w:val="00A310D4"/>
    <w:rsid w:val="00A3112E"/>
    <w:rsid w:val="00A32DAE"/>
    <w:rsid w:val="00A34511"/>
    <w:rsid w:val="00A3456B"/>
    <w:rsid w:val="00A35304"/>
    <w:rsid w:val="00A35EFD"/>
    <w:rsid w:val="00A36ECD"/>
    <w:rsid w:val="00A37E0E"/>
    <w:rsid w:val="00A435A7"/>
    <w:rsid w:val="00A43856"/>
    <w:rsid w:val="00A46FA7"/>
    <w:rsid w:val="00A50507"/>
    <w:rsid w:val="00A52F2E"/>
    <w:rsid w:val="00A53E26"/>
    <w:rsid w:val="00A541AD"/>
    <w:rsid w:val="00A56515"/>
    <w:rsid w:val="00A5660A"/>
    <w:rsid w:val="00A56621"/>
    <w:rsid w:val="00A60268"/>
    <w:rsid w:val="00A6091F"/>
    <w:rsid w:val="00A61418"/>
    <w:rsid w:val="00A614A6"/>
    <w:rsid w:val="00A6389C"/>
    <w:rsid w:val="00A64259"/>
    <w:rsid w:val="00A64D9E"/>
    <w:rsid w:val="00A70858"/>
    <w:rsid w:val="00A70EAA"/>
    <w:rsid w:val="00A7152F"/>
    <w:rsid w:val="00A71D81"/>
    <w:rsid w:val="00A72AB6"/>
    <w:rsid w:val="00A7333F"/>
    <w:rsid w:val="00A734D5"/>
    <w:rsid w:val="00A738E4"/>
    <w:rsid w:val="00A76131"/>
    <w:rsid w:val="00A7765C"/>
    <w:rsid w:val="00A81BE8"/>
    <w:rsid w:val="00A823E0"/>
    <w:rsid w:val="00A82C76"/>
    <w:rsid w:val="00A82DD3"/>
    <w:rsid w:val="00A859EB"/>
    <w:rsid w:val="00A875C7"/>
    <w:rsid w:val="00A929EC"/>
    <w:rsid w:val="00A9347E"/>
    <w:rsid w:val="00A95163"/>
    <w:rsid w:val="00A954DC"/>
    <w:rsid w:val="00AA2BC8"/>
    <w:rsid w:val="00AA2ECB"/>
    <w:rsid w:val="00AA58AF"/>
    <w:rsid w:val="00AA62BA"/>
    <w:rsid w:val="00AA795F"/>
    <w:rsid w:val="00AB0702"/>
    <w:rsid w:val="00AB1146"/>
    <w:rsid w:val="00AB1BCE"/>
    <w:rsid w:val="00AB2BFC"/>
    <w:rsid w:val="00AB478C"/>
    <w:rsid w:val="00AB58D3"/>
    <w:rsid w:val="00AC0AA3"/>
    <w:rsid w:val="00AC1A43"/>
    <w:rsid w:val="00AC1E23"/>
    <w:rsid w:val="00AC2041"/>
    <w:rsid w:val="00AC2F2B"/>
    <w:rsid w:val="00AC3C15"/>
    <w:rsid w:val="00AC55C7"/>
    <w:rsid w:val="00AC561C"/>
    <w:rsid w:val="00AC5BC5"/>
    <w:rsid w:val="00AC6A20"/>
    <w:rsid w:val="00AD13DA"/>
    <w:rsid w:val="00AD3671"/>
    <w:rsid w:val="00AD391B"/>
    <w:rsid w:val="00AD3BF0"/>
    <w:rsid w:val="00AD4A6F"/>
    <w:rsid w:val="00AD559A"/>
    <w:rsid w:val="00AD607A"/>
    <w:rsid w:val="00AD793F"/>
    <w:rsid w:val="00AE03A8"/>
    <w:rsid w:val="00AE4126"/>
    <w:rsid w:val="00AE43E1"/>
    <w:rsid w:val="00AE4C3F"/>
    <w:rsid w:val="00AE4E6A"/>
    <w:rsid w:val="00AE5F3D"/>
    <w:rsid w:val="00AE63AE"/>
    <w:rsid w:val="00AF221B"/>
    <w:rsid w:val="00AF2314"/>
    <w:rsid w:val="00AF2A91"/>
    <w:rsid w:val="00AF2EC8"/>
    <w:rsid w:val="00AF5238"/>
    <w:rsid w:val="00B00108"/>
    <w:rsid w:val="00B01491"/>
    <w:rsid w:val="00B014E3"/>
    <w:rsid w:val="00B02037"/>
    <w:rsid w:val="00B029A5"/>
    <w:rsid w:val="00B02F40"/>
    <w:rsid w:val="00B041D8"/>
    <w:rsid w:val="00B04319"/>
    <w:rsid w:val="00B057C4"/>
    <w:rsid w:val="00B064E4"/>
    <w:rsid w:val="00B06B8E"/>
    <w:rsid w:val="00B072B5"/>
    <w:rsid w:val="00B0798A"/>
    <w:rsid w:val="00B10B9D"/>
    <w:rsid w:val="00B10BA6"/>
    <w:rsid w:val="00B10BD2"/>
    <w:rsid w:val="00B11270"/>
    <w:rsid w:val="00B1245C"/>
    <w:rsid w:val="00B14D77"/>
    <w:rsid w:val="00B14EB1"/>
    <w:rsid w:val="00B151C3"/>
    <w:rsid w:val="00B1612A"/>
    <w:rsid w:val="00B171A0"/>
    <w:rsid w:val="00B20D29"/>
    <w:rsid w:val="00B2267C"/>
    <w:rsid w:val="00B22990"/>
    <w:rsid w:val="00B22A0B"/>
    <w:rsid w:val="00B260DC"/>
    <w:rsid w:val="00B27AF3"/>
    <w:rsid w:val="00B27CCB"/>
    <w:rsid w:val="00B30346"/>
    <w:rsid w:val="00B30855"/>
    <w:rsid w:val="00B317B8"/>
    <w:rsid w:val="00B342D4"/>
    <w:rsid w:val="00B36988"/>
    <w:rsid w:val="00B37846"/>
    <w:rsid w:val="00B417D1"/>
    <w:rsid w:val="00B42DF3"/>
    <w:rsid w:val="00B4307C"/>
    <w:rsid w:val="00B43484"/>
    <w:rsid w:val="00B44B25"/>
    <w:rsid w:val="00B46084"/>
    <w:rsid w:val="00B462DB"/>
    <w:rsid w:val="00B46F05"/>
    <w:rsid w:val="00B472CB"/>
    <w:rsid w:val="00B50157"/>
    <w:rsid w:val="00B50252"/>
    <w:rsid w:val="00B50F45"/>
    <w:rsid w:val="00B52009"/>
    <w:rsid w:val="00B52378"/>
    <w:rsid w:val="00B52481"/>
    <w:rsid w:val="00B53ADA"/>
    <w:rsid w:val="00B54196"/>
    <w:rsid w:val="00B54ABA"/>
    <w:rsid w:val="00B56EFA"/>
    <w:rsid w:val="00B6011C"/>
    <w:rsid w:val="00B611E0"/>
    <w:rsid w:val="00B64C46"/>
    <w:rsid w:val="00B671CE"/>
    <w:rsid w:val="00B70BEB"/>
    <w:rsid w:val="00B71D14"/>
    <w:rsid w:val="00B741B4"/>
    <w:rsid w:val="00B7432A"/>
    <w:rsid w:val="00B7482A"/>
    <w:rsid w:val="00B74AF7"/>
    <w:rsid w:val="00B7541A"/>
    <w:rsid w:val="00B757A4"/>
    <w:rsid w:val="00B834D2"/>
    <w:rsid w:val="00B842DF"/>
    <w:rsid w:val="00B853C1"/>
    <w:rsid w:val="00B85D21"/>
    <w:rsid w:val="00B912EE"/>
    <w:rsid w:val="00B92610"/>
    <w:rsid w:val="00B94045"/>
    <w:rsid w:val="00B95221"/>
    <w:rsid w:val="00B9641B"/>
    <w:rsid w:val="00B97433"/>
    <w:rsid w:val="00B97885"/>
    <w:rsid w:val="00BA05B4"/>
    <w:rsid w:val="00BA08F1"/>
    <w:rsid w:val="00BA3BF5"/>
    <w:rsid w:val="00BA4EC9"/>
    <w:rsid w:val="00BA608F"/>
    <w:rsid w:val="00BA61BA"/>
    <w:rsid w:val="00BB0572"/>
    <w:rsid w:val="00BB12EC"/>
    <w:rsid w:val="00BB1FD7"/>
    <w:rsid w:val="00BB3395"/>
    <w:rsid w:val="00BB4B33"/>
    <w:rsid w:val="00BB526A"/>
    <w:rsid w:val="00BB5A8C"/>
    <w:rsid w:val="00BB602B"/>
    <w:rsid w:val="00BB624C"/>
    <w:rsid w:val="00BB7BC1"/>
    <w:rsid w:val="00BC1918"/>
    <w:rsid w:val="00BC3D5E"/>
    <w:rsid w:val="00BC50F1"/>
    <w:rsid w:val="00BC5502"/>
    <w:rsid w:val="00BC5946"/>
    <w:rsid w:val="00BC7CB1"/>
    <w:rsid w:val="00BD1176"/>
    <w:rsid w:val="00BD2DBF"/>
    <w:rsid w:val="00BD37D6"/>
    <w:rsid w:val="00BD38E5"/>
    <w:rsid w:val="00BD5C37"/>
    <w:rsid w:val="00BD78BD"/>
    <w:rsid w:val="00BD7C99"/>
    <w:rsid w:val="00BE00EE"/>
    <w:rsid w:val="00BE09C3"/>
    <w:rsid w:val="00BE0DDB"/>
    <w:rsid w:val="00BE3067"/>
    <w:rsid w:val="00BE499F"/>
    <w:rsid w:val="00BE4DC8"/>
    <w:rsid w:val="00BE5167"/>
    <w:rsid w:val="00BE6BCE"/>
    <w:rsid w:val="00BE72F9"/>
    <w:rsid w:val="00BF1CF1"/>
    <w:rsid w:val="00BF34ED"/>
    <w:rsid w:val="00BF3AAF"/>
    <w:rsid w:val="00BF42C1"/>
    <w:rsid w:val="00C00DA2"/>
    <w:rsid w:val="00C020C9"/>
    <w:rsid w:val="00C02C42"/>
    <w:rsid w:val="00C02C6C"/>
    <w:rsid w:val="00C02DF7"/>
    <w:rsid w:val="00C04C83"/>
    <w:rsid w:val="00C05327"/>
    <w:rsid w:val="00C06100"/>
    <w:rsid w:val="00C062B0"/>
    <w:rsid w:val="00C062FC"/>
    <w:rsid w:val="00C073EB"/>
    <w:rsid w:val="00C0756C"/>
    <w:rsid w:val="00C07994"/>
    <w:rsid w:val="00C130D7"/>
    <w:rsid w:val="00C14AA0"/>
    <w:rsid w:val="00C21760"/>
    <w:rsid w:val="00C22D6B"/>
    <w:rsid w:val="00C23130"/>
    <w:rsid w:val="00C23C20"/>
    <w:rsid w:val="00C24275"/>
    <w:rsid w:val="00C246EC"/>
    <w:rsid w:val="00C24BED"/>
    <w:rsid w:val="00C25FA3"/>
    <w:rsid w:val="00C263FE"/>
    <w:rsid w:val="00C269DE"/>
    <w:rsid w:val="00C3231D"/>
    <w:rsid w:val="00C329E0"/>
    <w:rsid w:val="00C32F6C"/>
    <w:rsid w:val="00C36B31"/>
    <w:rsid w:val="00C36BC2"/>
    <w:rsid w:val="00C37AA7"/>
    <w:rsid w:val="00C420DE"/>
    <w:rsid w:val="00C42CB6"/>
    <w:rsid w:val="00C4680D"/>
    <w:rsid w:val="00C50910"/>
    <w:rsid w:val="00C5198A"/>
    <w:rsid w:val="00C52800"/>
    <w:rsid w:val="00C53A04"/>
    <w:rsid w:val="00C54725"/>
    <w:rsid w:val="00C54DAB"/>
    <w:rsid w:val="00C55950"/>
    <w:rsid w:val="00C5742A"/>
    <w:rsid w:val="00C62782"/>
    <w:rsid w:val="00C64250"/>
    <w:rsid w:val="00C644CE"/>
    <w:rsid w:val="00C6470E"/>
    <w:rsid w:val="00C677D9"/>
    <w:rsid w:val="00C7124A"/>
    <w:rsid w:val="00C71DFE"/>
    <w:rsid w:val="00C72F8E"/>
    <w:rsid w:val="00C744EA"/>
    <w:rsid w:val="00C74FD3"/>
    <w:rsid w:val="00C757B0"/>
    <w:rsid w:val="00C77153"/>
    <w:rsid w:val="00C77A92"/>
    <w:rsid w:val="00C8163D"/>
    <w:rsid w:val="00C825AD"/>
    <w:rsid w:val="00C8356E"/>
    <w:rsid w:val="00C84C82"/>
    <w:rsid w:val="00C8546E"/>
    <w:rsid w:val="00C87EE6"/>
    <w:rsid w:val="00C90482"/>
    <w:rsid w:val="00C90695"/>
    <w:rsid w:val="00C90989"/>
    <w:rsid w:val="00C933FA"/>
    <w:rsid w:val="00C959DC"/>
    <w:rsid w:val="00C970F9"/>
    <w:rsid w:val="00CA2F77"/>
    <w:rsid w:val="00CB0A9F"/>
    <w:rsid w:val="00CB0C87"/>
    <w:rsid w:val="00CB2794"/>
    <w:rsid w:val="00CB2C02"/>
    <w:rsid w:val="00CB3219"/>
    <w:rsid w:val="00CB3575"/>
    <w:rsid w:val="00CB49F3"/>
    <w:rsid w:val="00CB5A34"/>
    <w:rsid w:val="00CB6236"/>
    <w:rsid w:val="00CB68CA"/>
    <w:rsid w:val="00CB6919"/>
    <w:rsid w:val="00CB7738"/>
    <w:rsid w:val="00CC04FA"/>
    <w:rsid w:val="00CC15A1"/>
    <w:rsid w:val="00CC3E07"/>
    <w:rsid w:val="00CC5D9F"/>
    <w:rsid w:val="00CC65E7"/>
    <w:rsid w:val="00CC66EF"/>
    <w:rsid w:val="00CC6ABF"/>
    <w:rsid w:val="00CD05D6"/>
    <w:rsid w:val="00CD1F5A"/>
    <w:rsid w:val="00CD336E"/>
    <w:rsid w:val="00CD3AD5"/>
    <w:rsid w:val="00CD4FC7"/>
    <w:rsid w:val="00CE42D4"/>
    <w:rsid w:val="00CE46AB"/>
    <w:rsid w:val="00CE5668"/>
    <w:rsid w:val="00CE5A17"/>
    <w:rsid w:val="00CE6F1A"/>
    <w:rsid w:val="00CE7CA2"/>
    <w:rsid w:val="00CF0254"/>
    <w:rsid w:val="00CF0BDD"/>
    <w:rsid w:val="00CF0F0E"/>
    <w:rsid w:val="00CF102F"/>
    <w:rsid w:val="00CF16E9"/>
    <w:rsid w:val="00CF29F9"/>
    <w:rsid w:val="00CF50FF"/>
    <w:rsid w:val="00CF7158"/>
    <w:rsid w:val="00CF77A2"/>
    <w:rsid w:val="00CF7A02"/>
    <w:rsid w:val="00D001B9"/>
    <w:rsid w:val="00D002C1"/>
    <w:rsid w:val="00D0103A"/>
    <w:rsid w:val="00D01775"/>
    <w:rsid w:val="00D029C7"/>
    <w:rsid w:val="00D055DA"/>
    <w:rsid w:val="00D1068D"/>
    <w:rsid w:val="00D10819"/>
    <w:rsid w:val="00D108D6"/>
    <w:rsid w:val="00D1096A"/>
    <w:rsid w:val="00D111B7"/>
    <w:rsid w:val="00D1122A"/>
    <w:rsid w:val="00D1171C"/>
    <w:rsid w:val="00D12640"/>
    <w:rsid w:val="00D1315B"/>
    <w:rsid w:val="00D137EF"/>
    <w:rsid w:val="00D146EA"/>
    <w:rsid w:val="00D21230"/>
    <w:rsid w:val="00D274A6"/>
    <w:rsid w:val="00D33C5E"/>
    <w:rsid w:val="00D346E4"/>
    <w:rsid w:val="00D37E8B"/>
    <w:rsid w:val="00D40E3F"/>
    <w:rsid w:val="00D45551"/>
    <w:rsid w:val="00D50039"/>
    <w:rsid w:val="00D50464"/>
    <w:rsid w:val="00D528E3"/>
    <w:rsid w:val="00D536BC"/>
    <w:rsid w:val="00D53F5C"/>
    <w:rsid w:val="00D55D80"/>
    <w:rsid w:val="00D56066"/>
    <w:rsid w:val="00D561D6"/>
    <w:rsid w:val="00D561FB"/>
    <w:rsid w:val="00D56341"/>
    <w:rsid w:val="00D56EA8"/>
    <w:rsid w:val="00D576C7"/>
    <w:rsid w:val="00D60867"/>
    <w:rsid w:val="00D618F3"/>
    <w:rsid w:val="00D63EFD"/>
    <w:rsid w:val="00D6697D"/>
    <w:rsid w:val="00D71072"/>
    <w:rsid w:val="00D712DB"/>
    <w:rsid w:val="00D719E0"/>
    <w:rsid w:val="00D71C53"/>
    <w:rsid w:val="00D73327"/>
    <w:rsid w:val="00D75E0E"/>
    <w:rsid w:val="00D75F86"/>
    <w:rsid w:val="00D7650E"/>
    <w:rsid w:val="00D76BCF"/>
    <w:rsid w:val="00D771EF"/>
    <w:rsid w:val="00D77A11"/>
    <w:rsid w:val="00D82A8C"/>
    <w:rsid w:val="00D844CF"/>
    <w:rsid w:val="00D84916"/>
    <w:rsid w:val="00D84CC4"/>
    <w:rsid w:val="00D90A36"/>
    <w:rsid w:val="00D90C58"/>
    <w:rsid w:val="00D96142"/>
    <w:rsid w:val="00D96ADD"/>
    <w:rsid w:val="00D977C2"/>
    <w:rsid w:val="00D977E5"/>
    <w:rsid w:val="00D977FD"/>
    <w:rsid w:val="00DA2C65"/>
    <w:rsid w:val="00DA3415"/>
    <w:rsid w:val="00DA4768"/>
    <w:rsid w:val="00DA4886"/>
    <w:rsid w:val="00DA4F78"/>
    <w:rsid w:val="00DA6DB4"/>
    <w:rsid w:val="00DB011D"/>
    <w:rsid w:val="00DB0BFA"/>
    <w:rsid w:val="00DB136F"/>
    <w:rsid w:val="00DB1598"/>
    <w:rsid w:val="00DB19C6"/>
    <w:rsid w:val="00DB1F26"/>
    <w:rsid w:val="00DB4461"/>
    <w:rsid w:val="00DB4BD3"/>
    <w:rsid w:val="00DC0980"/>
    <w:rsid w:val="00DC313E"/>
    <w:rsid w:val="00DC32B4"/>
    <w:rsid w:val="00DC4FCB"/>
    <w:rsid w:val="00DC51C4"/>
    <w:rsid w:val="00DC698F"/>
    <w:rsid w:val="00DC6A85"/>
    <w:rsid w:val="00DC7F0C"/>
    <w:rsid w:val="00DD034A"/>
    <w:rsid w:val="00DD10A5"/>
    <w:rsid w:val="00DD189B"/>
    <w:rsid w:val="00DD1FCC"/>
    <w:rsid w:val="00DD2F40"/>
    <w:rsid w:val="00DD371B"/>
    <w:rsid w:val="00DD47F0"/>
    <w:rsid w:val="00DD6BBE"/>
    <w:rsid w:val="00DD7738"/>
    <w:rsid w:val="00DD7935"/>
    <w:rsid w:val="00DE0FC0"/>
    <w:rsid w:val="00DE30B6"/>
    <w:rsid w:val="00DE3662"/>
    <w:rsid w:val="00DE5756"/>
    <w:rsid w:val="00DE7A40"/>
    <w:rsid w:val="00DF25F7"/>
    <w:rsid w:val="00DF33A6"/>
    <w:rsid w:val="00DF3A9E"/>
    <w:rsid w:val="00DF40B5"/>
    <w:rsid w:val="00DF423A"/>
    <w:rsid w:val="00DF428F"/>
    <w:rsid w:val="00DF42B1"/>
    <w:rsid w:val="00DF4A0B"/>
    <w:rsid w:val="00DF50F1"/>
    <w:rsid w:val="00DF5380"/>
    <w:rsid w:val="00DF7490"/>
    <w:rsid w:val="00E0106C"/>
    <w:rsid w:val="00E0598C"/>
    <w:rsid w:val="00E05DE5"/>
    <w:rsid w:val="00E077F3"/>
    <w:rsid w:val="00E124C5"/>
    <w:rsid w:val="00E137F3"/>
    <w:rsid w:val="00E1392C"/>
    <w:rsid w:val="00E13D0D"/>
    <w:rsid w:val="00E16FD6"/>
    <w:rsid w:val="00E171A3"/>
    <w:rsid w:val="00E21768"/>
    <w:rsid w:val="00E22BB2"/>
    <w:rsid w:val="00E234E4"/>
    <w:rsid w:val="00E2370A"/>
    <w:rsid w:val="00E26629"/>
    <w:rsid w:val="00E30FC3"/>
    <w:rsid w:val="00E31324"/>
    <w:rsid w:val="00E32026"/>
    <w:rsid w:val="00E35408"/>
    <w:rsid w:val="00E3547A"/>
    <w:rsid w:val="00E3739C"/>
    <w:rsid w:val="00E37404"/>
    <w:rsid w:val="00E404E3"/>
    <w:rsid w:val="00E43AAD"/>
    <w:rsid w:val="00E4628B"/>
    <w:rsid w:val="00E46BDF"/>
    <w:rsid w:val="00E54366"/>
    <w:rsid w:val="00E54F0A"/>
    <w:rsid w:val="00E55AED"/>
    <w:rsid w:val="00E55F22"/>
    <w:rsid w:val="00E56F0F"/>
    <w:rsid w:val="00E60507"/>
    <w:rsid w:val="00E60CB3"/>
    <w:rsid w:val="00E61316"/>
    <w:rsid w:val="00E620FA"/>
    <w:rsid w:val="00E6576C"/>
    <w:rsid w:val="00E657D8"/>
    <w:rsid w:val="00E66F70"/>
    <w:rsid w:val="00E6707A"/>
    <w:rsid w:val="00E6716F"/>
    <w:rsid w:val="00E67273"/>
    <w:rsid w:val="00E71973"/>
    <w:rsid w:val="00E71C1D"/>
    <w:rsid w:val="00E71E07"/>
    <w:rsid w:val="00E73CFE"/>
    <w:rsid w:val="00E7436B"/>
    <w:rsid w:val="00E751FF"/>
    <w:rsid w:val="00E7687A"/>
    <w:rsid w:val="00E77DC3"/>
    <w:rsid w:val="00E81FAF"/>
    <w:rsid w:val="00E8545E"/>
    <w:rsid w:val="00E855FB"/>
    <w:rsid w:val="00E858FC"/>
    <w:rsid w:val="00E86974"/>
    <w:rsid w:val="00E91463"/>
    <w:rsid w:val="00E91993"/>
    <w:rsid w:val="00E92468"/>
    <w:rsid w:val="00E950A3"/>
    <w:rsid w:val="00E95EBA"/>
    <w:rsid w:val="00E96E4F"/>
    <w:rsid w:val="00EA023F"/>
    <w:rsid w:val="00EA28AA"/>
    <w:rsid w:val="00EA5359"/>
    <w:rsid w:val="00EA5633"/>
    <w:rsid w:val="00EA658F"/>
    <w:rsid w:val="00EB3236"/>
    <w:rsid w:val="00EB47ED"/>
    <w:rsid w:val="00EB5ADD"/>
    <w:rsid w:val="00EB65DA"/>
    <w:rsid w:val="00EB7839"/>
    <w:rsid w:val="00EC0195"/>
    <w:rsid w:val="00EC04C1"/>
    <w:rsid w:val="00EC07A1"/>
    <w:rsid w:val="00EC1A7F"/>
    <w:rsid w:val="00EC2016"/>
    <w:rsid w:val="00EC4AA2"/>
    <w:rsid w:val="00EC79B4"/>
    <w:rsid w:val="00ED1352"/>
    <w:rsid w:val="00ED2566"/>
    <w:rsid w:val="00ED4381"/>
    <w:rsid w:val="00ED5B6B"/>
    <w:rsid w:val="00ED602C"/>
    <w:rsid w:val="00ED64D0"/>
    <w:rsid w:val="00EE00AE"/>
    <w:rsid w:val="00EE17E6"/>
    <w:rsid w:val="00EE273B"/>
    <w:rsid w:val="00EE2B87"/>
    <w:rsid w:val="00EE3127"/>
    <w:rsid w:val="00EE4FF4"/>
    <w:rsid w:val="00EE52B7"/>
    <w:rsid w:val="00EE6EBD"/>
    <w:rsid w:val="00EE7922"/>
    <w:rsid w:val="00EE7F38"/>
    <w:rsid w:val="00EF1E7B"/>
    <w:rsid w:val="00EF20E2"/>
    <w:rsid w:val="00EF38B8"/>
    <w:rsid w:val="00EF42C3"/>
    <w:rsid w:val="00EF6BF8"/>
    <w:rsid w:val="00EF747F"/>
    <w:rsid w:val="00EF7B08"/>
    <w:rsid w:val="00F00163"/>
    <w:rsid w:val="00F0194D"/>
    <w:rsid w:val="00F01CBD"/>
    <w:rsid w:val="00F0470C"/>
    <w:rsid w:val="00F0662C"/>
    <w:rsid w:val="00F06790"/>
    <w:rsid w:val="00F112A4"/>
    <w:rsid w:val="00F116D5"/>
    <w:rsid w:val="00F1291E"/>
    <w:rsid w:val="00F13A93"/>
    <w:rsid w:val="00F14145"/>
    <w:rsid w:val="00F1456A"/>
    <w:rsid w:val="00F17C51"/>
    <w:rsid w:val="00F209AF"/>
    <w:rsid w:val="00F21455"/>
    <w:rsid w:val="00F21EE5"/>
    <w:rsid w:val="00F22D05"/>
    <w:rsid w:val="00F240B5"/>
    <w:rsid w:val="00F24575"/>
    <w:rsid w:val="00F2512C"/>
    <w:rsid w:val="00F25AB9"/>
    <w:rsid w:val="00F2678D"/>
    <w:rsid w:val="00F30CF2"/>
    <w:rsid w:val="00F31078"/>
    <w:rsid w:val="00F325E3"/>
    <w:rsid w:val="00F334F7"/>
    <w:rsid w:val="00F4183B"/>
    <w:rsid w:val="00F42FAF"/>
    <w:rsid w:val="00F43BE2"/>
    <w:rsid w:val="00F44297"/>
    <w:rsid w:val="00F46C5A"/>
    <w:rsid w:val="00F47767"/>
    <w:rsid w:val="00F47A60"/>
    <w:rsid w:val="00F5142D"/>
    <w:rsid w:val="00F5169F"/>
    <w:rsid w:val="00F516BD"/>
    <w:rsid w:val="00F517D4"/>
    <w:rsid w:val="00F52E12"/>
    <w:rsid w:val="00F5332F"/>
    <w:rsid w:val="00F53AFE"/>
    <w:rsid w:val="00F61E72"/>
    <w:rsid w:val="00F6275C"/>
    <w:rsid w:val="00F62826"/>
    <w:rsid w:val="00F62850"/>
    <w:rsid w:val="00F659C8"/>
    <w:rsid w:val="00F65CFE"/>
    <w:rsid w:val="00F674EA"/>
    <w:rsid w:val="00F72FFC"/>
    <w:rsid w:val="00F73252"/>
    <w:rsid w:val="00F73757"/>
    <w:rsid w:val="00F749F1"/>
    <w:rsid w:val="00F74B9A"/>
    <w:rsid w:val="00F74FF2"/>
    <w:rsid w:val="00F76741"/>
    <w:rsid w:val="00F770F8"/>
    <w:rsid w:val="00F80633"/>
    <w:rsid w:val="00F809AC"/>
    <w:rsid w:val="00F813CB"/>
    <w:rsid w:val="00F8400F"/>
    <w:rsid w:val="00F86EB7"/>
    <w:rsid w:val="00F9009A"/>
    <w:rsid w:val="00F92EF8"/>
    <w:rsid w:val="00F9315A"/>
    <w:rsid w:val="00F93275"/>
    <w:rsid w:val="00F95F52"/>
    <w:rsid w:val="00F977B0"/>
    <w:rsid w:val="00F97A8E"/>
    <w:rsid w:val="00FA2294"/>
    <w:rsid w:val="00FA23CF"/>
    <w:rsid w:val="00FA2915"/>
    <w:rsid w:val="00FA2E42"/>
    <w:rsid w:val="00FA2E63"/>
    <w:rsid w:val="00FA420F"/>
    <w:rsid w:val="00FA6494"/>
    <w:rsid w:val="00FA698D"/>
    <w:rsid w:val="00FB0367"/>
    <w:rsid w:val="00FB618D"/>
    <w:rsid w:val="00FB634D"/>
    <w:rsid w:val="00FB6F14"/>
    <w:rsid w:val="00FC00FD"/>
    <w:rsid w:val="00FC0D6C"/>
    <w:rsid w:val="00FC1559"/>
    <w:rsid w:val="00FC19D3"/>
    <w:rsid w:val="00FC28B0"/>
    <w:rsid w:val="00FC39CC"/>
    <w:rsid w:val="00FC4BA7"/>
    <w:rsid w:val="00FC5422"/>
    <w:rsid w:val="00FC54EC"/>
    <w:rsid w:val="00FC6BD3"/>
    <w:rsid w:val="00FC6E68"/>
    <w:rsid w:val="00FD05CB"/>
    <w:rsid w:val="00FD0BA6"/>
    <w:rsid w:val="00FD0CD0"/>
    <w:rsid w:val="00FD3FE1"/>
    <w:rsid w:val="00FD4C1E"/>
    <w:rsid w:val="00FD6AE9"/>
    <w:rsid w:val="00FD7B2B"/>
    <w:rsid w:val="00FD7DB2"/>
    <w:rsid w:val="00FE04C9"/>
    <w:rsid w:val="00FE0856"/>
    <w:rsid w:val="00FE25A7"/>
    <w:rsid w:val="00FE2E4B"/>
    <w:rsid w:val="00FE2FE6"/>
    <w:rsid w:val="00FE41EA"/>
    <w:rsid w:val="00FE4889"/>
    <w:rsid w:val="00FE6519"/>
    <w:rsid w:val="00FF1334"/>
    <w:rsid w:val="00FF17A9"/>
    <w:rsid w:val="00FF1F76"/>
    <w:rsid w:val="00FF2F11"/>
    <w:rsid w:val="00FF31DC"/>
    <w:rsid w:val="00FF4949"/>
    <w:rsid w:val="00FF49DD"/>
    <w:rsid w:val="00FF4C73"/>
    <w:rsid w:val="00FF6C8F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Report Title"/>
    <w:next w:val="Normal"/>
    <w:link w:val="Heading1Char"/>
    <w:uiPriority w:val="9"/>
    <w:qFormat/>
    <w:rsid w:val="00E0598C"/>
    <w:pPr>
      <w:keepNext/>
      <w:keepLines/>
      <w:spacing w:after="0" w:line="440" w:lineRule="exact"/>
      <w:outlineLvl w:val="0"/>
    </w:pPr>
    <w:rPr>
      <w:rFonts w:ascii="Georgia" w:eastAsiaTheme="majorEastAsia" w:hAnsi="Georgia" w:cstheme="majorBidi"/>
      <w:bCs/>
      <w:color w:val="6E7536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598C"/>
    <w:pPr>
      <w:autoSpaceDE w:val="0"/>
      <w:autoSpaceDN w:val="0"/>
      <w:adjustRightInd w:val="0"/>
      <w:spacing w:after="0" w:line="320" w:lineRule="exact"/>
      <w:outlineLvl w:val="1"/>
    </w:pPr>
    <w:rPr>
      <w:rFonts w:ascii="Verdana" w:hAnsi="Verdana" w:cs="Trebuchet MS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C25FA3"/>
    <w:pPr>
      <w:keepNext/>
      <w:keepLines/>
      <w:spacing w:after="240" w:line="240" w:lineRule="auto"/>
      <w:ind w:left="720" w:hanging="720"/>
    </w:pPr>
    <w:rPr>
      <w:rFonts w:ascii="Times New Roman" w:eastAsia="Times New Roman" w:hAnsi="Times New Roman" w:cs="Times New Roman"/>
      <w:szCs w:val="24"/>
    </w:rPr>
  </w:style>
  <w:style w:type="paragraph" w:customStyle="1" w:styleId="QuestionResponse">
    <w:name w:val="Question Response"/>
    <w:basedOn w:val="Question"/>
    <w:link w:val="QuestionResponseChar"/>
    <w:rsid w:val="00C25FA3"/>
    <w:pPr>
      <w:spacing w:after="0"/>
      <w:ind w:left="1440"/>
    </w:pPr>
  </w:style>
  <w:style w:type="paragraph" w:customStyle="1" w:styleId="QuestionResponseLast">
    <w:name w:val="Question Response (Last)"/>
    <w:basedOn w:val="QuestionResponse"/>
    <w:link w:val="QuestionResponseLastChar"/>
    <w:rsid w:val="00C25FA3"/>
    <w:pPr>
      <w:keepNext w:val="0"/>
      <w:spacing w:after="480"/>
    </w:pPr>
  </w:style>
  <w:style w:type="character" w:customStyle="1" w:styleId="QuestionResponseChar">
    <w:name w:val="Question Response Char"/>
    <w:basedOn w:val="DefaultParagraphFont"/>
    <w:link w:val="QuestionResponse"/>
    <w:rsid w:val="00C25FA3"/>
    <w:rPr>
      <w:rFonts w:ascii="Times New Roman" w:eastAsia="Times New Roman" w:hAnsi="Times New Roman" w:cs="Times New Roman"/>
      <w:szCs w:val="24"/>
    </w:rPr>
  </w:style>
  <w:style w:type="character" w:customStyle="1" w:styleId="QuestionResponseLastChar">
    <w:name w:val="Question Response (Last) Char"/>
    <w:basedOn w:val="DefaultParagraphFont"/>
    <w:link w:val="QuestionResponseLast"/>
    <w:rsid w:val="00C25FA3"/>
    <w:rPr>
      <w:rFonts w:ascii="Times New Roman" w:eastAsia="Times New Roman" w:hAnsi="Times New Roman" w:cs="Times New Roman"/>
      <w:szCs w:val="24"/>
    </w:rPr>
  </w:style>
  <w:style w:type="character" w:customStyle="1" w:styleId="QuestionChar">
    <w:name w:val="Question Char"/>
    <w:basedOn w:val="DefaultParagraphFont"/>
    <w:link w:val="Question"/>
    <w:rsid w:val="00C25FA3"/>
    <w:rPr>
      <w:rFonts w:ascii="Times New Roman" w:eastAsia="Times New Roman" w:hAnsi="Times New Roman" w:cs="Times New Roman"/>
      <w:szCs w:val="24"/>
    </w:rPr>
  </w:style>
  <w:style w:type="paragraph" w:customStyle="1" w:styleId="QuestionInstruction">
    <w:name w:val="Question Instruction"/>
    <w:basedOn w:val="Question"/>
    <w:link w:val="QuestionInstructionChar"/>
    <w:rsid w:val="00C25FA3"/>
    <w:pPr>
      <w:spacing w:before="60" w:after="60"/>
      <w:ind w:firstLine="0"/>
    </w:pPr>
    <w:rPr>
      <w:b/>
      <w:sz w:val="24"/>
      <w:szCs w:val="20"/>
    </w:rPr>
  </w:style>
  <w:style w:type="character" w:customStyle="1" w:styleId="QuestionInstructionChar">
    <w:name w:val="Question Instruction Char"/>
    <w:basedOn w:val="DefaultParagraphFont"/>
    <w:link w:val="QuestionInstruction"/>
    <w:rsid w:val="00C25FA3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QuestionList">
    <w:name w:val="Question List"/>
    <w:basedOn w:val="Question"/>
    <w:link w:val="QuestionListChar"/>
    <w:uiPriority w:val="99"/>
    <w:rsid w:val="00C25FA3"/>
    <w:pPr>
      <w:widowControl w:val="0"/>
      <w:autoSpaceDE w:val="0"/>
      <w:autoSpaceDN w:val="0"/>
      <w:adjustRightInd w:val="0"/>
      <w:spacing w:after="60"/>
      <w:ind w:left="1080" w:hanging="360"/>
    </w:pPr>
    <w:rPr>
      <w:sz w:val="20"/>
    </w:rPr>
  </w:style>
  <w:style w:type="character" w:customStyle="1" w:styleId="QuestionListChar">
    <w:name w:val="Question List Char"/>
    <w:basedOn w:val="DefaultParagraphFont"/>
    <w:link w:val="QuestionList"/>
    <w:uiPriority w:val="99"/>
    <w:rsid w:val="00C25FA3"/>
    <w:rPr>
      <w:rFonts w:ascii="Times New Roman" w:eastAsia="Times New Roman" w:hAnsi="Times New Roman" w:cs="Times New Roman"/>
      <w:sz w:val="20"/>
      <w:szCs w:val="24"/>
    </w:rPr>
  </w:style>
  <w:style w:type="paragraph" w:styleId="FootnoteText">
    <w:name w:val="footnote text"/>
    <w:basedOn w:val="Normal"/>
    <w:link w:val="FootnoteTextChar"/>
    <w:semiHidden/>
    <w:rsid w:val="00997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9764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99764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33E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E22"/>
  </w:style>
  <w:style w:type="paragraph" w:styleId="Footer">
    <w:name w:val="footer"/>
    <w:basedOn w:val="Normal"/>
    <w:link w:val="FooterChar"/>
    <w:uiPriority w:val="99"/>
    <w:unhideWhenUsed/>
    <w:rsid w:val="00033E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E22"/>
  </w:style>
  <w:style w:type="character" w:customStyle="1" w:styleId="QuestionChar1">
    <w:name w:val="Question Char1"/>
    <w:basedOn w:val="DefaultParagraphFont"/>
    <w:rsid w:val="00A310D4"/>
    <w:rPr>
      <w:sz w:val="22"/>
      <w:szCs w:val="24"/>
    </w:rPr>
  </w:style>
  <w:style w:type="paragraph" w:customStyle="1" w:styleId="QuestionListLast">
    <w:name w:val="Question List (Last)"/>
    <w:basedOn w:val="QuestionList"/>
    <w:rsid w:val="0003382C"/>
    <w:pPr>
      <w:widowControl/>
      <w:autoSpaceDE/>
      <w:autoSpaceDN/>
      <w:adjustRightInd/>
      <w:spacing w:after="240"/>
    </w:pPr>
    <w:rPr>
      <w:sz w:val="22"/>
    </w:rPr>
  </w:style>
  <w:style w:type="paragraph" w:styleId="ListParagraph">
    <w:name w:val="List Paragraph"/>
    <w:basedOn w:val="Normal"/>
    <w:uiPriority w:val="34"/>
    <w:qFormat/>
    <w:rsid w:val="008D31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6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BCF"/>
    <w:rPr>
      <w:rFonts w:ascii="Tahoma" w:hAnsi="Tahoma" w:cs="Tahoma"/>
      <w:sz w:val="16"/>
      <w:szCs w:val="16"/>
    </w:rPr>
  </w:style>
  <w:style w:type="character" w:customStyle="1" w:styleId="QuestionCharChar">
    <w:name w:val="Question Char Char"/>
    <w:basedOn w:val="DefaultParagraphFont"/>
    <w:rsid w:val="00747B6C"/>
    <w:rPr>
      <w:szCs w:val="24"/>
      <w:lang w:val="en-US" w:eastAsia="en-US" w:bidi="ar-SA"/>
    </w:rPr>
  </w:style>
  <w:style w:type="paragraph" w:customStyle="1" w:styleId="FolioPageNumberRotated">
    <w:name w:val="Folio Page Number (Rotated)"/>
    <w:basedOn w:val="Normal"/>
    <w:rsid w:val="00A56515"/>
    <w:pPr>
      <w:framePr w:w="360" w:h="720" w:hRule="exact" w:hSpace="180" w:vSpace="180" w:wrap="around" w:vAnchor="page" w:hAnchor="page" w:x="12601" w:y="11341"/>
      <w:spacing w:after="0" w:line="240" w:lineRule="auto"/>
      <w:jc w:val="center"/>
    </w:pPr>
    <w:rPr>
      <w:rFonts w:ascii="Tahoma" w:eastAsia="Times New Roman" w:hAnsi="Tahoma" w:cs="Times New Roman"/>
      <w:b/>
      <w:sz w:val="14"/>
      <w:szCs w:val="24"/>
    </w:rPr>
  </w:style>
  <w:style w:type="paragraph" w:customStyle="1" w:styleId="question0">
    <w:name w:val="question"/>
    <w:basedOn w:val="Normal"/>
    <w:link w:val="questionChar0"/>
    <w:uiPriority w:val="99"/>
    <w:rsid w:val="00B53ADA"/>
    <w:pPr>
      <w:keepNext/>
      <w:autoSpaceDE w:val="0"/>
      <w:autoSpaceDN w:val="0"/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estionChar0">
    <w:name w:val="question Char"/>
    <w:link w:val="question0"/>
    <w:rsid w:val="00B53ADA"/>
    <w:rPr>
      <w:rFonts w:ascii="Times New Roman" w:eastAsia="Times New Roman" w:hAnsi="Times New Roman" w:cs="Times New Roman"/>
      <w:sz w:val="24"/>
      <w:szCs w:val="24"/>
    </w:rPr>
  </w:style>
  <w:style w:type="paragraph" w:customStyle="1" w:styleId="questionresponse0">
    <w:name w:val="questionresponse"/>
    <w:basedOn w:val="Normal"/>
    <w:uiPriority w:val="99"/>
    <w:rsid w:val="00B53ADA"/>
    <w:pPr>
      <w:keepNext/>
      <w:autoSpaceDE w:val="0"/>
      <w:autoSpaceDN w:val="0"/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estionresponselast0">
    <w:name w:val="questionresponselast"/>
    <w:basedOn w:val="Normal"/>
    <w:uiPriority w:val="99"/>
    <w:rsid w:val="00B53ADA"/>
    <w:pPr>
      <w:autoSpaceDE w:val="0"/>
      <w:autoSpaceDN w:val="0"/>
      <w:spacing w:after="48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Report Title Char"/>
    <w:basedOn w:val="DefaultParagraphFont"/>
    <w:link w:val="Heading1"/>
    <w:uiPriority w:val="9"/>
    <w:rsid w:val="00E0598C"/>
    <w:rPr>
      <w:rFonts w:ascii="Georgia" w:eastAsiaTheme="majorEastAsia" w:hAnsi="Georgia" w:cstheme="majorBidi"/>
      <w:bCs/>
      <w:color w:val="6E7536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0598C"/>
    <w:rPr>
      <w:rFonts w:ascii="Verdana" w:hAnsi="Verdana" w:cs="Trebuchet MS"/>
      <w:b/>
      <w:bCs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598C"/>
    <w:pPr>
      <w:spacing w:after="60" w:line="340" w:lineRule="exact"/>
    </w:pPr>
    <w:rPr>
      <w:rFonts w:ascii="Georgia" w:hAnsi="Georgia" w:cs="Trebuchet MS"/>
      <w:bCs/>
      <w:color w:val="7F7F7F" w:themeColor="text1" w:themeTint="8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598C"/>
    <w:rPr>
      <w:rFonts w:ascii="Georgia" w:hAnsi="Georgia" w:cs="Trebuchet MS"/>
      <w:bCs/>
      <w:color w:val="7F7F7F" w:themeColor="text1" w:themeTint="80"/>
      <w:sz w:val="28"/>
      <w:szCs w:val="28"/>
    </w:rPr>
  </w:style>
  <w:style w:type="paragraph" w:customStyle="1" w:styleId="0ReportMainStyle">
    <w:name w:val="0 Report Main Style"/>
    <w:basedOn w:val="Normal"/>
    <w:qFormat/>
    <w:rsid w:val="00E0598C"/>
    <w:pPr>
      <w:autoSpaceDE w:val="0"/>
      <w:autoSpaceDN w:val="0"/>
      <w:adjustRightInd w:val="0"/>
      <w:spacing w:after="0" w:line="320" w:lineRule="exact"/>
    </w:pPr>
    <w:rPr>
      <w:rFonts w:ascii="Georgia" w:hAnsi="Georgia" w:cs="Times New Roman"/>
    </w:rPr>
  </w:style>
  <w:style w:type="paragraph" w:customStyle="1" w:styleId="1TableHeader">
    <w:name w:val="1 Table Header"/>
    <w:basedOn w:val="Normal"/>
    <w:qFormat/>
    <w:rsid w:val="00E0598C"/>
    <w:pPr>
      <w:spacing w:before="120" w:after="0"/>
    </w:pPr>
    <w:rPr>
      <w:rFonts w:ascii="Verdana" w:hAnsi="Verdana"/>
      <w:b/>
    </w:rPr>
  </w:style>
  <w:style w:type="paragraph" w:customStyle="1" w:styleId="2TableSubhead">
    <w:name w:val="2 Table Subhead"/>
    <w:basedOn w:val="Normal"/>
    <w:qFormat/>
    <w:rsid w:val="00E0598C"/>
    <w:pPr>
      <w:spacing w:before="120" w:after="60" w:line="240" w:lineRule="auto"/>
    </w:pPr>
    <w:rPr>
      <w:rFonts w:ascii="Georgia" w:hAnsi="Georgia"/>
      <w:i/>
      <w:sz w:val="18"/>
      <w:szCs w:val="18"/>
    </w:rPr>
  </w:style>
  <w:style w:type="paragraph" w:customStyle="1" w:styleId="3TableColumnHeader">
    <w:name w:val="3 Table Column Header"/>
    <w:basedOn w:val="Normal"/>
    <w:qFormat/>
    <w:rsid w:val="00E0598C"/>
    <w:pPr>
      <w:spacing w:after="20" w:line="240" w:lineRule="auto"/>
    </w:pPr>
    <w:rPr>
      <w:rFonts w:ascii="Verdana" w:eastAsia="Cambria" w:hAnsi="Verdana" w:cs="Times New Roman"/>
      <w:b/>
      <w:sz w:val="14"/>
      <w:szCs w:val="24"/>
    </w:rPr>
  </w:style>
  <w:style w:type="paragraph" w:customStyle="1" w:styleId="4TableRowHeaderBold">
    <w:name w:val="4 Table Row Header Bold"/>
    <w:basedOn w:val="Normal"/>
    <w:qFormat/>
    <w:rsid w:val="00E0598C"/>
    <w:pPr>
      <w:spacing w:after="0" w:line="240" w:lineRule="exact"/>
      <w:contextualSpacing/>
    </w:pPr>
    <w:rPr>
      <w:rFonts w:ascii="Verdana" w:eastAsia="Cambria" w:hAnsi="Verdana" w:cs="Times New Roman"/>
      <w:b/>
      <w:sz w:val="16"/>
      <w:szCs w:val="24"/>
    </w:rPr>
  </w:style>
  <w:style w:type="paragraph" w:customStyle="1" w:styleId="6TableContents">
    <w:name w:val="6 Table Contents"/>
    <w:basedOn w:val="Normal"/>
    <w:qFormat/>
    <w:rsid w:val="00E0598C"/>
    <w:pPr>
      <w:spacing w:after="0" w:line="240" w:lineRule="exact"/>
      <w:contextualSpacing/>
      <w:jc w:val="right"/>
    </w:pPr>
    <w:rPr>
      <w:rFonts w:ascii="Verdana" w:eastAsia="Cambria" w:hAnsi="Verdana" w:cs="Times New Roman"/>
      <w:sz w:val="16"/>
      <w:szCs w:val="24"/>
    </w:rPr>
  </w:style>
  <w:style w:type="paragraph" w:customStyle="1" w:styleId="7TableFooter">
    <w:name w:val="7 Table Footer"/>
    <w:basedOn w:val="Normal"/>
    <w:qFormat/>
    <w:rsid w:val="00E0598C"/>
    <w:pPr>
      <w:spacing w:before="120" w:after="120" w:line="180" w:lineRule="exact"/>
      <w:contextualSpacing/>
    </w:pPr>
    <w:rPr>
      <w:rFonts w:ascii="Verdana" w:eastAsia="Cambria" w:hAnsi="Verdana" w:cs="Times New Roman"/>
      <w:sz w:val="14"/>
      <w:szCs w:val="24"/>
    </w:rPr>
  </w:style>
  <w:style w:type="paragraph" w:customStyle="1" w:styleId="5TableRowHeader">
    <w:name w:val="5 Table Row Header"/>
    <w:basedOn w:val="4TableRowHeaderBold"/>
    <w:qFormat/>
    <w:rsid w:val="00E0598C"/>
    <w:rPr>
      <w:b w:val="0"/>
    </w:rPr>
  </w:style>
  <w:style w:type="paragraph" w:customStyle="1" w:styleId="00ReportFooter">
    <w:name w:val="00 Report Footer"/>
    <w:basedOn w:val="Normal"/>
    <w:qFormat/>
    <w:rsid w:val="00E0598C"/>
    <w:pPr>
      <w:autoSpaceDE w:val="0"/>
      <w:autoSpaceDN w:val="0"/>
      <w:adjustRightInd w:val="0"/>
      <w:spacing w:after="0" w:line="200" w:lineRule="exact"/>
    </w:pPr>
    <w:rPr>
      <w:rFonts w:ascii="Verdana" w:hAnsi="Verdana" w:cs="Times New Roman"/>
      <w:color w:val="595959" w:themeColor="text1" w:themeTint="A6"/>
      <w:sz w:val="14"/>
      <w:szCs w:val="14"/>
    </w:rPr>
  </w:style>
  <w:style w:type="paragraph" w:customStyle="1" w:styleId="7TOCpagetitles">
    <w:name w:val="_7 TOC page titles"/>
    <w:basedOn w:val="1TableHeader"/>
    <w:qFormat/>
    <w:rsid w:val="00E0598C"/>
    <w:pPr>
      <w:framePr w:hSpace="187" w:wrap="around" w:vAnchor="page" w:hAnchor="margin" w:y="3631"/>
      <w:spacing w:before="0" w:line="300" w:lineRule="exact"/>
    </w:pPr>
    <w:rPr>
      <w:b w:val="0"/>
    </w:rPr>
  </w:style>
  <w:style w:type="character" w:customStyle="1" w:styleId="6CoverContactboxgray">
    <w:name w:val="_6 Cover Contact box gray"/>
    <w:basedOn w:val="DefaultParagraphFont"/>
    <w:uiPriority w:val="1"/>
    <w:qFormat/>
    <w:rsid w:val="00E0598C"/>
    <w:rPr>
      <w:color w:val="808080" w:themeColor="background1" w:themeShade="80"/>
      <w:sz w:val="14"/>
      <w:szCs w:val="14"/>
    </w:rPr>
  </w:style>
  <w:style w:type="paragraph" w:customStyle="1" w:styleId="2Covertopheader">
    <w:name w:val="_2 Cover top header"/>
    <w:basedOn w:val="Normal"/>
    <w:qFormat/>
    <w:rsid w:val="00E0598C"/>
    <w:pPr>
      <w:spacing w:after="0" w:line="400" w:lineRule="exact"/>
    </w:pPr>
    <w:rPr>
      <w:rFonts w:ascii="Verdana" w:hAnsi="Verdana" w:cs="Trebuchet MS"/>
      <w:bCs/>
      <w:color w:val="7F7F7F" w:themeColor="text1" w:themeTint="80"/>
      <w:sz w:val="26"/>
      <w:szCs w:val="26"/>
    </w:rPr>
  </w:style>
  <w:style w:type="paragraph" w:customStyle="1" w:styleId="3Covermainheader">
    <w:name w:val="_3 Cover main header"/>
    <w:basedOn w:val="Normal"/>
    <w:qFormat/>
    <w:rsid w:val="00E0598C"/>
    <w:pPr>
      <w:spacing w:after="0" w:line="480" w:lineRule="exact"/>
    </w:pPr>
    <w:rPr>
      <w:rFonts w:ascii="Verdana" w:hAnsi="Verdana"/>
      <w:sz w:val="40"/>
      <w:szCs w:val="40"/>
    </w:rPr>
  </w:style>
  <w:style w:type="paragraph" w:customStyle="1" w:styleId="4Coversubheader">
    <w:name w:val="_4 Cover sub header"/>
    <w:basedOn w:val="Normal"/>
    <w:qFormat/>
    <w:rsid w:val="00E0598C"/>
    <w:pPr>
      <w:spacing w:after="0" w:line="300" w:lineRule="exact"/>
    </w:pPr>
    <w:rPr>
      <w:rFonts w:ascii="Verdana" w:hAnsi="Verdana"/>
      <w:sz w:val="24"/>
      <w:szCs w:val="24"/>
    </w:rPr>
  </w:style>
  <w:style w:type="paragraph" w:customStyle="1" w:styleId="0ReportHeaderStyle">
    <w:name w:val="0 Report Header Style"/>
    <w:basedOn w:val="Heading2"/>
    <w:qFormat/>
    <w:rsid w:val="00E0598C"/>
  </w:style>
  <w:style w:type="paragraph" w:customStyle="1" w:styleId="1Coverdate">
    <w:name w:val="_1 Cover date"/>
    <w:basedOn w:val="Normal"/>
    <w:qFormat/>
    <w:rsid w:val="00E0598C"/>
    <w:pPr>
      <w:spacing w:after="0" w:line="240" w:lineRule="exact"/>
    </w:pPr>
    <w:rPr>
      <w:rFonts w:ascii="Verdana" w:hAnsi="Verdana" w:cs="Trebuchet MS"/>
      <w:bCs/>
      <w:color w:val="8E2A1D" w:themeColor="accent6" w:themeShade="BF"/>
      <w:sz w:val="16"/>
      <w:szCs w:val="16"/>
    </w:rPr>
  </w:style>
  <w:style w:type="character" w:customStyle="1" w:styleId="5CoverContact">
    <w:name w:val="_5 Cover Contact"/>
    <w:basedOn w:val="DefaultParagraphFont"/>
    <w:uiPriority w:val="1"/>
    <w:qFormat/>
    <w:rsid w:val="00E0598C"/>
    <w:rPr>
      <w:rFonts w:ascii="Verdana" w:hAnsi="Verdana"/>
      <w:sz w:val="14"/>
    </w:rPr>
  </w:style>
  <w:style w:type="character" w:styleId="Hyperlink">
    <w:name w:val="Hyperlink"/>
    <w:basedOn w:val="DefaultParagraphFont"/>
    <w:uiPriority w:val="99"/>
    <w:unhideWhenUsed/>
    <w:rsid w:val="00E0598C"/>
    <w:rPr>
      <w:color w:val="A55A26" w:themeColor="hyperlink"/>
      <w:u w:val="single"/>
    </w:rPr>
  </w:style>
  <w:style w:type="paragraph" w:styleId="TOC1">
    <w:name w:val="toc 1"/>
    <w:basedOn w:val="Heading2"/>
    <w:next w:val="Normal"/>
    <w:autoRedefine/>
    <w:uiPriority w:val="39"/>
    <w:unhideWhenUsed/>
    <w:rsid w:val="00E0598C"/>
    <w:pPr>
      <w:spacing w:after="100"/>
    </w:pPr>
  </w:style>
  <w:style w:type="character" w:customStyle="1" w:styleId="AnswerCategoryChar">
    <w:name w:val="Answer Category Char"/>
    <w:basedOn w:val="DefaultParagraphFont"/>
    <w:link w:val="AnswerCategory"/>
    <w:uiPriority w:val="99"/>
    <w:locked/>
    <w:rsid w:val="003B4325"/>
    <w:rPr>
      <w:rFonts w:ascii="Tahoma" w:hAnsi="Tahoma" w:cs="Tahoma"/>
    </w:rPr>
  </w:style>
  <w:style w:type="paragraph" w:customStyle="1" w:styleId="AnswerCategory">
    <w:name w:val="Answer Category"/>
    <w:basedOn w:val="Normal"/>
    <w:link w:val="AnswerCategoryChar"/>
    <w:uiPriority w:val="99"/>
    <w:rsid w:val="003B4325"/>
    <w:pPr>
      <w:keepNext/>
      <w:spacing w:after="0" w:line="240" w:lineRule="auto"/>
      <w:ind w:left="1440" w:hanging="720"/>
    </w:pPr>
    <w:rPr>
      <w:rFonts w:ascii="Tahoma" w:hAnsi="Tahoma" w:cs="Tahoma"/>
    </w:rPr>
  </w:style>
  <w:style w:type="character" w:customStyle="1" w:styleId="QuestionChar2">
    <w:name w:val="Question Char2"/>
    <w:basedOn w:val="DefaultParagraphFont"/>
    <w:locked/>
    <w:rsid w:val="003B4325"/>
    <w:rPr>
      <w:rFonts w:ascii="Tahoma" w:hAnsi="Tahoma" w:cs="Tahoma"/>
    </w:rPr>
  </w:style>
  <w:style w:type="character" w:customStyle="1" w:styleId="FilterChar">
    <w:name w:val="Filter Char"/>
    <w:basedOn w:val="DefaultParagraphFont"/>
    <w:link w:val="Filter"/>
    <w:locked/>
    <w:rsid w:val="003B4325"/>
    <w:rPr>
      <w:rFonts w:ascii="Tahoma" w:hAnsi="Tahoma" w:cs="Tahoma"/>
      <w:b/>
      <w:bCs/>
    </w:rPr>
  </w:style>
  <w:style w:type="paragraph" w:customStyle="1" w:styleId="Filter">
    <w:name w:val="Filter"/>
    <w:basedOn w:val="Normal"/>
    <w:link w:val="FilterChar"/>
    <w:rsid w:val="003B4325"/>
    <w:pPr>
      <w:keepNext/>
      <w:spacing w:after="0" w:line="240" w:lineRule="auto"/>
      <w:ind w:left="720" w:hanging="720"/>
    </w:pPr>
    <w:rPr>
      <w:rFonts w:ascii="Tahoma" w:hAnsi="Tahoma" w:cs="Tahoma"/>
      <w:b/>
      <w:bCs/>
    </w:rPr>
  </w:style>
  <w:style w:type="character" w:customStyle="1" w:styleId="QuestionCha">
    <w:name w:val="Question Cha"/>
    <w:rsid w:val="00003DD5"/>
  </w:style>
  <w:style w:type="paragraph" w:customStyle="1" w:styleId="DocumentClient">
    <w:name w:val="Document Client"/>
    <w:basedOn w:val="Normal"/>
    <w:rsid w:val="00C959DC"/>
    <w:pPr>
      <w:framePr w:hSpace="180" w:wrap="around" w:vAnchor="page" w:hAnchor="text" w:y="1081"/>
      <w:spacing w:after="240" w:line="240" w:lineRule="auto"/>
      <w:ind w:left="720" w:right="2880"/>
    </w:pPr>
    <w:rPr>
      <w:rFonts w:ascii="Tahoma" w:eastAsia="Times New Roman" w:hAnsi="Tahoma" w:cs="Times New Roman"/>
      <w:sz w:val="18"/>
      <w:szCs w:val="24"/>
    </w:rPr>
  </w:style>
  <w:style w:type="paragraph" w:customStyle="1" w:styleId="Document">
    <w:name w:val="Document"/>
    <w:basedOn w:val="DocumentClient"/>
    <w:rsid w:val="00C959DC"/>
    <w:pPr>
      <w:framePr w:wrap="around"/>
      <w:spacing w:after="60"/>
    </w:pPr>
    <w:rPr>
      <w:sz w:val="26"/>
    </w:rPr>
  </w:style>
  <w:style w:type="paragraph" w:customStyle="1" w:styleId="DocumentProject">
    <w:name w:val="Document Project"/>
    <w:basedOn w:val="DocumentClient"/>
    <w:rsid w:val="00C959DC"/>
    <w:pPr>
      <w:framePr w:wrap="around"/>
    </w:pPr>
    <w:rPr>
      <w:b/>
      <w:w w:val="98"/>
      <w:sz w:val="28"/>
    </w:rPr>
  </w:style>
  <w:style w:type="paragraph" w:customStyle="1" w:styleId="DocumentDate">
    <w:name w:val="Document Date"/>
    <w:basedOn w:val="DocumentClient"/>
    <w:rsid w:val="00C959DC"/>
    <w:pPr>
      <w:framePr w:wrap="around"/>
      <w:spacing w:after="1440"/>
    </w:pPr>
    <w:rPr>
      <w:sz w:val="16"/>
    </w:rPr>
  </w:style>
  <w:style w:type="paragraph" w:customStyle="1" w:styleId="questioninstruction0">
    <w:name w:val="questioninstruction"/>
    <w:basedOn w:val="Normal"/>
    <w:uiPriority w:val="99"/>
    <w:rsid w:val="00CF50FF"/>
    <w:pPr>
      <w:keepNext/>
      <w:spacing w:before="60" w:after="60" w:line="240" w:lineRule="auto"/>
      <w:ind w:left="720"/>
    </w:pPr>
    <w:rPr>
      <w:rFonts w:ascii="Times New Roman" w:eastAsiaTheme="minorHAnsi" w:hAnsi="Times New Roman" w:cs="Times New Roman"/>
      <w:b/>
      <w:bCs/>
      <w:sz w:val="24"/>
      <w:szCs w:val="24"/>
    </w:rPr>
  </w:style>
  <w:style w:type="paragraph" w:customStyle="1" w:styleId="FolioPSRAName">
    <w:name w:val="Folio PSRA Name"/>
    <w:basedOn w:val="Normal"/>
    <w:rsid w:val="0047210A"/>
    <w:pPr>
      <w:framePr w:hSpace="180" w:vSpace="180" w:wrap="around" w:vAnchor="page" w:hAnchor="margin" w:xAlign="center" w:y="15121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40"/>
      <w:sz w:val="1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Report Title"/>
    <w:next w:val="Normal"/>
    <w:link w:val="Heading1Char"/>
    <w:uiPriority w:val="9"/>
    <w:qFormat/>
    <w:rsid w:val="00E0598C"/>
    <w:pPr>
      <w:keepNext/>
      <w:keepLines/>
      <w:spacing w:after="0" w:line="440" w:lineRule="exact"/>
      <w:outlineLvl w:val="0"/>
    </w:pPr>
    <w:rPr>
      <w:rFonts w:ascii="Georgia" w:eastAsiaTheme="majorEastAsia" w:hAnsi="Georgia" w:cstheme="majorBidi"/>
      <w:bCs/>
      <w:color w:val="6E7536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598C"/>
    <w:pPr>
      <w:autoSpaceDE w:val="0"/>
      <w:autoSpaceDN w:val="0"/>
      <w:adjustRightInd w:val="0"/>
      <w:spacing w:after="0" w:line="320" w:lineRule="exact"/>
      <w:outlineLvl w:val="1"/>
    </w:pPr>
    <w:rPr>
      <w:rFonts w:ascii="Verdana" w:hAnsi="Verdana" w:cs="Trebuchet MS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link w:val="QuestionChar"/>
    <w:rsid w:val="00C25FA3"/>
    <w:pPr>
      <w:keepNext/>
      <w:keepLines/>
      <w:spacing w:after="240" w:line="240" w:lineRule="auto"/>
      <w:ind w:left="720" w:hanging="720"/>
    </w:pPr>
    <w:rPr>
      <w:rFonts w:ascii="Times New Roman" w:eastAsia="Times New Roman" w:hAnsi="Times New Roman" w:cs="Times New Roman"/>
      <w:szCs w:val="24"/>
    </w:rPr>
  </w:style>
  <w:style w:type="paragraph" w:customStyle="1" w:styleId="QuestionResponse">
    <w:name w:val="Question Response"/>
    <w:basedOn w:val="Question"/>
    <w:link w:val="QuestionResponseChar"/>
    <w:rsid w:val="00C25FA3"/>
    <w:pPr>
      <w:spacing w:after="0"/>
      <w:ind w:left="1440"/>
    </w:pPr>
  </w:style>
  <w:style w:type="paragraph" w:customStyle="1" w:styleId="QuestionResponseLast">
    <w:name w:val="Question Response (Last)"/>
    <w:basedOn w:val="QuestionResponse"/>
    <w:link w:val="QuestionResponseLastChar"/>
    <w:rsid w:val="00C25FA3"/>
    <w:pPr>
      <w:keepNext w:val="0"/>
      <w:spacing w:after="480"/>
    </w:pPr>
  </w:style>
  <w:style w:type="character" w:customStyle="1" w:styleId="QuestionResponseChar">
    <w:name w:val="Question Response Char"/>
    <w:basedOn w:val="DefaultParagraphFont"/>
    <w:link w:val="QuestionResponse"/>
    <w:rsid w:val="00C25FA3"/>
    <w:rPr>
      <w:rFonts w:ascii="Times New Roman" w:eastAsia="Times New Roman" w:hAnsi="Times New Roman" w:cs="Times New Roman"/>
      <w:szCs w:val="24"/>
    </w:rPr>
  </w:style>
  <w:style w:type="character" w:customStyle="1" w:styleId="QuestionResponseLastChar">
    <w:name w:val="Question Response (Last) Char"/>
    <w:basedOn w:val="DefaultParagraphFont"/>
    <w:link w:val="QuestionResponseLast"/>
    <w:rsid w:val="00C25FA3"/>
    <w:rPr>
      <w:rFonts w:ascii="Times New Roman" w:eastAsia="Times New Roman" w:hAnsi="Times New Roman" w:cs="Times New Roman"/>
      <w:szCs w:val="24"/>
    </w:rPr>
  </w:style>
  <w:style w:type="character" w:customStyle="1" w:styleId="QuestionChar">
    <w:name w:val="Question Char"/>
    <w:basedOn w:val="DefaultParagraphFont"/>
    <w:link w:val="Question"/>
    <w:rsid w:val="00C25FA3"/>
    <w:rPr>
      <w:rFonts w:ascii="Times New Roman" w:eastAsia="Times New Roman" w:hAnsi="Times New Roman" w:cs="Times New Roman"/>
      <w:szCs w:val="24"/>
    </w:rPr>
  </w:style>
  <w:style w:type="paragraph" w:customStyle="1" w:styleId="QuestionInstruction">
    <w:name w:val="Question Instruction"/>
    <w:basedOn w:val="Question"/>
    <w:link w:val="QuestionInstructionChar"/>
    <w:rsid w:val="00C25FA3"/>
    <w:pPr>
      <w:spacing w:before="60" w:after="60"/>
      <w:ind w:firstLine="0"/>
    </w:pPr>
    <w:rPr>
      <w:b/>
      <w:sz w:val="24"/>
      <w:szCs w:val="20"/>
    </w:rPr>
  </w:style>
  <w:style w:type="character" w:customStyle="1" w:styleId="QuestionInstructionChar">
    <w:name w:val="Question Instruction Char"/>
    <w:basedOn w:val="DefaultParagraphFont"/>
    <w:link w:val="QuestionInstruction"/>
    <w:rsid w:val="00C25FA3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QuestionList">
    <w:name w:val="Question List"/>
    <w:basedOn w:val="Question"/>
    <w:link w:val="QuestionListChar"/>
    <w:uiPriority w:val="99"/>
    <w:rsid w:val="00C25FA3"/>
    <w:pPr>
      <w:widowControl w:val="0"/>
      <w:autoSpaceDE w:val="0"/>
      <w:autoSpaceDN w:val="0"/>
      <w:adjustRightInd w:val="0"/>
      <w:spacing w:after="60"/>
      <w:ind w:left="1080" w:hanging="360"/>
    </w:pPr>
    <w:rPr>
      <w:sz w:val="20"/>
    </w:rPr>
  </w:style>
  <w:style w:type="character" w:customStyle="1" w:styleId="QuestionListChar">
    <w:name w:val="Question List Char"/>
    <w:basedOn w:val="DefaultParagraphFont"/>
    <w:link w:val="QuestionList"/>
    <w:uiPriority w:val="99"/>
    <w:rsid w:val="00C25FA3"/>
    <w:rPr>
      <w:rFonts w:ascii="Times New Roman" w:eastAsia="Times New Roman" w:hAnsi="Times New Roman" w:cs="Times New Roman"/>
      <w:sz w:val="20"/>
      <w:szCs w:val="24"/>
    </w:rPr>
  </w:style>
  <w:style w:type="paragraph" w:styleId="FootnoteText">
    <w:name w:val="footnote text"/>
    <w:basedOn w:val="Normal"/>
    <w:link w:val="FootnoteTextChar"/>
    <w:semiHidden/>
    <w:rsid w:val="00997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9764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99764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33E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E22"/>
  </w:style>
  <w:style w:type="paragraph" w:styleId="Footer">
    <w:name w:val="footer"/>
    <w:basedOn w:val="Normal"/>
    <w:link w:val="FooterChar"/>
    <w:uiPriority w:val="99"/>
    <w:unhideWhenUsed/>
    <w:rsid w:val="00033E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E22"/>
  </w:style>
  <w:style w:type="character" w:customStyle="1" w:styleId="QuestionChar1">
    <w:name w:val="Question Char1"/>
    <w:basedOn w:val="DefaultParagraphFont"/>
    <w:rsid w:val="00A310D4"/>
    <w:rPr>
      <w:sz w:val="22"/>
      <w:szCs w:val="24"/>
    </w:rPr>
  </w:style>
  <w:style w:type="paragraph" w:customStyle="1" w:styleId="QuestionListLast">
    <w:name w:val="Question List (Last)"/>
    <w:basedOn w:val="QuestionList"/>
    <w:rsid w:val="0003382C"/>
    <w:pPr>
      <w:widowControl/>
      <w:autoSpaceDE/>
      <w:autoSpaceDN/>
      <w:adjustRightInd/>
      <w:spacing w:after="240"/>
    </w:pPr>
    <w:rPr>
      <w:sz w:val="22"/>
    </w:rPr>
  </w:style>
  <w:style w:type="paragraph" w:styleId="ListParagraph">
    <w:name w:val="List Paragraph"/>
    <w:basedOn w:val="Normal"/>
    <w:uiPriority w:val="34"/>
    <w:qFormat/>
    <w:rsid w:val="008D31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6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BCF"/>
    <w:rPr>
      <w:rFonts w:ascii="Tahoma" w:hAnsi="Tahoma" w:cs="Tahoma"/>
      <w:sz w:val="16"/>
      <w:szCs w:val="16"/>
    </w:rPr>
  </w:style>
  <w:style w:type="character" w:customStyle="1" w:styleId="QuestionCharChar">
    <w:name w:val="Question Char Char"/>
    <w:basedOn w:val="DefaultParagraphFont"/>
    <w:rsid w:val="00747B6C"/>
    <w:rPr>
      <w:szCs w:val="24"/>
      <w:lang w:val="en-US" w:eastAsia="en-US" w:bidi="ar-SA"/>
    </w:rPr>
  </w:style>
  <w:style w:type="paragraph" w:customStyle="1" w:styleId="FolioPageNumberRotated">
    <w:name w:val="Folio Page Number (Rotated)"/>
    <w:basedOn w:val="Normal"/>
    <w:rsid w:val="00A56515"/>
    <w:pPr>
      <w:framePr w:w="360" w:h="720" w:hRule="exact" w:hSpace="180" w:vSpace="180" w:wrap="around" w:vAnchor="page" w:hAnchor="page" w:x="12601" w:y="11341"/>
      <w:spacing w:after="0" w:line="240" w:lineRule="auto"/>
      <w:jc w:val="center"/>
    </w:pPr>
    <w:rPr>
      <w:rFonts w:ascii="Tahoma" w:eastAsia="Times New Roman" w:hAnsi="Tahoma" w:cs="Times New Roman"/>
      <w:b/>
      <w:sz w:val="14"/>
      <w:szCs w:val="24"/>
    </w:rPr>
  </w:style>
  <w:style w:type="paragraph" w:customStyle="1" w:styleId="question0">
    <w:name w:val="question"/>
    <w:basedOn w:val="Normal"/>
    <w:link w:val="questionChar0"/>
    <w:uiPriority w:val="99"/>
    <w:rsid w:val="00B53ADA"/>
    <w:pPr>
      <w:keepNext/>
      <w:autoSpaceDE w:val="0"/>
      <w:autoSpaceDN w:val="0"/>
      <w:spacing w:after="240" w:line="24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estionChar0">
    <w:name w:val="question Char"/>
    <w:link w:val="question0"/>
    <w:rsid w:val="00B53ADA"/>
    <w:rPr>
      <w:rFonts w:ascii="Times New Roman" w:eastAsia="Times New Roman" w:hAnsi="Times New Roman" w:cs="Times New Roman"/>
      <w:sz w:val="24"/>
      <w:szCs w:val="24"/>
    </w:rPr>
  </w:style>
  <w:style w:type="paragraph" w:customStyle="1" w:styleId="questionresponse0">
    <w:name w:val="questionresponse"/>
    <w:basedOn w:val="Normal"/>
    <w:uiPriority w:val="99"/>
    <w:rsid w:val="00B53ADA"/>
    <w:pPr>
      <w:keepNext/>
      <w:autoSpaceDE w:val="0"/>
      <w:autoSpaceDN w:val="0"/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estionresponselast0">
    <w:name w:val="questionresponselast"/>
    <w:basedOn w:val="Normal"/>
    <w:uiPriority w:val="99"/>
    <w:rsid w:val="00B53ADA"/>
    <w:pPr>
      <w:autoSpaceDE w:val="0"/>
      <w:autoSpaceDN w:val="0"/>
      <w:spacing w:after="48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Report Title Char"/>
    <w:basedOn w:val="DefaultParagraphFont"/>
    <w:link w:val="Heading1"/>
    <w:uiPriority w:val="9"/>
    <w:rsid w:val="00E0598C"/>
    <w:rPr>
      <w:rFonts w:ascii="Georgia" w:eastAsiaTheme="majorEastAsia" w:hAnsi="Georgia" w:cstheme="majorBidi"/>
      <w:bCs/>
      <w:color w:val="6E7536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0598C"/>
    <w:rPr>
      <w:rFonts w:ascii="Verdana" w:hAnsi="Verdana" w:cs="Trebuchet MS"/>
      <w:b/>
      <w:bCs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0598C"/>
    <w:pPr>
      <w:spacing w:after="60" w:line="340" w:lineRule="exact"/>
    </w:pPr>
    <w:rPr>
      <w:rFonts w:ascii="Georgia" w:hAnsi="Georgia" w:cs="Trebuchet MS"/>
      <w:bCs/>
      <w:color w:val="7F7F7F" w:themeColor="text1" w:themeTint="8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0598C"/>
    <w:rPr>
      <w:rFonts w:ascii="Georgia" w:hAnsi="Georgia" w:cs="Trebuchet MS"/>
      <w:bCs/>
      <w:color w:val="7F7F7F" w:themeColor="text1" w:themeTint="80"/>
      <w:sz w:val="28"/>
      <w:szCs w:val="28"/>
    </w:rPr>
  </w:style>
  <w:style w:type="paragraph" w:customStyle="1" w:styleId="0ReportMainStyle">
    <w:name w:val="0 Report Main Style"/>
    <w:basedOn w:val="Normal"/>
    <w:qFormat/>
    <w:rsid w:val="00E0598C"/>
    <w:pPr>
      <w:autoSpaceDE w:val="0"/>
      <w:autoSpaceDN w:val="0"/>
      <w:adjustRightInd w:val="0"/>
      <w:spacing w:after="0" w:line="320" w:lineRule="exact"/>
    </w:pPr>
    <w:rPr>
      <w:rFonts w:ascii="Georgia" w:hAnsi="Georgia" w:cs="Times New Roman"/>
    </w:rPr>
  </w:style>
  <w:style w:type="paragraph" w:customStyle="1" w:styleId="1TableHeader">
    <w:name w:val="1 Table Header"/>
    <w:basedOn w:val="Normal"/>
    <w:qFormat/>
    <w:rsid w:val="00E0598C"/>
    <w:pPr>
      <w:spacing w:before="120" w:after="0"/>
    </w:pPr>
    <w:rPr>
      <w:rFonts w:ascii="Verdana" w:hAnsi="Verdana"/>
      <w:b/>
    </w:rPr>
  </w:style>
  <w:style w:type="paragraph" w:customStyle="1" w:styleId="2TableSubhead">
    <w:name w:val="2 Table Subhead"/>
    <w:basedOn w:val="Normal"/>
    <w:qFormat/>
    <w:rsid w:val="00E0598C"/>
    <w:pPr>
      <w:spacing w:before="120" w:after="60" w:line="240" w:lineRule="auto"/>
    </w:pPr>
    <w:rPr>
      <w:rFonts w:ascii="Georgia" w:hAnsi="Georgia"/>
      <w:i/>
      <w:sz w:val="18"/>
      <w:szCs w:val="18"/>
    </w:rPr>
  </w:style>
  <w:style w:type="paragraph" w:customStyle="1" w:styleId="3TableColumnHeader">
    <w:name w:val="3 Table Column Header"/>
    <w:basedOn w:val="Normal"/>
    <w:qFormat/>
    <w:rsid w:val="00E0598C"/>
    <w:pPr>
      <w:spacing w:after="20" w:line="240" w:lineRule="auto"/>
    </w:pPr>
    <w:rPr>
      <w:rFonts w:ascii="Verdana" w:eastAsia="Cambria" w:hAnsi="Verdana" w:cs="Times New Roman"/>
      <w:b/>
      <w:sz w:val="14"/>
      <w:szCs w:val="24"/>
    </w:rPr>
  </w:style>
  <w:style w:type="paragraph" w:customStyle="1" w:styleId="4TableRowHeaderBold">
    <w:name w:val="4 Table Row Header Bold"/>
    <w:basedOn w:val="Normal"/>
    <w:qFormat/>
    <w:rsid w:val="00E0598C"/>
    <w:pPr>
      <w:spacing w:after="0" w:line="240" w:lineRule="exact"/>
      <w:contextualSpacing/>
    </w:pPr>
    <w:rPr>
      <w:rFonts w:ascii="Verdana" w:eastAsia="Cambria" w:hAnsi="Verdana" w:cs="Times New Roman"/>
      <w:b/>
      <w:sz w:val="16"/>
      <w:szCs w:val="24"/>
    </w:rPr>
  </w:style>
  <w:style w:type="paragraph" w:customStyle="1" w:styleId="6TableContents">
    <w:name w:val="6 Table Contents"/>
    <w:basedOn w:val="Normal"/>
    <w:qFormat/>
    <w:rsid w:val="00E0598C"/>
    <w:pPr>
      <w:spacing w:after="0" w:line="240" w:lineRule="exact"/>
      <w:contextualSpacing/>
      <w:jc w:val="right"/>
    </w:pPr>
    <w:rPr>
      <w:rFonts w:ascii="Verdana" w:eastAsia="Cambria" w:hAnsi="Verdana" w:cs="Times New Roman"/>
      <w:sz w:val="16"/>
      <w:szCs w:val="24"/>
    </w:rPr>
  </w:style>
  <w:style w:type="paragraph" w:customStyle="1" w:styleId="7TableFooter">
    <w:name w:val="7 Table Footer"/>
    <w:basedOn w:val="Normal"/>
    <w:qFormat/>
    <w:rsid w:val="00E0598C"/>
    <w:pPr>
      <w:spacing w:before="120" w:after="120" w:line="180" w:lineRule="exact"/>
      <w:contextualSpacing/>
    </w:pPr>
    <w:rPr>
      <w:rFonts w:ascii="Verdana" w:eastAsia="Cambria" w:hAnsi="Verdana" w:cs="Times New Roman"/>
      <w:sz w:val="14"/>
      <w:szCs w:val="24"/>
    </w:rPr>
  </w:style>
  <w:style w:type="paragraph" w:customStyle="1" w:styleId="5TableRowHeader">
    <w:name w:val="5 Table Row Header"/>
    <w:basedOn w:val="4TableRowHeaderBold"/>
    <w:qFormat/>
    <w:rsid w:val="00E0598C"/>
    <w:rPr>
      <w:b w:val="0"/>
    </w:rPr>
  </w:style>
  <w:style w:type="paragraph" w:customStyle="1" w:styleId="00ReportFooter">
    <w:name w:val="00 Report Footer"/>
    <w:basedOn w:val="Normal"/>
    <w:qFormat/>
    <w:rsid w:val="00E0598C"/>
    <w:pPr>
      <w:autoSpaceDE w:val="0"/>
      <w:autoSpaceDN w:val="0"/>
      <w:adjustRightInd w:val="0"/>
      <w:spacing w:after="0" w:line="200" w:lineRule="exact"/>
    </w:pPr>
    <w:rPr>
      <w:rFonts w:ascii="Verdana" w:hAnsi="Verdana" w:cs="Times New Roman"/>
      <w:color w:val="595959" w:themeColor="text1" w:themeTint="A6"/>
      <w:sz w:val="14"/>
      <w:szCs w:val="14"/>
    </w:rPr>
  </w:style>
  <w:style w:type="paragraph" w:customStyle="1" w:styleId="7TOCpagetitles">
    <w:name w:val="_7 TOC page titles"/>
    <w:basedOn w:val="1TableHeader"/>
    <w:qFormat/>
    <w:rsid w:val="00E0598C"/>
    <w:pPr>
      <w:framePr w:hSpace="187" w:wrap="around" w:vAnchor="page" w:hAnchor="margin" w:y="3631"/>
      <w:spacing w:before="0" w:line="300" w:lineRule="exact"/>
    </w:pPr>
    <w:rPr>
      <w:b w:val="0"/>
    </w:rPr>
  </w:style>
  <w:style w:type="character" w:customStyle="1" w:styleId="6CoverContactboxgray">
    <w:name w:val="_6 Cover Contact box gray"/>
    <w:basedOn w:val="DefaultParagraphFont"/>
    <w:uiPriority w:val="1"/>
    <w:qFormat/>
    <w:rsid w:val="00E0598C"/>
    <w:rPr>
      <w:color w:val="808080" w:themeColor="background1" w:themeShade="80"/>
      <w:sz w:val="14"/>
      <w:szCs w:val="14"/>
    </w:rPr>
  </w:style>
  <w:style w:type="paragraph" w:customStyle="1" w:styleId="2Covertopheader">
    <w:name w:val="_2 Cover top header"/>
    <w:basedOn w:val="Normal"/>
    <w:qFormat/>
    <w:rsid w:val="00E0598C"/>
    <w:pPr>
      <w:spacing w:after="0" w:line="400" w:lineRule="exact"/>
    </w:pPr>
    <w:rPr>
      <w:rFonts w:ascii="Verdana" w:hAnsi="Verdana" w:cs="Trebuchet MS"/>
      <w:bCs/>
      <w:color w:val="7F7F7F" w:themeColor="text1" w:themeTint="80"/>
      <w:sz w:val="26"/>
      <w:szCs w:val="26"/>
    </w:rPr>
  </w:style>
  <w:style w:type="paragraph" w:customStyle="1" w:styleId="3Covermainheader">
    <w:name w:val="_3 Cover main header"/>
    <w:basedOn w:val="Normal"/>
    <w:qFormat/>
    <w:rsid w:val="00E0598C"/>
    <w:pPr>
      <w:spacing w:after="0" w:line="480" w:lineRule="exact"/>
    </w:pPr>
    <w:rPr>
      <w:rFonts w:ascii="Verdana" w:hAnsi="Verdana"/>
      <w:sz w:val="40"/>
      <w:szCs w:val="40"/>
    </w:rPr>
  </w:style>
  <w:style w:type="paragraph" w:customStyle="1" w:styleId="4Coversubheader">
    <w:name w:val="_4 Cover sub header"/>
    <w:basedOn w:val="Normal"/>
    <w:qFormat/>
    <w:rsid w:val="00E0598C"/>
    <w:pPr>
      <w:spacing w:after="0" w:line="300" w:lineRule="exact"/>
    </w:pPr>
    <w:rPr>
      <w:rFonts w:ascii="Verdana" w:hAnsi="Verdana"/>
      <w:sz w:val="24"/>
      <w:szCs w:val="24"/>
    </w:rPr>
  </w:style>
  <w:style w:type="paragraph" w:customStyle="1" w:styleId="0ReportHeaderStyle">
    <w:name w:val="0 Report Header Style"/>
    <w:basedOn w:val="Heading2"/>
    <w:qFormat/>
    <w:rsid w:val="00E0598C"/>
  </w:style>
  <w:style w:type="paragraph" w:customStyle="1" w:styleId="1Coverdate">
    <w:name w:val="_1 Cover date"/>
    <w:basedOn w:val="Normal"/>
    <w:qFormat/>
    <w:rsid w:val="00E0598C"/>
    <w:pPr>
      <w:spacing w:after="0" w:line="240" w:lineRule="exact"/>
    </w:pPr>
    <w:rPr>
      <w:rFonts w:ascii="Verdana" w:hAnsi="Verdana" w:cs="Trebuchet MS"/>
      <w:bCs/>
      <w:color w:val="8E2A1D" w:themeColor="accent6" w:themeShade="BF"/>
      <w:sz w:val="16"/>
      <w:szCs w:val="16"/>
    </w:rPr>
  </w:style>
  <w:style w:type="character" w:customStyle="1" w:styleId="5CoverContact">
    <w:name w:val="_5 Cover Contact"/>
    <w:basedOn w:val="DefaultParagraphFont"/>
    <w:uiPriority w:val="1"/>
    <w:qFormat/>
    <w:rsid w:val="00E0598C"/>
    <w:rPr>
      <w:rFonts w:ascii="Verdana" w:hAnsi="Verdana"/>
      <w:sz w:val="14"/>
    </w:rPr>
  </w:style>
  <w:style w:type="character" w:styleId="Hyperlink">
    <w:name w:val="Hyperlink"/>
    <w:basedOn w:val="DefaultParagraphFont"/>
    <w:uiPriority w:val="99"/>
    <w:unhideWhenUsed/>
    <w:rsid w:val="00E0598C"/>
    <w:rPr>
      <w:color w:val="A55A26" w:themeColor="hyperlink"/>
      <w:u w:val="single"/>
    </w:rPr>
  </w:style>
  <w:style w:type="paragraph" w:styleId="TOC1">
    <w:name w:val="toc 1"/>
    <w:basedOn w:val="Heading2"/>
    <w:next w:val="Normal"/>
    <w:autoRedefine/>
    <w:uiPriority w:val="39"/>
    <w:unhideWhenUsed/>
    <w:rsid w:val="00E0598C"/>
    <w:pPr>
      <w:spacing w:after="100"/>
    </w:pPr>
  </w:style>
  <w:style w:type="character" w:customStyle="1" w:styleId="AnswerCategoryChar">
    <w:name w:val="Answer Category Char"/>
    <w:basedOn w:val="DefaultParagraphFont"/>
    <w:link w:val="AnswerCategory"/>
    <w:uiPriority w:val="99"/>
    <w:locked/>
    <w:rsid w:val="003B4325"/>
    <w:rPr>
      <w:rFonts w:ascii="Tahoma" w:hAnsi="Tahoma" w:cs="Tahoma"/>
    </w:rPr>
  </w:style>
  <w:style w:type="paragraph" w:customStyle="1" w:styleId="AnswerCategory">
    <w:name w:val="Answer Category"/>
    <w:basedOn w:val="Normal"/>
    <w:link w:val="AnswerCategoryChar"/>
    <w:uiPriority w:val="99"/>
    <w:rsid w:val="003B4325"/>
    <w:pPr>
      <w:keepNext/>
      <w:spacing w:after="0" w:line="240" w:lineRule="auto"/>
      <w:ind w:left="1440" w:hanging="720"/>
    </w:pPr>
    <w:rPr>
      <w:rFonts w:ascii="Tahoma" w:hAnsi="Tahoma" w:cs="Tahoma"/>
    </w:rPr>
  </w:style>
  <w:style w:type="character" w:customStyle="1" w:styleId="QuestionChar2">
    <w:name w:val="Question Char2"/>
    <w:basedOn w:val="DefaultParagraphFont"/>
    <w:locked/>
    <w:rsid w:val="003B4325"/>
    <w:rPr>
      <w:rFonts w:ascii="Tahoma" w:hAnsi="Tahoma" w:cs="Tahoma"/>
    </w:rPr>
  </w:style>
  <w:style w:type="character" w:customStyle="1" w:styleId="FilterChar">
    <w:name w:val="Filter Char"/>
    <w:basedOn w:val="DefaultParagraphFont"/>
    <w:link w:val="Filter"/>
    <w:locked/>
    <w:rsid w:val="003B4325"/>
    <w:rPr>
      <w:rFonts w:ascii="Tahoma" w:hAnsi="Tahoma" w:cs="Tahoma"/>
      <w:b/>
      <w:bCs/>
    </w:rPr>
  </w:style>
  <w:style w:type="paragraph" w:customStyle="1" w:styleId="Filter">
    <w:name w:val="Filter"/>
    <w:basedOn w:val="Normal"/>
    <w:link w:val="FilterChar"/>
    <w:rsid w:val="003B4325"/>
    <w:pPr>
      <w:keepNext/>
      <w:spacing w:after="0" w:line="240" w:lineRule="auto"/>
      <w:ind w:left="720" w:hanging="720"/>
    </w:pPr>
    <w:rPr>
      <w:rFonts w:ascii="Tahoma" w:hAnsi="Tahoma" w:cs="Tahoma"/>
      <w:b/>
      <w:bCs/>
    </w:rPr>
  </w:style>
  <w:style w:type="character" w:customStyle="1" w:styleId="QuestionCha">
    <w:name w:val="Question Cha"/>
    <w:rsid w:val="00003DD5"/>
  </w:style>
  <w:style w:type="paragraph" w:customStyle="1" w:styleId="DocumentClient">
    <w:name w:val="Document Client"/>
    <w:basedOn w:val="Normal"/>
    <w:rsid w:val="00C959DC"/>
    <w:pPr>
      <w:framePr w:hSpace="180" w:wrap="around" w:vAnchor="page" w:hAnchor="text" w:y="1081"/>
      <w:spacing w:after="240" w:line="240" w:lineRule="auto"/>
      <w:ind w:left="720" w:right="2880"/>
    </w:pPr>
    <w:rPr>
      <w:rFonts w:ascii="Tahoma" w:eastAsia="Times New Roman" w:hAnsi="Tahoma" w:cs="Times New Roman"/>
      <w:sz w:val="18"/>
      <w:szCs w:val="24"/>
    </w:rPr>
  </w:style>
  <w:style w:type="paragraph" w:customStyle="1" w:styleId="Document">
    <w:name w:val="Document"/>
    <w:basedOn w:val="DocumentClient"/>
    <w:rsid w:val="00C959DC"/>
    <w:pPr>
      <w:framePr w:wrap="around"/>
      <w:spacing w:after="60"/>
    </w:pPr>
    <w:rPr>
      <w:sz w:val="26"/>
    </w:rPr>
  </w:style>
  <w:style w:type="paragraph" w:customStyle="1" w:styleId="DocumentProject">
    <w:name w:val="Document Project"/>
    <w:basedOn w:val="DocumentClient"/>
    <w:rsid w:val="00C959DC"/>
    <w:pPr>
      <w:framePr w:wrap="around"/>
    </w:pPr>
    <w:rPr>
      <w:b/>
      <w:w w:val="98"/>
      <w:sz w:val="28"/>
    </w:rPr>
  </w:style>
  <w:style w:type="paragraph" w:customStyle="1" w:styleId="DocumentDate">
    <w:name w:val="Document Date"/>
    <w:basedOn w:val="DocumentClient"/>
    <w:rsid w:val="00C959DC"/>
    <w:pPr>
      <w:framePr w:wrap="around"/>
      <w:spacing w:after="1440"/>
    </w:pPr>
    <w:rPr>
      <w:sz w:val="16"/>
    </w:rPr>
  </w:style>
  <w:style w:type="paragraph" w:customStyle="1" w:styleId="questioninstruction0">
    <w:name w:val="questioninstruction"/>
    <w:basedOn w:val="Normal"/>
    <w:uiPriority w:val="99"/>
    <w:rsid w:val="00CF50FF"/>
    <w:pPr>
      <w:keepNext/>
      <w:spacing w:before="60" w:after="60" w:line="240" w:lineRule="auto"/>
      <w:ind w:left="720"/>
    </w:pPr>
    <w:rPr>
      <w:rFonts w:ascii="Times New Roman" w:eastAsiaTheme="minorHAnsi" w:hAnsi="Times New Roman" w:cs="Times New Roman"/>
      <w:b/>
      <w:bCs/>
      <w:sz w:val="24"/>
      <w:szCs w:val="24"/>
    </w:rPr>
  </w:style>
  <w:style w:type="paragraph" w:customStyle="1" w:styleId="FolioPSRAName">
    <w:name w:val="Folio PSRA Name"/>
    <w:basedOn w:val="Normal"/>
    <w:rsid w:val="0047210A"/>
    <w:pPr>
      <w:framePr w:hSpace="180" w:vSpace="180" w:wrap="around" w:vAnchor="page" w:hAnchor="margin" w:xAlign="center" w:y="15121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40"/>
      <w:sz w:val="1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3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23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1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440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50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745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77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051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0705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0285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831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051939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0574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6247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8359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0503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7863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90667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5550998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50540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95258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96736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832119">
                                                                                      <w:marLeft w:val="14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9925028">
                                                                                      <w:marLeft w:val="14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1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2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1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03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9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03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87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32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661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0805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980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102469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3326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6341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5080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932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26203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1035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68786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89513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4611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9108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59717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2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PRC">
  <a:themeElements>
    <a:clrScheme name="Custom 3">
      <a:dk1>
        <a:sysClr val="windowText" lastClr="000000"/>
      </a:dk1>
      <a:lt1>
        <a:sysClr val="window" lastClr="FFFFFF"/>
      </a:lt1>
      <a:dk2>
        <a:srgbClr val="436983"/>
      </a:dk2>
      <a:lt2>
        <a:srgbClr val="EFEDE4"/>
      </a:lt2>
      <a:accent1>
        <a:srgbClr val="949D49"/>
      </a:accent1>
      <a:accent2>
        <a:srgbClr val="74697D"/>
      </a:accent2>
      <a:accent3>
        <a:srgbClr val="A55A26"/>
      </a:accent3>
      <a:accent4>
        <a:srgbClr val="D1A732"/>
      </a:accent4>
      <a:accent5>
        <a:srgbClr val="E99D2D"/>
      </a:accent5>
      <a:accent6>
        <a:srgbClr val="BF3927"/>
      </a:accent6>
      <a:hlink>
        <a:srgbClr val="A55A26"/>
      </a:hlink>
      <a:folHlink>
        <a:srgbClr val="D1A73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06ACD-BF1C-417A-A333-8A069E71E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C6371B9E.dotm</Template>
  <TotalTime>270</TotalTime>
  <Pages>23</Pages>
  <Words>3400</Words>
  <Characters>19384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Pew Research Center</Company>
  <LinksUpToDate>false</LinksUpToDate>
  <CharactersWithSpaces>22739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 Horowitz</dc:creator>
  <cp:lastModifiedBy>Jill Carle</cp:lastModifiedBy>
  <cp:revision>23</cp:revision>
  <cp:lastPrinted>2013-10-28T15:49:00Z</cp:lastPrinted>
  <dcterms:created xsi:type="dcterms:W3CDTF">2014-09-30T17:21:00Z</dcterms:created>
  <dcterms:modified xsi:type="dcterms:W3CDTF">2014-11-07T21:11:00Z</dcterms:modified>
</cp:coreProperties>
</file>