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F351A" w14:textId="77777777" w:rsidR="006619BB" w:rsidRPr="00DA0C3B" w:rsidRDefault="006619BB" w:rsidP="00163173">
      <w:pPr>
        <w:pStyle w:val="DocumentProject"/>
        <w:framePr w:hSpace="0" w:wrap="auto" w:vAnchor="margin" w:yAlign="inline"/>
        <w:ind w:left="0"/>
        <w:rPr>
          <w:b w:val="0"/>
        </w:rPr>
      </w:pPr>
      <w:r w:rsidRPr="00DA0C3B">
        <w:rPr>
          <w:b w:val="0"/>
        </w:rPr>
        <w:t>Methodology</w:t>
      </w:r>
    </w:p>
    <w:p w14:paraId="1DB5169E" w14:textId="08109F85" w:rsidR="006619BB" w:rsidRPr="00DA0C3B" w:rsidRDefault="008949EF" w:rsidP="00163173">
      <w:pPr>
        <w:pStyle w:val="DocumentProject"/>
        <w:framePr w:hSpace="0" w:wrap="auto" w:vAnchor="margin" w:yAlign="inline"/>
        <w:ind w:left="0"/>
      </w:pPr>
      <w:r>
        <w:t>June</w:t>
      </w:r>
      <w:r w:rsidR="003F4E51" w:rsidRPr="00DA0C3B">
        <w:t xml:space="preserve"> </w:t>
      </w:r>
      <w:r w:rsidR="006619BB" w:rsidRPr="00DA0C3B">
        <w:t>201</w:t>
      </w:r>
      <w:r w:rsidR="008B5FE0">
        <w:t>7</w:t>
      </w:r>
      <w:r w:rsidR="006619BB" w:rsidRPr="00DA0C3B">
        <w:t xml:space="preserve"> Omnibus Week </w:t>
      </w:r>
      <w:r w:rsidR="00C262DF">
        <w:t>4</w:t>
      </w:r>
    </w:p>
    <w:p w14:paraId="47315BBA" w14:textId="77777777" w:rsidR="006619BB" w:rsidRPr="00DA0C3B" w:rsidRDefault="006619BB" w:rsidP="00163173">
      <w:pPr>
        <w:pStyle w:val="DocumentClient"/>
        <w:framePr w:hSpace="0" w:wrap="auto" w:vAnchor="margin" w:yAlign="inline"/>
        <w:ind w:left="0"/>
      </w:pPr>
      <w:r w:rsidRPr="00DA0C3B">
        <w:t>Prepared by Princeton Survey Research Associates International</w:t>
      </w:r>
    </w:p>
    <w:p w14:paraId="4B98CE7A" w14:textId="4ADD9035" w:rsidR="006619BB" w:rsidRPr="00DA0C3B" w:rsidRDefault="002A363E" w:rsidP="00163173">
      <w:pPr>
        <w:pStyle w:val="DocumentDate"/>
        <w:framePr w:hSpace="0" w:wrap="auto" w:vAnchor="margin" w:yAlign="inline"/>
        <w:spacing w:after="480"/>
        <w:ind w:left="0"/>
      </w:pPr>
      <w:r>
        <w:t>June</w:t>
      </w:r>
      <w:r w:rsidR="003F4E51" w:rsidRPr="00DA0C3B">
        <w:t xml:space="preserve"> 201</w:t>
      </w:r>
      <w:r w:rsidR="008B5FE0">
        <w:t>7</w:t>
      </w:r>
    </w:p>
    <w:p w14:paraId="40360B57" w14:textId="77777777" w:rsidR="006619BB" w:rsidRPr="00DA0C3B" w:rsidRDefault="006619BB" w:rsidP="006619BB">
      <w:pPr>
        <w:pStyle w:val="BodyofReport"/>
        <w:ind w:firstLine="0"/>
      </w:pPr>
    </w:p>
    <w:p w14:paraId="745DED75" w14:textId="32C9282D" w:rsidR="00D25B92" w:rsidRPr="00591F8A" w:rsidRDefault="00A41B71" w:rsidP="009519E3">
      <w:pPr>
        <w:pStyle w:val="BodyofReport"/>
      </w:pPr>
      <w:r w:rsidRPr="00DA0C3B">
        <w:t>The PSRAI</w:t>
      </w:r>
      <w:r w:rsidR="00396450" w:rsidRPr="00DA0C3B">
        <w:t xml:space="preserve"> </w:t>
      </w:r>
      <w:r w:rsidR="008949EF">
        <w:t>June</w:t>
      </w:r>
      <w:r w:rsidR="003F4E51" w:rsidRPr="00DA0C3B">
        <w:t xml:space="preserve"> </w:t>
      </w:r>
      <w:r w:rsidR="00B24C1B" w:rsidRPr="00DA0C3B">
        <w:t>2</w:t>
      </w:r>
      <w:r w:rsidR="00D25B92" w:rsidRPr="00DA0C3B">
        <w:t>01</w:t>
      </w:r>
      <w:r w:rsidR="008B5FE0">
        <w:t>7</w:t>
      </w:r>
      <w:r w:rsidR="00B91998" w:rsidRPr="00DA0C3B">
        <w:t xml:space="preserve"> Omnibus </w:t>
      </w:r>
      <w:r w:rsidR="00B91998" w:rsidRPr="00A43EBE">
        <w:t xml:space="preserve">Week </w:t>
      </w:r>
      <w:r w:rsidR="00C262DF">
        <w:t>4</w:t>
      </w:r>
      <w:r w:rsidR="008949EF">
        <w:t xml:space="preserve"> </w:t>
      </w:r>
      <w:r w:rsidR="00D25B92" w:rsidRPr="00A43EBE">
        <w:t xml:space="preserve">obtained telephone interviews with a nationally representative sample of </w:t>
      </w:r>
      <w:r w:rsidR="00DA0C3B" w:rsidRPr="00A43EBE">
        <w:t>1,</w:t>
      </w:r>
      <w:r w:rsidR="000B5BAC" w:rsidRPr="00A43EBE">
        <w:t>0</w:t>
      </w:r>
      <w:r w:rsidR="00A43EBE" w:rsidRPr="00A43EBE">
        <w:t>0</w:t>
      </w:r>
      <w:r w:rsidR="00C262DF">
        <w:t>2</w:t>
      </w:r>
      <w:r w:rsidR="008C6462" w:rsidRPr="00A43EBE">
        <w:t xml:space="preserve"> </w:t>
      </w:r>
      <w:r w:rsidR="00D25B92" w:rsidRPr="00A43EBE">
        <w:t>adults living in the continental United States. Telephone interviews were conducted by landline (</w:t>
      </w:r>
      <w:r w:rsidR="00A43EBE" w:rsidRPr="00A43EBE">
        <w:t>50</w:t>
      </w:r>
      <w:r w:rsidR="008949EF">
        <w:t>0</w:t>
      </w:r>
      <w:r w:rsidR="00D25B92" w:rsidRPr="00A43EBE">
        <w:t>) and cell phone (</w:t>
      </w:r>
      <w:r w:rsidR="00A43EBE" w:rsidRPr="00A43EBE">
        <w:t>50</w:t>
      </w:r>
      <w:r w:rsidR="00C262DF">
        <w:t>2</w:t>
      </w:r>
      <w:r w:rsidR="00B63B40" w:rsidRPr="00A43EBE">
        <w:t xml:space="preserve">, including </w:t>
      </w:r>
      <w:r w:rsidR="008949EF">
        <w:t>3</w:t>
      </w:r>
      <w:r w:rsidR="00C262DF">
        <w:t>2</w:t>
      </w:r>
      <w:r w:rsidR="008949EF">
        <w:t>9</w:t>
      </w:r>
      <w:r w:rsidR="00D229AB" w:rsidRPr="00A43EBE">
        <w:t xml:space="preserve"> </w:t>
      </w:r>
      <w:r w:rsidR="00D25B92" w:rsidRPr="00A43EBE">
        <w:t xml:space="preserve">without a landline phone). </w:t>
      </w:r>
      <w:r w:rsidR="00B11355" w:rsidRPr="00A43EBE">
        <w:t>The survey was conducted by Princeton Survey Research Associates International (PSRA</w:t>
      </w:r>
      <w:bookmarkStart w:id="0" w:name="_GoBack"/>
      <w:bookmarkEnd w:id="0"/>
      <w:r w:rsidR="00B11355" w:rsidRPr="00A43EBE">
        <w:t xml:space="preserve">I). Interviews were done in English </w:t>
      </w:r>
      <w:r w:rsidR="00256944" w:rsidRPr="00A43EBE">
        <w:t xml:space="preserve">and Spanish </w:t>
      </w:r>
      <w:r w:rsidR="00B11355" w:rsidRPr="00A43EBE">
        <w:t>by</w:t>
      </w:r>
      <w:r w:rsidR="004E0EDB" w:rsidRPr="00A43EBE">
        <w:t xml:space="preserve"> </w:t>
      </w:r>
      <w:r w:rsidR="002D3615" w:rsidRPr="00A43EBE">
        <w:t>Princeton Data Source</w:t>
      </w:r>
      <w:r w:rsidR="000773CA" w:rsidRPr="00A43EBE">
        <w:t xml:space="preserve"> </w:t>
      </w:r>
      <w:r w:rsidR="00C262DF">
        <w:t xml:space="preserve">(959) and SSI (43) </w:t>
      </w:r>
      <w:r w:rsidR="00594051" w:rsidRPr="00A43EBE">
        <w:t xml:space="preserve">from </w:t>
      </w:r>
      <w:r w:rsidR="008949EF">
        <w:t xml:space="preserve">June </w:t>
      </w:r>
      <w:r w:rsidR="00C262DF">
        <w:t>22-25</w:t>
      </w:r>
      <w:r w:rsidR="008B5FE0" w:rsidRPr="00A43EBE">
        <w:t>, 2017</w:t>
      </w:r>
      <w:r w:rsidR="00D229AB" w:rsidRPr="00A43EBE">
        <w:t xml:space="preserve">. </w:t>
      </w:r>
      <w:r w:rsidR="00D25B92" w:rsidRPr="00A43EBE">
        <w:t>Statistical results are weighted to correct known</w:t>
      </w:r>
      <w:r w:rsidR="00D25B92" w:rsidRPr="00DA0C3B">
        <w:t xml:space="preserve"> demographic discrepancies. The margin of sampling</w:t>
      </w:r>
      <w:r w:rsidR="00D25B92" w:rsidRPr="003638FC">
        <w:t xml:space="preserve"> error for the complete set of weighted data is ±</w:t>
      </w:r>
      <w:r w:rsidR="007F4B7F" w:rsidRPr="003638FC">
        <w:t xml:space="preserve"> </w:t>
      </w:r>
      <w:r w:rsidR="00156954">
        <w:t>3.</w:t>
      </w:r>
      <w:r w:rsidR="008949EF">
        <w:t xml:space="preserve">7 </w:t>
      </w:r>
      <w:r w:rsidR="00D25B92" w:rsidRPr="003638FC">
        <w:t>percentage points.</w:t>
      </w:r>
      <w:r w:rsidR="00E51C7E" w:rsidRPr="00591F8A">
        <w:t xml:space="preserve"> </w:t>
      </w:r>
    </w:p>
    <w:sectPr w:rsidR="00D25B92" w:rsidRPr="00591F8A" w:rsidSect="00F26D49">
      <w:footerReference w:type="even" r:id="rId8"/>
      <w:footerReference w:type="default" r:id="rId9"/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0100D" w14:textId="77777777" w:rsidR="008E2264" w:rsidRDefault="008E2264">
      <w:r>
        <w:separator/>
      </w:r>
    </w:p>
  </w:endnote>
  <w:endnote w:type="continuationSeparator" w:id="0">
    <w:p w14:paraId="4B0C29D6" w14:textId="77777777" w:rsidR="008E2264" w:rsidRDefault="008E2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DF130" w14:textId="77777777" w:rsidR="00E663AE" w:rsidRDefault="00E663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3AB9D9" w14:textId="77777777" w:rsidR="00E663AE" w:rsidRDefault="00E663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4D6A4" w14:textId="77777777" w:rsidR="00E663AE" w:rsidRDefault="00E663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02F3">
      <w:rPr>
        <w:rStyle w:val="PageNumber"/>
        <w:noProof/>
      </w:rPr>
      <w:t>2</w:t>
    </w:r>
    <w:r>
      <w:rPr>
        <w:rStyle w:val="PageNumber"/>
      </w:rPr>
      <w:fldChar w:fldCharType="end"/>
    </w:r>
  </w:p>
  <w:p w14:paraId="785B07D3" w14:textId="77777777" w:rsidR="00E663AE" w:rsidRDefault="00E663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EFEE1" w14:textId="77777777" w:rsidR="008E2264" w:rsidRDefault="008E2264">
      <w:r>
        <w:separator/>
      </w:r>
    </w:p>
  </w:footnote>
  <w:footnote w:type="continuationSeparator" w:id="0">
    <w:p w14:paraId="5B86F2F4" w14:textId="77777777" w:rsidR="008E2264" w:rsidRDefault="008E2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773FD"/>
    <w:multiLevelType w:val="hybridMultilevel"/>
    <w:tmpl w:val="FBE88BC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72"/>
    <w:rsid w:val="000021E7"/>
    <w:rsid w:val="00005B98"/>
    <w:rsid w:val="00007A41"/>
    <w:rsid w:val="00007C3F"/>
    <w:rsid w:val="00011612"/>
    <w:rsid w:val="000121BB"/>
    <w:rsid w:val="0001435D"/>
    <w:rsid w:val="00016FEF"/>
    <w:rsid w:val="0002104A"/>
    <w:rsid w:val="00021AA9"/>
    <w:rsid w:val="00021B01"/>
    <w:rsid w:val="000225FC"/>
    <w:rsid w:val="00023842"/>
    <w:rsid w:val="00025930"/>
    <w:rsid w:val="0002665A"/>
    <w:rsid w:val="00026A8A"/>
    <w:rsid w:val="000270E6"/>
    <w:rsid w:val="00030D23"/>
    <w:rsid w:val="00030D35"/>
    <w:rsid w:val="000315C6"/>
    <w:rsid w:val="00033809"/>
    <w:rsid w:val="00037D4A"/>
    <w:rsid w:val="000412A2"/>
    <w:rsid w:val="000412EB"/>
    <w:rsid w:val="0004146E"/>
    <w:rsid w:val="00044D12"/>
    <w:rsid w:val="00044DFC"/>
    <w:rsid w:val="00045158"/>
    <w:rsid w:val="00050DF1"/>
    <w:rsid w:val="00052F58"/>
    <w:rsid w:val="0005360C"/>
    <w:rsid w:val="00056770"/>
    <w:rsid w:val="00057567"/>
    <w:rsid w:val="00057BF3"/>
    <w:rsid w:val="000629BE"/>
    <w:rsid w:val="00065AE3"/>
    <w:rsid w:val="00070454"/>
    <w:rsid w:val="00070B6E"/>
    <w:rsid w:val="00070E07"/>
    <w:rsid w:val="00072D1D"/>
    <w:rsid w:val="000741D6"/>
    <w:rsid w:val="00074D7D"/>
    <w:rsid w:val="00075EB8"/>
    <w:rsid w:val="000773CA"/>
    <w:rsid w:val="00083D69"/>
    <w:rsid w:val="00090193"/>
    <w:rsid w:val="00092474"/>
    <w:rsid w:val="00093439"/>
    <w:rsid w:val="000938C5"/>
    <w:rsid w:val="000A4FC3"/>
    <w:rsid w:val="000A7BA0"/>
    <w:rsid w:val="000B14D9"/>
    <w:rsid w:val="000B2F74"/>
    <w:rsid w:val="000B2F94"/>
    <w:rsid w:val="000B3188"/>
    <w:rsid w:val="000B50E3"/>
    <w:rsid w:val="000B5BAC"/>
    <w:rsid w:val="000B6883"/>
    <w:rsid w:val="000C01CC"/>
    <w:rsid w:val="000C1374"/>
    <w:rsid w:val="000C1FEF"/>
    <w:rsid w:val="000C28AF"/>
    <w:rsid w:val="000C34F7"/>
    <w:rsid w:val="000C4CFF"/>
    <w:rsid w:val="000C4E36"/>
    <w:rsid w:val="000D03FC"/>
    <w:rsid w:val="000D7392"/>
    <w:rsid w:val="000E02FF"/>
    <w:rsid w:val="000F0B4F"/>
    <w:rsid w:val="000F198F"/>
    <w:rsid w:val="000F322F"/>
    <w:rsid w:val="000F4CEB"/>
    <w:rsid w:val="000F6120"/>
    <w:rsid w:val="000F7DEE"/>
    <w:rsid w:val="001014B5"/>
    <w:rsid w:val="00103593"/>
    <w:rsid w:val="00111706"/>
    <w:rsid w:val="00116FA2"/>
    <w:rsid w:val="00120E3C"/>
    <w:rsid w:val="001231E3"/>
    <w:rsid w:val="00130280"/>
    <w:rsid w:val="00131799"/>
    <w:rsid w:val="00132B0C"/>
    <w:rsid w:val="001362BA"/>
    <w:rsid w:val="0013635E"/>
    <w:rsid w:val="00136716"/>
    <w:rsid w:val="00143ECE"/>
    <w:rsid w:val="001463B9"/>
    <w:rsid w:val="00146C75"/>
    <w:rsid w:val="001527D9"/>
    <w:rsid w:val="00156954"/>
    <w:rsid w:val="00157883"/>
    <w:rsid w:val="00163173"/>
    <w:rsid w:val="00164CC2"/>
    <w:rsid w:val="00173D1C"/>
    <w:rsid w:val="001759FD"/>
    <w:rsid w:val="00175CEC"/>
    <w:rsid w:val="00177F24"/>
    <w:rsid w:val="00182CA7"/>
    <w:rsid w:val="00186E29"/>
    <w:rsid w:val="00190979"/>
    <w:rsid w:val="00190F07"/>
    <w:rsid w:val="00191961"/>
    <w:rsid w:val="0019235E"/>
    <w:rsid w:val="00192741"/>
    <w:rsid w:val="001A24B1"/>
    <w:rsid w:val="001A672F"/>
    <w:rsid w:val="001B0BDB"/>
    <w:rsid w:val="001B1B36"/>
    <w:rsid w:val="001B3E1B"/>
    <w:rsid w:val="001B428F"/>
    <w:rsid w:val="001B71BB"/>
    <w:rsid w:val="001C1DD4"/>
    <w:rsid w:val="001C31FE"/>
    <w:rsid w:val="001C5024"/>
    <w:rsid w:val="001C5067"/>
    <w:rsid w:val="001C71AB"/>
    <w:rsid w:val="001D115E"/>
    <w:rsid w:val="001D2280"/>
    <w:rsid w:val="001D407A"/>
    <w:rsid w:val="001D74E3"/>
    <w:rsid w:val="001E0D82"/>
    <w:rsid w:val="001E3070"/>
    <w:rsid w:val="001E4EF6"/>
    <w:rsid w:val="001E4F6C"/>
    <w:rsid w:val="001E6B63"/>
    <w:rsid w:val="001E749A"/>
    <w:rsid w:val="001F0B0B"/>
    <w:rsid w:val="001F1628"/>
    <w:rsid w:val="001F26DE"/>
    <w:rsid w:val="001F33EF"/>
    <w:rsid w:val="001F3A26"/>
    <w:rsid w:val="002102F3"/>
    <w:rsid w:val="00211B95"/>
    <w:rsid w:val="00213E56"/>
    <w:rsid w:val="002143A9"/>
    <w:rsid w:val="00216E22"/>
    <w:rsid w:val="00216FBB"/>
    <w:rsid w:val="00220942"/>
    <w:rsid w:val="00220A73"/>
    <w:rsid w:val="00220AF8"/>
    <w:rsid w:val="00225B39"/>
    <w:rsid w:val="00234AAD"/>
    <w:rsid w:val="00235E22"/>
    <w:rsid w:val="00237DDA"/>
    <w:rsid w:val="00242CE4"/>
    <w:rsid w:val="00242E42"/>
    <w:rsid w:val="00244123"/>
    <w:rsid w:val="00250F0D"/>
    <w:rsid w:val="00255430"/>
    <w:rsid w:val="00255B0E"/>
    <w:rsid w:val="00255E5B"/>
    <w:rsid w:val="00256944"/>
    <w:rsid w:val="00256B79"/>
    <w:rsid w:val="00257042"/>
    <w:rsid w:val="00257E51"/>
    <w:rsid w:val="0026323F"/>
    <w:rsid w:val="0026513D"/>
    <w:rsid w:val="00265327"/>
    <w:rsid w:val="0027751D"/>
    <w:rsid w:val="00282084"/>
    <w:rsid w:val="002832B9"/>
    <w:rsid w:val="00283341"/>
    <w:rsid w:val="00286280"/>
    <w:rsid w:val="00292068"/>
    <w:rsid w:val="00293555"/>
    <w:rsid w:val="002956AB"/>
    <w:rsid w:val="002A1A87"/>
    <w:rsid w:val="002A29A7"/>
    <w:rsid w:val="002A363E"/>
    <w:rsid w:val="002A47C6"/>
    <w:rsid w:val="002A65D6"/>
    <w:rsid w:val="002A7A70"/>
    <w:rsid w:val="002B0288"/>
    <w:rsid w:val="002B37FF"/>
    <w:rsid w:val="002C1662"/>
    <w:rsid w:val="002C20DA"/>
    <w:rsid w:val="002C2A77"/>
    <w:rsid w:val="002C666C"/>
    <w:rsid w:val="002D0512"/>
    <w:rsid w:val="002D07DA"/>
    <w:rsid w:val="002D081D"/>
    <w:rsid w:val="002D27AC"/>
    <w:rsid w:val="002D3615"/>
    <w:rsid w:val="002D404E"/>
    <w:rsid w:val="002D49B0"/>
    <w:rsid w:val="002E04E8"/>
    <w:rsid w:val="002E0692"/>
    <w:rsid w:val="002E0CA7"/>
    <w:rsid w:val="002E502D"/>
    <w:rsid w:val="002F4622"/>
    <w:rsid w:val="002F722A"/>
    <w:rsid w:val="003056F2"/>
    <w:rsid w:val="003059F0"/>
    <w:rsid w:val="00310C09"/>
    <w:rsid w:val="003138FA"/>
    <w:rsid w:val="00315D37"/>
    <w:rsid w:val="00317A56"/>
    <w:rsid w:val="00317B28"/>
    <w:rsid w:val="003218A3"/>
    <w:rsid w:val="00321B89"/>
    <w:rsid w:val="00323D7B"/>
    <w:rsid w:val="00324C8C"/>
    <w:rsid w:val="003256FE"/>
    <w:rsid w:val="0032608C"/>
    <w:rsid w:val="00330292"/>
    <w:rsid w:val="00331C6E"/>
    <w:rsid w:val="00332582"/>
    <w:rsid w:val="00340FA6"/>
    <w:rsid w:val="0034573F"/>
    <w:rsid w:val="00345804"/>
    <w:rsid w:val="003505FC"/>
    <w:rsid w:val="00350633"/>
    <w:rsid w:val="00352394"/>
    <w:rsid w:val="0035495E"/>
    <w:rsid w:val="00361677"/>
    <w:rsid w:val="00361B32"/>
    <w:rsid w:val="003638FC"/>
    <w:rsid w:val="00370C3E"/>
    <w:rsid w:val="003722A1"/>
    <w:rsid w:val="003727D1"/>
    <w:rsid w:val="00373AE8"/>
    <w:rsid w:val="003746D9"/>
    <w:rsid w:val="00376AFF"/>
    <w:rsid w:val="00380937"/>
    <w:rsid w:val="0038584B"/>
    <w:rsid w:val="003858B4"/>
    <w:rsid w:val="00390773"/>
    <w:rsid w:val="00391FE3"/>
    <w:rsid w:val="00394F9F"/>
    <w:rsid w:val="00395620"/>
    <w:rsid w:val="00396450"/>
    <w:rsid w:val="00396C4F"/>
    <w:rsid w:val="00397AF5"/>
    <w:rsid w:val="003A360F"/>
    <w:rsid w:val="003A5D4F"/>
    <w:rsid w:val="003A68C0"/>
    <w:rsid w:val="003A7B8B"/>
    <w:rsid w:val="003B0E75"/>
    <w:rsid w:val="003B6AC1"/>
    <w:rsid w:val="003C3DB8"/>
    <w:rsid w:val="003C4A0C"/>
    <w:rsid w:val="003D0D05"/>
    <w:rsid w:val="003D1323"/>
    <w:rsid w:val="003D1A70"/>
    <w:rsid w:val="003D2DA6"/>
    <w:rsid w:val="003D4CBC"/>
    <w:rsid w:val="003D549E"/>
    <w:rsid w:val="003E036B"/>
    <w:rsid w:val="003E0546"/>
    <w:rsid w:val="003E14D1"/>
    <w:rsid w:val="003E55E2"/>
    <w:rsid w:val="003F0A20"/>
    <w:rsid w:val="003F25B3"/>
    <w:rsid w:val="003F4C11"/>
    <w:rsid w:val="003F4E51"/>
    <w:rsid w:val="00403581"/>
    <w:rsid w:val="00410DC5"/>
    <w:rsid w:val="00410ED0"/>
    <w:rsid w:val="00411CA2"/>
    <w:rsid w:val="00412B7C"/>
    <w:rsid w:val="00417FEB"/>
    <w:rsid w:val="00420D06"/>
    <w:rsid w:val="0042313D"/>
    <w:rsid w:val="004231FC"/>
    <w:rsid w:val="0042541A"/>
    <w:rsid w:val="00433DD0"/>
    <w:rsid w:val="004355FC"/>
    <w:rsid w:val="00437D4A"/>
    <w:rsid w:val="00450E61"/>
    <w:rsid w:val="0045274F"/>
    <w:rsid w:val="004549EB"/>
    <w:rsid w:val="00455308"/>
    <w:rsid w:val="00456E5B"/>
    <w:rsid w:val="004579C2"/>
    <w:rsid w:val="00457C71"/>
    <w:rsid w:val="004614B5"/>
    <w:rsid w:val="0046253A"/>
    <w:rsid w:val="004718D4"/>
    <w:rsid w:val="00472367"/>
    <w:rsid w:val="00472941"/>
    <w:rsid w:val="00476965"/>
    <w:rsid w:val="004802B7"/>
    <w:rsid w:val="00482FE7"/>
    <w:rsid w:val="00483824"/>
    <w:rsid w:val="00486995"/>
    <w:rsid w:val="00486FF3"/>
    <w:rsid w:val="00490CF4"/>
    <w:rsid w:val="00491EFD"/>
    <w:rsid w:val="004922E1"/>
    <w:rsid w:val="004A14C9"/>
    <w:rsid w:val="004A79C1"/>
    <w:rsid w:val="004B14C2"/>
    <w:rsid w:val="004B2CBA"/>
    <w:rsid w:val="004B3F0B"/>
    <w:rsid w:val="004B6EBA"/>
    <w:rsid w:val="004C4823"/>
    <w:rsid w:val="004D0ADC"/>
    <w:rsid w:val="004D1E08"/>
    <w:rsid w:val="004D2DF9"/>
    <w:rsid w:val="004D59F8"/>
    <w:rsid w:val="004D5EC2"/>
    <w:rsid w:val="004E0EDB"/>
    <w:rsid w:val="004E1722"/>
    <w:rsid w:val="004E2034"/>
    <w:rsid w:val="004E2AA4"/>
    <w:rsid w:val="004E49E3"/>
    <w:rsid w:val="004F45FF"/>
    <w:rsid w:val="004F5EBA"/>
    <w:rsid w:val="004F61D9"/>
    <w:rsid w:val="004F6648"/>
    <w:rsid w:val="005007A5"/>
    <w:rsid w:val="005022A4"/>
    <w:rsid w:val="00506C34"/>
    <w:rsid w:val="00510501"/>
    <w:rsid w:val="00515EF8"/>
    <w:rsid w:val="0051669C"/>
    <w:rsid w:val="00517C68"/>
    <w:rsid w:val="0052110F"/>
    <w:rsid w:val="00521245"/>
    <w:rsid w:val="005219D3"/>
    <w:rsid w:val="00523030"/>
    <w:rsid w:val="00524448"/>
    <w:rsid w:val="00533969"/>
    <w:rsid w:val="00536C12"/>
    <w:rsid w:val="00536D27"/>
    <w:rsid w:val="0055035A"/>
    <w:rsid w:val="00551108"/>
    <w:rsid w:val="00553F6B"/>
    <w:rsid w:val="00554C42"/>
    <w:rsid w:val="00554DFB"/>
    <w:rsid w:val="005566C9"/>
    <w:rsid w:val="00556B8F"/>
    <w:rsid w:val="00557AD9"/>
    <w:rsid w:val="00560288"/>
    <w:rsid w:val="005614D9"/>
    <w:rsid w:val="00564385"/>
    <w:rsid w:val="0057363B"/>
    <w:rsid w:val="00573A62"/>
    <w:rsid w:val="005759EF"/>
    <w:rsid w:val="005773A5"/>
    <w:rsid w:val="00580868"/>
    <w:rsid w:val="0058225B"/>
    <w:rsid w:val="00583BDE"/>
    <w:rsid w:val="00583E4B"/>
    <w:rsid w:val="00585798"/>
    <w:rsid w:val="00590966"/>
    <w:rsid w:val="00590C09"/>
    <w:rsid w:val="005916A8"/>
    <w:rsid w:val="005918DA"/>
    <w:rsid w:val="00591E81"/>
    <w:rsid w:val="00591F8A"/>
    <w:rsid w:val="00594051"/>
    <w:rsid w:val="00595048"/>
    <w:rsid w:val="00596462"/>
    <w:rsid w:val="0059773E"/>
    <w:rsid w:val="005A3A8D"/>
    <w:rsid w:val="005B1FCC"/>
    <w:rsid w:val="005B3131"/>
    <w:rsid w:val="005B4407"/>
    <w:rsid w:val="005B4D57"/>
    <w:rsid w:val="005B5160"/>
    <w:rsid w:val="005B7CFB"/>
    <w:rsid w:val="005B7D30"/>
    <w:rsid w:val="005B7EE3"/>
    <w:rsid w:val="005C6028"/>
    <w:rsid w:val="005C7C90"/>
    <w:rsid w:val="005D1FBA"/>
    <w:rsid w:val="005D36CC"/>
    <w:rsid w:val="005D434D"/>
    <w:rsid w:val="005D7F54"/>
    <w:rsid w:val="005E053D"/>
    <w:rsid w:val="005E0E64"/>
    <w:rsid w:val="005E29FC"/>
    <w:rsid w:val="005E2DF4"/>
    <w:rsid w:val="005E7DE0"/>
    <w:rsid w:val="005F4136"/>
    <w:rsid w:val="0060289D"/>
    <w:rsid w:val="00604096"/>
    <w:rsid w:val="00605F21"/>
    <w:rsid w:val="00606D26"/>
    <w:rsid w:val="00610F8D"/>
    <w:rsid w:val="00612E12"/>
    <w:rsid w:val="00613417"/>
    <w:rsid w:val="0061555E"/>
    <w:rsid w:val="00617D7D"/>
    <w:rsid w:val="00621ACB"/>
    <w:rsid w:val="00623788"/>
    <w:rsid w:val="0062404E"/>
    <w:rsid w:val="00627230"/>
    <w:rsid w:val="00631383"/>
    <w:rsid w:val="0063458C"/>
    <w:rsid w:val="0063530C"/>
    <w:rsid w:val="00635942"/>
    <w:rsid w:val="0063594F"/>
    <w:rsid w:val="00637719"/>
    <w:rsid w:val="00637B08"/>
    <w:rsid w:val="00637EBD"/>
    <w:rsid w:val="00642F0E"/>
    <w:rsid w:val="00644E19"/>
    <w:rsid w:val="00646625"/>
    <w:rsid w:val="006469EB"/>
    <w:rsid w:val="006510CC"/>
    <w:rsid w:val="00651A22"/>
    <w:rsid w:val="00651ABF"/>
    <w:rsid w:val="00655A8D"/>
    <w:rsid w:val="00655F47"/>
    <w:rsid w:val="006565F0"/>
    <w:rsid w:val="006574D9"/>
    <w:rsid w:val="006579F4"/>
    <w:rsid w:val="006619BB"/>
    <w:rsid w:val="00663462"/>
    <w:rsid w:val="00663B9E"/>
    <w:rsid w:val="00664AD3"/>
    <w:rsid w:val="00664C25"/>
    <w:rsid w:val="006660C2"/>
    <w:rsid w:val="0066695C"/>
    <w:rsid w:val="00670382"/>
    <w:rsid w:val="00675DD6"/>
    <w:rsid w:val="00676ECA"/>
    <w:rsid w:val="006806AB"/>
    <w:rsid w:val="00685614"/>
    <w:rsid w:val="006856F9"/>
    <w:rsid w:val="00686D59"/>
    <w:rsid w:val="00693612"/>
    <w:rsid w:val="00696461"/>
    <w:rsid w:val="006A0EC4"/>
    <w:rsid w:val="006A0F4C"/>
    <w:rsid w:val="006A2BB5"/>
    <w:rsid w:val="006A43FD"/>
    <w:rsid w:val="006A4A3E"/>
    <w:rsid w:val="006A5276"/>
    <w:rsid w:val="006B16F6"/>
    <w:rsid w:val="006B56F0"/>
    <w:rsid w:val="006B5CFA"/>
    <w:rsid w:val="006B6270"/>
    <w:rsid w:val="006C2CB5"/>
    <w:rsid w:val="006C61BB"/>
    <w:rsid w:val="006C64EB"/>
    <w:rsid w:val="006D0D3B"/>
    <w:rsid w:val="006D18E8"/>
    <w:rsid w:val="006D55E6"/>
    <w:rsid w:val="006D6F57"/>
    <w:rsid w:val="006E412D"/>
    <w:rsid w:val="006E5E38"/>
    <w:rsid w:val="006E6193"/>
    <w:rsid w:val="006F0E61"/>
    <w:rsid w:val="006F2C34"/>
    <w:rsid w:val="006F3C2C"/>
    <w:rsid w:val="006F587D"/>
    <w:rsid w:val="006F6BEE"/>
    <w:rsid w:val="00700474"/>
    <w:rsid w:val="00701E23"/>
    <w:rsid w:val="00702B74"/>
    <w:rsid w:val="007045E6"/>
    <w:rsid w:val="00705087"/>
    <w:rsid w:val="007125E9"/>
    <w:rsid w:val="00712C2A"/>
    <w:rsid w:val="007160A3"/>
    <w:rsid w:val="0072007A"/>
    <w:rsid w:val="00722D1A"/>
    <w:rsid w:val="0072330D"/>
    <w:rsid w:val="00726987"/>
    <w:rsid w:val="0072702B"/>
    <w:rsid w:val="00734ED9"/>
    <w:rsid w:val="0073658A"/>
    <w:rsid w:val="00736D52"/>
    <w:rsid w:val="00740356"/>
    <w:rsid w:val="00740E52"/>
    <w:rsid w:val="00743722"/>
    <w:rsid w:val="007600C8"/>
    <w:rsid w:val="00762AE3"/>
    <w:rsid w:val="00763A47"/>
    <w:rsid w:val="00772D8D"/>
    <w:rsid w:val="00774515"/>
    <w:rsid w:val="007776D0"/>
    <w:rsid w:val="007829FA"/>
    <w:rsid w:val="00784348"/>
    <w:rsid w:val="00793D39"/>
    <w:rsid w:val="00794106"/>
    <w:rsid w:val="007951E8"/>
    <w:rsid w:val="007A2AC0"/>
    <w:rsid w:val="007A2DE2"/>
    <w:rsid w:val="007A383F"/>
    <w:rsid w:val="007A4974"/>
    <w:rsid w:val="007A6FFB"/>
    <w:rsid w:val="007A7974"/>
    <w:rsid w:val="007B0299"/>
    <w:rsid w:val="007B16D9"/>
    <w:rsid w:val="007B2019"/>
    <w:rsid w:val="007B28B2"/>
    <w:rsid w:val="007B5C0D"/>
    <w:rsid w:val="007B750B"/>
    <w:rsid w:val="007C0873"/>
    <w:rsid w:val="007D3DB5"/>
    <w:rsid w:val="007D4577"/>
    <w:rsid w:val="007E5B89"/>
    <w:rsid w:val="007F2FD8"/>
    <w:rsid w:val="007F4B7F"/>
    <w:rsid w:val="00800EE4"/>
    <w:rsid w:val="00802416"/>
    <w:rsid w:val="00802B68"/>
    <w:rsid w:val="00805698"/>
    <w:rsid w:val="00805896"/>
    <w:rsid w:val="00807199"/>
    <w:rsid w:val="00810DC7"/>
    <w:rsid w:val="00812941"/>
    <w:rsid w:val="00813481"/>
    <w:rsid w:val="0081350B"/>
    <w:rsid w:val="0081385B"/>
    <w:rsid w:val="00814729"/>
    <w:rsid w:val="008153FA"/>
    <w:rsid w:val="008163B0"/>
    <w:rsid w:val="008212E9"/>
    <w:rsid w:val="0082313E"/>
    <w:rsid w:val="0082359D"/>
    <w:rsid w:val="00827269"/>
    <w:rsid w:val="0083086A"/>
    <w:rsid w:val="00835237"/>
    <w:rsid w:val="00835534"/>
    <w:rsid w:val="00836EA5"/>
    <w:rsid w:val="00837168"/>
    <w:rsid w:val="00837B1F"/>
    <w:rsid w:val="00841D2D"/>
    <w:rsid w:val="0084225A"/>
    <w:rsid w:val="00847E6E"/>
    <w:rsid w:val="00850830"/>
    <w:rsid w:val="008527FB"/>
    <w:rsid w:val="0085385B"/>
    <w:rsid w:val="0085407B"/>
    <w:rsid w:val="00854ACD"/>
    <w:rsid w:val="0085501B"/>
    <w:rsid w:val="0085524B"/>
    <w:rsid w:val="00861E4D"/>
    <w:rsid w:val="00864857"/>
    <w:rsid w:val="00865B1C"/>
    <w:rsid w:val="00865CC9"/>
    <w:rsid w:val="00866048"/>
    <w:rsid w:val="0086790A"/>
    <w:rsid w:val="008722B0"/>
    <w:rsid w:val="00872701"/>
    <w:rsid w:val="008727F6"/>
    <w:rsid w:val="008728DB"/>
    <w:rsid w:val="008729EE"/>
    <w:rsid w:val="0088021B"/>
    <w:rsid w:val="00884566"/>
    <w:rsid w:val="008847B9"/>
    <w:rsid w:val="00893378"/>
    <w:rsid w:val="008949EF"/>
    <w:rsid w:val="00895B18"/>
    <w:rsid w:val="008966C9"/>
    <w:rsid w:val="008A02DD"/>
    <w:rsid w:val="008A0F23"/>
    <w:rsid w:val="008A6C75"/>
    <w:rsid w:val="008A7701"/>
    <w:rsid w:val="008B0468"/>
    <w:rsid w:val="008B367A"/>
    <w:rsid w:val="008B54E9"/>
    <w:rsid w:val="008B5FE0"/>
    <w:rsid w:val="008B6C09"/>
    <w:rsid w:val="008B6C98"/>
    <w:rsid w:val="008C5ABE"/>
    <w:rsid w:val="008C6462"/>
    <w:rsid w:val="008C741A"/>
    <w:rsid w:val="008D231D"/>
    <w:rsid w:val="008D415B"/>
    <w:rsid w:val="008D6058"/>
    <w:rsid w:val="008D7F91"/>
    <w:rsid w:val="008E1768"/>
    <w:rsid w:val="008E1B6A"/>
    <w:rsid w:val="008E2264"/>
    <w:rsid w:val="008E33F6"/>
    <w:rsid w:val="008E3900"/>
    <w:rsid w:val="008E51CF"/>
    <w:rsid w:val="008F3060"/>
    <w:rsid w:val="008F40BC"/>
    <w:rsid w:val="009047F2"/>
    <w:rsid w:val="00910210"/>
    <w:rsid w:val="00910802"/>
    <w:rsid w:val="00920038"/>
    <w:rsid w:val="009242C7"/>
    <w:rsid w:val="00930D62"/>
    <w:rsid w:val="009357C6"/>
    <w:rsid w:val="00936420"/>
    <w:rsid w:val="009409C6"/>
    <w:rsid w:val="009413A7"/>
    <w:rsid w:val="00944CD4"/>
    <w:rsid w:val="00945499"/>
    <w:rsid w:val="009519E3"/>
    <w:rsid w:val="00954798"/>
    <w:rsid w:val="0095560B"/>
    <w:rsid w:val="00955B62"/>
    <w:rsid w:val="00962735"/>
    <w:rsid w:val="00962FED"/>
    <w:rsid w:val="0096314D"/>
    <w:rsid w:val="009645EB"/>
    <w:rsid w:val="00970304"/>
    <w:rsid w:val="0097199A"/>
    <w:rsid w:val="00972B15"/>
    <w:rsid w:val="00974654"/>
    <w:rsid w:val="0097655F"/>
    <w:rsid w:val="009810F3"/>
    <w:rsid w:val="0098176C"/>
    <w:rsid w:val="009848BF"/>
    <w:rsid w:val="0099056E"/>
    <w:rsid w:val="00991442"/>
    <w:rsid w:val="00991660"/>
    <w:rsid w:val="0099256E"/>
    <w:rsid w:val="00995F82"/>
    <w:rsid w:val="009A5693"/>
    <w:rsid w:val="009A6A7E"/>
    <w:rsid w:val="009A7F8F"/>
    <w:rsid w:val="009B4E56"/>
    <w:rsid w:val="009B7732"/>
    <w:rsid w:val="009B786C"/>
    <w:rsid w:val="009C1DDD"/>
    <w:rsid w:val="009C4D94"/>
    <w:rsid w:val="009C614A"/>
    <w:rsid w:val="009D3605"/>
    <w:rsid w:val="009D3B08"/>
    <w:rsid w:val="009D6AAB"/>
    <w:rsid w:val="009E107E"/>
    <w:rsid w:val="009E19E1"/>
    <w:rsid w:val="009E5A4D"/>
    <w:rsid w:val="009F04FF"/>
    <w:rsid w:val="009F1C5C"/>
    <w:rsid w:val="009F1D3E"/>
    <w:rsid w:val="009F34C9"/>
    <w:rsid w:val="009F592D"/>
    <w:rsid w:val="009F5A06"/>
    <w:rsid w:val="009F7C2D"/>
    <w:rsid w:val="00A039B7"/>
    <w:rsid w:val="00A06ADE"/>
    <w:rsid w:val="00A12ED1"/>
    <w:rsid w:val="00A15C25"/>
    <w:rsid w:val="00A20A50"/>
    <w:rsid w:val="00A20E44"/>
    <w:rsid w:val="00A22B7C"/>
    <w:rsid w:val="00A23A70"/>
    <w:rsid w:val="00A23B12"/>
    <w:rsid w:val="00A27C5C"/>
    <w:rsid w:val="00A30102"/>
    <w:rsid w:val="00A30B92"/>
    <w:rsid w:val="00A30F0D"/>
    <w:rsid w:val="00A31707"/>
    <w:rsid w:val="00A31E3E"/>
    <w:rsid w:val="00A3472A"/>
    <w:rsid w:val="00A356C2"/>
    <w:rsid w:val="00A365B6"/>
    <w:rsid w:val="00A41B71"/>
    <w:rsid w:val="00A435C6"/>
    <w:rsid w:val="00A43CC8"/>
    <w:rsid w:val="00A43EBE"/>
    <w:rsid w:val="00A4484C"/>
    <w:rsid w:val="00A47D59"/>
    <w:rsid w:val="00A523B0"/>
    <w:rsid w:val="00A52C43"/>
    <w:rsid w:val="00A55309"/>
    <w:rsid w:val="00A56ADD"/>
    <w:rsid w:val="00A6021E"/>
    <w:rsid w:val="00A6283E"/>
    <w:rsid w:val="00A62FCD"/>
    <w:rsid w:val="00A65166"/>
    <w:rsid w:val="00A66988"/>
    <w:rsid w:val="00A6706D"/>
    <w:rsid w:val="00A70BDF"/>
    <w:rsid w:val="00A736BF"/>
    <w:rsid w:val="00A817E5"/>
    <w:rsid w:val="00A81C48"/>
    <w:rsid w:val="00A84300"/>
    <w:rsid w:val="00A8709E"/>
    <w:rsid w:val="00A91CD9"/>
    <w:rsid w:val="00A9530C"/>
    <w:rsid w:val="00A956DD"/>
    <w:rsid w:val="00AA3ADB"/>
    <w:rsid w:val="00AA4673"/>
    <w:rsid w:val="00AA523C"/>
    <w:rsid w:val="00AB2ADD"/>
    <w:rsid w:val="00AB4F89"/>
    <w:rsid w:val="00AB58D3"/>
    <w:rsid w:val="00AC049A"/>
    <w:rsid w:val="00AC0780"/>
    <w:rsid w:val="00AC530B"/>
    <w:rsid w:val="00AC7B51"/>
    <w:rsid w:val="00AD155C"/>
    <w:rsid w:val="00AE1186"/>
    <w:rsid w:val="00AE246D"/>
    <w:rsid w:val="00AE35AE"/>
    <w:rsid w:val="00AF27AF"/>
    <w:rsid w:val="00AF3932"/>
    <w:rsid w:val="00AF3CD2"/>
    <w:rsid w:val="00AF6F3D"/>
    <w:rsid w:val="00AF6F6F"/>
    <w:rsid w:val="00B000B1"/>
    <w:rsid w:val="00B0021E"/>
    <w:rsid w:val="00B066F4"/>
    <w:rsid w:val="00B0734E"/>
    <w:rsid w:val="00B11355"/>
    <w:rsid w:val="00B1198C"/>
    <w:rsid w:val="00B173E3"/>
    <w:rsid w:val="00B24A19"/>
    <w:rsid w:val="00B24A2A"/>
    <w:rsid w:val="00B24C1B"/>
    <w:rsid w:val="00B26451"/>
    <w:rsid w:val="00B33F23"/>
    <w:rsid w:val="00B358A9"/>
    <w:rsid w:val="00B35977"/>
    <w:rsid w:val="00B37182"/>
    <w:rsid w:val="00B454EE"/>
    <w:rsid w:val="00B47A34"/>
    <w:rsid w:val="00B5039D"/>
    <w:rsid w:val="00B50DEB"/>
    <w:rsid w:val="00B518C1"/>
    <w:rsid w:val="00B51E9F"/>
    <w:rsid w:val="00B61D53"/>
    <w:rsid w:val="00B63B40"/>
    <w:rsid w:val="00B640C4"/>
    <w:rsid w:val="00B646B1"/>
    <w:rsid w:val="00B66B9B"/>
    <w:rsid w:val="00B66D76"/>
    <w:rsid w:val="00B66F41"/>
    <w:rsid w:val="00B76E3B"/>
    <w:rsid w:val="00B76F19"/>
    <w:rsid w:val="00B811E6"/>
    <w:rsid w:val="00B8220B"/>
    <w:rsid w:val="00B848C0"/>
    <w:rsid w:val="00B91998"/>
    <w:rsid w:val="00B93788"/>
    <w:rsid w:val="00B977EC"/>
    <w:rsid w:val="00BA0DC0"/>
    <w:rsid w:val="00BA31E1"/>
    <w:rsid w:val="00BA3E64"/>
    <w:rsid w:val="00BA5B1D"/>
    <w:rsid w:val="00BB10BC"/>
    <w:rsid w:val="00BB1985"/>
    <w:rsid w:val="00BB5045"/>
    <w:rsid w:val="00BB52B3"/>
    <w:rsid w:val="00BB7DA7"/>
    <w:rsid w:val="00BB7F2D"/>
    <w:rsid w:val="00BC275F"/>
    <w:rsid w:val="00BD0730"/>
    <w:rsid w:val="00BD37A4"/>
    <w:rsid w:val="00BD3861"/>
    <w:rsid w:val="00BD5539"/>
    <w:rsid w:val="00BD7053"/>
    <w:rsid w:val="00BE0F14"/>
    <w:rsid w:val="00BE1176"/>
    <w:rsid w:val="00BE163F"/>
    <w:rsid w:val="00BE196D"/>
    <w:rsid w:val="00BE3833"/>
    <w:rsid w:val="00BE553D"/>
    <w:rsid w:val="00BF0107"/>
    <w:rsid w:val="00BF2D28"/>
    <w:rsid w:val="00BF6DE2"/>
    <w:rsid w:val="00C02668"/>
    <w:rsid w:val="00C05870"/>
    <w:rsid w:val="00C05CED"/>
    <w:rsid w:val="00C11571"/>
    <w:rsid w:val="00C1275E"/>
    <w:rsid w:val="00C1287E"/>
    <w:rsid w:val="00C13B50"/>
    <w:rsid w:val="00C1582F"/>
    <w:rsid w:val="00C21FF7"/>
    <w:rsid w:val="00C22BD4"/>
    <w:rsid w:val="00C262DF"/>
    <w:rsid w:val="00C2703A"/>
    <w:rsid w:val="00C3013F"/>
    <w:rsid w:val="00C3105E"/>
    <w:rsid w:val="00C31D4B"/>
    <w:rsid w:val="00C34710"/>
    <w:rsid w:val="00C35FAC"/>
    <w:rsid w:val="00C3682C"/>
    <w:rsid w:val="00C36F59"/>
    <w:rsid w:val="00C40824"/>
    <w:rsid w:val="00C40F0B"/>
    <w:rsid w:val="00C41C6B"/>
    <w:rsid w:val="00C41F04"/>
    <w:rsid w:val="00C455CB"/>
    <w:rsid w:val="00C47657"/>
    <w:rsid w:val="00C477AA"/>
    <w:rsid w:val="00C50065"/>
    <w:rsid w:val="00C50D6E"/>
    <w:rsid w:val="00C549C6"/>
    <w:rsid w:val="00C61C1C"/>
    <w:rsid w:val="00C61CFE"/>
    <w:rsid w:val="00C631D9"/>
    <w:rsid w:val="00C65DB8"/>
    <w:rsid w:val="00C716FE"/>
    <w:rsid w:val="00C72339"/>
    <w:rsid w:val="00C73FC4"/>
    <w:rsid w:val="00C745D3"/>
    <w:rsid w:val="00C75BF5"/>
    <w:rsid w:val="00C82CD1"/>
    <w:rsid w:val="00C84533"/>
    <w:rsid w:val="00C84950"/>
    <w:rsid w:val="00C917DD"/>
    <w:rsid w:val="00C928EA"/>
    <w:rsid w:val="00C95C3A"/>
    <w:rsid w:val="00C97EAD"/>
    <w:rsid w:val="00CA07D3"/>
    <w:rsid w:val="00CB1363"/>
    <w:rsid w:val="00CB2319"/>
    <w:rsid w:val="00CB4779"/>
    <w:rsid w:val="00CB492A"/>
    <w:rsid w:val="00CB569B"/>
    <w:rsid w:val="00CC1C29"/>
    <w:rsid w:val="00CC2D02"/>
    <w:rsid w:val="00CC5024"/>
    <w:rsid w:val="00CC765F"/>
    <w:rsid w:val="00CD22E8"/>
    <w:rsid w:val="00CE058D"/>
    <w:rsid w:val="00CE49A1"/>
    <w:rsid w:val="00CE5342"/>
    <w:rsid w:val="00CE57A9"/>
    <w:rsid w:val="00CE6D3E"/>
    <w:rsid w:val="00CE6FB3"/>
    <w:rsid w:val="00CF1AF4"/>
    <w:rsid w:val="00CF2BC0"/>
    <w:rsid w:val="00CF35AB"/>
    <w:rsid w:val="00CF4D0D"/>
    <w:rsid w:val="00CF64C7"/>
    <w:rsid w:val="00CF6741"/>
    <w:rsid w:val="00D048CC"/>
    <w:rsid w:val="00D05E3F"/>
    <w:rsid w:val="00D06369"/>
    <w:rsid w:val="00D0788A"/>
    <w:rsid w:val="00D1229D"/>
    <w:rsid w:val="00D12FDB"/>
    <w:rsid w:val="00D15F66"/>
    <w:rsid w:val="00D2286D"/>
    <w:rsid w:val="00D229AB"/>
    <w:rsid w:val="00D22D54"/>
    <w:rsid w:val="00D2369B"/>
    <w:rsid w:val="00D23F20"/>
    <w:rsid w:val="00D25B92"/>
    <w:rsid w:val="00D3116B"/>
    <w:rsid w:val="00D312C5"/>
    <w:rsid w:val="00D31A1E"/>
    <w:rsid w:val="00D3221E"/>
    <w:rsid w:val="00D35826"/>
    <w:rsid w:val="00D37019"/>
    <w:rsid w:val="00D41AA6"/>
    <w:rsid w:val="00D44672"/>
    <w:rsid w:val="00D45B0E"/>
    <w:rsid w:val="00D463D9"/>
    <w:rsid w:val="00D5114B"/>
    <w:rsid w:val="00D51584"/>
    <w:rsid w:val="00D524BE"/>
    <w:rsid w:val="00D55B67"/>
    <w:rsid w:val="00D60B42"/>
    <w:rsid w:val="00D62EA2"/>
    <w:rsid w:val="00D67A8E"/>
    <w:rsid w:val="00D70209"/>
    <w:rsid w:val="00D73A30"/>
    <w:rsid w:val="00D73ACD"/>
    <w:rsid w:val="00D767EC"/>
    <w:rsid w:val="00D76E2D"/>
    <w:rsid w:val="00D810C0"/>
    <w:rsid w:val="00D81465"/>
    <w:rsid w:val="00D82900"/>
    <w:rsid w:val="00D8423E"/>
    <w:rsid w:val="00D8542E"/>
    <w:rsid w:val="00D87557"/>
    <w:rsid w:val="00D906FD"/>
    <w:rsid w:val="00D92E88"/>
    <w:rsid w:val="00D935F6"/>
    <w:rsid w:val="00D93DCA"/>
    <w:rsid w:val="00D95B1C"/>
    <w:rsid w:val="00D95CC4"/>
    <w:rsid w:val="00D9631D"/>
    <w:rsid w:val="00DA0C3B"/>
    <w:rsid w:val="00DA521E"/>
    <w:rsid w:val="00DB0774"/>
    <w:rsid w:val="00DB1782"/>
    <w:rsid w:val="00DB50F8"/>
    <w:rsid w:val="00DC18FA"/>
    <w:rsid w:val="00DC1EF1"/>
    <w:rsid w:val="00DC2C3E"/>
    <w:rsid w:val="00DC38C3"/>
    <w:rsid w:val="00DC4D29"/>
    <w:rsid w:val="00DC70EE"/>
    <w:rsid w:val="00DD57C0"/>
    <w:rsid w:val="00DE1879"/>
    <w:rsid w:val="00DE324E"/>
    <w:rsid w:val="00DE3E76"/>
    <w:rsid w:val="00DF1948"/>
    <w:rsid w:val="00DF49F0"/>
    <w:rsid w:val="00DF503D"/>
    <w:rsid w:val="00DF75B3"/>
    <w:rsid w:val="00DF7DAC"/>
    <w:rsid w:val="00E01F60"/>
    <w:rsid w:val="00E0341A"/>
    <w:rsid w:val="00E03BCC"/>
    <w:rsid w:val="00E05213"/>
    <w:rsid w:val="00E11ACE"/>
    <w:rsid w:val="00E14B82"/>
    <w:rsid w:val="00E15C2E"/>
    <w:rsid w:val="00E202FF"/>
    <w:rsid w:val="00E2059E"/>
    <w:rsid w:val="00E2253A"/>
    <w:rsid w:val="00E226E3"/>
    <w:rsid w:val="00E23582"/>
    <w:rsid w:val="00E25F2D"/>
    <w:rsid w:val="00E26B23"/>
    <w:rsid w:val="00E30ED2"/>
    <w:rsid w:val="00E32207"/>
    <w:rsid w:val="00E32B01"/>
    <w:rsid w:val="00E34187"/>
    <w:rsid w:val="00E36A32"/>
    <w:rsid w:val="00E4256E"/>
    <w:rsid w:val="00E512D0"/>
    <w:rsid w:val="00E51C7E"/>
    <w:rsid w:val="00E51DFD"/>
    <w:rsid w:val="00E5226F"/>
    <w:rsid w:val="00E53DA6"/>
    <w:rsid w:val="00E543A9"/>
    <w:rsid w:val="00E54C9E"/>
    <w:rsid w:val="00E54D56"/>
    <w:rsid w:val="00E54F65"/>
    <w:rsid w:val="00E5621A"/>
    <w:rsid w:val="00E64E23"/>
    <w:rsid w:val="00E663AE"/>
    <w:rsid w:val="00E670ED"/>
    <w:rsid w:val="00E67CA9"/>
    <w:rsid w:val="00E67D9C"/>
    <w:rsid w:val="00E7389C"/>
    <w:rsid w:val="00E74092"/>
    <w:rsid w:val="00E74220"/>
    <w:rsid w:val="00E762D7"/>
    <w:rsid w:val="00E80C69"/>
    <w:rsid w:val="00E826E0"/>
    <w:rsid w:val="00E8387D"/>
    <w:rsid w:val="00E86646"/>
    <w:rsid w:val="00E86BB0"/>
    <w:rsid w:val="00E86C64"/>
    <w:rsid w:val="00E9014B"/>
    <w:rsid w:val="00E917AF"/>
    <w:rsid w:val="00E95C0F"/>
    <w:rsid w:val="00E979D0"/>
    <w:rsid w:val="00EA25F0"/>
    <w:rsid w:val="00EA2696"/>
    <w:rsid w:val="00EA5492"/>
    <w:rsid w:val="00EA7358"/>
    <w:rsid w:val="00EA7BDF"/>
    <w:rsid w:val="00EB1A72"/>
    <w:rsid w:val="00EB2DCB"/>
    <w:rsid w:val="00EB3199"/>
    <w:rsid w:val="00EB5AB5"/>
    <w:rsid w:val="00EB6338"/>
    <w:rsid w:val="00EC0087"/>
    <w:rsid w:val="00EC4B79"/>
    <w:rsid w:val="00EC57EF"/>
    <w:rsid w:val="00ED03CB"/>
    <w:rsid w:val="00ED34C5"/>
    <w:rsid w:val="00ED4175"/>
    <w:rsid w:val="00ED58BB"/>
    <w:rsid w:val="00ED7181"/>
    <w:rsid w:val="00EE1BB7"/>
    <w:rsid w:val="00EE61DB"/>
    <w:rsid w:val="00EF177C"/>
    <w:rsid w:val="00EF1A90"/>
    <w:rsid w:val="00EF26F3"/>
    <w:rsid w:val="00EF4E13"/>
    <w:rsid w:val="00EF6717"/>
    <w:rsid w:val="00F01001"/>
    <w:rsid w:val="00F10FD6"/>
    <w:rsid w:val="00F11BB4"/>
    <w:rsid w:val="00F11F75"/>
    <w:rsid w:val="00F16150"/>
    <w:rsid w:val="00F26D49"/>
    <w:rsid w:val="00F3027F"/>
    <w:rsid w:val="00F30364"/>
    <w:rsid w:val="00F33954"/>
    <w:rsid w:val="00F37FC2"/>
    <w:rsid w:val="00F420F4"/>
    <w:rsid w:val="00F43BA6"/>
    <w:rsid w:val="00F51248"/>
    <w:rsid w:val="00F53266"/>
    <w:rsid w:val="00F649AE"/>
    <w:rsid w:val="00F66F71"/>
    <w:rsid w:val="00F77EFD"/>
    <w:rsid w:val="00F807FC"/>
    <w:rsid w:val="00F8157C"/>
    <w:rsid w:val="00F8773A"/>
    <w:rsid w:val="00F92886"/>
    <w:rsid w:val="00F931AC"/>
    <w:rsid w:val="00F93CF7"/>
    <w:rsid w:val="00F9458B"/>
    <w:rsid w:val="00F96AB2"/>
    <w:rsid w:val="00FA0588"/>
    <w:rsid w:val="00FA5833"/>
    <w:rsid w:val="00FB16B6"/>
    <w:rsid w:val="00FB23C4"/>
    <w:rsid w:val="00FB3744"/>
    <w:rsid w:val="00FB63CA"/>
    <w:rsid w:val="00FB6864"/>
    <w:rsid w:val="00FC5893"/>
    <w:rsid w:val="00FC62FA"/>
    <w:rsid w:val="00FC7537"/>
    <w:rsid w:val="00FC79B5"/>
    <w:rsid w:val="00FD202C"/>
    <w:rsid w:val="00FD3A04"/>
    <w:rsid w:val="00FD3E77"/>
    <w:rsid w:val="00FE3845"/>
    <w:rsid w:val="00FE741E"/>
    <w:rsid w:val="00FF084C"/>
    <w:rsid w:val="00FF17D3"/>
    <w:rsid w:val="00FF1C43"/>
    <w:rsid w:val="00FF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F19BAB"/>
  <w15:docId w15:val="{8029311D-ED5F-4624-B7DB-9C23FE65A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F26D49"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F26D4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F26D49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F26D49"/>
    <w:pPr>
      <w:keepNext/>
      <w:jc w:val="right"/>
      <w:outlineLvl w:val="2"/>
    </w:pPr>
    <w:rPr>
      <w:rFonts w:ascii="Arial" w:hAnsi="Arial"/>
      <w:b/>
      <w:color w:val="000000"/>
      <w:sz w:val="20"/>
    </w:rPr>
  </w:style>
  <w:style w:type="paragraph" w:styleId="Heading4">
    <w:name w:val="heading 4"/>
    <w:basedOn w:val="Normal"/>
    <w:next w:val="Normal"/>
    <w:qFormat/>
    <w:rsid w:val="00F26D49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F26D49"/>
    <w:pPr>
      <w:keepNext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rsid w:val="00F26D49"/>
    <w:pPr>
      <w:keepNext/>
      <w:ind w:right="73"/>
      <w:jc w:val="right"/>
      <w:outlineLvl w:val="5"/>
    </w:pPr>
    <w:rPr>
      <w:i/>
      <w:i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F26D49"/>
    <w:rPr>
      <w:rFonts w:ascii="Times New Roman" w:hAnsi="Times New Roman"/>
      <w:sz w:val="20"/>
      <w:vertAlign w:val="superscript"/>
    </w:rPr>
  </w:style>
  <w:style w:type="paragraph" w:styleId="Title">
    <w:name w:val="Title"/>
    <w:basedOn w:val="Normal"/>
    <w:qFormat/>
    <w:rsid w:val="00F26D49"/>
    <w:pPr>
      <w:jc w:val="center"/>
    </w:pPr>
    <w:rPr>
      <w:rFonts w:ascii="Arial" w:hAnsi="Arial"/>
      <w:b/>
      <w:sz w:val="40"/>
    </w:rPr>
  </w:style>
  <w:style w:type="paragraph" w:styleId="FootnoteText">
    <w:name w:val="footnote text"/>
    <w:basedOn w:val="Normal"/>
    <w:link w:val="FootnoteTextChar"/>
    <w:semiHidden/>
    <w:rsid w:val="00F26D49"/>
    <w:pPr>
      <w:keepLines/>
    </w:pPr>
    <w:rPr>
      <w:sz w:val="20"/>
      <w:lang w:val="x-none" w:eastAsia="x-none"/>
    </w:rPr>
  </w:style>
  <w:style w:type="paragraph" w:customStyle="1" w:styleId="BodyofReport">
    <w:name w:val="Body of Report"/>
    <w:basedOn w:val="Normal"/>
    <w:rsid w:val="00F26D49"/>
    <w:pPr>
      <w:widowControl/>
      <w:spacing w:line="312" w:lineRule="auto"/>
      <w:ind w:firstLine="720"/>
    </w:pPr>
    <w:rPr>
      <w:snapToGrid/>
    </w:rPr>
  </w:style>
  <w:style w:type="paragraph" w:styleId="Subtitle">
    <w:name w:val="Subtitle"/>
    <w:basedOn w:val="Normal"/>
    <w:qFormat/>
    <w:rsid w:val="00F26D49"/>
    <w:pPr>
      <w:spacing w:after="60"/>
      <w:jc w:val="center"/>
      <w:outlineLvl w:val="1"/>
    </w:pPr>
    <w:rPr>
      <w:rFonts w:ascii="Arial" w:hAnsi="Arial"/>
      <w:sz w:val="32"/>
    </w:rPr>
  </w:style>
  <w:style w:type="paragraph" w:styleId="Header">
    <w:name w:val="header"/>
    <w:basedOn w:val="Normal"/>
    <w:rsid w:val="00F26D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6D4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26D49"/>
  </w:style>
  <w:style w:type="paragraph" w:styleId="PlainText">
    <w:name w:val="Plain Text"/>
    <w:basedOn w:val="Normal"/>
    <w:rsid w:val="00F26D49"/>
    <w:pPr>
      <w:widowControl/>
    </w:pPr>
    <w:rPr>
      <w:rFonts w:ascii="Courier New" w:hAnsi="Courier New"/>
      <w:snapToGrid/>
      <w:sz w:val="20"/>
    </w:rPr>
  </w:style>
  <w:style w:type="character" w:styleId="CommentReference">
    <w:name w:val="annotation reference"/>
    <w:semiHidden/>
    <w:rsid w:val="00F26D4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26D49"/>
    <w:rPr>
      <w:sz w:val="20"/>
    </w:rPr>
  </w:style>
  <w:style w:type="paragraph" w:styleId="BalloonText">
    <w:name w:val="Balloon Text"/>
    <w:basedOn w:val="Normal"/>
    <w:semiHidden/>
    <w:rsid w:val="00F26D49"/>
    <w:rPr>
      <w:rFonts w:ascii="Tahoma" w:hAnsi="Tahoma" w:cs="Tahoma"/>
      <w:sz w:val="16"/>
      <w:szCs w:val="16"/>
    </w:rPr>
  </w:style>
  <w:style w:type="paragraph" w:customStyle="1" w:styleId="DocumentClient">
    <w:name w:val="Document Client"/>
    <w:basedOn w:val="Normal"/>
    <w:rsid w:val="00F26D49"/>
    <w:pPr>
      <w:framePr w:hSpace="180" w:wrap="around" w:vAnchor="page" w:hAnchor="text" w:y="1081"/>
      <w:widowControl/>
      <w:spacing w:after="240"/>
      <w:ind w:left="720" w:right="2880"/>
    </w:pPr>
    <w:rPr>
      <w:rFonts w:ascii="Tahoma" w:hAnsi="Tahoma"/>
      <w:snapToGrid/>
      <w:sz w:val="18"/>
      <w:szCs w:val="24"/>
    </w:rPr>
  </w:style>
  <w:style w:type="paragraph" w:customStyle="1" w:styleId="DocumentProject">
    <w:name w:val="Document Project"/>
    <w:basedOn w:val="DocumentClient"/>
    <w:rsid w:val="00F26D49"/>
    <w:pPr>
      <w:framePr w:wrap="around"/>
    </w:pPr>
    <w:rPr>
      <w:b/>
      <w:w w:val="98"/>
      <w:sz w:val="28"/>
    </w:rPr>
  </w:style>
  <w:style w:type="paragraph" w:customStyle="1" w:styleId="DocumentDate">
    <w:name w:val="Document Date"/>
    <w:basedOn w:val="DocumentClient"/>
    <w:rsid w:val="00F26D49"/>
    <w:pPr>
      <w:framePr w:wrap="around"/>
      <w:spacing w:after="1440"/>
    </w:pPr>
    <w:rPr>
      <w:sz w:val="16"/>
    </w:rPr>
  </w:style>
  <w:style w:type="table" w:styleId="TableGrid">
    <w:name w:val="Table Grid"/>
    <w:basedOn w:val="TableNormal"/>
    <w:rsid w:val="00DA52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noteTextChar">
    <w:name w:val="Footnote Text Char"/>
    <w:link w:val="FootnoteText"/>
    <w:semiHidden/>
    <w:rsid w:val="00BE1176"/>
    <w:rPr>
      <w:snapToGrid w:val="0"/>
    </w:rPr>
  </w:style>
  <w:style w:type="character" w:styleId="PlaceholderText">
    <w:name w:val="Placeholder Text"/>
    <w:uiPriority w:val="99"/>
    <w:semiHidden/>
    <w:rsid w:val="00B0021E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917D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917DD"/>
    <w:rPr>
      <w:snapToGrid w:val="0"/>
    </w:rPr>
  </w:style>
  <w:style w:type="character" w:customStyle="1" w:styleId="CommentSubjectChar">
    <w:name w:val="Comment Subject Char"/>
    <w:basedOn w:val="CommentTextChar"/>
    <w:link w:val="CommentSubject"/>
    <w:semiHidden/>
    <w:rsid w:val="00C917DD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C5B5-671B-4A24-A24D-0E06E1EEE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PSRAI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Methodology</dc:subject>
  <dc:creator>Julie Gasior</dc:creator>
  <cp:lastModifiedBy>Kyle Berta</cp:lastModifiedBy>
  <cp:revision>29</cp:revision>
  <cp:lastPrinted>2011-02-22T13:55:00Z</cp:lastPrinted>
  <dcterms:created xsi:type="dcterms:W3CDTF">2016-08-22T16:18:00Z</dcterms:created>
  <dcterms:modified xsi:type="dcterms:W3CDTF">2017-06-26T15:05:00Z</dcterms:modified>
</cp:coreProperties>
</file>