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63DC0" w14:textId="77777777" w:rsidR="00D0568C" w:rsidRDefault="00D0568C" w:rsidP="009F6A61">
      <w:pPr>
        <w:shd w:val="clear" w:color="auto" w:fill="E95E0F" w:themeFill="text2"/>
        <w:jc w:val="center"/>
        <w:rPr>
          <w:rFonts w:asciiTheme="majorHAnsi" w:hAnsiTheme="majorHAnsi" w:cstheme="majorHAnsi"/>
          <w:b/>
          <w:color w:val="FFFFFF" w:themeColor="background1"/>
          <w:sz w:val="22"/>
          <w:szCs w:val="22"/>
        </w:rPr>
      </w:pPr>
      <w:r w:rsidRPr="00D0568C">
        <w:rPr>
          <w:rFonts w:asciiTheme="majorHAnsi" w:hAnsiTheme="majorHAnsi" w:cstheme="majorHAnsi"/>
          <w:b/>
          <w:color w:val="FFFFFF" w:themeColor="background1"/>
          <w:sz w:val="22"/>
          <w:szCs w:val="22"/>
        </w:rPr>
        <w:t xml:space="preserve">Pew Research Cybersecurity </w:t>
      </w:r>
      <w:r>
        <w:rPr>
          <w:rFonts w:asciiTheme="majorHAnsi" w:hAnsiTheme="majorHAnsi" w:cstheme="majorHAnsi"/>
          <w:b/>
          <w:color w:val="FFFFFF" w:themeColor="background1"/>
          <w:sz w:val="22"/>
          <w:szCs w:val="22"/>
        </w:rPr>
        <w:t>- Pretest</w:t>
      </w:r>
    </w:p>
    <w:p w14:paraId="0AF642FE" w14:textId="35BF7395" w:rsidR="00A317E5" w:rsidRPr="007F2CAF" w:rsidRDefault="007F2CAF" w:rsidP="007F2CAF">
      <w:pPr>
        <w:shd w:val="clear" w:color="auto" w:fill="E95E0F" w:themeFill="text2"/>
        <w:jc w:val="center"/>
        <w:rPr>
          <w:rFonts w:asciiTheme="majorHAnsi" w:hAnsiTheme="majorHAnsi" w:cstheme="majorHAnsi"/>
          <w:b/>
          <w:color w:val="FFFFFF" w:themeColor="background1"/>
          <w:sz w:val="22"/>
          <w:szCs w:val="22"/>
        </w:rPr>
      </w:pPr>
      <w:r w:rsidRPr="007F2CAF">
        <w:rPr>
          <w:rFonts w:asciiTheme="majorHAnsi" w:hAnsiTheme="majorHAnsi" w:cstheme="majorHAnsi"/>
          <w:b/>
          <w:color w:val="FFFFFF" w:themeColor="background1"/>
          <w:sz w:val="22"/>
          <w:szCs w:val="22"/>
        </w:rPr>
        <w:t>310.111.00681.1</w:t>
      </w:r>
    </w:p>
    <w:p w14:paraId="1D1D78A0" w14:textId="77777777" w:rsidR="007F2CAF" w:rsidRDefault="007F2CAF" w:rsidP="00A317E5">
      <w:pPr>
        <w:rPr>
          <w:rFonts w:asciiTheme="majorHAnsi" w:hAnsiTheme="majorHAnsi" w:cstheme="majorHAnsi"/>
          <w:sz w:val="20"/>
          <w:szCs w:val="20"/>
        </w:rPr>
      </w:pPr>
    </w:p>
    <w:p w14:paraId="70927A18" w14:textId="77777777" w:rsidR="00612793" w:rsidRPr="009179CD" w:rsidRDefault="00612793" w:rsidP="007B49BD">
      <w:pPr>
        <w:ind w:left="709" w:hanging="709"/>
        <w:rPr>
          <w:rFonts w:asciiTheme="majorHAnsi" w:hAnsiTheme="majorHAnsi" w:cstheme="majorHAnsi"/>
          <w:b/>
          <w:sz w:val="20"/>
          <w:szCs w:val="20"/>
        </w:rPr>
      </w:pPr>
    </w:p>
    <w:p w14:paraId="3E62D38B" w14:textId="77777777" w:rsidR="00772F46" w:rsidRPr="009179CD" w:rsidRDefault="00A50FC9" w:rsidP="007D610E">
      <w:pPr>
        <w:pStyle w:val="DarkOrange-SectionHeader"/>
      </w:pPr>
      <w:r w:rsidRPr="009179CD">
        <w:t xml:space="preserve">III. </w:t>
      </w:r>
      <w:r w:rsidR="0049296B" w:rsidRPr="009179CD">
        <w:t>INTRODUCTION</w:t>
      </w:r>
      <w:r w:rsidR="0049296B" w:rsidRPr="009179CD">
        <w:tab/>
      </w:r>
    </w:p>
    <w:p w14:paraId="26994A07" w14:textId="77777777" w:rsidR="00103D7B" w:rsidRPr="009179CD" w:rsidRDefault="00103D7B" w:rsidP="00103D7B">
      <w:pPr>
        <w:pStyle w:val="LightOrange-InstructionHighlighting"/>
      </w:pPr>
      <w:r w:rsidRPr="009179CD">
        <w:t xml:space="preserve">Base: All respondents </w:t>
      </w:r>
    </w:p>
    <w:p w14:paraId="6F6CDCFC" w14:textId="686F82B1" w:rsidR="00FF71C9" w:rsidRDefault="00103D7B" w:rsidP="007B49BD">
      <w:pPr>
        <w:ind w:left="709" w:hanging="709"/>
        <w:rPr>
          <w:rFonts w:asciiTheme="majorHAnsi" w:hAnsiTheme="majorHAnsi" w:cstheme="majorHAnsi"/>
          <w:b/>
          <w:sz w:val="20"/>
          <w:szCs w:val="20"/>
        </w:rPr>
      </w:pPr>
      <w:r>
        <w:rPr>
          <w:rFonts w:asciiTheme="majorHAnsi" w:hAnsiTheme="majorHAnsi" w:cstheme="majorHAnsi"/>
          <w:b/>
          <w:sz w:val="20"/>
          <w:szCs w:val="20"/>
        </w:rPr>
        <w:t>DISPLAY</w:t>
      </w:r>
    </w:p>
    <w:p w14:paraId="44E78F92" w14:textId="0EC81CEA" w:rsidR="00103D7B" w:rsidRDefault="00103D7B" w:rsidP="00103D7B">
      <w:pPr>
        <w:keepNext/>
        <w:keepLines/>
        <w:autoSpaceDE w:val="0"/>
        <w:autoSpaceDN w:val="0"/>
        <w:adjustRightInd w:val="0"/>
        <w:spacing w:after="160" w:line="259" w:lineRule="auto"/>
        <w:rPr>
          <w:rFonts w:ascii="Calibri" w:eastAsia="Calibri" w:hAnsi="Calibri" w:cs="Arial"/>
          <w:sz w:val="20"/>
          <w:szCs w:val="20"/>
          <w:lang w:eastAsia="en-US"/>
        </w:rPr>
      </w:pPr>
      <w:r w:rsidRPr="00103D7B">
        <w:rPr>
          <w:rFonts w:ascii="Calibri" w:eastAsia="Calibri" w:hAnsi="Calibri" w:cs="Arial"/>
          <w:sz w:val="20"/>
          <w:szCs w:val="20"/>
          <w:lang w:eastAsia="en-US"/>
        </w:rPr>
        <w:t xml:space="preserve">Thank you for participating in this survey and we hope you enjoy it. The survey should take about </w:t>
      </w:r>
      <w:r>
        <w:rPr>
          <w:rFonts w:ascii="Calibri" w:eastAsia="Calibri" w:hAnsi="Calibri" w:cs="Arial"/>
          <w:sz w:val="20"/>
          <w:szCs w:val="20"/>
          <w:lang w:eastAsia="en-US"/>
        </w:rPr>
        <w:t>9</w:t>
      </w:r>
      <w:r w:rsidRPr="00103D7B">
        <w:rPr>
          <w:rFonts w:ascii="Calibri" w:eastAsia="Calibri" w:hAnsi="Calibri" w:cs="Arial"/>
          <w:sz w:val="20"/>
          <w:szCs w:val="20"/>
          <w:lang w:eastAsia="en-US"/>
        </w:rPr>
        <w:t xml:space="preserve"> minutes for most people to complete.</w:t>
      </w:r>
    </w:p>
    <w:p w14:paraId="487826FC" w14:textId="40EF6EFF" w:rsidR="00103D7B" w:rsidRPr="00CE4999" w:rsidRDefault="00103D7B" w:rsidP="00CE4999">
      <w:pPr>
        <w:keepNext/>
        <w:keepLines/>
        <w:autoSpaceDE w:val="0"/>
        <w:autoSpaceDN w:val="0"/>
        <w:adjustRightInd w:val="0"/>
        <w:spacing w:after="160" w:line="259" w:lineRule="auto"/>
        <w:rPr>
          <w:rFonts w:ascii="Calibri" w:eastAsia="Calibri" w:hAnsi="Calibri" w:cs="Arial"/>
          <w:sz w:val="20"/>
          <w:szCs w:val="20"/>
          <w:lang w:eastAsia="en-US"/>
        </w:rPr>
      </w:pPr>
      <w:r>
        <w:rPr>
          <w:rFonts w:ascii="Calibri" w:eastAsia="Calibri" w:hAnsi="Calibri" w:cs="Arial"/>
          <w:sz w:val="20"/>
          <w:szCs w:val="20"/>
          <w:lang w:eastAsia="en-US"/>
        </w:rPr>
        <w:t>Y</w:t>
      </w:r>
      <w:r w:rsidRPr="00103D7B">
        <w:rPr>
          <w:rFonts w:ascii="Calibri" w:eastAsia="Calibri" w:hAnsi="Calibri" w:cs="Arial"/>
          <w:sz w:val="20"/>
          <w:szCs w:val="20"/>
          <w:lang w:eastAsia="en-US"/>
        </w:rPr>
        <w:t xml:space="preserve">our responses </w:t>
      </w:r>
      <w:r>
        <w:rPr>
          <w:rFonts w:ascii="Calibri" w:eastAsia="Calibri" w:hAnsi="Calibri" w:cs="Arial"/>
          <w:sz w:val="20"/>
          <w:szCs w:val="20"/>
          <w:lang w:eastAsia="en-US"/>
        </w:rPr>
        <w:t xml:space="preserve">to this survey </w:t>
      </w:r>
      <w:r w:rsidRPr="00103D7B">
        <w:rPr>
          <w:rFonts w:ascii="Calibri" w:eastAsia="Calibri" w:hAnsi="Calibri" w:cs="Arial"/>
          <w:sz w:val="20"/>
          <w:szCs w:val="20"/>
          <w:lang w:eastAsia="en-US"/>
        </w:rPr>
        <w:t>are confidential</w:t>
      </w:r>
      <w:r>
        <w:rPr>
          <w:rFonts w:ascii="Calibri" w:eastAsia="Calibri" w:hAnsi="Calibri" w:cs="Arial"/>
          <w:sz w:val="20"/>
          <w:szCs w:val="20"/>
          <w:lang w:eastAsia="en-US"/>
        </w:rPr>
        <w:t xml:space="preserve"> and anonymous.  Y</w:t>
      </w:r>
      <w:r w:rsidRPr="00103D7B">
        <w:rPr>
          <w:rFonts w:ascii="Calibri" w:eastAsia="Calibri" w:hAnsi="Calibri" w:cs="Arial"/>
          <w:sz w:val="20"/>
          <w:szCs w:val="20"/>
          <w:lang w:eastAsia="en-US"/>
        </w:rPr>
        <w:t xml:space="preserve">ou will not be individually identified and your responses will </w:t>
      </w:r>
      <w:r>
        <w:rPr>
          <w:rFonts w:ascii="Calibri" w:eastAsia="Calibri" w:hAnsi="Calibri" w:cs="Arial"/>
          <w:sz w:val="20"/>
          <w:szCs w:val="20"/>
          <w:lang w:eastAsia="en-US"/>
        </w:rPr>
        <w:t xml:space="preserve">be </w:t>
      </w:r>
      <w:r w:rsidRPr="00103D7B">
        <w:rPr>
          <w:rFonts w:ascii="Calibri" w:eastAsia="Calibri" w:hAnsi="Calibri" w:cs="Arial"/>
          <w:sz w:val="20"/>
          <w:szCs w:val="20"/>
          <w:lang w:eastAsia="en-US"/>
        </w:rPr>
        <w:t xml:space="preserve">used for </w:t>
      </w:r>
      <w:r>
        <w:rPr>
          <w:rFonts w:ascii="Calibri" w:eastAsia="Calibri" w:hAnsi="Calibri" w:cs="Arial"/>
          <w:sz w:val="20"/>
          <w:szCs w:val="20"/>
          <w:lang w:eastAsia="en-US"/>
        </w:rPr>
        <w:t>research</w:t>
      </w:r>
      <w:r w:rsidRPr="00103D7B">
        <w:rPr>
          <w:rFonts w:ascii="Calibri" w:eastAsia="Calibri" w:hAnsi="Calibri" w:cs="Arial"/>
          <w:sz w:val="20"/>
          <w:szCs w:val="20"/>
          <w:lang w:eastAsia="en-US"/>
        </w:rPr>
        <w:t xml:space="preserve"> purposes only. You may skip any questions you feel uncomfortable answering. </w:t>
      </w:r>
      <w:bookmarkStart w:id="0" w:name="_GoBack"/>
      <w:bookmarkEnd w:id="0"/>
    </w:p>
    <w:p w14:paraId="0F501194" w14:textId="77777777" w:rsidR="007F2CAF" w:rsidRPr="009179CD" w:rsidRDefault="007F2CAF" w:rsidP="007B49BD">
      <w:pPr>
        <w:ind w:left="709" w:hanging="709"/>
        <w:rPr>
          <w:rFonts w:asciiTheme="majorHAnsi" w:hAnsiTheme="majorHAnsi" w:cstheme="majorHAnsi"/>
          <w:b/>
          <w:sz w:val="20"/>
          <w:szCs w:val="20"/>
        </w:rPr>
      </w:pPr>
    </w:p>
    <w:p w14:paraId="0268E1FC" w14:textId="77777777" w:rsidR="00772F46" w:rsidRPr="009179CD" w:rsidRDefault="00A50FC9" w:rsidP="007D610E">
      <w:pPr>
        <w:pStyle w:val="DarkOrange-SectionHeader"/>
      </w:pPr>
      <w:r w:rsidRPr="009179CD">
        <w:t xml:space="preserve">IV. </w:t>
      </w:r>
      <w:r w:rsidR="0049296B" w:rsidRPr="009179CD">
        <w:t xml:space="preserve">SCREENER </w:t>
      </w:r>
    </w:p>
    <w:p w14:paraId="0CB22C29" w14:textId="77777777" w:rsidR="00641C5F" w:rsidRPr="009179CD" w:rsidRDefault="00641C5F" w:rsidP="007B49BD">
      <w:pPr>
        <w:ind w:left="709" w:hanging="709"/>
        <w:rPr>
          <w:rFonts w:asciiTheme="majorHAnsi" w:hAnsiTheme="majorHAnsi" w:cstheme="majorHAnsi"/>
          <w:sz w:val="20"/>
          <w:szCs w:val="20"/>
        </w:rPr>
      </w:pPr>
    </w:p>
    <w:p w14:paraId="682747F6" w14:textId="77777777" w:rsidR="00E56F38" w:rsidRDefault="00E56F38" w:rsidP="00E56F38">
      <w:pPr>
        <w:pStyle w:val="LightOrange-InstructionHighlighting"/>
      </w:pPr>
      <w:r w:rsidRPr="009179CD">
        <w:t xml:space="preserve">Base: All respondents </w:t>
      </w:r>
    </w:p>
    <w:p w14:paraId="7798662F" w14:textId="2C951FA6" w:rsidR="00991FF1" w:rsidRPr="00991FF1" w:rsidRDefault="00991FF1" w:rsidP="00E56F38">
      <w:pPr>
        <w:pStyle w:val="LightOrange-InstructionHighlighting"/>
        <w:rPr>
          <w:i/>
        </w:rPr>
      </w:pPr>
      <w:r>
        <w:rPr>
          <w:i/>
        </w:rPr>
        <w:t>Prompt</w:t>
      </w:r>
    </w:p>
    <w:p w14:paraId="4600A9EB" w14:textId="3B963A1A" w:rsidR="00E56F38" w:rsidRPr="00D0568C" w:rsidRDefault="00E56F38" w:rsidP="00E56F38">
      <w:pPr>
        <w:rPr>
          <w:rFonts w:asciiTheme="majorHAnsi" w:hAnsiTheme="majorHAnsi" w:cstheme="majorHAnsi"/>
          <w:b/>
          <w:sz w:val="20"/>
          <w:szCs w:val="20"/>
        </w:rPr>
      </w:pPr>
      <w:r>
        <w:rPr>
          <w:rFonts w:asciiTheme="majorHAnsi" w:hAnsiTheme="majorHAnsi" w:cstheme="majorHAnsi"/>
          <w:b/>
          <w:sz w:val="20"/>
          <w:szCs w:val="20"/>
        </w:rPr>
        <w:t>INTERNET</w:t>
      </w:r>
    </w:p>
    <w:p w14:paraId="2A54C96F" w14:textId="4DB42708" w:rsidR="00B77426" w:rsidRPr="005A67DB" w:rsidRDefault="00E56F38" w:rsidP="005A67DB">
      <w:pPr>
        <w:keepNext/>
        <w:keepLines/>
        <w:autoSpaceDE w:val="0"/>
        <w:autoSpaceDN w:val="0"/>
        <w:adjustRightInd w:val="0"/>
        <w:spacing w:after="160" w:line="259" w:lineRule="auto"/>
        <w:rPr>
          <w:rFonts w:ascii="Calibri" w:eastAsia="Calibri" w:hAnsi="Calibri" w:cs="Arial"/>
          <w:sz w:val="20"/>
          <w:szCs w:val="20"/>
          <w:lang w:eastAsia="en-US"/>
        </w:rPr>
      </w:pPr>
      <w:r w:rsidRPr="005A67DB">
        <w:rPr>
          <w:rFonts w:ascii="Calibri" w:eastAsia="Calibri" w:hAnsi="Calibri" w:cs="Arial"/>
          <w:sz w:val="20"/>
          <w:szCs w:val="20"/>
          <w:lang w:eastAsia="en-US"/>
        </w:rPr>
        <w:t>How often did you USUALLY access the internet over the last year?</w:t>
      </w:r>
    </w:p>
    <w:p w14:paraId="79C6BEBF" w14:textId="77777777" w:rsidR="00E56F38" w:rsidRDefault="00E56F38" w:rsidP="00E56F38">
      <w:pPr>
        <w:rPr>
          <w:rFonts w:asciiTheme="majorHAnsi" w:hAnsiTheme="majorHAnsi" w:cstheme="majorHAnsi"/>
          <w:sz w:val="20"/>
          <w:szCs w:val="20"/>
        </w:rPr>
      </w:pPr>
    </w:p>
    <w:p w14:paraId="671560DD" w14:textId="07B54C42" w:rsidR="00E56F38" w:rsidRPr="00E56F38" w:rsidRDefault="00E56F38" w:rsidP="00E56F38">
      <w:pPr>
        <w:rPr>
          <w:rFonts w:asciiTheme="majorHAnsi" w:hAnsiTheme="majorHAnsi" w:cstheme="majorHAnsi"/>
          <w:sz w:val="20"/>
          <w:szCs w:val="20"/>
        </w:rPr>
      </w:pPr>
      <w:r>
        <w:rPr>
          <w:rFonts w:asciiTheme="majorHAnsi" w:hAnsiTheme="majorHAnsi" w:cstheme="majorHAnsi"/>
          <w:sz w:val="20"/>
          <w:szCs w:val="20"/>
        </w:rPr>
        <w:t xml:space="preserve">1. </w:t>
      </w:r>
      <w:r w:rsidRPr="00E56F38">
        <w:rPr>
          <w:rFonts w:asciiTheme="majorHAnsi" w:hAnsiTheme="majorHAnsi" w:cstheme="majorHAnsi"/>
          <w:sz w:val="20"/>
          <w:szCs w:val="20"/>
        </w:rPr>
        <w:t>Every day</w:t>
      </w:r>
    </w:p>
    <w:p w14:paraId="3A31FC77" w14:textId="513B2E48" w:rsidR="00E56F38" w:rsidRPr="00E56F38" w:rsidRDefault="00E56F38" w:rsidP="00E56F38">
      <w:pPr>
        <w:rPr>
          <w:rFonts w:asciiTheme="majorHAnsi" w:hAnsiTheme="majorHAnsi" w:cstheme="majorHAnsi"/>
          <w:sz w:val="20"/>
          <w:szCs w:val="20"/>
        </w:rPr>
      </w:pPr>
      <w:r>
        <w:rPr>
          <w:rFonts w:asciiTheme="majorHAnsi" w:hAnsiTheme="majorHAnsi" w:cstheme="majorHAnsi"/>
          <w:sz w:val="20"/>
          <w:szCs w:val="20"/>
        </w:rPr>
        <w:t xml:space="preserve">2. </w:t>
      </w:r>
      <w:r w:rsidRPr="00E56F38">
        <w:rPr>
          <w:rFonts w:asciiTheme="majorHAnsi" w:hAnsiTheme="majorHAnsi" w:cstheme="majorHAnsi"/>
          <w:sz w:val="20"/>
          <w:szCs w:val="20"/>
        </w:rPr>
        <w:t>At least once a week but not every day</w:t>
      </w:r>
    </w:p>
    <w:p w14:paraId="2AAF3693" w14:textId="666B63BC" w:rsidR="00E56F38" w:rsidRPr="00E56F38" w:rsidRDefault="00E56F38" w:rsidP="00E56F38">
      <w:pPr>
        <w:rPr>
          <w:rFonts w:asciiTheme="majorHAnsi" w:hAnsiTheme="majorHAnsi" w:cstheme="majorHAnsi"/>
          <w:sz w:val="20"/>
          <w:szCs w:val="20"/>
        </w:rPr>
      </w:pPr>
      <w:r>
        <w:rPr>
          <w:rFonts w:asciiTheme="majorHAnsi" w:hAnsiTheme="majorHAnsi" w:cstheme="majorHAnsi"/>
          <w:sz w:val="20"/>
          <w:szCs w:val="20"/>
        </w:rPr>
        <w:t xml:space="preserve">3. </w:t>
      </w:r>
      <w:proofErr w:type="gramStart"/>
      <w:r w:rsidRPr="00E56F38">
        <w:rPr>
          <w:rFonts w:asciiTheme="majorHAnsi" w:hAnsiTheme="majorHAnsi" w:cstheme="majorHAnsi"/>
          <w:sz w:val="20"/>
          <w:szCs w:val="20"/>
        </w:rPr>
        <w:t>About</w:t>
      </w:r>
      <w:proofErr w:type="gramEnd"/>
      <w:r w:rsidRPr="00E56F38">
        <w:rPr>
          <w:rFonts w:asciiTheme="majorHAnsi" w:hAnsiTheme="majorHAnsi" w:cstheme="majorHAnsi"/>
          <w:sz w:val="20"/>
          <w:szCs w:val="20"/>
        </w:rPr>
        <w:t xml:space="preserve"> once a week</w:t>
      </w:r>
    </w:p>
    <w:p w14:paraId="1ECD7AF9" w14:textId="40DE0C7F" w:rsidR="00E56F38" w:rsidRPr="00E56F38" w:rsidRDefault="00E56F38" w:rsidP="00E56F38">
      <w:pPr>
        <w:rPr>
          <w:rFonts w:asciiTheme="majorHAnsi" w:hAnsiTheme="majorHAnsi" w:cstheme="majorHAnsi"/>
          <w:sz w:val="20"/>
          <w:szCs w:val="20"/>
        </w:rPr>
      </w:pPr>
      <w:r>
        <w:rPr>
          <w:rFonts w:asciiTheme="majorHAnsi" w:hAnsiTheme="majorHAnsi" w:cstheme="majorHAnsi"/>
          <w:sz w:val="20"/>
          <w:szCs w:val="20"/>
        </w:rPr>
        <w:t xml:space="preserve">4. </w:t>
      </w:r>
      <w:proofErr w:type="gramStart"/>
      <w:r w:rsidRPr="00E56F38">
        <w:rPr>
          <w:rFonts w:asciiTheme="majorHAnsi" w:hAnsiTheme="majorHAnsi" w:cstheme="majorHAnsi"/>
          <w:sz w:val="20"/>
          <w:szCs w:val="20"/>
        </w:rPr>
        <w:t>About</w:t>
      </w:r>
      <w:proofErr w:type="gramEnd"/>
      <w:r w:rsidRPr="00E56F38">
        <w:rPr>
          <w:rFonts w:asciiTheme="majorHAnsi" w:hAnsiTheme="majorHAnsi" w:cstheme="majorHAnsi"/>
          <w:sz w:val="20"/>
          <w:szCs w:val="20"/>
        </w:rPr>
        <w:t xml:space="preserve"> once a month</w:t>
      </w:r>
    </w:p>
    <w:p w14:paraId="4BF36691" w14:textId="21923EE1" w:rsidR="00E56F38" w:rsidRPr="00E56F38" w:rsidRDefault="00E56F38" w:rsidP="00E56F38">
      <w:pPr>
        <w:rPr>
          <w:rFonts w:asciiTheme="majorHAnsi" w:hAnsiTheme="majorHAnsi" w:cstheme="majorHAnsi"/>
          <w:sz w:val="20"/>
          <w:szCs w:val="20"/>
        </w:rPr>
      </w:pPr>
      <w:r>
        <w:rPr>
          <w:rFonts w:asciiTheme="majorHAnsi" w:hAnsiTheme="majorHAnsi" w:cstheme="majorHAnsi"/>
          <w:sz w:val="20"/>
          <w:szCs w:val="20"/>
        </w:rPr>
        <w:t xml:space="preserve">5. </w:t>
      </w:r>
      <w:r w:rsidRPr="00E56F38">
        <w:rPr>
          <w:rFonts w:asciiTheme="majorHAnsi" w:hAnsiTheme="majorHAnsi" w:cstheme="majorHAnsi"/>
          <w:sz w:val="20"/>
          <w:szCs w:val="20"/>
        </w:rPr>
        <w:t>Less than once a month</w:t>
      </w:r>
    </w:p>
    <w:p w14:paraId="58909135" w14:textId="0282EFF2" w:rsidR="00E56F38" w:rsidRDefault="00E56F38" w:rsidP="00E56F38">
      <w:pPr>
        <w:rPr>
          <w:rFonts w:asciiTheme="majorHAnsi" w:hAnsiTheme="majorHAnsi" w:cstheme="majorHAnsi"/>
          <w:sz w:val="20"/>
          <w:szCs w:val="20"/>
        </w:rPr>
      </w:pPr>
      <w:r>
        <w:rPr>
          <w:rFonts w:asciiTheme="majorHAnsi" w:hAnsiTheme="majorHAnsi" w:cstheme="majorHAnsi"/>
          <w:sz w:val="20"/>
          <w:szCs w:val="20"/>
        </w:rPr>
        <w:t xml:space="preserve">6. </w:t>
      </w:r>
      <w:r w:rsidRPr="00E56F38">
        <w:rPr>
          <w:rFonts w:asciiTheme="majorHAnsi" w:hAnsiTheme="majorHAnsi" w:cstheme="majorHAnsi"/>
          <w:sz w:val="20"/>
          <w:szCs w:val="20"/>
        </w:rPr>
        <w:t>Never</w:t>
      </w:r>
    </w:p>
    <w:p w14:paraId="743BBED9" w14:textId="77777777" w:rsidR="00E56F38" w:rsidRDefault="00E56F38" w:rsidP="00E56F38">
      <w:pPr>
        <w:rPr>
          <w:rFonts w:asciiTheme="majorHAnsi" w:hAnsiTheme="majorHAnsi" w:cstheme="majorHAnsi"/>
          <w:sz w:val="20"/>
          <w:szCs w:val="20"/>
        </w:rPr>
      </w:pPr>
    </w:p>
    <w:p w14:paraId="331583EB" w14:textId="6FEBDF78" w:rsidR="00E56F38" w:rsidRDefault="00E56F38" w:rsidP="00E56F38">
      <w:pPr>
        <w:pStyle w:val="LightOrange-ScripterNote"/>
      </w:pPr>
      <w:r>
        <w:t>If INTERNET=6 (Never)</w:t>
      </w:r>
      <w:r w:rsidR="00991FF1">
        <w:t xml:space="preserve"> or refused</w:t>
      </w:r>
      <w:r>
        <w:t>, mark as QFLAG=2 and skip to ACSLANG questions</w:t>
      </w:r>
    </w:p>
    <w:p w14:paraId="11C07C10" w14:textId="77777777" w:rsidR="00D0568C" w:rsidRDefault="00D0568C" w:rsidP="00B77426">
      <w:pPr>
        <w:rPr>
          <w:rFonts w:asciiTheme="majorHAnsi" w:hAnsiTheme="majorHAnsi" w:cstheme="majorHAnsi"/>
          <w:sz w:val="20"/>
          <w:szCs w:val="20"/>
        </w:rPr>
      </w:pPr>
    </w:p>
    <w:p w14:paraId="0DBF0687" w14:textId="77777777" w:rsidR="007F2CAF" w:rsidRPr="009179CD" w:rsidRDefault="007F2CAF" w:rsidP="00B77426">
      <w:pPr>
        <w:rPr>
          <w:rFonts w:asciiTheme="majorHAnsi" w:hAnsiTheme="majorHAnsi" w:cstheme="majorHAnsi"/>
          <w:sz w:val="20"/>
          <w:szCs w:val="20"/>
        </w:rPr>
      </w:pPr>
    </w:p>
    <w:p w14:paraId="206426C0" w14:textId="77777777" w:rsidR="00A50FC9" w:rsidRPr="009179CD" w:rsidRDefault="00A50FC9" w:rsidP="007D610E">
      <w:pPr>
        <w:pStyle w:val="DarkOrange-SectionHeader"/>
      </w:pPr>
      <w:r w:rsidRPr="009179CD">
        <w:t>V.  MAIN QUESTIONNAIRE</w:t>
      </w:r>
    </w:p>
    <w:p w14:paraId="3D2F6709" w14:textId="77777777" w:rsidR="00A129A3" w:rsidRPr="009179CD" w:rsidRDefault="00A129A3" w:rsidP="00A129A3">
      <w:pPr>
        <w:rPr>
          <w:rFonts w:asciiTheme="majorHAnsi" w:hAnsiTheme="majorHAnsi" w:cstheme="majorHAnsi"/>
          <w:sz w:val="20"/>
          <w:szCs w:val="20"/>
        </w:rPr>
      </w:pPr>
    </w:p>
    <w:p w14:paraId="5E9086D7" w14:textId="77777777" w:rsidR="009A4E08" w:rsidRPr="009179CD" w:rsidRDefault="009A4E08" w:rsidP="007D610E">
      <w:pPr>
        <w:pStyle w:val="LightOrange-ScripterNote"/>
      </w:pPr>
      <w:r w:rsidRPr="009179CD">
        <w:t>SCRIPTER: Use default instruction text for each question type unless otherwise specified.</w:t>
      </w:r>
    </w:p>
    <w:p w14:paraId="6991E209" w14:textId="77777777" w:rsidR="009A4E08" w:rsidRPr="009179CD" w:rsidRDefault="009A4E08" w:rsidP="00A129A3">
      <w:pPr>
        <w:rPr>
          <w:rFonts w:asciiTheme="majorHAnsi" w:hAnsiTheme="majorHAnsi" w:cstheme="majorHAnsi"/>
          <w:sz w:val="20"/>
          <w:szCs w:val="20"/>
        </w:rPr>
      </w:pPr>
    </w:p>
    <w:p w14:paraId="1C995DBF" w14:textId="77777777" w:rsidR="00641C5F" w:rsidRPr="009179CD" w:rsidRDefault="00641C5F" w:rsidP="007D610E">
      <w:pPr>
        <w:pStyle w:val="LightOrange-ScripterNote"/>
      </w:pPr>
      <w:r w:rsidRPr="009179CD">
        <w:t xml:space="preserve">SCRIPTER: Do not prompt on all questions. </w:t>
      </w:r>
    </w:p>
    <w:p w14:paraId="42AE2022" w14:textId="77777777" w:rsidR="00A50FC9" w:rsidRDefault="00A50FC9" w:rsidP="00A129A3">
      <w:pPr>
        <w:rPr>
          <w:rFonts w:asciiTheme="majorHAnsi" w:hAnsiTheme="majorHAnsi" w:cstheme="majorHAnsi"/>
          <w:sz w:val="20"/>
          <w:szCs w:val="20"/>
        </w:rPr>
      </w:pPr>
    </w:p>
    <w:p w14:paraId="746A1F83" w14:textId="77777777" w:rsidR="007F2CAF" w:rsidRPr="009179CD" w:rsidRDefault="007F2CAF" w:rsidP="00A129A3">
      <w:pPr>
        <w:rPr>
          <w:rFonts w:asciiTheme="majorHAnsi" w:hAnsiTheme="majorHAnsi" w:cstheme="majorHAnsi"/>
          <w:sz w:val="20"/>
          <w:szCs w:val="20"/>
        </w:rPr>
      </w:pPr>
    </w:p>
    <w:p w14:paraId="2D139796" w14:textId="4C3E9988" w:rsidR="00F67F9C" w:rsidRPr="009179CD" w:rsidRDefault="0047752E" w:rsidP="007D610E">
      <w:pPr>
        <w:pStyle w:val="LightOrange-InstructionHighlighting"/>
      </w:pPr>
      <w:r w:rsidRPr="009179CD">
        <w:t>Base</w:t>
      </w:r>
      <w:r w:rsidR="009A4E08" w:rsidRPr="009179CD">
        <w:t>: A</w:t>
      </w:r>
      <w:r w:rsidR="007B49BD" w:rsidRPr="009179CD">
        <w:t>ll</w:t>
      </w:r>
      <w:r w:rsidRPr="009179CD">
        <w:t xml:space="preserve"> </w:t>
      </w:r>
      <w:r w:rsidR="00991FF1">
        <w:t xml:space="preserve">qualified </w:t>
      </w:r>
      <w:r w:rsidRPr="009179CD">
        <w:t>respondents</w:t>
      </w:r>
      <w:r w:rsidR="00E758B3" w:rsidRPr="009179CD">
        <w:t xml:space="preserve"> </w:t>
      </w:r>
    </w:p>
    <w:p w14:paraId="63AB2A29" w14:textId="77777777" w:rsidR="00B77426" w:rsidRPr="00D0568C" w:rsidRDefault="00D0568C" w:rsidP="00120D6F">
      <w:pPr>
        <w:rPr>
          <w:rFonts w:asciiTheme="majorHAnsi" w:hAnsiTheme="majorHAnsi" w:cstheme="majorHAnsi"/>
          <w:b/>
          <w:sz w:val="20"/>
          <w:szCs w:val="20"/>
        </w:rPr>
      </w:pPr>
      <w:r>
        <w:rPr>
          <w:rFonts w:asciiTheme="majorHAnsi" w:hAnsiTheme="majorHAnsi" w:cstheme="majorHAnsi"/>
          <w:b/>
          <w:sz w:val="20"/>
          <w:szCs w:val="20"/>
        </w:rPr>
        <w:t>DISPLAY</w:t>
      </w:r>
    </w:p>
    <w:p w14:paraId="3A91614D" w14:textId="02DFDA6F" w:rsidR="00212987" w:rsidRPr="007F2CAF" w:rsidRDefault="00D0568C" w:rsidP="00212987">
      <w:pPr>
        <w:pStyle w:val="PlainText"/>
        <w:rPr>
          <w:rFonts w:ascii="Georgia" w:hAnsi="Georgia" w:cs="Arial"/>
          <w:color w:val="000000"/>
          <w:shd w:val="clear" w:color="auto" w:fill="FFFFFF"/>
        </w:rPr>
      </w:pPr>
      <w:r>
        <w:rPr>
          <w:rFonts w:ascii="Georgia" w:eastAsia="Franklin Gothic Book" w:hAnsi="Georgia"/>
        </w:rPr>
        <w:t>First,</w:t>
      </w:r>
      <w:r w:rsidRPr="00D0568C">
        <w:rPr>
          <w:rFonts w:ascii="Georgia" w:eastAsia="Franklin Gothic Book" w:hAnsi="Georgia"/>
        </w:rPr>
        <w:t xml:space="preserve"> we’d like to explore some privacy and security issues.</w:t>
      </w:r>
      <w:r w:rsidR="003554FC">
        <w:rPr>
          <w:rFonts w:ascii="Georgia" w:eastAsia="Franklin Gothic Book" w:hAnsi="Georgia"/>
        </w:rPr>
        <w:t xml:space="preserve"> </w:t>
      </w:r>
      <w:r w:rsidR="00212987" w:rsidRPr="007F2CAF">
        <w:rPr>
          <w:rFonts w:ascii="Georgia" w:hAnsi="Georgia" w:cs="Arial"/>
          <w:color w:val="000000"/>
          <w:shd w:val="clear" w:color="auto" w:fill="FFFFFF"/>
        </w:rPr>
        <w:t xml:space="preserve">Here are a few questions of the sort you would see on a quiz show. Please answer the questions as best as you can. </w:t>
      </w:r>
      <w:r w:rsidR="005E13C1">
        <w:rPr>
          <w:rFonts w:eastAsia="Times New Roman"/>
          <w:b/>
        </w:rPr>
        <w:t>(</w:t>
      </w:r>
      <w:r w:rsidR="005E13C1" w:rsidRPr="00212E3A">
        <w:rPr>
          <w:b/>
        </w:rPr>
        <w:t xml:space="preserve">If you don’t know the answer, </w:t>
      </w:r>
      <w:r w:rsidR="005E13C1">
        <w:rPr>
          <w:b/>
        </w:rPr>
        <w:t>select “Not sure.”)</w:t>
      </w:r>
    </w:p>
    <w:p w14:paraId="387D4A7A" w14:textId="0B5DBD80" w:rsid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244F5962" w14:textId="3762C957" w:rsidR="00B52997" w:rsidRDefault="00B52997" w:rsidP="00B52997">
      <w:pPr>
        <w:pStyle w:val="LightOrange-ScripterNote"/>
        <w:rPr>
          <w:rFonts w:eastAsia="Franklin Gothic Book"/>
          <w:lang w:eastAsia="en-US"/>
        </w:rPr>
      </w:pPr>
      <w:r>
        <w:rPr>
          <w:rFonts w:eastAsia="Franklin Gothic Book"/>
          <w:lang w:eastAsia="en-US"/>
        </w:rPr>
        <w:t>RANDOMIZE AND RECORD ORDER OF QUESTIONS Q1-Q1</w:t>
      </w:r>
      <w:r w:rsidR="00BA412D">
        <w:rPr>
          <w:rFonts w:eastAsia="Franklin Gothic Book"/>
          <w:lang w:eastAsia="en-US"/>
        </w:rPr>
        <w:t>4</w:t>
      </w:r>
    </w:p>
    <w:p w14:paraId="72D42ADB" w14:textId="77777777" w:rsidR="00B52997" w:rsidRPr="00212987" w:rsidRDefault="00B52997" w:rsidP="00D0568C">
      <w:pPr>
        <w:autoSpaceDE w:val="0"/>
        <w:autoSpaceDN w:val="0"/>
        <w:adjustRightInd w:val="0"/>
        <w:spacing w:after="320" w:line="320" w:lineRule="exact"/>
        <w:rPr>
          <w:rFonts w:ascii="Georgia" w:eastAsia="Franklin Gothic Book" w:hAnsi="Georgia"/>
          <w:sz w:val="22"/>
          <w:szCs w:val="22"/>
          <w:lang w:eastAsia="en-US"/>
        </w:rPr>
      </w:pPr>
    </w:p>
    <w:p w14:paraId="5E2841DA" w14:textId="77777777" w:rsidR="00A63EEC" w:rsidRDefault="00A63EEC">
      <w:pPr>
        <w:rPr>
          <w:rFonts w:asciiTheme="majorHAnsi" w:hAnsiTheme="majorHAnsi" w:cstheme="majorHAnsi"/>
          <w:b/>
          <w:color w:val="FFFFFF" w:themeColor="background1"/>
          <w:sz w:val="20"/>
          <w:szCs w:val="18"/>
        </w:rPr>
      </w:pPr>
      <w:r>
        <w:br w:type="page"/>
      </w:r>
    </w:p>
    <w:p w14:paraId="399EED28" w14:textId="11394C13" w:rsidR="00D0568C" w:rsidRDefault="00D0568C" w:rsidP="00D0568C">
      <w:pPr>
        <w:pStyle w:val="LightOrange-InstructionHighlighting"/>
      </w:pPr>
      <w:r w:rsidRPr="009179CD">
        <w:lastRenderedPageBreak/>
        <w:t xml:space="preserve">Base: </w:t>
      </w:r>
      <w:r w:rsidR="00991FF1">
        <w:t>All qualified respondents</w:t>
      </w:r>
      <w:r w:rsidRPr="009179CD">
        <w:t xml:space="preserve"> </w:t>
      </w:r>
    </w:p>
    <w:p w14:paraId="2982BD40" w14:textId="25AF89C3" w:rsidR="00FC5ED0" w:rsidRPr="006A4ADC" w:rsidRDefault="00FC5ED0" w:rsidP="00D0568C">
      <w:pPr>
        <w:pStyle w:val="LightOrange-InstructionHighlighting"/>
        <w:rPr>
          <w:i/>
        </w:rPr>
      </w:pPr>
      <w:r>
        <w:rPr>
          <w:i/>
        </w:rPr>
        <w:t xml:space="preserve">SCRIPTER:  Randomize and record a-d.  Always keep e last.  </w:t>
      </w:r>
    </w:p>
    <w:p w14:paraId="20FCF246"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Q1 [S]</w:t>
      </w:r>
    </w:p>
    <w:p w14:paraId="22E719A2"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What does the “http</w:t>
      </w:r>
      <w:r w:rsidRPr="00D0568C">
        <w:rPr>
          <w:rFonts w:ascii="Georgia" w:eastAsia="Franklin Gothic Book" w:hAnsi="Georgia"/>
          <w:b/>
          <w:sz w:val="22"/>
          <w:szCs w:val="22"/>
          <w:lang w:eastAsia="en-US"/>
        </w:rPr>
        <w:t>s</w:t>
      </w:r>
      <w:r w:rsidRPr="00D0568C">
        <w:rPr>
          <w:rFonts w:ascii="Georgia" w:eastAsia="Franklin Gothic Book" w:hAnsi="Georgia"/>
          <w:sz w:val="22"/>
          <w:szCs w:val="22"/>
          <w:lang w:eastAsia="en-US"/>
        </w:rPr>
        <w:t xml:space="preserve">://” at the beginning of a URL denote, as opposed to </w:t>
      </w:r>
      <w:hyperlink w:history="1">
        <w:r w:rsidRPr="00D0568C">
          <w:rPr>
            <w:rFonts w:ascii="Georgia" w:eastAsia="Franklin Gothic Book" w:hAnsi="Georgia"/>
            <w:color w:val="BB792A"/>
            <w:sz w:val="22"/>
            <w:szCs w:val="22"/>
            <w:u w:val="single"/>
            <w:lang w:eastAsia="en-US"/>
          </w:rPr>
          <w:t>http://</w:t>
        </w:r>
      </w:hyperlink>
      <w:r w:rsidRPr="00D0568C">
        <w:rPr>
          <w:rFonts w:ascii="Georgia" w:eastAsia="Franklin Gothic Book" w:hAnsi="Georgia"/>
          <w:sz w:val="22"/>
          <w:szCs w:val="22"/>
          <w:lang w:eastAsia="en-US"/>
        </w:rPr>
        <w:t xml:space="preserve"> (without the “s”)?</w:t>
      </w:r>
    </w:p>
    <w:p w14:paraId="16CF2A28"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a) That the site has special high definition </w:t>
      </w:r>
    </w:p>
    <w:p w14:paraId="2490ECE4"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That information entered into the site is encrypted</w:t>
      </w:r>
    </w:p>
    <w:p w14:paraId="66DCAEAF"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c) That the site is the newest version available</w:t>
      </w:r>
    </w:p>
    <w:p w14:paraId="3B2650D5"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d) That the site is not accessible to certain computers</w:t>
      </w:r>
    </w:p>
    <w:p w14:paraId="47F7CC60"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e) None of the above</w:t>
      </w:r>
    </w:p>
    <w:p w14:paraId="24B67CF2" w14:textId="07E408F0" w:rsidR="005E13C1"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f) Not sure</w:t>
      </w:r>
    </w:p>
    <w:p w14:paraId="7F378C5C" w14:textId="77777777" w:rsidR="00270FF3" w:rsidRDefault="00270FF3">
      <w:pPr>
        <w:rPr>
          <w:rFonts w:asciiTheme="majorHAnsi" w:hAnsiTheme="majorHAnsi" w:cstheme="majorHAnsi"/>
          <w:b/>
          <w:color w:val="FFFFFF" w:themeColor="background1"/>
          <w:sz w:val="20"/>
          <w:szCs w:val="18"/>
        </w:rPr>
      </w:pPr>
      <w:r>
        <w:br w:type="page"/>
      </w:r>
    </w:p>
    <w:p w14:paraId="28287EBF" w14:textId="334BD502" w:rsidR="00D0568C" w:rsidRDefault="00D0568C" w:rsidP="00D0568C">
      <w:pPr>
        <w:pStyle w:val="LightOrange-InstructionHighlighting"/>
      </w:pPr>
      <w:r w:rsidRPr="009179CD">
        <w:lastRenderedPageBreak/>
        <w:t xml:space="preserve">Base: </w:t>
      </w:r>
      <w:r w:rsidR="00991FF1">
        <w:t>All qualified respondents</w:t>
      </w:r>
      <w:r w:rsidRPr="009179CD">
        <w:t xml:space="preserve"> </w:t>
      </w:r>
    </w:p>
    <w:p w14:paraId="5A44BEF4" w14:textId="1A5E6A90" w:rsidR="00FC5ED0" w:rsidRPr="006A4ADC" w:rsidRDefault="00FC5ED0" w:rsidP="00D0568C">
      <w:pPr>
        <w:pStyle w:val="LightOrange-InstructionHighlighting"/>
        <w:rPr>
          <w:i/>
        </w:rPr>
      </w:pPr>
      <w:r>
        <w:rPr>
          <w:i/>
        </w:rPr>
        <w:t>SCRIPTER:  Randomize and record a-c, always keep d last.</w:t>
      </w:r>
    </w:p>
    <w:p w14:paraId="34932DC5"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Q2 [M]</w:t>
      </w:r>
    </w:p>
    <w:p w14:paraId="0D4FA3E1"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Which of the following is an example of a “phishing” attack? </w:t>
      </w:r>
    </w:p>
    <w:p w14:paraId="434EA2E3"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Sending someone an email that contains a malicious link that is disguised to look like an email from someone the person knows</w:t>
      </w:r>
    </w:p>
    <w:p w14:paraId="3ACBC87D"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Creating a fake website that looks nearly identical to a real website, in order to trick users into entering their login information</w:t>
      </w:r>
    </w:p>
    <w:p w14:paraId="36D73E13"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c) Sending someone a text message that contains a malicious link that is disguised to look like a notification that the person has won a contest</w:t>
      </w:r>
    </w:p>
    <w:p w14:paraId="7A75307F" w14:textId="77777777" w:rsidR="00D0568C" w:rsidRDefault="00D0568C" w:rsidP="00D0568C">
      <w:pPr>
        <w:autoSpaceDE w:val="0"/>
        <w:autoSpaceDN w:val="0"/>
        <w:adjustRightInd w:val="0"/>
        <w:spacing w:after="320" w:line="320" w:lineRule="exact"/>
        <w:ind w:left="720"/>
        <w:rPr>
          <w:rFonts w:ascii="Georgia" w:eastAsia="Franklin Gothic Book" w:hAnsi="Georgia"/>
          <w:b/>
          <w:sz w:val="22"/>
          <w:szCs w:val="22"/>
          <w:lang w:eastAsia="en-US"/>
        </w:rPr>
      </w:pPr>
      <w:r w:rsidRPr="00D0568C">
        <w:rPr>
          <w:rFonts w:ascii="Georgia" w:eastAsia="Franklin Gothic Book" w:hAnsi="Georgia"/>
          <w:sz w:val="22"/>
          <w:szCs w:val="22"/>
          <w:lang w:eastAsia="en-US"/>
        </w:rPr>
        <w:t>d) All of the above</w:t>
      </w:r>
      <w:r>
        <w:rPr>
          <w:rFonts w:ascii="Georgia" w:eastAsia="Franklin Gothic Book" w:hAnsi="Georgia"/>
          <w:sz w:val="22"/>
          <w:szCs w:val="22"/>
          <w:lang w:eastAsia="en-US"/>
        </w:rPr>
        <w:t xml:space="preserve"> </w:t>
      </w:r>
      <w:r>
        <w:rPr>
          <w:rFonts w:ascii="Georgia" w:eastAsia="Franklin Gothic Book" w:hAnsi="Georgia"/>
          <w:b/>
          <w:sz w:val="22"/>
          <w:szCs w:val="22"/>
          <w:lang w:eastAsia="en-US"/>
        </w:rPr>
        <w:t>[S]</w:t>
      </w:r>
    </w:p>
    <w:p w14:paraId="52379B6E" w14:textId="3A52A64D" w:rsidR="005E13C1" w:rsidRPr="005E13C1"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sidRPr="005E13C1">
        <w:rPr>
          <w:rFonts w:ascii="Georgia" w:eastAsia="Franklin Gothic Book" w:hAnsi="Georgia"/>
          <w:sz w:val="22"/>
          <w:szCs w:val="22"/>
          <w:lang w:eastAsia="en-US"/>
        </w:rPr>
        <w:t>e) Not sure</w:t>
      </w:r>
    </w:p>
    <w:p w14:paraId="7CD270EB" w14:textId="5C03954A" w:rsidR="00D0568C" w:rsidRDefault="00D0568C" w:rsidP="00D0568C">
      <w:pPr>
        <w:pStyle w:val="LightOrange-InstructionHighlighting"/>
      </w:pPr>
      <w:r w:rsidRPr="009179CD">
        <w:t xml:space="preserve">Base: </w:t>
      </w:r>
      <w:r w:rsidR="00991FF1">
        <w:t>All qualified respondents</w:t>
      </w:r>
      <w:r w:rsidRPr="009179CD">
        <w:t xml:space="preserve"> </w:t>
      </w:r>
    </w:p>
    <w:p w14:paraId="332ADA93" w14:textId="0E0FFF17" w:rsidR="00FC5ED0" w:rsidRPr="006A4ADC" w:rsidRDefault="00FC5ED0" w:rsidP="00D0568C">
      <w:pPr>
        <w:pStyle w:val="LightOrange-InstructionHighlighting"/>
        <w:rPr>
          <w:i/>
        </w:rPr>
      </w:pPr>
      <w:r>
        <w:rPr>
          <w:i/>
        </w:rPr>
        <w:t>SCRIPTER:  Randomize and record response list</w:t>
      </w:r>
    </w:p>
    <w:p w14:paraId="3042E015"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Q3 [S]</w:t>
      </w:r>
    </w:p>
    <w:p w14:paraId="109B5116"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A group of computers that is networked together and used by hackers to steal information is called a….</w:t>
      </w:r>
    </w:p>
    <w:p w14:paraId="31826919"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Botnet</w:t>
      </w:r>
    </w:p>
    <w:p w14:paraId="7306AF15"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Rootkit</w:t>
      </w:r>
    </w:p>
    <w:p w14:paraId="6277B203"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c) DDoS</w:t>
      </w:r>
    </w:p>
    <w:p w14:paraId="24F500D2"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d) Operating system</w:t>
      </w:r>
    </w:p>
    <w:p w14:paraId="0FC29B90" w14:textId="434D83E0" w:rsidR="005E13C1"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 xml:space="preserve">e) </w:t>
      </w:r>
      <w:r w:rsidR="00270FF3">
        <w:rPr>
          <w:rFonts w:ascii="Georgia" w:eastAsia="Franklin Gothic Book" w:hAnsi="Georgia"/>
          <w:sz w:val="22"/>
          <w:szCs w:val="22"/>
          <w:lang w:eastAsia="en-US"/>
        </w:rPr>
        <w:t>N</w:t>
      </w:r>
      <w:r>
        <w:rPr>
          <w:rFonts w:ascii="Georgia" w:eastAsia="Franklin Gothic Book" w:hAnsi="Georgia"/>
          <w:sz w:val="22"/>
          <w:szCs w:val="22"/>
          <w:lang w:eastAsia="en-US"/>
        </w:rPr>
        <w:t>ot sure</w:t>
      </w:r>
    </w:p>
    <w:p w14:paraId="662D490F" w14:textId="10832222" w:rsidR="00D0568C" w:rsidRPr="009179CD" w:rsidRDefault="00D0568C" w:rsidP="00D0568C">
      <w:pPr>
        <w:pStyle w:val="LightOrange-InstructionHighlighting"/>
      </w:pPr>
      <w:r w:rsidRPr="009179CD">
        <w:t xml:space="preserve">Base: </w:t>
      </w:r>
      <w:r w:rsidR="00991FF1">
        <w:t>All qualified respondents</w:t>
      </w:r>
      <w:r w:rsidRPr="009179CD">
        <w:t xml:space="preserve"> </w:t>
      </w:r>
    </w:p>
    <w:p w14:paraId="7258BD4E"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Q4 [S]</w:t>
      </w:r>
    </w:p>
    <w:p w14:paraId="51635903"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All </w:t>
      </w:r>
      <w:proofErr w:type="spellStart"/>
      <w:r w:rsidRPr="00D0568C">
        <w:rPr>
          <w:rFonts w:ascii="Georgia" w:eastAsia="Franklin Gothic Book" w:hAnsi="Georgia"/>
          <w:sz w:val="22"/>
          <w:szCs w:val="22"/>
          <w:lang w:eastAsia="en-US"/>
        </w:rPr>
        <w:t>WiFi</w:t>
      </w:r>
      <w:proofErr w:type="spellEnd"/>
      <w:r w:rsidRPr="00D0568C">
        <w:rPr>
          <w:rFonts w:ascii="Georgia" w:eastAsia="Franklin Gothic Book" w:hAnsi="Georgia"/>
          <w:sz w:val="22"/>
          <w:szCs w:val="22"/>
          <w:lang w:eastAsia="en-US"/>
        </w:rPr>
        <w:t xml:space="preserve"> traffic is encrypted by default on all wireless routers.</w:t>
      </w:r>
    </w:p>
    <w:p w14:paraId="6B5AB5B5"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True</w:t>
      </w:r>
    </w:p>
    <w:p w14:paraId="11F9D6FE"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False</w:t>
      </w:r>
    </w:p>
    <w:p w14:paraId="3C4C77AF" w14:textId="5C98554E" w:rsidR="005E13C1"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c) Not sure</w:t>
      </w:r>
    </w:p>
    <w:p w14:paraId="4356CA85" w14:textId="11C13B8F" w:rsidR="00D0568C" w:rsidRDefault="00D0568C" w:rsidP="00D0568C">
      <w:pPr>
        <w:pStyle w:val="LightOrange-InstructionHighlighting"/>
      </w:pPr>
      <w:r w:rsidRPr="009179CD">
        <w:lastRenderedPageBreak/>
        <w:t xml:space="preserve">Base: </w:t>
      </w:r>
      <w:r w:rsidR="00991FF1">
        <w:t>All qualified respondents</w:t>
      </w:r>
      <w:r w:rsidRPr="009179CD">
        <w:t xml:space="preserve"> </w:t>
      </w:r>
    </w:p>
    <w:p w14:paraId="288EF819" w14:textId="0FD0AC0E" w:rsidR="006A4ADC" w:rsidRDefault="00FC5ED0" w:rsidP="00D0568C">
      <w:pPr>
        <w:pStyle w:val="LightOrange-InstructionHighlighting"/>
        <w:rPr>
          <w:i/>
        </w:rPr>
      </w:pPr>
      <w:r>
        <w:rPr>
          <w:i/>
        </w:rPr>
        <w:t>SCRIPTER:  Randomize and record response list order</w:t>
      </w:r>
    </w:p>
    <w:p w14:paraId="536547D0" w14:textId="6F80CF46" w:rsidR="006A4ADC" w:rsidRPr="006A4ADC" w:rsidRDefault="006A4ADC" w:rsidP="00D0568C">
      <w:pPr>
        <w:pStyle w:val="LightOrange-InstructionHighlighting"/>
        <w:rPr>
          <w:i/>
        </w:rPr>
      </w:pPr>
      <w:r>
        <w:rPr>
          <w:i/>
        </w:rPr>
        <w:t>Do not include notes in gray font</w:t>
      </w:r>
    </w:p>
    <w:p w14:paraId="7D00460B"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Q5 [M]</w:t>
      </w:r>
    </w:p>
    <w:p w14:paraId="0E8C1001"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Some websites and online services use a security process called two-step authentication. Which of the following images is an example of two-step authent</w:t>
      </w:r>
      <w:r>
        <w:rPr>
          <w:rFonts w:ascii="Georgia" w:eastAsia="Franklin Gothic Book" w:hAnsi="Georgia"/>
          <w:sz w:val="22"/>
          <w:szCs w:val="22"/>
          <w:lang w:eastAsia="en-US"/>
        </w:rPr>
        <w:t>ication?</w:t>
      </w:r>
    </w:p>
    <w:p w14:paraId="2E4EC185" w14:textId="64B3C9E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a) </w:t>
      </w:r>
      <w:r w:rsidR="006A4ADC" w:rsidRPr="006A4ADC">
        <w:rPr>
          <w:rFonts w:ascii="Georgia" w:eastAsia="Franklin Gothic Book" w:hAnsi="Georgia"/>
          <w:color w:val="BFBFBF" w:themeColor="background1" w:themeShade="BF"/>
          <w:sz w:val="22"/>
          <w:szCs w:val="22"/>
          <w:lang w:eastAsia="en-US"/>
        </w:rPr>
        <w:t>(Note: Picture of an actual two-step authentication screen)</w:t>
      </w:r>
    </w:p>
    <w:p w14:paraId="1E62C5EA" w14:textId="658C5718" w:rsidR="00D0568C" w:rsidRPr="00D0568C" w:rsidRDefault="00D0568C" w:rsidP="00D0568C">
      <w:pPr>
        <w:autoSpaceDE w:val="0"/>
        <w:autoSpaceDN w:val="0"/>
        <w:adjustRightInd w:val="0"/>
        <w:spacing w:after="320" w:line="320" w:lineRule="exact"/>
        <w:rPr>
          <w:rFonts w:ascii="Georgia" w:eastAsia="Franklin Gothic Book" w:hAnsi="Georgia"/>
          <w:color w:val="BFBFBF" w:themeColor="background1" w:themeShade="BF"/>
          <w:sz w:val="22"/>
          <w:szCs w:val="22"/>
          <w:lang w:eastAsia="en-US"/>
        </w:rPr>
      </w:pPr>
      <w:r w:rsidRPr="00D0568C">
        <w:rPr>
          <w:rFonts w:ascii="Georgia" w:eastAsia="Franklin Gothic Book" w:hAnsi="Georgia"/>
          <w:noProof/>
          <w:sz w:val="22"/>
          <w:szCs w:val="22"/>
          <w:lang w:eastAsia="en-US"/>
        </w:rPr>
        <w:drawing>
          <wp:anchor distT="0" distB="0" distL="114300" distR="114300" simplePos="0" relativeHeight="251659264" behindDoc="1" locked="0" layoutInCell="1" allowOverlap="1" wp14:anchorId="251D2A59" wp14:editId="01F74683">
            <wp:simplePos x="0" y="0"/>
            <wp:positionH relativeFrom="column">
              <wp:posOffset>93980</wp:posOffset>
            </wp:positionH>
            <wp:positionV relativeFrom="paragraph">
              <wp:posOffset>120650</wp:posOffset>
            </wp:positionV>
            <wp:extent cx="6080760" cy="3171825"/>
            <wp:effectExtent l="0" t="0" r="0" b="9525"/>
            <wp:wrapTight wrapText="bothSides">
              <wp:wrapPolygon edited="0">
                <wp:start x="0" y="0"/>
                <wp:lineTo x="0" y="21535"/>
                <wp:lineTo x="21519" y="21535"/>
                <wp:lineTo x="2151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Factor.png"/>
                    <pic:cNvPicPr/>
                  </pic:nvPicPr>
                  <pic:blipFill>
                    <a:blip r:embed="rId12">
                      <a:extLst>
                        <a:ext uri="{28A0092B-C50C-407E-A947-70E740481C1C}">
                          <a14:useLocalDpi xmlns:a14="http://schemas.microsoft.com/office/drawing/2010/main" val="0"/>
                        </a:ext>
                      </a:extLst>
                    </a:blip>
                    <a:stretch>
                      <a:fillRect/>
                    </a:stretch>
                  </pic:blipFill>
                  <pic:spPr>
                    <a:xfrm>
                      <a:off x="0" y="0"/>
                      <a:ext cx="6080760" cy="3171825"/>
                    </a:xfrm>
                    <a:prstGeom prst="rect">
                      <a:avLst/>
                    </a:prstGeom>
                  </pic:spPr>
                </pic:pic>
              </a:graphicData>
            </a:graphic>
            <wp14:sizeRelH relativeFrom="page">
              <wp14:pctWidth>0</wp14:pctWidth>
            </wp14:sizeRelH>
            <wp14:sizeRelV relativeFrom="page">
              <wp14:pctHeight>0</wp14:pctHeight>
            </wp14:sizeRelV>
          </wp:anchor>
        </w:drawing>
      </w:r>
      <w:r w:rsidRPr="00D0568C">
        <w:rPr>
          <w:rFonts w:ascii="Georgia" w:eastAsia="Franklin Gothic Book" w:hAnsi="Georgia"/>
          <w:sz w:val="22"/>
          <w:szCs w:val="22"/>
          <w:lang w:eastAsia="en-US"/>
        </w:rPr>
        <w:t>b</w:t>
      </w:r>
      <w:r w:rsidR="006A4ADC" w:rsidRPr="006A4ADC">
        <w:rPr>
          <w:rFonts w:ascii="Georgia" w:eastAsia="Franklin Gothic Book" w:hAnsi="Georgia"/>
          <w:sz w:val="22"/>
          <w:szCs w:val="22"/>
          <w:lang w:eastAsia="en-US"/>
        </w:rPr>
        <w:t xml:space="preserve">) </w:t>
      </w:r>
      <w:r w:rsidR="006A4ADC" w:rsidRPr="006A4ADC">
        <w:rPr>
          <w:rFonts w:ascii="Georgia" w:eastAsia="Franklin Gothic Book" w:hAnsi="Georgia"/>
          <w:color w:val="BFBFBF" w:themeColor="background1" w:themeShade="BF"/>
          <w:sz w:val="22"/>
          <w:szCs w:val="22"/>
          <w:lang w:eastAsia="en-US"/>
        </w:rPr>
        <w:t>(Note: Picture of a captcha)</w:t>
      </w:r>
    </w:p>
    <w:p w14:paraId="4E4F5722"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noProof/>
          <w:sz w:val="22"/>
          <w:szCs w:val="22"/>
          <w:lang w:eastAsia="en-US"/>
        </w:rPr>
        <w:drawing>
          <wp:anchor distT="0" distB="0" distL="114300" distR="114300" simplePos="0" relativeHeight="251660288" behindDoc="1" locked="0" layoutInCell="1" allowOverlap="1" wp14:anchorId="7FC1713F" wp14:editId="3B226CC8">
            <wp:simplePos x="0" y="0"/>
            <wp:positionH relativeFrom="column">
              <wp:posOffset>-90170</wp:posOffset>
            </wp:positionH>
            <wp:positionV relativeFrom="paragraph">
              <wp:posOffset>247650</wp:posOffset>
            </wp:positionV>
            <wp:extent cx="4090035" cy="1701165"/>
            <wp:effectExtent l="0" t="0" r="5715" b="0"/>
            <wp:wrapTight wrapText="bothSides">
              <wp:wrapPolygon edited="0">
                <wp:start x="5634" y="0"/>
                <wp:lineTo x="0" y="0"/>
                <wp:lineTo x="0" y="21286"/>
                <wp:lineTo x="21530" y="21286"/>
                <wp:lineTo x="21530" y="0"/>
                <wp:lineTo x="6539" y="0"/>
                <wp:lineTo x="5634"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cha.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0035" cy="1701165"/>
                    </a:xfrm>
                    <a:prstGeom prst="rect">
                      <a:avLst/>
                    </a:prstGeom>
                  </pic:spPr>
                </pic:pic>
              </a:graphicData>
            </a:graphic>
            <wp14:sizeRelH relativeFrom="page">
              <wp14:pctWidth>0</wp14:pctWidth>
            </wp14:sizeRelH>
            <wp14:sizeRelV relativeFrom="page">
              <wp14:pctHeight>0</wp14:pctHeight>
            </wp14:sizeRelV>
          </wp:anchor>
        </w:drawing>
      </w:r>
    </w:p>
    <w:p w14:paraId="54CE84DF"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11CC50D5"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6645AB7B"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19D07F0E"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6EA6E8BE"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143BA4C2"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4F2C50F6" w14:textId="342B3D5E"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noProof/>
          <w:sz w:val="22"/>
          <w:szCs w:val="22"/>
          <w:lang w:eastAsia="en-US"/>
        </w:rPr>
        <w:lastRenderedPageBreak/>
        <w:drawing>
          <wp:anchor distT="0" distB="0" distL="114300" distR="114300" simplePos="0" relativeHeight="251662336" behindDoc="1" locked="0" layoutInCell="1" allowOverlap="1" wp14:anchorId="55A515ED" wp14:editId="39471078">
            <wp:simplePos x="0" y="0"/>
            <wp:positionH relativeFrom="column">
              <wp:posOffset>67945</wp:posOffset>
            </wp:positionH>
            <wp:positionV relativeFrom="paragraph">
              <wp:posOffset>311150</wp:posOffset>
            </wp:positionV>
            <wp:extent cx="4102735" cy="2014220"/>
            <wp:effectExtent l="0" t="0" r="0" b="5080"/>
            <wp:wrapTight wrapText="bothSides">
              <wp:wrapPolygon edited="0">
                <wp:start x="0" y="0"/>
                <wp:lineTo x="0" y="21450"/>
                <wp:lineTo x="21463" y="21450"/>
                <wp:lineTo x="21463"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urity question.png"/>
                    <pic:cNvPicPr/>
                  </pic:nvPicPr>
                  <pic:blipFill>
                    <a:blip r:embed="rId14">
                      <a:extLst>
                        <a:ext uri="{28A0092B-C50C-407E-A947-70E740481C1C}">
                          <a14:useLocalDpi xmlns:a14="http://schemas.microsoft.com/office/drawing/2010/main" val="0"/>
                        </a:ext>
                      </a:extLst>
                    </a:blip>
                    <a:stretch>
                      <a:fillRect/>
                    </a:stretch>
                  </pic:blipFill>
                  <pic:spPr>
                    <a:xfrm>
                      <a:off x="0" y="0"/>
                      <a:ext cx="4102735" cy="2014220"/>
                    </a:xfrm>
                    <a:prstGeom prst="rect">
                      <a:avLst/>
                    </a:prstGeom>
                  </pic:spPr>
                </pic:pic>
              </a:graphicData>
            </a:graphic>
            <wp14:sizeRelH relativeFrom="page">
              <wp14:pctWidth>0</wp14:pctWidth>
            </wp14:sizeRelH>
            <wp14:sizeRelV relativeFrom="page">
              <wp14:pctHeight>0</wp14:pctHeight>
            </wp14:sizeRelV>
          </wp:anchor>
        </w:drawing>
      </w:r>
      <w:r w:rsidRPr="00D0568C">
        <w:rPr>
          <w:rFonts w:ascii="Georgia" w:eastAsia="Franklin Gothic Book" w:hAnsi="Georgia"/>
          <w:sz w:val="22"/>
          <w:szCs w:val="22"/>
          <w:lang w:eastAsia="en-US"/>
        </w:rPr>
        <w:t xml:space="preserve">c) </w:t>
      </w:r>
      <w:r w:rsidR="006A4ADC" w:rsidRPr="006A4ADC">
        <w:rPr>
          <w:rFonts w:ascii="Georgia" w:eastAsia="Franklin Gothic Book" w:hAnsi="Georgia"/>
          <w:color w:val="BFBFBF" w:themeColor="background1" w:themeShade="BF"/>
          <w:sz w:val="22"/>
          <w:szCs w:val="22"/>
          <w:lang w:eastAsia="en-US"/>
        </w:rPr>
        <w:t>(Note: Picture of a “What is your mother’s maiden name?” type screen)</w:t>
      </w:r>
    </w:p>
    <w:p w14:paraId="722AC6D4"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6E1AAE92"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10A8051D"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18D8D692"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51AC58E2"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p>
    <w:p w14:paraId="5BDAB8A2" w14:textId="25B68155"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noProof/>
          <w:sz w:val="22"/>
          <w:szCs w:val="22"/>
          <w:lang w:eastAsia="en-US"/>
        </w:rPr>
        <w:drawing>
          <wp:anchor distT="0" distB="0" distL="114300" distR="114300" simplePos="0" relativeHeight="251661312" behindDoc="1" locked="0" layoutInCell="1" allowOverlap="1" wp14:anchorId="77744B35" wp14:editId="43762A3D">
            <wp:simplePos x="0" y="0"/>
            <wp:positionH relativeFrom="column">
              <wp:posOffset>163830</wp:posOffset>
            </wp:positionH>
            <wp:positionV relativeFrom="paragraph">
              <wp:posOffset>624205</wp:posOffset>
            </wp:positionV>
            <wp:extent cx="4157980" cy="3435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rm with image.png"/>
                    <pic:cNvPicPr/>
                  </pic:nvPicPr>
                  <pic:blipFill>
                    <a:blip r:embed="rId15">
                      <a:extLst>
                        <a:ext uri="{28A0092B-C50C-407E-A947-70E740481C1C}">
                          <a14:useLocalDpi xmlns:a14="http://schemas.microsoft.com/office/drawing/2010/main" val="0"/>
                        </a:ext>
                      </a:extLst>
                    </a:blip>
                    <a:stretch>
                      <a:fillRect/>
                    </a:stretch>
                  </pic:blipFill>
                  <pic:spPr>
                    <a:xfrm>
                      <a:off x="0" y="0"/>
                      <a:ext cx="4157980" cy="3435985"/>
                    </a:xfrm>
                    <a:prstGeom prst="rect">
                      <a:avLst/>
                    </a:prstGeom>
                  </pic:spPr>
                </pic:pic>
              </a:graphicData>
            </a:graphic>
            <wp14:sizeRelH relativeFrom="page">
              <wp14:pctWidth>0</wp14:pctWidth>
            </wp14:sizeRelH>
            <wp14:sizeRelV relativeFrom="page">
              <wp14:pctHeight>0</wp14:pctHeight>
            </wp14:sizeRelV>
          </wp:anchor>
        </w:drawing>
      </w:r>
      <w:r w:rsidRPr="00D0568C">
        <w:rPr>
          <w:rFonts w:ascii="Georgia" w:eastAsia="Franklin Gothic Book" w:hAnsi="Georgia"/>
          <w:sz w:val="22"/>
          <w:szCs w:val="22"/>
          <w:lang w:eastAsia="en-US"/>
        </w:rPr>
        <w:t>d)</w:t>
      </w:r>
      <w:r w:rsidR="006A4ADC" w:rsidRPr="006A4ADC">
        <w:t xml:space="preserve"> </w:t>
      </w:r>
      <w:r w:rsidR="006A4ADC" w:rsidRPr="006A4ADC">
        <w:rPr>
          <w:rFonts w:ascii="Georgia" w:eastAsia="Franklin Gothic Book" w:hAnsi="Georgia"/>
          <w:color w:val="BFBFBF" w:themeColor="background1" w:themeShade="BF"/>
          <w:sz w:val="22"/>
          <w:szCs w:val="22"/>
          <w:lang w:eastAsia="en-US"/>
        </w:rPr>
        <w:t>(Note: Picture of one of those screens that shows you a graphic when you log in to let you know that you’re on the right site)</w:t>
      </w:r>
    </w:p>
    <w:p w14:paraId="5A24996A" w14:textId="69C86B8E" w:rsidR="00D0568C" w:rsidRDefault="00D0568C" w:rsidP="00D0568C">
      <w:pPr>
        <w:autoSpaceDE w:val="0"/>
        <w:autoSpaceDN w:val="0"/>
        <w:adjustRightInd w:val="0"/>
        <w:spacing w:after="320" w:line="320" w:lineRule="exact"/>
        <w:rPr>
          <w:rFonts w:ascii="Georgia" w:eastAsia="Franklin Gothic Book" w:hAnsi="Georgia"/>
          <w:b/>
          <w:sz w:val="22"/>
          <w:szCs w:val="22"/>
          <w:lang w:eastAsia="en-US"/>
        </w:rPr>
      </w:pPr>
      <w:r w:rsidRPr="00D0568C">
        <w:rPr>
          <w:rFonts w:ascii="Georgia" w:eastAsia="Franklin Gothic Book" w:hAnsi="Georgia"/>
          <w:sz w:val="22"/>
          <w:szCs w:val="22"/>
          <w:lang w:eastAsia="en-US"/>
        </w:rPr>
        <w:t>e) None of these</w:t>
      </w:r>
      <w:r w:rsidR="00727B28">
        <w:rPr>
          <w:rFonts w:ascii="Georgia" w:eastAsia="Franklin Gothic Book" w:hAnsi="Georgia"/>
          <w:sz w:val="22"/>
          <w:szCs w:val="22"/>
          <w:lang w:eastAsia="en-US"/>
        </w:rPr>
        <w:t xml:space="preserve"> </w:t>
      </w:r>
      <w:r w:rsidR="00727B28">
        <w:rPr>
          <w:rFonts w:ascii="Georgia" w:eastAsia="Franklin Gothic Book" w:hAnsi="Georgia"/>
          <w:b/>
          <w:sz w:val="22"/>
          <w:szCs w:val="22"/>
          <w:lang w:eastAsia="en-US"/>
        </w:rPr>
        <w:t>[S]</w:t>
      </w:r>
    </w:p>
    <w:p w14:paraId="2FB26E0B" w14:textId="6B346653" w:rsidR="005E13C1" w:rsidRPr="00E51623" w:rsidRDefault="005E13C1" w:rsidP="00D0568C">
      <w:pPr>
        <w:autoSpaceDE w:val="0"/>
        <w:autoSpaceDN w:val="0"/>
        <w:adjustRightInd w:val="0"/>
        <w:spacing w:after="320" w:line="320" w:lineRule="exact"/>
        <w:rPr>
          <w:rFonts w:ascii="Georgia" w:eastAsia="Franklin Gothic Book" w:hAnsi="Georgia"/>
          <w:sz w:val="22"/>
          <w:szCs w:val="22"/>
          <w:lang w:eastAsia="en-US"/>
        </w:rPr>
      </w:pPr>
      <w:r w:rsidRPr="00E51623">
        <w:rPr>
          <w:rFonts w:ascii="Georgia" w:eastAsia="Franklin Gothic Book" w:hAnsi="Georgia"/>
          <w:sz w:val="22"/>
          <w:szCs w:val="22"/>
          <w:lang w:eastAsia="en-US"/>
        </w:rPr>
        <w:t>f) Not sure</w:t>
      </w:r>
    </w:p>
    <w:p w14:paraId="2ABE709B" w14:textId="5CF16210" w:rsidR="005E13C1" w:rsidRPr="00270FF3" w:rsidRDefault="00270FF3" w:rsidP="00270FF3">
      <w:pPr>
        <w:autoSpaceDE w:val="0"/>
        <w:autoSpaceDN w:val="0"/>
        <w:adjustRightInd w:val="0"/>
        <w:spacing w:after="320" w:line="320" w:lineRule="exact"/>
        <w:rPr>
          <w:rFonts w:ascii="Georgia" w:eastAsia="Franklin Gothic Book" w:hAnsi="Georgia"/>
          <w:b/>
          <w:sz w:val="22"/>
          <w:szCs w:val="22"/>
          <w:lang w:eastAsia="en-US"/>
        </w:rPr>
      </w:pPr>
      <w:r w:rsidRPr="00270FF3">
        <w:rPr>
          <w:rFonts w:ascii="Georgia" w:eastAsia="Franklin Gothic Book" w:hAnsi="Georgia"/>
          <w:b/>
          <w:sz w:val="22"/>
          <w:szCs w:val="22"/>
          <w:lang w:eastAsia="en-US"/>
        </w:rPr>
        <w:t>[NO Q6]</w:t>
      </w:r>
    </w:p>
    <w:p w14:paraId="145D4A94" w14:textId="77777777" w:rsidR="00270FF3" w:rsidRDefault="00270FF3">
      <w:pPr>
        <w:rPr>
          <w:rFonts w:asciiTheme="majorHAnsi" w:hAnsiTheme="majorHAnsi" w:cstheme="majorHAnsi"/>
          <w:b/>
          <w:color w:val="FFFFFF" w:themeColor="background1"/>
          <w:sz w:val="20"/>
          <w:szCs w:val="18"/>
        </w:rPr>
      </w:pPr>
      <w:r>
        <w:br w:type="page"/>
      </w:r>
    </w:p>
    <w:p w14:paraId="6AC33951" w14:textId="0658B67B" w:rsidR="00D0568C" w:rsidRDefault="00D0568C" w:rsidP="00D0568C">
      <w:pPr>
        <w:pStyle w:val="LightOrange-InstructionHighlighting"/>
      </w:pPr>
      <w:r w:rsidRPr="009179CD">
        <w:lastRenderedPageBreak/>
        <w:t xml:space="preserve">Base: </w:t>
      </w:r>
      <w:r w:rsidR="00991FF1">
        <w:t>All qualified respondents</w:t>
      </w:r>
      <w:r w:rsidRPr="009179CD">
        <w:t xml:space="preserve"> </w:t>
      </w:r>
    </w:p>
    <w:p w14:paraId="72EFA821" w14:textId="164EC938" w:rsidR="00FC5ED0" w:rsidRPr="006A4ADC" w:rsidRDefault="00FC5ED0" w:rsidP="00D0568C">
      <w:pPr>
        <w:pStyle w:val="LightOrange-InstructionHighlighting"/>
        <w:rPr>
          <w:i/>
        </w:rPr>
      </w:pPr>
      <w:r>
        <w:rPr>
          <w:i/>
        </w:rPr>
        <w:t>SCRIPTER:  Randomize and record a-d.  Always keep e last</w:t>
      </w:r>
    </w:p>
    <w:p w14:paraId="5E7AD2C8"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Q7 [S]</w:t>
      </w:r>
    </w:p>
    <w:p w14:paraId="28F53440"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Criminals access someone’s computer and encrypt the user’s personal files and data. The user is unable to access this data unless they pay the criminals to decrypt the files. This practice is called….</w:t>
      </w:r>
    </w:p>
    <w:p w14:paraId="61E23CCF"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A botnet</w:t>
      </w:r>
    </w:p>
    <w:p w14:paraId="3F43CEEE"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Ransomware</w:t>
      </w:r>
    </w:p>
    <w:p w14:paraId="2766525C"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c) Driving</w:t>
      </w:r>
    </w:p>
    <w:p w14:paraId="1B725B5B"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d) Spam</w:t>
      </w:r>
    </w:p>
    <w:p w14:paraId="0D2773ED"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e) None of the above</w:t>
      </w:r>
    </w:p>
    <w:p w14:paraId="09866AB2" w14:textId="04B7E18B" w:rsidR="005E13C1"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f) Not sure</w:t>
      </w:r>
    </w:p>
    <w:p w14:paraId="3AAECD31" w14:textId="5F029BBA" w:rsidR="00270FF3" w:rsidRPr="00270FF3" w:rsidRDefault="00270FF3" w:rsidP="00270FF3">
      <w:pPr>
        <w:autoSpaceDE w:val="0"/>
        <w:autoSpaceDN w:val="0"/>
        <w:adjustRightInd w:val="0"/>
        <w:spacing w:after="320" w:line="320" w:lineRule="exact"/>
        <w:rPr>
          <w:rFonts w:ascii="Georgia" w:eastAsia="Franklin Gothic Book" w:hAnsi="Georgia"/>
          <w:b/>
          <w:sz w:val="22"/>
          <w:szCs w:val="22"/>
          <w:lang w:eastAsia="en-US"/>
        </w:rPr>
      </w:pPr>
      <w:r w:rsidRPr="00270FF3">
        <w:rPr>
          <w:rFonts w:ascii="Georgia" w:eastAsia="Franklin Gothic Book" w:hAnsi="Georgia"/>
          <w:b/>
          <w:sz w:val="22"/>
          <w:szCs w:val="22"/>
          <w:lang w:eastAsia="en-US"/>
        </w:rPr>
        <w:t>[NO Q8]</w:t>
      </w:r>
    </w:p>
    <w:p w14:paraId="5A02DB95" w14:textId="77777777" w:rsidR="00270FF3" w:rsidRDefault="00270FF3" w:rsidP="00D0568C">
      <w:pPr>
        <w:pStyle w:val="LightOrange-InstructionHighlighting"/>
      </w:pPr>
    </w:p>
    <w:p w14:paraId="720DC36B" w14:textId="5BF075C9" w:rsidR="00D0568C" w:rsidRDefault="00D0568C" w:rsidP="00D0568C">
      <w:pPr>
        <w:pStyle w:val="LightOrange-InstructionHighlighting"/>
      </w:pPr>
      <w:r w:rsidRPr="009179CD">
        <w:t xml:space="preserve">Base: </w:t>
      </w:r>
      <w:r w:rsidR="00991FF1">
        <w:t>All qualified respondents</w:t>
      </w:r>
      <w:r w:rsidRPr="009179CD">
        <w:t xml:space="preserve"> </w:t>
      </w:r>
    </w:p>
    <w:p w14:paraId="150ED67C"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Q9 [S]</w:t>
      </w:r>
    </w:p>
    <w:p w14:paraId="75471B33"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 “Private Browsing” is a feature in many internet browsers that lets users access web pages without any information (like browsing history) being stored by the browser. Can internet service providers see the online activities of their subscribers when those subscribers are using private browsing?</w:t>
      </w:r>
    </w:p>
    <w:p w14:paraId="43EB70A8"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Yes</w:t>
      </w:r>
    </w:p>
    <w:p w14:paraId="3A4DC40F"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No</w:t>
      </w:r>
    </w:p>
    <w:p w14:paraId="5AF0A914" w14:textId="5D935C86" w:rsidR="005E13C1" w:rsidRPr="00D0568C"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c) Not sure</w:t>
      </w:r>
    </w:p>
    <w:p w14:paraId="32874B66" w14:textId="77777777" w:rsidR="00270FF3" w:rsidRDefault="00270FF3">
      <w:pPr>
        <w:rPr>
          <w:rFonts w:asciiTheme="majorHAnsi" w:hAnsiTheme="majorHAnsi" w:cstheme="majorHAnsi"/>
          <w:b/>
          <w:color w:val="FFFFFF" w:themeColor="background1"/>
          <w:sz w:val="20"/>
          <w:szCs w:val="18"/>
        </w:rPr>
      </w:pPr>
      <w:r>
        <w:br w:type="page"/>
      </w:r>
    </w:p>
    <w:p w14:paraId="546743EC" w14:textId="021D20FD" w:rsidR="00D0568C" w:rsidRDefault="00D0568C" w:rsidP="00D0568C">
      <w:pPr>
        <w:pStyle w:val="LightOrange-InstructionHighlighting"/>
      </w:pPr>
      <w:r w:rsidRPr="009179CD">
        <w:lastRenderedPageBreak/>
        <w:t xml:space="preserve">Base: </w:t>
      </w:r>
      <w:r w:rsidR="00991FF1">
        <w:t>All qualified respondents</w:t>
      </w:r>
      <w:r w:rsidRPr="009179CD">
        <w:t xml:space="preserve"> </w:t>
      </w:r>
    </w:p>
    <w:p w14:paraId="18A591B9"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Q10 [S]</w:t>
      </w:r>
    </w:p>
    <w:p w14:paraId="22D429A5"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Turning off the GPS function of your smartphone prevents </w:t>
      </w:r>
      <w:r w:rsidRPr="00D0568C">
        <w:rPr>
          <w:rFonts w:ascii="Georgia" w:eastAsia="Franklin Gothic Book" w:hAnsi="Georgia"/>
          <w:sz w:val="22"/>
          <w:szCs w:val="22"/>
          <w:u w:val="single"/>
          <w:lang w:eastAsia="en-US"/>
        </w:rPr>
        <w:t>any</w:t>
      </w:r>
      <w:r w:rsidRPr="00D0568C">
        <w:rPr>
          <w:rFonts w:ascii="Georgia" w:eastAsia="Franklin Gothic Book" w:hAnsi="Georgia"/>
          <w:sz w:val="22"/>
          <w:szCs w:val="22"/>
          <w:lang w:eastAsia="en-US"/>
        </w:rPr>
        <w:t xml:space="preserve"> tracking of your phone’s location.</w:t>
      </w:r>
    </w:p>
    <w:p w14:paraId="404E64B3"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True</w:t>
      </w:r>
    </w:p>
    <w:p w14:paraId="1A7A04FD"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False</w:t>
      </w:r>
    </w:p>
    <w:p w14:paraId="4270524B" w14:textId="0B645875" w:rsidR="00FC5ED0" w:rsidRPr="00D0568C" w:rsidRDefault="005E13C1" w:rsidP="00270FF3">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e) Not sure</w:t>
      </w:r>
    </w:p>
    <w:p w14:paraId="561E2F35" w14:textId="5B14869C" w:rsidR="00D0568C" w:rsidRDefault="00D0568C" w:rsidP="00D0568C">
      <w:pPr>
        <w:pStyle w:val="LightOrange-InstructionHighlighting"/>
      </w:pPr>
      <w:r w:rsidRPr="009179CD">
        <w:t xml:space="preserve">Base: </w:t>
      </w:r>
      <w:r w:rsidR="00991FF1">
        <w:t>All qualified respondents</w:t>
      </w:r>
      <w:r w:rsidRPr="009179CD">
        <w:t xml:space="preserve"> </w:t>
      </w:r>
    </w:p>
    <w:p w14:paraId="5F05E12A"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Q11 [S]</w:t>
      </w:r>
    </w:p>
    <w:p w14:paraId="7F9BEB16"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All email is encrypted by default.</w:t>
      </w:r>
    </w:p>
    <w:p w14:paraId="1B969B3D"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True</w:t>
      </w:r>
    </w:p>
    <w:p w14:paraId="7BCE2A87"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False</w:t>
      </w:r>
    </w:p>
    <w:p w14:paraId="7216CDE7" w14:textId="6FE617CB" w:rsidR="005E13C1" w:rsidRPr="00D0568C"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e) Not sure</w:t>
      </w:r>
    </w:p>
    <w:p w14:paraId="2F42862A" w14:textId="3D7D0163" w:rsidR="00D0568C" w:rsidRDefault="00D0568C" w:rsidP="00D0568C">
      <w:pPr>
        <w:pStyle w:val="LightOrange-InstructionHighlighting"/>
      </w:pPr>
      <w:r w:rsidRPr="009179CD">
        <w:t xml:space="preserve">Base: </w:t>
      </w:r>
      <w:r w:rsidR="00991FF1">
        <w:t>All qualified respondents</w:t>
      </w:r>
      <w:r w:rsidRPr="009179CD">
        <w:t xml:space="preserve"> </w:t>
      </w:r>
    </w:p>
    <w:p w14:paraId="2621BC52"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Q12 [S]</w:t>
      </w:r>
    </w:p>
    <w:p w14:paraId="77425F11" w14:textId="41691C60" w:rsidR="00D0568C" w:rsidRPr="00D0568C" w:rsidRDefault="00CF7161" w:rsidP="00D0568C">
      <w:pPr>
        <w:autoSpaceDE w:val="0"/>
        <w:autoSpaceDN w:val="0"/>
        <w:adjustRightInd w:val="0"/>
        <w:spacing w:after="320" w:line="320" w:lineRule="exact"/>
        <w:rPr>
          <w:rFonts w:ascii="Georgia" w:eastAsia="Franklin Gothic Book" w:hAnsi="Georgia"/>
          <w:sz w:val="22"/>
          <w:szCs w:val="22"/>
          <w:lang w:eastAsia="en-US"/>
        </w:rPr>
      </w:pPr>
      <w:r>
        <w:rPr>
          <w:rFonts w:ascii="Georgia" w:eastAsia="Franklin Gothic Book" w:hAnsi="Georgia"/>
          <w:sz w:val="22"/>
          <w:szCs w:val="22"/>
          <w:lang w:eastAsia="en-US"/>
        </w:rPr>
        <w:t>By law</w:t>
      </w:r>
      <w:proofErr w:type="gramStart"/>
      <w:r>
        <w:rPr>
          <w:rFonts w:ascii="Georgia" w:eastAsia="Franklin Gothic Book" w:hAnsi="Georgia"/>
          <w:sz w:val="22"/>
          <w:szCs w:val="22"/>
          <w:lang w:eastAsia="en-US"/>
        </w:rPr>
        <w:t>,  h</w:t>
      </w:r>
      <w:r w:rsidR="00D0568C" w:rsidRPr="00D0568C">
        <w:rPr>
          <w:rFonts w:ascii="Georgia" w:eastAsia="Franklin Gothic Book" w:hAnsi="Georgia"/>
          <w:sz w:val="22"/>
          <w:szCs w:val="22"/>
          <w:lang w:eastAsia="en-US"/>
        </w:rPr>
        <w:t>ow</w:t>
      </w:r>
      <w:proofErr w:type="gramEnd"/>
      <w:r w:rsidR="00D0568C" w:rsidRPr="00D0568C">
        <w:rPr>
          <w:rFonts w:ascii="Georgia" w:eastAsia="Franklin Gothic Book" w:hAnsi="Georgia"/>
          <w:sz w:val="22"/>
          <w:szCs w:val="22"/>
          <w:lang w:eastAsia="en-US"/>
        </w:rPr>
        <w:t xml:space="preserve"> many </w:t>
      </w:r>
      <w:r w:rsidR="00D0568C" w:rsidRPr="00D0568C">
        <w:rPr>
          <w:rFonts w:ascii="Georgia" w:eastAsia="Franklin Gothic Book" w:hAnsi="Georgia"/>
          <w:b/>
          <w:sz w:val="22"/>
          <w:szCs w:val="22"/>
          <w:u w:val="single"/>
          <w:lang w:eastAsia="en-US"/>
        </w:rPr>
        <w:t>free</w:t>
      </w:r>
      <w:r w:rsidR="00D0568C" w:rsidRPr="00D0568C">
        <w:rPr>
          <w:rFonts w:ascii="Georgia" w:eastAsia="Franklin Gothic Book" w:hAnsi="Georgia"/>
          <w:sz w:val="22"/>
          <w:szCs w:val="22"/>
          <w:lang w:eastAsia="en-US"/>
        </w:rPr>
        <w:t xml:space="preserve"> credit reports </w:t>
      </w:r>
      <w:r>
        <w:rPr>
          <w:rFonts w:ascii="Georgia" w:eastAsia="Franklin Gothic Book" w:hAnsi="Georgia"/>
          <w:sz w:val="22"/>
          <w:szCs w:val="22"/>
          <w:lang w:eastAsia="en-US"/>
        </w:rPr>
        <w:t>can Americans obtain in a calendar year from each of the three major credit bureaus?</w:t>
      </w:r>
      <w:r w:rsidR="00D0568C" w:rsidRPr="00D0568C">
        <w:rPr>
          <w:rFonts w:ascii="Georgia" w:eastAsia="Franklin Gothic Book" w:hAnsi="Georgia"/>
          <w:sz w:val="22"/>
          <w:szCs w:val="22"/>
          <w:lang w:eastAsia="en-US"/>
        </w:rPr>
        <w:t xml:space="preserve">  </w:t>
      </w:r>
    </w:p>
    <w:p w14:paraId="484601BE"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1</w:t>
      </w:r>
    </w:p>
    <w:p w14:paraId="40BDA586"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3</w:t>
      </w:r>
    </w:p>
    <w:p w14:paraId="4683D4CE"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c) 5</w:t>
      </w:r>
    </w:p>
    <w:p w14:paraId="4A87B57B"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d) Zero</w:t>
      </w:r>
    </w:p>
    <w:p w14:paraId="4C29504E" w14:textId="67FA98E6" w:rsidR="005E13C1" w:rsidRPr="00D0568C"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f) Not sure</w:t>
      </w:r>
    </w:p>
    <w:p w14:paraId="2390D4C0" w14:textId="77777777" w:rsidR="00270FF3" w:rsidRDefault="00270FF3">
      <w:pPr>
        <w:rPr>
          <w:rFonts w:asciiTheme="majorHAnsi" w:hAnsiTheme="majorHAnsi" w:cstheme="majorHAnsi"/>
          <w:b/>
          <w:color w:val="FFFFFF" w:themeColor="background1"/>
          <w:sz w:val="20"/>
          <w:szCs w:val="18"/>
        </w:rPr>
      </w:pPr>
      <w:r>
        <w:br w:type="page"/>
      </w:r>
    </w:p>
    <w:p w14:paraId="534A16EF" w14:textId="23A2472A" w:rsidR="00D0568C" w:rsidRDefault="00D0568C" w:rsidP="00D0568C">
      <w:pPr>
        <w:pStyle w:val="LightOrange-InstructionHighlighting"/>
      </w:pPr>
      <w:r w:rsidRPr="009179CD">
        <w:lastRenderedPageBreak/>
        <w:t xml:space="preserve">Base: </w:t>
      </w:r>
      <w:r w:rsidR="00991FF1">
        <w:t>All qualified respondents</w:t>
      </w:r>
      <w:r w:rsidRPr="009179CD">
        <w:t xml:space="preserve"> </w:t>
      </w:r>
    </w:p>
    <w:p w14:paraId="5A2E7F82" w14:textId="63D2DFFA"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Q1</w:t>
      </w:r>
      <w:r w:rsidR="00991FF1">
        <w:rPr>
          <w:rFonts w:asciiTheme="majorHAnsi" w:hAnsiTheme="majorHAnsi" w:cstheme="majorHAnsi"/>
          <w:b/>
          <w:sz w:val="20"/>
          <w:szCs w:val="20"/>
        </w:rPr>
        <w:t>3</w:t>
      </w:r>
      <w:r>
        <w:rPr>
          <w:rFonts w:asciiTheme="majorHAnsi" w:hAnsiTheme="majorHAnsi" w:cstheme="majorHAnsi"/>
          <w:b/>
          <w:sz w:val="20"/>
          <w:szCs w:val="20"/>
        </w:rPr>
        <w:t xml:space="preserve"> [S]</w:t>
      </w:r>
    </w:p>
    <w:p w14:paraId="44DE8434" w14:textId="26C068E2"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If a public </w:t>
      </w:r>
      <w:proofErr w:type="spellStart"/>
      <w:r w:rsidRPr="00D0568C">
        <w:rPr>
          <w:rFonts w:ascii="Georgia" w:eastAsia="Franklin Gothic Book" w:hAnsi="Georgia"/>
          <w:sz w:val="22"/>
          <w:szCs w:val="22"/>
          <w:lang w:eastAsia="en-US"/>
        </w:rPr>
        <w:t>WiFi</w:t>
      </w:r>
      <w:proofErr w:type="spellEnd"/>
      <w:r w:rsidRPr="00D0568C">
        <w:rPr>
          <w:rFonts w:ascii="Georgia" w:eastAsia="Franklin Gothic Book" w:hAnsi="Georgia"/>
          <w:sz w:val="22"/>
          <w:szCs w:val="22"/>
          <w:lang w:eastAsia="en-US"/>
        </w:rPr>
        <w:t xml:space="preserve"> network (such as in an airport or café) requires a password to access, is it generally safe to use that network for sensitive activities such as online banking?</w:t>
      </w:r>
    </w:p>
    <w:p w14:paraId="2782A0E6"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a) Yes, it is safe</w:t>
      </w:r>
    </w:p>
    <w:p w14:paraId="59636182"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No, it is not safe</w:t>
      </w:r>
    </w:p>
    <w:p w14:paraId="1350CB11" w14:textId="1D8B1309" w:rsidR="005E13C1" w:rsidRPr="00D0568C"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c) Not sure</w:t>
      </w:r>
    </w:p>
    <w:p w14:paraId="54A09CC8" w14:textId="609E266E" w:rsidR="00D0568C" w:rsidRDefault="00D0568C" w:rsidP="00D0568C">
      <w:pPr>
        <w:pStyle w:val="LightOrange-InstructionHighlighting"/>
      </w:pPr>
      <w:r w:rsidRPr="009179CD">
        <w:t xml:space="preserve">Base: </w:t>
      </w:r>
      <w:r w:rsidR="00991FF1">
        <w:t>All qualified respondents</w:t>
      </w:r>
      <w:r w:rsidRPr="009179CD">
        <w:t xml:space="preserve"> </w:t>
      </w:r>
    </w:p>
    <w:p w14:paraId="694949EC" w14:textId="4054B992" w:rsidR="00FC5ED0" w:rsidRPr="006A4ADC" w:rsidRDefault="00FC5ED0" w:rsidP="00D0568C">
      <w:pPr>
        <w:pStyle w:val="LightOrange-InstructionHighlighting"/>
        <w:rPr>
          <w:i/>
        </w:rPr>
      </w:pPr>
      <w:r>
        <w:rPr>
          <w:i/>
        </w:rPr>
        <w:t>SCRIPTER:  Randomize and record order of response list</w:t>
      </w:r>
    </w:p>
    <w:p w14:paraId="30AB755B" w14:textId="2BE75DB4"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Q1</w:t>
      </w:r>
      <w:r w:rsidR="00991FF1">
        <w:rPr>
          <w:rFonts w:asciiTheme="majorHAnsi" w:hAnsiTheme="majorHAnsi" w:cstheme="majorHAnsi"/>
          <w:b/>
          <w:sz w:val="20"/>
          <w:szCs w:val="20"/>
        </w:rPr>
        <w:t>4</w:t>
      </w:r>
      <w:r>
        <w:rPr>
          <w:rFonts w:asciiTheme="majorHAnsi" w:hAnsiTheme="majorHAnsi" w:cstheme="majorHAnsi"/>
          <w:b/>
          <w:sz w:val="20"/>
          <w:szCs w:val="20"/>
        </w:rPr>
        <w:t xml:space="preserve"> [S]</w:t>
      </w:r>
    </w:p>
    <w:p w14:paraId="3CC1EF96" w14:textId="77777777" w:rsidR="00D0568C" w:rsidRPr="00D0568C" w:rsidRDefault="00D0568C" w:rsidP="00D0568C">
      <w:pPr>
        <w:autoSpaceDE w:val="0"/>
        <w:autoSpaceDN w:val="0"/>
        <w:adjustRightInd w:val="0"/>
        <w:spacing w:after="320" w:line="320" w:lineRule="exact"/>
        <w:rPr>
          <w:rFonts w:ascii="Georgia" w:eastAsia="Franklin Gothic Book" w:hAnsi="Georgia"/>
          <w:sz w:val="22"/>
          <w:szCs w:val="22"/>
          <w:lang w:eastAsia="en-US"/>
        </w:rPr>
      </w:pPr>
      <w:r w:rsidRPr="00D0568C">
        <w:rPr>
          <w:rFonts w:ascii="Georgia" w:eastAsia="Franklin Gothic Book" w:hAnsi="Georgia"/>
          <w:sz w:val="22"/>
          <w:szCs w:val="22"/>
          <w:lang w:eastAsia="en-US"/>
        </w:rPr>
        <w:t>What kind of cybersecurity risks can be minimized by using a Virtual Private Network (VPN)?</w:t>
      </w:r>
    </w:p>
    <w:p w14:paraId="77112AED"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 xml:space="preserve">a) Use of insecure </w:t>
      </w:r>
      <w:proofErr w:type="spellStart"/>
      <w:r w:rsidRPr="00D0568C">
        <w:rPr>
          <w:rFonts w:ascii="Georgia" w:eastAsia="Franklin Gothic Book" w:hAnsi="Georgia"/>
          <w:sz w:val="22"/>
          <w:szCs w:val="22"/>
          <w:lang w:eastAsia="en-US"/>
        </w:rPr>
        <w:t>wifi</w:t>
      </w:r>
      <w:proofErr w:type="spellEnd"/>
      <w:r w:rsidRPr="00D0568C">
        <w:rPr>
          <w:rFonts w:ascii="Georgia" w:eastAsia="Franklin Gothic Book" w:hAnsi="Georgia"/>
          <w:sz w:val="22"/>
          <w:szCs w:val="22"/>
          <w:lang w:eastAsia="en-US"/>
        </w:rPr>
        <w:t xml:space="preserve"> networks</w:t>
      </w:r>
    </w:p>
    <w:p w14:paraId="68A8B357"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b) Key-logging</w:t>
      </w:r>
    </w:p>
    <w:p w14:paraId="2AF50A84"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c) Tracking by website operators</w:t>
      </w:r>
    </w:p>
    <w:p w14:paraId="15A131BD"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d) De-anonymization by network operators</w:t>
      </w:r>
    </w:p>
    <w:p w14:paraId="63FDD395" w14:textId="77777777" w:rsidR="00D0568C" w:rsidRDefault="00D0568C" w:rsidP="00D0568C">
      <w:pPr>
        <w:autoSpaceDE w:val="0"/>
        <w:autoSpaceDN w:val="0"/>
        <w:adjustRightInd w:val="0"/>
        <w:spacing w:after="320" w:line="320" w:lineRule="exact"/>
        <w:ind w:left="720"/>
        <w:rPr>
          <w:rFonts w:ascii="Georgia" w:eastAsia="Franklin Gothic Book" w:hAnsi="Georgia"/>
          <w:sz w:val="22"/>
          <w:szCs w:val="22"/>
          <w:lang w:eastAsia="en-US"/>
        </w:rPr>
      </w:pPr>
      <w:r w:rsidRPr="00D0568C">
        <w:rPr>
          <w:rFonts w:ascii="Georgia" w:eastAsia="Franklin Gothic Book" w:hAnsi="Georgia"/>
          <w:sz w:val="22"/>
          <w:szCs w:val="22"/>
          <w:lang w:eastAsia="en-US"/>
        </w:rPr>
        <w:t>e) Phishing attacks</w:t>
      </w:r>
    </w:p>
    <w:p w14:paraId="12614B42" w14:textId="3990E417" w:rsidR="005E13C1" w:rsidRDefault="005E13C1" w:rsidP="00D0568C">
      <w:pPr>
        <w:autoSpaceDE w:val="0"/>
        <w:autoSpaceDN w:val="0"/>
        <w:adjustRightInd w:val="0"/>
        <w:spacing w:after="320" w:line="320" w:lineRule="exact"/>
        <w:ind w:left="720"/>
        <w:rPr>
          <w:rFonts w:ascii="Georgia" w:eastAsia="Franklin Gothic Book" w:hAnsi="Georgia"/>
          <w:sz w:val="22"/>
          <w:szCs w:val="22"/>
          <w:lang w:eastAsia="en-US"/>
        </w:rPr>
      </w:pPr>
      <w:r>
        <w:rPr>
          <w:rFonts w:ascii="Georgia" w:eastAsia="Franklin Gothic Book" w:hAnsi="Georgia"/>
          <w:sz w:val="22"/>
          <w:szCs w:val="22"/>
          <w:lang w:eastAsia="en-US"/>
        </w:rPr>
        <w:t>f) Not sure</w:t>
      </w:r>
    </w:p>
    <w:p w14:paraId="1BAAF69D" w14:textId="2E35218E" w:rsidR="00D0568C" w:rsidRDefault="00D0568C" w:rsidP="00D0568C">
      <w:pPr>
        <w:pStyle w:val="LightOrange-InstructionHighlighting"/>
      </w:pPr>
      <w:r w:rsidRPr="009179CD">
        <w:t xml:space="preserve">Base: </w:t>
      </w:r>
      <w:r w:rsidR="00991FF1">
        <w:t>All qualified respondents</w:t>
      </w:r>
      <w:r w:rsidRPr="009179CD">
        <w:t xml:space="preserve"> </w:t>
      </w:r>
    </w:p>
    <w:p w14:paraId="08C3A5B4"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Display</w:t>
      </w:r>
    </w:p>
    <w:p w14:paraId="54B89480" w14:textId="77777777" w:rsidR="00D0568C" w:rsidRDefault="00D0568C" w:rsidP="00D0568C">
      <w:pPr>
        <w:autoSpaceDE w:val="0"/>
        <w:autoSpaceDN w:val="0"/>
        <w:adjustRightInd w:val="0"/>
        <w:spacing w:after="320" w:line="320" w:lineRule="exact"/>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 xml:space="preserve">Now we’d like to explore some of the ways you think about online activities, both by using computers and by using smartphones. </w:t>
      </w:r>
    </w:p>
    <w:p w14:paraId="4825CF7C" w14:textId="47550506" w:rsidR="00D0568C" w:rsidRDefault="00D0568C" w:rsidP="00D0568C">
      <w:pPr>
        <w:pStyle w:val="LightOrange-InstructionHighlighting"/>
      </w:pPr>
      <w:r w:rsidRPr="009179CD">
        <w:t xml:space="preserve">Base: </w:t>
      </w:r>
      <w:r w:rsidR="00991FF1">
        <w:t>All qualified respondents</w:t>
      </w:r>
      <w:r w:rsidRPr="009179CD">
        <w:t xml:space="preserve"> </w:t>
      </w:r>
    </w:p>
    <w:p w14:paraId="6D95B1D8"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INTMOB [S]</w:t>
      </w:r>
    </w:p>
    <w:p w14:paraId="22D49798" w14:textId="77777777" w:rsidR="00D0568C" w:rsidRPr="00D0568C" w:rsidRDefault="00D0568C" w:rsidP="00D0568C">
      <w:pPr>
        <w:autoSpaceDE w:val="0"/>
        <w:autoSpaceDN w:val="0"/>
        <w:adjustRightInd w:val="0"/>
        <w:spacing w:after="320" w:line="320" w:lineRule="exact"/>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Do you access the internet on a cell phone, tablet or other mobile handheld device, at least occasionally?</w:t>
      </w:r>
    </w:p>
    <w:p w14:paraId="50C859E4"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a)</w:t>
      </w:r>
      <w:r w:rsidRPr="00D0568C">
        <w:rPr>
          <w:rFonts w:ascii="Georgia" w:eastAsia="Franklin Gothic Book" w:hAnsi="Georgia" w:cs="Tahoma"/>
          <w:sz w:val="22"/>
          <w:szCs w:val="22"/>
          <w:lang w:eastAsia="en-US"/>
        </w:rPr>
        <w:tab/>
        <w:t>Yes</w:t>
      </w:r>
    </w:p>
    <w:p w14:paraId="312D5818"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b)</w:t>
      </w:r>
      <w:r w:rsidRPr="00D0568C">
        <w:rPr>
          <w:rFonts w:ascii="Georgia" w:eastAsia="Franklin Gothic Book" w:hAnsi="Georgia" w:cs="Tahoma"/>
          <w:sz w:val="22"/>
          <w:szCs w:val="22"/>
          <w:lang w:eastAsia="en-US"/>
        </w:rPr>
        <w:tab/>
        <w:t>No</w:t>
      </w:r>
    </w:p>
    <w:p w14:paraId="29258B6A" w14:textId="77777777" w:rsidR="00270FF3" w:rsidRDefault="00270FF3">
      <w:pPr>
        <w:rPr>
          <w:rFonts w:asciiTheme="majorHAnsi" w:hAnsiTheme="majorHAnsi" w:cstheme="majorHAnsi"/>
          <w:b/>
          <w:color w:val="FFFFFF" w:themeColor="background1"/>
          <w:sz w:val="20"/>
          <w:szCs w:val="18"/>
        </w:rPr>
      </w:pPr>
      <w:r>
        <w:br w:type="page"/>
      </w:r>
    </w:p>
    <w:p w14:paraId="33996983" w14:textId="063E8FF6" w:rsidR="00D0568C" w:rsidRDefault="00D0568C" w:rsidP="00D0568C">
      <w:pPr>
        <w:pStyle w:val="LightOrange-InstructionHighlighting"/>
      </w:pPr>
      <w:r w:rsidRPr="009179CD">
        <w:lastRenderedPageBreak/>
        <w:t xml:space="preserve">Base: </w:t>
      </w:r>
      <w:r w:rsidR="00991FF1">
        <w:t>All qualified respondents</w:t>
      </w:r>
      <w:r w:rsidRPr="009179CD">
        <w:t xml:space="preserve"> </w:t>
      </w:r>
    </w:p>
    <w:p w14:paraId="1F71836F"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INTFREQ [S]</w:t>
      </w:r>
    </w:p>
    <w:p w14:paraId="60CBFFAE" w14:textId="77777777" w:rsidR="00D0568C" w:rsidRPr="00D0568C" w:rsidRDefault="00D0568C" w:rsidP="00D0568C">
      <w:pPr>
        <w:autoSpaceDE w:val="0"/>
        <w:autoSpaceDN w:val="0"/>
        <w:adjustRightInd w:val="0"/>
        <w:spacing w:after="320" w:line="320" w:lineRule="exact"/>
        <w:rPr>
          <w:rFonts w:ascii="Georgia" w:eastAsia="Franklin Gothic Book" w:hAnsi="Georgia" w:cs="Tahoma"/>
          <w:color w:val="A6A6A6"/>
          <w:sz w:val="22"/>
          <w:szCs w:val="22"/>
          <w:lang w:eastAsia="en-US"/>
        </w:rPr>
      </w:pPr>
      <w:r w:rsidRPr="00D0568C">
        <w:rPr>
          <w:rFonts w:ascii="Georgia" w:eastAsia="Franklin Gothic Book" w:hAnsi="Georgia" w:cs="Tahoma"/>
          <w:sz w:val="22"/>
          <w:szCs w:val="22"/>
          <w:lang w:eastAsia="en-US"/>
        </w:rPr>
        <w:t>About how often do you use the internet?</w:t>
      </w:r>
    </w:p>
    <w:p w14:paraId="0D1CA58F"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a)</w:t>
      </w:r>
      <w:r w:rsidRPr="00D0568C">
        <w:rPr>
          <w:rFonts w:ascii="Georgia" w:eastAsia="Franklin Gothic Book" w:hAnsi="Georgia" w:cs="Tahoma"/>
          <w:sz w:val="22"/>
          <w:szCs w:val="22"/>
          <w:lang w:eastAsia="en-US"/>
        </w:rPr>
        <w:tab/>
        <w:t>Almost constantly</w:t>
      </w:r>
    </w:p>
    <w:p w14:paraId="1F080F48"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b)</w:t>
      </w:r>
      <w:r w:rsidRPr="00D0568C">
        <w:rPr>
          <w:rFonts w:ascii="Georgia" w:eastAsia="Franklin Gothic Book" w:hAnsi="Georgia" w:cs="Tahoma"/>
          <w:sz w:val="22"/>
          <w:szCs w:val="22"/>
          <w:lang w:eastAsia="en-US"/>
        </w:rPr>
        <w:tab/>
        <w:t>Several times a day</w:t>
      </w:r>
    </w:p>
    <w:p w14:paraId="133EF6B4"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c)</w:t>
      </w:r>
      <w:r w:rsidRPr="00D0568C">
        <w:rPr>
          <w:rFonts w:ascii="Georgia" w:eastAsia="Franklin Gothic Book" w:hAnsi="Georgia" w:cs="Tahoma"/>
          <w:sz w:val="22"/>
          <w:szCs w:val="22"/>
          <w:lang w:eastAsia="en-US"/>
        </w:rPr>
        <w:tab/>
        <w:t>About once a day</w:t>
      </w:r>
    </w:p>
    <w:p w14:paraId="718B1E0C"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d)</w:t>
      </w:r>
      <w:r w:rsidRPr="00D0568C">
        <w:rPr>
          <w:rFonts w:ascii="Georgia" w:eastAsia="Franklin Gothic Book" w:hAnsi="Georgia" w:cs="Tahoma"/>
          <w:sz w:val="22"/>
          <w:szCs w:val="22"/>
          <w:lang w:eastAsia="en-US"/>
        </w:rPr>
        <w:tab/>
        <w:t>Several times a week</w:t>
      </w:r>
    </w:p>
    <w:p w14:paraId="010C9738"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e)</w:t>
      </w:r>
      <w:r w:rsidRPr="00D0568C">
        <w:rPr>
          <w:rFonts w:ascii="Georgia" w:eastAsia="Franklin Gothic Book" w:hAnsi="Georgia" w:cs="Tahoma"/>
          <w:sz w:val="22"/>
          <w:szCs w:val="22"/>
          <w:lang w:eastAsia="en-US"/>
        </w:rPr>
        <w:tab/>
        <w:t>Less often</w:t>
      </w:r>
    </w:p>
    <w:p w14:paraId="5B11DF56" w14:textId="7C34B085" w:rsidR="00D0568C" w:rsidRDefault="00D0568C" w:rsidP="00D0568C">
      <w:pPr>
        <w:pStyle w:val="LightOrange-InstructionHighlighting"/>
      </w:pPr>
      <w:r w:rsidRPr="009179CD">
        <w:t xml:space="preserve">Base: </w:t>
      </w:r>
      <w:r w:rsidR="00991FF1">
        <w:t>All qualified respondents</w:t>
      </w:r>
      <w:r w:rsidRPr="009179CD">
        <w:t xml:space="preserve"> </w:t>
      </w:r>
    </w:p>
    <w:p w14:paraId="215C15A9" w14:textId="64B7BB46" w:rsidR="00991FF1" w:rsidRPr="00991FF1" w:rsidRDefault="00991FF1" w:rsidP="00D0568C">
      <w:pPr>
        <w:pStyle w:val="LightOrange-InstructionHighlighting"/>
        <w:rPr>
          <w:i/>
        </w:rPr>
      </w:pPr>
      <w:r>
        <w:rPr>
          <w:i/>
        </w:rPr>
        <w:t>Prompt</w:t>
      </w:r>
    </w:p>
    <w:p w14:paraId="57B1D596"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SMART1 [S]</w:t>
      </w:r>
    </w:p>
    <w:p w14:paraId="5C5BBDA6" w14:textId="77777777" w:rsidR="00D0568C" w:rsidRPr="00D0568C" w:rsidRDefault="00D0568C" w:rsidP="00D0568C">
      <w:pPr>
        <w:autoSpaceDE w:val="0"/>
        <w:autoSpaceDN w:val="0"/>
        <w:adjustRightInd w:val="0"/>
        <w:spacing w:after="320" w:line="320" w:lineRule="exact"/>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Do you own a smartphone?</w:t>
      </w:r>
    </w:p>
    <w:p w14:paraId="46876132"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a)</w:t>
      </w:r>
      <w:r w:rsidRPr="00D0568C">
        <w:rPr>
          <w:rFonts w:ascii="Georgia" w:eastAsia="Franklin Gothic Book" w:hAnsi="Georgia" w:cs="Tahoma"/>
          <w:sz w:val="22"/>
          <w:szCs w:val="22"/>
          <w:lang w:eastAsia="en-US"/>
        </w:rPr>
        <w:tab/>
        <w:t>Yes</w:t>
      </w:r>
    </w:p>
    <w:p w14:paraId="52A8977A" w14:textId="77777777" w:rsidR="00D0568C" w:rsidRP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b)</w:t>
      </w:r>
      <w:r w:rsidRPr="00D0568C">
        <w:rPr>
          <w:rFonts w:ascii="Georgia" w:eastAsia="Franklin Gothic Book" w:hAnsi="Georgia" w:cs="Tahoma"/>
          <w:sz w:val="22"/>
          <w:szCs w:val="22"/>
          <w:lang w:eastAsia="en-US"/>
        </w:rPr>
        <w:tab/>
        <w:t>No</w:t>
      </w:r>
    </w:p>
    <w:p w14:paraId="28C7F4C5" w14:textId="77777777" w:rsidR="00D0568C" w:rsidRDefault="00D0568C" w:rsidP="00D0568C">
      <w:pPr>
        <w:autoSpaceDE w:val="0"/>
        <w:autoSpaceDN w:val="0"/>
        <w:adjustRightInd w:val="0"/>
        <w:spacing w:after="320" w:line="320" w:lineRule="exact"/>
        <w:ind w:left="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c)</w:t>
      </w:r>
      <w:r w:rsidRPr="00D0568C">
        <w:rPr>
          <w:rFonts w:ascii="Georgia" w:eastAsia="Franklin Gothic Book" w:hAnsi="Georgia" w:cs="Tahoma"/>
          <w:sz w:val="22"/>
          <w:szCs w:val="22"/>
          <w:lang w:eastAsia="en-US"/>
        </w:rPr>
        <w:tab/>
        <w:t>Not sure</w:t>
      </w:r>
    </w:p>
    <w:p w14:paraId="3F9C0271" w14:textId="5273038D" w:rsidR="00E56F38" w:rsidRDefault="00E56F38" w:rsidP="00E56F38">
      <w:pPr>
        <w:pStyle w:val="LightOrange-ScripterNote"/>
        <w:rPr>
          <w:rFonts w:eastAsia="Franklin Gothic Book"/>
          <w:lang w:eastAsia="en-US"/>
        </w:rPr>
      </w:pPr>
      <w:r>
        <w:rPr>
          <w:rFonts w:eastAsia="Franklin Gothic Book"/>
          <w:lang w:eastAsia="en-US"/>
        </w:rPr>
        <w:t>If XPEW=2 and SMART1=</w:t>
      </w:r>
      <w:r w:rsidR="00991FF1">
        <w:rPr>
          <w:rFonts w:eastAsia="Franklin Gothic Book"/>
          <w:lang w:eastAsia="en-US"/>
        </w:rPr>
        <w:t xml:space="preserve">refused or </w:t>
      </w:r>
      <w:r>
        <w:rPr>
          <w:rFonts w:eastAsia="Franklin Gothic Book"/>
          <w:lang w:eastAsia="en-US"/>
        </w:rPr>
        <w:t>b or c (No or Not Sure), mark as QFLAG=2 and skip to ACSLANG questions</w:t>
      </w:r>
    </w:p>
    <w:p w14:paraId="5F1691E0" w14:textId="77777777" w:rsidR="00E56F38" w:rsidRPr="00D0568C" w:rsidRDefault="00E56F38" w:rsidP="00D0568C">
      <w:pPr>
        <w:autoSpaceDE w:val="0"/>
        <w:autoSpaceDN w:val="0"/>
        <w:adjustRightInd w:val="0"/>
        <w:spacing w:after="320" w:line="320" w:lineRule="exact"/>
        <w:ind w:left="720"/>
        <w:rPr>
          <w:rFonts w:ascii="Georgia" w:eastAsia="Franklin Gothic Book" w:hAnsi="Georgia" w:cs="Tahoma"/>
          <w:sz w:val="22"/>
          <w:szCs w:val="22"/>
          <w:lang w:eastAsia="en-US"/>
        </w:rPr>
      </w:pPr>
    </w:p>
    <w:p w14:paraId="1A05EE0E" w14:textId="0C64C6FF" w:rsidR="00D0568C" w:rsidRDefault="00D0568C" w:rsidP="00D0568C">
      <w:pPr>
        <w:pStyle w:val="LightOrange-InstructionHighlighting"/>
      </w:pPr>
      <w:r w:rsidRPr="009179CD">
        <w:t xml:space="preserve">Base: </w:t>
      </w:r>
      <w:r w:rsidR="00991FF1">
        <w:t>All qualified respondents</w:t>
      </w:r>
      <w:r w:rsidRPr="009179CD">
        <w:t xml:space="preserve"> </w:t>
      </w:r>
    </w:p>
    <w:p w14:paraId="708A434F" w14:textId="77777777" w:rsidR="00D0568C" w:rsidRPr="00D0568C" w:rsidRDefault="00D0568C" w:rsidP="00D0568C">
      <w:pPr>
        <w:rPr>
          <w:rFonts w:asciiTheme="majorHAnsi" w:hAnsiTheme="majorHAnsi" w:cstheme="majorHAnsi"/>
          <w:b/>
          <w:sz w:val="20"/>
          <w:szCs w:val="20"/>
        </w:rPr>
      </w:pPr>
      <w:r>
        <w:rPr>
          <w:rFonts w:asciiTheme="majorHAnsi" w:hAnsiTheme="majorHAnsi" w:cstheme="majorHAnsi"/>
          <w:b/>
          <w:sz w:val="20"/>
          <w:szCs w:val="20"/>
        </w:rPr>
        <w:t>SNSINT2 [S]</w:t>
      </w:r>
    </w:p>
    <w:p w14:paraId="03451EB2" w14:textId="77777777" w:rsidR="00D0568C" w:rsidRPr="00D0568C" w:rsidRDefault="00D0568C" w:rsidP="00D0568C">
      <w:pPr>
        <w:autoSpaceDE w:val="0"/>
        <w:autoSpaceDN w:val="0"/>
        <w:adjustRightInd w:val="0"/>
        <w:spacing w:after="320" w:line="320" w:lineRule="exact"/>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Do you ever use social media sites like Facebook, Twitter or LinkedIn?</w:t>
      </w:r>
    </w:p>
    <w:p w14:paraId="0DB742D9" w14:textId="77777777" w:rsidR="00D0568C" w:rsidRPr="00D0568C" w:rsidRDefault="00D0568C" w:rsidP="00D0568C">
      <w:pPr>
        <w:autoSpaceDE w:val="0"/>
        <w:autoSpaceDN w:val="0"/>
        <w:adjustRightInd w:val="0"/>
        <w:spacing w:after="320" w:line="320" w:lineRule="exact"/>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ab/>
        <w:t>a)</w:t>
      </w:r>
      <w:r w:rsidRPr="00D0568C">
        <w:rPr>
          <w:rFonts w:ascii="Georgia" w:eastAsia="Franklin Gothic Book" w:hAnsi="Georgia" w:cs="Tahoma"/>
          <w:sz w:val="22"/>
          <w:szCs w:val="22"/>
          <w:lang w:eastAsia="en-US"/>
        </w:rPr>
        <w:tab/>
        <w:t>Yes</w:t>
      </w:r>
    </w:p>
    <w:p w14:paraId="775F5CEE" w14:textId="2A90D49D" w:rsidR="004A5C0B" w:rsidRPr="00A63EEC" w:rsidRDefault="00D0568C" w:rsidP="00A63EEC">
      <w:pPr>
        <w:autoSpaceDE w:val="0"/>
        <w:autoSpaceDN w:val="0"/>
        <w:adjustRightInd w:val="0"/>
        <w:spacing w:after="320" w:line="320" w:lineRule="exact"/>
        <w:ind w:firstLine="720"/>
        <w:rPr>
          <w:rFonts w:ascii="Georgia" w:eastAsia="Franklin Gothic Book" w:hAnsi="Georgia" w:cs="Tahoma"/>
          <w:sz w:val="22"/>
          <w:szCs w:val="22"/>
          <w:lang w:eastAsia="en-US"/>
        </w:rPr>
      </w:pPr>
      <w:r w:rsidRPr="00D0568C">
        <w:rPr>
          <w:rFonts w:ascii="Georgia" w:eastAsia="Franklin Gothic Book" w:hAnsi="Georgia" w:cs="Tahoma"/>
          <w:sz w:val="22"/>
          <w:szCs w:val="22"/>
          <w:lang w:eastAsia="en-US"/>
        </w:rPr>
        <w:t>b)</w:t>
      </w:r>
      <w:r w:rsidRPr="00D0568C">
        <w:rPr>
          <w:rFonts w:ascii="Georgia" w:eastAsia="Franklin Gothic Book" w:hAnsi="Georgia" w:cs="Tahoma"/>
          <w:sz w:val="22"/>
          <w:szCs w:val="22"/>
          <w:lang w:eastAsia="en-US"/>
        </w:rPr>
        <w:tab/>
        <w:t>No</w:t>
      </w:r>
    </w:p>
    <w:p w14:paraId="207D147E" w14:textId="77777777" w:rsidR="00A50FC9" w:rsidRPr="009179CD" w:rsidRDefault="00BD38F2" w:rsidP="008452D2">
      <w:pPr>
        <w:shd w:val="clear" w:color="auto" w:fill="E95E0F" w:themeFill="text2"/>
        <w:rPr>
          <w:rFonts w:asciiTheme="majorHAnsi" w:hAnsiTheme="majorHAnsi" w:cstheme="majorHAnsi"/>
          <w:b/>
          <w:color w:val="FFFFFF" w:themeColor="background1"/>
          <w:sz w:val="20"/>
          <w:szCs w:val="20"/>
        </w:rPr>
      </w:pPr>
      <w:r w:rsidRPr="009179CD">
        <w:rPr>
          <w:rFonts w:asciiTheme="majorHAnsi" w:hAnsiTheme="majorHAnsi" w:cstheme="majorHAnsi"/>
          <w:b/>
          <w:color w:val="FFFFFF" w:themeColor="background1"/>
          <w:sz w:val="20"/>
          <w:szCs w:val="20"/>
        </w:rPr>
        <w:t>END OF QUESTIONNAIRE</w:t>
      </w:r>
    </w:p>
    <w:p w14:paraId="7987ED54" w14:textId="77777777" w:rsidR="00A50FC9" w:rsidRPr="009179CD" w:rsidRDefault="00A50FC9" w:rsidP="00A50FC9">
      <w:pPr>
        <w:rPr>
          <w:rFonts w:asciiTheme="majorHAnsi" w:hAnsiTheme="majorHAnsi" w:cstheme="majorHAnsi"/>
          <w:sz w:val="20"/>
          <w:szCs w:val="20"/>
        </w:rPr>
      </w:pPr>
    </w:p>
    <w:p w14:paraId="6EA89B43" w14:textId="77777777" w:rsidR="00F7326F" w:rsidRPr="009179CD" w:rsidRDefault="00A50FC9" w:rsidP="00A50FC9">
      <w:pPr>
        <w:tabs>
          <w:tab w:val="left" w:pos="5070"/>
        </w:tabs>
        <w:jc w:val="both"/>
        <w:rPr>
          <w:rFonts w:asciiTheme="majorHAnsi" w:hAnsiTheme="majorHAnsi" w:cstheme="majorHAnsi"/>
          <w:sz w:val="20"/>
          <w:szCs w:val="20"/>
        </w:rPr>
      </w:pPr>
      <w:r w:rsidRPr="009179CD">
        <w:rPr>
          <w:rFonts w:asciiTheme="majorHAnsi" w:hAnsiTheme="majorHAnsi" w:cstheme="majorHAnsi"/>
          <w:sz w:val="20"/>
          <w:szCs w:val="20"/>
        </w:rPr>
        <w:tab/>
      </w:r>
      <w:r w:rsidRPr="009179CD">
        <w:rPr>
          <w:rFonts w:asciiTheme="majorHAnsi" w:hAnsiTheme="majorHAnsi" w:cstheme="majorHAnsi"/>
          <w:sz w:val="20"/>
          <w:szCs w:val="20"/>
        </w:rPr>
        <w:tab/>
      </w:r>
    </w:p>
    <w:p w14:paraId="55593AF8" w14:textId="77777777" w:rsidR="00A50FC9" w:rsidRPr="009179CD" w:rsidRDefault="00A50FC9" w:rsidP="00A50FC9">
      <w:pPr>
        <w:tabs>
          <w:tab w:val="left" w:pos="5070"/>
        </w:tabs>
        <w:jc w:val="both"/>
        <w:rPr>
          <w:rFonts w:asciiTheme="majorHAnsi" w:hAnsiTheme="majorHAnsi" w:cstheme="majorHAnsi"/>
          <w:sz w:val="20"/>
          <w:szCs w:val="20"/>
        </w:rPr>
      </w:pPr>
    </w:p>
    <w:sectPr w:rsidR="00A50FC9" w:rsidRPr="009179CD" w:rsidSect="002625A2">
      <w:headerReference w:type="default" r:id="rId16"/>
      <w:footerReference w:type="default" r:id="rId17"/>
      <w:pgSz w:w="11906" w:h="16838"/>
      <w:pgMar w:top="1872" w:right="1411" w:bottom="1411" w:left="1411" w:header="562"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124E2" w14:textId="77777777" w:rsidR="00E51623" w:rsidRDefault="00E51623" w:rsidP="00607EE9">
      <w:r>
        <w:separator/>
      </w:r>
    </w:p>
  </w:endnote>
  <w:endnote w:type="continuationSeparator" w:id="0">
    <w:p w14:paraId="1A67FC0C" w14:textId="77777777" w:rsidR="00E51623" w:rsidRDefault="00E51623" w:rsidP="00607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4B5EB" w14:textId="6911260D" w:rsidR="00E51623" w:rsidRPr="001628A4" w:rsidRDefault="00E51623">
    <w:pPr>
      <w:pStyle w:val="Footer"/>
      <w:rPr>
        <w:rFonts w:asciiTheme="majorHAnsi" w:hAnsiTheme="majorHAnsi" w:cstheme="majorHAnsi"/>
        <w:sz w:val="16"/>
        <w:szCs w:val="16"/>
        <w:lang w:val="fr-FR"/>
      </w:rPr>
    </w:pPr>
    <w:r w:rsidRPr="00AF28F0">
      <w:rPr>
        <w:rFonts w:asciiTheme="majorHAnsi" w:hAnsiTheme="majorHAnsi" w:cstheme="majorHAnsi"/>
        <w:sz w:val="16"/>
        <w:szCs w:val="16"/>
      </w:rPr>
      <w:fldChar w:fldCharType="begin"/>
    </w:r>
    <w:r w:rsidRPr="001628A4">
      <w:rPr>
        <w:rFonts w:asciiTheme="majorHAnsi" w:hAnsiTheme="majorHAnsi" w:cstheme="majorHAnsi"/>
        <w:sz w:val="16"/>
        <w:szCs w:val="16"/>
        <w:lang w:val="fr-FR"/>
      </w:rPr>
      <w:instrText xml:space="preserve"> FILENAME  \* FirstCap  \* MERGEFORMAT </w:instrText>
    </w:r>
    <w:r w:rsidRPr="00AF28F0">
      <w:rPr>
        <w:rFonts w:asciiTheme="majorHAnsi" w:hAnsiTheme="majorHAnsi" w:cstheme="majorHAnsi"/>
        <w:sz w:val="16"/>
        <w:szCs w:val="16"/>
      </w:rPr>
      <w:fldChar w:fldCharType="separate"/>
    </w:r>
    <w:r>
      <w:rPr>
        <w:rFonts w:asciiTheme="majorHAnsi" w:hAnsiTheme="majorHAnsi" w:cstheme="majorHAnsi"/>
        <w:noProof/>
        <w:sz w:val="16"/>
        <w:szCs w:val="16"/>
        <w:lang w:val="fr-FR"/>
      </w:rPr>
      <w:t>Pew Research_Cybersecurity_V2.00</w:t>
    </w:r>
    <w:r w:rsidRPr="00AF28F0">
      <w:rPr>
        <w:rFonts w:asciiTheme="majorHAnsi" w:hAnsiTheme="majorHAnsi" w:cstheme="majorHAnsi"/>
        <w:noProof/>
        <w:sz w:val="16"/>
        <w:szCs w:val="16"/>
      </w:rPr>
      <w:fldChar w:fldCharType="end"/>
    </w:r>
    <w:r w:rsidRPr="001628A4">
      <w:rPr>
        <w:rFonts w:asciiTheme="majorHAnsi" w:hAnsiTheme="majorHAnsi" w:cstheme="majorHAnsi"/>
        <w:sz w:val="16"/>
        <w:szCs w:val="16"/>
        <w:lang w:val="fr-FR"/>
      </w:rPr>
      <w:tab/>
    </w:r>
    <w:r w:rsidRPr="001628A4">
      <w:rPr>
        <w:rFonts w:asciiTheme="majorHAnsi" w:hAnsiTheme="majorHAnsi" w:cstheme="majorHAnsi"/>
        <w:sz w:val="16"/>
        <w:szCs w:val="16"/>
        <w:lang w:val="fr-FR"/>
      </w:rPr>
      <w:tab/>
    </w:r>
    <w:r w:rsidRPr="00AF28F0">
      <w:rPr>
        <w:rFonts w:asciiTheme="majorHAnsi" w:hAnsiTheme="majorHAnsi" w:cstheme="majorHAnsi"/>
        <w:sz w:val="16"/>
        <w:szCs w:val="16"/>
      </w:rPr>
      <w:fldChar w:fldCharType="begin"/>
    </w:r>
    <w:r w:rsidRPr="001628A4">
      <w:rPr>
        <w:rFonts w:asciiTheme="majorHAnsi" w:hAnsiTheme="majorHAnsi" w:cstheme="majorHAnsi"/>
        <w:sz w:val="16"/>
        <w:szCs w:val="16"/>
        <w:lang w:val="fr-FR"/>
      </w:rPr>
      <w:instrText xml:space="preserve"> PAGE   \* MERGEFORMAT </w:instrText>
    </w:r>
    <w:r w:rsidRPr="00AF28F0">
      <w:rPr>
        <w:rFonts w:asciiTheme="majorHAnsi" w:hAnsiTheme="majorHAnsi" w:cstheme="majorHAnsi"/>
        <w:sz w:val="16"/>
        <w:szCs w:val="16"/>
      </w:rPr>
      <w:fldChar w:fldCharType="separate"/>
    </w:r>
    <w:r w:rsidR="00CE4999">
      <w:rPr>
        <w:rFonts w:asciiTheme="majorHAnsi" w:hAnsiTheme="majorHAnsi" w:cstheme="majorHAnsi"/>
        <w:noProof/>
        <w:sz w:val="16"/>
        <w:szCs w:val="16"/>
        <w:lang w:val="fr-FR"/>
      </w:rPr>
      <w:t>1</w:t>
    </w:r>
    <w:r w:rsidRPr="00AF28F0">
      <w:rPr>
        <w:rFonts w:asciiTheme="majorHAnsi" w:hAnsiTheme="majorHAnsi" w:cstheme="majorHAnsi"/>
        <w:sz w:val="16"/>
        <w:szCs w:val="16"/>
      </w:rPr>
      <w:fldChar w:fldCharType="end"/>
    </w:r>
    <w:r w:rsidRPr="001628A4">
      <w:rPr>
        <w:rFonts w:asciiTheme="majorHAnsi" w:hAnsiTheme="majorHAnsi" w:cstheme="majorHAnsi"/>
        <w:sz w:val="16"/>
        <w:szCs w:val="16"/>
        <w:lang w:val="fr-FR"/>
      </w:rPr>
      <w:t>/</w:t>
    </w:r>
    <w:r w:rsidRPr="00AF28F0">
      <w:rPr>
        <w:rFonts w:asciiTheme="majorHAnsi" w:hAnsiTheme="majorHAnsi" w:cstheme="majorHAnsi"/>
        <w:sz w:val="16"/>
        <w:szCs w:val="16"/>
      </w:rPr>
      <w:fldChar w:fldCharType="begin"/>
    </w:r>
    <w:r w:rsidRPr="001628A4">
      <w:rPr>
        <w:rFonts w:asciiTheme="majorHAnsi" w:hAnsiTheme="majorHAnsi" w:cstheme="majorHAnsi"/>
        <w:sz w:val="16"/>
        <w:szCs w:val="16"/>
        <w:lang w:val="fr-FR"/>
      </w:rPr>
      <w:instrText xml:space="preserve"> NUMPAGES   \* MERGEFORMAT </w:instrText>
    </w:r>
    <w:r w:rsidRPr="00AF28F0">
      <w:rPr>
        <w:rFonts w:asciiTheme="majorHAnsi" w:hAnsiTheme="majorHAnsi" w:cstheme="majorHAnsi"/>
        <w:sz w:val="16"/>
        <w:szCs w:val="16"/>
      </w:rPr>
      <w:fldChar w:fldCharType="separate"/>
    </w:r>
    <w:r w:rsidR="00CE4999">
      <w:rPr>
        <w:rFonts w:asciiTheme="majorHAnsi" w:hAnsiTheme="majorHAnsi" w:cstheme="majorHAnsi"/>
        <w:noProof/>
        <w:sz w:val="16"/>
        <w:szCs w:val="16"/>
        <w:lang w:val="fr-FR"/>
      </w:rPr>
      <w:t>9</w:t>
    </w:r>
    <w:r w:rsidRPr="00AF28F0">
      <w:rPr>
        <w:rFonts w:asciiTheme="majorHAnsi" w:hAnsiTheme="majorHAnsi" w:cstheme="majorHAnsi"/>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49145D" w14:textId="77777777" w:rsidR="00E51623" w:rsidRDefault="00E51623" w:rsidP="00607EE9">
      <w:r>
        <w:separator/>
      </w:r>
    </w:p>
  </w:footnote>
  <w:footnote w:type="continuationSeparator" w:id="0">
    <w:p w14:paraId="57D2BEBC" w14:textId="77777777" w:rsidR="00E51623" w:rsidRDefault="00E51623" w:rsidP="00607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BF2A6" w14:textId="77777777" w:rsidR="00E51623" w:rsidRDefault="00E51623" w:rsidP="00627BE6">
    <w:pPr>
      <w:pStyle w:val="Header"/>
      <w:tabs>
        <w:tab w:val="clear" w:pos="4153"/>
        <w:tab w:val="clear" w:pos="8306"/>
        <w:tab w:val="left" w:pos="6521"/>
        <w:tab w:val="right" w:pos="9923"/>
      </w:tabs>
      <w:ind w:right="-851"/>
    </w:pPr>
    <w:r>
      <w:tab/>
    </w:r>
    <w:r>
      <w:tab/>
    </w:r>
    <w:r w:rsidRPr="00ED0BE4">
      <w:rPr>
        <w:noProof/>
        <w:lang w:val="en-US"/>
      </w:rPr>
      <w:drawing>
        <wp:anchor distT="0" distB="0" distL="114300" distR="114300" simplePos="0" relativeHeight="251659264" behindDoc="1" locked="1" layoutInCell="1" allowOverlap="1" wp14:anchorId="024DA39A" wp14:editId="778A0D07">
          <wp:simplePos x="0" y="0"/>
          <wp:positionH relativeFrom="page">
            <wp:posOffset>6496050</wp:posOffset>
          </wp:positionH>
          <wp:positionV relativeFrom="page">
            <wp:posOffset>419100</wp:posOffset>
          </wp:positionV>
          <wp:extent cx="647700" cy="647700"/>
          <wp:effectExtent l="0" t="0" r="0" b="0"/>
          <wp:wrapNone/>
          <wp:docPr id="3" name="Picture 87" descr="GfK_logo_RGB_neu_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 name="Picture 87" descr="GfK_logo_RGB_neu_18m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2F68"/>
    <w:multiLevelType w:val="hybridMultilevel"/>
    <w:tmpl w:val="2B7A60BE"/>
    <w:lvl w:ilvl="0" w:tplc="05A04E24">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1">
    <w:nsid w:val="01E96BFE"/>
    <w:multiLevelType w:val="hybridMultilevel"/>
    <w:tmpl w:val="61F2FF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70A35A8"/>
    <w:multiLevelType w:val="hybridMultilevel"/>
    <w:tmpl w:val="E1BC9968"/>
    <w:lvl w:ilvl="0" w:tplc="0413000F">
      <w:start w:val="1"/>
      <w:numFmt w:val="decimal"/>
      <w:lvlText w:val="%1."/>
      <w:lvlJc w:val="left"/>
      <w:pPr>
        <w:tabs>
          <w:tab w:val="num" w:pos="1800"/>
        </w:tabs>
        <w:ind w:left="1800" w:hanging="360"/>
      </w:pPr>
      <w:rPr>
        <w:rFonts w:hint="default"/>
      </w:rPr>
    </w:lvl>
    <w:lvl w:ilvl="1" w:tplc="04130019" w:tentative="1">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3">
    <w:nsid w:val="14CD247C"/>
    <w:multiLevelType w:val="hybridMultilevel"/>
    <w:tmpl w:val="4A1EEEEC"/>
    <w:lvl w:ilvl="0" w:tplc="66C0709A">
      <w:start w:val="31"/>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68A5C4E"/>
    <w:multiLevelType w:val="hybridMultilevel"/>
    <w:tmpl w:val="BD1C8B9C"/>
    <w:lvl w:ilvl="0" w:tplc="98E078A4">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5">
    <w:nsid w:val="16CD7430"/>
    <w:multiLevelType w:val="hybridMultilevel"/>
    <w:tmpl w:val="A01E3342"/>
    <w:lvl w:ilvl="0" w:tplc="DCDC897A">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6">
    <w:nsid w:val="1CF94025"/>
    <w:multiLevelType w:val="hybridMultilevel"/>
    <w:tmpl w:val="9744B684"/>
    <w:lvl w:ilvl="0" w:tplc="C4F8157C">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7">
    <w:nsid w:val="28795DF6"/>
    <w:multiLevelType w:val="hybridMultilevel"/>
    <w:tmpl w:val="EE3AD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170923"/>
    <w:multiLevelType w:val="hybridMultilevel"/>
    <w:tmpl w:val="845AF480"/>
    <w:lvl w:ilvl="0" w:tplc="5748BCB8">
      <w:start w:val="1"/>
      <w:numFmt w:val="bullet"/>
      <w:pStyle w:val="Coursenotes"/>
      <w:lvlText w:val=""/>
      <w:lvlJc w:val="left"/>
      <w:pPr>
        <w:tabs>
          <w:tab w:val="num" w:pos="397"/>
        </w:tabs>
        <w:ind w:left="397" w:hanging="397"/>
      </w:pPr>
      <w:rPr>
        <w:rFonts w:ascii="Wingdings" w:hAnsi="Wingdings" w:hint="default"/>
        <w:color w:val="auto"/>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nsid w:val="3CB05B9C"/>
    <w:multiLevelType w:val="hybridMultilevel"/>
    <w:tmpl w:val="D80E18F6"/>
    <w:lvl w:ilvl="0" w:tplc="F9A6F188">
      <w:start w:val="1"/>
      <w:numFmt w:val="lowerLetter"/>
      <w:lvlText w:val="%1."/>
      <w:lvlJc w:val="left"/>
      <w:pPr>
        <w:tabs>
          <w:tab w:val="num" w:pos="1800"/>
        </w:tabs>
        <w:ind w:left="1800" w:hanging="360"/>
      </w:pPr>
      <w:rPr>
        <w:rFonts w:asciiTheme="majorHAnsi" w:eastAsia="Times New Roman" w:hAnsiTheme="majorHAnsi" w:cstheme="majorHAnsi"/>
      </w:rPr>
    </w:lvl>
    <w:lvl w:ilvl="1" w:tplc="04130019" w:tentative="1">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10">
    <w:nsid w:val="43DC1872"/>
    <w:multiLevelType w:val="hybridMultilevel"/>
    <w:tmpl w:val="1E120ECA"/>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1">
    <w:nsid w:val="494C2F85"/>
    <w:multiLevelType w:val="hybridMultilevel"/>
    <w:tmpl w:val="672A53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E7D4C46"/>
    <w:multiLevelType w:val="hybridMultilevel"/>
    <w:tmpl w:val="C248F860"/>
    <w:lvl w:ilvl="0" w:tplc="24B6C20C">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13">
    <w:nsid w:val="54394F74"/>
    <w:multiLevelType w:val="hybridMultilevel"/>
    <w:tmpl w:val="F8381A02"/>
    <w:lvl w:ilvl="0" w:tplc="358EEDB8">
      <w:start w:val="1"/>
      <w:numFmt w:val="decimal"/>
      <w:lvlText w:val="%1"/>
      <w:lvlJc w:val="left"/>
      <w:pPr>
        <w:tabs>
          <w:tab w:val="num" w:pos="1800"/>
        </w:tabs>
        <w:ind w:left="1800" w:hanging="360"/>
      </w:pPr>
      <w:rPr>
        <w:rFonts w:asciiTheme="majorHAnsi" w:eastAsia="Times New Roman" w:hAnsiTheme="majorHAnsi" w:cstheme="majorHAnsi"/>
      </w:rPr>
    </w:lvl>
    <w:lvl w:ilvl="1" w:tplc="04130019" w:tentative="1">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14">
    <w:nsid w:val="568E5440"/>
    <w:multiLevelType w:val="hybridMultilevel"/>
    <w:tmpl w:val="D47E73C0"/>
    <w:lvl w:ilvl="0" w:tplc="4DBED604">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5">
    <w:nsid w:val="57F350E5"/>
    <w:multiLevelType w:val="hybridMultilevel"/>
    <w:tmpl w:val="3FEA59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3493442"/>
    <w:multiLevelType w:val="hybridMultilevel"/>
    <w:tmpl w:val="2050E9F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2"/>
  </w:num>
  <w:num w:numId="2">
    <w:abstractNumId w:val="16"/>
  </w:num>
  <w:num w:numId="3">
    <w:abstractNumId w:val="10"/>
  </w:num>
  <w:num w:numId="4">
    <w:abstractNumId w:val="8"/>
  </w:num>
  <w:num w:numId="5">
    <w:abstractNumId w:val="9"/>
  </w:num>
  <w:num w:numId="6">
    <w:abstractNumId w:val="3"/>
  </w:num>
  <w:num w:numId="7">
    <w:abstractNumId w:val="1"/>
  </w:num>
  <w:num w:numId="8">
    <w:abstractNumId w:val="7"/>
  </w:num>
  <w:num w:numId="9">
    <w:abstractNumId w:val="0"/>
  </w:num>
  <w:num w:numId="10">
    <w:abstractNumId w:val="12"/>
  </w:num>
  <w:num w:numId="11">
    <w:abstractNumId w:val="6"/>
  </w:num>
  <w:num w:numId="12">
    <w:abstractNumId w:val="4"/>
  </w:num>
  <w:num w:numId="13">
    <w:abstractNumId w:val="13"/>
  </w:num>
  <w:num w:numId="14">
    <w:abstractNumId w:val="15"/>
  </w:num>
  <w:num w:numId="15">
    <w:abstractNumId w:val="14"/>
  </w:num>
  <w:num w:numId="16">
    <w:abstractNumId w:val="5"/>
  </w:num>
  <w:num w:numId="1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361"/>
    <w:rsid w:val="00005948"/>
    <w:rsid w:val="00005CE5"/>
    <w:rsid w:val="0002189D"/>
    <w:rsid w:val="00042189"/>
    <w:rsid w:val="00066DAC"/>
    <w:rsid w:val="00067DD0"/>
    <w:rsid w:val="00086957"/>
    <w:rsid w:val="000A15BF"/>
    <w:rsid w:val="000B13F8"/>
    <w:rsid w:val="000B21A3"/>
    <w:rsid w:val="000B7292"/>
    <w:rsid w:val="000C013B"/>
    <w:rsid w:val="000D510B"/>
    <w:rsid w:val="000D6130"/>
    <w:rsid w:val="000F52D1"/>
    <w:rsid w:val="00103D7B"/>
    <w:rsid w:val="00105D4A"/>
    <w:rsid w:val="00112894"/>
    <w:rsid w:val="0011304A"/>
    <w:rsid w:val="00120340"/>
    <w:rsid w:val="00120D6F"/>
    <w:rsid w:val="001254A8"/>
    <w:rsid w:val="001348AB"/>
    <w:rsid w:val="00146235"/>
    <w:rsid w:val="00155941"/>
    <w:rsid w:val="001628A4"/>
    <w:rsid w:val="00170810"/>
    <w:rsid w:val="00171767"/>
    <w:rsid w:val="0017263C"/>
    <w:rsid w:val="00181E66"/>
    <w:rsid w:val="001854CC"/>
    <w:rsid w:val="00195038"/>
    <w:rsid w:val="00195093"/>
    <w:rsid w:val="001A57B6"/>
    <w:rsid w:val="001B3928"/>
    <w:rsid w:val="001C0133"/>
    <w:rsid w:val="001C0E06"/>
    <w:rsid w:val="001C4728"/>
    <w:rsid w:val="00201D1F"/>
    <w:rsid w:val="00210C56"/>
    <w:rsid w:val="00212987"/>
    <w:rsid w:val="00212F87"/>
    <w:rsid w:val="002151AF"/>
    <w:rsid w:val="002202C5"/>
    <w:rsid w:val="0022571C"/>
    <w:rsid w:val="0022659F"/>
    <w:rsid w:val="0023233F"/>
    <w:rsid w:val="00243A4E"/>
    <w:rsid w:val="00262509"/>
    <w:rsid w:val="002625A2"/>
    <w:rsid w:val="00262DA8"/>
    <w:rsid w:val="0026744F"/>
    <w:rsid w:val="00270FF3"/>
    <w:rsid w:val="00274CA1"/>
    <w:rsid w:val="002772BF"/>
    <w:rsid w:val="002853B5"/>
    <w:rsid w:val="002B5F80"/>
    <w:rsid w:val="002C705B"/>
    <w:rsid w:val="002D1227"/>
    <w:rsid w:val="002E0D72"/>
    <w:rsid w:val="002E32AC"/>
    <w:rsid w:val="002F2D84"/>
    <w:rsid w:val="0030236B"/>
    <w:rsid w:val="00302AA6"/>
    <w:rsid w:val="0030418F"/>
    <w:rsid w:val="00334CC5"/>
    <w:rsid w:val="00337587"/>
    <w:rsid w:val="00340240"/>
    <w:rsid w:val="00343407"/>
    <w:rsid w:val="003554FC"/>
    <w:rsid w:val="00363CBD"/>
    <w:rsid w:val="003641C9"/>
    <w:rsid w:val="00375C9F"/>
    <w:rsid w:val="00375DD8"/>
    <w:rsid w:val="003876E0"/>
    <w:rsid w:val="003A04EB"/>
    <w:rsid w:val="003D26F3"/>
    <w:rsid w:val="003D35C9"/>
    <w:rsid w:val="003D504E"/>
    <w:rsid w:val="003E160B"/>
    <w:rsid w:val="003E32CF"/>
    <w:rsid w:val="003E4C91"/>
    <w:rsid w:val="00403673"/>
    <w:rsid w:val="00404BD9"/>
    <w:rsid w:val="00416B95"/>
    <w:rsid w:val="00427986"/>
    <w:rsid w:val="00445BB5"/>
    <w:rsid w:val="0044653F"/>
    <w:rsid w:val="00452CFA"/>
    <w:rsid w:val="00453179"/>
    <w:rsid w:val="004642B1"/>
    <w:rsid w:val="0046517E"/>
    <w:rsid w:val="00465D23"/>
    <w:rsid w:val="00466FCD"/>
    <w:rsid w:val="00470DF5"/>
    <w:rsid w:val="0047752E"/>
    <w:rsid w:val="004820F3"/>
    <w:rsid w:val="0049296B"/>
    <w:rsid w:val="004A5C0B"/>
    <w:rsid w:val="004C60DF"/>
    <w:rsid w:val="004D20A9"/>
    <w:rsid w:val="004D51A1"/>
    <w:rsid w:val="00513D47"/>
    <w:rsid w:val="00522406"/>
    <w:rsid w:val="00525727"/>
    <w:rsid w:val="00543F1C"/>
    <w:rsid w:val="00565143"/>
    <w:rsid w:val="005663A1"/>
    <w:rsid w:val="0056647D"/>
    <w:rsid w:val="00566F87"/>
    <w:rsid w:val="005676A9"/>
    <w:rsid w:val="00571397"/>
    <w:rsid w:val="00571FD1"/>
    <w:rsid w:val="00582CEB"/>
    <w:rsid w:val="00583035"/>
    <w:rsid w:val="00586D3A"/>
    <w:rsid w:val="00587DAF"/>
    <w:rsid w:val="00590D05"/>
    <w:rsid w:val="00590D72"/>
    <w:rsid w:val="00590E7D"/>
    <w:rsid w:val="00592AEE"/>
    <w:rsid w:val="005A67DB"/>
    <w:rsid w:val="005C13E3"/>
    <w:rsid w:val="005C206F"/>
    <w:rsid w:val="005C741A"/>
    <w:rsid w:val="005E13C1"/>
    <w:rsid w:val="005E6367"/>
    <w:rsid w:val="005F6D8E"/>
    <w:rsid w:val="005F7119"/>
    <w:rsid w:val="00607EE9"/>
    <w:rsid w:val="00612793"/>
    <w:rsid w:val="00613BBE"/>
    <w:rsid w:val="006222AA"/>
    <w:rsid w:val="00622F6D"/>
    <w:rsid w:val="00627BE6"/>
    <w:rsid w:val="00637D8D"/>
    <w:rsid w:val="00637FC5"/>
    <w:rsid w:val="00641C5F"/>
    <w:rsid w:val="00650BDD"/>
    <w:rsid w:val="00651C0F"/>
    <w:rsid w:val="00667873"/>
    <w:rsid w:val="006730A3"/>
    <w:rsid w:val="00674550"/>
    <w:rsid w:val="006842C7"/>
    <w:rsid w:val="006968A6"/>
    <w:rsid w:val="006A4ADC"/>
    <w:rsid w:val="006A7943"/>
    <w:rsid w:val="006B29C8"/>
    <w:rsid w:val="006B7913"/>
    <w:rsid w:val="006C1AFF"/>
    <w:rsid w:val="006D2C95"/>
    <w:rsid w:val="006D3884"/>
    <w:rsid w:val="006F2EBE"/>
    <w:rsid w:val="006F7164"/>
    <w:rsid w:val="006F7552"/>
    <w:rsid w:val="007172E0"/>
    <w:rsid w:val="00720897"/>
    <w:rsid w:val="00726F06"/>
    <w:rsid w:val="00727B28"/>
    <w:rsid w:val="00744E3A"/>
    <w:rsid w:val="00767489"/>
    <w:rsid w:val="00772F46"/>
    <w:rsid w:val="00784E02"/>
    <w:rsid w:val="00792D7E"/>
    <w:rsid w:val="007930DF"/>
    <w:rsid w:val="00795E07"/>
    <w:rsid w:val="007978B8"/>
    <w:rsid w:val="007B2361"/>
    <w:rsid w:val="007B4885"/>
    <w:rsid w:val="007B49BD"/>
    <w:rsid w:val="007C59DA"/>
    <w:rsid w:val="007D3872"/>
    <w:rsid w:val="007D610E"/>
    <w:rsid w:val="007D7D03"/>
    <w:rsid w:val="007E1BDD"/>
    <w:rsid w:val="007E4F4E"/>
    <w:rsid w:val="007E5786"/>
    <w:rsid w:val="007E7B05"/>
    <w:rsid w:val="007F2CAF"/>
    <w:rsid w:val="00810FCB"/>
    <w:rsid w:val="00811BBD"/>
    <w:rsid w:val="00815821"/>
    <w:rsid w:val="008239AE"/>
    <w:rsid w:val="00823E6B"/>
    <w:rsid w:val="0082671B"/>
    <w:rsid w:val="00827ECC"/>
    <w:rsid w:val="00836029"/>
    <w:rsid w:val="008452D2"/>
    <w:rsid w:val="00864D1C"/>
    <w:rsid w:val="008668BA"/>
    <w:rsid w:val="00873452"/>
    <w:rsid w:val="008815DA"/>
    <w:rsid w:val="00886A66"/>
    <w:rsid w:val="00887527"/>
    <w:rsid w:val="00892B46"/>
    <w:rsid w:val="008A4B85"/>
    <w:rsid w:val="008A5EAC"/>
    <w:rsid w:val="008C2172"/>
    <w:rsid w:val="008D140F"/>
    <w:rsid w:val="008E115A"/>
    <w:rsid w:val="008E15E3"/>
    <w:rsid w:val="0091063E"/>
    <w:rsid w:val="009179CD"/>
    <w:rsid w:val="00944BF6"/>
    <w:rsid w:val="00947CEF"/>
    <w:rsid w:val="00964514"/>
    <w:rsid w:val="00971D43"/>
    <w:rsid w:val="00984BFA"/>
    <w:rsid w:val="009907F4"/>
    <w:rsid w:val="00991FF1"/>
    <w:rsid w:val="009920D7"/>
    <w:rsid w:val="009A1068"/>
    <w:rsid w:val="009A4E08"/>
    <w:rsid w:val="009B41E9"/>
    <w:rsid w:val="009D141A"/>
    <w:rsid w:val="009D4450"/>
    <w:rsid w:val="009E112D"/>
    <w:rsid w:val="009E1155"/>
    <w:rsid w:val="009E486E"/>
    <w:rsid w:val="009F0992"/>
    <w:rsid w:val="009F6A61"/>
    <w:rsid w:val="00A016FE"/>
    <w:rsid w:val="00A11671"/>
    <w:rsid w:val="00A129A3"/>
    <w:rsid w:val="00A317E5"/>
    <w:rsid w:val="00A355B9"/>
    <w:rsid w:val="00A45F02"/>
    <w:rsid w:val="00A50FC9"/>
    <w:rsid w:val="00A54921"/>
    <w:rsid w:val="00A549E2"/>
    <w:rsid w:val="00A63EEC"/>
    <w:rsid w:val="00A664EE"/>
    <w:rsid w:val="00A704EE"/>
    <w:rsid w:val="00A7661A"/>
    <w:rsid w:val="00A86AC7"/>
    <w:rsid w:val="00A90FDC"/>
    <w:rsid w:val="00A939DD"/>
    <w:rsid w:val="00AA014C"/>
    <w:rsid w:val="00AB34A5"/>
    <w:rsid w:val="00AB6E0C"/>
    <w:rsid w:val="00AC2459"/>
    <w:rsid w:val="00AC74CD"/>
    <w:rsid w:val="00AE117F"/>
    <w:rsid w:val="00AE56F1"/>
    <w:rsid w:val="00AE71ED"/>
    <w:rsid w:val="00AF2320"/>
    <w:rsid w:val="00AF28F0"/>
    <w:rsid w:val="00AF5757"/>
    <w:rsid w:val="00B055EB"/>
    <w:rsid w:val="00B07726"/>
    <w:rsid w:val="00B103A6"/>
    <w:rsid w:val="00B15934"/>
    <w:rsid w:val="00B42E06"/>
    <w:rsid w:val="00B44AD4"/>
    <w:rsid w:val="00B52997"/>
    <w:rsid w:val="00B6435C"/>
    <w:rsid w:val="00B654C4"/>
    <w:rsid w:val="00B70221"/>
    <w:rsid w:val="00B77426"/>
    <w:rsid w:val="00B87071"/>
    <w:rsid w:val="00B872B3"/>
    <w:rsid w:val="00B96898"/>
    <w:rsid w:val="00BA0C2B"/>
    <w:rsid w:val="00BA412D"/>
    <w:rsid w:val="00BB27B6"/>
    <w:rsid w:val="00BC4FAF"/>
    <w:rsid w:val="00BC77CD"/>
    <w:rsid w:val="00BD1E92"/>
    <w:rsid w:val="00BD2588"/>
    <w:rsid w:val="00BD38F2"/>
    <w:rsid w:val="00BD7A3B"/>
    <w:rsid w:val="00BE31BA"/>
    <w:rsid w:val="00BF20EA"/>
    <w:rsid w:val="00C319F8"/>
    <w:rsid w:val="00C32741"/>
    <w:rsid w:val="00C52F85"/>
    <w:rsid w:val="00C53504"/>
    <w:rsid w:val="00C55387"/>
    <w:rsid w:val="00C85311"/>
    <w:rsid w:val="00CA008C"/>
    <w:rsid w:val="00CA4925"/>
    <w:rsid w:val="00CA4A42"/>
    <w:rsid w:val="00CB7DC6"/>
    <w:rsid w:val="00CC560C"/>
    <w:rsid w:val="00CE0A19"/>
    <w:rsid w:val="00CE2E3B"/>
    <w:rsid w:val="00CE4999"/>
    <w:rsid w:val="00CE4ADD"/>
    <w:rsid w:val="00CE7A0A"/>
    <w:rsid w:val="00CF5EC3"/>
    <w:rsid w:val="00CF7161"/>
    <w:rsid w:val="00D0237F"/>
    <w:rsid w:val="00D0568C"/>
    <w:rsid w:val="00D11DD9"/>
    <w:rsid w:val="00D142C7"/>
    <w:rsid w:val="00D1526A"/>
    <w:rsid w:val="00D21192"/>
    <w:rsid w:val="00D22AD2"/>
    <w:rsid w:val="00D36606"/>
    <w:rsid w:val="00D41CEB"/>
    <w:rsid w:val="00D45D53"/>
    <w:rsid w:val="00D519E1"/>
    <w:rsid w:val="00D546C8"/>
    <w:rsid w:val="00D62754"/>
    <w:rsid w:val="00D63559"/>
    <w:rsid w:val="00D701C1"/>
    <w:rsid w:val="00D77B2E"/>
    <w:rsid w:val="00D95F0B"/>
    <w:rsid w:val="00DA19BA"/>
    <w:rsid w:val="00DC3A0A"/>
    <w:rsid w:val="00DE2690"/>
    <w:rsid w:val="00DE7B36"/>
    <w:rsid w:val="00DF0B57"/>
    <w:rsid w:val="00E01C2B"/>
    <w:rsid w:val="00E01C9C"/>
    <w:rsid w:val="00E072A4"/>
    <w:rsid w:val="00E32BF9"/>
    <w:rsid w:val="00E346DF"/>
    <w:rsid w:val="00E51623"/>
    <w:rsid w:val="00E56F38"/>
    <w:rsid w:val="00E6384F"/>
    <w:rsid w:val="00E65154"/>
    <w:rsid w:val="00E725D8"/>
    <w:rsid w:val="00E74BBE"/>
    <w:rsid w:val="00E758B3"/>
    <w:rsid w:val="00E826B2"/>
    <w:rsid w:val="00E96859"/>
    <w:rsid w:val="00E97080"/>
    <w:rsid w:val="00EA6E12"/>
    <w:rsid w:val="00ED794D"/>
    <w:rsid w:val="00EF52AF"/>
    <w:rsid w:val="00EF741C"/>
    <w:rsid w:val="00F10ABF"/>
    <w:rsid w:val="00F230EA"/>
    <w:rsid w:val="00F32F28"/>
    <w:rsid w:val="00F3686D"/>
    <w:rsid w:val="00F43A9C"/>
    <w:rsid w:val="00F55B0F"/>
    <w:rsid w:val="00F6547A"/>
    <w:rsid w:val="00F67F9C"/>
    <w:rsid w:val="00F71DDA"/>
    <w:rsid w:val="00F7326F"/>
    <w:rsid w:val="00F75424"/>
    <w:rsid w:val="00F920D1"/>
    <w:rsid w:val="00FA5485"/>
    <w:rsid w:val="00FB5878"/>
    <w:rsid w:val="00FB5C9D"/>
    <w:rsid w:val="00FC13F8"/>
    <w:rsid w:val="00FC43F1"/>
    <w:rsid w:val="00FC5ED0"/>
    <w:rsid w:val="00FD1645"/>
    <w:rsid w:val="00FD57BC"/>
    <w:rsid w:val="00FD706F"/>
    <w:rsid w:val="00FE4A48"/>
    <w:rsid w:val="00FE5FB0"/>
    <w:rsid w:val="00FF261B"/>
    <w:rsid w:val="00FF4443"/>
    <w:rsid w:val="00FF59B5"/>
    <w:rsid w:val="00FF71C9"/>
    <w:rsid w:val="00FF78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AF92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0568C"/>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F59B5"/>
    <w:rPr>
      <w:rFonts w:ascii="Tahoma" w:hAnsi="Tahoma" w:cs="Tahoma"/>
      <w:sz w:val="16"/>
      <w:szCs w:val="16"/>
    </w:rPr>
  </w:style>
  <w:style w:type="character" w:styleId="CommentReference">
    <w:name w:val="annotation reference"/>
    <w:basedOn w:val="DefaultParagraphFont"/>
    <w:semiHidden/>
    <w:rsid w:val="00FF59B5"/>
    <w:rPr>
      <w:sz w:val="16"/>
      <w:szCs w:val="16"/>
    </w:rPr>
  </w:style>
  <w:style w:type="paragraph" w:styleId="CommentText">
    <w:name w:val="annotation text"/>
    <w:basedOn w:val="Normal"/>
    <w:link w:val="CommentTextChar"/>
    <w:semiHidden/>
    <w:rsid w:val="00FF59B5"/>
    <w:rPr>
      <w:sz w:val="20"/>
      <w:szCs w:val="20"/>
    </w:rPr>
  </w:style>
  <w:style w:type="paragraph" w:styleId="CommentSubject">
    <w:name w:val="annotation subject"/>
    <w:basedOn w:val="CommentText"/>
    <w:next w:val="CommentText"/>
    <w:semiHidden/>
    <w:rsid w:val="00FF59B5"/>
    <w:rPr>
      <w:b/>
      <w:bCs/>
    </w:rPr>
  </w:style>
  <w:style w:type="paragraph" w:styleId="ListParagraph">
    <w:name w:val="List Paragraph"/>
    <w:basedOn w:val="Normal"/>
    <w:uiPriority w:val="34"/>
    <w:rsid w:val="006A7943"/>
    <w:pPr>
      <w:ind w:left="720"/>
      <w:contextualSpacing/>
    </w:pPr>
  </w:style>
  <w:style w:type="paragraph" w:styleId="Header">
    <w:name w:val="header"/>
    <w:basedOn w:val="Normal"/>
    <w:link w:val="HeaderChar"/>
    <w:uiPriority w:val="99"/>
    <w:rsid w:val="00A129A3"/>
    <w:pPr>
      <w:tabs>
        <w:tab w:val="center" w:pos="4153"/>
        <w:tab w:val="right" w:pos="8306"/>
      </w:tabs>
    </w:pPr>
    <w:rPr>
      <w:lang w:val="en-GB" w:eastAsia="en-US"/>
    </w:rPr>
  </w:style>
  <w:style w:type="character" w:customStyle="1" w:styleId="HeaderChar">
    <w:name w:val="Header Char"/>
    <w:basedOn w:val="DefaultParagraphFont"/>
    <w:link w:val="Header"/>
    <w:uiPriority w:val="99"/>
    <w:rsid w:val="00A129A3"/>
    <w:rPr>
      <w:sz w:val="24"/>
      <w:szCs w:val="24"/>
      <w:lang w:val="en-GB" w:eastAsia="en-US"/>
    </w:rPr>
  </w:style>
  <w:style w:type="paragraph" w:customStyle="1" w:styleId="Coursenotes">
    <w:name w:val="Course notes"/>
    <w:basedOn w:val="Normal"/>
    <w:rsid w:val="00A129A3"/>
    <w:pPr>
      <w:numPr>
        <w:numId w:val="4"/>
      </w:numPr>
    </w:pPr>
    <w:rPr>
      <w:lang w:val="en-GB" w:eastAsia="en-US"/>
    </w:rPr>
  </w:style>
  <w:style w:type="table" w:styleId="TableGrid">
    <w:name w:val="Table Grid"/>
    <w:basedOn w:val="TableNormal"/>
    <w:rsid w:val="0088752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rsid w:val="00607EE9"/>
    <w:pPr>
      <w:tabs>
        <w:tab w:val="center" w:pos="4536"/>
        <w:tab w:val="right" w:pos="9072"/>
      </w:tabs>
    </w:pPr>
  </w:style>
  <w:style w:type="character" w:customStyle="1" w:styleId="FooterChar">
    <w:name w:val="Footer Char"/>
    <w:basedOn w:val="DefaultParagraphFont"/>
    <w:link w:val="Footer"/>
    <w:rsid w:val="00607EE9"/>
    <w:rPr>
      <w:sz w:val="24"/>
      <w:szCs w:val="24"/>
    </w:rPr>
  </w:style>
  <w:style w:type="paragraph" w:styleId="NormalWeb">
    <w:name w:val="Normal (Web)"/>
    <w:basedOn w:val="Normal"/>
    <w:uiPriority w:val="99"/>
    <w:unhideWhenUsed/>
    <w:rsid w:val="004A5C0B"/>
    <w:pPr>
      <w:spacing w:before="100" w:beforeAutospacing="1" w:after="100" w:afterAutospacing="1"/>
    </w:pPr>
    <w:rPr>
      <w:rFonts w:eastAsiaTheme="minorHAnsi"/>
    </w:rPr>
  </w:style>
  <w:style w:type="character" w:customStyle="1" w:styleId="CommentTextChar">
    <w:name w:val="Comment Text Char"/>
    <w:basedOn w:val="DefaultParagraphFont"/>
    <w:link w:val="CommentText"/>
    <w:semiHidden/>
    <w:rsid w:val="00CC560C"/>
  </w:style>
  <w:style w:type="character" w:styleId="Hyperlink">
    <w:name w:val="Hyperlink"/>
    <w:basedOn w:val="DefaultParagraphFont"/>
    <w:rsid w:val="007172E0"/>
    <w:rPr>
      <w:color w:val="0000FF" w:themeColor="hyperlink"/>
      <w:u w:val="single"/>
    </w:rPr>
  </w:style>
  <w:style w:type="character" w:styleId="FollowedHyperlink">
    <w:name w:val="FollowedHyperlink"/>
    <w:basedOn w:val="DefaultParagraphFont"/>
    <w:rsid w:val="007172E0"/>
    <w:rPr>
      <w:color w:val="800080" w:themeColor="followedHyperlink"/>
      <w:u w:val="single"/>
    </w:rPr>
  </w:style>
  <w:style w:type="character" w:customStyle="1" w:styleId="basicChar">
    <w:name w:val="basic Char"/>
    <w:link w:val="basic"/>
    <w:locked/>
    <w:rsid w:val="00B77426"/>
    <w:rPr>
      <w:rFonts w:ascii="Arial" w:hAnsi="Arial" w:cs="Arial"/>
      <w:sz w:val="22"/>
      <w:szCs w:val="24"/>
      <w:lang w:val="en-US" w:eastAsia="en-US"/>
    </w:rPr>
  </w:style>
  <w:style w:type="paragraph" w:customStyle="1" w:styleId="basic">
    <w:name w:val="basic"/>
    <w:basedOn w:val="Normal"/>
    <w:link w:val="basicChar"/>
    <w:qFormat/>
    <w:rsid w:val="00B77426"/>
    <w:rPr>
      <w:rFonts w:ascii="Arial" w:hAnsi="Arial" w:cs="Arial"/>
      <w:sz w:val="22"/>
      <w:lang w:eastAsia="en-US"/>
    </w:rPr>
  </w:style>
  <w:style w:type="character" w:customStyle="1" w:styleId="basicinstructionChar">
    <w:name w:val="basic instruction Char"/>
    <w:link w:val="basicinstruction"/>
    <w:locked/>
    <w:rsid w:val="00B77426"/>
    <w:rPr>
      <w:rFonts w:ascii="Arial" w:hAnsi="Arial" w:cs="Arial"/>
      <w:b/>
      <w:bCs/>
      <w:smallCaps/>
      <w:sz w:val="22"/>
      <w:szCs w:val="24"/>
      <w:lang w:val="en-US" w:eastAsia="en-US"/>
    </w:rPr>
  </w:style>
  <w:style w:type="paragraph" w:customStyle="1" w:styleId="basicinstruction">
    <w:name w:val="basic instruction"/>
    <w:basedOn w:val="basic"/>
    <w:link w:val="basicinstructionChar"/>
    <w:rsid w:val="00B77426"/>
    <w:rPr>
      <w:b/>
      <w:bCs/>
      <w:smallCaps/>
    </w:rPr>
  </w:style>
  <w:style w:type="character" w:customStyle="1" w:styleId="basicanswerChar">
    <w:name w:val="basic answer Char"/>
    <w:link w:val="basicanswer"/>
    <w:locked/>
    <w:rsid w:val="00B77426"/>
    <w:rPr>
      <w:rFonts w:ascii="Arial" w:hAnsi="Arial" w:cs="Arial"/>
      <w:sz w:val="22"/>
      <w:szCs w:val="24"/>
      <w:lang w:val="en-US" w:eastAsia="en-US"/>
    </w:rPr>
  </w:style>
  <w:style w:type="paragraph" w:customStyle="1" w:styleId="basicanswer">
    <w:name w:val="basic answer"/>
    <w:basedOn w:val="basic"/>
    <w:link w:val="basicanswerChar"/>
    <w:rsid w:val="00B77426"/>
    <w:pPr>
      <w:tabs>
        <w:tab w:val="center" w:leader="dot" w:pos="9720"/>
      </w:tabs>
      <w:ind w:left="5310" w:right="720" w:hanging="270"/>
    </w:pPr>
  </w:style>
  <w:style w:type="paragraph" w:customStyle="1" w:styleId="basicquestion">
    <w:name w:val="basic question"/>
    <w:basedOn w:val="basic"/>
    <w:link w:val="basicquestionChar"/>
    <w:rsid w:val="00B77426"/>
    <w:pPr>
      <w:spacing w:before="60"/>
      <w:ind w:left="720" w:hanging="720"/>
    </w:pPr>
  </w:style>
  <w:style w:type="character" w:customStyle="1" w:styleId="basicquestionChar">
    <w:name w:val="basic question Char"/>
    <w:link w:val="basicquestion"/>
    <w:locked/>
    <w:rsid w:val="00B77426"/>
    <w:rPr>
      <w:rFonts w:ascii="Arial" w:hAnsi="Arial" w:cs="Arial"/>
      <w:sz w:val="22"/>
      <w:szCs w:val="24"/>
      <w:lang w:val="en-US" w:eastAsia="en-US"/>
    </w:rPr>
  </w:style>
  <w:style w:type="paragraph" w:customStyle="1" w:styleId="DarkOrange-SectionHeader">
    <w:name w:val="Dark Orange - Section Header"/>
    <w:basedOn w:val="Normal"/>
    <w:qFormat/>
    <w:rsid w:val="007D610E"/>
    <w:pPr>
      <w:shd w:val="clear" w:color="auto" w:fill="E95E0F" w:themeFill="text2"/>
    </w:pPr>
    <w:rPr>
      <w:rFonts w:asciiTheme="majorHAnsi" w:hAnsiTheme="majorHAnsi" w:cstheme="majorHAnsi"/>
      <w:b/>
      <w:color w:val="FFFFFF" w:themeColor="background1"/>
      <w:sz w:val="20"/>
      <w:szCs w:val="20"/>
    </w:rPr>
  </w:style>
  <w:style w:type="paragraph" w:customStyle="1" w:styleId="LightOrange-ScripterNote">
    <w:name w:val="Light Orange - Scripter Note"/>
    <w:basedOn w:val="Normal"/>
    <w:qFormat/>
    <w:rsid w:val="007D610E"/>
    <w:pPr>
      <w:shd w:val="clear" w:color="auto" w:fill="F59D6B" w:themeFill="text2" w:themeFillTint="99"/>
    </w:pPr>
    <w:rPr>
      <w:rFonts w:asciiTheme="majorHAnsi" w:hAnsiTheme="majorHAnsi" w:cstheme="majorHAnsi"/>
      <w:b/>
      <w:i/>
      <w:color w:val="FFFFFF" w:themeColor="background1"/>
      <w:sz w:val="20"/>
      <w:szCs w:val="20"/>
    </w:rPr>
  </w:style>
  <w:style w:type="paragraph" w:customStyle="1" w:styleId="LightOrange-InstructionHighlighting">
    <w:name w:val="Light Orange - Instruction Highlighting"/>
    <w:basedOn w:val="Normal"/>
    <w:qFormat/>
    <w:rsid w:val="007D610E"/>
    <w:pPr>
      <w:shd w:val="clear" w:color="auto" w:fill="F59D6B" w:themeFill="text2" w:themeFillTint="99"/>
    </w:pPr>
    <w:rPr>
      <w:rFonts w:asciiTheme="majorHAnsi" w:hAnsiTheme="majorHAnsi" w:cstheme="majorHAnsi"/>
      <w:b/>
      <w:color w:val="FFFFFF" w:themeColor="background1"/>
      <w:sz w:val="20"/>
      <w:szCs w:val="18"/>
    </w:rPr>
  </w:style>
  <w:style w:type="paragraph" w:customStyle="1" w:styleId="BoldBlack-QuestionNumberandType">
    <w:name w:val="Bold Black - Question Number and Type"/>
    <w:basedOn w:val="basicquestion"/>
    <w:qFormat/>
    <w:rsid w:val="002F2D84"/>
    <w:rPr>
      <w:b/>
      <w:color w:val="000000"/>
      <w:sz w:val="20"/>
      <w:szCs w:val="20"/>
    </w:rPr>
  </w:style>
  <w:style w:type="paragraph" w:styleId="PlainText">
    <w:name w:val="Plain Text"/>
    <w:basedOn w:val="Normal"/>
    <w:link w:val="PlainTextChar"/>
    <w:uiPriority w:val="99"/>
    <w:semiHidden/>
    <w:unhideWhenUsed/>
    <w:rsid w:val="00212987"/>
    <w:rPr>
      <w:rFonts w:ascii="Calibri" w:eastAsiaTheme="minorHAnsi" w:hAnsi="Calibri"/>
      <w:sz w:val="22"/>
      <w:szCs w:val="22"/>
      <w:lang w:eastAsia="en-US"/>
    </w:rPr>
  </w:style>
  <w:style w:type="character" w:customStyle="1" w:styleId="PlainTextChar">
    <w:name w:val="Plain Text Char"/>
    <w:basedOn w:val="DefaultParagraphFont"/>
    <w:link w:val="PlainText"/>
    <w:uiPriority w:val="99"/>
    <w:semiHidden/>
    <w:rsid w:val="00212987"/>
    <w:rPr>
      <w:rFonts w:ascii="Calibri" w:eastAsiaTheme="minorHAns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0568C"/>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F59B5"/>
    <w:rPr>
      <w:rFonts w:ascii="Tahoma" w:hAnsi="Tahoma" w:cs="Tahoma"/>
      <w:sz w:val="16"/>
      <w:szCs w:val="16"/>
    </w:rPr>
  </w:style>
  <w:style w:type="character" w:styleId="CommentReference">
    <w:name w:val="annotation reference"/>
    <w:basedOn w:val="DefaultParagraphFont"/>
    <w:semiHidden/>
    <w:rsid w:val="00FF59B5"/>
    <w:rPr>
      <w:sz w:val="16"/>
      <w:szCs w:val="16"/>
    </w:rPr>
  </w:style>
  <w:style w:type="paragraph" w:styleId="CommentText">
    <w:name w:val="annotation text"/>
    <w:basedOn w:val="Normal"/>
    <w:link w:val="CommentTextChar"/>
    <w:semiHidden/>
    <w:rsid w:val="00FF59B5"/>
    <w:rPr>
      <w:sz w:val="20"/>
      <w:szCs w:val="20"/>
    </w:rPr>
  </w:style>
  <w:style w:type="paragraph" w:styleId="CommentSubject">
    <w:name w:val="annotation subject"/>
    <w:basedOn w:val="CommentText"/>
    <w:next w:val="CommentText"/>
    <w:semiHidden/>
    <w:rsid w:val="00FF59B5"/>
    <w:rPr>
      <w:b/>
      <w:bCs/>
    </w:rPr>
  </w:style>
  <w:style w:type="paragraph" w:styleId="ListParagraph">
    <w:name w:val="List Paragraph"/>
    <w:basedOn w:val="Normal"/>
    <w:uiPriority w:val="34"/>
    <w:rsid w:val="006A7943"/>
    <w:pPr>
      <w:ind w:left="720"/>
      <w:contextualSpacing/>
    </w:pPr>
  </w:style>
  <w:style w:type="paragraph" w:styleId="Header">
    <w:name w:val="header"/>
    <w:basedOn w:val="Normal"/>
    <w:link w:val="HeaderChar"/>
    <w:uiPriority w:val="99"/>
    <w:rsid w:val="00A129A3"/>
    <w:pPr>
      <w:tabs>
        <w:tab w:val="center" w:pos="4153"/>
        <w:tab w:val="right" w:pos="8306"/>
      </w:tabs>
    </w:pPr>
    <w:rPr>
      <w:lang w:val="en-GB" w:eastAsia="en-US"/>
    </w:rPr>
  </w:style>
  <w:style w:type="character" w:customStyle="1" w:styleId="HeaderChar">
    <w:name w:val="Header Char"/>
    <w:basedOn w:val="DefaultParagraphFont"/>
    <w:link w:val="Header"/>
    <w:uiPriority w:val="99"/>
    <w:rsid w:val="00A129A3"/>
    <w:rPr>
      <w:sz w:val="24"/>
      <w:szCs w:val="24"/>
      <w:lang w:val="en-GB" w:eastAsia="en-US"/>
    </w:rPr>
  </w:style>
  <w:style w:type="paragraph" w:customStyle="1" w:styleId="Coursenotes">
    <w:name w:val="Course notes"/>
    <w:basedOn w:val="Normal"/>
    <w:rsid w:val="00A129A3"/>
    <w:pPr>
      <w:numPr>
        <w:numId w:val="4"/>
      </w:numPr>
    </w:pPr>
    <w:rPr>
      <w:lang w:val="en-GB" w:eastAsia="en-US"/>
    </w:rPr>
  </w:style>
  <w:style w:type="table" w:styleId="TableGrid">
    <w:name w:val="Table Grid"/>
    <w:basedOn w:val="TableNormal"/>
    <w:rsid w:val="0088752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rsid w:val="00607EE9"/>
    <w:pPr>
      <w:tabs>
        <w:tab w:val="center" w:pos="4536"/>
        <w:tab w:val="right" w:pos="9072"/>
      </w:tabs>
    </w:pPr>
  </w:style>
  <w:style w:type="character" w:customStyle="1" w:styleId="FooterChar">
    <w:name w:val="Footer Char"/>
    <w:basedOn w:val="DefaultParagraphFont"/>
    <w:link w:val="Footer"/>
    <w:rsid w:val="00607EE9"/>
    <w:rPr>
      <w:sz w:val="24"/>
      <w:szCs w:val="24"/>
    </w:rPr>
  </w:style>
  <w:style w:type="paragraph" w:styleId="NormalWeb">
    <w:name w:val="Normal (Web)"/>
    <w:basedOn w:val="Normal"/>
    <w:uiPriority w:val="99"/>
    <w:unhideWhenUsed/>
    <w:rsid w:val="004A5C0B"/>
    <w:pPr>
      <w:spacing w:before="100" w:beforeAutospacing="1" w:after="100" w:afterAutospacing="1"/>
    </w:pPr>
    <w:rPr>
      <w:rFonts w:eastAsiaTheme="minorHAnsi"/>
    </w:rPr>
  </w:style>
  <w:style w:type="character" w:customStyle="1" w:styleId="CommentTextChar">
    <w:name w:val="Comment Text Char"/>
    <w:basedOn w:val="DefaultParagraphFont"/>
    <w:link w:val="CommentText"/>
    <w:semiHidden/>
    <w:rsid w:val="00CC560C"/>
  </w:style>
  <w:style w:type="character" w:styleId="Hyperlink">
    <w:name w:val="Hyperlink"/>
    <w:basedOn w:val="DefaultParagraphFont"/>
    <w:rsid w:val="007172E0"/>
    <w:rPr>
      <w:color w:val="0000FF" w:themeColor="hyperlink"/>
      <w:u w:val="single"/>
    </w:rPr>
  </w:style>
  <w:style w:type="character" w:styleId="FollowedHyperlink">
    <w:name w:val="FollowedHyperlink"/>
    <w:basedOn w:val="DefaultParagraphFont"/>
    <w:rsid w:val="007172E0"/>
    <w:rPr>
      <w:color w:val="800080" w:themeColor="followedHyperlink"/>
      <w:u w:val="single"/>
    </w:rPr>
  </w:style>
  <w:style w:type="character" w:customStyle="1" w:styleId="basicChar">
    <w:name w:val="basic Char"/>
    <w:link w:val="basic"/>
    <w:locked/>
    <w:rsid w:val="00B77426"/>
    <w:rPr>
      <w:rFonts w:ascii="Arial" w:hAnsi="Arial" w:cs="Arial"/>
      <w:sz w:val="22"/>
      <w:szCs w:val="24"/>
      <w:lang w:val="en-US" w:eastAsia="en-US"/>
    </w:rPr>
  </w:style>
  <w:style w:type="paragraph" w:customStyle="1" w:styleId="basic">
    <w:name w:val="basic"/>
    <w:basedOn w:val="Normal"/>
    <w:link w:val="basicChar"/>
    <w:qFormat/>
    <w:rsid w:val="00B77426"/>
    <w:rPr>
      <w:rFonts w:ascii="Arial" w:hAnsi="Arial" w:cs="Arial"/>
      <w:sz w:val="22"/>
      <w:lang w:eastAsia="en-US"/>
    </w:rPr>
  </w:style>
  <w:style w:type="character" w:customStyle="1" w:styleId="basicinstructionChar">
    <w:name w:val="basic instruction Char"/>
    <w:link w:val="basicinstruction"/>
    <w:locked/>
    <w:rsid w:val="00B77426"/>
    <w:rPr>
      <w:rFonts w:ascii="Arial" w:hAnsi="Arial" w:cs="Arial"/>
      <w:b/>
      <w:bCs/>
      <w:smallCaps/>
      <w:sz w:val="22"/>
      <w:szCs w:val="24"/>
      <w:lang w:val="en-US" w:eastAsia="en-US"/>
    </w:rPr>
  </w:style>
  <w:style w:type="paragraph" w:customStyle="1" w:styleId="basicinstruction">
    <w:name w:val="basic instruction"/>
    <w:basedOn w:val="basic"/>
    <w:link w:val="basicinstructionChar"/>
    <w:rsid w:val="00B77426"/>
    <w:rPr>
      <w:b/>
      <w:bCs/>
      <w:smallCaps/>
    </w:rPr>
  </w:style>
  <w:style w:type="character" w:customStyle="1" w:styleId="basicanswerChar">
    <w:name w:val="basic answer Char"/>
    <w:link w:val="basicanswer"/>
    <w:locked/>
    <w:rsid w:val="00B77426"/>
    <w:rPr>
      <w:rFonts w:ascii="Arial" w:hAnsi="Arial" w:cs="Arial"/>
      <w:sz w:val="22"/>
      <w:szCs w:val="24"/>
      <w:lang w:val="en-US" w:eastAsia="en-US"/>
    </w:rPr>
  </w:style>
  <w:style w:type="paragraph" w:customStyle="1" w:styleId="basicanswer">
    <w:name w:val="basic answer"/>
    <w:basedOn w:val="basic"/>
    <w:link w:val="basicanswerChar"/>
    <w:rsid w:val="00B77426"/>
    <w:pPr>
      <w:tabs>
        <w:tab w:val="center" w:leader="dot" w:pos="9720"/>
      </w:tabs>
      <w:ind w:left="5310" w:right="720" w:hanging="270"/>
    </w:pPr>
  </w:style>
  <w:style w:type="paragraph" w:customStyle="1" w:styleId="basicquestion">
    <w:name w:val="basic question"/>
    <w:basedOn w:val="basic"/>
    <w:link w:val="basicquestionChar"/>
    <w:rsid w:val="00B77426"/>
    <w:pPr>
      <w:spacing w:before="60"/>
      <w:ind w:left="720" w:hanging="720"/>
    </w:pPr>
  </w:style>
  <w:style w:type="character" w:customStyle="1" w:styleId="basicquestionChar">
    <w:name w:val="basic question Char"/>
    <w:link w:val="basicquestion"/>
    <w:locked/>
    <w:rsid w:val="00B77426"/>
    <w:rPr>
      <w:rFonts w:ascii="Arial" w:hAnsi="Arial" w:cs="Arial"/>
      <w:sz w:val="22"/>
      <w:szCs w:val="24"/>
      <w:lang w:val="en-US" w:eastAsia="en-US"/>
    </w:rPr>
  </w:style>
  <w:style w:type="paragraph" w:customStyle="1" w:styleId="DarkOrange-SectionHeader">
    <w:name w:val="Dark Orange - Section Header"/>
    <w:basedOn w:val="Normal"/>
    <w:qFormat/>
    <w:rsid w:val="007D610E"/>
    <w:pPr>
      <w:shd w:val="clear" w:color="auto" w:fill="E95E0F" w:themeFill="text2"/>
    </w:pPr>
    <w:rPr>
      <w:rFonts w:asciiTheme="majorHAnsi" w:hAnsiTheme="majorHAnsi" w:cstheme="majorHAnsi"/>
      <w:b/>
      <w:color w:val="FFFFFF" w:themeColor="background1"/>
      <w:sz w:val="20"/>
      <w:szCs w:val="20"/>
    </w:rPr>
  </w:style>
  <w:style w:type="paragraph" w:customStyle="1" w:styleId="LightOrange-ScripterNote">
    <w:name w:val="Light Orange - Scripter Note"/>
    <w:basedOn w:val="Normal"/>
    <w:qFormat/>
    <w:rsid w:val="007D610E"/>
    <w:pPr>
      <w:shd w:val="clear" w:color="auto" w:fill="F59D6B" w:themeFill="text2" w:themeFillTint="99"/>
    </w:pPr>
    <w:rPr>
      <w:rFonts w:asciiTheme="majorHAnsi" w:hAnsiTheme="majorHAnsi" w:cstheme="majorHAnsi"/>
      <w:b/>
      <w:i/>
      <w:color w:val="FFFFFF" w:themeColor="background1"/>
      <w:sz w:val="20"/>
      <w:szCs w:val="20"/>
    </w:rPr>
  </w:style>
  <w:style w:type="paragraph" w:customStyle="1" w:styleId="LightOrange-InstructionHighlighting">
    <w:name w:val="Light Orange - Instruction Highlighting"/>
    <w:basedOn w:val="Normal"/>
    <w:qFormat/>
    <w:rsid w:val="007D610E"/>
    <w:pPr>
      <w:shd w:val="clear" w:color="auto" w:fill="F59D6B" w:themeFill="text2" w:themeFillTint="99"/>
    </w:pPr>
    <w:rPr>
      <w:rFonts w:asciiTheme="majorHAnsi" w:hAnsiTheme="majorHAnsi" w:cstheme="majorHAnsi"/>
      <w:b/>
      <w:color w:val="FFFFFF" w:themeColor="background1"/>
      <w:sz w:val="20"/>
      <w:szCs w:val="18"/>
    </w:rPr>
  </w:style>
  <w:style w:type="paragraph" w:customStyle="1" w:styleId="BoldBlack-QuestionNumberandType">
    <w:name w:val="Bold Black - Question Number and Type"/>
    <w:basedOn w:val="basicquestion"/>
    <w:qFormat/>
    <w:rsid w:val="002F2D84"/>
    <w:rPr>
      <w:b/>
      <w:color w:val="000000"/>
      <w:sz w:val="20"/>
      <w:szCs w:val="20"/>
    </w:rPr>
  </w:style>
  <w:style w:type="paragraph" w:styleId="PlainText">
    <w:name w:val="Plain Text"/>
    <w:basedOn w:val="Normal"/>
    <w:link w:val="PlainTextChar"/>
    <w:uiPriority w:val="99"/>
    <w:semiHidden/>
    <w:unhideWhenUsed/>
    <w:rsid w:val="00212987"/>
    <w:rPr>
      <w:rFonts w:ascii="Calibri" w:eastAsiaTheme="minorHAnsi" w:hAnsi="Calibri"/>
      <w:sz w:val="22"/>
      <w:szCs w:val="22"/>
      <w:lang w:eastAsia="en-US"/>
    </w:rPr>
  </w:style>
  <w:style w:type="character" w:customStyle="1" w:styleId="PlainTextChar">
    <w:name w:val="Plain Text Char"/>
    <w:basedOn w:val="DefaultParagraphFont"/>
    <w:link w:val="PlainText"/>
    <w:uiPriority w:val="99"/>
    <w:semiHidden/>
    <w:rsid w:val="00212987"/>
    <w:rPr>
      <w:rFonts w:ascii="Calibri" w:eastAsiaTheme="minorHAns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2189">
      <w:bodyDiv w:val="1"/>
      <w:marLeft w:val="0"/>
      <w:marRight w:val="0"/>
      <w:marTop w:val="0"/>
      <w:marBottom w:val="0"/>
      <w:divBdr>
        <w:top w:val="none" w:sz="0" w:space="0" w:color="auto"/>
        <w:left w:val="none" w:sz="0" w:space="0" w:color="auto"/>
        <w:bottom w:val="none" w:sz="0" w:space="0" w:color="auto"/>
        <w:right w:val="none" w:sz="0" w:space="0" w:color="auto"/>
      </w:divBdr>
    </w:div>
    <w:div w:id="67582002">
      <w:bodyDiv w:val="1"/>
      <w:marLeft w:val="0"/>
      <w:marRight w:val="0"/>
      <w:marTop w:val="0"/>
      <w:marBottom w:val="0"/>
      <w:divBdr>
        <w:top w:val="none" w:sz="0" w:space="0" w:color="auto"/>
        <w:left w:val="none" w:sz="0" w:space="0" w:color="auto"/>
        <w:bottom w:val="none" w:sz="0" w:space="0" w:color="auto"/>
        <w:right w:val="none" w:sz="0" w:space="0" w:color="auto"/>
      </w:divBdr>
    </w:div>
    <w:div w:id="297957401">
      <w:bodyDiv w:val="1"/>
      <w:marLeft w:val="0"/>
      <w:marRight w:val="0"/>
      <w:marTop w:val="0"/>
      <w:marBottom w:val="0"/>
      <w:divBdr>
        <w:top w:val="none" w:sz="0" w:space="0" w:color="auto"/>
        <w:left w:val="none" w:sz="0" w:space="0" w:color="auto"/>
        <w:bottom w:val="none" w:sz="0" w:space="0" w:color="auto"/>
        <w:right w:val="none" w:sz="0" w:space="0" w:color="auto"/>
      </w:divBdr>
    </w:div>
    <w:div w:id="298539000">
      <w:bodyDiv w:val="1"/>
      <w:marLeft w:val="0"/>
      <w:marRight w:val="0"/>
      <w:marTop w:val="0"/>
      <w:marBottom w:val="0"/>
      <w:divBdr>
        <w:top w:val="none" w:sz="0" w:space="0" w:color="auto"/>
        <w:left w:val="none" w:sz="0" w:space="0" w:color="auto"/>
        <w:bottom w:val="none" w:sz="0" w:space="0" w:color="auto"/>
        <w:right w:val="none" w:sz="0" w:space="0" w:color="auto"/>
      </w:divBdr>
    </w:div>
    <w:div w:id="617492699">
      <w:bodyDiv w:val="1"/>
      <w:marLeft w:val="0"/>
      <w:marRight w:val="0"/>
      <w:marTop w:val="0"/>
      <w:marBottom w:val="0"/>
      <w:divBdr>
        <w:top w:val="none" w:sz="0" w:space="0" w:color="auto"/>
        <w:left w:val="none" w:sz="0" w:space="0" w:color="auto"/>
        <w:bottom w:val="none" w:sz="0" w:space="0" w:color="auto"/>
        <w:right w:val="none" w:sz="0" w:space="0" w:color="auto"/>
      </w:divBdr>
    </w:div>
    <w:div w:id="811798279">
      <w:bodyDiv w:val="1"/>
      <w:marLeft w:val="0"/>
      <w:marRight w:val="0"/>
      <w:marTop w:val="0"/>
      <w:marBottom w:val="0"/>
      <w:divBdr>
        <w:top w:val="none" w:sz="0" w:space="0" w:color="auto"/>
        <w:left w:val="none" w:sz="0" w:space="0" w:color="auto"/>
        <w:bottom w:val="none" w:sz="0" w:space="0" w:color="auto"/>
        <w:right w:val="none" w:sz="0" w:space="0" w:color="auto"/>
      </w:divBdr>
    </w:div>
    <w:div w:id="835651704">
      <w:bodyDiv w:val="1"/>
      <w:marLeft w:val="0"/>
      <w:marRight w:val="0"/>
      <w:marTop w:val="0"/>
      <w:marBottom w:val="0"/>
      <w:divBdr>
        <w:top w:val="none" w:sz="0" w:space="0" w:color="auto"/>
        <w:left w:val="none" w:sz="0" w:space="0" w:color="auto"/>
        <w:bottom w:val="none" w:sz="0" w:space="0" w:color="auto"/>
        <w:right w:val="none" w:sz="0" w:space="0" w:color="auto"/>
      </w:divBdr>
    </w:div>
    <w:div w:id="906915686">
      <w:bodyDiv w:val="1"/>
      <w:marLeft w:val="0"/>
      <w:marRight w:val="0"/>
      <w:marTop w:val="0"/>
      <w:marBottom w:val="0"/>
      <w:divBdr>
        <w:top w:val="none" w:sz="0" w:space="0" w:color="auto"/>
        <w:left w:val="none" w:sz="0" w:space="0" w:color="auto"/>
        <w:bottom w:val="none" w:sz="0" w:space="0" w:color="auto"/>
        <w:right w:val="none" w:sz="0" w:space="0" w:color="auto"/>
      </w:divBdr>
    </w:div>
    <w:div w:id="1201555049">
      <w:bodyDiv w:val="1"/>
      <w:marLeft w:val="0"/>
      <w:marRight w:val="0"/>
      <w:marTop w:val="0"/>
      <w:marBottom w:val="0"/>
      <w:divBdr>
        <w:top w:val="none" w:sz="0" w:space="0" w:color="auto"/>
        <w:left w:val="none" w:sz="0" w:space="0" w:color="auto"/>
        <w:bottom w:val="none" w:sz="0" w:space="0" w:color="auto"/>
        <w:right w:val="none" w:sz="0" w:space="0" w:color="auto"/>
      </w:divBdr>
    </w:div>
    <w:div w:id="1364019697">
      <w:bodyDiv w:val="1"/>
      <w:marLeft w:val="0"/>
      <w:marRight w:val="0"/>
      <w:marTop w:val="0"/>
      <w:marBottom w:val="0"/>
      <w:divBdr>
        <w:top w:val="none" w:sz="0" w:space="0" w:color="auto"/>
        <w:left w:val="none" w:sz="0" w:space="0" w:color="auto"/>
        <w:bottom w:val="none" w:sz="0" w:space="0" w:color="auto"/>
        <w:right w:val="none" w:sz="0" w:space="0" w:color="auto"/>
      </w:divBdr>
    </w:div>
    <w:div w:id="1836452144">
      <w:bodyDiv w:val="1"/>
      <w:marLeft w:val="0"/>
      <w:marRight w:val="0"/>
      <w:marTop w:val="0"/>
      <w:marBottom w:val="0"/>
      <w:divBdr>
        <w:top w:val="none" w:sz="0" w:space="0" w:color="auto"/>
        <w:left w:val="none" w:sz="0" w:space="0" w:color="auto"/>
        <w:bottom w:val="none" w:sz="0" w:space="0" w:color="auto"/>
        <w:right w:val="none" w:sz="0" w:space="0" w:color="auto"/>
      </w:divBdr>
    </w:div>
    <w:div w:id="1876848968">
      <w:bodyDiv w:val="1"/>
      <w:marLeft w:val="0"/>
      <w:marRight w:val="0"/>
      <w:marTop w:val="0"/>
      <w:marBottom w:val="0"/>
      <w:divBdr>
        <w:top w:val="none" w:sz="0" w:space="0" w:color="auto"/>
        <w:left w:val="none" w:sz="0" w:space="0" w:color="auto"/>
        <w:bottom w:val="none" w:sz="0" w:space="0" w:color="auto"/>
        <w:right w:val="none" w:sz="0" w:space="0" w:color="auto"/>
      </w:divBdr>
    </w:div>
    <w:div w:id="212179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K:\ClientServices\GovAcad\Training\Training\1-Quex%20Formatting\G&amp;A_Master%20Questionnaire%20Template_v1.05.dotx" TargetMode="External"/></Relationships>
</file>

<file path=word/theme/theme1.xml><?xml version="1.0" encoding="utf-8"?>
<a:theme xmlns:a="http://schemas.openxmlformats.org/drawingml/2006/main" name="Default Theme">
  <a:themeElements>
    <a:clrScheme name="GfK">
      <a:dk1>
        <a:sysClr val="windowText" lastClr="000000"/>
      </a:dk1>
      <a:lt1>
        <a:sysClr val="window" lastClr="FFFFFF"/>
      </a:lt1>
      <a:dk2>
        <a:srgbClr val="E95E0F"/>
      </a:dk2>
      <a:lt2>
        <a:srgbClr val="928580"/>
      </a:lt2>
      <a:accent1>
        <a:srgbClr val="004186"/>
      </a:accent1>
      <a:accent2>
        <a:srgbClr val="0087C8"/>
      </a:accent2>
      <a:accent3>
        <a:srgbClr val="A1AF00"/>
      </a:accent3>
      <a:accent4>
        <a:srgbClr val="CDC300"/>
      </a:accent4>
      <a:accent5>
        <a:srgbClr val="B50F22"/>
      </a:accent5>
      <a:accent6>
        <a:srgbClr val="E31B19"/>
      </a:accent6>
      <a:hlink>
        <a:srgbClr val="0000FF"/>
      </a:hlink>
      <a:folHlink>
        <a:srgbClr val="800080"/>
      </a:folHlink>
    </a:clrScheme>
    <a:fontScheme name="Aangepast 2">
      <a:majorFont>
        <a:latin typeface="Arial"/>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84B45C92C20A448D5781FEE8D4E660" ma:contentTypeVersion="37" ma:contentTypeDescription="Create a new document." ma:contentTypeScope="" ma:versionID="e3186230ed633909dc89f7329b211bac">
  <xsd:schema xmlns:xsd="http://www.w3.org/2001/XMLSchema" xmlns:xs="http://www.w3.org/2001/XMLSchema" xmlns:p="http://schemas.microsoft.com/office/2006/metadata/properties" xmlns:ns1="http://schemas.microsoft.com/sharepoint/v3" xmlns:ns2="9eae2f46-4f96-475a-9c4b-28732109e260" xmlns:ns3="3a2c4b9e-aeff-4008-b6e6-ebc1efff3e8a" targetNamespace="http://schemas.microsoft.com/office/2006/metadata/properties" ma:root="true" ma:fieldsID="23a0f6daec6968a3d29637e3d2548414" ns1:_="" ns2:_="" ns3:_="">
    <xsd:import namespace="http://schemas.microsoft.com/sharepoint/v3"/>
    <xsd:import namespace="9eae2f46-4f96-475a-9c4b-28732109e260"/>
    <xsd:import namespace="3a2c4b9e-aeff-4008-b6e6-ebc1efff3e8a"/>
    <xsd:element name="properties">
      <xsd:complexType>
        <xsd:sequence>
          <xsd:element name="documentManagement">
            <xsd:complexType>
              <xsd:all>
                <xsd:element ref="ns2:l3eb4cd925d04b63b5ba09b5948ea915" minOccurs="0"/>
                <xsd:element ref="ns3:TaxCatchAll" minOccurs="0"/>
                <xsd:element ref="ns3:TaxCatchAllLabel" minOccurs="0"/>
                <xsd:element ref="ns2:edfd97682d55444ba92675ab760a59d3" minOccurs="0"/>
                <xsd:element ref="ns2:k8e6cba408244029be1e201b220b5f78" minOccurs="0"/>
                <xsd:element ref="ns2:kf31dcab376d4b0e9ffc8e06ef4e14b2" minOccurs="0"/>
                <xsd:element ref="ns2:bc13902c37d846df863a6cc570952f2e" minOccurs="0"/>
                <xsd:element ref="ns2:gd94d04500874e2a942a6a4e2202607a" minOccurs="0"/>
                <xsd:element ref="ns2:jcc096c2cee24ee792db38b41b887e9e" minOccurs="0"/>
                <xsd:element ref="ns3:TaxKeywordTaxHTField" minOccurs="0"/>
                <xsd:element ref="ns1:PublishingStartDate" minOccurs="0"/>
                <xsd:element ref="ns1:PublishingExpirationDate"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6" nillable="true" ma:displayName="Scheduling Start Date" ma:description="" ma:hidden="true" ma:internalName="PublishingStartDate">
      <xsd:simpleType>
        <xsd:restriction base="dms:Unknown"/>
      </xsd:simpleType>
    </xsd:element>
    <xsd:element name="PublishingExpirationDate" ma:index="27" nillable="true" ma:displayName="Scheduling End Date" ma:description="" ma:hidden="true" ma:internalName="PublishingExpirationDate">
      <xsd:simpleType>
        <xsd:restriction base="dms:Unknown"/>
      </xsd:simpleType>
    </xsd:element>
    <xsd:element name="AverageRating" ma:index="28" nillable="true" ma:displayName="Rating" ma:decimals="2" ma:description="Average value of all the ratings that have been submitted" ma:internalName="AverageRating" ma:readOnly="true">
      <xsd:simpleType>
        <xsd:restriction base="dms:Number"/>
      </xsd:simpleType>
    </xsd:element>
    <xsd:element name="RatingCount" ma:index="29"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9eae2f46-4f96-475a-9c4b-28732109e260" elementFormDefault="qualified">
    <xsd:import namespace="http://schemas.microsoft.com/office/2006/documentManagement/types"/>
    <xsd:import namespace="http://schemas.microsoft.com/office/infopath/2007/PartnerControls"/>
    <xsd:element name="l3eb4cd925d04b63b5ba09b5948ea915" ma:index="2" nillable="true" ma:taxonomy="true" ma:internalName="l3eb4cd925d04b63b5ba09b5948ea915" ma:taxonomyFieldName="GfK_x0020_sector" ma:displayName="GfK sector" ma:readOnly="false" ma:default="" ma:fieldId="{53eb4cd9-25d0-4b63-b5ba-09b5948ea915}" ma:taxonomyMulti="true" ma:sspId="7262ee28-f1c0-414c-ad77-c1ea98916dd9" ma:termSetId="8100b7d8-db72-494e-93d1-2c441bfd6c3c" ma:anchorId="00000000-0000-0000-0000-000000000000" ma:open="false" ma:isKeyword="false">
      <xsd:complexType>
        <xsd:sequence>
          <xsd:element ref="pc:Terms" minOccurs="0" maxOccurs="1"/>
        </xsd:sequence>
      </xsd:complexType>
    </xsd:element>
    <xsd:element name="edfd97682d55444ba92675ab760a59d3" ma:index="6" ma:taxonomy="true" ma:internalName="edfd97682d55444ba92675ab760a59d3" ma:taxonomyFieldName="Industries" ma:displayName="Industries" ma:readOnly="false" ma:default="" ma:fieldId="{edfd9768-2d55-444b-a926-75ab760a59d3}" ma:taxonomyMulti="true" ma:sspId="7262ee28-f1c0-414c-ad77-c1ea98916dd9" ma:termSetId="5a885248-49da-421b-8a8b-00dd6ab23a4c" ma:anchorId="484d5cc4-00ce-4842-9cb2-84f285bc868b" ma:open="false" ma:isKeyword="false">
      <xsd:complexType>
        <xsd:sequence>
          <xsd:element ref="pc:Terms" minOccurs="0" maxOccurs="1"/>
        </xsd:sequence>
      </xsd:complexType>
    </xsd:element>
    <xsd:element name="k8e6cba408244029be1e201b220b5f78" ma:index="8" ma:taxonomy="true" ma:internalName="k8e6cba408244029be1e201b220b5f78" ma:taxonomyFieldName="Solutions" ma:displayName="Solutions" ma:readOnly="false" ma:default="" ma:fieldId="{48e6cba4-0824-4029-be1e-201b220b5f78}" ma:taxonomyMulti="true" ma:sspId="7262ee28-f1c0-414c-ad77-c1ea98916dd9" ma:termSetId="cbb9bdaf-82c2-446c-b699-94acba818cb2" ma:anchorId="c5ccb8f4-f96c-4fc7-ba62-720130679328" ma:open="false" ma:isKeyword="false">
      <xsd:complexType>
        <xsd:sequence>
          <xsd:element ref="pc:Terms" minOccurs="0" maxOccurs="1"/>
        </xsd:sequence>
      </xsd:complexType>
    </xsd:element>
    <xsd:element name="kf31dcab376d4b0e9ffc8e06ef4e14b2" ma:index="10" nillable="true" ma:taxonomy="true" ma:internalName="kf31dcab376d4b0e9ffc8e06ef4e14b2" ma:taxonomyFieldName="Methodology" ma:displayName="Methodology" ma:readOnly="false" ma:default="" ma:fieldId="{4f31dcab-376d-4b0e-9ffc-8e06ef4e14b2}" ma:taxonomyMulti="true" ma:sspId="7262ee28-f1c0-414c-ad77-c1ea98916dd9" ma:termSetId="bdaf93d5-d711-4073-8d3b-7629a135f3f3" ma:anchorId="84b66496-d990-4445-b5f1-adf2e2ce60f1" ma:open="false" ma:isKeyword="false">
      <xsd:complexType>
        <xsd:sequence>
          <xsd:element ref="pc:Terms" minOccurs="0" maxOccurs="1"/>
        </xsd:sequence>
      </xsd:complexType>
    </xsd:element>
    <xsd:element name="bc13902c37d846df863a6cc570952f2e" ma:index="13" nillable="true" ma:taxonomy="true" ma:internalName="bc13902c37d846df863a6cc570952f2e" ma:taxonomyFieldName="Clients" ma:displayName="Clients" ma:readOnly="false" ma:default="" ma:fieldId="{bc13902c-37d8-46df-863a-6cc570952f2e}" ma:taxonomyMulti="true" ma:sspId="7262ee28-f1c0-414c-ad77-c1ea98916dd9" ma:termSetId="7d4bc5b7-a2e0-4278-8bd4-f6b755a7f79f" ma:anchorId="00000000-0000-0000-0000-000000000000" ma:open="false" ma:isKeyword="false">
      <xsd:complexType>
        <xsd:sequence>
          <xsd:element ref="pc:Terms" minOccurs="0" maxOccurs="1"/>
        </xsd:sequence>
      </xsd:complexType>
    </xsd:element>
    <xsd:element name="gd94d04500874e2a942a6a4e2202607a" ma:index="15" ma:taxonomy="true" ma:internalName="gd94d04500874e2a942a6a4e2202607a" ma:taxonomyFieldName="Countries" ma:displayName="Countries" ma:readOnly="false" ma:default="" ma:fieldId="{0d94d045-0087-4e2a-942a-6a4e2202607a}" ma:taxonomyMulti="true" ma:sspId="7262ee28-f1c0-414c-ad77-c1ea98916dd9" ma:termSetId="17f85a7b-bb8b-458a-ba28-17ef49c29ac6" ma:anchorId="00000000-0000-0000-0000-000000000000" ma:open="false" ma:isKeyword="false">
      <xsd:complexType>
        <xsd:sequence>
          <xsd:element ref="pc:Terms" minOccurs="0" maxOccurs="1"/>
        </xsd:sequence>
      </xsd:complexType>
    </xsd:element>
    <xsd:element name="jcc096c2cee24ee792db38b41b887e9e" ma:index="17" nillable="true" ma:taxonomy="true" ma:internalName="jcc096c2cee24ee792db38b41b887e9e" ma:taxonomyFieldName="Languages" ma:displayName="Languages" ma:readOnly="false" ma:default="" ma:fieldId="{3cc096c2-cee2-4ee7-92db-38b41b887e9e}" ma:taxonomyMulti="true" ma:sspId="7262ee28-f1c0-414c-ad77-c1ea98916dd9" ma:termSetId="1e1fffb5-459f-480a-aca8-4e5bef29180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a2c4b9e-aeff-4008-b6e6-ebc1efff3e8a"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e14c447-c923-4115-97cb-965fead595c1}" ma:internalName="TaxCatchAll" ma:showField="CatchAllData" ma:web="3a2c4b9e-aeff-4008-b6e6-ebc1efff3e8a">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e14c447-c923-4115-97cb-965fead595c1}" ma:internalName="TaxCatchAllLabel" ma:readOnly="true" ma:showField="CatchAllDataLabel" ma:web="3a2c4b9e-aeff-4008-b6e6-ebc1efff3e8a">
      <xsd:complexType>
        <xsd:complexContent>
          <xsd:extension base="dms:MultiChoiceLookup">
            <xsd:sequence>
              <xsd:element name="Value" type="dms:Lookup" maxOccurs="unbounded" minOccurs="0" nillable="true"/>
            </xsd:sequence>
          </xsd:extension>
        </xsd:complexContent>
      </xsd:complexType>
    </xsd:element>
    <xsd:element name="TaxKeywordTaxHTField" ma:index="19" nillable="true" ma:taxonomy="true" ma:internalName="TaxKeywordTaxHTField" ma:taxonomyFieldName="TaxKeyword" ma:displayName="Keywords" ma:fieldId="{23f27201-bee3-471e-b2e7-b64fd8b7ca38}" ma:taxonomyMulti="true" ma:sspId="7262ee28-f1c0-414c-ad77-c1ea98916dd9"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AverageRating xmlns="http://schemas.microsoft.com/sharepoint/v3" xsi:nil="true"/>
    <TaxKeywordTaxHTField xmlns="3a2c4b9e-aeff-4008-b6e6-ebc1efff3e8a">
      <Terms xmlns="http://schemas.microsoft.com/office/infopath/2007/PartnerControls">
        <TermInfo xmlns="http://schemas.microsoft.com/office/infopath/2007/PartnerControls">
          <TermName xmlns="http://schemas.microsoft.com/office/infopath/2007/PartnerControls">Master Questionnaire Template</TermName>
          <TermId xmlns="http://schemas.microsoft.com/office/infopath/2007/PartnerControls">60ecfd41-22b0-4797-853f-ee110ed6eac0</TermId>
        </TermInfo>
      </Terms>
    </TaxKeywordTaxHTField>
    <TaxCatchAll xmlns="3a2c4b9e-aeff-4008-b6e6-ebc1efff3e8a">
      <Value>558</Value>
      <Value>69</Value>
      <Value>58</Value>
      <Value>55</Value>
    </TaxCatchAll>
    <jcc096c2cee24ee792db38b41b887e9e xmlns="9eae2f46-4f96-475a-9c4b-28732109e260">
      <Terms xmlns="http://schemas.microsoft.com/office/infopath/2007/PartnerControls"/>
    </jcc096c2cee24ee792db38b41b887e9e>
    <k8e6cba408244029be1e201b220b5f78 xmlns="9eae2f46-4f96-475a-9c4b-28732109e260">
      <Terms xmlns="http://schemas.microsoft.com/office/infopath/2007/PartnerControls">
        <TermInfo xmlns="http://schemas.microsoft.com/office/infopath/2007/PartnerControls">
          <TermName xmlns="http://schemas.microsoft.com/office/infopath/2007/PartnerControls">Not applicable</TermName>
          <TermId xmlns="http://schemas.microsoft.com/office/infopath/2007/PartnerControls">15480a47-f0f1-4795-a643-bf3b2e95805c</TermId>
        </TermInfo>
      </Terms>
    </k8e6cba408244029be1e201b220b5f78>
    <bc13902c37d846df863a6cc570952f2e xmlns="9eae2f46-4f96-475a-9c4b-28732109e260">
      <Terms xmlns="http://schemas.microsoft.com/office/infopath/2007/PartnerControls"/>
    </bc13902c37d846df863a6cc570952f2e>
    <l3eb4cd925d04b63b5ba09b5948ea915 xmlns="9eae2f46-4f96-475a-9c4b-28732109e260">
      <Terms xmlns="http://schemas.microsoft.com/office/infopath/2007/PartnerControls"/>
    </l3eb4cd925d04b63b5ba09b5948ea915>
    <gd94d04500874e2a942a6a4e2202607a xmlns="9eae2f46-4f96-475a-9c4b-28732109e260">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3eaca359-c4b3-4b51-a927-e9852da92384</TermId>
        </TermInfo>
      </Terms>
    </gd94d04500874e2a942a6a4e2202607a>
    <kf31dcab376d4b0e9ffc8e06ef4e14b2 xmlns="9eae2f46-4f96-475a-9c4b-28732109e260">
      <Terms xmlns="http://schemas.microsoft.com/office/infopath/2007/PartnerControls"/>
    </kf31dcab376d4b0e9ffc8e06ef4e14b2>
    <edfd97682d55444ba92675ab760a59d3 xmlns="9eae2f46-4f96-475a-9c4b-28732109e260">
      <Terms xmlns="http://schemas.microsoft.com/office/infopath/2007/PartnerControls">
        <TermInfo xmlns="http://schemas.microsoft.com/office/infopath/2007/PartnerControls">
          <TermName xmlns="http://schemas.microsoft.com/office/infopath/2007/PartnerControls">Not applicable</TermName>
          <TermId xmlns="http://schemas.microsoft.com/office/infopath/2007/PartnerControls">1b0d69d1-6137-41de-9ae5-e5925610d8cb</TermId>
        </TermInfo>
      </Terms>
    </edfd97682d55444ba92675ab760a59d3>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20E07-DB36-49F7-AF75-B0BCB40E5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ae2f46-4f96-475a-9c4b-28732109e260"/>
    <ds:schemaRef ds:uri="3a2c4b9e-aeff-4008-b6e6-ebc1efff3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E44CE6-D67E-491A-819D-1EBDB39E419C}">
  <ds:schemaRefs>
    <ds:schemaRef ds:uri="http://schemas.microsoft.com/sharepoint/v3/contenttype/forms"/>
  </ds:schemaRefs>
</ds:datastoreItem>
</file>

<file path=customXml/itemProps3.xml><?xml version="1.0" encoding="utf-8"?>
<ds:datastoreItem xmlns:ds="http://schemas.openxmlformats.org/officeDocument/2006/customXml" ds:itemID="{63C1ED3D-1036-4436-80EE-B0FC367A5760}">
  <ds:schemaRefs>
    <ds:schemaRef ds:uri="http://schemas.microsoft.com/sharepoint/v3"/>
    <ds:schemaRef ds:uri="9eae2f46-4f96-475a-9c4b-28732109e260"/>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3a2c4b9e-aeff-4008-b6e6-ebc1efff3e8a"/>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ACAB473-6A55-4DEF-BDDE-B914B877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G&amp;A_Master Questionnaire Template_v1.05</Template>
  <TotalTime>4</TotalTime>
  <Pages>9</Pages>
  <Words>1038</Words>
  <Characters>5058</Characters>
  <Application>Microsoft Office Word</Application>
  <DocSecurity>0</DocSecurity>
  <Lines>42</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Master Questionnaire Template</vt:lpstr>
      <vt:lpstr>1 | LEEFBAARHEID WOONBUURT</vt:lpstr>
    </vt:vector>
  </TitlesOfParts>
  <Company>NWO</Company>
  <LinksUpToDate>false</LinksUpToDate>
  <CharactersWithSpaces>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Questionnaire Template</dc:title>
  <dc:creator>Neuenschwander, Nicole (GfK)</dc:creator>
  <cp:keywords>Master Questionnaire Template</cp:keywords>
  <cp:lastModifiedBy>Aaron Smith</cp:lastModifiedBy>
  <cp:revision>4</cp:revision>
  <cp:lastPrinted>2016-06-09T17:26:00Z</cp:lastPrinted>
  <dcterms:created xsi:type="dcterms:W3CDTF">2017-03-23T12:54:00Z</dcterms:created>
  <dcterms:modified xsi:type="dcterms:W3CDTF">2017-03-23T13:02:00Z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0x0101004984B45C92C20A448D5781FEE8D4E660</vt:lpwstr>
  </property>
  <property fmtid="{D5CDD505-2E9C-101B-9397-08002B2CF9AE}" pid="3" name="TaxKeyword">
    <vt:lpwstr>558;#Master Questionnaire Template|60ecfd41-22b0-4797-853f-ee110ed6eac0</vt:lpwstr>
  </property>
  <property fmtid="{D5CDD505-2E9C-101B-9397-08002B2CF9AE}" pid="4" name="Countries">
    <vt:lpwstr>55;#Global|3eaca359-c4b3-4b51-a927-e9852da92384</vt:lpwstr>
  </property>
  <property fmtid="{D5CDD505-2E9C-101B-9397-08002B2CF9AE}" pid="5" name="Clients">
    <vt:lpwstr/>
  </property>
  <property fmtid="{D5CDD505-2E9C-101B-9397-08002B2CF9AE}" pid="6" name="Solutions">
    <vt:lpwstr>69;#Not applicable|15480a47-f0f1-4795-a643-bf3b2e95805c</vt:lpwstr>
  </property>
  <property fmtid="{D5CDD505-2E9C-101B-9397-08002B2CF9AE}" pid="7" name="GfK sector">
    <vt:lpwstr/>
  </property>
  <property fmtid="{D5CDD505-2E9C-101B-9397-08002B2CF9AE}" pid="8" name="Languages">
    <vt:lpwstr/>
  </property>
  <property fmtid="{D5CDD505-2E9C-101B-9397-08002B2CF9AE}" pid="9" name="Industries">
    <vt:lpwstr>58;#Not applicable|1b0d69d1-6137-41de-9ae5-e5925610d8cb</vt:lpwstr>
  </property>
  <property fmtid="{D5CDD505-2E9C-101B-9397-08002B2CF9AE}" pid="10" name="Methodology">
    <vt:lpwstr/>
  </property>
</Properties>
</file>